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D0DA0" w14:textId="6500A148" w:rsidR="00EE657A" w:rsidRPr="00EE657A" w:rsidRDefault="00EE657A" w:rsidP="00A532AD">
      <w:pPr>
        <w:pStyle w:val="Title"/>
      </w:pPr>
      <w:bookmarkStart w:id="0" w:name="_GoBack"/>
      <w:bookmarkEnd w:id="0"/>
      <w:r w:rsidRPr="00EE657A">
        <w:t xml:space="preserve">Mader: </w:t>
      </w:r>
      <w:r w:rsidRPr="00EA18A6">
        <w:rPr>
          <w:i/>
        </w:rPr>
        <w:t>Essentials of Biology</w:t>
      </w:r>
      <w:r w:rsidRPr="00EE657A">
        <w:t>,</w:t>
      </w:r>
      <w:r w:rsidR="00895BC2">
        <w:t xml:space="preserve"> </w:t>
      </w:r>
      <w:r w:rsidR="00D96506">
        <w:t>5</w:t>
      </w:r>
      <w:r w:rsidRPr="00EE657A">
        <w:t>e</w:t>
      </w:r>
    </w:p>
    <w:p w14:paraId="69B0A158" w14:textId="5D6F7E34" w:rsidR="00EE657A" w:rsidRPr="00EE657A" w:rsidRDefault="00EE657A" w:rsidP="00A532AD">
      <w:pPr>
        <w:pStyle w:val="Title"/>
      </w:pPr>
      <w:r w:rsidRPr="00EE657A">
        <w:t>Instructor</w:t>
      </w:r>
      <w:r w:rsidR="001D3931">
        <w:t>’</w:t>
      </w:r>
      <w:r w:rsidRPr="00EE657A">
        <w:t>s Manual</w:t>
      </w:r>
    </w:p>
    <w:p w14:paraId="382A8E3A" w14:textId="2915A666" w:rsidR="00EE657A" w:rsidRPr="00EE657A" w:rsidRDefault="00EE657A" w:rsidP="00EE657A">
      <w:pPr>
        <w:widowControl w:val="0"/>
        <w:tabs>
          <w:tab w:val="left" w:pos="2760"/>
        </w:tabs>
        <w:autoSpaceDE w:val="0"/>
        <w:autoSpaceDN w:val="0"/>
        <w:adjustRightInd w:val="0"/>
        <w:rPr>
          <w:b/>
          <w:bCs/>
          <w:color w:val="000000"/>
        </w:rPr>
      </w:pPr>
    </w:p>
    <w:p w14:paraId="539F1811" w14:textId="77777777" w:rsidR="00EE657A" w:rsidRPr="00EE657A" w:rsidRDefault="00EE657A" w:rsidP="00A532AD">
      <w:pPr>
        <w:pStyle w:val="ChNum"/>
      </w:pPr>
      <w:r w:rsidRPr="00EE657A">
        <w:t>Chapter 1 Biology: The Science of Life</w:t>
      </w:r>
    </w:p>
    <w:p w14:paraId="196B2B94" w14:textId="77777777" w:rsidR="00EE657A" w:rsidRPr="00EE657A" w:rsidRDefault="00EE657A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  <w:u w:val="single"/>
        </w:rPr>
      </w:pPr>
    </w:p>
    <w:p w14:paraId="50DCF039" w14:textId="77777777" w:rsidR="00EE657A" w:rsidRPr="00EE657A" w:rsidRDefault="00EE657A" w:rsidP="00A532AD">
      <w:pPr>
        <w:pStyle w:val="Heading1"/>
      </w:pPr>
      <w:r w:rsidRPr="00EE657A">
        <w:t>Learning Outcomes</w:t>
      </w:r>
    </w:p>
    <w:p w14:paraId="46F8A661" w14:textId="77777777" w:rsidR="00EE657A" w:rsidRPr="00EE657A" w:rsidRDefault="00EE657A" w:rsidP="00EE657A">
      <w:pPr>
        <w:widowControl w:val="0"/>
        <w:tabs>
          <w:tab w:val="left" w:pos="6915"/>
        </w:tabs>
        <w:autoSpaceDE w:val="0"/>
        <w:autoSpaceDN w:val="0"/>
        <w:adjustRightInd w:val="0"/>
        <w:outlineLvl w:val="0"/>
        <w:rPr>
          <w:b/>
          <w:bCs/>
          <w:color w:val="000000"/>
          <w:u w:val="single"/>
        </w:rPr>
      </w:pPr>
    </w:p>
    <w:p w14:paraId="4C13B1C0" w14:textId="77777777" w:rsidR="00EE657A" w:rsidRPr="00EE657A" w:rsidRDefault="00EE657A" w:rsidP="00A532AD">
      <w:pPr>
        <w:pStyle w:val="Heading2"/>
      </w:pPr>
      <w:r w:rsidRPr="00EE657A">
        <w:t>1.1 The Characteristics of Life</w:t>
      </w:r>
    </w:p>
    <w:p w14:paraId="2A96FCC6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1. </w:t>
      </w:r>
      <w:r w:rsidRPr="00EE657A">
        <w:t>Explain the basic characteristics that are common to all living organisms.</w:t>
      </w:r>
    </w:p>
    <w:p w14:paraId="7D6C1297" w14:textId="00CAAE9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Distinguish between the levels of biological organization.</w:t>
      </w:r>
    </w:p>
    <w:p w14:paraId="361222D1" w14:textId="3E9D58B1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3. </w:t>
      </w:r>
      <w:r w:rsidRPr="00EE657A">
        <w:t xml:space="preserve">Summarize how the terms </w:t>
      </w:r>
      <w:r w:rsidRPr="00EE657A">
        <w:rPr>
          <w:i/>
          <w:iCs/>
        </w:rPr>
        <w:t xml:space="preserve">homeostasis, metabolism, </w:t>
      </w:r>
      <w:r w:rsidRPr="00EE657A">
        <w:t xml:space="preserve">and </w:t>
      </w:r>
      <w:r w:rsidRPr="00EE657A">
        <w:rPr>
          <w:i/>
          <w:iCs/>
        </w:rPr>
        <w:t xml:space="preserve">adaptation </w:t>
      </w:r>
      <w:r w:rsidRPr="00EE657A">
        <w:t xml:space="preserve">relate to </w:t>
      </w:r>
      <w:r w:rsidR="00D96506">
        <w:t xml:space="preserve">all </w:t>
      </w:r>
      <w:r w:rsidRPr="00EE657A">
        <w:t>living organisms.</w:t>
      </w:r>
    </w:p>
    <w:p w14:paraId="70CE7E6B" w14:textId="312BD70C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4. </w:t>
      </w:r>
      <w:r w:rsidRPr="00EE657A">
        <w:t>Contrast chemical cycling and energy flow within an ecosystem.</w:t>
      </w:r>
    </w:p>
    <w:p w14:paraId="3CD4CE8D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4B04BE7B" w14:textId="77777777" w:rsidR="00EE657A" w:rsidRPr="00A532AD" w:rsidRDefault="00EE657A" w:rsidP="00A532AD">
      <w:pPr>
        <w:pStyle w:val="Heading2"/>
      </w:pPr>
      <w:r w:rsidRPr="00EE657A">
        <w:t>1.2 Evolution: The Core Concept of Biology</w:t>
      </w:r>
    </w:p>
    <w:p w14:paraId="100C448F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1. </w:t>
      </w:r>
      <w:r w:rsidRPr="00EE657A">
        <w:t xml:space="preserve">Define the term </w:t>
      </w:r>
      <w:r w:rsidRPr="00EE657A">
        <w:rPr>
          <w:i/>
        </w:rPr>
        <w:t>evolution</w:t>
      </w:r>
      <w:r w:rsidRPr="00EE657A">
        <w:t>.</w:t>
      </w:r>
    </w:p>
    <w:p w14:paraId="41AEED8D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Explain the process of natural selection and its relationship to evolutionary processes.</w:t>
      </w:r>
    </w:p>
    <w:p w14:paraId="6EDC1EA0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3. </w:t>
      </w:r>
      <w:r w:rsidRPr="00EE657A">
        <w:t>Summarize the general characteristics of the domains and major kingdoms of life.</w:t>
      </w:r>
    </w:p>
    <w:p w14:paraId="0D8FC941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</w:p>
    <w:p w14:paraId="60287018" w14:textId="77777777" w:rsidR="00EE657A" w:rsidRPr="00A532AD" w:rsidRDefault="00EE657A" w:rsidP="00A532AD">
      <w:pPr>
        <w:pStyle w:val="Heading2"/>
      </w:pPr>
      <w:r w:rsidRPr="00EE657A">
        <w:t>1.3 Science: A Way of Knowing</w:t>
      </w:r>
    </w:p>
    <w:p w14:paraId="0A612C61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1. </w:t>
      </w:r>
      <w:r w:rsidRPr="00EE657A">
        <w:t>Identify the steps of the scientific method.</w:t>
      </w:r>
    </w:p>
    <w:p w14:paraId="4CF028AE" w14:textId="35605CA3" w:rsidR="00EE657A" w:rsidRPr="00EE657A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Describe the basic requirements for a controlled experiment.</w:t>
      </w:r>
    </w:p>
    <w:p w14:paraId="345571D4" w14:textId="77777777" w:rsidR="00D96506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3. </w:t>
      </w:r>
      <w:r w:rsidRPr="00EE657A">
        <w:t>Distinguish between a theory and a hypothesis.</w:t>
      </w:r>
    </w:p>
    <w:p w14:paraId="4CFCAAF4" w14:textId="4CCEA6FD" w:rsidR="00EE657A" w:rsidRPr="00EE657A" w:rsidRDefault="00EE657A" w:rsidP="00EE657A">
      <w:pPr>
        <w:widowControl w:val="0"/>
        <w:autoSpaceDE w:val="0"/>
        <w:autoSpaceDN w:val="0"/>
        <w:adjustRightInd w:val="0"/>
      </w:pPr>
    </w:p>
    <w:p w14:paraId="143743C9" w14:textId="77777777" w:rsidR="00EE657A" w:rsidRPr="00A532AD" w:rsidRDefault="00EE657A" w:rsidP="00A532AD">
      <w:pPr>
        <w:pStyle w:val="Heading2"/>
      </w:pPr>
      <w:r w:rsidRPr="00EE657A">
        <w:t>1.4 Challenges Facing Science</w:t>
      </w:r>
    </w:p>
    <w:p w14:paraId="27303423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1. </w:t>
      </w:r>
      <w:r w:rsidRPr="00EE657A">
        <w:t>Distinguish between science and technology.</w:t>
      </w:r>
    </w:p>
    <w:p w14:paraId="7F4CEC71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Sum</w:t>
      </w:r>
      <w:r w:rsidR="00D96506">
        <w:t>m</w:t>
      </w:r>
      <w:r w:rsidRPr="00EE657A">
        <w:t>arize some of the major challenges currently facing science.</w:t>
      </w:r>
    </w:p>
    <w:p w14:paraId="4517A110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</w:p>
    <w:p w14:paraId="368ABFF3" w14:textId="77777777" w:rsidR="00EE657A" w:rsidRPr="00EE657A" w:rsidRDefault="00EE657A" w:rsidP="00EE657A"/>
    <w:p w14:paraId="03F29EA7" w14:textId="77777777" w:rsidR="00EE657A" w:rsidRPr="00A532AD" w:rsidRDefault="00EE657A" w:rsidP="00A532AD">
      <w:pPr>
        <w:pStyle w:val="Heading1"/>
      </w:pPr>
      <w:r w:rsidRPr="00A532AD">
        <w:t>Extended Lecture Outline</w:t>
      </w:r>
    </w:p>
    <w:p w14:paraId="0DBD2A3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D082BC9" w14:textId="77777777" w:rsidR="00EE657A" w:rsidRPr="00A532AD" w:rsidRDefault="00EE657A" w:rsidP="00A532AD">
      <w:pPr>
        <w:pStyle w:val="Heading2"/>
      </w:pPr>
      <w:r w:rsidRPr="00A532AD">
        <w:t>1.1. The Characteristics of Life</w:t>
      </w:r>
    </w:p>
    <w:p w14:paraId="506CBF7E" w14:textId="396D0C44" w:rsidR="00EE657A" w:rsidRPr="00EE657A" w:rsidRDefault="00570830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0815BA">
        <w:rPr>
          <w:color w:val="000000"/>
        </w:rPr>
        <w:t>Living organisms</w:t>
      </w:r>
      <w:r w:rsidR="00EE657A" w:rsidRPr="000815BA">
        <w:rPr>
          <w:color w:val="000000"/>
        </w:rPr>
        <w:t xml:space="preserve"> are organized from the cell as the basic unit of life to tissues, organs, </w:t>
      </w:r>
      <w:r w:rsidR="000815BA">
        <w:rPr>
          <w:color w:val="000000"/>
        </w:rPr>
        <w:t xml:space="preserve">and </w:t>
      </w:r>
      <w:r w:rsidR="00EE657A" w:rsidRPr="000815BA">
        <w:rPr>
          <w:color w:val="000000"/>
        </w:rPr>
        <w:t>organ systems</w:t>
      </w:r>
      <w:r w:rsidR="000815BA">
        <w:rPr>
          <w:color w:val="000000"/>
        </w:rPr>
        <w:t xml:space="preserve">. </w:t>
      </w:r>
      <w:r w:rsidR="00733D8E">
        <w:rPr>
          <w:color w:val="000000"/>
        </w:rPr>
        <w:t>Organisms</w:t>
      </w:r>
      <w:r w:rsidR="000815BA">
        <w:rPr>
          <w:color w:val="000000"/>
        </w:rPr>
        <w:t xml:space="preserve"> are further organized</w:t>
      </w:r>
      <w:r w:rsidR="00EE657A" w:rsidRPr="000815BA">
        <w:rPr>
          <w:color w:val="000000"/>
        </w:rPr>
        <w:t xml:space="preserve"> through populations, communities, ecosystems</w:t>
      </w:r>
      <w:r w:rsidR="00BF0B28" w:rsidRPr="000815BA">
        <w:rPr>
          <w:color w:val="000000"/>
        </w:rPr>
        <w:t>,</w:t>
      </w:r>
      <w:r w:rsidR="00EE657A" w:rsidRPr="000815BA">
        <w:rPr>
          <w:color w:val="000000"/>
        </w:rPr>
        <w:t xml:space="preserve"> and the biosphere.</w:t>
      </w:r>
      <w:r w:rsidR="00336014" w:rsidRPr="000815BA">
        <w:rPr>
          <w:color w:val="000000"/>
        </w:rPr>
        <w:t xml:space="preserve"> </w:t>
      </w:r>
      <w:r w:rsidR="00EF5F6A" w:rsidRPr="000815BA">
        <w:rPr>
          <w:color w:val="000000"/>
        </w:rPr>
        <w:t>Species are defined as interbreeding individuals that produce viable and fertile offspring.</w:t>
      </w:r>
    </w:p>
    <w:p w14:paraId="76FB2B59" w14:textId="77777777" w:rsidR="00EE657A" w:rsidRPr="00EE657A" w:rsidRDefault="00EE657A" w:rsidP="00BA3D2D">
      <w:pPr>
        <w:pStyle w:val="Heading3"/>
      </w:pPr>
      <w:r w:rsidRPr="00EE657A">
        <w:t>Life Requires Materials and Energy</w:t>
      </w:r>
    </w:p>
    <w:p w14:paraId="1CBAE8B9" w14:textId="0B56C75F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All life needs the input of energy beginning with the capture of solar energy by photosynthe</w:t>
      </w:r>
      <w:r w:rsidR="00DA2112">
        <w:rPr>
          <w:color w:val="000000"/>
        </w:rPr>
        <w:t xml:space="preserve">tic organisms </w:t>
      </w:r>
      <w:r w:rsidR="00336014">
        <w:rPr>
          <w:color w:val="000000"/>
        </w:rPr>
        <w:t xml:space="preserve">(producers) </w:t>
      </w:r>
      <w:r w:rsidR="00DA2112">
        <w:rPr>
          <w:color w:val="000000"/>
        </w:rPr>
        <w:t>such as plants</w:t>
      </w:r>
      <w:r w:rsidRPr="00EE657A">
        <w:rPr>
          <w:color w:val="000000"/>
        </w:rPr>
        <w:t>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Energy is the capacity to do work</w:t>
      </w:r>
      <w:r w:rsidR="00E268B6">
        <w:rPr>
          <w:color w:val="000000"/>
        </w:rPr>
        <w:t>,</w:t>
      </w:r>
      <w:r w:rsidR="00DA2112">
        <w:rPr>
          <w:color w:val="000000"/>
        </w:rPr>
        <w:t xml:space="preserve"> which is necessary to maintain organization</w:t>
      </w:r>
      <w:r w:rsidRPr="00EE657A">
        <w:rPr>
          <w:color w:val="000000"/>
        </w:rPr>
        <w:t>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Metabolism refers to all of the chemical reactions that occur in a cell, and photosynthesis refers to the transformation of solar energy to chemical energy in </w:t>
      </w:r>
      <w:r w:rsidR="00DA2112">
        <w:rPr>
          <w:color w:val="000000"/>
        </w:rPr>
        <w:t xml:space="preserve">nutrient molecules. Energy flows from the sun to photosynthetic organisms and then to other members of a food chain as they feed. As energy is transferred from one organism to the next, some </w:t>
      </w:r>
      <w:r w:rsidR="00201DA8">
        <w:rPr>
          <w:color w:val="000000"/>
        </w:rPr>
        <w:t xml:space="preserve">energy </w:t>
      </w:r>
      <w:r w:rsidR="00DA2112">
        <w:rPr>
          <w:color w:val="000000"/>
        </w:rPr>
        <w:t xml:space="preserve">is lost as heat. </w:t>
      </w:r>
      <w:r w:rsidR="00336014">
        <w:rPr>
          <w:color w:val="000000"/>
        </w:rPr>
        <w:t>Death and decomposition enable inorganic nutrients to be reused by producers.</w:t>
      </w:r>
    </w:p>
    <w:p w14:paraId="497ED08E" w14:textId="77777777" w:rsidR="00EE657A" w:rsidRPr="00BA3D2D" w:rsidRDefault="00EE657A" w:rsidP="00BA3D2D">
      <w:pPr>
        <w:pStyle w:val="Heading3"/>
      </w:pPr>
      <w:r w:rsidRPr="00EE657A">
        <w:t>Living Organisms Maintain an Internal Environment</w:t>
      </w:r>
    </w:p>
    <w:p w14:paraId="2113BF24" w14:textId="6008FC7D" w:rsidR="00EE657A" w:rsidRPr="00EE657A" w:rsidRDefault="00570830" w:rsidP="00EE657A">
      <w:pPr>
        <w:widowControl w:val="0"/>
        <w:autoSpaceDE w:val="0"/>
        <w:autoSpaceDN w:val="0"/>
        <w:adjustRightInd w:val="0"/>
        <w:rPr>
          <w:iCs/>
        </w:rPr>
      </w:pPr>
      <w:r>
        <w:rPr>
          <w:iCs/>
        </w:rPr>
        <w:lastRenderedPageBreak/>
        <w:t>Living organisms</w:t>
      </w:r>
      <w:r w:rsidR="00EE657A" w:rsidRPr="00EE657A">
        <w:rPr>
          <w:iCs/>
        </w:rPr>
        <w:t xml:space="preserve"> need to keep themselves stable in temperature, moisture level, acidity, and other factors that are critical to maintaining life. The maintenance of internal conditions within certain boundaries is called homeostasis.</w:t>
      </w:r>
    </w:p>
    <w:p w14:paraId="0D987C9B" w14:textId="77777777" w:rsidR="00EE657A" w:rsidRPr="00BA3D2D" w:rsidRDefault="00EE657A" w:rsidP="00BA3D2D">
      <w:pPr>
        <w:pStyle w:val="Heading3"/>
      </w:pPr>
      <w:r w:rsidRPr="00BA3D2D">
        <w:t>Living Organisms Respond</w:t>
      </w:r>
    </w:p>
    <w:p w14:paraId="2DF10673" w14:textId="53CB31CF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All </w:t>
      </w:r>
      <w:r w:rsidR="00570830">
        <w:rPr>
          <w:color w:val="000000"/>
        </w:rPr>
        <w:t>living organisms</w:t>
      </w:r>
      <w:r w:rsidRPr="00EE657A">
        <w:rPr>
          <w:color w:val="000000"/>
        </w:rPr>
        <w:t xml:space="preserve"> respond in some fashion to their environment.</w:t>
      </w:r>
    </w:p>
    <w:p w14:paraId="12912FD7" w14:textId="77777777" w:rsidR="00EE657A" w:rsidRPr="00BA3D2D" w:rsidRDefault="00EE657A" w:rsidP="00BA3D2D">
      <w:pPr>
        <w:pStyle w:val="Heading3"/>
      </w:pPr>
      <w:r w:rsidRPr="00BA3D2D">
        <w:t>Living Organisms Reproduce and Develop</w:t>
      </w:r>
    </w:p>
    <w:p w14:paraId="66E4F836" w14:textId="6BC01EA9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All </w:t>
      </w:r>
      <w:r w:rsidR="00570830">
        <w:rPr>
          <w:color w:val="000000"/>
        </w:rPr>
        <w:t>living organisms</w:t>
      </w:r>
      <w:r w:rsidRPr="00EE657A">
        <w:rPr>
          <w:color w:val="000000"/>
        </w:rPr>
        <w:t xml:space="preserve"> produce offspring, passing on genes</w:t>
      </w:r>
      <w:r w:rsidR="00336014">
        <w:rPr>
          <w:color w:val="000000"/>
        </w:rPr>
        <w:t xml:space="preserve"> </w:t>
      </w:r>
      <w:r w:rsidR="00E268B6">
        <w:rPr>
          <w:color w:val="000000"/>
        </w:rPr>
        <w:t>(</w:t>
      </w:r>
      <w:r w:rsidR="00336014">
        <w:rPr>
          <w:color w:val="000000"/>
        </w:rPr>
        <w:t>located on DNA</w:t>
      </w:r>
      <w:r w:rsidR="00E268B6">
        <w:rPr>
          <w:color w:val="000000"/>
        </w:rPr>
        <w:t>)</w:t>
      </w:r>
      <w:r w:rsidRPr="00EE657A">
        <w:rPr>
          <w:color w:val="000000"/>
        </w:rPr>
        <w:t xml:space="preserve"> that control how the offspring develops.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This process is called reproduction.</w:t>
      </w:r>
    </w:p>
    <w:p w14:paraId="791316CA" w14:textId="77777777" w:rsidR="00EE657A" w:rsidRPr="00BA3D2D" w:rsidRDefault="00EE657A" w:rsidP="00BA3D2D">
      <w:pPr>
        <w:pStyle w:val="Heading3"/>
      </w:pPr>
      <w:r w:rsidRPr="00BA3D2D">
        <w:t>Living Organisms Have Adaptations</w:t>
      </w:r>
    </w:p>
    <w:p w14:paraId="7802FB46" w14:textId="55B68EBD" w:rsidR="00EE657A" w:rsidRPr="00EE657A" w:rsidRDefault="00570830" w:rsidP="00EE657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Living organisms</w:t>
      </w:r>
      <w:r w:rsidR="00EE657A" w:rsidRPr="00EE657A">
        <w:rPr>
          <w:color w:val="000000"/>
        </w:rPr>
        <w:t xml:space="preserve"> </w:t>
      </w:r>
      <w:r>
        <w:rPr>
          <w:color w:val="000000"/>
        </w:rPr>
        <w:t xml:space="preserve">have adaptations that enable them to survive in certain environments. </w:t>
      </w:r>
      <w:r w:rsidR="002E4A13">
        <w:rPr>
          <w:color w:val="000000"/>
        </w:rPr>
        <w:t>Evolution is the process by which species become adapted to their environments.</w:t>
      </w:r>
    </w:p>
    <w:p w14:paraId="256E970E" w14:textId="77777777" w:rsidR="00E86D7B" w:rsidRDefault="00E86D7B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1EA5B9D9" w14:textId="77777777" w:rsidR="00EE657A" w:rsidRPr="00A532AD" w:rsidRDefault="00EE657A" w:rsidP="00A532AD">
      <w:pPr>
        <w:pStyle w:val="Heading2"/>
      </w:pPr>
      <w:r w:rsidRPr="00A532AD">
        <w:t>1.2 Evolution: The Core Concept of Biology</w:t>
      </w:r>
    </w:p>
    <w:p w14:paraId="56D7716E" w14:textId="1D5ABC8F" w:rsidR="00EE657A" w:rsidRPr="00EE657A" w:rsidRDefault="00C62C66" w:rsidP="00EE657A">
      <w:pPr>
        <w:widowControl w:val="0"/>
        <w:autoSpaceDE w:val="0"/>
        <w:autoSpaceDN w:val="0"/>
        <w:adjustRightInd w:val="0"/>
        <w:outlineLvl w:val="0"/>
        <w:rPr>
          <w:bCs/>
          <w:color w:val="000000"/>
        </w:rPr>
      </w:pPr>
      <w:r>
        <w:rPr>
          <w:bCs/>
          <w:color w:val="000000"/>
        </w:rPr>
        <w:t>All organisms share the same basic characteristics</w:t>
      </w:r>
      <w:r w:rsidR="000025BA">
        <w:rPr>
          <w:bCs/>
          <w:color w:val="000000"/>
        </w:rPr>
        <w:t>,</w:t>
      </w:r>
      <w:r>
        <w:rPr>
          <w:bCs/>
          <w:color w:val="000000"/>
        </w:rPr>
        <w:t xml:space="preserve"> suggesting </w:t>
      </w:r>
      <w:r w:rsidR="000025BA">
        <w:rPr>
          <w:bCs/>
          <w:color w:val="000000"/>
        </w:rPr>
        <w:t xml:space="preserve">that </w:t>
      </w:r>
      <w:r>
        <w:rPr>
          <w:bCs/>
          <w:color w:val="000000"/>
        </w:rPr>
        <w:t>the</w:t>
      </w:r>
      <w:r w:rsidR="00C65CBB">
        <w:rPr>
          <w:bCs/>
          <w:color w:val="000000"/>
        </w:rPr>
        <w:t>y</w:t>
      </w:r>
      <w:r>
        <w:rPr>
          <w:bCs/>
          <w:color w:val="000000"/>
        </w:rPr>
        <w:t xml:space="preserve"> share a common ancestor</w:t>
      </w:r>
      <w:r w:rsidR="000025BA">
        <w:rPr>
          <w:bCs/>
          <w:color w:val="000000"/>
        </w:rPr>
        <w:t>—</w:t>
      </w:r>
      <w:r>
        <w:rPr>
          <w:bCs/>
          <w:color w:val="000000"/>
        </w:rPr>
        <w:t>the first cell or cells.</w:t>
      </w:r>
      <w:r w:rsidR="007A1623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Changes in a population </w:t>
      </w:r>
      <w:r w:rsidR="00B278EB">
        <w:rPr>
          <w:bCs/>
          <w:color w:val="000000"/>
        </w:rPr>
        <w:t xml:space="preserve">occur </w:t>
      </w:r>
      <w:r>
        <w:rPr>
          <w:bCs/>
          <w:color w:val="000000"/>
        </w:rPr>
        <w:t>over time and passing on those chan</w:t>
      </w:r>
      <w:r w:rsidR="004914B7">
        <w:rPr>
          <w:bCs/>
          <w:color w:val="000000"/>
        </w:rPr>
        <w:t>ges to the next generation take</w:t>
      </w:r>
      <w:r w:rsidR="000025BA">
        <w:rPr>
          <w:bCs/>
          <w:color w:val="000000"/>
        </w:rPr>
        <w:t>s</w:t>
      </w:r>
      <w:r>
        <w:rPr>
          <w:bCs/>
          <w:color w:val="000000"/>
        </w:rPr>
        <w:t xml:space="preserve"> place when evolution occurs.</w:t>
      </w:r>
    </w:p>
    <w:p w14:paraId="22275A43" w14:textId="77777777" w:rsidR="00EE657A" w:rsidRPr="00BA3D2D" w:rsidRDefault="00EE657A" w:rsidP="00BA3D2D">
      <w:pPr>
        <w:pStyle w:val="Heading3"/>
      </w:pPr>
      <w:r w:rsidRPr="00BA3D2D">
        <w:t>Natural Selection and Evolutionary Processes</w:t>
      </w:r>
    </w:p>
    <w:p w14:paraId="2F96F5B5" w14:textId="5CDBEA1D" w:rsidR="000025BA" w:rsidRDefault="004914B7" w:rsidP="00EE657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Natural selection, proposed by Charles Darwin and Alfred Russel Wallace, is the mechanism by which evolution occurs. Adaptations that result in greater reproductive success appear more frequently in a population as evolution takes place. </w:t>
      </w:r>
      <w:r w:rsidR="00C608C7">
        <w:rPr>
          <w:color w:val="000000"/>
        </w:rPr>
        <w:t>Through evolution (common descent with modification)</w:t>
      </w:r>
      <w:r w:rsidR="00B278EB">
        <w:rPr>
          <w:color w:val="000000"/>
        </w:rPr>
        <w:t>,</w:t>
      </w:r>
      <w:r w:rsidR="00C608C7">
        <w:rPr>
          <w:color w:val="000000"/>
        </w:rPr>
        <w:t xml:space="preserve"> one species can be the common ancestor to multiple species</w:t>
      </w:r>
      <w:r w:rsidR="00E246FC">
        <w:rPr>
          <w:color w:val="000000"/>
        </w:rPr>
        <w:t>,</w:t>
      </w:r>
      <w:r w:rsidR="00C608C7">
        <w:rPr>
          <w:color w:val="000000"/>
        </w:rPr>
        <w:t xml:space="preserve"> each of which has adaptations sui</w:t>
      </w:r>
      <w:r w:rsidR="00CE0518">
        <w:rPr>
          <w:color w:val="000000"/>
        </w:rPr>
        <w:t xml:space="preserve">ted to a specific environment. </w:t>
      </w:r>
    </w:p>
    <w:p w14:paraId="591D9A7D" w14:textId="7BB1514B" w:rsidR="00C608C7" w:rsidRPr="00EE657A" w:rsidRDefault="00CE0518" w:rsidP="00EE657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The overuse of antibiotics serves as a selective agent for bacteria resistant to the antibiotics</w:t>
      </w:r>
      <w:r w:rsidR="000025BA">
        <w:rPr>
          <w:color w:val="000000"/>
        </w:rPr>
        <w:t>,</w:t>
      </w:r>
      <w:r>
        <w:rPr>
          <w:color w:val="000000"/>
        </w:rPr>
        <w:t xml:space="preserve"> leading to an increased number of bacteria that are resistant and a greater number of infections that cannot be treated with once</w:t>
      </w:r>
      <w:r w:rsidR="000025BA">
        <w:rPr>
          <w:color w:val="000000"/>
        </w:rPr>
        <w:t>-</w:t>
      </w:r>
      <w:r>
        <w:rPr>
          <w:color w:val="000000"/>
        </w:rPr>
        <w:t>effective antibiotics.</w:t>
      </w:r>
    </w:p>
    <w:p w14:paraId="5FBC8AFE" w14:textId="77777777" w:rsidR="00EE657A" w:rsidRPr="00BA3D2D" w:rsidRDefault="00EE657A" w:rsidP="00BA3D2D">
      <w:pPr>
        <w:pStyle w:val="Heading3"/>
      </w:pPr>
      <w:r w:rsidRPr="00BA3D2D">
        <w:t>Organizing the Diversity of Life</w:t>
      </w:r>
    </w:p>
    <w:p w14:paraId="5F2D2D74" w14:textId="5C88A6A0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Taxonomy involves identifying and classifying organisms</w:t>
      </w:r>
      <w:r w:rsidR="000025BA">
        <w:rPr>
          <w:color w:val="000000"/>
        </w:rPr>
        <w:t>,</w:t>
      </w:r>
      <w:r w:rsidR="002564D1">
        <w:rPr>
          <w:color w:val="000000"/>
        </w:rPr>
        <w:t xml:space="preserve"> and systematics involves determining the evolutionary relationship between organisms.</w:t>
      </w:r>
    </w:p>
    <w:p w14:paraId="2EA61428" w14:textId="72FDD66E" w:rsidR="00EE657A" w:rsidRPr="00EE657A" w:rsidRDefault="00EE657A" w:rsidP="00EA18A6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EE657A">
        <w:rPr>
          <w:color w:val="000000"/>
        </w:rPr>
        <w:t>Classification includes species, genus, family, order, class, phylum, kingdom, and domain from the least inclusive to the most inclusive.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Three domains </w:t>
      </w:r>
      <w:r w:rsidR="002564D1">
        <w:rPr>
          <w:color w:val="000000"/>
        </w:rPr>
        <w:t>exist based on biochemical evidence</w:t>
      </w:r>
      <w:r w:rsidRPr="00EE657A">
        <w:rPr>
          <w:color w:val="000000"/>
        </w:rPr>
        <w:t xml:space="preserve">; they are </w:t>
      </w:r>
      <w:r w:rsidRPr="00EE657A">
        <w:rPr>
          <w:b/>
          <w:color w:val="000000"/>
        </w:rPr>
        <w:t>Bacteria</w:t>
      </w:r>
      <w:r w:rsidRPr="00201DA8">
        <w:rPr>
          <w:color w:val="000000"/>
        </w:rPr>
        <w:t>,</w:t>
      </w:r>
      <w:r w:rsidRPr="00EE657A">
        <w:rPr>
          <w:b/>
          <w:color w:val="000000"/>
        </w:rPr>
        <w:t xml:space="preserve"> Archaea</w:t>
      </w:r>
      <w:r w:rsidRPr="00EE657A">
        <w:rPr>
          <w:color w:val="000000"/>
        </w:rPr>
        <w:t xml:space="preserve">, and </w:t>
      </w:r>
      <w:r w:rsidRPr="00EE657A">
        <w:rPr>
          <w:b/>
          <w:color w:val="000000"/>
        </w:rPr>
        <w:t>Eukarya</w:t>
      </w:r>
      <w:r w:rsidRPr="00201DA8">
        <w:rPr>
          <w:color w:val="000000"/>
        </w:rPr>
        <w:t>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Bacteria and Archaea </w:t>
      </w:r>
      <w:r w:rsidR="002564D1">
        <w:rPr>
          <w:color w:val="000000"/>
        </w:rPr>
        <w:t xml:space="preserve">contain </w:t>
      </w:r>
      <w:r w:rsidRPr="00EE657A">
        <w:rPr>
          <w:color w:val="000000"/>
        </w:rPr>
        <w:t>prokaryotes.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Kingdoms </w:t>
      </w:r>
      <w:r w:rsidR="002564D1">
        <w:rPr>
          <w:color w:val="000000"/>
        </w:rPr>
        <w:t>of protists, fungi, plants</w:t>
      </w:r>
      <w:r w:rsidR="000025BA">
        <w:rPr>
          <w:color w:val="000000"/>
        </w:rPr>
        <w:t>,</w:t>
      </w:r>
      <w:r w:rsidR="002564D1">
        <w:rPr>
          <w:color w:val="000000"/>
        </w:rPr>
        <w:t xml:space="preserve"> and animals </w:t>
      </w:r>
      <w:r w:rsidRPr="00EE657A">
        <w:rPr>
          <w:color w:val="000000"/>
        </w:rPr>
        <w:t>are found in the Eukarya domain.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Organisms are identified using scientifically</w:t>
      </w:r>
      <w:r w:rsidR="00150CD9">
        <w:rPr>
          <w:color w:val="000000"/>
        </w:rPr>
        <w:t xml:space="preserve"> </w:t>
      </w:r>
      <w:r w:rsidRPr="00EE657A">
        <w:rPr>
          <w:color w:val="000000"/>
        </w:rPr>
        <w:t>based binomial names.</w:t>
      </w:r>
    </w:p>
    <w:p w14:paraId="34601315" w14:textId="77777777" w:rsidR="00EE657A" w:rsidRPr="00EE657A" w:rsidRDefault="00EE657A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64C8CA38" w14:textId="0D0A8513" w:rsidR="00EE657A" w:rsidRPr="00A532AD" w:rsidRDefault="00EE657A" w:rsidP="00A532AD">
      <w:pPr>
        <w:pStyle w:val="Heading2"/>
      </w:pPr>
      <w:r w:rsidRPr="00A532AD">
        <w:t>1</w:t>
      </w:r>
      <w:r w:rsidR="00E86D7B" w:rsidRPr="00A532AD">
        <w:t>.</w:t>
      </w:r>
      <w:r w:rsidR="001E5856" w:rsidRPr="00A532AD">
        <w:t xml:space="preserve">3 </w:t>
      </w:r>
      <w:r w:rsidRPr="00A532AD">
        <w:t>Science: A Way of Knowing</w:t>
      </w:r>
    </w:p>
    <w:p w14:paraId="0602AC06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The scientific method is typically used to study the natural world.</w:t>
      </w:r>
    </w:p>
    <w:p w14:paraId="2F8E2850" w14:textId="77777777" w:rsidR="00EE657A" w:rsidRPr="00BA3D2D" w:rsidRDefault="00EE657A" w:rsidP="00BA3D2D">
      <w:pPr>
        <w:pStyle w:val="Heading3"/>
      </w:pPr>
      <w:r w:rsidRPr="00BA3D2D">
        <w:t>Start with an Observation</w:t>
      </w:r>
    </w:p>
    <w:p w14:paraId="7BAD5F7F" w14:textId="5B415FA8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Observation</w:t>
      </w:r>
      <w:r w:rsidR="00837F56">
        <w:rPr>
          <w:color w:val="000000"/>
        </w:rPr>
        <w:t>,</w:t>
      </w:r>
      <w:r w:rsidRPr="00EE657A">
        <w:rPr>
          <w:color w:val="000000"/>
        </w:rPr>
        <w:t xml:space="preserve"> the first step</w:t>
      </w:r>
      <w:r w:rsidR="00837F56">
        <w:rPr>
          <w:color w:val="000000"/>
        </w:rPr>
        <w:t xml:space="preserve"> in the scientific method</w:t>
      </w:r>
      <w:r w:rsidRPr="00EE657A">
        <w:rPr>
          <w:color w:val="000000"/>
        </w:rPr>
        <w:t>, includes an individual</w:t>
      </w:r>
      <w:r w:rsidR="001D3931">
        <w:rPr>
          <w:color w:val="000000"/>
        </w:rPr>
        <w:t>’</w:t>
      </w:r>
      <w:r w:rsidRPr="00EE657A">
        <w:rPr>
          <w:color w:val="000000"/>
        </w:rPr>
        <w:t>s observations, as well as observations of other scientists found in scientific literature.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Instrumentation extends a scientist</w:t>
      </w:r>
      <w:r w:rsidR="001D3931">
        <w:rPr>
          <w:color w:val="000000"/>
        </w:rPr>
        <w:t>’</w:t>
      </w:r>
      <w:r w:rsidRPr="00EE657A">
        <w:rPr>
          <w:color w:val="000000"/>
        </w:rPr>
        <w:t>s ability to observe.</w:t>
      </w:r>
    </w:p>
    <w:p w14:paraId="4535948E" w14:textId="77777777" w:rsidR="00EE657A" w:rsidRPr="00BA3D2D" w:rsidRDefault="00EE657A" w:rsidP="00BA3D2D">
      <w:pPr>
        <w:pStyle w:val="Heading3"/>
      </w:pPr>
      <w:r w:rsidRPr="00BA3D2D">
        <w:t>Develop a Hypothesis</w:t>
      </w:r>
    </w:p>
    <w:p w14:paraId="3390EA85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Hypotheses are often proposed and conclusions are often provided using inductive reasoning.</w:t>
      </w:r>
    </w:p>
    <w:p w14:paraId="5981CF79" w14:textId="77777777" w:rsidR="00EE657A" w:rsidRPr="00BA3D2D" w:rsidRDefault="00EE657A" w:rsidP="00BA3D2D">
      <w:pPr>
        <w:pStyle w:val="Heading3"/>
      </w:pPr>
      <w:r w:rsidRPr="00BA3D2D">
        <w:t>Make a Prediction and Perform Experiments</w:t>
      </w:r>
    </w:p>
    <w:p w14:paraId="64014905" w14:textId="79808684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Experimental design includes an experimental variable and a control group.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Models are often used.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Data collected is often mathematical.</w:t>
      </w:r>
    </w:p>
    <w:p w14:paraId="205B2C85" w14:textId="77777777" w:rsidR="00EE657A" w:rsidRPr="00BA3D2D" w:rsidRDefault="00EE657A" w:rsidP="00BA3D2D">
      <w:pPr>
        <w:pStyle w:val="Heading3"/>
      </w:pPr>
      <w:r w:rsidRPr="00BA3D2D">
        <w:lastRenderedPageBreak/>
        <w:t>Develop a Conclusion</w:t>
      </w:r>
    </w:p>
    <w:p w14:paraId="64C7ACC7" w14:textId="15BF3713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Based on the experimental data, conclusions can be drawn as to whether the hypothesis was supported or not.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Experiments must be repeatable.</w:t>
      </w:r>
    </w:p>
    <w:p w14:paraId="5B3C2C8D" w14:textId="77777777" w:rsidR="00EE657A" w:rsidRPr="00BA3D2D" w:rsidRDefault="00EE657A" w:rsidP="00BA3D2D">
      <w:pPr>
        <w:pStyle w:val="Heading3"/>
      </w:pPr>
      <w:r w:rsidRPr="00BA3D2D">
        <w:t>Scientific Theory</w:t>
      </w:r>
    </w:p>
    <w:p w14:paraId="2E860A65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Scientific theories explain how the natural world works.</w:t>
      </w:r>
    </w:p>
    <w:p w14:paraId="6749911E" w14:textId="77777777" w:rsidR="00EE657A" w:rsidRPr="00BA3D2D" w:rsidRDefault="00EE657A" w:rsidP="00BA3D2D">
      <w:pPr>
        <w:pStyle w:val="Heading3"/>
      </w:pPr>
      <w:r w:rsidRPr="00BA3D2D">
        <w:t>An Example of a Controlled Study</w:t>
      </w:r>
    </w:p>
    <w:p w14:paraId="0C51103B" w14:textId="27EBB5A0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Experimental design and data </w:t>
      </w:r>
      <w:r w:rsidR="002943DA">
        <w:rPr>
          <w:color w:val="000000"/>
        </w:rPr>
        <w:t>are</w:t>
      </w:r>
      <w:r w:rsidRPr="00EE657A">
        <w:rPr>
          <w:color w:val="000000"/>
        </w:rPr>
        <w:t xml:space="preserve"> presented for an investigation of </w:t>
      </w:r>
      <w:r w:rsidR="008A2F2B">
        <w:rPr>
          <w:color w:val="000000"/>
        </w:rPr>
        <w:t>the effectiveness of two different antibiotics used to treat ulcers.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In experimental systems, there are often </w:t>
      </w:r>
      <w:r w:rsidR="002943DA">
        <w:rPr>
          <w:color w:val="000000"/>
        </w:rPr>
        <w:t>t</w:t>
      </w:r>
      <w:r w:rsidRPr="00EE657A">
        <w:rPr>
          <w:color w:val="000000"/>
        </w:rPr>
        <w:t xml:space="preserve">est </w:t>
      </w:r>
      <w:r w:rsidR="002943DA">
        <w:rPr>
          <w:color w:val="000000"/>
        </w:rPr>
        <w:t>g</w:t>
      </w:r>
      <w:r w:rsidRPr="00EE657A">
        <w:rPr>
          <w:color w:val="000000"/>
        </w:rPr>
        <w:t xml:space="preserve">roups and </w:t>
      </w:r>
      <w:r w:rsidR="002943DA">
        <w:rPr>
          <w:color w:val="000000"/>
        </w:rPr>
        <w:t>c</w:t>
      </w:r>
      <w:r w:rsidRPr="00EE657A">
        <w:rPr>
          <w:color w:val="000000"/>
        </w:rPr>
        <w:t xml:space="preserve">ontrol </w:t>
      </w:r>
      <w:r w:rsidR="002943DA">
        <w:rPr>
          <w:color w:val="000000"/>
        </w:rPr>
        <w:t>g</w:t>
      </w:r>
      <w:r w:rsidRPr="00EE657A">
        <w:rPr>
          <w:color w:val="000000"/>
        </w:rPr>
        <w:t>roups.</w:t>
      </w:r>
    </w:p>
    <w:p w14:paraId="1CE8633B" w14:textId="18A37559" w:rsidR="00EE657A" w:rsidRPr="00BA3D2D" w:rsidRDefault="00EE657A" w:rsidP="00BA3D2D">
      <w:pPr>
        <w:pStyle w:val="Heading3"/>
      </w:pPr>
      <w:r w:rsidRPr="00BA3D2D">
        <w:t>Publish</w:t>
      </w:r>
      <w:r w:rsidR="00132841" w:rsidRPr="00BA3D2D">
        <w:t>ing</w:t>
      </w:r>
      <w:r w:rsidRPr="00BA3D2D">
        <w:t xml:space="preserve"> </w:t>
      </w:r>
      <w:r w:rsidR="00132841" w:rsidRPr="00BA3D2D">
        <w:t>the</w:t>
      </w:r>
      <w:r w:rsidRPr="00BA3D2D">
        <w:t xml:space="preserve"> Results</w:t>
      </w:r>
    </w:p>
    <w:p w14:paraId="1A337FF7" w14:textId="22754FF3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Scientific studies are published in scientific journals through a process of rigorous review</w:t>
      </w:r>
      <w:r w:rsidR="002C6042">
        <w:rPr>
          <w:color w:val="000000"/>
        </w:rPr>
        <w:t>;</w:t>
      </w:r>
      <w:r w:rsidRPr="00EE657A">
        <w:rPr>
          <w:color w:val="000000"/>
        </w:rPr>
        <w:t xml:space="preserve"> this makes </w:t>
      </w:r>
      <w:r w:rsidR="000135D5">
        <w:rPr>
          <w:color w:val="000000"/>
        </w:rPr>
        <w:t>studies</w:t>
      </w:r>
      <w:r w:rsidR="000135D5" w:rsidRPr="00EE657A">
        <w:rPr>
          <w:color w:val="000000"/>
        </w:rPr>
        <w:t xml:space="preserve"> </w:t>
      </w:r>
      <w:r w:rsidRPr="00EE657A">
        <w:rPr>
          <w:color w:val="000000"/>
        </w:rPr>
        <w:t>available to the entire scientific community.</w:t>
      </w:r>
    </w:p>
    <w:p w14:paraId="44C0DCAE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35DED0A9" w14:textId="0988E6DC" w:rsidR="00EE657A" w:rsidRPr="00A532AD" w:rsidRDefault="00EE657A" w:rsidP="00A532AD">
      <w:pPr>
        <w:pStyle w:val="Heading2"/>
      </w:pPr>
      <w:r w:rsidRPr="00A532AD">
        <w:t>1.</w:t>
      </w:r>
      <w:r w:rsidR="008A2F2B" w:rsidRPr="00A532AD">
        <w:t>4</w:t>
      </w:r>
      <w:r w:rsidRPr="00A532AD">
        <w:t xml:space="preserve"> Challenges Facing Science</w:t>
      </w:r>
    </w:p>
    <w:p w14:paraId="3FF7A7E1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The importance of scientific knowledge in order for everyone to make informed decisions about the use of technology is presented.</w:t>
      </w:r>
    </w:p>
    <w:p w14:paraId="1AF03D54" w14:textId="640D47A2" w:rsidR="00EE657A" w:rsidRPr="00BA3D2D" w:rsidRDefault="000A783C" w:rsidP="00BA3D2D">
      <w:pPr>
        <w:pStyle w:val="Heading3"/>
      </w:pPr>
      <w:r w:rsidRPr="00BA3D2D">
        <w:t>Biodiversity and Habitat Loss</w:t>
      </w:r>
    </w:p>
    <w:p w14:paraId="0B292C86" w14:textId="7C5AECF3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Humans modify ecosystems for their own purposes, which may lead to the extinction, or death, of </w:t>
      </w:r>
      <w:r w:rsidR="000A783C">
        <w:rPr>
          <w:color w:val="000000"/>
        </w:rPr>
        <w:t>many</w:t>
      </w:r>
      <w:r w:rsidR="00E86D7B">
        <w:rPr>
          <w:color w:val="000000"/>
        </w:rPr>
        <w:t xml:space="preserve"> </w:t>
      </w:r>
      <w:r w:rsidRPr="00EE657A">
        <w:rPr>
          <w:color w:val="000000"/>
        </w:rPr>
        <w:t>species or a larger taxonomic group.</w:t>
      </w:r>
      <w:r w:rsidR="000A783C">
        <w:rPr>
          <w:color w:val="000000"/>
        </w:rPr>
        <w:t xml:space="preserve"> Many unintended effects</w:t>
      </w:r>
      <w:r w:rsidR="004657EF">
        <w:rPr>
          <w:color w:val="000000"/>
        </w:rPr>
        <w:t>,</w:t>
      </w:r>
      <w:r w:rsidR="000A783C">
        <w:rPr>
          <w:color w:val="000000"/>
        </w:rPr>
        <w:t xml:space="preserve"> such as flooding problems or th</w:t>
      </w:r>
      <w:r w:rsidR="004657EF">
        <w:rPr>
          <w:color w:val="000000"/>
        </w:rPr>
        <w:t>e loss of the next miracle drug, are associated with the destruction of healthy ecosystems</w:t>
      </w:r>
      <w:r w:rsidR="000135D5">
        <w:rPr>
          <w:color w:val="000000"/>
        </w:rPr>
        <w:t>,</w:t>
      </w:r>
      <w:r w:rsidR="004657EF">
        <w:rPr>
          <w:color w:val="000000"/>
        </w:rPr>
        <w:t xml:space="preserve"> such as tropical rain forests and coral reefs.</w:t>
      </w:r>
    </w:p>
    <w:p w14:paraId="459DB937" w14:textId="77777777" w:rsidR="00EE657A" w:rsidRPr="00BA3D2D" w:rsidRDefault="00EE657A" w:rsidP="00BA3D2D">
      <w:pPr>
        <w:pStyle w:val="Heading3"/>
      </w:pPr>
      <w:r w:rsidRPr="00BA3D2D">
        <w:t>Emerging</w:t>
      </w:r>
      <w:r w:rsidR="000A783C" w:rsidRPr="00BA3D2D">
        <w:t xml:space="preserve"> and Reemerging</w:t>
      </w:r>
      <w:r w:rsidRPr="00BA3D2D">
        <w:t xml:space="preserve"> Diseases</w:t>
      </w:r>
    </w:p>
    <w:p w14:paraId="4ED75716" w14:textId="13F3FD4D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Changes in human behavior and use of technology can lead to emerging diseases</w:t>
      </w:r>
      <w:r w:rsidR="000A783C">
        <w:rPr>
          <w:color w:val="000000"/>
        </w:rPr>
        <w:t>, such as avian and swine flu, and increased cases of known diseases</w:t>
      </w:r>
      <w:r w:rsidR="000135D5">
        <w:rPr>
          <w:color w:val="000000"/>
        </w:rPr>
        <w:t>,</w:t>
      </w:r>
      <w:r w:rsidR="000A783C">
        <w:rPr>
          <w:color w:val="000000"/>
        </w:rPr>
        <w:t xml:space="preserve"> such as Ebola</w:t>
      </w:r>
      <w:r w:rsidRPr="00EE657A">
        <w:rPr>
          <w:color w:val="000000"/>
        </w:rPr>
        <w:t>.</w:t>
      </w:r>
    </w:p>
    <w:p w14:paraId="3634B43F" w14:textId="77777777" w:rsidR="00EE657A" w:rsidRPr="00BA3D2D" w:rsidRDefault="00EE657A" w:rsidP="00BA3D2D">
      <w:pPr>
        <w:pStyle w:val="Heading3"/>
      </w:pPr>
      <w:r w:rsidRPr="00BA3D2D">
        <w:t>Climate Change</w:t>
      </w:r>
    </w:p>
    <w:p w14:paraId="1EF392C8" w14:textId="3E94A523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Human activities have affected climate change—changes to the normal cycle of the Earth</w:t>
      </w:r>
      <w:r w:rsidR="001D3931">
        <w:rPr>
          <w:color w:val="000000"/>
        </w:rPr>
        <w:t>’</w:t>
      </w:r>
      <w:r w:rsidRPr="00EE657A">
        <w:rPr>
          <w:color w:val="000000"/>
        </w:rPr>
        <w:t xml:space="preserve">s climate. </w:t>
      </w:r>
    </w:p>
    <w:p w14:paraId="0152B77C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5D55C5B2" w14:textId="77777777" w:rsidR="00EE657A" w:rsidRPr="00EE657A" w:rsidRDefault="00EE657A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  <w:u w:val="single"/>
        </w:rPr>
      </w:pPr>
    </w:p>
    <w:p w14:paraId="3E8E199A" w14:textId="77777777" w:rsidR="00EE657A" w:rsidRPr="00A532AD" w:rsidRDefault="00EE657A" w:rsidP="00A532AD">
      <w:pPr>
        <w:pStyle w:val="Heading1"/>
      </w:pPr>
      <w:r w:rsidRPr="00A532AD">
        <w:t>Lecture Enrichment Topics</w:t>
      </w:r>
    </w:p>
    <w:p w14:paraId="6C79096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7A699F4F" w14:textId="77777777" w:rsidR="00EE657A" w:rsidRPr="00A532AD" w:rsidRDefault="00EE657A" w:rsidP="00A532AD">
      <w:pPr>
        <w:pStyle w:val="Heading2"/>
      </w:pPr>
      <w:r w:rsidRPr="00A532AD">
        <w:t>1.1 The Characteristics of Life</w:t>
      </w:r>
    </w:p>
    <w:p w14:paraId="41118838" w14:textId="6665171E" w:rsidR="00EE657A" w:rsidRPr="003E2E47" w:rsidRDefault="00EE657A" w:rsidP="00EA18A6">
      <w:pPr>
        <w:pStyle w:val="ListParagraph"/>
        <w:numPr>
          <w:ilvl w:val="0"/>
          <w:numId w:val="6"/>
        </w:numPr>
      </w:pPr>
      <w:r w:rsidRPr="00E97D5B">
        <w:t>Choose an ecosystem, such as the campus or students</w:t>
      </w:r>
      <w:r w:rsidR="001D3931" w:rsidRPr="00910E9A">
        <w:t>’</w:t>
      </w:r>
      <w:r w:rsidRPr="00910E9A">
        <w:t xml:space="preserve"> backyards, and have students list some ways </w:t>
      </w:r>
      <w:r w:rsidR="00570830" w:rsidRPr="00910E9A">
        <w:t>living organisms</w:t>
      </w:r>
      <w:r w:rsidRPr="00910E9A">
        <w:t xml:space="preserve"> interact with their physical environment.</w:t>
      </w:r>
      <w:r w:rsidR="007A1623" w:rsidRPr="00910E9A">
        <w:t xml:space="preserve"> </w:t>
      </w:r>
      <w:r w:rsidRPr="00523E5F">
        <w:t>How do students interact with their physical environment?</w:t>
      </w:r>
      <w:r w:rsidR="007A1623" w:rsidRPr="00523E5F">
        <w:t xml:space="preserve"> </w:t>
      </w:r>
      <w:r w:rsidRPr="00523E5F">
        <w:t xml:space="preserve">For example, food chains and food webs unify the diversity of life, </w:t>
      </w:r>
      <w:r w:rsidR="00872196" w:rsidRPr="00523E5F">
        <w:t xml:space="preserve">which is </w:t>
      </w:r>
      <w:r w:rsidRPr="00AD63E3">
        <w:t>described later.</w:t>
      </w:r>
    </w:p>
    <w:p w14:paraId="58A3A32F" w14:textId="3D318DB5" w:rsidR="00EE657A" w:rsidRPr="00EC2925" w:rsidRDefault="00EE657A" w:rsidP="00EA18A6">
      <w:pPr>
        <w:pStyle w:val="ListParagraph"/>
        <w:numPr>
          <w:ilvl w:val="0"/>
          <w:numId w:val="6"/>
        </w:numPr>
      </w:pPr>
      <w:r w:rsidRPr="00CB2CC2">
        <w:t>Ask students for some ways that humans maintain homeostasis.</w:t>
      </w:r>
      <w:r w:rsidR="007A1623" w:rsidRPr="00CB2CC2">
        <w:t xml:space="preserve"> </w:t>
      </w:r>
      <w:r w:rsidRPr="00CB2CC2">
        <w:t>Fo</w:t>
      </w:r>
      <w:r w:rsidRPr="001214F8">
        <w:t>r example, how do they maintain homeostasis of fluid or temperature when they are exercising and perspiring</w:t>
      </w:r>
      <w:r w:rsidR="00C00F5E" w:rsidRPr="001214F8">
        <w:t>,</w:t>
      </w:r>
      <w:r w:rsidRPr="0083487B">
        <w:t xml:space="preserve"> or </w:t>
      </w:r>
      <w:r w:rsidR="00854C10">
        <w:t xml:space="preserve">when </w:t>
      </w:r>
      <w:r w:rsidRPr="0083487B">
        <w:t>they walk outside in cold weather without wearing a coat</w:t>
      </w:r>
      <w:r w:rsidR="00C00F5E" w:rsidRPr="00EC2925">
        <w:t>?</w:t>
      </w:r>
    </w:p>
    <w:p w14:paraId="18B82FEC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D132F26" w14:textId="77777777" w:rsidR="00EE657A" w:rsidRPr="00A532AD" w:rsidRDefault="00EE657A" w:rsidP="00A532AD">
      <w:pPr>
        <w:pStyle w:val="Heading2"/>
      </w:pPr>
      <w:r w:rsidRPr="00A532AD">
        <w:t>1.2 Evolution: The Core Concept of Biology</w:t>
      </w:r>
    </w:p>
    <w:p w14:paraId="1404AA69" w14:textId="644D75F1" w:rsidR="00EE657A" w:rsidRPr="00EA18A6" w:rsidRDefault="00EE657A" w:rsidP="00EA1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bCs/>
          <w:color w:val="000000"/>
        </w:rPr>
      </w:pPr>
      <w:r w:rsidRPr="00EA18A6">
        <w:rPr>
          <w:color w:val="000000"/>
        </w:rPr>
        <w:t xml:space="preserve">To reinforce the need for scientific names, present the following common names for the snake, </w:t>
      </w:r>
      <w:r w:rsidRPr="00EA18A6">
        <w:rPr>
          <w:i/>
          <w:iCs/>
          <w:color w:val="000000"/>
        </w:rPr>
        <w:t>Both</w:t>
      </w:r>
      <w:r w:rsidR="00910E9A">
        <w:rPr>
          <w:i/>
          <w:iCs/>
          <w:color w:val="000000"/>
        </w:rPr>
        <w:t>r</w:t>
      </w:r>
      <w:r w:rsidRPr="00EA18A6">
        <w:rPr>
          <w:i/>
          <w:iCs/>
          <w:color w:val="000000"/>
        </w:rPr>
        <w:t>ops asper</w:t>
      </w:r>
      <w:r w:rsidRPr="00EA18A6">
        <w:rPr>
          <w:color w:val="000000"/>
        </w:rPr>
        <w:t>: Belize</w:t>
      </w:r>
      <w:r w:rsidR="00910E9A">
        <w:rPr>
          <w:color w:val="000000"/>
        </w:rPr>
        <w:t>—</w:t>
      </w:r>
      <w:r w:rsidRPr="00EA18A6">
        <w:rPr>
          <w:color w:val="000000"/>
        </w:rPr>
        <w:t>yellow-jaw tommygoff; Guatamala and Honduras</w:t>
      </w:r>
      <w:r w:rsidR="00910E9A">
        <w:rPr>
          <w:color w:val="000000"/>
        </w:rPr>
        <w:t>—</w:t>
      </w:r>
      <w:r w:rsidRPr="00EA18A6">
        <w:rPr>
          <w:color w:val="000000"/>
        </w:rPr>
        <w:t>barba amarilla; Mexico</w:t>
      </w:r>
      <w:r w:rsidR="00910E9A">
        <w:rPr>
          <w:color w:val="000000"/>
        </w:rPr>
        <w:t>—</w:t>
      </w:r>
      <w:r w:rsidRPr="00EA18A6">
        <w:rPr>
          <w:color w:val="000000"/>
        </w:rPr>
        <w:t>cola blanca, palancaloca, tephocho; Venezuela</w:t>
      </w:r>
      <w:r w:rsidR="00910E9A">
        <w:rPr>
          <w:color w:val="000000"/>
        </w:rPr>
        <w:t>—</w:t>
      </w:r>
      <w:r w:rsidRPr="00EA18A6">
        <w:rPr>
          <w:color w:val="000000"/>
        </w:rPr>
        <w:t>macagua, tigra.</w:t>
      </w:r>
    </w:p>
    <w:p w14:paraId="120A3D5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DDEDE43" w14:textId="77777777" w:rsidR="00EE657A" w:rsidRPr="00A532AD" w:rsidRDefault="00EE657A" w:rsidP="00A532AD">
      <w:pPr>
        <w:pStyle w:val="Heading2"/>
      </w:pPr>
      <w:r w:rsidRPr="00A532AD">
        <w:t>1.3 Science: A Way of Knowing</w:t>
      </w:r>
    </w:p>
    <w:p w14:paraId="5A016CA8" w14:textId="0AB28F2C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In presenting the scientific method, present students with different fields of biology.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Do scientists in the different fields use the same techniques or different techniques to conduct their investigations?</w:t>
      </w:r>
    </w:p>
    <w:p w14:paraId="03B24B57" w14:textId="7F2B3EAE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In presenting the parts of the scientific method, give an ongoing example of how people use the scientific method in everyday life.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One example may be the use of premium versus regular gasoline.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Students can propose conditions that should remain constant, as well as the type of mathematical data that could be collected and analyzed.</w:t>
      </w:r>
    </w:p>
    <w:p w14:paraId="6A010811" w14:textId="4EC2F345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 xml:space="preserve">Propose a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study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as follows: A report on the television states that a 12-year study of a new dog food will allow your dog to live longer if fed to the dog throughout its life.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Ask students what questions they might have about the report in order to discern its validity.</w:t>
      </w:r>
    </w:p>
    <w:p w14:paraId="449F6E9C" w14:textId="27FB7463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Explain the importance of objectivity (one reason mathematical data is so important) in experimental design. Using the example in #2</w:t>
      </w:r>
      <w:r w:rsidR="00AD63E3">
        <w:rPr>
          <w:color w:val="000000"/>
        </w:rPr>
        <w:t xml:space="preserve"> above</w:t>
      </w:r>
      <w:r w:rsidRPr="00EA18A6">
        <w:rPr>
          <w:color w:val="000000"/>
        </w:rPr>
        <w:t>, categorize the following statements about the example into objective statements versus subjective statements. Have the students include reasons why they categorized each statement as objective or subjective.</w:t>
      </w:r>
    </w:p>
    <w:p w14:paraId="336328DF" w14:textId="27FAA1BD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The dogs that ate the new dog food seemed to have shinier coats.</w:t>
      </w:r>
      <w:r w:rsidRPr="00EA18A6">
        <w:rPr>
          <w:color w:val="000000"/>
        </w:rPr>
        <w:t>”</w:t>
      </w:r>
    </w:p>
    <w:p w14:paraId="7E23B073" w14:textId="11595F58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78% of the control dogs did not eat all of their food within the time allotted.</w:t>
      </w:r>
      <w:r w:rsidRPr="00EA18A6">
        <w:rPr>
          <w:color w:val="000000"/>
        </w:rPr>
        <w:t>”</w:t>
      </w:r>
    </w:p>
    <w:p w14:paraId="3A3529E2" w14:textId="1CF6675E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Most of the experimental dogs needed fewer teeth cleanings.</w:t>
      </w:r>
      <w:r w:rsidRPr="00EA18A6">
        <w:rPr>
          <w:color w:val="000000"/>
        </w:rPr>
        <w:t>”</w:t>
      </w:r>
    </w:p>
    <w:p w14:paraId="2494918E" w14:textId="20F6892C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 xml:space="preserve">Half of the experimental dogs were more playful after </w:t>
      </w:r>
      <w:r w:rsidR="00AD63E3">
        <w:rPr>
          <w:color w:val="000000"/>
        </w:rPr>
        <w:t>eight</w:t>
      </w:r>
      <w:r w:rsidR="00EE657A" w:rsidRPr="00EA18A6">
        <w:rPr>
          <w:color w:val="000000"/>
        </w:rPr>
        <w:t xml:space="preserve"> years of using the new dog food.</w:t>
      </w:r>
      <w:r w:rsidRPr="00EA18A6">
        <w:rPr>
          <w:color w:val="000000"/>
        </w:rPr>
        <w:t>”</w:t>
      </w:r>
    </w:p>
    <w:p w14:paraId="72A0AEE1" w14:textId="05DE05DF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The new dog food probably tasted better as the experimental dogs ate their food in less time.</w:t>
      </w:r>
      <w:r w:rsidRPr="00EA18A6">
        <w:rPr>
          <w:color w:val="000000"/>
        </w:rPr>
        <w:t>”</w:t>
      </w:r>
    </w:p>
    <w:p w14:paraId="1961D3B8" w14:textId="06AEE1F8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Present when Charles Darwin proposed the evolution theory (1859)</w:t>
      </w:r>
      <w:r w:rsidR="009D685B">
        <w:rPr>
          <w:color w:val="000000"/>
        </w:rPr>
        <w:t>;</w:t>
      </w:r>
      <w:r w:rsidRPr="00EA18A6">
        <w:rPr>
          <w:color w:val="000000"/>
        </w:rPr>
        <w:t xml:space="preserve"> when Schleiden and Schwann proposed the cell theory (1838)</w:t>
      </w:r>
      <w:r w:rsidR="009D685B">
        <w:rPr>
          <w:color w:val="000000"/>
        </w:rPr>
        <w:t>;</w:t>
      </w:r>
      <w:r w:rsidRPr="00EA18A6">
        <w:rPr>
          <w:color w:val="000000"/>
        </w:rPr>
        <w:t xml:space="preserve"> and when Mendel (1866), and Watson and Crick (1953) proposed the gene theory.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Emphasize the length of time and number of studies that must have occurred during this time that support these theories.</w:t>
      </w:r>
    </w:p>
    <w:p w14:paraId="5903F58F" w14:textId="1CF56AAA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 xml:space="preserve">Discuss the scientific definition of </w:t>
      </w:r>
      <w:r w:rsidRPr="00EA18A6">
        <w:rPr>
          <w:i/>
          <w:color w:val="000000"/>
        </w:rPr>
        <w:t>theory</w:t>
      </w:r>
      <w:r w:rsidRPr="00EA18A6">
        <w:rPr>
          <w:color w:val="000000"/>
        </w:rPr>
        <w:t xml:space="preserve"> versus the everyday use of the word </w:t>
      </w:r>
      <w:r w:rsidRPr="00EA18A6">
        <w:rPr>
          <w:i/>
          <w:color w:val="000000"/>
        </w:rPr>
        <w:t>theory</w:t>
      </w:r>
      <w:r w:rsidRPr="00EA18A6">
        <w:rPr>
          <w:color w:val="000000"/>
        </w:rPr>
        <w:t>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Presenting a dictionary</w:t>
      </w:r>
      <w:r w:rsidR="001D3931" w:rsidRPr="00EA18A6">
        <w:rPr>
          <w:color w:val="000000"/>
        </w:rPr>
        <w:t>’</w:t>
      </w:r>
      <w:r w:rsidRPr="00EA18A6">
        <w:rPr>
          <w:color w:val="000000"/>
        </w:rPr>
        <w:t xml:space="preserve">s definition should include both aspects. Explain why saying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It</w:t>
      </w:r>
      <w:r w:rsidR="001D3931" w:rsidRPr="00EA18A6">
        <w:rPr>
          <w:color w:val="000000"/>
        </w:rPr>
        <w:t>’</w:t>
      </w:r>
      <w:r w:rsidRPr="00EA18A6">
        <w:rPr>
          <w:color w:val="000000"/>
        </w:rPr>
        <w:t xml:space="preserve">s </w:t>
      </w:r>
      <w:r w:rsidRPr="00EA18A6">
        <w:rPr>
          <w:i/>
          <w:iCs/>
          <w:color w:val="000000"/>
        </w:rPr>
        <w:t>just</w:t>
      </w:r>
      <w:r w:rsidRPr="00EA18A6">
        <w:rPr>
          <w:color w:val="000000"/>
        </w:rPr>
        <w:t xml:space="preserve"> a theory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may not be appropriate with regard to scientific theories</w:t>
      </w:r>
      <w:r w:rsidR="009D685B">
        <w:rPr>
          <w:color w:val="000000"/>
        </w:rPr>
        <w:t>.</w:t>
      </w:r>
      <w:r w:rsidRPr="00EA18A6">
        <w:rPr>
          <w:color w:val="000000"/>
        </w:rPr>
        <w:t xml:space="preserve"> (</w:t>
      </w:r>
      <w:r w:rsidR="009D685B">
        <w:rPr>
          <w:color w:val="000000"/>
        </w:rPr>
        <w:t>S</w:t>
      </w:r>
      <w:r w:rsidRPr="00EA18A6">
        <w:rPr>
          <w:color w:val="000000"/>
        </w:rPr>
        <w:t>ee also #4).</w:t>
      </w:r>
    </w:p>
    <w:p w14:paraId="07F0663D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C8EEC3B" w14:textId="77777777" w:rsidR="00EE657A" w:rsidRPr="00A532AD" w:rsidRDefault="00EE657A" w:rsidP="00A532AD">
      <w:pPr>
        <w:pStyle w:val="Heading2"/>
      </w:pPr>
      <w:r w:rsidRPr="00A532AD">
        <w:t>1.4 Challenges Facing Science</w:t>
      </w:r>
    </w:p>
    <w:p w14:paraId="02096483" w14:textId="3B88C3ED" w:rsidR="00EE657A" w:rsidRPr="00EA18A6" w:rsidRDefault="00EE657A" w:rsidP="00EA18A6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 xml:space="preserve">Ask </w:t>
      </w:r>
      <w:r w:rsidR="00854C10">
        <w:rPr>
          <w:color w:val="000000"/>
        </w:rPr>
        <w:t>for a list of</w:t>
      </w:r>
      <w:r w:rsidR="00B2188D" w:rsidRPr="00EA18A6">
        <w:rPr>
          <w:color w:val="000000"/>
        </w:rPr>
        <w:t xml:space="preserve"> biology</w:t>
      </w:r>
      <w:r w:rsidR="00CB2CC2">
        <w:rPr>
          <w:color w:val="000000"/>
        </w:rPr>
        <w:t>-</w:t>
      </w:r>
      <w:r w:rsidR="00B2188D" w:rsidRPr="00EA18A6">
        <w:rPr>
          <w:color w:val="000000"/>
        </w:rPr>
        <w:t xml:space="preserve">related concerns </w:t>
      </w:r>
      <w:r w:rsidRPr="00EA18A6">
        <w:rPr>
          <w:color w:val="000000"/>
        </w:rPr>
        <w:t>currently in the news (cloning, stem cell research</w:t>
      </w:r>
      <w:r w:rsidR="00B2188D" w:rsidRPr="00EA18A6">
        <w:rPr>
          <w:color w:val="000000"/>
        </w:rPr>
        <w:t>, habitat loss due to development or other human activites, species newly classified as threatened or endangered</w:t>
      </w:r>
      <w:r w:rsidRPr="00EA18A6">
        <w:rPr>
          <w:color w:val="000000"/>
        </w:rPr>
        <w:t>). Students could bring in headlines or articles from newspapers.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Point out that at the end of this course, students should be better able to decide their positions on these issues.</w:t>
      </w:r>
    </w:p>
    <w:p w14:paraId="3D61973C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63F3A1A1" w14:textId="0EAA7034" w:rsidR="00EE657A" w:rsidRPr="00EE657A" w:rsidRDefault="00EE657A" w:rsidP="00A532AD">
      <w:pPr>
        <w:pStyle w:val="Heading1"/>
        <w:rPr>
          <w:b w:val="0"/>
          <w:bCs w:val="0"/>
          <w:color w:val="000000"/>
        </w:rPr>
      </w:pPr>
      <w:r w:rsidRPr="00EE657A">
        <w:rPr>
          <w:color w:val="000000"/>
        </w:rPr>
        <w:t>Critical Thinking Questions</w:t>
      </w:r>
    </w:p>
    <w:p w14:paraId="148C7D4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4DE474C" w14:textId="17E129FD" w:rsidR="00EE657A" w:rsidRPr="00EA18A6" w:rsidRDefault="00EE657A" w:rsidP="00EA18A6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 xml:space="preserve">Discuss the difference in meaning between the terms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supported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and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proven.</w:t>
      </w:r>
      <w:r w:rsidR="001D3931" w:rsidRPr="00EA18A6">
        <w:rPr>
          <w:color w:val="000000"/>
        </w:rPr>
        <w:t>”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lastRenderedPageBreak/>
        <w:t xml:space="preserve">Why is the term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supported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used with regard to hypotheses</w:t>
      </w:r>
      <w:r w:rsidR="00CB2CC2">
        <w:rPr>
          <w:color w:val="000000"/>
        </w:rPr>
        <w:t>?</w:t>
      </w:r>
      <w:r w:rsidRPr="00EA18A6">
        <w:rPr>
          <w:color w:val="000000"/>
        </w:rPr>
        <w:t xml:space="preserve"> </w:t>
      </w:r>
      <w:r w:rsidR="00CB2CC2">
        <w:rPr>
          <w:color w:val="000000"/>
        </w:rPr>
        <w:t>For example,</w:t>
      </w:r>
      <w:r w:rsidRPr="00EA18A6">
        <w:rPr>
          <w:color w:val="000000"/>
        </w:rPr>
        <w:t xml:space="preserve"> </w:t>
      </w:r>
      <w:r w:rsidR="00CB2CC2">
        <w:rPr>
          <w:color w:val="000000"/>
        </w:rPr>
        <w:t>“A</w:t>
      </w:r>
      <w:r w:rsidRPr="00EA18A6">
        <w:rPr>
          <w:color w:val="000000"/>
        </w:rPr>
        <w:t xml:space="preserve"> hypothesis is supported by experimental data</w:t>
      </w:r>
      <w:r w:rsidR="00CB2CC2">
        <w:rPr>
          <w:color w:val="000000"/>
        </w:rPr>
        <w:t>.”</w:t>
      </w:r>
    </w:p>
    <w:p w14:paraId="7E61E933" w14:textId="55C2EFA8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Ans: The term </w:t>
      </w:r>
      <w:r w:rsidR="001D3931">
        <w:rPr>
          <w:color w:val="000000"/>
        </w:rPr>
        <w:t>“</w:t>
      </w:r>
      <w:r w:rsidRPr="00EE657A">
        <w:rPr>
          <w:color w:val="000000"/>
        </w:rPr>
        <w:t>proven</w:t>
      </w:r>
      <w:r w:rsidR="001D3931">
        <w:rPr>
          <w:color w:val="000000"/>
        </w:rPr>
        <w:t>”</w:t>
      </w:r>
      <w:r w:rsidRPr="00EE657A">
        <w:rPr>
          <w:color w:val="000000"/>
        </w:rPr>
        <w:t xml:space="preserve"> indicates a greater degree of certainty with no indication suggested for further search of information.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The term </w:t>
      </w:r>
      <w:r w:rsidR="001D3931">
        <w:rPr>
          <w:color w:val="000000"/>
        </w:rPr>
        <w:t>“</w:t>
      </w:r>
      <w:r w:rsidRPr="00EE657A">
        <w:rPr>
          <w:color w:val="000000"/>
        </w:rPr>
        <w:t>supported</w:t>
      </w:r>
      <w:r w:rsidR="001D3931">
        <w:rPr>
          <w:color w:val="000000"/>
        </w:rPr>
        <w:t>”</w:t>
      </w:r>
      <w:r w:rsidRPr="00EE657A">
        <w:rPr>
          <w:color w:val="000000"/>
        </w:rPr>
        <w:t xml:space="preserve"> indicates that with the current knowledge, the hypothesis appears to be true, but further experimentation may indicate otherwise.</w:t>
      </w:r>
    </w:p>
    <w:p w14:paraId="0D3C4B62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5D2499D5" w14:textId="341498B7" w:rsidR="00EE657A" w:rsidRPr="00EA18A6" w:rsidRDefault="00EE657A" w:rsidP="00EA18A6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Regarding the example of a controlled study in the text using winter wheat and pea plants as fertilizer, what specific aspects of environmental conditions would be included as conditions that were kept constant?</w:t>
      </w:r>
    </w:p>
    <w:p w14:paraId="602E7929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Ans: Answers will vary but may include:</w:t>
      </w:r>
    </w:p>
    <w:p w14:paraId="71EB129A" w14:textId="15337B1A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amount and type of nutrients in soil before addition of nitrogen fertilizer or pea plants</w:t>
      </w:r>
    </w:p>
    <w:p w14:paraId="62358FAF" w14:textId="73064705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amount of water the plants received</w:t>
      </w:r>
    </w:p>
    <w:p w14:paraId="3BD62296" w14:textId="52DF7BF5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amount of sunlight the plants received</w:t>
      </w:r>
    </w:p>
    <w:p w14:paraId="20F9B18E" w14:textId="62A34AA1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the temperatures throughout the test period</w:t>
      </w:r>
    </w:p>
    <w:p w14:paraId="261D5EFE" w14:textId="2D730085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the size of the pots</w:t>
      </w:r>
    </w:p>
    <w:p w14:paraId="4FD1F7E9" w14:textId="2FE7B5B9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pH of soil</w:t>
      </w:r>
    </w:p>
    <w:p w14:paraId="452083FB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0B7401F6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3C7F6530" w14:textId="37C47B2E" w:rsidR="00EE657A" w:rsidRPr="00EE657A" w:rsidRDefault="00EE657A" w:rsidP="00EA18A6">
      <w:pPr>
        <w:pStyle w:val="Heading1"/>
        <w:rPr>
          <w:color w:val="000000"/>
        </w:rPr>
      </w:pPr>
      <w:r w:rsidRPr="00A532AD">
        <w:t>Essay Questions</w:t>
      </w:r>
    </w:p>
    <w:p w14:paraId="7E59C112" w14:textId="7887DA94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Give an example of how behavior contributes to homeostasis.</w:t>
      </w:r>
    </w:p>
    <w:p w14:paraId="5450B930" w14:textId="0ED9570E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Ans: (Students may be able to come up with some of their own examples.) Animals such as lizards need to regulate their body temperature by moving about their environment.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If they are cold, they move to a sunny area</w:t>
      </w:r>
      <w:r w:rsidR="004E2F66">
        <w:rPr>
          <w:color w:val="000000"/>
        </w:rPr>
        <w:t>;</w:t>
      </w:r>
      <w:r w:rsidRPr="00EE657A">
        <w:rPr>
          <w:color w:val="000000"/>
        </w:rPr>
        <w:t xml:space="preserve"> if hot, they move to a shaded area.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A plant may grow its leaves to follow the position of the sun to maintain a certain rate of photosynthesis.</w:t>
      </w:r>
    </w:p>
    <w:p w14:paraId="37DD44C6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3EA42DB5" w14:textId="42ED6E28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Explain why scientific binomial names are important.</w:t>
      </w:r>
    </w:p>
    <w:p w14:paraId="3B7A410F" w14:textId="29A7C59B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Ans: People often have many different common names for </w:t>
      </w:r>
      <w:r w:rsidR="00570830">
        <w:rPr>
          <w:color w:val="000000"/>
        </w:rPr>
        <w:t>living organisms</w:t>
      </w:r>
      <w:r w:rsidRPr="00EE657A">
        <w:rPr>
          <w:color w:val="000000"/>
        </w:rPr>
        <w:t>, varying between geographical areas or languages.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Scientists need a name for each species that does not change no matter what language is spoken or what geographical area is being considered.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Each known species has an assigned scientific binomial name that is accepted by all scientists.</w:t>
      </w:r>
    </w:p>
    <w:p w14:paraId="5C1EC127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2E4D3CE" w14:textId="24549351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Describe the importance of using models in experimental design.</w:t>
      </w:r>
    </w:p>
    <w:p w14:paraId="3F9E491F" w14:textId="33F6221E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Ans: Models, or modeling, can be used instead of the actual subject. This can be important in forecasting the impact of human activity on ecosystems.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Also, animals can be used as models when testing chemicals or processes being developed for humans.</w:t>
      </w:r>
    </w:p>
    <w:p w14:paraId="36680873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5018E39E" w14:textId="5BA45341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Which model organism are best for:</w:t>
      </w:r>
    </w:p>
    <w:p w14:paraId="65E0F4F2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a) Field investigations?</w:t>
      </w:r>
    </w:p>
    <w:p w14:paraId="0221CBDF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b) Lab investigations?</w:t>
      </w:r>
    </w:p>
    <w:p w14:paraId="6596E953" w14:textId="4A1AD3BB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Consider the size, reproductive habit, and the life cycle of the organisms.</w:t>
      </w:r>
    </w:p>
    <w:p w14:paraId="698201A6" w14:textId="77777777" w:rsidR="009D30EC" w:rsidRDefault="009D30EC"/>
    <w:sectPr w:rsidR="009D30EC" w:rsidSect="008D7036">
      <w:headerReference w:type="even" r:id="rId9"/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5AE64D" w15:done="0"/>
  <w15:commentEx w15:paraId="2C634E19" w15:paraIdParent="395AE64D" w15:done="0"/>
  <w15:commentEx w15:paraId="0F7ACA5D" w15:done="0"/>
  <w15:commentEx w15:paraId="18559B50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954B4" w14:textId="77777777" w:rsidR="00837F56" w:rsidRDefault="00837F56" w:rsidP="00276AC6">
      <w:r>
        <w:separator/>
      </w:r>
    </w:p>
  </w:endnote>
  <w:endnote w:type="continuationSeparator" w:id="0">
    <w:p w14:paraId="2780D53C" w14:textId="77777777" w:rsidR="00837F56" w:rsidRDefault="00837F56" w:rsidP="0027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44610" w14:textId="78DF41B4" w:rsidR="00837F56" w:rsidRPr="00E2340F" w:rsidRDefault="00837F56" w:rsidP="00E2340F">
    <w:pPr>
      <w:pStyle w:val="Footer"/>
      <w:tabs>
        <w:tab w:val="clear" w:pos="9360"/>
        <w:tab w:val="right" w:pos="8640"/>
      </w:tabs>
      <w:rPr>
        <w:color w:val="212121"/>
        <w:sz w:val="20"/>
        <w:szCs w:val="20"/>
        <w:shd w:val="clear" w:color="auto" w:fill="FFFFFF"/>
      </w:rPr>
    </w:pPr>
    <w:r w:rsidRPr="00E2340F">
      <w:rPr>
        <w:color w:val="212121"/>
        <w:sz w:val="20"/>
        <w:szCs w:val="20"/>
        <w:shd w:val="clear" w:color="auto" w:fill="FFFFFF"/>
      </w:rPr>
      <w:t>Essential</w:t>
    </w:r>
    <w:r w:rsidR="00746587">
      <w:rPr>
        <w:color w:val="212121"/>
        <w:sz w:val="20"/>
        <w:szCs w:val="20"/>
        <w:shd w:val="clear" w:color="auto" w:fill="FFFFFF"/>
      </w:rPr>
      <w:t xml:space="preserve">s of Biology, </w:t>
    </w:r>
    <w:r w:rsidRPr="00E2340F">
      <w:rPr>
        <w:color w:val="212121"/>
        <w:sz w:val="20"/>
        <w:szCs w:val="20"/>
        <w:shd w:val="clear" w:color="auto" w:fill="FFFFFF"/>
      </w:rPr>
      <w:t>5e</w:t>
    </w:r>
    <w:r w:rsidRPr="00E2340F">
      <w:rPr>
        <w:color w:val="212121"/>
        <w:sz w:val="20"/>
        <w:szCs w:val="20"/>
        <w:shd w:val="clear" w:color="auto" w:fill="FFFFFF"/>
      </w:rPr>
      <w:tab/>
    </w:r>
    <w:r w:rsidRPr="00E2340F">
      <w:rPr>
        <w:color w:val="212121"/>
        <w:sz w:val="20"/>
        <w:szCs w:val="20"/>
        <w:shd w:val="clear" w:color="auto" w:fill="FFFFFF"/>
      </w:rPr>
      <w:tab/>
    </w:r>
    <w:r w:rsidRPr="00E2340F">
      <w:rPr>
        <w:sz w:val="20"/>
        <w:szCs w:val="20"/>
      </w:rPr>
      <w:t>1-</w:t>
    </w:r>
    <w:r w:rsidRPr="00E2340F">
      <w:rPr>
        <w:sz w:val="20"/>
        <w:szCs w:val="20"/>
      </w:rPr>
      <w:fldChar w:fldCharType="begin"/>
    </w:r>
    <w:r w:rsidRPr="00E2340F">
      <w:rPr>
        <w:sz w:val="20"/>
        <w:szCs w:val="20"/>
      </w:rPr>
      <w:instrText xml:space="preserve"> PAGE </w:instrText>
    </w:r>
    <w:r w:rsidRPr="00E2340F">
      <w:rPr>
        <w:sz w:val="20"/>
        <w:szCs w:val="20"/>
      </w:rPr>
      <w:fldChar w:fldCharType="separate"/>
    </w:r>
    <w:r w:rsidR="00746587">
      <w:rPr>
        <w:noProof/>
        <w:sz w:val="20"/>
        <w:szCs w:val="20"/>
      </w:rPr>
      <w:t>5</w:t>
    </w:r>
    <w:r w:rsidRPr="00E2340F">
      <w:rPr>
        <w:sz w:val="20"/>
        <w:szCs w:val="20"/>
      </w:rPr>
      <w:fldChar w:fldCharType="end"/>
    </w:r>
  </w:p>
  <w:p w14:paraId="6B54E36A" w14:textId="77777777" w:rsidR="00837F56" w:rsidRPr="00E2340F" w:rsidRDefault="00837F56">
    <w:pPr>
      <w:pStyle w:val="Footer"/>
      <w:rPr>
        <w:sz w:val="16"/>
        <w:szCs w:val="16"/>
      </w:rPr>
    </w:pPr>
    <w:r w:rsidRPr="00E2340F">
      <w:rPr>
        <w:color w:val="212121"/>
        <w:sz w:val="16"/>
        <w:szCs w:val="16"/>
        <w:shd w:val="clear" w:color="auto" w:fill="FFFFFF"/>
      </w:rPr>
      <w:t>Copyright © 2018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74520" w14:textId="77777777" w:rsidR="00837F56" w:rsidRDefault="00837F56" w:rsidP="00276AC6">
      <w:r>
        <w:separator/>
      </w:r>
    </w:p>
  </w:footnote>
  <w:footnote w:type="continuationSeparator" w:id="0">
    <w:p w14:paraId="735D3409" w14:textId="77777777" w:rsidR="00837F56" w:rsidRDefault="00837F56" w:rsidP="00276A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CDED2" w14:textId="77777777" w:rsidR="00837F56" w:rsidRDefault="00746587">
    <w:pPr>
      <w:pStyle w:val="Header"/>
    </w:pPr>
    <w:sdt>
      <w:sdtPr>
        <w:id w:val="171999623"/>
        <w:placeholder>
          <w:docPart w:val="7601A76117C0AF4486255BDCB833E5B7"/>
        </w:placeholder>
        <w:temporary/>
        <w:showingPlcHdr/>
      </w:sdtPr>
      <w:sdtEndPr/>
      <w:sdtContent>
        <w:r w:rsidR="00837F56">
          <w:t>[Type text]</w:t>
        </w:r>
      </w:sdtContent>
    </w:sdt>
    <w:r w:rsidR="00837F56">
      <w:ptab w:relativeTo="margin" w:alignment="center" w:leader="none"/>
    </w:r>
    <w:sdt>
      <w:sdtPr>
        <w:id w:val="171999624"/>
        <w:placeholder>
          <w:docPart w:val="36FED3DEE011554BBF0E50E6AE4CA8A2"/>
        </w:placeholder>
        <w:temporary/>
        <w:showingPlcHdr/>
      </w:sdtPr>
      <w:sdtEndPr/>
      <w:sdtContent>
        <w:r w:rsidR="00837F56">
          <w:t>[Type text]</w:t>
        </w:r>
      </w:sdtContent>
    </w:sdt>
    <w:r w:rsidR="00837F56">
      <w:ptab w:relativeTo="margin" w:alignment="right" w:leader="none"/>
    </w:r>
    <w:sdt>
      <w:sdtPr>
        <w:id w:val="171999625"/>
        <w:placeholder>
          <w:docPart w:val="C01833CAC4F0444CA6FF0CD1BD428EA1"/>
        </w:placeholder>
        <w:temporary/>
        <w:showingPlcHdr/>
      </w:sdtPr>
      <w:sdtEndPr/>
      <w:sdtContent>
        <w:r w:rsidR="00837F56">
          <w:t>[Type text]</w:t>
        </w:r>
      </w:sdtContent>
    </w:sdt>
  </w:p>
  <w:p w14:paraId="7AE3AE93" w14:textId="77777777" w:rsidR="00837F56" w:rsidRDefault="00837F5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8F806" w14:textId="30F3C217" w:rsidR="00837F56" w:rsidRPr="00E2340F" w:rsidRDefault="00837F56">
    <w:pPr>
      <w:pStyle w:val="Header"/>
      <w:rPr>
        <w:sz w:val="20"/>
        <w:szCs w:val="20"/>
      </w:rPr>
    </w:pPr>
    <w:r w:rsidRPr="00E2340F">
      <w:rPr>
        <w:sz w:val="20"/>
        <w:szCs w:val="20"/>
      </w:rPr>
      <w:t>Chapter 01—</w:t>
    </w:r>
    <w:r>
      <w:rPr>
        <w:sz w:val="20"/>
        <w:szCs w:val="20"/>
      </w:rPr>
      <w:t>Biology: The Science of Life</w:t>
    </w:r>
  </w:p>
  <w:p w14:paraId="0DEDCE68" w14:textId="77777777" w:rsidR="00837F56" w:rsidRDefault="00837F5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D297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CC117D"/>
    <w:multiLevelType w:val="hybridMultilevel"/>
    <w:tmpl w:val="F1E46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072B"/>
    <w:multiLevelType w:val="hybridMultilevel"/>
    <w:tmpl w:val="41B2AB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341D10"/>
    <w:multiLevelType w:val="hybridMultilevel"/>
    <w:tmpl w:val="503EE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91C4B"/>
    <w:multiLevelType w:val="hybridMultilevel"/>
    <w:tmpl w:val="5A341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55AEC"/>
    <w:multiLevelType w:val="hybridMultilevel"/>
    <w:tmpl w:val="E8C67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03E2A"/>
    <w:multiLevelType w:val="hybridMultilevel"/>
    <w:tmpl w:val="161CA24A"/>
    <w:lvl w:ilvl="0" w:tplc="CC0EA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20AFC"/>
    <w:multiLevelType w:val="hybridMultilevel"/>
    <w:tmpl w:val="8EA03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54041"/>
    <w:multiLevelType w:val="hybridMultilevel"/>
    <w:tmpl w:val="3EFA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4244D6"/>
    <w:multiLevelType w:val="hybridMultilevel"/>
    <w:tmpl w:val="0D6E8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416A4"/>
    <w:multiLevelType w:val="hybridMultilevel"/>
    <w:tmpl w:val="9B58E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45735"/>
    <w:multiLevelType w:val="hybridMultilevel"/>
    <w:tmpl w:val="FD681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6BCE"/>
    <w:multiLevelType w:val="hybridMultilevel"/>
    <w:tmpl w:val="5BA41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11C96"/>
    <w:multiLevelType w:val="hybridMultilevel"/>
    <w:tmpl w:val="A4C25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8D5660"/>
    <w:multiLevelType w:val="hybridMultilevel"/>
    <w:tmpl w:val="C7C0A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1"/>
  </w:num>
  <w:num w:numId="8">
    <w:abstractNumId w:val="14"/>
  </w:num>
  <w:num w:numId="9">
    <w:abstractNumId w:val="2"/>
  </w:num>
  <w:num w:numId="10">
    <w:abstractNumId w:val="9"/>
  </w:num>
  <w:num w:numId="11">
    <w:abstractNumId w:val="8"/>
  </w:num>
  <w:num w:numId="12">
    <w:abstractNumId w:val="12"/>
  </w:num>
  <w:num w:numId="13">
    <w:abstractNumId w:val="13"/>
  </w:num>
  <w:num w:numId="14">
    <w:abstractNumId w:val="6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nda Staton">
    <w15:presenceInfo w15:providerId="Windows Live" w15:userId="95184857e362b5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7A"/>
    <w:rsid w:val="000025BA"/>
    <w:rsid w:val="000135D5"/>
    <w:rsid w:val="00031299"/>
    <w:rsid w:val="000815BA"/>
    <w:rsid w:val="00093E7B"/>
    <w:rsid w:val="000A783C"/>
    <w:rsid w:val="000E375A"/>
    <w:rsid w:val="000E5811"/>
    <w:rsid w:val="001214F8"/>
    <w:rsid w:val="00132841"/>
    <w:rsid w:val="00150CD9"/>
    <w:rsid w:val="0017496C"/>
    <w:rsid w:val="00182B6C"/>
    <w:rsid w:val="001977DE"/>
    <w:rsid w:val="001D3931"/>
    <w:rsid w:val="001E5856"/>
    <w:rsid w:val="00201DA8"/>
    <w:rsid w:val="00220127"/>
    <w:rsid w:val="00254647"/>
    <w:rsid w:val="002564D1"/>
    <w:rsid w:val="002706DF"/>
    <w:rsid w:val="00276AC6"/>
    <w:rsid w:val="002943DA"/>
    <w:rsid w:val="002C6042"/>
    <w:rsid w:val="002E4A13"/>
    <w:rsid w:val="00336014"/>
    <w:rsid w:val="003E2E47"/>
    <w:rsid w:val="003F3250"/>
    <w:rsid w:val="0041458B"/>
    <w:rsid w:val="004657EF"/>
    <w:rsid w:val="004914B7"/>
    <w:rsid w:val="004E2F66"/>
    <w:rsid w:val="00512FB9"/>
    <w:rsid w:val="00523E5F"/>
    <w:rsid w:val="00570830"/>
    <w:rsid w:val="005A0C3C"/>
    <w:rsid w:val="005D5F06"/>
    <w:rsid w:val="005E463F"/>
    <w:rsid w:val="005F1156"/>
    <w:rsid w:val="00637CB7"/>
    <w:rsid w:val="006946C5"/>
    <w:rsid w:val="006C3712"/>
    <w:rsid w:val="006C37A8"/>
    <w:rsid w:val="006F1173"/>
    <w:rsid w:val="00733D8E"/>
    <w:rsid w:val="00736B1B"/>
    <w:rsid w:val="00746587"/>
    <w:rsid w:val="007A1623"/>
    <w:rsid w:val="00833946"/>
    <w:rsid w:val="0083487B"/>
    <w:rsid w:val="008351AB"/>
    <w:rsid w:val="00837F56"/>
    <w:rsid w:val="00854C10"/>
    <w:rsid w:val="00872196"/>
    <w:rsid w:val="00895BC2"/>
    <w:rsid w:val="008A2F2B"/>
    <w:rsid w:val="008D7036"/>
    <w:rsid w:val="00910E9A"/>
    <w:rsid w:val="009749B9"/>
    <w:rsid w:val="009D30EC"/>
    <w:rsid w:val="009D685B"/>
    <w:rsid w:val="009E58C3"/>
    <w:rsid w:val="00A532AD"/>
    <w:rsid w:val="00AB79FA"/>
    <w:rsid w:val="00AD63E3"/>
    <w:rsid w:val="00B2188D"/>
    <w:rsid w:val="00B24581"/>
    <w:rsid w:val="00B278EB"/>
    <w:rsid w:val="00B62880"/>
    <w:rsid w:val="00B83509"/>
    <w:rsid w:val="00BA3D2D"/>
    <w:rsid w:val="00BD3C9C"/>
    <w:rsid w:val="00BF0B28"/>
    <w:rsid w:val="00C00F5E"/>
    <w:rsid w:val="00C145C3"/>
    <w:rsid w:val="00C608C7"/>
    <w:rsid w:val="00C62C66"/>
    <w:rsid w:val="00C65CBB"/>
    <w:rsid w:val="00C719E0"/>
    <w:rsid w:val="00CB2CC2"/>
    <w:rsid w:val="00CE0518"/>
    <w:rsid w:val="00D4524E"/>
    <w:rsid w:val="00D839E8"/>
    <w:rsid w:val="00D96506"/>
    <w:rsid w:val="00DA2112"/>
    <w:rsid w:val="00DD20DC"/>
    <w:rsid w:val="00E2340F"/>
    <w:rsid w:val="00E246FC"/>
    <w:rsid w:val="00E268B6"/>
    <w:rsid w:val="00E73657"/>
    <w:rsid w:val="00E83217"/>
    <w:rsid w:val="00E86D7B"/>
    <w:rsid w:val="00E97D5B"/>
    <w:rsid w:val="00EA18A6"/>
    <w:rsid w:val="00EC2925"/>
    <w:rsid w:val="00EE657A"/>
    <w:rsid w:val="00EF5F6A"/>
    <w:rsid w:val="00F6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F118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88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880"/>
    <w:pPr>
      <w:widowControl w:val="0"/>
      <w:autoSpaceDE w:val="0"/>
      <w:autoSpaceDN w:val="0"/>
      <w:adjustRightInd w:val="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80"/>
    <w:pPr>
      <w:widowControl w:val="0"/>
      <w:autoSpaceDE w:val="0"/>
      <w:autoSpaceDN w:val="0"/>
      <w:adjustRightInd w:val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2880"/>
    <w:pPr>
      <w:widowControl w:val="0"/>
      <w:autoSpaceDE w:val="0"/>
      <w:autoSpaceDN w:val="0"/>
      <w:adjustRightInd w:val="0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880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80"/>
    <w:rPr>
      <w:rFonts w:ascii="Lucida Grande" w:hAnsi="Lucida Grande" w:cs="Lucida Grande"/>
      <w:sz w:val="18"/>
      <w:szCs w:val="18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B62880"/>
    <w:rPr>
      <w:rFonts w:ascii="Arial" w:eastAsiaTheme="minorEastAsia" w:hAnsi="Arial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2880"/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B628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2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8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62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880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46FC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6FC"/>
    <w:rPr>
      <w:rFonts w:asciiTheme="minorHAnsi" w:hAnsiTheme="minorHAnsi"/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6FC"/>
    <w:rPr>
      <w:rFonts w:ascii="Arial" w:hAnsi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62880"/>
    <w:rPr>
      <w:rFonts w:ascii="Times New Roman" w:eastAsia="Times New Roman" w:hAnsi="Times New Roman" w:cs="Times New Roman"/>
      <w:b/>
      <w:bCs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62880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62880"/>
    <w:rPr>
      <w:rFonts w:ascii="Times New Roman" w:eastAsia="Times New Roman" w:hAnsi="Times New Roman"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B62880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288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2880"/>
    <w:rPr>
      <w:rFonts w:ascii="Lucida Grande" w:eastAsia="Times New Roman" w:hAnsi="Lucida Grande" w:cs="Lucida Grande"/>
    </w:rPr>
  </w:style>
  <w:style w:type="paragraph" w:styleId="Title">
    <w:name w:val="Title"/>
    <w:basedOn w:val="Normal"/>
    <w:next w:val="Normal"/>
    <w:link w:val="TitleChar"/>
    <w:uiPriority w:val="10"/>
    <w:qFormat/>
    <w:rsid w:val="00B62880"/>
    <w:pPr>
      <w:widowControl w:val="0"/>
      <w:autoSpaceDE w:val="0"/>
      <w:autoSpaceDN w:val="0"/>
      <w:adjustRightInd w:val="0"/>
      <w:jc w:val="center"/>
      <w:outlineLvl w:val="0"/>
    </w:pPr>
    <w:rPr>
      <w:b/>
      <w:color w:val="000000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62880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ChNum">
    <w:name w:val="Ch. Num"/>
    <w:basedOn w:val="Normal"/>
    <w:qFormat/>
    <w:rsid w:val="00B62880"/>
    <w:pPr>
      <w:widowControl w:val="0"/>
      <w:autoSpaceDE w:val="0"/>
      <w:autoSpaceDN w:val="0"/>
      <w:adjustRightInd w:val="0"/>
      <w:outlineLvl w:val="0"/>
    </w:pPr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88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880"/>
    <w:pPr>
      <w:widowControl w:val="0"/>
      <w:autoSpaceDE w:val="0"/>
      <w:autoSpaceDN w:val="0"/>
      <w:adjustRightInd w:val="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80"/>
    <w:pPr>
      <w:widowControl w:val="0"/>
      <w:autoSpaceDE w:val="0"/>
      <w:autoSpaceDN w:val="0"/>
      <w:adjustRightInd w:val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2880"/>
    <w:pPr>
      <w:widowControl w:val="0"/>
      <w:autoSpaceDE w:val="0"/>
      <w:autoSpaceDN w:val="0"/>
      <w:adjustRightInd w:val="0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880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80"/>
    <w:rPr>
      <w:rFonts w:ascii="Lucida Grande" w:hAnsi="Lucida Grande" w:cs="Lucida Grande"/>
      <w:sz w:val="18"/>
      <w:szCs w:val="18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B62880"/>
    <w:rPr>
      <w:rFonts w:ascii="Arial" w:eastAsiaTheme="minorEastAsia" w:hAnsi="Arial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2880"/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B628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2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8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62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880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46FC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6FC"/>
    <w:rPr>
      <w:rFonts w:asciiTheme="minorHAnsi" w:hAnsiTheme="minorHAnsi"/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6FC"/>
    <w:rPr>
      <w:rFonts w:ascii="Arial" w:hAnsi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62880"/>
    <w:rPr>
      <w:rFonts w:ascii="Times New Roman" w:eastAsia="Times New Roman" w:hAnsi="Times New Roman" w:cs="Times New Roman"/>
      <w:b/>
      <w:bCs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62880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62880"/>
    <w:rPr>
      <w:rFonts w:ascii="Times New Roman" w:eastAsia="Times New Roman" w:hAnsi="Times New Roman"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B62880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288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2880"/>
    <w:rPr>
      <w:rFonts w:ascii="Lucida Grande" w:eastAsia="Times New Roman" w:hAnsi="Lucida Grande" w:cs="Lucida Grande"/>
    </w:rPr>
  </w:style>
  <w:style w:type="paragraph" w:styleId="Title">
    <w:name w:val="Title"/>
    <w:basedOn w:val="Normal"/>
    <w:next w:val="Normal"/>
    <w:link w:val="TitleChar"/>
    <w:uiPriority w:val="10"/>
    <w:qFormat/>
    <w:rsid w:val="00B62880"/>
    <w:pPr>
      <w:widowControl w:val="0"/>
      <w:autoSpaceDE w:val="0"/>
      <w:autoSpaceDN w:val="0"/>
      <w:adjustRightInd w:val="0"/>
      <w:jc w:val="center"/>
      <w:outlineLvl w:val="0"/>
    </w:pPr>
    <w:rPr>
      <w:b/>
      <w:color w:val="000000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62880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ChNum">
    <w:name w:val="Ch. Num"/>
    <w:basedOn w:val="Normal"/>
    <w:qFormat/>
    <w:rsid w:val="00B62880"/>
    <w:pPr>
      <w:widowControl w:val="0"/>
      <w:autoSpaceDE w:val="0"/>
      <w:autoSpaceDN w:val="0"/>
      <w:adjustRightInd w:val="0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6" Type="http://schemas.microsoft.com/office/2011/relationships/people" Target="people.xml"/><Relationship Id="rId17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gateDevelopment:Documents:McGraw%20Hill:Biology%20Titles:Mader%205e%20Essentials%20of%20Biology:5e%20Instructors%20Manual%20Files:Mader_Essentials_4e_IM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01A76117C0AF4486255BDCB833E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FF385-0A9B-334B-9521-01AB20837150}"/>
      </w:docPartPr>
      <w:docPartBody>
        <w:p w14:paraId="5BAA0938" w14:textId="2E770B15" w:rsidR="00882CC1" w:rsidRDefault="00882CC1" w:rsidP="00882CC1">
          <w:pPr>
            <w:pStyle w:val="7601A76117C0AF4486255BDCB833E5B7"/>
          </w:pPr>
          <w:r>
            <w:t>[Type text]</w:t>
          </w:r>
        </w:p>
      </w:docPartBody>
    </w:docPart>
    <w:docPart>
      <w:docPartPr>
        <w:name w:val="36FED3DEE011554BBF0E50E6AE4CA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8FCBE-1E61-1F4E-BE7D-D32D420B152C}"/>
      </w:docPartPr>
      <w:docPartBody>
        <w:p w14:paraId="407409A0" w14:textId="2EED65F5" w:rsidR="00882CC1" w:rsidRDefault="00882CC1" w:rsidP="00882CC1">
          <w:pPr>
            <w:pStyle w:val="36FED3DEE011554BBF0E50E6AE4CA8A2"/>
          </w:pPr>
          <w:r>
            <w:t>[Type text]</w:t>
          </w:r>
        </w:p>
      </w:docPartBody>
    </w:docPart>
    <w:docPart>
      <w:docPartPr>
        <w:name w:val="C01833CAC4F0444CA6FF0CD1BD428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AB4AE-0D46-0C44-9063-BAE26F7A2ACC}"/>
      </w:docPartPr>
      <w:docPartBody>
        <w:p w14:paraId="4D58708A" w14:textId="231B95C0" w:rsidR="00882CC1" w:rsidRDefault="00882CC1" w:rsidP="00882CC1">
          <w:pPr>
            <w:pStyle w:val="C01833CAC4F0444CA6FF0CD1BD428EA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C1"/>
    <w:rsid w:val="00280315"/>
    <w:rsid w:val="0088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01A76117C0AF4486255BDCB833E5B7">
    <w:name w:val="7601A76117C0AF4486255BDCB833E5B7"/>
    <w:rsid w:val="00882CC1"/>
  </w:style>
  <w:style w:type="paragraph" w:customStyle="1" w:styleId="36FED3DEE011554BBF0E50E6AE4CA8A2">
    <w:name w:val="36FED3DEE011554BBF0E50E6AE4CA8A2"/>
    <w:rsid w:val="00882CC1"/>
  </w:style>
  <w:style w:type="paragraph" w:customStyle="1" w:styleId="C01833CAC4F0444CA6FF0CD1BD428EA1">
    <w:name w:val="C01833CAC4F0444CA6FF0CD1BD428EA1"/>
    <w:rsid w:val="00882CC1"/>
  </w:style>
  <w:style w:type="paragraph" w:customStyle="1" w:styleId="E9ECB92B2D5BA7428A45A1B979B733AD">
    <w:name w:val="E9ECB92B2D5BA7428A45A1B979B733AD"/>
    <w:rsid w:val="00882CC1"/>
  </w:style>
  <w:style w:type="paragraph" w:customStyle="1" w:styleId="D94F91FE63004C45A36223E1E5C1F937">
    <w:name w:val="D94F91FE63004C45A36223E1E5C1F937"/>
    <w:rsid w:val="00882CC1"/>
  </w:style>
  <w:style w:type="paragraph" w:customStyle="1" w:styleId="BC3F659ABAB7914F9935EB0F3506C7B6">
    <w:name w:val="BC3F659ABAB7914F9935EB0F3506C7B6"/>
    <w:rsid w:val="00882CC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01A76117C0AF4486255BDCB833E5B7">
    <w:name w:val="7601A76117C0AF4486255BDCB833E5B7"/>
    <w:rsid w:val="00882CC1"/>
  </w:style>
  <w:style w:type="paragraph" w:customStyle="1" w:styleId="36FED3DEE011554BBF0E50E6AE4CA8A2">
    <w:name w:val="36FED3DEE011554BBF0E50E6AE4CA8A2"/>
    <w:rsid w:val="00882CC1"/>
  </w:style>
  <w:style w:type="paragraph" w:customStyle="1" w:styleId="C01833CAC4F0444CA6FF0CD1BD428EA1">
    <w:name w:val="C01833CAC4F0444CA6FF0CD1BD428EA1"/>
    <w:rsid w:val="00882CC1"/>
  </w:style>
  <w:style w:type="paragraph" w:customStyle="1" w:styleId="E9ECB92B2D5BA7428A45A1B979B733AD">
    <w:name w:val="E9ECB92B2D5BA7428A45A1B979B733AD"/>
    <w:rsid w:val="00882CC1"/>
  </w:style>
  <w:style w:type="paragraph" w:customStyle="1" w:styleId="D94F91FE63004C45A36223E1E5C1F937">
    <w:name w:val="D94F91FE63004C45A36223E1E5C1F937"/>
    <w:rsid w:val="00882CC1"/>
  </w:style>
  <w:style w:type="paragraph" w:customStyle="1" w:styleId="BC3F659ABAB7914F9935EB0F3506C7B6">
    <w:name w:val="BC3F659ABAB7914F9935EB0F3506C7B6"/>
    <w:rsid w:val="00882C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DE9B92-43BA-2F4B-86E1-3BB63FBBD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Mader_Essentials_4e_IM Template.dotx</Template>
  <TotalTime>80</TotalTime>
  <Pages>5</Pages>
  <Words>1857</Words>
  <Characters>10586</Characters>
  <Application>Microsoft Macintosh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Agate Publishing</Company>
  <LinksUpToDate>false</LinksUpToDate>
  <CharactersWithSpaces>12419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Loechel</dc:creator>
  <cp:keywords/>
  <dc:description/>
  <cp:lastModifiedBy>Janine Loechel</cp:lastModifiedBy>
  <cp:revision>45</cp:revision>
  <dcterms:created xsi:type="dcterms:W3CDTF">2016-12-28T13:53:00Z</dcterms:created>
  <dcterms:modified xsi:type="dcterms:W3CDTF">2017-03-08T20:07:00Z</dcterms:modified>
</cp:coreProperties>
</file>