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60F" w:rsidRDefault="0064360F" w:rsidP="00241FFE">
      <w:pPr>
        <w:pStyle w:val="Heading1"/>
      </w:pPr>
      <w:bookmarkStart w:id="0" w:name="_GoBack"/>
      <w:bookmarkEnd w:id="0"/>
      <w:r>
        <w:t>The Spotted Begonia Art Gallery</w:t>
      </w:r>
    </w:p>
    <w:p w:rsidR="002F5418" w:rsidRDefault="002F5418" w:rsidP="00AC7DF1"/>
    <w:p w:rsidR="00AC7DF1" w:rsidRDefault="00AC7DF1" w:rsidP="00AC7DF1">
      <w:r>
        <w:t>10/06/18</w:t>
      </w:r>
    </w:p>
    <w:p w:rsidR="00AC7DF1" w:rsidRDefault="00AC7DF1" w:rsidP="00520A09">
      <w:pPr>
        <w:spacing w:after="0"/>
      </w:pPr>
      <w:r>
        <w:t>Ms. Jane Hernandez</w:t>
      </w:r>
    </w:p>
    <w:p w:rsidR="00AC7DF1" w:rsidRDefault="00AC7DF1" w:rsidP="00520A09">
      <w:pPr>
        <w:spacing w:after="0"/>
      </w:pPr>
      <w:r>
        <w:t>Executive Director</w:t>
      </w:r>
    </w:p>
    <w:p w:rsidR="00AC7DF1" w:rsidRDefault="00AC7DF1" w:rsidP="00520A09">
      <w:pPr>
        <w:spacing w:after="0"/>
      </w:pPr>
      <w:r>
        <w:t>ABC Arts Foundation</w:t>
      </w:r>
    </w:p>
    <w:p w:rsidR="00AC7DF1" w:rsidRDefault="00AC7DF1" w:rsidP="00520A09">
      <w:pPr>
        <w:spacing w:after="0"/>
      </w:pPr>
      <w:r>
        <w:t>432 Main Street</w:t>
      </w:r>
    </w:p>
    <w:p w:rsidR="00AC7DF1" w:rsidRDefault="00AC7DF1" w:rsidP="00520A09">
      <w:pPr>
        <w:spacing w:after="0"/>
      </w:pPr>
      <w:r>
        <w:t>Detroit, MI 48201</w:t>
      </w:r>
    </w:p>
    <w:p w:rsidR="00520A09" w:rsidRDefault="00520A09" w:rsidP="00520A09">
      <w:pPr>
        <w:spacing w:after="0"/>
      </w:pPr>
    </w:p>
    <w:p w:rsidR="00AC7DF1" w:rsidRDefault="00AC7DF1" w:rsidP="00AC7DF1">
      <w:r>
        <w:t>RE: DISOVER THE ARTIST IN YOU</w:t>
      </w:r>
      <w:r w:rsidR="00C85474">
        <w:t>!</w:t>
      </w:r>
      <w:r>
        <w:t xml:space="preserve"> </w:t>
      </w:r>
      <w:r w:rsidR="00DD5830">
        <w:t>PROGRAM</w:t>
      </w:r>
    </w:p>
    <w:p w:rsidR="00AC7DF1" w:rsidRDefault="00AC7DF1" w:rsidP="00AC7DF1">
      <w:r>
        <w:t>Dear Ms. Hernandez,</w:t>
      </w:r>
    </w:p>
    <w:p w:rsidR="00D27049" w:rsidRDefault="00D27049" w:rsidP="00D27049">
      <w:r>
        <w:t xml:space="preserve">We are pleased to invite you and your colleagues to our </w:t>
      </w:r>
      <w:r w:rsidRPr="00637F43">
        <w:rPr>
          <w:i/>
        </w:rPr>
        <w:t>Discover the Artist in You!</w:t>
      </w:r>
      <w:r>
        <w:t xml:space="preserve"> </w:t>
      </w:r>
      <w:r w:rsidR="00A00458">
        <w:t>K</w:t>
      </w:r>
      <w:r>
        <w:t>ickoff party on November 8</w:t>
      </w:r>
      <w:r w:rsidRPr="00DD5830">
        <w:rPr>
          <w:vertAlign w:val="superscript"/>
        </w:rPr>
        <w:t>th</w:t>
      </w:r>
      <w:r>
        <w:t xml:space="preserve"> at 2pm in the Picasso Wing of the gallery. Light refreshments will be served.  Please see the enclosed flyer. </w:t>
      </w:r>
    </w:p>
    <w:p w:rsidR="00AC7DF1" w:rsidRDefault="00AC7DF1" w:rsidP="00AC7DF1">
      <w:r>
        <w:t xml:space="preserve">The Spotted Begonia Art Gallery is pleased </w:t>
      </w:r>
      <w:r w:rsidR="00D27049">
        <w:t>that the ABC Arts Foundation has</w:t>
      </w:r>
      <w:r w:rsidR="00DD5830">
        <w:t xml:space="preserve"> accepted our funding proposal for the Discover the Artist in You</w:t>
      </w:r>
      <w:r w:rsidR="00C85474">
        <w:t>!</w:t>
      </w:r>
      <w:r w:rsidR="00DD5830">
        <w:t xml:space="preserve"> Program</w:t>
      </w:r>
      <w:r w:rsidR="00520A09">
        <w:t xml:space="preserve">. </w:t>
      </w:r>
      <w:r w:rsidR="00DD5830">
        <w:t>The Discover the Artist in You</w:t>
      </w:r>
      <w:r w:rsidR="00C85474">
        <w:t>!</w:t>
      </w:r>
      <w:r w:rsidR="00DD5830">
        <w:t xml:space="preserve"> Program will introduce elementary students to local artists and will give those students a chance to create their own art projects under the guidance of those artists. </w:t>
      </w:r>
      <w:r w:rsidR="00520A09">
        <w:t xml:space="preserve">We look forward to </w:t>
      </w:r>
      <w:r>
        <w:t xml:space="preserve">partnering with you to provide </w:t>
      </w:r>
      <w:r w:rsidR="00DD5830">
        <w:t>this program to more than 500</w:t>
      </w:r>
      <w:r>
        <w:t xml:space="preserve"> local elementary students</w:t>
      </w:r>
      <w:r w:rsidR="00DD5830">
        <w:t>!</w:t>
      </w:r>
      <w:r>
        <w:t xml:space="preserve"> </w:t>
      </w:r>
    </w:p>
    <w:p w:rsidR="00AC7DF1" w:rsidRDefault="008C66D5" w:rsidP="00AC7DF1">
      <w:r>
        <w:t>Please RSVP by November 1</w:t>
      </w:r>
      <w:r w:rsidRPr="008C66D5">
        <w:rPr>
          <w:vertAlign w:val="superscript"/>
        </w:rPr>
        <w:t>st</w:t>
      </w:r>
      <w:r>
        <w:t xml:space="preserve"> to </w:t>
      </w:r>
      <w:hyperlink r:id="rId9" w:history="1">
        <w:r w:rsidRPr="00760FB1">
          <w:rPr>
            <w:rStyle w:val="Hyperlink"/>
          </w:rPr>
          <w:t>ejhazelton@sbag.org</w:t>
        </w:r>
      </w:hyperlink>
      <w:r>
        <w:t xml:space="preserve"> with the number attending. </w:t>
      </w:r>
      <w:r w:rsidR="008502FE">
        <w:t xml:space="preserve">Please let me know if you </w:t>
      </w:r>
      <w:r w:rsidR="00AC7DF1">
        <w:t>ha</w:t>
      </w:r>
      <w:r w:rsidR="00DD5830">
        <w:t>ve any questions</w:t>
      </w:r>
      <w:r>
        <w:t xml:space="preserve">. </w:t>
      </w:r>
    </w:p>
    <w:p w:rsidR="00AC7DF1" w:rsidRDefault="00AC7DF1" w:rsidP="00AC7DF1">
      <w:r>
        <w:t>Thank you,</w:t>
      </w:r>
    </w:p>
    <w:p w:rsidR="00AC7DF1" w:rsidRDefault="00C85474" w:rsidP="008C66D5">
      <w:pPr>
        <w:spacing w:after="0" w:line="480" w:lineRule="auto"/>
      </w:pPr>
      <w:r>
        <w:t>Emma</w:t>
      </w:r>
      <w:r w:rsidR="00520A09">
        <w:t xml:space="preserve"> J.</w:t>
      </w:r>
      <w:r w:rsidR="00AC7DF1">
        <w:t xml:space="preserve"> Hazelton</w:t>
      </w:r>
    </w:p>
    <w:p w:rsidR="00AC7DF1" w:rsidRDefault="00520A09" w:rsidP="008F7048">
      <w:pPr>
        <w:spacing w:after="0" w:line="240" w:lineRule="auto"/>
      </w:pPr>
      <w:r>
        <w:t>Arts Education Outreach</w:t>
      </w:r>
      <w:r w:rsidR="00AC7DF1">
        <w:t xml:space="preserve"> Coordinator</w:t>
      </w:r>
    </w:p>
    <w:p w:rsidR="00AC7DF1" w:rsidRDefault="00520A09" w:rsidP="008F7048">
      <w:pPr>
        <w:spacing w:after="0" w:line="240" w:lineRule="auto"/>
      </w:pPr>
      <w:r>
        <w:t>Spotted Begonia</w:t>
      </w:r>
      <w:r w:rsidR="00901EE0">
        <w:t xml:space="preserve"> Art Gallery </w:t>
      </w:r>
    </w:p>
    <w:p w:rsidR="00AC7DF1" w:rsidRDefault="00AC7DF1" w:rsidP="008F7048">
      <w:pPr>
        <w:spacing w:after="0" w:line="240" w:lineRule="auto"/>
      </w:pPr>
      <w:r>
        <w:t>387 Pine Hill Road</w:t>
      </w:r>
    </w:p>
    <w:p w:rsidR="008D76FC" w:rsidRPr="00AC7DF1" w:rsidRDefault="00520A09" w:rsidP="008F7048">
      <w:pPr>
        <w:spacing w:after="0" w:line="240" w:lineRule="auto"/>
      </w:pPr>
      <w:r>
        <w:t>Pontiac</w:t>
      </w:r>
      <w:r w:rsidR="00AC7DF1">
        <w:t xml:space="preserve">, </w:t>
      </w:r>
      <w:r>
        <w:t>MI</w:t>
      </w:r>
      <w:r w:rsidR="00AC7DF1">
        <w:t xml:space="preserve"> </w:t>
      </w:r>
      <w:r>
        <w:t>48340</w:t>
      </w:r>
    </w:p>
    <w:sectPr w:rsidR="008D76FC" w:rsidRPr="00AC7DF1" w:rsidSect="00653B2B">
      <w:headerReference w:type="defaul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484" w:rsidRDefault="003D3484">
      <w:pPr>
        <w:spacing w:after="0" w:line="240" w:lineRule="auto"/>
      </w:pPr>
      <w:r>
        <w:separator/>
      </w:r>
    </w:p>
  </w:endnote>
  <w:endnote w:type="continuationSeparator" w:id="0">
    <w:p w:rsidR="003D3484" w:rsidRDefault="003D3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57B" w:rsidRDefault="00A9257B">
    <w:pPr>
      <w:pStyle w:val="Footer"/>
    </w:pPr>
    <w:r>
      <w:t>Spotted Begonia Art Gallery</w:t>
    </w:r>
    <w:r>
      <w:ptab w:relativeTo="margin" w:alignment="center" w:leader="none"/>
    </w:r>
    <w:r>
      <w:t>www.sbag.org</w:t>
    </w:r>
    <w:r>
      <w:ptab w:relativeTo="margin" w:alignment="right" w:leader="none"/>
    </w:r>
    <w:r>
      <w:t>Pontiac, 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484" w:rsidRDefault="003D3484">
      <w:pPr>
        <w:spacing w:after="0" w:line="240" w:lineRule="auto"/>
      </w:pPr>
      <w:r>
        <w:separator/>
      </w:r>
    </w:p>
  </w:footnote>
  <w:footnote w:type="continuationSeparator" w:id="0">
    <w:p w:rsidR="003D3484" w:rsidRDefault="003D3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Recipient Name"/>
      <w:tag w:val=""/>
      <w:id w:val="-1468971042"/>
      <w:placeholder>
        <w:docPart w:val="D7D445225409459F8B0668A7F8CD7264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8D76FC" w:rsidRDefault="006515DB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p w:rsidR="008D76FC" w:rsidRDefault="003D3484">
    <w:pPr>
      <w:pStyle w:val="Header"/>
    </w:pPr>
    <w:sdt>
      <w:sdtPr>
        <w:alias w:val="Date"/>
        <w:tag w:val="Date"/>
        <w:id w:val="-447781685"/>
        <w:placeholder>
          <w:docPart w:val="8D2D9DEBFCF64104ACEC31E0ED41A5DB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6515DB">
          <w:t>[Date]</w:t>
        </w:r>
      </w:sdtContent>
    </w:sdt>
  </w:p>
  <w:p w:rsidR="008D76FC" w:rsidRDefault="006515D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02AB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AEA44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DF1"/>
    <w:rsid w:val="000F350F"/>
    <w:rsid w:val="00202ABB"/>
    <w:rsid w:val="00240FA8"/>
    <w:rsid w:val="00241FFE"/>
    <w:rsid w:val="00257CE5"/>
    <w:rsid w:val="002A0E8A"/>
    <w:rsid w:val="002F5418"/>
    <w:rsid w:val="003D3484"/>
    <w:rsid w:val="003D43C2"/>
    <w:rsid w:val="003F04FD"/>
    <w:rsid w:val="00520A09"/>
    <w:rsid w:val="00637F43"/>
    <w:rsid w:val="0064360F"/>
    <w:rsid w:val="006515DB"/>
    <w:rsid w:val="00653B2B"/>
    <w:rsid w:val="00676A98"/>
    <w:rsid w:val="006C5E64"/>
    <w:rsid w:val="006E330D"/>
    <w:rsid w:val="008502FE"/>
    <w:rsid w:val="008C66D5"/>
    <w:rsid w:val="008D76FC"/>
    <w:rsid w:val="008F7048"/>
    <w:rsid w:val="00901EE0"/>
    <w:rsid w:val="00A00458"/>
    <w:rsid w:val="00A9257B"/>
    <w:rsid w:val="00AC7DF1"/>
    <w:rsid w:val="00B97396"/>
    <w:rsid w:val="00BF590E"/>
    <w:rsid w:val="00C85474"/>
    <w:rsid w:val="00CE6DE3"/>
    <w:rsid w:val="00CF1436"/>
    <w:rsid w:val="00D27049"/>
    <w:rsid w:val="00DD5830"/>
    <w:rsid w:val="00F4022A"/>
    <w:rsid w:val="00FB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923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rsid w:val="00241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1"/>
    <w:qFormat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  <w:style w:type="paragraph" w:styleId="Signature">
    <w:name w:val="Signature"/>
    <w:basedOn w:val="Normal"/>
    <w:next w:val="Normal"/>
    <w:link w:val="SignatureChar"/>
    <w:uiPriority w:val="1"/>
    <w:qFormat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2"/>
    <w:pPr>
      <w:contextualSpacing/>
    </w:pPr>
  </w:style>
  <w:style w:type="character" w:customStyle="1" w:styleId="HeaderChar">
    <w:name w:val="Header Char"/>
    <w:basedOn w:val="DefaultParagraphFont"/>
    <w:link w:val="Header"/>
    <w:uiPriority w:val="2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2"/>
    <w:semiHidden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Pr>
      <w:spacing w:val="4"/>
      <w:sz w:val="20"/>
      <w:szCs w:val="20"/>
    </w:rPr>
  </w:style>
  <w:style w:type="paragraph" w:styleId="ListBullet">
    <w:name w:val="List Bullet"/>
    <w:basedOn w:val="Normal"/>
    <w:uiPriority w:val="1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8C66D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1FFE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A9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57B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ejhazelton@sbag.or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Roaming\Microsoft\Templates\Letter%20to%20college%20requesting%20academic%20department%20inform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2D9DEBFCF64104ACEC31E0ED41A5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9093A-26B9-43BA-B82F-9425034436CF}"/>
      </w:docPartPr>
      <w:docPartBody>
        <w:p w:rsidR="00213CEC" w:rsidRDefault="00C23A49">
          <w:pPr>
            <w:pStyle w:val="8D2D9DEBFCF64104ACEC31E0ED41A5DB"/>
          </w:pPr>
          <w:r>
            <w:t>[Date]</w:t>
          </w:r>
        </w:p>
      </w:docPartBody>
    </w:docPart>
    <w:docPart>
      <w:docPartPr>
        <w:name w:val="D7D445225409459F8B0668A7F8CD7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AA0E6-D75A-4DE3-8331-0502A62FC225}"/>
      </w:docPartPr>
      <w:docPartBody>
        <w:p w:rsidR="00213CEC" w:rsidRDefault="00C23A49">
          <w:pPr>
            <w:pStyle w:val="D7D445225409459F8B0668A7F8CD7264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A49"/>
    <w:rsid w:val="00173E69"/>
    <w:rsid w:val="00213CEC"/>
    <w:rsid w:val="00632014"/>
    <w:rsid w:val="00723A57"/>
    <w:rsid w:val="009C58D0"/>
    <w:rsid w:val="00C23A49"/>
    <w:rsid w:val="00C6049F"/>
    <w:rsid w:val="00F6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F22847F3849E48BFBD1BE8D143676">
    <w:name w:val="C08F22847F3849E48BFBD1BE8D143676"/>
  </w:style>
  <w:style w:type="paragraph" w:customStyle="1" w:styleId="E57481BEB2324FFA8EB47073410C31B9">
    <w:name w:val="E57481BEB2324FFA8EB47073410C31B9"/>
  </w:style>
  <w:style w:type="paragraph" w:customStyle="1" w:styleId="900D39700936440B97E15EC57B08ECBE">
    <w:name w:val="900D39700936440B97E15EC57B08ECBE"/>
  </w:style>
  <w:style w:type="paragraph" w:customStyle="1" w:styleId="8D2D9DEBFCF64104ACEC31E0ED41A5DB">
    <w:name w:val="8D2D9DEBFCF64104ACEC31E0ED41A5DB"/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customStyle="1" w:styleId="2AFBAE457E9D4F4D92F43FAA0245DA65">
    <w:name w:val="2AFBAE457E9D4F4D92F43FAA0245DA65"/>
  </w:style>
  <w:style w:type="paragraph" w:customStyle="1" w:styleId="D7D445225409459F8B0668A7F8CD7264">
    <w:name w:val="D7D445225409459F8B0668A7F8CD7264"/>
  </w:style>
  <w:style w:type="paragraph" w:customStyle="1" w:styleId="74F022619EEA48018CC9E66A1BD33204">
    <w:name w:val="74F022619EEA48018CC9E66A1BD33204"/>
  </w:style>
  <w:style w:type="paragraph" w:customStyle="1" w:styleId="92360D290D914C6DBA09136754CE475A">
    <w:name w:val="92360D290D914C6DBA09136754CE475A"/>
  </w:style>
  <w:style w:type="paragraph" w:customStyle="1" w:styleId="E40BC97DBAF2450EAF2280C70B60A425">
    <w:name w:val="E40BC97DBAF2450EAF2280C70B60A425"/>
  </w:style>
  <w:style w:type="paragraph" w:customStyle="1" w:styleId="E704BDD57FAD4D8FA8C09B03A0C598C4">
    <w:name w:val="E704BDD57FAD4D8FA8C09B03A0C598C4"/>
  </w:style>
  <w:style w:type="paragraph" w:customStyle="1" w:styleId="11D46B511FB24C68AA96F2DC62ED3072">
    <w:name w:val="11D46B511FB24C68AA96F2DC62ED3072"/>
  </w:style>
  <w:style w:type="paragraph" w:customStyle="1" w:styleId="83A0DDE3B08447B083CE3C5A79F17F3A">
    <w:name w:val="83A0DDE3B08447B083CE3C5A79F17F3A"/>
  </w:style>
  <w:style w:type="paragraph" w:customStyle="1" w:styleId="A398B25C5AF948C5830BA044F3562C4A">
    <w:name w:val="A398B25C5AF948C5830BA044F3562C4A"/>
  </w:style>
  <w:style w:type="paragraph" w:customStyle="1" w:styleId="B81787775121427E84FB7CD48737A8CB">
    <w:name w:val="B81787775121427E84FB7CD48737A8CB"/>
  </w:style>
  <w:style w:type="paragraph" w:customStyle="1" w:styleId="4585B601D243454EACC4AADBB50A5874">
    <w:name w:val="4585B601D243454EACC4AADBB50A5874"/>
    <w:rsid w:val="00723A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F5D517-6BFD-4A5E-97DA-301430E668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college requesting academic department information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2015-10-04T15:34:00Z</dcterms:created>
  <dcterms:modified xsi:type="dcterms:W3CDTF">2015-10-04T15:45:00Z</dcterms:modified>
  <cp:category>ABC Art Foundation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TC040219699991</vt:lpwstr>
  </property>
</Properties>
</file>