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CD763E" w14:textId="77777777" w:rsidR="005865A4" w:rsidRPr="00393EE9" w:rsidRDefault="00C85DE7" w:rsidP="00393EE9">
      <w:pPr>
        <w:pStyle w:val="Title"/>
        <w:jc w:val="center"/>
      </w:pPr>
      <w:r w:rsidRPr="00393EE9">
        <w:t>Metropolitan Community college</w:t>
      </w:r>
    </w:p>
    <w:p w14:paraId="583DCF69" w14:textId="77777777" w:rsidR="005865A4" w:rsidRDefault="00C85DE7" w:rsidP="00E14BEF">
      <w:pPr>
        <w:pStyle w:val="ContactInfo"/>
        <w:jc w:val="center"/>
      </w:pPr>
      <w:r>
        <w:t>Professor Smith </w:t>
      </w:r>
      <w:r>
        <w:rPr>
          <w:rStyle w:val="Strong"/>
          <w:color w:val="ED6139" w:themeColor="accent1" w:themeTint="A6"/>
        </w:rPr>
        <w:t>|</w:t>
      </w:r>
      <w:r>
        <w:t> smithp@metro.edu</w:t>
      </w:r>
    </w:p>
    <w:p w14:paraId="564AD366" w14:textId="0892C949" w:rsidR="005865A4" w:rsidRPr="003058F4" w:rsidRDefault="0003437B">
      <w:pPr>
        <w:pStyle w:val="Date"/>
        <w:rPr>
          <w:sz w:val="24"/>
          <w:szCs w:val="24"/>
        </w:rPr>
      </w:pPr>
      <w:r w:rsidRPr="003058F4">
        <w:rPr>
          <w:sz w:val="24"/>
          <w:szCs w:val="24"/>
        </w:rPr>
        <w:t>March 21, 2021</w:t>
      </w:r>
    </w:p>
    <w:p w14:paraId="0F9CCB3F" w14:textId="77777777" w:rsidR="005865A4" w:rsidRPr="002A5176" w:rsidRDefault="00C85DE7">
      <w:pPr>
        <w:rPr>
          <w:sz w:val="24"/>
          <w:szCs w:val="24"/>
        </w:rPr>
      </w:pPr>
      <w:r w:rsidRPr="002A5176">
        <w:rPr>
          <w:sz w:val="24"/>
          <w:szCs w:val="24"/>
        </w:rPr>
        <w:t>To Whom It May Concern:</w:t>
      </w:r>
    </w:p>
    <w:p w14:paraId="0D2DE58A" w14:textId="77777777" w:rsidR="00C85DE7" w:rsidRPr="002A5176" w:rsidRDefault="00C85DE7" w:rsidP="00C85DE7">
      <w:pPr>
        <w:rPr>
          <w:sz w:val="24"/>
          <w:szCs w:val="24"/>
        </w:rPr>
      </w:pPr>
      <w:r w:rsidRPr="002A5176">
        <w:rPr>
          <w:sz w:val="24"/>
          <w:szCs w:val="24"/>
        </w:rPr>
        <w:t xml:space="preserve">I am writing this reference at the request of </w:t>
      </w:r>
      <w:r w:rsidRPr="00E14BEF">
        <w:rPr>
          <w:sz w:val="24"/>
          <w:szCs w:val="24"/>
        </w:rPr>
        <w:t>Stacy VanPatten</w:t>
      </w:r>
      <w:r w:rsidRPr="002A5176">
        <w:rPr>
          <w:sz w:val="24"/>
          <w:szCs w:val="24"/>
        </w:rPr>
        <w:t>. It has been my pleasure to have Ms. VanPatten in our program. Stacy has demonstrated leadership ability in every assignment, project, and class session.</w:t>
      </w:r>
    </w:p>
    <w:p w14:paraId="6D8DF60F" w14:textId="46CC26EE" w:rsidR="003058F4" w:rsidRPr="002A5176" w:rsidRDefault="003058F4" w:rsidP="003058F4">
      <w:pPr>
        <w:rPr>
          <w:sz w:val="24"/>
          <w:szCs w:val="24"/>
        </w:rPr>
      </w:pPr>
      <w:r w:rsidRPr="002A5176">
        <w:rPr>
          <w:sz w:val="24"/>
          <w:szCs w:val="24"/>
        </w:rPr>
        <w:t>In my opinion she would be a</w:t>
      </w:r>
      <w:r w:rsidR="007575FD">
        <w:rPr>
          <w:sz w:val="24"/>
          <w:szCs w:val="24"/>
        </w:rPr>
        <w:t xml:space="preserve"> valuable</w:t>
      </w:r>
      <w:r w:rsidR="00EF2571">
        <w:rPr>
          <w:sz w:val="24"/>
          <w:szCs w:val="24"/>
        </w:rPr>
        <w:t xml:space="preserve"> </w:t>
      </w:r>
      <w:r w:rsidRPr="002A5176">
        <w:rPr>
          <w:sz w:val="24"/>
          <w:szCs w:val="24"/>
        </w:rPr>
        <w:t xml:space="preserve">asset for any company that hires her for all these reasons. </w:t>
      </w:r>
    </w:p>
    <w:p w14:paraId="34CB94B5" w14:textId="7EBCD6FE" w:rsidR="00C85DE7" w:rsidRPr="002A5176" w:rsidRDefault="00C85DE7" w:rsidP="00C85DE7">
      <w:pPr>
        <w:rPr>
          <w:sz w:val="24"/>
          <w:szCs w:val="24"/>
        </w:rPr>
      </w:pPr>
      <w:r w:rsidRPr="002A5176">
        <w:rPr>
          <w:sz w:val="24"/>
          <w:szCs w:val="24"/>
        </w:rPr>
        <w:t xml:space="preserve">Stacy is </w:t>
      </w:r>
      <w:r w:rsidR="00893C61">
        <w:rPr>
          <w:sz w:val="24"/>
          <w:szCs w:val="24"/>
        </w:rPr>
        <w:t xml:space="preserve">a </w:t>
      </w:r>
      <w:r w:rsidR="003058F4">
        <w:rPr>
          <w:sz w:val="24"/>
          <w:szCs w:val="24"/>
        </w:rPr>
        <w:t>gifted</w:t>
      </w:r>
      <w:r w:rsidRPr="002A5176">
        <w:rPr>
          <w:sz w:val="24"/>
          <w:szCs w:val="24"/>
        </w:rPr>
        <w:t>, thoughtful student who p</w:t>
      </w:r>
      <w:r w:rsidR="00FA6A0A" w:rsidRPr="002A5176">
        <w:rPr>
          <w:sz w:val="24"/>
          <w:szCs w:val="24"/>
        </w:rPr>
        <w:t>oss</w:t>
      </w:r>
      <w:r w:rsidRPr="002A5176">
        <w:rPr>
          <w:sz w:val="24"/>
          <w:szCs w:val="24"/>
        </w:rPr>
        <w:t xml:space="preserve">esses excellent communication skills. She made it a point to be </w:t>
      </w:r>
      <w:r w:rsidR="003058F4" w:rsidRPr="002A5176">
        <w:rPr>
          <w:sz w:val="24"/>
          <w:szCs w:val="24"/>
        </w:rPr>
        <w:t>inclusive</w:t>
      </w:r>
      <w:r w:rsidRPr="002A5176">
        <w:rPr>
          <w:sz w:val="24"/>
          <w:szCs w:val="24"/>
        </w:rPr>
        <w:t xml:space="preserve"> and respectful of </w:t>
      </w:r>
      <w:r w:rsidR="003058F4" w:rsidRPr="002A5176">
        <w:rPr>
          <w:sz w:val="24"/>
          <w:szCs w:val="24"/>
        </w:rPr>
        <w:t>all</w:t>
      </w:r>
      <w:r w:rsidR="007575FD">
        <w:rPr>
          <w:sz w:val="24"/>
          <w:szCs w:val="24"/>
        </w:rPr>
        <w:t xml:space="preserve"> of</w:t>
      </w:r>
      <w:r w:rsidRPr="002A5176">
        <w:rPr>
          <w:sz w:val="24"/>
          <w:szCs w:val="24"/>
        </w:rPr>
        <w:t xml:space="preserve"> her classmates in discussions.</w:t>
      </w:r>
    </w:p>
    <w:p w14:paraId="0114B8BA" w14:textId="37182CD8" w:rsidR="00C85DE7" w:rsidRPr="002A5176" w:rsidRDefault="00C85DE7" w:rsidP="00C85DE7">
      <w:pPr>
        <w:rPr>
          <w:sz w:val="24"/>
          <w:szCs w:val="24"/>
        </w:rPr>
      </w:pPr>
      <w:r w:rsidRPr="002A5176">
        <w:rPr>
          <w:sz w:val="24"/>
          <w:szCs w:val="24"/>
        </w:rPr>
        <w:t xml:space="preserve">Stacy </w:t>
      </w:r>
      <w:r w:rsidR="00FA6A0A" w:rsidRPr="002A5176">
        <w:rPr>
          <w:sz w:val="24"/>
          <w:szCs w:val="24"/>
        </w:rPr>
        <w:t>went</w:t>
      </w:r>
      <w:r w:rsidRPr="002A5176">
        <w:rPr>
          <w:sz w:val="24"/>
          <w:szCs w:val="24"/>
        </w:rPr>
        <w:t xml:space="preserve"> the extra mile to participate in all work-site visits. She asked probing questions of </w:t>
      </w:r>
      <w:r w:rsidR="003058F4" w:rsidRPr="002A5176">
        <w:rPr>
          <w:sz w:val="24"/>
          <w:szCs w:val="24"/>
        </w:rPr>
        <w:t>all</w:t>
      </w:r>
      <w:r w:rsidRPr="002A5176">
        <w:rPr>
          <w:sz w:val="24"/>
          <w:szCs w:val="24"/>
        </w:rPr>
        <w:t xml:space="preserve"> </w:t>
      </w:r>
      <w:r w:rsidR="007575FD">
        <w:rPr>
          <w:sz w:val="24"/>
          <w:szCs w:val="24"/>
        </w:rPr>
        <w:t xml:space="preserve">of </w:t>
      </w:r>
      <w:r w:rsidRPr="002A5176">
        <w:rPr>
          <w:sz w:val="24"/>
          <w:szCs w:val="24"/>
        </w:rPr>
        <w:t xml:space="preserve">our guest speakers. She applied for and was granted a scholarship so that she could participate in a Study Abroad experience during her </w:t>
      </w:r>
      <w:r w:rsidR="003058F4" w:rsidRPr="002A5176">
        <w:rPr>
          <w:sz w:val="24"/>
          <w:szCs w:val="24"/>
        </w:rPr>
        <w:t>junior</w:t>
      </w:r>
      <w:r w:rsidRPr="002A5176">
        <w:rPr>
          <w:sz w:val="24"/>
          <w:szCs w:val="24"/>
        </w:rPr>
        <w:t xml:space="preserve"> year summer break.  </w:t>
      </w:r>
    </w:p>
    <w:p w14:paraId="6B9DBE53" w14:textId="77777777" w:rsidR="00C85DE7" w:rsidRPr="002A5176" w:rsidRDefault="00C85DE7" w:rsidP="00C85DE7">
      <w:pPr>
        <w:pStyle w:val="Closing"/>
        <w:rPr>
          <w:sz w:val="24"/>
          <w:szCs w:val="24"/>
        </w:rPr>
      </w:pPr>
      <w:r w:rsidRPr="002A5176">
        <w:rPr>
          <w:sz w:val="24"/>
          <w:szCs w:val="24"/>
        </w:rPr>
        <w:t>Sincerely,</w:t>
      </w:r>
    </w:p>
    <w:p w14:paraId="1D9B5DE5" w14:textId="20A67CB4" w:rsidR="005865A4" w:rsidRDefault="00C85DE7">
      <w:pPr>
        <w:rPr>
          <w:sz w:val="24"/>
          <w:szCs w:val="24"/>
        </w:rPr>
      </w:pPr>
      <w:r w:rsidRPr="002A5176">
        <w:rPr>
          <w:sz w:val="24"/>
          <w:szCs w:val="24"/>
        </w:rPr>
        <w:t>Professor Smith</w:t>
      </w:r>
    </w:p>
    <w:p w14:paraId="2E0AD9EA" w14:textId="7156A0C9" w:rsidR="003058F4" w:rsidRDefault="003058F4"/>
    <w:p w14:paraId="23633F1D" w14:textId="078D16BB" w:rsidR="003058F4" w:rsidRDefault="003058F4" w:rsidP="003058F4">
      <w:pPr>
        <w:jc w:val="center"/>
      </w:pPr>
      <w:bookmarkStart w:id="0" w:name="_GoBack"/>
      <w:r>
        <w:rPr>
          <w:noProof/>
        </w:rPr>
        <w:drawing>
          <wp:inline distT="0" distB="0" distL="0" distR="0" wp14:anchorId="4AADBC5B" wp14:editId="6A73787F">
            <wp:extent cx="875489" cy="814849"/>
            <wp:effectExtent l="0" t="0" r="127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f01m1College.jpg"/>
                    <pic:cNvPicPr/>
                  </pic:nvPicPr>
                  <pic:blipFill>
                    <a:blip r:embed="rId7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5489" cy="8148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058F4" w:rsidSect="00EF2571">
      <w:footerReference w:type="default" r:id="rId8"/>
      <w:pgSz w:w="12240" w:h="15840" w:code="1"/>
      <w:pgMar w:top="720" w:right="720" w:bottom="720" w:left="720" w:header="720" w:footer="97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D4E97" w14:textId="77777777" w:rsidR="004217C0" w:rsidRDefault="004217C0">
      <w:pPr>
        <w:spacing w:after="0" w:line="240" w:lineRule="auto"/>
      </w:pPr>
      <w:r>
        <w:separator/>
      </w:r>
    </w:p>
  </w:endnote>
  <w:endnote w:type="continuationSeparator" w:id="0">
    <w:p w14:paraId="67DE8BCE" w14:textId="77777777" w:rsidR="004217C0" w:rsidRDefault="00421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B8FCC" w14:textId="3186C1DD" w:rsidR="003058F4" w:rsidRDefault="003058F4" w:rsidP="003058F4">
    <w:pPr>
      <w:pStyle w:val="Footer"/>
      <w:jc w:val="center"/>
    </w:pPr>
    <w:r>
      <w:t>410 Wellington Parkway, Huntsville, AL 35611</w:t>
    </w:r>
  </w:p>
  <w:p w14:paraId="5966449C" w14:textId="300F3972" w:rsidR="005865A4" w:rsidRDefault="005865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44CA8C" w14:textId="77777777" w:rsidR="004217C0" w:rsidRDefault="004217C0">
      <w:pPr>
        <w:spacing w:after="0" w:line="240" w:lineRule="auto"/>
      </w:pPr>
      <w:r>
        <w:separator/>
      </w:r>
    </w:p>
  </w:footnote>
  <w:footnote w:type="continuationSeparator" w:id="0">
    <w:p w14:paraId="6E759288" w14:textId="77777777" w:rsidR="004217C0" w:rsidRDefault="004217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DE7"/>
    <w:rsid w:val="0003437B"/>
    <w:rsid w:val="001A225A"/>
    <w:rsid w:val="002449E1"/>
    <w:rsid w:val="002A5176"/>
    <w:rsid w:val="002B7054"/>
    <w:rsid w:val="0030484B"/>
    <w:rsid w:val="003058F4"/>
    <w:rsid w:val="00393EE9"/>
    <w:rsid w:val="004217C0"/>
    <w:rsid w:val="004D3C78"/>
    <w:rsid w:val="005865A4"/>
    <w:rsid w:val="006005FF"/>
    <w:rsid w:val="007575FD"/>
    <w:rsid w:val="00845093"/>
    <w:rsid w:val="00853CBC"/>
    <w:rsid w:val="00893C61"/>
    <w:rsid w:val="008C4743"/>
    <w:rsid w:val="00912D13"/>
    <w:rsid w:val="00914467"/>
    <w:rsid w:val="00973541"/>
    <w:rsid w:val="009F524B"/>
    <w:rsid w:val="00A0019A"/>
    <w:rsid w:val="00A271C6"/>
    <w:rsid w:val="00B744D9"/>
    <w:rsid w:val="00C4790B"/>
    <w:rsid w:val="00C85DE7"/>
    <w:rsid w:val="00DB6CC0"/>
    <w:rsid w:val="00E14BEF"/>
    <w:rsid w:val="00EF2571"/>
    <w:rsid w:val="00FA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38563C"/>
  <w15:chartTrackingRefBased/>
  <w15:docId w15:val="{C7E8B19C-400E-4A4D-9D4E-AE4A47AF0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0D0D0D" w:themeColor="text1" w:themeTint="F2"/>
        <w:kern w:val="2"/>
        <w:sz w:val="17"/>
        <w:lang w:val="en-US" w:eastAsia="en-US" w:bidi="ar-SA"/>
        <w14:ligatures w14:val="standard"/>
      </w:rPr>
    </w:rPrDefault>
    <w:pPrDefault>
      <w:pPr>
        <w:spacing w:after="200" w:line="288" w:lineRule="auto"/>
        <w:ind w:left="792" w:right="792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9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qFormat/>
    <w:pPr>
      <w:pBdr>
        <w:bottom w:val="thickThinLargeGap" w:sz="12" w:space="5" w:color="A5300F" w:themeColor="accent1"/>
      </w:pBdr>
      <w:spacing w:after="0" w:line="240" w:lineRule="auto"/>
      <w:ind w:left="0" w:right="0"/>
      <w:contextualSpacing/>
    </w:pPr>
    <w:rPr>
      <w:rFonts w:asciiTheme="majorHAnsi" w:eastAsiaTheme="majorEastAsia" w:hAnsiTheme="majorHAnsi" w:cstheme="majorBidi"/>
      <w:caps/>
      <w:color w:val="A5300F" w:themeColor="accent1"/>
      <w:kern w:val="28"/>
      <w:sz w:val="40"/>
      <w14:ligatures w14:val="none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color w:val="A5300F" w:themeColor="accent1"/>
      <w:kern w:val="28"/>
      <w:sz w:val="40"/>
      <w14:ligatures w14:val="none"/>
    </w:rPr>
  </w:style>
  <w:style w:type="paragraph" w:customStyle="1" w:styleId="ContactInfo">
    <w:name w:val="Contact Info"/>
    <w:basedOn w:val="Normal"/>
    <w:uiPriority w:val="2"/>
    <w:qFormat/>
    <w:pPr>
      <w:spacing w:before="40" w:after="1400" w:line="240" w:lineRule="auto"/>
      <w:ind w:left="0" w:right="0"/>
    </w:pPr>
    <w:rPr>
      <w:color w:val="595959" w:themeColor="text1" w:themeTint="A6"/>
    </w:rPr>
  </w:style>
  <w:style w:type="character" w:styleId="Strong">
    <w:name w:val="Strong"/>
    <w:basedOn w:val="DefaultParagraphFont"/>
    <w:uiPriority w:val="5"/>
    <w:unhideWhenUsed/>
    <w:qFormat/>
    <w:rPr>
      <w:b w:val="0"/>
      <w:bCs w:val="0"/>
      <w:color w:val="A5300F" w:themeColor="accent1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Closing">
    <w:name w:val="Closing"/>
    <w:basedOn w:val="Normal"/>
    <w:link w:val="ClosingChar"/>
    <w:uiPriority w:val="99"/>
    <w:unhideWhenUsed/>
    <w:qFormat/>
    <w:pPr>
      <w:spacing w:after="640" w:line="240" w:lineRule="auto"/>
    </w:pPr>
  </w:style>
  <w:style w:type="character" w:customStyle="1" w:styleId="ClosingChar">
    <w:name w:val="Closing Char"/>
    <w:basedOn w:val="DefaultParagraphFont"/>
    <w:link w:val="Closing"/>
    <w:uiPriority w:val="99"/>
  </w:style>
  <w:style w:type="character" w:styleId="Hyperlink">
    <w:name w:val="Hyperlink"/>
    <w:basedOn w:val="DefaultParagraphFont"/>
    <w:uiPriority w:val="99"/>
    <w:unhideWhenUsed/>
    <w:rPr>
      <w:color w:val="6B9F25" w:themeColor="hyperlink"/>
      <w:u w:val="single"/>
    </w:rPr>
  </w:style>
  <w:style w:type="paragraph" w:styleId="Date">
    <w:name w:val="Date"/>
    <w:basedOn w:val="Normal"/>
    <w:next w:val="Normal"/>
    <w:link w:val="DateChar"/>
    <w:uiPriority w:val="3"/>
    <w:unhideWhenUsed/>
    <w:qFormat/>
    <w:pPr>
      <w:spacing w:after="80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3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pBdr>
        <w:between w:val="single" w:sz="8" w:space="5" w:color="A5300F" w:themeColor="accent1"/>
      </w:pBdr>
      <w:tabs>
        <w:tab w:val="center" w:pos="4680"/>
        <w:tab w:val="right" w:pos="9360"/>
      </w:tabs>
      <w:spacing w:after="0" w:line="240" w:lineRule="auto"/>
      <w:ind w:left="0" w:right="0"/>
    </w:pPr>
    <w:rPr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uiPriority w:val="99"/>
    <w:rPr>
      <w:color w:val="595959" w:themeColor="text1" w:themeTint="A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0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becca%20Lawson\AppData\Roaming\Microsoft\Templates\Reference%20Letter%20from%20Teacher.dotx" TargetMode="External"/></Relationships>
</file>

<file path=word/theme/theme1.xml><?xml version="1.0" encoding="utf-8"?>
<a:theme xmlns:a="http://schemas.openxmlformats.org/drawingml/2006/main" name="Gallery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Gallery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allery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43000" r="43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D9FB764-C1F3-4C46-8F4F-B4D9338C71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Reference Letter from Teacher.dotx</Template>
  <TotalTime>54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Exploring Series</dc:creator>
  <cp:keywords>reference</cp:keywords>
  <cp:lastModifiedBy>Exploring Series</cp:lastModifiedBy>
  <cp:revision>4</cp:revision>
  <dcterms:created xsi:type="dcterms:W3CDTF">2018-04-16T22:08:00Z</dcterms:created>
  <dcterms:modified xsi:type="dcterms:W3CDTF">2018-09-19T00:20:00Z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TC029335469991</vt:lpwstr>
  </property>
</Properties>
</file>