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A97" w:rsidRPr="007636D2" w:rsidRDefault="00831A75">
      <w:pPr>
        <w:pStyle w:val="CHPNUM"/>
      </w:pPr>
      <w:r w:rsidRPr="007636D2">
        <w:t xml:space="preserve">Chapter </w:t>
      </w:r>
      <w:r w:rsidR="00574B38">
        <w:t>1</w:t>
      </w:r>
    </w:p>
    <w:p w:rsidR="00831A75" w:rsidRPr="00A2109C" w:rsidRDefault="00574B38" w:rsidP="00A2109C">
      <w:pPr>
        <w:pStyle w:val="CHPTTL"/>
      </w:pPr>
      <w:r>
        <w:t>Corporate Finance and the Financial Manager</w:t>
      </w:r>
    </w:p>
    <w:p w:rsidR="00E55A97" w:rsidRPr="00433832" w:rsidRDefault="00E55A97" w:rsidP="00E55A97">
      <w:pPr>
        <w:pStyle w:val="Note"/>
        <w:keepNext w:val="0"/>
      </w:pPr>
      <w:r w:rsidRPr="00A2109C">
        <w:rPr>
          <w:i/>
        </w:rPr>
        <w:t>Note</w:t>
      </w:r>
      <w:r w:rsidR="00A2109C" w:rsidRPr="00A2109C">
        <w:rPr>
          <w:i/>
        </w:rPr>
        <w:t>:</w:t>
      </w:r>
      <w:r w:rsidR="00A2109C" w:rsidRPr="00433832">
        <w:tab/>
      </w:r>
      <w:r w:rsidR="00433832" w:rsidRPr="00433832">
        <w:t xml:space="preserve">All problems in this chapter are available in </w:t>
      </w:r>
      <w:proofErr w:type="spellStart"/>
      <w:r w:rsidR="00433832" w:rsidRPr="00433832">
        <w:t>MyFinanceLab</w:t>
      </w:r>
      <w:proofErr w:type="spellEnd"/>
      <w:r w:rsidR="00433832" w:rsidRPr="00433832">
        <w:t>.</w:t>
      </w:r>
      <w:r w:rsidR="004102B0">
        <w:t xml:space="preserve"> </w:t>
      </w:r>
      <w:r w:rsidR="00433832" w:rsidRPr="00433832">
        <w:t>An asterisk (*) indicates problems with a higher level of difficulty.</w:t>
      </w:r>
      <w:r w:rsidR="004102B0">
        <w:t xml:space="preserve"> </w:t>
      </w:r>
      <w:r w:rsidR="00433832" w:rsidRPr="00433832">
        <w:t>For a breakdown of the difficulty ratings of all of the problems in this Solutio</w:t>
      </w:r>
      <w:r w:rsidR="00314D79">
        <w:t>ns Manual, please see the Preface</w:t>
      </w:r>
      <w:r w:rsidR="00433832" w:rsidRPr="00433832">
        <w:t xml:space="preserve"> – Question Difficulty Ratings</w:t>
      </w:r>
      <w:r w:rsidR="0070414A">
        <w:t>.</w:t>
      </w:r>
    </w:p>
    <w:p w:rsidR="00D44163" w:rsidRPr="00E20FB7" w:rsidRDefault="00E20FB7" w:rsidP="0012411C">
      <w:pPr>
        <w:pStyle w:val="NLITEM"/>
      </w:pPr>
      <w:r>
        <w:rPr>
          <w:b/>
          <w:bCs/>
        </w:rPr>
        <w:t>1.</w:t>
      </w:r>
      <w:r>
        <w:tab/>
      </w:r>
      <w:r w:rsidRPr="00E20FB7">
        <w:t>A corporation is a legal entity separate from its owners. This means ownership shares in the corporation can be freely traded. None of the other organizational forms share this characteristic.</w:t>
      </w:r>
    </w:p>
    <w:p w:rsidR="00B848C4" w:rsidRPr="00777E4B" w:rsidRDefault="00C8211B" w:rsidP="00B848C4">
      <w:pPr>
        <w:pStyle w:val="NLITEM"/>
      </w:pPr>
      <w:r>
        <w:rPr>
          <w:b/>
          <w:bCs/>
        </w:rPr>
        <w:t>2.</w:t>
      </w:r>
      <w:r>
        <w:tab/>
      </w:r>
      <w:r>
        <w:rPr>
          <w:spacing w:val="-4"/>
        </w:rPr>
        <w:t>Own</w:t>
      </w:r>
      <w:r>
        <w:rPr>
          <w:spacing w:val="4"/>
        </w:rPr>
        <w:t>er</w:t>
      </w:r>
      <w:r>
        <w:rPr>
          <w:spacing w:val="-4"/>
        </w:rPr>
        <w:t>s’ liability is limited to the amount they invest</w:t>
      </w:r>
      <w:r>
        <w:t>e</w:t>
      </w:r>
      <w:r>
        <w:rPr>
          <w:spacing w:val="-4"/>
        </w:rPr>
        <w:t>d in the firm. Stockholders are not resp</w:t>
      </w:r>
      <w:r>
        <w:t>onsible for any encumbrances of the firm; in particular, they cannot be required to pay back any debts incurred by the firm.</w:t>
      </w:r>
    </w:p>
    <w:p w:rsidR="00B848C4" w:rsidRPr="00777E4B" w:rsidRDefault="006775C8" w:rsidP="00B848C4">
      <w:pPr>
        <w:pStyle w:val="NLITEM"/>
      </w:pPr>
      <w:r>
        <w:rPr>
          <w:b/>
          <w:bCs/>
        </w:rPr>
        <w:t>3.</w:t>
      </w:r>
      <w:r>
        <w:rPr>
          <w:b/>
          <w:bCs/>
        </w:rPr>
        <w:tab/>
      </w:r>
      <w:r>
        <w:t>Corporations and limited liability companies. Limited partnerships provide limited liability for the limited partners, but not for the general partners.</w:t>
      </w:r>
    </w:p>
    <w:p w:rsidR="00B848C4" w:rsidRPr="00777E4B" w:rsidRDefault="006775C8" w:rsidP="00A37E01">
      <w:pPr>
        <w:pStyle w:val="NLITEM"/>
        <w:jc w:val="left"/>
      </w:pPr>
      <w:r>
        <w:rPr>
          <w:b/>
          <w:bCs/>
        </w:rPr>
        <w:t>4.</w:t>
      </w:r>
      <w:r>
        <w:rPr>
          <w:b/>
          <w:bCs/>
        </w:rPr>
        <w:tab/>
      </w:r>
      <w:r>
        <w:t>Advantages:</w:t>
      </w:r>
      <w:r w:rsidR="00A37E01">
        <w:tab/>
      </w:r>
      <w:r>
        <w:t>Limited liability, liquidity, infinite life</w:t>
      </w:r>
      <w:r w:rsidR="00A37E01">
        <w:br/>
      </w:r>
      <w:r>
        <w:t>Disadvantages:</w:t>
      </w:r>
      <w:r w:rsidR="00A37E01">
        <w:rPr>
          <w:b/>
          <w:bCs/>
        </w:rPr>
        <w:tab/>
      </w:r>
      <w:r>
        <w:t>Double taxation, separation of ownership and control</w:t>
      </w:r>
    </w:p>
    <w:p w:rsidR="00B848C4" w:rsidRDefault="006536E4" w:rsidP="00B848C4">
      <w:pPr>
        <w:pStyle w:val="NLITEM"/>
      </w:pPr>
      <w:r>
        <w:rPr>
          <w:b/>
          <w:bCs/>
        </w:rPr>
        <w:t>5.</w:t>
      </w:r>
      <w:r>
        <w:rPr>
          <w:b/>
          <w:bCs/>
        </w:rPr>
        <w:tab/>
      </w:r>
      <w:r>
        <w:t>A real estate corporations must</w:t>
      </w:r>
      <w:r w:rsidRPr="00B57D66">
        <w:t xml:space="preserve"> pay corporate income taxes</w:t>
      </w:r>
      <w:r>
        <w:t xml:space="preserve"> but, REITs do not pay corporate tax, instead they</w:t>
      </w:r>
      <w:r w:rsidRPr="00B57D66">
        <w:t xml:space="preserve"> must pass through </w:t>
      </w:r>
      <w:r>
        <w:t xml:space="preserve">substantially all of </w:t>
      </w:r>
      <w:r w:rsidRPr="00B57D66">
        <w:t xml:space="preserve">the income to </w:t>
      </w:r>
      <w:r>
        <w:t xml:space="preserve">the trust unit holders </w:t>
      </w:r>
      <w:r w:rsidRPr="00B57D66">
        <w:t xml:space="preserve">to whom </w:t>
      </w:r>
      <w:r>
        <w:t>the income</w:t>
      </w:r>
      <w:r w:rsidRPr="00B57D66">
        <w:t xml:space="preserve"> is taxable.</w:t>
      </w:r>
    </w:p>
    <w:p w:rsidR="006536E4" w:rsidRDefault="006536E4" w:rsidP="00B848C4">
      <w:pPr>
        <w:pStyle w:val="NLITEM"/>
        <w:rPr>
          <w:szCs w:val="22"/>
          <w:lang w:eastAsia="en-CA"/>
        </w:rPr>
      </w:pPr>
      <w:r w:rsidRPr="007D2C71">
        <w:rPr>
          <w:b/>
          <w:bCs/>
        </w:rPr>
        <w:t>6.</w:t>
      </w:r>
      <w:r w:rsidRPr="007D2C71">
        <w:tab/>
      </w:r>
      <w:r>
        <w:rPr>
          <w:b/>
        </w:rPr>
        <w:t xml:space="preserve">Plan: </w:t>
      </w:r>
      <w:r>
        <w:rPr>
          <w:szCs w:val="22"/>
          <w:lang w:eastAsia="en-CA"/>
        </w:rPr>
        <w:t>First find the value remaining after corporate taxes.</w:t>
      </w:r>
      <w:r w:rsidR="004102B0">
        <w:rPr>
          <w:szCs w:val="22"/>
          <w:lang w:eastAsia="en-CA"/>
        </w:rPr>
        <w:t xml:space="preserve"> </w:t>
      </w:r>
      <w:r>
        <w:rPr>
          <w:szCs w:val="22"/>
          <w:lang w:eastAsia="en-CA"/>
        </w:rPr>
        <w:t>Then determine the remainder after personal taxes.</w:t>
      </w:r>
    </w:p>
    <w:p w:rsidR="002C7CB7" w:rsidRDefault="001D2F4C" w:rsidP="002C7CB7">
      <w:pPr>
        <w:pStyle w:val="NLITEM"/>
        <w:rPr>
          <w:szCs w:val="22"/>
          <w:lang w:eastAsia="en-CA"/>
        </w:rPr>
      </w:pPr>
      <w:r w:rsidRPr="001D2F4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8" type="#_x0000_t75" style="position:absolute;margin-left:7.05pt;margin-top:-23.65pt;width:19.45pt;height:19.45pt;z-index:1;mso-position-horizontal-relative:char;mso-position-vertical-relative:line" o:allowoverlap="f">
            <v:imagedata r:id="rId7" o:title="Icon"/>
            <w10:anchorlock/>
          </v:shape>
        </w:pict>
      </w:r>
      <w:r w:rsidR="002C7CB7" w:rsidRPr="001C549A">
        <w:tab/>
      </w:r>
      <w:r w:rsidR="002C7CB7">
        <w:rPr>
          <w:b/>
        </w:rPr>
        <w:t xml:space="preserve">Execute: </w:t>
      </w:r>
      <w:r w:rsidR="002C7CB7" w:rsidRPr="00990717">
        <w:t>First</w:t>
      </w:r>
      <w:r w:rsidR="002C7CB7" w:rsidRPr="007D2C71">
        <w:t xml:space="preserve"> the corporation pays the taxes. After taxes, $2 × (1-0.34) = $1.32 per share is left to pay dividends. Once the dividend is paid, personal tax on this must be paid leaving $1.32 × (1-0.18) = $1.0824 per share. </w:t>
      </w:r>
    </w:p>
    <w:p w:rsidR="002C7CB7" w:rsidRDefault="002C7CB7" w:rsidP="002C7CB7">
      <w:pPr>
        <w:pStyle w:val="NLITEM"/>
        <w:rPr>
          <w:szCs w:val="22"/>
          <w:lang w:eastAsia="en-CA"/>
        </w:rPr>
      </w:pPr>
      <w:r>
        <w:rPr>
          <w:b/>
        </w:rPr>
        <w:tab/>
      </w:r>
      <w:r w:rsidRPr="00990717">
        <w:rPr>
          <w:b/>
        </w:rPr>
        <w:t xml:space="preserve">Evaluate: </w:t>
      </w:r>
      <w:r w:rsidRPr="00990717">
        <w:t>A</w:t>
      </w:r>
      <w:r w:rsidRPr="007D2C71">
        <w:t>fter all the taxes are paid, you are left with $1.0824 per share.</w:t>
      </w:r>
      <w:r w:rsidRPr="002C7CB7">
        <w:rPr>
          <w:szCs w:val="22"/>
          <w:lang w:eastAsia="en-CA"/>
        </w:rPr>
        <w:t xml:space="preserve"> </w:t>
      </w:r>
    </w:p>
    <w:p w:rsidR="00401364" w:rsidRDefault="00401364" w:rsidP="002C7CB7">
      <w:pPr>
        <w:pStyle w:val="NLITEM"/>
        <w:rPr>
          <w:szCs w:val="22"/>
          <w:lang w:eastAsia="en-CA"/>
        </w:rPr>
      </w:pPr>
      <w:r>
        <w:rPr>
          <w:b/>
          <w:bCs/>
        </w:rPr>
        <w:t>7</w:t>
      </w:r>
      <w:r w:rsidRPr="007D2C71">
        <w:rPr>
          <w:b/>
          <w:bCs/>
        </w:rPr>
        <w:t>.</w:t>
      </w:r>
      <w:r>
        <w:rPr>
          <w:b/>
          <w:bCs/>
        </w:rPr>
        <w:tab/>
      </w:r>
      <w:r>
        <w:rPr>
          <w:b/>
        </w:rPr>
        <w:t xml:space="preserve">Plan: </w:t>
      </w:r>
      <w:r>
        <w:rPr>
          <w:szCs w:val="22"/>
          <w:lang w:eastAsia="en-CA"/>
        </w:rPr>
        <w:t>First find the value remaining after corporate taxes.</w:t>
      </w:r>
      <w:r w:rsidR="004102B0">
        <w:rPr>
          <w:szCs w:val="22"/>
          <w:lang w:eastAsia="en-CA"/>
        </w:rPr>
        <w:t xml:space="preserve"> </w:t>
      </w:r>
      <w:r>
        <w:rPr>
          <w:szCs w:val="22"/>
          <w:lang w:eastAsia="en-CA"/>
        </w:rPr>
        <w:t>Then determine the remainder after personal taxes.</w:t>
      </w:r>
    </w:p>
    <w:p w:rsidR="00401364" w:rsidRDefault="001D2F4C" w:rsidP="00401364">
      <w:pPr>
        <w:pStyle w:val="NLITEM"/>
        <w:rPr>
          <w:szCs w:val="22"/>
          <w:lang w:eastAsia="en-CA"/>
        </w:rPr>
      </w:pPr>
      <w:r w:rsidRPr="001D2F4C">
        <w:rPr>
          <w:b/>
          <w:noProof/>
        </w:rPr>
        <w:pict>
          <v:shape id="_x0000_s1150" type="#_x0000_t75" style="position:absolute;margin-left:7.05pt;margin-top:-23pt;width:19.45pt;height:19.45pt;z-index:2;mso-position-horizontal-relative:char;mso-position-vertical-relative:line" o:allowoverlap="f">
            <v:imagedata r:id="rId7" o:title="Icon"/>
            <w10:anchorlock/>
          </v:shape>
        </w:pict>
      </w:r>
      <w:r w:rsidR="00401364">
        <w:rPr>
          <w:b/>
        </w:rPr>
        <w:tab/>
        <w:t xml:space="preserve">Execute: </w:t>
      </w:r>
      <w:r w:rsidR="00401364" w:rsidRPr="007D2C71">
        <w:t>As an income trust, there is no corporate tax (before 2011) so the full $2 per share can be paid out to you as a trust unit holder. You must then pay personal income tax on the distribution. So you are left with $2 × (1-0.4) = $1.20 per share</w:t>
      </w:r>
      <w:r w:rsidR="00401364" w:rsidRPr="00B57D66">
        <w:t>.</w:t>
      </w:r>
      <w:r w:rsidR="00401364" w:rsidRPr="00401364">
        <w:rPr>
          <w:szCs w:val="22"/>
          <w:lang w:eastAsia="en-CA"/>
        </w:rPr>
        <w:t xml:space="preserve"> </w:t>
      </w:r>
    </w:p>
    <w:p w:rsidR="00401364" w:rsidRDefault="00401364" w:rsidP="00401364">
      <w:pPr>
        <w:pStyle w:val="NLITEM"/>
        <w:rPr>
          <w:szCs w:val="22"/>
          <w:lang w:eastAsia="en-CA"/>
        </w:rPr>
      </w:pPr>
      <w:r>
        <w:rPr>
          <w:b/>
        </w:rPr>
        <w:tab/>
      </w:r>
      <w:r w:rsidRPr="00990717">
        <w:rPr>
          <w:b/>
        </w:rPr>
        <w:t xml:space="preserve">Evaluate: </w:t>
      </w:r>
      <w:r w:rsidRPr="00990717">
        <w:t>A</w:t>
      </w:r>
      <w:r w:rsidRPr="007D2C71">
        <w:t>fter all the taxes are paid, you are left with $1.</w:t>
      </w:r>
      <w:r>
        <w:t>20</w:t>
      </w:r>
      <w:r w:rsidRPr="007D2C71">
        <w:t xml:space="preserve"> per share.</w:t>
      </w:r>
      <w:r w:rsidRPr="00401364">
        <w:rPr>
          <w:szCs w:val="22"/>
          <w:lang w:eastAsia="en-CA"/>
        </w:rPr>
        <w:t xml:space="preserve"> </w:t>
      </w:r>
    </w:p>
    <w:p w:rsidR="00401364" w:rsidRDefault="00B60674" w:rsidP="002C7CB7">
      <w:pPr>
        <w:pStyle w:val="NLITEM"/>
      </w:pPr>
      <w:r>
        <w:rPr>
          <w:b/>
          <w:bCs/>
        </w:rPr>
        <w:t>8.</w:t>
      </w:r>
      <w:r>
        <w:tab/>
        <w:t>The investment decision is the most important decision that a financial manager makes, as the manager must decide how to put the owners’ money to its best use.</w:t>
      </w:r>
    </w:p>
    <w:p w:rsidR="00DE3820" w:rsidRDefault="00DE3820" w:rsidP="002C7CB7">
      <w:pPr>
        <w:pStyle w:val="NLITEM"/>
        <w:rPr>
          <w:szCs w:val="22"/>
          <w:lang w:eastAsia="en-CA"/>
        </w:rPr>
      </w:pPr>
      <w:r>
        <w:rPr>
          <w:b/>
          <w:bCs/>
        </w:rPr>
        <w:lastRenderedPageBreak/>
        <w:t>9.</w:t>
      </w:r>
      <w:r>
        <w:tab/>
        <w:t>The goal of maximizing shareholder wealth is agreed upon by all shareholders because all shareholders are better off when this goal is achieved.</w:t>
      </w:r>
    </w:p>
    <w:p w:rsidR="00DE3820" w:rsidRDefault="00445D72" w:rsidP="002C7CB7">
      <w:pPr>
        <w:pStyle w:val="NLITEM"/>
        <w:rPr>
          <w:szCs w:val="22"/>
          <w:lang w:eastAsia="en-CA"/>
        </w:rPr>
      </w:pPr>
      <w:r>
        <w:rPr>
          <w:b/>
          <w:bCs/>
        </w:rPr>
        <w:t>10.</w:t>
      </w:r>
      <w:r w:rsidRPr="00D436CB">
        <w:tab/>
      </w:r>
      <w:r>
        <w:t>Shareholders can:</w:t>
      </w:r>
    </w:p>
    <w:p w:rsidR="00AC4423" w:rsidRDefault="00AC4423" w:rsidP="00AC4423">
      <w:pPr>
        <w:pStyle w:val="NLSUBITEM"/>
      </w:pPr>
      <w:r w:rsidRPr="001C549A">
        <w:rPr>
          <w:b/>
        </w:rPr>
        <w:t>a.</w:t>
      </w:r>
      <w:r>
        <w:tab/>
        <w:t>Ensure that employees are paid with company stock and/or stock options.</w:t>
      </w:r>
    </w:p>
    <w:p w:rsidR="00AC4423" w:rsidRDefault="00AC4423" w:rsidP="00AC4423">
      <w:pPr>
        <w:pStyle w:val="NLSUBITEM"/>
      </w:pPr>
      <w:r w:rsidRPr="001C549A">
        <w:rPr>
          <w:b/>
        </w:rPr>
        <w:t>b.</w:t>
      </w:r>
      <w:r>
        <w:tab/>
        <w:t>Ensure that underperforming managers are fired.</w:t>
      </w:r>
    </w:p>
    <w:p w:rsidR="00AC4423" w:rsidRDefault="00AC4423" w:rsidP="00AC4423">
      <w:pPr>
        <w:pStyle w:val="NLSUBITEM"/>
      </w:pPr>
      <w:r w:rsidRPr="001C549A">
        <w:rPr>
          <w:b/>
        </w:rPr>
        <w:t>c.</w:t>
      </w:r>
      <w:r>
        <w:tab/>
        <w:t>Write contracts that ensure that the interests of the managers and shareholders are closely aligned.</w:t>
      </w:r>
    </w:p>
    <w:p w:rsidR="00AC4423" w:rsidRDefault="00AC4423" w:rsidP="009E57D5">
      <w:pPr>
        <w:pStyle w:val="NLSUBITEM"/>
        <w:spacing w:after="240"/>
      </w:pPr>
      <w:r w:rsidRPr="001C549A">
        <w:rPr>
          <w:b/>
        </w:rPr>
        <w:t>d.</w:t>
      </w:r>
      <w:r>
        <w:tab/>
        <w:t>Mount hostile takeovers.</w:t>
      </w:r>
    </w:p>
    <w:p w:rsidR="00851F44" w:rsidRDefault="00851F44" w:rsidP="00851F44">
      <w:pPr>
        <w:pStyle w:val="NLITEM"/>
      </w:pPr>
      <w:r>
        <w:rPr>
          <w:b/>
          <w:bCs/>
        </w:rPr>
        <w:t>11.</w:t>
      </w:r>
      <w:r>
        <w:rPr>
          <w:b/>
          <w:bCs/>
        </w:rPr>
        <w:tab/>
      </w:r>
      <w:r>
        <w:t>When your parents pay for the meal, you benefit from the food but do not take on the cost of the food. This is similar to the agency problem in corporations, when managers can benefit from taking actions in their own personal interests using money that belongs to shareholders.</w:t>
      </w:r>
    </w:p>
    <w:p w:rsidR="00851F44" w:rsidRDefault="00851F44" w:rsidP="00851F44">
      <w:pPr>
        <w:pStyle w:val="NLITEM"/>
      </w:pPr>
      <w:r>
        <w:rPr>
          <w:b/>
          <w:bCs/>
        </w:rPr>
        <w:t>12.</w:t>
      </w:r>
      <w:r>
        <w:tab/>
        <w:t xml:space="preserve">The agent (renter) will not take the same care of the apartment as the principal (owner), because </w:t>
      </w:r>
      <w:r>
        <w:rPr>
          <w:spacing w:val="-2"/>
        </w:rPr>
        <w:t>the renter does not share in the costs of fixing damage to the apartment. To mitigate this problem,</w:t>
      </w:r>
      <w:r>
        <w:t xml:space="preserve"> having the renter pay a deposit would motivate the renter to keep damages to a minimum. The </w:t>
      </w:r>
      <w:r>
        <w:rPr>
          <w:spacing w:val="-2"/>
        </w:rPr>
        <w:t>deposit forces the renter to share in the costs of fixing any problems that are caused by the renter.</w:t>
      </w:r>
    </w:p>
    <w:p w:rsidR="00851F44" w:rsidRDefault="00851F44" w:rsidP="00851F44">
      <w:pPr>
        <w:pStyle w:val="NLITEM"/>
      </w:pPr>
      <w:r>
        <w:rPr>
          <w:b/>
          <w:bCs/>
        </w:rPr>
        <w:t>13.</w:t>
      </w:r>
      <w:r>
        <w:rPr>
          <w:b/>
          <w:bCs/>
        </w:rPr>
        <w:tab/>
      </w:r>
      <w:r>
        <w:t>There is an ethical dilemma when the CEO of a firm has opposite incentives to those of the shareholders. In this case, you (as the CEO) have an incentive to potentially overpay for another company (which would be damaging to your shareholders) because your pay and prestige will improve.</w:t>
      </w:r>
    </w:p>
    <w:p w:rsidR="00683C73" w:rsidRDefault="005A1F4F" w:rsidP="00851F44">
      <w:pPr>
        <w:pStyle w:val="NLITEM"/>
      </w:pPr>
      <w:r>
        <w:rPr>
          <w:b/>
          <w:bCs/>
        </w:rPr>
        <w:t>*</w:t>
      </w:r>
      <w:r w:rsidR="00851F44">
        <w:rPr>
          <w:b/>
          <w:bCs/>
        </w:rPr>
        <w:t>1</w:t>
      </w:r>
      <w:r w:rsidR="00851F44" w:rsidRPr="00877A6B">
        <w:rPr>
          <w:b/>
          <w:bCs/>
        </w:rPr>
        <w:t>4.</w:t>
      </w:r>
      <w:r w:rsidR="00581D5B" w:rsidRPr="00877A6B">
        <w:rPr>
          <w:b/>
        </w:rPr>
        <w:tab/>
      </w:r>
      <w:r w:rsidR="00683C73" w:rsidRPr="00683C73">
        <w:rPr>
          <w:b/>
        </w:rPr>
        <w:t>Plan</w:t>
      </w:r>
      <w:r w:rsidR="001001F3" w:rsidRPr="001001F3">
        <w:t xml:space="preserve">: For each </w:t>
      </w:r>
      <w:r w:rsidR="00683C73" w:rsidRPr="00683C73">
        <w:t>of (a) to (d</w:t>
      </w:r>
      <w:r w:rsidR="001001F3" w:rsidRPr="001001F3">
        <w:t xml:space="preserve">) you must determine if your personal change in </w:t>
      </w:r>
      <w:r w:rsidR="00683C73">
        <w:t xml:space="preserve">monetary </w:t>
      </w:r>
      <w:r w:rsidR="001001F3" w:rsidRPr="001001F3">
        <w:t>wealth more than offsets the value to you of losing your leisure time</w:t>
      </w:r>
      <w:r w:rsidR="00D57B25">
        <w:t xml:space="preserve"> (valued at $51</w:t>
      </w:r>
      <w:r w:rsidR="00683C73">
        <w:t>,000)</w:t>
      </w:r>
      <w:r w:rsidR="001001F3" w:rsidRPr="001001F3">
        <w:t>. If it does, then you would decide to proceed with the new project.</w:t>
      </w:r>
    </w:p>
    <w:p w:rsidR="00683C73" w:rsidRDefault="00683C73" w:rsidP="00851F44">
      <w:pPr>
        <w:pStyle w:val="NLITEM"/>
      </w:pPr>
      <w:r>
        <w:rPr>
          <w:b/>
          <w:bCs/>
        </w:rPr>
        <w:tab/>
      </w:r>
      <w:r w:rsidRPr="00683C73">
        <w:rPr>
          <w:b/>
          <w:bCs/>
        </w:rPr>
        <w:t>Execute</w:t>
      </w:r>
      <w:r w:rsidR="001001F3" w:rsidRPr="001001F3">
        <w:t>:</w:t>
      </w:r>
      <w:r>
        <w:t xml:space="preserve"> </w:t>
      </w:r>
    </w:p>
    <w:p w:rsidR="00D209B3" w:rsidRDefault="00683C73" w:rsidP="009E57D5">
      <w:pPr>
        <w:pStyle w:val="NLITEM"/>
        <w:numPr>
          <w:ilvl w:val="0"/>
          <w:numId w:val="42"/>
        </w:numPr>
        <w:spacing w:after="120"/>
      </w:pPr>
      <w:r>
        <w:t>If you owned 100% of the company and the project were accepted, your personal shares of stock would increase in value by 100% of $1 million = $1 million. This would more than offset your personal cost of lost leisure; therefore your decision would be to proceed with the project.</w:t>
      </w:r>
    </w:p>
    <w:p w:rsidR="00D209B3" w:rsidRDefault="00683C73" w:rsidP="009E57D5">
      <w:pPr>
        <w:pStyle w:val="NLITEM"/>
        <w:numPr>
          <w:ilvl w:val="0"/>
          <w:numId w:val="42"/>
        </w:numPr>
        <w:spacing w:after="120"/>
      </w:pPr>
      <w:r>
        <w:t>If you owned 1% of the company</w:t>
      </w:r>
      <w:r w:rsidRPr="00683C73">
        <w:t xml:space="preserve"> </w:t>
      </w:r>
      <w:r>
        <w:t>and the project were accepted, your personal shares of stock would increase in value by 1% of $1 million = $10,000. This would not be enough to offset your personal cost of lost leisure; therefore your decision would be to reject the project.</w:t>
      </w:r>
    </w:p>
    <w:p w:rsidR="00683C73" w:rsidRDefault="00683C73" w:rsidP="009E57D5">
      <w:pPr>
        <w:pStyle w:val="NLITEM"/>
        <w:numPr>
          <w:ilvl w:val="0"/>
          <w:numId w:val="42"/>
        </w:numPr>
        <w:spacing w:after="120"/>
      </w:pPr>
      <w:r>
        <w:t>If you owned 3% of the company</w:t>
      </w:r>
      <w:r w:rsidRPr="00683C73">
        <w:t xml:space="preserve"> </w:t>
      </w:r>
      <w:r>
        <w:t>and the project were accepted, your personal shares of stock would increase in value by 3% of $1 million = $30,000. In addition, you would receive a bonus of $25,000, so in total your monetary wealth would increase by $55,000. This more than offsets your personal cost of lost leisure; therefore your decision would be to proceed with the project.</w:t>
      </w:r>
    </w:p>
    <w:p w:rsidR="00683C73" w:rsidRDefault="00D57B25" w:rsidP="00683C73">
      <w:pPr>
        <w:pStyle w:val="NLITEM"/>
        <w:numPr>
          <w:ilvl w:val="0"/>
          <w:numId w:val="42"/>
        </w:numPr>
      </w:pPr>
      <w:r>
        <w:lastRenderedPageBreak/>
        <w:t>I</w:t>
      </w:r>
      <w:r w:rsidR="00683C73">
        <w:t xml:space="preserve">f you accept the project </w:t>
      </w:r>
      <w:r>
        <w:t xml:space="preserve">your monetary wealth would </w:t>
      </w:r>
      <w:r w:rsidR="00683C73">
        <w:t xml:space="preserve">increase by $25,000 + 3% of $X. For you to </w:t>
      </w:r>
      <w:r>
        <w:t xml:space="preserve">decide to </w:t>
      </w:r>
      <w:r w:rsidR="00683C73">
        <w:t>accept the project, this must be greater</w:t>
      </w:r>
      <w:r>
        <w:t xml:space="preserve"> than $51</w:t>
      </w:r>
      <w:r w:rsidR="00683C73">
        <w:t>,000</w:t>
      </w:r>
      <w:r>
        <w:t xml:space="preserve"> (the value of your lost leisure)</w:t>
      </w:r>
      <w:r w:rsidR="00683C73">
        <w:t>. Solving for X we get:</w:t>
      </w:r>
    </w:p>
    <w:p w:rsidR="00D209B3" w:rsidRDefault="00D57B25">
      <w:pPr>
        <w:pStyle w:val="NLITEM"/>
        <w:ind w:left="2160"/>
      </w:pPr>
      <w:r w:rsidRPr="00D57B25">
        <w:rPr>
          <w:position w:val="-44"/>
        </w:rPr>
        <w:object w:dxaOrig="2640" w:dyaOrig="1020">
          <v:shape id="_x0000_i1025" type="#_x0000_t75" style="width:131.75pt;height:50.95pt" o:ole="">
            <v:imagedata r:id="rId8" o:title=""/>
          </v:shape>
          <o:OLEObject Type="Embed" ProgID="Equation.DSMT4" ShapeID="_x0000_i1025" DrawAspect="Content" ObjectID="_1517935589" r:id="rId9"/>
        </w:object>
      </w:r>
      <w:r>
        <w:t xml:space="preserve"> </w:t>
      </w:r>
    </w:p>
    <w:p w:rsidR="00D209B3" w:rsidRDefault="001001F3">
      <w:pPr>
        <w:pStyle w:val="NLITEM"/>
        <w:ind w:left="1440"/>
        <w:rPr>
          <w:b/>
          <w:bCs/>
        </w:rPr>
      </w:pPr>
      <w:r w:rsidRPr="001001F3">
        <w:rPr>
          <w:b/>
          <w:bCs/>
        </w:rPr>
        <w:t>Evaluate:</w:t>
      </w:r>
      <w:r w:rsidR="00F43E9F">
        <w:rPr>
          <w:b/>
          <w:bCs/>
        </w:rPr>
        <w:t xml:space="preserve"> </w:t>
      </w:r>
    </w:p>
    <w:p w:rsidR="00D209B3" w:rsidRDefault="00683C73" w:rsidP="009E57D5">
      <w:pPr>
        <w:pStyle w:val="NLITEM"/>
        <w:numPr>
          <w:ilvl w:val="0"/>
          <w:numId w:val="42"/>
        </w:numPr>
      </w:pPr>
      <w:r>
        <w:t>In part (a) you (as the CEO) are perfectly aligned with the owners of the company as you actually own the whole company. Thus you receive the full benefit of the $1 million increase in equity value and this offsets the value to you of the lost leisure. In part (b), your incentives are not aligned with shareholders because the project should be accepted to maximize shareholder wealth, but you reject it because the increase in your monetary wealth does not offset the cost of your extra effort and lost leisure time. Here the principal-agent problem results in a decision that is costly to shareholders as a whole.</w:t>
      </w:r>
      <w:r w:rsidR="00D57B25">
        <w:t xml:space="preserve"> In part (c), your incentives </w:t>
      </w:r>
      <w:r>
        <w:t xml:space="preserve">are aligned with shareholders as you receive enough of a monetary benefit to offset your cost of lost leisure. </w:t>
      </w:r>
      <w:r w:rsidR="00D57B25">
        <w:t>In part (d), though, we can see that the bonus scheme does not always solve the principal-agent problem. Your incentives are aligned with all shareholders when the project increases the equity value by an amount greater than $866,666.67. However, if the increase in equity value is lower, you would decide to reject the project even though accepting it would maximize shareholder wealth.</w:t>
      </w:r>
    </w:p>
    <w:p w:rsidR="00851F44" w:rsidRDefault="00683C73" w:rsidP="00851F44">
      <w:pPr>
        <w:pStyle w:val="NLITEM"/>
        <w:rPr>
          <w:szCs w:val="22"/>
        </w:rPr>
      </w:pPr>
      <w:r>
        <w:rPr>
          <w:b/>
        </w:rPr>
        <w:t>15.</w:t>
      </w:r>
      <w:r>
        <w:rPr>
          <w:b/>
        </w:rPr>
        <w:tab/>
      </w:r>
      <w:r w:rsidR="00851F44" w:rsidRPr="00FA7C7C">
        <w:t>T</w:t>
      </w:r>
      <w:r w:rsidR="00851F44" w:rsidRPr="00877A6B">
        <w:rPr>
          <w:szCs w:val="22"/>
        </w:rPr>
        <w:t>his will impact and hurt the customers. It will be a negative impact for the customers as they will likely get sour milk. It will also be a negative impact for shareholders because in the long run, customers will realize that the supermarket sells sour milk and they will switch supermarkets. Thus the value today of the future income and cash flow streams generated by the supermarket will drop because of the long-term loss of customers caused by this strategy. This will negatively impact the current stock price as stockholders anticipate these long term negative effects.</w:t>
      </w:r>
    </w:p>
    <w:p w:rsidR="00851F44" w:rsidRPr="00581D5B" w:rsidRDefault="00D57B25" w:rsidP="00851F44">
      <w:pPr>
        <w:pStyle w:val="NLITEM"/>
      </w:pPr>
      <w:r>
        <w:rPr>
          <w:b/>
        </w:rPr>
        <w:t>16</w:t>
      </w:r>
      <w:r w:rsidR="00851F44" w:rsidRPr="00581D5B">
        <w:rPr>
          <w:b/>
        </w:rPr>
        <w:t>.</w:t>
      </w:r>
      <w:r w:rsidR="00851F44" w:rsidRPr="00581D5B">
        <w:tab/>
        <w:t>The shares of a public corporation are traded on an exchange (or "over the counter" in an electronic trading system) while the shares of a private corporation are not traded on a public exchange.</w:t>
      </w:r>
    </w:p>
    <w:p w:rsidR="00851F44" w:rsidRDefault="00D57B25" w:rsidP="00851F44">
      <w:pPr>
        <w:pStyle w:val="NLITEM"/>
      </w:pPr>
      <w:r>
        <w:rPr>
          <w:b/>
          <w:bCs/>
        </w:rPr>
        <w:t>17</w:t>
      </w:r>
      <w:r w:rsidR="00851F44">
        <w:rPr>
          <w:b/>
          <w:bCs/>
        </w:rPr>
        <w:t>.</w:t>
      </w:r>
      <w:r w:rsidR="00851F44">
        <w:rPr>
          <w:b/>
          <w:bCs/>
        </w:rPr>
        <w:tab/>
      </w:r>
      <w:r w:rsidR="00851F44">
        <w:t>A primary market is where the company sells shares of itself to investors. The secondary market is where investors can buy and/or sell the company’s shares with other investors (but not the company itsel</w:t>
      </w:r>
      <w:r w:rsidR="00851F44">
        <w:rPr>
          <w:spacing w:val="20"/>
        </w:rPr>
        <w:t>f</w:t>
      </w:r>
      <w:r w:rsidR="00851F44">
        <w:t>).</w:t>
      </w:r>
    </w:p>
    <w:p w:rsidR="00851F44" w:rsidRPr="00581D5B" w:rsidRDefault="00D57B25" w:rsidP="00851F44">
      <w:pPr>
        <w:pStyle w:val="NLITEM"/>
      </w:pPr>
      <w:r>
        <w:rPr>
          <w:b/>
          <w:bCs/>
        </w:rPr>
        <w:t>18</w:t>
      </w:r>
      <w:r w:rsidR="00851F44">
        <w:rPr>
          <w:b/>
          <w:bCs/>
        </w:rPr>
        <w:t>.</w:t>
      </w:r>
      <w:r w:rsidR="00851F44">
        <w:tab/>
      </w:r>
      <w:r w:rsidR="00851F44" w:rsidRPr="00581D5B">
        <w:t>Investors always buy at the ask and sell at the bid. Since ask prices always exceed bid prices, investors “lose” this difference. It is one of the costs of transacting. Since the market makers take the other side of the trade, they make up this difference.</w:t>
      </w:r>
    </w:p>
    <w:p w:rsidR="00851F44" w:rsidRPr="00581D5B" w:rsidRDefault="00D57B25" w:rsidP="00851F44">
      <w:pPr>
        <w:pStyle w:val="NLITEM"/>
      </w:pPr>
      <w:r>
        <w:rPr>
          <w:b/>
          <w:bCs/>
        </w:rPr>
        <w:t>19</w:t>
      </w:r>
      <w:r w:rsidR="00851F44">
        <w:rPr>
          <w:b/>
          <w:bCs/>
        </w:rPr>
        <w:t>.</w:t>
      </w:r>
      <w:r w:rsidR="00851F44">
        <w:tab/>
      </w:r>
      <w:r w:rsidR="00851F44" w:rsidRPr="00581D5B">
        <w:t>You would need to pay the ask price to buy Yahoo! If you sold, you would receive the bid price</w:t>
      </w:r>
      <w:r w:rsidR="00D765F6">
        <w:t>.</w:t>
      </w:r>
    </w:p>
    <w:p w:rsidR="00ED6353" w:rsidRDefault="00ED6353" w:rsidP="009E57D5"/>
    <w:sectPr w:rsidR="00ED6353" w:rsidSect="001070D9">
      <w:headerReference w:type="even" r:id="rId10"/>
      <w:headerReference w:type="default" r:id="rId11"/>
      <w:footerReference w:type="even" r:id="rId12"/>
      <w:footerReference w:type="default" r:id="rId13"/>
      <w:footerReference w:type="first" r:id="rId14"/>
      <w:pgSz w:w="12240" w:h="15840" w:code="1"/>
      <w:pgMar w:top="1440" w:right="1800" w:bottom="1440" w:left="1800" w:header="720" w:footer="720" w:gutter="0"/>
      <w:pgNumType w:start="1"/>
      <w:cols w:space="720"/>
      <w:titlePg/>
      <w:docGrid w:linePitch="20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4520" w:rsidRDefault="00E34520">
      <w:r>
        <w:separator/>
      </w:r>
    </w:p>
  </w:endnote>
  <w:endnote w:type="continuationSeparator" w:id="0">
    <w:p w:rsidR="00E34520" w:rsidRDefault="00E345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modern"/>
    <w:notTrueType/>
    <w:pitch w:val="variable"/>
    <w:sig w:usb0="8000002F" w:usb1="40000048" w:usb2="00000000" w:usb3="00000000" w:csb0="00000111" w:csb1="00000000"/>
  </w:font>
  <w:font w:name="Helvetica">
    <w:panose1 w:val="020B0604020202020204"/>
    <w:charset w:val="00"/>
    <w:family w:val="modern"/>
    <w:notTrueType/>
    <w:pitch w:val="variable"/>
    <w:sig w:usb0="800000AF" w:usb1="40000048" w:usb2="00000000" w:usb3="00000000" w:csb0="00000111" w:csb1="00000000"/>
  </w:font>
  <w:font w:name="Tahoma">
    <w:panose1 w:val="020B0604030504040204"/>
    <w:charset w:val="00"/>
    <w:family w:val="swiss"/>
    <w:pitch w:val="variable"/>
    <w:sig w:usb0="E1002EFF" w:usb1="C000605B" w:usb2="00000029" w:usb3="00000000" w:csb0="000101FF" w:csb1="00000000"/>
  </w:font>
  <w:font w:name="New York">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Corinthian Medium">
    <w:altName w:val="Courier"/>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FF1" w:rsidRPr="00EC1833" w:rsidRDefault="00702FF1" w:rsidP="00702FF1">
    <w:pPr>
      <w:pStyle w:val="Footer"/>
      <w:pBdr>
        <w:top w:val="single" w:sz="4" w:space="1" w:color="auto"/>
      </w:pBdr>
      <w:spacing w:before="360"/>
      <w:jc w:val="center"/>
      <w:rPr>
        <w:sz w:val="18"/>
        <w:szCs w:val="18"/>
      </w:rPr>
    </w:pPr>
    <w:r w:rsidRPr="00EC1833">
      <w:rPr>
        <w:sz w:val="18"/>
        <w:szCs w:val="18"/>
      </w:rPr>
      <w:t>Copyright © 2017 Pearson Canada Inc.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FF1" w:rsidRPr="00EC1833" w:rsidRDefault="00702FF1" w:rsidP="00702FF1">
    <w:pPr>
      <w:pStyle w:val="Footer"/>
      <w:pBdr>
        <w:top w:val="single" w:sz="4" w:space="1" w:color="auto"/>
      </w:pBdr>
      <w:spacing w:before="360"/>
      <w:jc w:val="center"/>
      <w:rPr>
        <w:sz w:val="18"/>
        <w:szCs w:val="18"/>
      </w:rPr>
    </w:pPr>
    <w:r w:rsidRPr="00EC1833">
      <w:rPr>
        <w:sz w:val="18"/>
        <w:szCs w:val="18"/>
      </w:rPr>
      <w:t>Copyright © 2017 Pearson Canada Inc.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FF1" w:rsidRPr="00EC1833" w:rsidRDefault="00702FF1" w:rsidP="00702FF1">
    <w:pPr>
      <w:pStyle w:val="Footer"/>
      <w:pBdr>
        <w:top w:val="single" w:sz="4" w:space="1" w:color="auto"/>
      </w:pBdr>
      <w:spacing w:before="360"/>
      <w:jc w:val="center"/>
      <w:rPr>
        <w:sz w:val="18"/>
        <w:szCs w:val="18"/>
      </w:rPr>
    </w:pPr>
    <w:r w:rsidRPr="00EC1833">
      <w:rPr>
        <w:sz w:val="18"/>
        <w:szCs w:val="18"/>
      </w:rPr>
      <w:t>Copyright © 2017 Pearson Canada Inc.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4520" w:rsidRDefault="00E34520">
      <w:r>
        <w:separator/>
      </w:r>
    </w:p>
  </w:footnote>
  <w:footnote w:type="continuationSeparator" w:id="0">
    <w:p w:rsidR="00E34520" w:rsidRDefault="00E345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CFB" w:rsidRPr="00094E27" w:rsidRDefault="001D2F4C">
    <w:pPr>
      <w:pStyle w:val="VersoHeader"/>
    </w:pPr>
    <w:r w:rsidRPr="00EC1833">
      <w:rPr>
        <w:szCs w:val="18"/>
      </w:rPr>
      <w:fldChar w:fldCharType="begin"/>
    </w:r>
    <w:r w:rsidR="00702FF1" w:rsidRPr="00EC1833">
      <w:rPr>
        <w:szCs w:val="18"/>
      </w:rPr>
      <w:instrText xml:space="preserve"> PAGE </w:instrText>
    </w:r>
    <w:r w:rsidRPr="00EC1833">
      <w:rPr>
        <w:szCs w:val="18"/>
      </w:rPr>
      <w:fldChar w:fldCharType="separate"/>
    </w:r>
    <w:r w:rsidR="005A1F4F">
      <w:rPr>
        <w:noProof/>
        <w:szCs w:val="18"/>
      </w:rPr>
      <w:t>2</w:t>
    </w:r>
    <w:r w:rsidRPr="00EC1833">
      <w:rPr>
        <w:szCs w:val="18"/>
      </w:rPr>
      <w:fldChar w:fldCharType="end"/>
    </w:r>
    <w:r w:rsidR="00702FF1" w:rsidRPr="00EC1833">
      <w:rPr>
        <w:szCs w:val="18"/>
      </w:rPr>
      <w:t>              </w:t>
    </w:r>
    <w:r w:rsidR="00077CFB" w:rsidRPr="00094E27">
      <w:t>Chapter 1</w:t>
    </w:r>
    <w:r w:rsidR="00702FF1">
      <w:t xml:space="preserve">: </w:t>
    </w:r>
    <w:r w:rsidR="00077CFB">
      <w:t>Corporate Finance and the Financial Manager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CFB" w:rsidRPr="00094E27" w:rsidRDefault="00077CFB">
    <w:pPr>
      <w:pStyle w:val="RectoHeader"/>
    </w:pPr>
    <w:bookmarkStart w:id="0" w:name="OLE_LINK1"/>
    <w:bookmarkStart w:id="1" w:name="OLE_LINK2"/>
    <w:r w:rsidRPr="00094E27">
      <w:t>Chapter 1</w:t>
    </w:r>
    <w:r w:rsidR="00702FF1">
      <w:t xml:space="preserve">: </w:t>
    </w:r>
    <w:r w:rsidRPr="00094E27">
      <w:t>Corporate Finance and the Financial Manager</w:t>
    </w:r>
    <w:bookmarkEnd w:id="0"/>
    <w:bookmarkEnd w:id="1"/>
    <w:r w:rsidR="00702FF1" w:rsidRPr="00EC1833">
      <w:rPr>
        <w:szCs w:val="18"/>
      </w:rPr>
      <w:t>              </w:t>
    </w:r>
    <w:r w:rsidR="001D2F4C" w:rsidRPr="00EC1833">
      <w:rPr>
        <w:szCs w:val="18"/>
      </w:rPr>
      <w:fldChar w:fldCharType="begin"/>
    </w:r>
    <w:r w:rsidR="00702FF1" w:rsidRPr="00EC1833">
      <w:rPr>
        <w:szCs w:val="18"/>
      </w:rPr>
      <w:instrText xml:space="preserve"> PAGE </w:instrText>
    </w:r>
    <w:r w:rsidR="001D2F4C" w:rsidRPr="00EC1833">
      <w:rPr>
        <w:szCs w:val="18"/>
      </w:rPr>
      <w:fldChar w:fldCharType="separate"/>
    </w:r>
    <w:r w:rsidR="005A1F4F">
      <w:rPr>
        <w:szCs w:val="18"/>
      </w:rPr>
      <w:t>3</w:t>
    </w:r>
    <w:r w:rsidR="001D2F4C" w:rsidRPr="00EC1833">
      <w:rPr>
        <w:szCs w:val="1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E73686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EA0A9AE"/>
    <w:lvl w:ilvl="0">
      <w:start w:val="1"/>
      <w:numFmt w:val="decimal"/>
      <w:lvlText w:val="%1."/>
      <w:lvlJc w:val="left"/>
      <w:pPr>
        <w:tabs>
          <w:tab w:val="num" w:pos="1800"/>
        </w:tabs>
        <w:ind w:left="1800" w:hanging="360"/>
      </w:pPr>
    </w:lvl>
  </w:abstractNum>
  <w:abstractNum w:abstractNumId="2">
    <w:nsid w:val="FFFFFF7D"/>
    <w:multiLevelType w:val="singleLevel"/>
    <w:tmpl w:val="B5E23A74"/>
    <w:lvl w:ilvl="0">
      <w:start w:val="1"/>
      <w:numFmt w:val="decimal"/>
      <w:lvlText w:val="%1."/>
      <w:lvlJc w:val="left"/>
      <w:pPr>
        <w:tabs>
          <w:tab w:val="num" w:pos="1440"/>
        </w:tabs>
        <w:ind w:left="1440" w:hanging="360"/>
      </w:pPr>
    </w:lvl>
  </w:abstractNum>
  <w:abstractNum w:abstractNumId="3">
    <w:nsid w:val="FFFFFF7E"/>
    <w:multiLevelType w:val="singleLevel"/>
    <w:tmpl w:val="03EE1BFA"/>
    <w:lvl w:ilvl="0">
      <w:start w:val="1"/>
      <w:numFmt w:val="decimal"/>
      <w:lvlText w:val="%1."/>
      <w:lvlJc w:val="left"/>
      <w:pPr>
        <w:tabs>
          <w:tab w:val="num" w:pos="1080"/>
        </w:tabs>
        <w:ind w:left="1080" w:hanging="360"/>
      </w:pPr>
    </w:lvl>
  </w:abstractNum>
  <w:abstractNum w:abstractNumId="4">
    <w:nsid w:val="FFFFFF7F"/>
    <w:multiLevelType w:val="singleLevel"/>
    <w:tmpl w:val="19BA3308"/>
    <w:lvl w:ilvl="0">
      <w:start w:val="1"/>
      <w:numFmt w:val="decimal"/>
      <w:lvlText w:val="%1."/>
      <w:lvlJc w:val="left"/>
      <w:pPr>
        <w:tabs>
          <w:tab w:val="num" w:pos="720"/>
        </w:tabs>
        <w:ind w:left="720" w:hanging="360"/>
      </w:pPr>
    </w:lvl>
  </w:abstractNum>
  <w:abstractNum w:abstractNumId="5">
    <w:nsid w:val="FFFFFF80"/>
    <w:multiLevelType w:val="singleLevel"/>
    <w:tmpl w:val="DE38A46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BA061C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461058F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912B45A"/>
    <w:lvl w:ilvl="0">
      <w:start w:val="1"/>
      <w:numFmt w:val="bullet"/>
      <w:pStyle w:val="ListBullet2"/>
      <w:lvlText w:val=""/>
      <w:lvlJc w:val="left"/>
      <w:pPr>
        <w:tabs>
          <w:tab w:val="num" w:pos="720"/>
        </w:tabs>
        <w:ind w:left="720" w:hanging="360"/>
      </w:pPr>
      <w:rPr>
        <w:rFonts w:ascii="Symbol" w:hAnsi="Symbol" w:hint="default"/>
      </w:rPr>
    </w:lvl>
  </w:abstractNum>
  <w:abstractNum w:abstractNumId="9">
    <w:nsid w:val="FFFFFF88"/>
    <w:multiLevelType w:val="singleLevel"/>
    <w:tmpl w:val="1DCA2D28"/>
    <w:lvl w:ilvl="0">
      <w:start w:val="1"/>
      <w:numFmt w:val="decimal"/>
      <w:pStyle w:val="ListBullet"/>
      <w:lvlText w:val="%1."/>
      <w:lvlJc w:val="left"/>
      <w:pPr>
        <w:tabs>
          <w:tab w:val="num" w:pos="360"/>
        </w:tabs>
        <w:ind w:left="360" w:hanging="360"/>
      </w:pPr>
    </w:lvl>
  </w:abstractNum>
  <w:abstractNum w:abstractNumId="10">
    <w:nsid w:val="04F1478E"/>
    <w:multiLevelType w:val="hybridMultilevel"/>
    <w:tmpl w:val="BA7CD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5A6378"/>
    <w:multiLevelType w:val="hybridMultilevel"/>
    <w:tmpl w:val="5B541C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1D2530"/>
    <w:multiLevelType w:val="multilevel"/>
    <w:tmpl w:val="871CB85E"/>
    <w:lvl w:ilvl="0">
      <w:start w:val="3"/>
      <w:numFmt w:val="decimal"/>
      <w:lvlText w:val="%1-"/>
      <w:lvlJc w:val="left"/>
      <w:pPr>
        <w:tabs>
          <w:tab w:val="num" w:pos="360"/>
        </w:tabs>
        <w:ind w:left="360" w:hanging="360"/>
      </w:pPr>
      <w:rPr>
        <w:rFonts w:hint="default"/>
        <w:b/>
      </w:rPr>
    </w:lvl>
    <w:lvl w:ilvl="1">
      <w:start w:val="10"/>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3">
    <w:nsid w:val="1EA97E3F"/>
    <w:multiLevelType w:val="hybridMultilevel"/>
    <w:tmpl w:val="E0F0FB4C"/>
    <w:lvl w:ilvl="0" w:tplc="CCDCAB00">
      <w:start w:val="1"/>
      <w:numFmt w:val="lowerRoman"/>
      <w:lvlText w:val="%1."/>
      <w:lvlJc w:val="left"/>
      <w:pPr>
        <w:tabs>
          <w:tab w:val="num" w:pos="1080"/>
        </w:tabs>
        <w:ind w:left="108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30486F4B"/>
    <w:multiLevelType w:val="hybridMultilevel"/>
    <w:tmpl w:val="B2446F1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43F83792"/>
    <w:multiLevelType w:val="hybridMultilevel"/>
    <w:tmpl w:val="8042CE78"/>
    <w:lvl w:ilvl="0" w:tplc="05445BD8">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B425826"/>
    <w:multiLevelType w:val="hybridMultilevel"/>
    <w:tmpl w:val="DCD46998"/>
    <w:lvl w:ilvl="0" w:tplc="DC6A8D0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03F52E4"/>
    <w:multiLevelType w:val="hybridMultilevel"/>
    <w:tmpl w:val="6B586A4E"/>
    <w:lvl w:ilvl="0" w:tplc="F23CB19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F83734A"/>
    <w:multiLevelType w:val="hybridMultilevel"/>
    <w:tmpl w:val="3E64FD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2535E85"/>
    <w:multiLevelType w:val="hybridMultilevel"/>
    <w:tmpl w:val="1950514A"/>
    <w:lvl w:ilvl="0" w:tplc="FFFFFFFF">
      <w:start w:val="1"/>
      <w:numFmt w:val="decimal"/>
      <w:pStyle w:val="CC1"/>
      <w:lvlText w:val="%1"/>
      <w:lvlJc w:val="left"/>
      <w:pPr>
        <w:tabs>
          <w:tab w:val="num" w:pos="432"/>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6404460F"/>
    <w:multiLevelType w:val="hybridMultilevel"/>
    <w:tmpl w:val="FAE023BA"/>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67E2108D"/>
    <w:multiLevelType w:val="multilevel"/>
    <w:tmpl w:val="FCCCE7D4"/>
    <w:lvl w:ilvl="0">
      <w:start w:val="1"/>
      <w:numFmt w:val="decimal"/>
      <w:lvlText w:val="%1."/>
      <w:lvlJc w:val="left"/>
      <w:pPr>
        <w:tabs>
          <w:tab w:val="num" w:pos="450"/>
        </w:tabs>
        <w:ind w:left="450" w:hanging="450"/>
      </w:pPr>
      <w:rPr>
        <w:rFonts w:hint="default"/>
      </w:rPr>
    </w:lvl>
    <w:lvl w:ilvl="1">
      <w:start w:val="1"/>
      <w:numFmt w:val="decimal"/>
      <w:lvlText w:val="3-%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69B62C7D"/>
    <w:multiLevelType w:val="hybridMultilevel"/>
    <w:tmpl w:val="F7D41004"/>
    <w:lvl w:ilvl="0" w:tplc="EB0E1890">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D6B6041"/>
    <w:multiLevelType w:val="multilevel"/>
    <w:tmpl w:val="BA7CD8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E895C26"/>
    <w:multiLevelType w:val="multilevel"/>
    <w:tmpl w:val="8B407FB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70803C3A"/>
    <w:multiLevelType w:val="multilevel"/>
    <w:tmpl w:val="138AE6F6"/>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6">
    <w:nsid w:val="72AC76B5"/>
    <w:multiLevelType w:val="hybridMultilevel"/>
    <w:tmpl w:val="37F62E9A"/>
    <w:lvl w:ilvl="0" w:tplc="0409000F">
      <w:start w:val="18"/>
      <w:numFmt w:val="decimal"/>
      <w:lvlText w:val="%1."/>
      <w:lvlJc w:val="left"/>
      <w:pPr>
        <w:ind w:left="7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F60AD7"/>
    <w:multiLevelType w:val="hybridMultilevel"/>
    <w:tmpl w:val="0360E5A8"/>
    <w:lvl w:ilvl="0" w:tplc="95B2581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E636897"/>
    <w:multiLevelType w:val="hybridMultilevel"/>
    <w:tmpl w:val="70446F8C"/>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5"/>
  </w:num>
  <w:num w:numId="2">
    <w:abstractNumId w:val="9"/>
  </w:num>
  <w:num w:numId="3">
    <w:abstractNumId w:val="20"/>
  </w:num>
  <w:num w:numId="4">
    <w:abstractNumId w:val="8"/>
  </w:num>
  <w:num w:numId="5">
    <w:abstractNumId w:val="7"/>
  </w:num>
  <w:num w:numId="6">
    <w:abstractNumId w:val="6"/>
  </w:num>
  <w:num w:numId="7">
    <w:abstractNumId w:val="5"/>
  </w:num>
  <w:num w:numId="8">
    <w:abstractNumId w:val="4"/>
  </w:num>
  <w:num w:numId="9">
    <w:abstractNumId w:val="3"/>
  </w:num>
  <w:num w:numId="10">
    <w:abstractNumId w:val="2"/>
  </w:num>
  <w:num w:numId="11">
    <w:abstractNumId w:val="1"/>
  </w:num>
  <w:num w:numId="12">
    <w:abstractNumId w:val="20"/>
  </w:num>
  <w:num w:numId="13">
    <w:abstractNumId w:val="20"/>
  </w:num>
  <w:num w:numId="14">
    <w:abstractNumId w:val="19"/>
  </w:num>
  <w:num w:numId="15">
    <w:abstractNumId w:val="9"/>
  </w:num>
  <w:num w:numId="16">
    <w:abstractNumId w:val="25"/>
  </w:num>
  <w:num w:numId="17">
    <w:abstractNumId w:val="25"/>
  </w:num>
  <w:num w:numId="18">
    <w:abstractNumId w:val="19"/>
  </w:num>
  <w:num w:numId="19">
    <w:abstractNumId w:val="9"/>
  </w:num>
  <w:num w:numId="20">
    <w:abstractNumId w:val="19"/>
  </w:num>
  <w:num w:numId="21">
    <w:abstractNumId w:val="9"/>
  </w:num>
  <w:num w:numId="22">
    <w:abstractNumId w:val="8"/>
  </w:num>
  <w:num w:numId="23">
    <w:abstractNumId w:val="27"/>
  </w:num>
  <w:num w:numId="24">
    <w:abstractNumId w:val="14"/>
  </w:num>
  <w:num w:numId="25">
    <w:abstractNumId w:val="28"/>
  </w:num>
  <w:num w:numId="26">
    <w:abstractNumId w:val="17"/>
  </w:num>
  <w:num w:numId="27">
    <w:abstractNumId w:val="12"/>
  </w:num>
  <w:num w:numId="28">
    <w:abstractNumId w:val="21"/>
  </w:num>
  <w:num w:numId="29">
    <w:abstractNumId w:val="22"/>
  </w:num>
  <w:num w:numId="30">
    <w:abstractNumId w:val="15"/>
  </w:num>
  <w:num w:numId="31">
    <w:abstractNumId w:val="24"/>
  </w:num>
  <w:num w:numId="32">
    <w:abstractNumId w:val="13"/>
  </w:num>
  <w:num w:numId="33">
    <w:abstractNumId w:val="11"/>
  </w:num>
  <w:num w:numId="34">
    <w:abstractNumId w:val="18"/>
  </w:num>
  <w:num w:numId="35">
    <w:abstractNumId w:val="10"/>
  </w:num>
  <w:num w:numId="36">
    <w:abstractNumId w:val="23"/>
  </w:num>
  <w:num w:numId="37">
    <w:abstractNumId w:val="26"/>
  </w:num>
  <w:num w:numId="38">
    <w:abstractNumId w:val="19"/>
  </w:num>
  <w:num w:numId="39">
    <w:abstractNumId w:val="9"/>
  </w:num>
  <w:num w:numId="40">
    <w:abstractNumId w:val="8"/>
  </w:num>
  <w:num w:numId="41">
    <w:abstractNumId w:val="0"/>
  </w:num>
  <w:num w:numId="4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attachedTemplate r:id="rId1"/>
  <w:linkStyles/>
  <w:stylePaneFormatFilter w:val="3F01"/>
  <w:doNotTrackMoves/>
  <w:defaultTabStop w:val="720"/>
  <w:evenAndOddHeaders/>
  <w:drawingGridHorizontalSpacing w:val="75"/>
  <w:drawingGridVerticalSpacing w:val="102"/>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013F"/>
    <w:rsid w:val="00017F07"/>
    <w:rsid w:val="00041AF5"/>
    <w:rsid w:val="00061CC4"/>
    <w:rsid w:val="00077CFB"/>
    <w:rsid w:val="00094E27"/>
    <w:rsid w:val="001001F3"/>
    <w:rsid w:val="001070D9"/>
    <w:rsid w:val="00120C2E"/>
    <w:rsid w:val="0012411C"/>
    <w:rsid w:val="00126DBE"/>
    <w:rsid w:val="0014013F"/>
    <w:rsid w:val="00185E1F"/>
    <w:rsid w:val="0019580E"/>
    <w:rsid w:val="001C1A8F"/>
    <w:rsid w:val="001C549A"/>
    <w:rsid w:val="001D2F4C"/>
    <w:rsid w:val="001E4CD6"/>
    <w:rsid w:val="002B609E"/>
    <w:rsid w:val="002C7CB7"/>
    <w:rsid w:val="00314D79"/>
    <w:rsid w:val="00351D3E"/>
    <w:rsid w:val="003A4BDE"/>
    <w:rsid w:val="00401364"/>
    <w:rsid w:val="004102B0"/>
    <w:rsid w:val="00410803"/>
    <w:rsid w:val="00413A1B"/>
    <w:rsid w:val="00430A85"/>
    <w:rsid w:val="00433832"/>
    <w:rsid w:val="00445D72"/>
    <w:rsid w:val="004A20B5"/>
    <w:rsid w:val="004A2EEE"/>
    <w:rsid w:val="004F4CF8"/>
    <w:rsid w:val="005013AB"/>
    <w:rsid w:val="00522365"/>
    <w:rsid w:val="0053716A"/>
    <w:rsid w:val="00574B38"/>
    <w:rsid w:val="00581D5B"/>
    <w:rsid w:val="005A1F4F"/>
    <w:rsid w:val="005A709C"/>
    <w:rsid w:val="005D019C"/>
    <w:rsid w:val="00615C53"/>
    <w:rsid w:val="0063552F"/>
    <w:rsid w:val="006536E4"/>
    <w:rsid w:val="006775C8"/>
    <w:rsid w:val="00683C73"/>
    <w:rsid w:val="006B5C6D"/>
    <w:rsid w:val="00702FF1"/>
    <w:rsid w:val="0070414A"/>
    <w:rsid w:val="007636D2"/>
    <w:rsid w:val="00777E4B"/>
    <w:rsid w:val="007F01EA"/>
    <w:rsid w:val="00805358"/>
    <w:rsid w:val="00831A75"/>
    <w:rsid w:val="00851F44"/>
    <w:rsid w:val="008E370B"/>
    <w:rsid w:val="00903674"/>
    <w:rsid w:val="00926F8A"/>
    <w:rsid w:val="009E57D5"/>
    <w:rsid w:val="009E6F83"/>
    <w:rsid w:val="00A15E67"/>
    <w:rsid w:val="00A2109C"/>
    <w:rsid w:val="00A33266"/>
    <w:rsid w:val="00A37E01"/>
    <w:rsid w:val="00AC4423"/>
    <w:rsid w:val="00AD72A0"/>
    <w:rsid w:val="00AF2CA3"/>
    <w:rsid w:val="00B07328"/>
    <w:rsid w:val="00B60674"/>
    <w:rsid w:val="00B848C4"/>
    <w:rsid w:val="00B95508"/>
    <w:rsid w:val="00BA20FA"/>
    <w:rsid w:val="00C42719"/>
    <w:rsid w:val="00C8211B"/>
    <w:rsid w:val="00D209B3"/>
    <w:rsid w:val="00D436CB"/>
    <w:rsid w:val="00D44163"/>
    <w:rsid w:val="00D57B25"/>
    <w:rsid w:val="00D765F6"/>
    <w:rsid w:val="00D83D8E"/>
    <w:rsid w:val="00DD7EB4"/>
    <w:rsid w:val="00DE3820"/>
    <w:rsid w:val="00E20FB7"/>
    <w:rsid w:val="00E34520"/>
    <w:rsid w:val="00E55A97"/>
    <w:rsid w:val="00E75152"/>
    <w:rsid w:val="00E77E20"/>
    <w:rsid w:val="00ED6353"/>
    <w:rsid w:val="00F143B4"/>
    <w:rsid w:val="00F43E9F"/>
    <w:rsid w:val="00FD4F22"/>
    <w:rsid w:val="00FE64E1"/>
    <w:rsid w:val="00FE704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70D9"/>
    <w:rPr>
      <w:sz w:val="22"/>
    </w:rPr>
  </w:style>
  <w:style w:type="paragraph" w:styleId="Heading1">
    <w:name w:val="heading 1"/>
    <w:basedOn w:val="Normal"/>
    <w:next w:val="Normal"/>
    <w:qFormat/>
    <w:rsid w:val="001001F3"/>
    <w:pPr>
      <w:keepNext/>
      <w:jc w:val="center"/>
      <w:outlineLvl w:val="0"/>
    </w:pPr>
    <w:rPr>
      <w:sz w:val="24"/>
    </w:rPr>
  </w:style>
  <w:style w:type="paragraph" w:styleId="Heading2">
    <w:name w:val="heading 2"/>
    <w:basedOn w:val="Normal"/>
    <w:next w:val="Normal"/>
    <w:qFormat/>
    <w:rsid w:val="001001F3"/>
    <w:pPr>
      <w:keepNext/>
      <w:outlineLvl w:val="1"/>
    </w:pPr>
    <w:rPr>
      <w:b/>
      <w:sz w:val="24"/>
      <w:u w:val="single"/>
    </w:rPr>
  </w:style>
  <w:style w:type="paragraph" w:styleId="Heading3">
    <w:name w:val="heading 3"/>
    <w:basedOn w:val="Normal"/>
    <w:next w:val="Normal"/>
    <w:qFormat/>
    <w:rsid w:val="001001F3"/>
    <w:pPr>
      <w:keepNext/>
      <w:outlineLvl w:val="2"/>
    </w:pPr>
    <w:rPr>
      <w:sz w:val="24"/>
    </w:rPr>
  </w:style>
  <w:style w:type="paragraph" w:styleId="Heading4">
    <w:name w:val="heading 4"/>
    <w:basedOn w:val="Normal"/>
    <w:next w:val="Normal"/>
    <w:qFormat/>
    <w:rsid w:val="001001F3"/>
    <w:pPr>
      <w:keepNext/>
      <w:tabs>
        <w:tab w:val="left" w:pos="720"/>
      </w:tabs>
      <w:spacing w:line="-240" w:lineRule="auto"/>
      <w:outlineLvl w:val="3"/>
    </w:pPr>
    <w:rPr>
      <w:b/>
      <w:sz w:val="24"/>
    </w:rPr>
  </w:style>
  <w:style w:type="paragraph" w:styleId="Heading5">
    <w:name w:val="heading 5"/>
    <w:basedOn w:val="Normal"/>
    <w:next w:val="Normal"/>
    <w:qFormat/>
    <w:rsid w:val="001001F3"/>
    <w:pPr>
      <w:spacing w:before="240" w:after="60"/>
      <w:outlineLvl w:val="4"/>
    </w:pPr>
  </w:style>
  <w:style w:type="paragraph" w:styleId="Heading6">
    <w:name w:val="heading 6"/>
    <w:basedOn w:val="Normal"/>
    <w:next w:val="Normal"/>
    <w:qFormat/>
    <w:rsid w:val="001001F3"/>
    <w:pPr>
      <w:spacing w:before="240" w:after="60"/>
      <w:outlineLvl w:val="5"/>
    </w:pPr>
    <w:rPr>
      <w:i/>
    </w:rPr>
  </w:style>
  <w:style w:type="paragraph" w:styleId="Heading7">
    <w:name w:val="heading 7"/>
    <w:basedOn w:val="Normal"/>
    <w:next w:val="Normal"/>
    <w:qFormat/>
    <w:rsid w:val="001001F3"/>
    <w:pPr>
      <w:spacing w:before="240" w:after="60"/>
      <w:outlineLvl w:val="6"/>
    </w:pPr>
    <w:rPr>
      <w:rFonts w:ascii="Arial" w:hAnsi="Arial"/>
    </w:rPr>
  </w:style>
  <w:style w:type="paragraph" w:styleId="Heading8">
    <w:name w:val="heading 8"/>
    <w:basedOn w:val="Normal"/>
    <w:next w:val="Normal"/>
    <w:qFormat/>
    <w:rsid w:val="001001F3"/>
    <w:pPr>
      <w:spacing w:before="240" w:after="60"/>
      <w:outlineLvl w:val="7"/>
    </w:pPr>
    <w:rPr>
      <w:rFonts w:ascii="Arial" w:hAnsi="Arial"/>
      <w:i/>
    </w:rPr>
  </w:style>
  <w:style w:type="paragraph" w:styleId="Heading9">
    <w:name w:val="heading 9"/>
    <w:basedOn w:val="Normal"/>
    <w:next w:val="Normal"/>
    <w:qFormat/>
    <w:rsid w:val="001001F3"/>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rsid w:val="001001F3"/>
    <w:pPr>
      <w:keepNext/>
      <w:tabs>
        <w:tab w:val="right" w:pos="750"/>
        <w:tab w:val="left" w:pos="900"/>
      </w:tabs>
      <w:spacing w:before="200" w:after="60"/>
      <w:ind w:left="900" w:hanging="900"/>
    </w:pPr>
    <w:rPr>
      <w:rFonts w:ascii="Times" w:hAnsi="Times"/>
    </w:rPr>
  </w:style>
  <w:style w:type="paragraph" w:customStyle="1" w:styleId="List2">
    <w:name w:val="List2"/>
    <w:basedOn w:val="Normal"/>
    <w:rsid w:val="001001F3"/>
    <w:pPr>
      <w:tabs>
        <w:tab w:val="left" w:pos="1200"/>
      </w:tabs>
      <w:spacing w:after="40"/>
      <w:ind w:left="1202" w:hanging="302"/>
    </w:pPr>
    <w:rPr>
      <w:rFonts w:ascii="Times" w:hAnsi="Times"/>
    </w:rPr>
  </w:style>
  <w:style w:type="paragraph" w:customStyle="1" w:styleId="List3">
    <w:name w:val="List3"/>
    <w:basedOn w:val="Normal"/>
    <w:rsid w:val="001001F3"/>
    <w:pPr>
      <w:keepNext/>
      <w:tabs>
        <w:tab w:val="left" w:pos="1339"/>
      </w:tabs>
      <w:ind w:left="1339" w:hanging="432"/>
    </w:pPr>
    <w:rPr>
      <w:rFonts w:ascii="Times" w:hAnsi="Times"/>
    </w:rPr>
  </w:style>
  <w:style w:type="paragraph" w:customStyle="1" w:styleId="List4">
    <w:name w:val="List4"/>
    <w:basedOn w:val="Normal"/>
    <w:rsid w:val="001001F3"/>
    <w:pPr>
      <w:keepNext/>
      <w:tabs>
        <w:tab w:val="left" w:pos="1728"/>
      </w:tabs>
      <w:ind w:left="1728" w:hanging="389"/>
    </w:pPr>
    <w:rPr>
      <w:rFonts w:ascii="Times" w:hAnsi="Times"/>
    </w:rPr>
  </w:style>
  <w:style w:type="paragraph" w:customStyle="1" w:styleId="List5">
    <w:name w:val="List5"/>
    <w:basedOn w:val="Normal"/>
    <w:rsid w:val="001001F3"/>
    <w:pPr>
      <w:keepNext/>
      <w:tabs>
        <w:tab w:val="left" w:pos="1875"/>
      </w:tabs>
      <w:ind w:left="1725" w:hanging="225"/>
    </w:pPr>
    <w:rPr>
      <w:rFonts w:ascii="Times" w:hAnsi="Times"/>
    </w:rPr>
  </w:style>
  <w:style w:type="paragraph" w:customStyle="1" w:styleId="H2">
    <w:name w:val="H2"/>
    <w:basedOn w:val="Heading3"/>
    <w:rsid w:val="001001F3"/>
    <w:pPr>
      <w:spacing w:before="240" w:after="100"/>
      <w:ind w:right="504"/>
      <w:outlineLvl w:val="0"/>
    </w:pPr>
    <w:rPr>
      <w:rFonts w:ascii="Helvetica" w:hAnsi="Helvetica"/>
      <w:b/>
      <w:bCs/>
      <w:szCs w:val="22"/>
    </w:rPr>
  </w:style>
  <w:style w:type="paragraph" w:customStyle="1" w:styleId="T1">
    <w:name w:val="T1"/>
    <w:basedOn w:val="Normal"/>
    <w:rsid w:val="001001F3"/>
    <w:pPr>
      <w:keepNext/>
    </w:pPr>
    <w:rPr>
      <w:rFonts w:ascii="Times" w:hAnsi="Times"/>
    </w:rPr>
  </w:style>
  <w:style w:type="paragraph" w:customStyle="1" w:styleId="MCQ">
    <w:name w:val="MCQ"/>
    <w:basedOn w:val="Normal"/>
    <w:rsid w:val="001001F3"/>
    <w:pPr>
      <w:spacing w:before="200" w:after="60"/>
    </w:pPr>
    <w:rPr>
      <w:rFonts w:ascii="Times" w:hAnsi="Times"/>
    </w:rPr>
  </w:style>
  <w:style w:type="paragraph" w:customStyle="1" w:styleId="MCA">
    <w:name w:val="MCA"/>
    <w:basedOn w:val="Normal"/>
    <w:rsid w:val="001001F3"/>
    <w:rPr>
      <w:rFonts w:ascii="Times" w:hAnsi="Times"/>
    </w:rPr>
  </w:style>
  <w:style w:type="paragraph" w:customStyle="1" w:styleId="awTBfig">
    <w:name w:val="awTB_fig"/>
    <w:basedOn w:val="Normal"/>
    <w:next w:val="Normal"/>
    <w:rsid w:val="001001F3"/>
    <w:pPr>
      <w:keepNext/>
      <w:keepLines/>
      <w:spacing w:before="200" w:after="40"/>
      <w:ind w:left="389"/>
      <w:outlineLvl w:val="1"/>
    </w:pPr>
    <w:rPr>
      <w:rFonts w:ascii="Times" w:hAnsi="Times"/>
      <w:snapToGrid w:val="0"/>
    </w:rPr>
  </w:style>
  <w:style w:type="paragraph" w:customStyle="1" w:styleId="awTBfigCap">
    <w:name w:val="awTB_figCap"/>
    <w:basedOn w:val="Normal"/>
    <w:rsid w:val="001001F3"/>
    <w:pPr>
      <w:keepNext/>
      <w:keepLines/>
      <w:spacing w:before="40" w:after="40"/>
      <w:ind w:left="387"/>
      <w:outlineLvl w:val="1"/>
    </w:pPr>
    <w:rPr>
      <w:rFonts w:ascii="Times" w:hAnsi="Times"/>
      <w:i/>
      <w:snapToGrid w:val="0"/>
    </w:rPr>
  </w:style>
  <w:style w:type="paragraph" w:customStyle="1" w:styleId="awTB02question">
    <w:name w:val="awTB_02_question"/>
    <w:basedOn w:val="Normal"/>
    <w:next w:val="Normal"/>
    <w:rsid w:val="001001F3"/>
    <w:pPr>
      <w:keepNext/>
      <w:keepLines/>
      <w:tabs>
        <w:tab w:val="left" w:pos="640"/>
      </w:tabs>
      <w:spacing w:before="200" w:after="60"/>
      <w:outlineLvl w:val="2"/>
    </w:pPr>
    <w:rPr>
      <w:rFonts w:ascii="Times" w:hAnsi="Times"/>
      <w:snapToGrid w:val="0"/>
    </w:rPr>
  </w:style>
  <w:style w:type="paragraph" w:customStyle="1" w:styleId="awTB03distractor">
    <w:name w:val="awTB_03_distractor"/>
    <w:basedOn w:val="Normal"/>
    <w:rsid w:val="001001F3"/>
    <w:pPr>
      <w:keepNext/>
      <w:keepLines/>
      <w:tabs>
        <w:tab w:val="left" w:pos="720"/>
      </w:tabs>
      <w:spacing w:after="40"/>
      <w:outlineLvl w:val="2"/>
    </w:pPr>
    <w:rPr>
      <w:rFonts w:ascii="Times" w:hAnsi="Times"/>
      <w:snapToGrid w:val="0"/>
    </w:rPr>
  </w:style>
  <w:style w:type="paragraph" w:customStyle="1" w:styleId="awTB01questionHead">
    <w:name w:val="awTB_01_questionHead"/>
    <w:basedOn w:val="Normal"/>
    <w:rsid w:val="001001F3"/>
    <w:pPr>
      <w:keepNext/>
      <w:keepLines/>
      <w:spacing w:before="360" w:after="200"/>
      <w:outlineLvl w:val="1"/>
    </w:pPr>
    <w:rPr>
      <w:rFonts w:ascii="Helvetica" w:hAnsi="Helvetica"/>
      <w:b/>
      <w:sz w:val="28"/>
    </w:rPr>
  </w:style>
  <w:style w:type="paragraph" w:customStyle="1" w:styleId="CHPNUM">
    <w:name w:val="CHP_NUM"/>
    <w:rsid w:val="007636D2"/>
    <w:pPr>
      <w:keepLines/>
      <w:spacing w:before="480" w:after="20"/>
      <w:jc w:val="both"/>
      <w:outlineLvl w:val="0"/>
    </w:pPr>
    <w:rPr>
      <w:b/>
      <w:sz w:val="44"/>
    </w:rPr>
  </w:style>
  <w:style w:type="character" w:styleId="PageNumber">
    <w:name w:val="page number"/>
    <w:basedOn w:val="DefaultParagraphFont"/>
    <w:rsid w:val="001001F3"/>
  </w:style>
  <w:style w:type="paragraph" w:customStyle="1" w:styleId="VersoHeader">
    <w:name w:val="Verso Header"/>
    <w:rsid w:val="00094E27"/>
    <w:pPr>
      <w:pBdr>
        <w:bottom w:val="single" w:sz="4" w:space="2" w:color="auto"/>
      </w:pBdr>
      <w:spacing w:after="360"/>
    </w:pPr>
    <w:rPr>
      <w:sz w:val="18"/>
    </w:rPr>
  </w:style>
  <w:style w:type="paragraph" w:customStyle="1" w:styleId="RectoHeader">
    <w:name w:val="Recto Header"/>
    <w:rsid w:val="00094E27"/>
    <w:pPr>
      <w:pBdr>
        <w:bottom w:val="single" w:sz="4" w:space="2" w:color="auto"/>
      </w:pBdr>
      <w:spacing w:after="360"/>
      <w:jc w:val="right"/>
    </w:pPr>
    <w:rPr>
      <w:rFonts w:eastAsia="Times"/>
      <w:noProof/>
      <w:sz w:val="18"/>
    </w:rPr>
  </w:style>
  <w:style w:type="paragraph" w:customStyle="1" w:styleId="awTB03distractorLast">
    <w:name w:val="awTB_03_distractor_Last"/>
    <w:basedOn w:val="awTB03distractor"/>
    <w:rsid w:val="001001F3"/>
    <w:pPr>
      <w:keepNext w:val="0"/>
      <w:tabs>
        <w:tab w:val="num" w:pos="2160"/>
      </w:tabs>
      <w:ind w:left="2160" w:hanging="180"/>
    </w:pPr>
  </w:style>
  <w:style w:type="paragraph" w:customStyle="1" w:styleId="KTtext">
    <w:name w:val="KT_text"/>
    <w:basedOn w:val="T1"/>
    <w:rsid w:val="001001F3"/>
    <w:rPr>
      <w:szCs w:val="19"/>
    </w:rPr>
  </w:style>
  <w:style w:type="paragraph" w:customStyle="1" w:styleId="Problemlist1">
    <w:name w:val="Problem_list1"/>
    <w:basedOn w:val="Normal"/>
    <w:rsid w:val="001001F3"/>
    <w:pPr>
      <w:keepNext/>
      <w:keepLines/>
      <w:tabs>
        <w:tab w:val="left" w:pos="387"/>
      </w:tabs>
      <w:spacing w:before="200" w:after="60"/>
      <w:ind w:left="375" w:hanging="375"/>
      <w:outlineLvl w:val="2"/>
    </w:pPr>
    <w:rPr>
      <w:rFonts w:ascii="Times" w:hAnsi="Times"/>
      <w:snapToGrid w:val="0"/>
    </w:rPr>
  </w:style>
  <w:style w:type="paragraph" w:customStyle="1" w:styleId="NL1">
    <w:name w:val="NL1"/>
    <w:rsid w:val="001001F3"/>
    <w:pPr>
      <w:keepNext/>
      <w:spacing w:before="200" w:after="60"/>
      <w:ind w:left="446" w:hanging="446"/>
    </w:pPr>
    <w:rPr>
      <w:rFonts w:ascii="Times" w:hAnsi="Times"/>
      <w:sz w:val="22"/>
    </w:rPr>
  </w:style>
  <w:style w:type="paragraph" w:customStyle="1" w:styleId="NL2">
    <w:name w:val="NL2"/>
    <w:rsid w:val="001001F3"/>
    <w:pPr>
      <w:tabs>
        <w:tab w:val="left" w:pos="720"/>
      </w:tabs>
      <w:spacing w:after="40"/>
      <w:ind w:left="720" w:hanging="331"/>
    </w:pPr>
    <w:rPr>
      <w:rFonts w:ascii="Times" w:hAnsi="Times"/>
      <w:sz w:val="22"/>
    </w:rPr>
  </w:style>
  <w:style w:type="paragraph" w:customStyle="1" w:styleId="problemlist2">
    <w:name w:val="problem_list2"/>
    <w:basedOn w:val="awTB03distractor"/>
    <w:rsid w:val="001001F3"/>
    <w:pPr>
      <w:ind w:left="720" w:hanging="331"/>
    </w:pPr>
  </w:style>
  <w:style w:type="paragraph" w:customStyle="1" w:styleId="MCQList1">
    <w:name w:val="MCQ_List1"/>
    <w:basedOn w:val="Problemlist1"/>
    <w:rsid w:val="001001F3"/>
    <w:pPr>
      <w:tabs>
        <w:tab w:val="clear" w:pos="387"/>
        <w:tab w:val="right" w:pos="270"/>
        <w:tab w:val="left" w:pos="450"/>
      </w:tabs>
      <w:ind w:left="450" w:hanging="450"/>
    </w:pPr>
  </w:style>
  <w:style w:type="paragraph" w:customStyle="1" w:styleId="MCQList2">
    <w:name w:val="MCQ_List2"/>
    <w:basedOn w:val="Normal"/>
    <w:rsid w:val="001001F3"/>
    <w:pPr>
      <w:keepLines/>
      <w:tabs>
        <w:tab w:val="left" w:pos="825"/>
      </w:tabs>
      <w:spacing w:after="40"/>
      <w:ind w:left="825" w:hanging="375"/>
      <w:outlineLvl w:val="2"/>
    </w:pPr>
    <w:rPr>
      <w:rFonts w:ascii="Times" w:hAnsi="Times"/>
      <w:snapToGrid w:val="0"/>
    </w:rPr>
  </w:style>
  <w:style w:type="paragraph" w:customStyle="1" w:styleId="DQList1">
    <w:name w:val="DQ_List1"/>
    <w:basedOn w:val="MCQList1"/>
    <w:rsid w:val="001001F3"/>
  </w:style>
  <w:style w:type="paragraph" w:customStyle="1" w:styleId="List6">
    <w:name w:val="List6"/>
    <w:basedOn w:val="List4"/>
    <w:rsid w:val="001001F3"/>
    <w:pPr>
      <w:tabs>
        <w:tab w:val="left" w:pos="2250"/>
      </w:tabs>
      <w:ind w:hanging="825"/>
    </w:pPr>
  </w:style>
  <w:style w:type="paragraph" w:customStyle="1" w:styleId="equation">
    <w:name w:val="equation"/>
    <w:basedOn w:val="Normal"/>
    <w:rsid w:val="001001F3"/>
    <w:pPr>
      <w:keepNext/>
      <w:tabs>
        <w:tab w:val="left" w:pos="3600"/>
        <w:tab w:val="left" w:pos="9000"/>
      </w:tabs>
      <w:spacing w:before="120" w:after="180"/>
      <w:jc w:val="center"/>
    </w:pPr>
    <w:rPr>
      <w:rFonts w:ascii="Times" w:hAnsi="Times"/>
      <w:szCs w:val="22"/>
    </w:rPr>
  </w:style>
  <w:style w:type="paragraph" w:customStyle="1" w:styleId="NL3">
    <w:name w:val="NL3"/>
    <w:basedOn w:val="NormalWeb"/>
    <w:rsid w:val="001001F3"/>
    <w:pPr>
      <w:keepNext/>
      <w:spacing w:before="200" w:after="40"/>
      <w:ind w:left="1200" w:hanging="375"/>
    </w:pPr>
    <w:rPr>
      <w:sz w:val="22"/>
      <w:szCs w:val="22"/>
    </w:rPr>
  </w:style>
  <w:style w:type="paragraph" w:styleId="NormalWeb">
    <w:name w:val="Normal (Web)"/>
    <w:basedOn w:val="Normal"/>
    <w:rsid w:val="001001F3"/>
    <w:pPr>
      <w:spacing w:after="15"/>
    </w:pPr>
    <w:rPr>
      <w:sz w:val="24"/>
      <w:szCs w:val="24"/>
    </w:rPr>
  </w:style>
  <w:style w:type="paragraph" w:customStyle="1" w:styleId="RQ">
    <w:name w:val="RQ"/>
    <w:basedOn w:val="Normal"/>
    <w:rsid w:val="001001F3"/>
    <w:pPr>
      <w:keepNext/>
      <w:ind w:left="450" w:hanging="450"/>
    </w:pPr>
  </w:style>
  <w:style w:type="paragraph" w:customStyle="1" w:styleId="RQ1">
    <w:name w:val="RQ1"/>
    <w:basedOn w:val="NL2"/>
    <w:rsid w:val="001001F3"/>
    <w:pPr>
      <w:keepNext/>
      <w:tabs>
        <w:tab w:val="clear" w:pos="720"/>
        <w:tab w:val="left" w:pos="1125"/>
      </w:tabs>
      <w:ind w:left="825" w:hanging="375"/>
    </w:pPr>
  </w:style>
  <w:style w:type="paragraph" w:styleId="ListBullet">
    <w:name w:val="List Bullet"/>
    <w:basedOn w:val="Normal"/>
    <w:autoRedefine/>
    <w:rsid w:val="001001F3"/>
    <w:pPr>
      <w:numPr>
        <w:numId w:val="39"/>
      </w:numPr>
    </w:pPr>
  </w:style>
  <w:style w:type="paragraph" w:customStyle="1" w:styleId="CO">
    <w:name w:val="CO"/>
    <w:basedOn w:val="MCQList1"/>
    <w:rsid w:val="001001F3"/>
    <w:pPr>
      <w:spacing w:before="120" w:after="0"/>
      <w:ind w:left="446" w:hanging="446"/>
    </w:pPr>
    <w:rPr>
      <w:b/>
      <w:bCs/>
    </w:rPr>
  </w:style>
  <w:style w:type="paragraph" w:customStyle="1" w:styleId="TF">
    <w:name w:val="TF"/>
    <w:basedOn w:val="Normal"/>
    <w:rsid w:val="001001F3"/>
    <w:pPr>
      <w:tabs>
        <w:tab w:val="left" w:pos="360"/>
        <w:tab w:val="right" w:pos="900"/>
        <w:tab w:val="left" w:pos="1080"/>
      </w:tabs>
      <w:spacing w:before="200" w:after="60"/>
      <w:ind w:left="1080" w:hanging="1080"/>
    </w:pPr>
    <w:rPr>
      <w:rFonts w:ascii="Times" w:hAnsi="Times"/>
    </w:rPr>
  </w:style>
  <w:style w:type="paragraph" w:customStyle="1" w:styleId="PG">
    <w:name w:val="PG"/>
    <w:basedOn w:val="MCQList1"/>
    <w:rsid w:val="001001F3"/>
  </w:style>
  <w:style w:type="character" w:customStyle="1" w:styleId="emailstyle15">
    <w:name w:val="emailstyle15"/>
    <w:semiHidden/>
    <w:rsid w:val="001001F3"/>
    <w:rPr>
      <w:rFonts w:ascii="Arial" w:hAnsi="Arial" w:cs="Arial"/>
      <w:color w:val="000000"/>
      <w:sz w:val="20"/>
    </w:rPr>
  </w:style>
  <w:style w:type="paragraph" w:customStyle="1" w:styleId="BL">
    <w:name w:val="BL"/>
    <w:basedOn w:val="Normal"/>
    <w:rsid w:val="001001F3"/>
    <w:pPr>
      <w:tabs>
        <w:tab w:val="left" w:pos="288"/>
      </w:tabs>
      <w:ind w:left="288" w:hanging="288"/>
    </w:pPr>
    <w:rPr>
      <w:rFonts w:ascii="Times" w:hAnsi="Times"/>
      <w:szCs w:val="24"/>
    </w:rPr>
  </w:style>
  <w:style w:type="paragraph" w:customStyle="1" w:styleId="BLF">
    <w:name w:val="BLF"/>
    <w:basedOn w:val="BL"/>
    <w:rsid w:val="001001F3"/>
    <w:pPr>
      <w:spacing w:before="120"/>
    </w:pPr>
  </w:style>
  <w:style w:type="paragraph" w:customStyle="1" w:styleId="ACDQ">
    <w:name w:val="ACD_Q"/>
    <w:basedOn w:val="MCQList1"/>
    <w:rsid w:val="001001F3"/>
    <w:rPr>
      <w:i/>
    </w:rPr>
  </w:style>
  <w:style w:type="paragraph" w:customStyle="1" w:styleId="ADCA">
    <w:name w:val="ADC_A"/>
    <w:basedOn w:val="MCQList1"/>
    <w:rsid w:val="001001F3"/>
  </w:style>
  <w:style w:type="paragraph" w:customStyle="1" w:styleId="acdA">
    <w:name w:val="acd_A"/>
    <w:basedOn w:val="ADCA"/>
    <w:rsid w:val="001001F3"/>
  </w:style>
  <w:style w:type="paragraph" w:customStyle="1" w:styleId="ANS">
    <w:name w:val="ANS"/>
    <w:basedOn w:val="MCQList1"/>
    <w:rsid w:val="001001F3"/>
    <w:pPr>
      <w:tabs>
        <w:tab w:val="clear" w:pos="450"/>
        <w:tab w:val="left" w:pos="446"/>
        <w:tab w:val="left" w:pos="792"/>
      </w:tabs>
      <w:ind w:left="792" w:hanging="792"/>
    </w:pPr>
  </w:style>
  <w:style w:type="paragraph" w:customStyle="1" w:styleId="ANSText">
    <w:name w:val="ANS_Text"/>
    <w:basedOn w:val="ANS"/>
    <w:rsid w:val="001001F3"/>
    <w:pPr>
      <w:spacing w:before="0"/>
    </w:pPr>
  </w:style>
  <w:style w:type="paragraph" w:customStyle="1" w:styleId="LB">
    <w:name w:val="LB"/>
    <w:basedOn w:val="MCQList1"/>
    <w:rsid w:val="001001F3"/>
    <w:pPr>
      <w:tabs>
        <w:tab w:val="clear" w:pos="270"/>
        <w:tab w:val="left" w:pos="288"/>
      </w:tabs>
      <w:spacing w:before="0" w:after="40"/>
      <w:ind w:left="300" w:hanging="300"/>
    </w:pPr>
  </w:style>
  <w:style w:type="paragraph" w:customStyle="1" w:styleId="LBF">
    <w:name w:val="LBF"/>
    <w:basedOn w:val="LB"/>
    <w:rsid w:val="001001F3"/>
    <w:pPr>
      <w:spacing w:before="120"/>
      <w:ind w:left="302" w:hanging="302"/>
    </w:pPr>
  </w:style>
  <w:style w:type="paragraph" w:customStyle="1" w:styleId="Table">
    <w:name w:val="Table"/>
    <w:basedOn w:val="T1"/>
    <w:rsid w:val="001001F3"/>
    <w:pPr>
      <w:spacing w:after="120"/>
    </w:pPr>
    <w:rPr>
      <w:b/>
      <w:bCs/>
    </w:rPr>
  </w:style>
  <w:style w:type="paragraph" w:customStyle="1" w:styleId="TB">
    <w:name w:val="TB"/>
    <w:basedOn w:val="T1"/>
    <w:rsid w:val="001001F3"/>
  </w:style>
  <w:style w:type="paragraph" w:styleId="BodyTextIndent3">
    <w:name w:val="Body Text Indent 3"/>
    <w:basedOn w:val="Normal"/>
    <w:rsid w:val="001001F3"/>
    <w:pPr>
      <w:ind w:left="1080" w:hanging="720"/>
    </w:pPr>
    <w:rPr>
      <w:sz w:val="24"/>
      <w:szCs w:val="24"/>
    </w:rPr>
  </w:style>
  <w:style w:type="paragraph" w:styleId="Footer">
    <w:name w:val="footer"/>
    <w:basedOn w:val="Normal"/>
    <w:link w:val="FooterChar"/>
    <w:rsid w:val="00B95508"/>
    <w:pPr>
      <w:tabs>
        <w:tab w:val="center" w:pos="4320"/>
        <w:tab w:val="right" w:pos="8640"/>
      </w:tabs>
    </w:pPr>
  </w:style>
  <w:style w:type="paragraph" w:styleId="Header">
    <w:name w:val="header"/>
    <w:basedOn w:val="Normal"/>
    <w:rsid w:val="001001F3"/>
    <w:pPr>
      <w:tabs>
        <w:tab w:val="center" w:pos="4320"/>
        <w:tab w:val="right" w:pos="8640"/>
      </w:tabs>
    </w:pPr>
  </w:style>
  <w:style w:type="paragraph" w:customStyle="1" w:styleId="MCQList2sub">
    <w:name w:val="MCQ_List2_sub"/>
    <w:basedOn w:val="MCQList2"/>
    <w:rsid w:val="001001F3"/>
    <w:pPr>
      <w:tabs>
        <w:tab w:val="clear" w:pos="825"/>
        <w:tab w:val="left" w:pos="821"/>
        <w:tab w:val="left" w:pos="1200"/>
      </w:tabs>
      <w:ind w:left="1200" w:hanging="754"/>
    </w:pPr>
  </w:style>
  <w:style w:type="paragraph" w:styleId="List30">
    <w:name w:val="List 3"/>
    <w:basedOn w:val="Normal"/>
    <w:rsid w:val="001001F3"/>
    <w:pPr>
      <w:ind w:left="1080" w:hanging="360"/>
    </w:pPr>
  </w:style>
  <w:style w:type="paragraph" w:customStyle="1" w:styleId="list50">
    <w:name w:val="list5"/>
    <w:basedOn w:val="Normal"/>
    <w:rsid w:val="001001F3"/>
    <w:pPr>
      <w:tabs>
        <w:tab w:val="left" w:pos="2016"/>
      </w:tabs>
      <w:ind w:left="2016" w:hanging="288"/>
    </w:pPr>
    <w:rPr>
      <w:rFonts w:ascii="Times" w:hAnsi="Times"/>
    </w:rPr>
  </w:style>
  <w:style w:type="paragraph" w:customStyle="1" w:styleId="T2">
    <w:name w:val="T2"/>
    <w:basedOn w:val="T1"/>
    <w:rsid w:val="001001F3"/>
    <w:pPr>
      <w:spacing w:before="200"/>
    </w:pPr>
  </w:style>
  <w:style w:type="paragraph" w:styleId="EndnoteText">
    <w:name w:val="endnote text"/>
    <w:basedOn w:val="Normal"/>
    <w:semiHidden/>
    <w:rsid w:val="001001F3"/>
    <w:pPr>
      <w:widowControl w:val="0"/>
    </w:pPr>
    <w:rPr>
      <w:rFonts w:ascii="Courier New" w:hAnsi="Courier New"/>
      <w:snapToGrid w:val="0"/>
      <w:sz w:val="24"/>
    </w:rPr>
  </w:style>
  <w:style w:type="paragraph" w:styleId="BodyText">
    <w:name w:val="Body Text"/>
    <w:basedOn w:val="Normal"/>
    <w:rsid w:val="001001F3"/>
    <w:pPr>
      <w:widowControl w:val="0"/>
      <w:tabs>
        <w:tab w:val="left" w:pos="-2160"/>
        <w:tab w:val="left" w:pos="-1440"/>
        <w:tab w:val="left" w:pos="-86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jc w:val="both"/>
    </w:pPr>
    <w:rPr>
      <w:snapToGrid w:val="0"/>
      <w:spacing w:val="-2"/>
      <w:sz w:val="24"/>
    </w:rPr>
  </w:style>
  <w:style w:type="paragraph" w:styleId="BodyText2">
    <w:name w:val="Body Text 2"/>
    <w:basedOn w:val="Normal"/>
    <w:rsid w:val="001001F3"/>
    <w:pPr>
      <w:widowControl w:val="0"/>
      <w:jc w:val="center"/>
    </w:pPr>
    <w:rPr>
      <w:rFonts w:ascii="Courier New" w:hAnsi="Courier New"/>
      <w:snapToGrid w:val="0"/>
      <w:sz w:val="32"/>
    </w:rPr>
  </w:style>
  <w:style w:type="character" w:styleId="CommentReference">
    <w:name w:val="annotation reference"/>
    <w:semiHidden/>
    <w:rsid w:val="001001F3"/>
    <w:rPr>
      <w:sz w:val="16"/>
      <w:szCs w:val="16"/>
    </w:rPr>
  </w:style>
  <w:style w:type="paragraph" w:styleId="CommentText">
    <w:name w:val="annotation text"/>
    <w:basedOn w:val="Normal"/>
    <w:semiHidden/>
    <w:rsid w:val="001001F3"/>
  </w:style>
  <w:style w:type="paragraph" w:styleId="CommentSubject">
    <w:name w:val="annotation subject"/>
    <w:basedOn w:val="CommentText"/>
    <w:next w:val="CommentText"/>
    <w:semiHidden/>
    <w:rsid w:val="001001F3"/>
    <w:rPr>
      <w:b/>
      <w:bCs/>
    </w:rPr>
  </w:style>
  <w:style w:type="paragraph" w:styleId="BalloonText">
    <w:name w:val="Balloon Text"/>
    <w:basedOn w:val="Normal"/>
    <w:semiHidden/>
    <w:rsid w:val="001001F3"/>
    <w:rPr>
      <w:rFonts w:ascii="Tahoma" w:hAnsi="Tahoma" w:cs="Tahoma"/>
      <w:sz w:val="16"/>
      <w:szCs w:val="16"/>
    </w:rPr>
  </w:style>
  <w:style w:type="paragraph" w:customStyle="1" w:styleId="BL2">
    <w:name w:val="BL2"/>
    <w:basedOn w:val="BL"/>
    <w:rsid w:val="001001F3"/>
    <w:pPr>
      <w:tabs>
        <w:tab w:val="clear" w:pos="288"/>
        <w:tab w:val="left" w:pos="711"/>
      </w:tabs>
      <w:spacing w:after="60"/>
      <w:ind w:left="705" w:hanging="259"/>
    </w:pPr>
  </w:style>
  <w:style w:type="paragraph" w:customStyle="1" w:styleId="MCQList1a">
    <w:name w:val="MCQ_List1a"/>
    <w:basedOn w:val="MCQList1"/>
    <w:rsid w:val="001001F3"/>
    <w:pPr>
      <w:tabs>
        <w:tab w:val="clear" w:pos="270"/>
        <w:tab w:val="right" w:pos="274"/>
        <w:tab w:val="left" w:pos="825"/>
      </w:tabs>
      <w:ind w:left="825" w:hanging="825"/>
    </w:pPr>
  </w:style>
  <w:style w:type="paragraph" w:customStyle="1" w:styleId="AuName">
    <w:name w:val="Au_Name"/>
    <w:basedOn w:val="H2"/>
    <w:rsid w:val="001001F3"/>
    <w:pPr>
      <w:ind w:left="720" w:right="720"/>
      <w:jc w:val="center"/>
    </w:pPr>
    <w:rPr>
      <w:rFonts w:ascii="Times" w:hAnsi="Times"/>
      <w:i/>
      <w:iCs/>
    </w:rPr>
  </w:style>
  <w:style w:type="paragraph" w:customStyle="1" w:styleId="AuRef">
    <w:name w:val="Au_Ref"/>
    <w:basedOn w:val="T1"/>
    <w:rsid w:val="001001F3"/>
    <w:pPr>
      <w:spacing w:after="200"/>
      <w:ind w:left="720" w:right="720"/>
      <w:jc w:val="center"/>
    </w:pPr>
  </w:style>
  <w:style w:type="paragraph" w:customStyle="1" w:styleId="AuText1">
    <w:name w:val="Au_Text1"/>
    <w:basedOn w:val="T1"/>
    <w:rsid w:val="001001F3"/>
    <w:pPr>
      <w:ind w:left="720" w:right="720"/>
    </w:pPr>
  </w:style>
  <w:style w:type="paragraph" w:customStyle="1" w:styleId="AuText2">
    <w:name w:val="Au_Text2"/>
    <w:basedOn w:val="T2"/>
    <w:rsid w:val="001001F3"/>
    <w:pPr>
      <w:ind w:left="720" w:right="720"/>
    </w:pPr>
  </w:style>
  <w:style w:type="character" w:styleId="FootnoteReference">
    <w:name w:val="footnote reference"/>
    <w:semiHidden/>
    <w:rsid w:val="001001F3"/>
    <w:rPr>
      <w:sz w:val="22"/>
      <w:vertAlign w:val="superscript"/>
    </w:rPr>
  </w:style>
  <w:style w:type="paragraph" w:styleId="FootnoteText">
    <w:name w:val="footnote text"/>
    <w:basedOn w:val="Normal"/>
    <w:semiHidden/>
    <w:rsid w:val="001001F3"/>
    <w:pPr>
      <w:spacing w:after="120"/>
      <w:jc w:val="both"/>
    </w:pPr>
    <w:rPr>
      <w:rFonts w:ascii="Times" w:hAnsi="Times"/>
      <w:sz w:val="18"/>
    </w:rPr>
  </w:style>
  <w:style w:type="paragraph" w:customStyle="1" w:styleId="CC1">
    <w:name w:val="CC1"/>
    <w:basedOn w:val="Normal"/>
    <w:rsid w:val="001001F3"/>
    <w:pPr>
      <w:numPr>
        <w:numId w:val="38"/>
      </w:numPr>
    </w:pPr>
    <w:rPr>
      <w:sz w:val="24"/>
      <w:szCs w:val="24"/>
    </w:rPr>
  </w:style>
  <w:style w:type="paragraph" w:customStyle="1" w:styleId="EXList">
    <w:name w:val="EX_List"/>
    <w:basedOn w:val="T1"/>
    <w:rsid w:val="001001F3"/>
    <w:pPr>
      <w:tabs>
        <w:tab w:val="left" w:leader="underscore" w:pos="672"/>
        <w:tab w:val="right" w:pos="1050"/>
        <w:tab w:val="left" w:pos="5760"/>
      </w:tabs>
      <w:spacing w:before="200" w:after="60"/>
      <w:ind w:left="1200" w:hanging="1200"/>
    </w:pPr>
  </w:style>
  <w:style w:type="paragraph" w:customStyle="1" w:styleId="exruler">
    <w:name w:val="ex_ruler"/>
    <w:basedOn w:val="T1"/>
    <w:rsid w:val="001001F3"/>
    <w:pPr>
      <w:spacing w:before="120"/>
      <w:ind w:left="446"/>
    </w:pPr>
  </w:style>
  <w:style w:type="paragraph" w:customStyle="1" w:styleId="exruler1">
    <w:name w:val="ex_ruler1"/>
    <w:basedOn w:val="exruler"/>
    <w:rsid w:val="001001F3"/>
    <w:pPr>
      <w:ind w:firstLine="450"/>
    </w:pPr>
  </w:style>
  <w:style w:type="paragraph" w:customStyle="1" w:styleId="extable">
    <w:name w:val="ex_table"/>
    <w:basedOn w:val="T1"/>
    <w:rsid w:val="001001F3"/>
    <w:pPr>
      <w:tabs>
        <w:tab w:val="left" w:pos="525"/>
        <w:tab w:val="left" w:pos="1647"/>
        <w:tab w:val="left" w:pos="2175"/>
        <w:tab w:val="left" w:pos="3285"/>
        <w:tab w:val="left" w:pos="3825"/>
        <w:tab w:val="left" w:pos="4653"/>
        <w:tab w:val="left" w:pos="5175"/>
      </w:tabs>
      <w:ind w:left="18"/>
    </w:pPr>
  </w:style>
  <w:style w:type="paragraph" w:customStyle="1" w:styleId="extable1">
    <w:name w:val="ex_table1"/>
    <w:basedOn w:val="extable"/>
    <w:rsid w:val="001001F3"/>
    <w:pPr>
      <w:tabs>
        <w:tab w:val="clear" w:pos="525"/>
        <w:tab w:val="clear" w:pos="1647"/>
        <w:tab w:val="clear" w:pos="2175"/>
        <w:tab w:val="clear" w:pos="3285"/>
        <w:tab w:val="clear" w:pos="4653"/>
        <w:tab w:val="left" w:pos="450"/>
        <w:tab w:val="left" w:pos="1872"/>
        <w:tab w:val="left" w:pos="2325"/>
        <w:tab w:val="left" w:pos="3537"/>
        <w:tab w:val="left" w:pos="4257"/>
        <w:tab w:val="left" w:pos="5292"/>
        <w:tab w:val="left" w:pos="6012"/>
      </w:tabs>
    </w:pPr>
  </w:style>
  <w:style w:type="paragraph" w:customStyle="1" w:styleId="h3">
    <w:name w:val="h3"/>
    <w:basedOn w:val="T1"/>
    <w:rsid w:val="001001F3"/>
    <w:pPr>
      <w:spacing w:before="200" w:after="120"/>
    </w:pPr>
    <w:rPr>
      <w:b/>
      <w:bCs/>
    </w:rPr>
  </w:style>
  <w:style w:type="paragraph" w:customStyle="1" w:styleId="SC1">
    <w:name w:val="SC1"/>
    <w:basedOn w:val="CC1"/>
    <w:rsid w:val="001001F3"/>
    <w:pPr>
      <w:numPr>
        <w:numId w:val="0"/>
      </w:numPr>
    </w:pPr>
  </w:style>
  <w:style w:type="paragraph" w:customStyle="1" w:styleId="H30">
    <w:name w:val="H3"/>
    <w:basedOn w:val="T1"/>
    <w:rsid w:val="001001F3"/>
    <w:pPr>
      <w:spacing w:before="200" w:after="100"/>
    </w:pPr>
    <w:rPr>
      <w:b/>
      <w:bCs/>
    </w:rPr>
  </w:style>
  <w:style w:type="character" w:customStyle="1" w:styleId="CarCar1">
    <w:name w:val="Car Car1"/>
    <w:rsid w:val="001001F3"/>
    <w:rPr>
      <w:rFonts w:ascii="New York" w:hAnsi="New York"/>
      <w:spacing w:val="-5"/>
      <w:sz w:val="24"/>
      <w:lang w:val="en-US" w:eastAsia="en-US" w:bidi="ar-SA"/>
    </w:rPr>
  </w:style>
  <w:style w:type="character" w:customStyle="1" w:styleId="CarCar">
    <w:name w:val="Car Car"/>
    <w:basedOn w:val="CarCar1"/>
    <w:rsid w:val="001001F3"/>
  </w:style>
  <w:style w:type="paragraph" w:styleId="BodyTextFirstIndent">
    <w:name w:val="Body Text First Indent"/>
    <w:basedOn w:val="BodyText"/>
    <w:rsid w:val="001001F3"/>
    <w:pPr>
      <w:widowControl/>
      <w:tabs>
        <w:tab w:val="clear" w:pos="-2160"/>
        <w:tab w:val="clear" w:pos="-1440"/>
        <w:tab w:val="clear" w:pos="-864"/>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0"/>
      <w:ind w:firstLine="210"/>
    </w:pPr>
    <w:rPr>
      <w:rFonts w:ascii="New York" w:hAnsi="New York"/>
      <w:snapToGrid/>
      <w:spacing w:val="0"/>
    </w:rPr>
  </w:style>
  <w:style w:type="paragraph" w:styleId="ListBullet2">
    <w:name w:val="List Bullet 2"/>
    <w:basedOn w:val="Normal"/>
    <w:autoRedefine/>
    <w:rsid w:val="001001F3"/>
    <w:pPr>
      <w:numPr>
        <w:numId w:val="40"/>
      </w:numPr>
      <w:jc w:val="both"/>
    </w:pPr>
    <w:rPr>
      <w:rFonts w:ascii="New York" w:hAnsi="New York"/>
      <w:sz w:val="24"/>
    </w:rPr>
  </w:style>
  <w:style w:type="paragraph" w:customStyle="1" w:styleId="Textedebulles">
    <w:name w:val="Texte de bulles"/>
    <w:basedOn w:val="Normal"/>
    <w:semiHidden/>
    <w:rsid w:val="001001F3"/>
    <w:pPr>
      <w:widowControl w:val="0"/>
      <w:autoSpaceDE w:val="0"/>
      <w:autoSpaceDN w:val="0"/>
      <w:adjustRightInd w:val="0"/>
    </w:pPr>
    <w:rPr>
      <w:rFonts w:ascii="Tahoma" w:hAnsi="Tahoma" w:cs="Tahoma"/>
      <w:sz w:val="16"/>
      <w:szCs w:val="16"/>
    </w:rPr>
  </w:style>
  <w:style w:type="paragraph" w:customStyle="1" w:styleId="equation-1">
    <w:name w:val="equation-1"/>
    <w:basedOn w:val="equation"/>
    <w:rsid w:val="001001F3"/>
    <w:pPr>
      <w:spacing w:after="60"/>
    </w:pPr>
  </w:style>
  <w:style w:type="paragraph" w:customStyle="1" w:styleId="List1-1">
    <w:name w:val="List1-1"/>
    <w:basedOn w:val="List1"/>
    <w:rsid w:val="001001F3"/>
    <w:pPr>
      <w:keepNext w:val="0"/>
      <w:tabs>
        <w:tab w:val="left" w:pos="1200"/>
      </w:tabs>
      <w:ind w:left="1195" w:hanging="1195"/>
    </w:pPr>
  </w:style>
  <w:style w:type="paragraph" w:customStyle="1" w:styleId="Note">
    <w:name w:val="Note"/>
    <w:basedOn w:val="T1"/>
    <w:rsid w:val="00413A1B"/>
    <w:pPr>
      <w:spacing w:after="480"/>
      <w:ind w:left="720" w:hanging="720"/>
      <w:jc w:val="both"/>
    </w:pPr>
    <w:rPr>
      <w:rFonts w:ascii="Times New Roman" w:hAnsi="Times New Roman"/>
    </w:rPr>
  </w:style>
  <w:style w:type="character" w:customStyle="1" w:styleId="CharChar1">
    <w:name w:val="Char Char1"/>
    <w:semiHidden/>
    <w:rsid w:val="001001F3"/>
    <w:rPr>
      <w:rFonts w:ascii="Times New Roman" w:hAnsi="Times New Roman"/>
      <w:sz w:val="20"/>
      <w:szCs w:val="20"/>
    </w:rPr>
  </w:style>
  <w:style w:type="character" w:customStyle="1" w:styleId="CharChar">
    <w:name w:val="Char Char"/>
    <w:semiHidden/>
    <w:rsid w:val="001001F3"/>
    <w:rPr>
      <w:rFonts w:ascii="Times New Roman" w:eastAsia="Times New Roman" w:hAnsi="Times New Roman" w:cs="Times New Roman"/>
      <w:b/>
      <w:bCs/>
      <w:sz w:val="20"/>
      <w:szCs w:val="20"/>
    </w:rPr>
  </w:style>
  <w:style w:type="character" w:customStyle="1" w:styleId="CharChar2">
    <w:name w:val="Char Char2"/>
    <w:rsid w:val="001001F3"/>
    <w:rPr>
      <w:rFonts w:ascii="Times New Roman" w:eastAsia="Times New Roman" w:hAnsi="Times New Roman" w:cs="Times New Roman"/>
      <w:sz w:val="24"/>
      <w:szCs w:val="24"/>
    </w:rPr>
  </w:style>
  <w:style w:type="character" w:customStyle="1" w:styleId="CharChar3">
    <w:name w:val="Char Char3"/>
    <w:rsid w:val="001001F3"/>
    <w:rPr>
      <w:rFonts w:ascii="Cambria" w:eastAsia="Times New Roman" w:hAnsi="Cambria" w:cs="Times New Roman"/>
      <w:b/>
      <w:bCs/>
      <w:color w:val="365F91"/>
      <w:sz w:val="28"/>
      <w:szCs w:val="28"/>
    </w:rPr>
  </w:style>
  <w:style w:type="paragraph" w:customStyle="1" w:styleId="CFTTL">
    <w:name w:val="CF_TTL"/>
    <w:rsid w:val="001001F3"/>
    <w:pPr>
      <w:overflowPunct w:val="0"/>
      <w:autoSpaceDE w:val="0"/>
      <w:autoSpaceDN w:val="0"/>
      <w:adjustRightInd w:val="0"/>
      <w:spacing w:before="960" w:after="480" w:line="660" w:lineRule="exact"/>
      <w:ind w:left="360"/>
      <w:textAlignment w:val="baseline"/>
    </w:pPr>
    <w:rPr>
      <w:rFonts w:ascii="Corinthian Medium" w:hAnsi="Corinthian Medium"/>
      <w:sz w:val="56"/>
      <w:lang w:val="en-AU"/>
    </w:rPr>
  </w:style>
  <w:style w:type="paragraph" w:customStyle="1" w:styleId="headerverso">
    <w:name w:val="header_verso"/>
    <w:basedOn w:val="Header"/>
    <w:rsid w:val="001001F3"/>
    <w:pPr>
      <w:pBdr>
        <w:bottom w:val="single" w:sz="8" w:space="2" w:color="auto"/>
      </w:pBdr>
      <w:spacing w:after="360"/>
    </w:pPr>
  </w:style>
  <w:style w:type="character" w:styleId="Hyperlink">
    <w:name w:val="Hyperlink"/>
    <w:rsid w:val="001001F3"/>
    <w:rPr>
      <w:color w:val="0000FF"/>
      <w:u w:val="single"/>
    </w:rPr>
  </w:style>
  <w:style w:type="paragraph" w:customStyle="1" w:styleId="ColorfulList-Accent11">
    <w:name w:val="Colorful List - Accent 11"/>
    <w:basedOn w:val="Normal"/>
    <w:qFormat/>
    <w:rsid w:val="001001F3"/>
    <w:pPr>
      <w:spacing w:after="80" w:line="276" w:lineRule="auto"/>
      <w:ind w:left="720"/>
    </w:pPr>
    <w:rPr>
      <w:rFonts w:eastAsia="Calibri"/>
      <w:szCs w:val="22"/>
    </w:rPr>
  </w:style>
  <w:style w:type="paragraph" w:customStyle="1" w:styleId="NoSpacing1">
    <w:name w:val="No Spacing1"/>
    <w:qFormat/>
    <w:rsid w:val="001001F3"/>
    <w:rPr>
      <w:rFonts w:eastAsia="Calibri"/>
      <w:sz w:val="22"/>
      <w:szCs w:val="22"/>
    </w:rPr>
  </w:style>
  <w:style w:type="paragraph" w:customStyle="1" w:styleId="CHPTTL">
    <w:name w:val="CHP_TTL"/>
    <w:rsid w:val="00413A1B"/>
    <w:pPr>
      <w:spacing w:after="480"/>
      <w:jc w:val="both"/>
    </w:pPr>
    <w:rPr>
      <w:b/>
      <w:sz w:val="32"/>
    </w:rPr>
  </w:style>
  <w:style w:type="paragraph" w:customStyle="1" w:styleId="NLITEM">
    <w:name w:val="NL_ITEM"/>
    <w:rsid w:val="001070D9"/>
    <w:pPr>
      <w:spacing w:after="240"/>
      <w:ind w:left="720" w:hanging="720"/>
      <w:jc w:val="both"/>
    </w:pPr>
    <w:rPr>
      <w:sz w:val="22"/>
    </w:rPr>
  </w:style>
  <w:style w:type="paragraph" w:customStyle="1" w:styleId="NLSUBITEM">
    <w:name w:val="NL_SUB_ITEM"/>
    <w:rsid w:val="001070D9"/>
    <w:pPr>
      <w:spacing w:after="120"/>
      <w:ind w:left="1080" w:hanging="360"/>
      <w:jc w:val="both"/>
    </w:pPr>
    <w:rPr>
      <w:sz w:val="22"/>
    </w:rPr>
  </w:style>
  <w:style w:type="character" w:customStyle="1" w:styleId="FooterChar">
    <w:name w:val="Footer Char"/>
    <w:basedOn w:val="DefaultParagraphFont"/>
    <w:link w:val="Footer"/>
    <w:rsid w:val="00702FF1"/>
    <w:rPr>
      <w:sz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E:\OM%20SINGH%20(Current%20Jobs)\Word%20Composition\Adison-Wesley\2008\(05)%20May%202008\Berk_1e\9780321523235_SM\Berk_1e_523235_S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Berk_1e_523235_SM.dot</Template>
  <TotalTime>31</TotalTime>
  <Pages>3</Pages>
  <Words>1138</Words>
  <Characters>6493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M01_BERK3235_01_SM_C01</vt:lpstr>
    </vt:vector>
  </TitlesOfParts>
  <Company>ITC</Company>
  <LinksUpToDate>false</LinksUpToDate>
  <CharactersWithSpaces>7616</CharactersWithSpaces>
  <SharedDoc>false</SharedDoc>
  <HLinks>
    <vt:vector size="12" baseType="variant">
      <vt:variant>
        <vt:i4>851974</vt:i4>
      </vt:variant>
      <vt:variant>
        <vt:i4>-1</vt:i4>
      </vt:variant>
      <vt:variant>
        <vt:i4>1148</vt:i4>
      </vt:variant>
      <vt:variant>
        <vt:i4>1</vt:i4>
      </vt:variant>
      <vt:variant>
        <vt:lpwstr>Icon</vt:lpwstr>
      </vt:variant>
      <vt:variant>
        <vt:lpwstr/>
      </vt:variant>
      <vt:variant>
        <vt:i4>851974</vt:i4>
      </vt:variant>
      <vt:variant>
        <vt:i4>-1</vt:i4>
      </vt:variant>
      <vt:variant>
        <vt:i4>1150</vt:i4>
      </vt:variant>
      <vt:variant>
        <vt:i4>1</vt:i4>
      </vt:variant>
      <vt:variant>
        <vt:lpwstr>Icon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M01_BERK3235_01_SM_C01</dc:title>
  <dc:creator>AW</dc:creator>
  <cp:lastModifiedBy>Mahesh Bhati</cp:lastModifiedBy>
  <cp:revision>14</cp:revision>
  <cp:lastPrinted>2009-08-28T22:21:00Z</cp:lastPrinted>
  <dcterms:created xsi:type="dcterms:W3CDTF">2015-09-15T21:45:00Z</dcterms:created>
  <dcterms:modified xsi:type="dcterms:W3CDTF">2016-02-25T14:30:00Z</dcterms:modified>
</cp:coreProperties>
</file>