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8465A" w14:textId="77777777" w:rsidR="009E0CA3" w:rsidRPr="00DC54C7" w:rsidRDefault="008F0A9E" w:rsidP="00B22069">
      <w:pPr>
        <w:pStyle w:val="chapternumber"/>
        <w:spacing w:after="240"/>
      </w:pPr>
      <w:bookmarkStart w:id="0" w:name="_GoBack"/>
      <w:bookmarkEnd w:id="0"/>
      <w:r w:rsidRPr="00DC54C7">
        <w:t>C</w:t>
      </w:r>
      <w:r w:rsidR="00B95C07" w:rsidRPr="00DC54C7">
        <w:t xml:space="preserve">HAPTER </w:t>
      </w:r>
      <w:r w:rsidR="0017100F" w:rsidRPr="00DC54C7">
        <w:t>4</w:t>
      </w:r>
      <w:r w:rsidRPr="00DC54C7">
        <w:br/>
      </w:r>
      <w:r w:rsidR="002C37B0" w:rsidRPr="00DC54C7">
        <w:t>adjustments, financial statements,</w:t>
      </w:r>
      <w:r w:rsidR="00C55FC0" w:rsidRPr="00DC54C7">
        <w:t xml:space="preserve"> </w:t>
      </w:r>
      <w:r w:rsidR="00C55FC0" w:rsidRPr="00DC54C7">
        <w:br/>
      </w:r>
      <w:r w:rsidR="002C37B0" w:rsidRPr="00DC54C7">
        <w:t xml:space="preserve">and financial </w:t>
      </w:r>
      <w:r w:rsidR="00C55FC0" w:rsidRPr="00DC54C7">
        <w:t>results</w:t>
      </w:r>
    </w:p>
    <w:p w14:paraId="344FCF8D" w14:textId="77777777" w:rsidR="00652ABF" w:rsidRDefault="00652ABF" w:rsidP="00652ABF">
      <w:pPr>
        <w:pStyle w:val="Heading1"/>
      </w:pPr>
      <w:r w:rsidRPr="00652ABF">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652ABF" w14:paraId="7C7E3CAB" w14:textId="77777777" w:rsidTr="00652ABF">
        <w:tc>
          <w:tcPr>
            <w:tcW w:w="2160" w:type="dxa"/>
            <w:tcBorders>
              <w:top w:val="single" w:sz="12" w:space="0" w:color="auto"/>
              <w:left w:val="single" w:sz="12" w:space="0" w:color="auto"/>
              <w:bottom w:val="single" w:sz="6" w:space="0" w:color="auto"/>
              <w:right w:val="single" w:sz="6" w:space="0" w:color="auto"/>
            </w:tcBorders>
            <w:tcMar>
              <w:top w:w="0" w:type="dxa"/>
              <w:left w:w="0" w:type="dxa"/>
              <w:bottom w:w="0" w:type="dxa"/>
              <w:right w:w="0" w:type="dxa"/>
            </w:tcMar>
            <w:hideMark/>
          </w:tcPr>
          <w:p w14:paraId="74DA1A94" w14:textId="77777777" w:rsidR="00652ABF" w:rsidRDefault="00652ABF">
            <w:pPr>
              <w:pStyle w:val="Italicsheading"/>
              <w:spacing w:before="120"/>
              <w:jc w:val="center"/>
              <w:rPr>
                <w:b/>
                <w:szCs w:val="22"/>
              </w:rPr>
            </w:pPr>
            <w:r>
              <w:rPr>
                <w:b/>
                <w:szCs w:val="22"/>
              </w:rPr>
              <w:br/>
            </w:r>
            <w:r>
              <w:rPr>
                <w:b/>
                <w:szCs w:val="22"/>
              </w:rPr>
              <w:br/>
              <w:t>Student Learning Objectives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6E3A8F1B" w14:textId="77777777" w:rsidR="00652ABF" w:rsidRDefault="00652ABF">
            <w:pPr>
              <w:pStyle w:val="Italicsheading"/>
              <w:spacing w:before="120"/>
              <w:jc w:val="center"/>
              <w:rPr>
                <w:b/>
                <w:szCs w:val="22"/>
              </w:rPr>
            </w:pPr>
            <w:r>
              <w:rPr>
                <w:b/>
                <w:szCs w:val="22"/>
              </w:rPr>
              <w:br/>
            </w:r>
            <w:r>
              <w:rPr>
                <w:b/>
                <w:szCs w:val="22"/>
              </w:rPr>
              <w:br/>
              <w:t>Mini-Exercises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5790FC03" w14:textId="77777777" w:rsidR="00652ABF" w:rsidRDefault="00652ABF">
            <w:pPr>
              <w:pStyle w:val="Italicsheading"/>
              <w:spacing w:before="120"/>
              <w:jc w:val="center"/>
              <w:rPr>
                <w:b/>
                <w:szCs w:val="22"/>
              </w:rPr>
            </w:pPr>
            <w:r>
              <w:rPr>
                <w:b/>
                <w:szCs w:val="22"/>
              </w:rPr>
              <w:br/>
            </w:r>
            <w:r>
              <w:rPr>
                <w:b/>
                <w:szCs w:val="22"/>
              </w:rPr>
              <w:br/>
            </w:r>
            <w:r>
              <w:rPr>
                <w:b/>
                <w:szCs w:val="22"/>
              </w:rPr>
              <w:br/>
              <w:t>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020ED02" w14:textId="77777777" w:rsidR="00652ABF" w:rsidRDefault="00652ABF">
            <w:pPr>
              <w:pStyle w:val="Italicsheading"/>
              <w:spacing w:before="120"/>
              <w:jc w:val="center"/>
              <w:rPr>
                <w:b/>
                <w:szCs w:val="22"/>
              </w:rPr>
            </w:pPr>
            <w:r>
              <w:rPr>
                <w:b/>
                <w:szCs w:val="22"/>
              </w:rPr>
              <w:br/>
            </w:r>
            <w:r>
              <w:rPr>
                <w:b/>
                <w:szCs w:val="22"/>
              </w:rPr>
              <w:br/>
              <w:t>Coached Problems</w:t>
            </w:r>
          </w:p>
        </w:tc>
        <w:tc>
          <w:tcPr>
            <w:tcW w:w="108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3A315179" w14:textId="77777777" w:rsidR="00652ABF" w:rsidRDefault="00652ABF">
            <w:pPr>
              <w:pStyle w:val="Italicsheading"/>
              <w:spacing w:before="120"/>
              <w:jc w:val="center"/>
              <w:rPr>
                <w:b/>
                <w:szCs w:val="22"/>
              </w:rPr>
            </w:pPr>
            <w:r>
              <w:rPr>
                <w:b/>
                <w:szCs w:val="22"/>
              </w:rPr>
              <w:br/>
              <w:t>Problems</w:t>
            </w:r>
            <w:r>
              <w:rPr>
                <w:b/>
                <w:szCs w:val="22"/>
              </w:rPr>
              <w:br/>
              <w:t>(Groups</w:t>
            </w:r>
            <w:r>
              <w:rPr>
                <w:b/>
                <w:szCs w:val="22"/>
              </w:rPr>
              <w:br/>
              <w:t xml:space="preserve"> A &amp; B)</w:t>
            </w:r>
          </w:p>
        </w:tc>
        <w:tc>
          <w:tcPr>
            <w:tcW w:w="1008" w:type="dxa"/>
            <w:tcBorders>
              <w:top w:val="single" w:sz="12" w:space="0" w:color="auto"/>
              <w:left w:val="single" w:sz="6" w:space="0" w:color="auto"/>
              <w:bottom w:val="single" w:sz="6" w:space="0" w:color="auto"/>
              <w:right w:val="single" w:sz="6" w:space="0" w:color="auto"/>
            </w:tcBorders>
            <w:hideMark/>
          </w:tcPr>
          <w:p w14:paraId="110F7097" w14:textId="77777777" w:rsidR="00652ABF" w:rsidRDefault="00652ABF">
            <w:pPr>
              <w:pStyle w:val="Italicsheading"/>
              <w:spacing w:before="120"/>
              <w:jc w:val="center"/>
              <w:rPr>
                <w:b/>
                <w:szCs w:val="22"/>
              </w:rPr>
            </w:pPr>
            <w:r>
              <w:rPr>
                <w:b/>
                <w:szCs w:val="22"/>
              </w:rPr>
              <w:br/>
              <w:t>Compre-hensive Problem</w:t>
            </w:r>
            <w:r w:rsidR="000206C3">
              <w:rPr>
                <w:b/>
                <w:szCs w:val="22"/>
              </w:rPr>
              <w:t>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185F1E56" w14:textId="77777777" w:rsidR="00652ABF" w:rsidRDefault="00652ABF">
            <w:pPr>
              <w:pStyle w:val="Italicsheading"/>
              <w:spacing w:before="120"/>
              <w:jc w:val="center"/>
              <w:rPr>
                <w:b/>
                <w:szCs w:val="22"/>
              </w:rPr>
            </w:pPr>
            <w:r>
              <w:rPr>
                <w:b/>
                <w:szCs w:val="22"/>
              </w:rPr>
              <w:t>Skills Develop-ment Cases</w:t>
            </w:r>
          </w:p>
        </w:tc>
        <w:tc>
          <w:tcPr>
            <w:tcW w:w="1080" w:type="dxa"/>
            <w:tcBorders>
              <w:top w:val="single" w:sz="12" w:space="0" w:color="auto"/>
              <w:left w:val="single" w:sz="6" w:space="0" w:color="auto"/>
              <w:bottom w:val="single" w:sz="6" w:space="0" w:color="auto"/>
              <w:right w:val="single" w:sz="12" w:space="0" w:color="auto"/>
            </w:tcBorders>
            <w:tcMar>
              <w:top w:w="0" w:type="dxa"/>
              <w:left w:w="0" w:type="dxa"/>
              <w:bottom w:w="0" w:type="dxa"/>
              <w:right w:w="0" w:type="dxa"/>
            </w:tcMar>
            <w:hideMark/>
          </w:tcPr>
          <w:p w14:paraId="141B75AD" w14:textId="77777777" w:rsidR="00652ABF" w:rsidRDefault="00652ABF">
            <w:pPr>
              <w:pStyle w:val="Italicsheading"/>
              <w:spacing w:before="120"/>
              <w:jc w:val="center"/>
              <w:rPr>
                <w:b/>
                <w:szCs w:val="22"/>
              </w:rPr>
            </w:pPr>
            <w:r>
              <w:rPr>
                <w:b/>
                <w:szCs w:val="22"/>
              </w:rPr>
              <w:br/>
            </w:r>
            <w:r>
              <w:rPr>
                <w:b/>
                <w:szCs w:val="22"/>
              </w:rPr>
              <w:br/>
              <w:t>Continuing Case</w:t>
            </w:r>
          </w:p>
        </w:tc>
      </w:tr>
      <w:tr w:rsidR="00652ABF" w14:paraId="639083A8" w14:textId="77777777" w:rsidTr="00652AB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11EA6FA0" w14:textId="77777777" w:rsidR="00652ABF" w:rsidRPr="000304F6" w:rsidRDefault="00140E29" w:rsidP="00140E29">
            <w:pPr>
              <w:pStyle w:val="TableBody"/>
              <w:ind w:left="288" w:hanging="288"/>
            </w:pPr>
            <w:r w:rsidRPr="000304F6">
              <w:t xml:space="preserve">LO 4-1 </w:t>
            </w:r>
            <w:r w:rsidR="00652ABF" w:rsidRPr="000304F6">
              <w:t>Explain why adjustments are needed.</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9C8F835" w14:textId="77777777" w:rsidR="00652ABF" w:rsidRPr="00DC54C7" w:rsidRDefault="00652ABF" w:rsidP="00652ABF">
            <w:pPr>
              <w:pStyle w:val="TableBody"/>
            </w:pPr>
            <w:r w:rsidRPr="00DC54C7">
              <w:t>1, 2, 3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DE6F41A" w14:textId="77777777" w:rsidR="00652ABF" w:rsidRPr="00DC54C7" w:rsidRDefault="00652ABF" w:rsidP="00652ABF">
            <w:pPr>
              <w:pStyle w:val="TableBody"/>
            </w:pPr>
            <w:r w:rsidRPr="00DC54C7">
              <w:t xml:space="preserve">2, </w:t>
            </w:r>
            <w:r>
              <w:t xml:space="preserve">3, </w:t>
            </w:r>
            <w:r w:rsidRPr="00DC54C7">
              <w:t xml:space="preserve">4, 5, 6, 7, </w:t>
            </w:r>
            <w:r>
              <w:t>8, 10</w:t>
            </w:r>
            <w:r w:rsidRPr="00DC54C7">
              <w:t>, 1</w:t>
            </w:r>
            <w:r>
              <w:t>9</w:t>
            </w:r>
            <w:r w:rsidR="0008059D">
              <w:t>*</w:t>
            </w:r>
            <w:r>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02F640A" w14:textId="77777777" w:rsidR="00652ABF" w:rsidRPr="00DC54C7" w:rsidRDefault="00652ABF" w:rsidP="00CD5604">
            <w:pPr>
              <w:pStyle w:val="TableBody"/>
            </w:pPr>
            <w:r w:rsidRPr="00DC54C7">
              <w:t>2, 4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51D77E6" w14:textId="77777777" w:rsidR="00652ABF" w:rsidRPr="00DC54C7" w:rsidRDefault="00652ABF" w:rsidP="00652ABF">
            <w:pPr>
              <w:pStyle w:val="TableBody"/>
            </w:pPr>
            <w:r w:rsidRPr="00DC54C7">
              <w:t xml:space="preserve">A2, A4, B2, B4, </w:t>
            </w:r>
          </w:p>
        </w:tc>
        <w:tc>
          <w:tcPr>
            <w:tcW w:w="1008" w:type="dxa"/>
            <w:tcBorders>
              <w:top w:val="single" w:sz="6" w:space="0" w:color="auto"/>
              <w:left w:val="single" w:sz="6" w:space="0" w:color="auto"/>
              <w:bottom w:val="single" w:sz="6" w:space="0" w:color="auto"/>
              <w:right w:val="single" w:sz="6" w:space="0" w:color="auto"/>
            </w:tcBorders>
          </w:tcPr>
          <w:p w14:paraId="468D8919" w14:textId="77777777" w:rsidR="00652ABF" w:rsidRPr="00DC54C7" w:rsidRDefault="00B22069" w:rsidP="000206C3">
            <w:pPr>
              <w:pStyle w:val="TableBody"/>
              <w:ind w:left="72"/>
            </w:pPr>
            <w:r>
              <w:t>2+, 3+, 4</w:t>
            </w:r>
            <w:r w:rsidR="00CF3E0E">
              <w:t>^</w:t>
            </w:r>
            <w:r>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ED16471" w14:textId="77777777" w:rsidR="00652ABF" w:rsidRPr="00DC54C7" w:rsidRDefault="00652ABF" w:rsidP="00CD5604">
            <w:pPr>
              <w:pStyle w:val="TableBody"/>
            </w:pPr>
            <w:r w:rsidRPr="00DC54C7">
              <w:t>1, 2, 3, 4</w:t>
            </w:r>
            <w:r w:rsidR="00CF3E0E">
              <w:t>^</w:t>
            </w:r>
            <w:r w:rsidRPr="00DC54C7">
              <w:t>, 5</w:t>
            </w:r>
            <w:r w:rsidR="00B22069">
              <w:t>, 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02070D29" w14:textId="77777777" w:rsidR="00652ABF" w:rsidRPr="00DC54C7" w:rsidRDefault="000206C3" w:rsidP="00CD5604">
            <w:pPr>
              <w:pStyle w:val="TableBody"/>
            </w:pPr>
            <w:r>
              <w:t>1</w:t>
            </w:r>
            <w:r w:rsidR="00652ABF">
              <w:t>†</w:t>
            </w:r>
          </w:p>
        </w:tc>
      </w:tr>
      <w:tr w:rsidR="00652ABF" w14:paraId="7107EC74" w14:textId="77777777" w:rsidTr="00652AB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3A17B2DA" w14:textId="77777777" w:rsidR="00652ABF" w:rsidRPr="000304F6" w:rsidRDefault="00140E29" w:rsidP="00CD5604">
            <w:pPr>
              <w:pStyle w:val="TableBody"/>
              <w:ind w:left="288" w:hanging="288"/>
            </w:pPr>
            <w:r w:rsidRPr="000304F6">
              <w:t>LO 4-2</w:t>
            </w:r>
            <w:r w:rsidR="008756B8">
              <w:t xml:space="preserve"> </w:t>
            </w:r>
            <w:r w:rsidR="00652ABF" w:rsidRPr="000304F6">
              <w:t>Prepare adjustments needed at the end of the period.</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A35387A" w14:textId="77777777" w:rsidR="00652ABF" w:rsidRPr="00DC54C7" w:rsidRDefault="00652ABF" w:rsidP="00652ABF">
            <w:pPr>
              <w:pStyle w:val="TableBody"/>
            </w:pPr>
            <w:r w:rsidRPr="00DC54C7">
              <w:t>3, 4, 5</w:t>
            </w:r>
            <w:r w:rsidR="0008059D">
              <w:t>*</w:t>
            </w:r>
            <w:r w:rsidRPr="00DC54C7">
              <w:t>, 6</w:t>
            </w:r>
            <w:r w:rsidR="0008059D">
              <w:t>*</w:t>
            </w:r>
            <w:r w:rsidRPr="00DC54C7">
              <w:t>, 7, 8, 9</w:t>
            </w:r>
            <w:r w:rsidR="0008059D">
              <w:t>*</w:t>
            </w:r>
            <w:r w:rsidRPr="00DC54C7">
              <w:t>, 10</w:t>
            </w:r>
            <w:r w:rsidR="0008059D">
              <w:t>*</w:t>
            </w:r>
            <w:r w:rsidRPr="00DC54C7">
              <w:t xml:space="preserve">, </w:t>
            </w:r>
            <w:r>
              <w:t xml:space="preserve">11^, </w:t>
            </w:r>
            <w:r w:rsidRPr="00DC54C7">
              <w:t>18, 19, 20</w:t>
            </w:r>
            <w:r w:rsidR="0008059D">
              <w:t>*</w:t>
            </w:r>
            <w:r w:rsidRPr="00DC54C7">
              <w:t xml:space="preserve">, 21, 22, </w:t>
            </w:r>
            <w:r>
              <w:t xml:space="preserve">23, </w:t>
            </w:r>
            <w:r w:rsidRPr="00DC54C7">
              <w:t>24</w:t>
            </w:r>
            <w:r>
              <w:t>, 26^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6C46DA6" w14:textId="77777777" w:rsidR="00652ABF" w:rsidRPr="00DC54C7" w:rsidRDefault="00652ABF" w:rsidP="00652ABF">
            <w:pPr>
              <w:pStyle w:val="TableBody"/>
            </w:pPr>
            <w:r w:rsidRPr="00DC54C7">
              <w:t xml:space="preserve">3, 4, 5, 6, 7, 8, 9, 10, 12, 13, 14, 15, </w:t>
            </w:r>
            <w:r>
              <w:t>16, 19</w:t>
            </w:r>
            <w:r w:rsidR="0008059D">
              <w:t>*</w:t>
            </w:r>
            <w:r>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8AF3E2A" w14:textId="77777777" w:rsidR="00652ABF" w:rsidRPr="00DC54C7" w:rsidRDefault="00652ABF" w:rsidP="00CD5604">
            <w:pPr>
              <w:pStyle w:val="TableBody"/>
            </w:pPr>
            <w:r w:rsidRPr="00DC54C7">
              <w:t>2, 3, 4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5F0A853" w14:textId="77777777" w:rsidR="00652ABF" w:rsidRPr="00DC54C7" w:rsidRDefault="00652ABF" w:rsidP="00652ABF">
            <w:pPr>
              <w:pStyle w:val="TableBody"/>
            </w:pPr>
            <w:r w:rsidRPr="00DC54C7">
              <w:t xml:space="preserve">A2, A3, A4, B2, B3, B4, </w:t>
            </w:r>
          </w:p>
        </w:tc>
        <w:tc>
          <w:tcPr>
            <w:tcW w:w="1008" w:type="dxa"/>
            <w:tcBorders>
              <w:top w:val="single" w:sz="6" w:space="0" w:color="auto"/>
              <w:left w:val="single" w:sz="6" w:space="0" w:color="auto"/>
              <w:bottom w:val="single" w:sz="6" w:space="0" w:color="auto"/>
              <w:right w:val="single" w:sz="6" w:space="0" w:color="auto"/>
            </w:tcBorders>
          </w:tcPr>
          <w:p w14:paraId="0C76548B" w14:textId="77777777" w:rsidR="00652ABF" w:rsidRPr="00DC54C7" w:rsidRDefault="000206C3" w:rsidP="000206C3">
            <w:pPr>
              <w:pStyle w:val="TableBody"/>
              <w:ind w:left="72"/>
            </w:pPr>
            <w:r>
              <w:t>1</w:t>
            </w:r>
            <w:r w:rsidR="00CF3E0E">
              <w:t>^</w:t>
            </w:r>
            <w:r>
              <w:t>+, 2+,</w:t>
            </w:r>
            <w:r>
              <w:br/>
              <w:t>3+, 4</w:t>
            </w:r>
            <w:r w:rsidR="00CF3E0E">
              <w:t>^</w:t>
            </w:r>
            <w:r>
              <w:t>+,</w:t>
            </w:r>
            <w:r>
              <w:br/>
            </w:r>
            <w:r w:rsidR="00B22069">
              <w:t>5^</w:t>
            </w:r>
            <w:r w:rsidR="00CF3E0E">
              <w:t>, 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2960A8D" w14:textId="77777777" w:rsidR="00652ABF" w:rsidRPr="00DC54C7" w:rsidRDefault="00652ABF" w:rsidP="00CD5604">
            <w:pPr>
              <w:pStyle w:val="TableBody"/>
            </w:pPr>
            <w:r w:rsidRPr="00DC54C7">
              <w:t>4</w:t>
            </w:r>
            <w:r w:rsidR="00CF3E0E">
              <w:t>^</w:t>
            </w:r>
            <w:r w:rsidRPr="00DC54C7">
              <w:t xml:space="preserve">, </w:t>
            </w:r>
            <w:r w:rsidR="008C3B3B">
              <w:t xml:space="preserve">5, </w:t>
            </w:r>
            <w:r w:rsidRPr="00DC54C7">
              <w:t>6</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11F8396" w14:textId="77777777" w:rsidR="00652ABF" w:rsidRPr="00DC54C7" w:rsidRDefault="000206C3" w:rsidP="00CD5604">
            <w:pPr>
              <w:pStyle w:val="TableBody"/>
            </w:pPr>
            <w:r>
              <w:t>1</w:t>
            </w:r>
            <w:r w:rsidR="00652ABF">
              <w:t>†</w:t>
            </w:r>
          </w:p>
        </w:tc>
      </w:tr>
      <w:tr w:rsidR="00652ABF" w14:paraId="07A6FDA5" w14:textId="77777777" w:rsidTr="00652AB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58070B9C" w14:textId="77777777" w:rsidR="00652ABF" w:rsidRPr="000304F6" w:rsidRDefault="00140E29" w:rsidP="00CD5604">
            <w:pPr>
              <w:pStyle w:val="TableBody"/>
              <w:ind w:left="288" w:hanging="288"/>
            </w:pPr>
            <w:r w:rsidRPr="000304F6">
              <w:t xml:space="preserve">LO 4-3 </w:t>
            </w:r>
            <w:r w:rsidR="00652ABF" w:rsidRPr="000304F6">
              <w:t>Prepare an adjusted trial balance.</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155480D" w14:textId="77777777" w:rsidR="00652ABF" w:rsidRPr="00DC54C7" w:rsidRDefault="00652ABF" w:rsidP="00CD5604">
            <w:pPr>
              <w:pStyle w:val="TableBody"/>
            </w:pPr>
            <w:r>
              <w:t>12</w:t>
            </w:r>
            <w:r w:rsidR="008C3B3B">
              <w:t>, 1</w:t>
            </w:r>
            <w:r w:rsidRPr="00DC54C7">
              <w:t>3</w:t>
            </w:r>
            <w:r>
              <w:t>, 25^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FB9CF2C" w14:textId="77777777" w:rsidR="00652ABF" w:rsidRPr="00DC54C7" w:rsidRDefault="00652ABF" w:rsidP="00CD5604">
            <w:pPr>
              <w:pStyle w:val="TableBody"/>
            </w:pPr>
            <w:r>
              <w:t>1,</w:t>
            </w:r>
            <w:r w:rsidRPr="00DC54C7">
              <w:t xml:space="preserve"> 15</w:t>
            </w:r>
            <w:r>
              <w:t>, 16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64DAA84" w14:textId="77777777" w:rsidR="00652ABF" w:rsidRPr="00DC54C7" w:rsidRDefault="00652ABF" w:rsidP="00CD5604">
            <w:pPr>
              <w:pStyle w:val="TableBody"/>
            </w:pPr>
            <w:r w:rsidRPr="00DC54C7">
              <w:t>1, 4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C937A7F" w14:textId="77777777" w:rsidR="00652ABF" w:rsidRPr="00DC54C7" w:rsidRDefault="00652ABF" w:rsidP="00B22069">
            <w:pPr>
              <w:pStyle w:val="TableBody"/>
            </w:pPr>
            <w:r w:rsidRPr="00DC54C7">
              <w:t>A1, A4, B1, B4,</w:t>
            </w:r>
          </w:p>
        </w:tc>
        <w:tc>
          <w:tcPr>
            <w:tcW w:w="1008" w:type="dxa"/>
            <w:tcBorders>
              <w:top w:val="single" w:sz="6" w:space="0" w:color="auto"/>
              <w:left w:val="single" w:sz="6" w:space="0" w:color="auto"/>
              <w:bottom w:val="single" w:sz="6" w:space="0" w:color="auto"/>
              <w:right w:val="single" w:sz="6" w:space="0" w:color="auto"/>
            </w:tcBorders>
          </w:tcPr>
          <w:p w14:paraId="60CF2D61" w14:textId="77777777" w:rsidR="00652ABF" w:rsidRPr="00DC54C7" w:rsidRDefault="00B22069" w:rsidP="000206C3">
            <w:pPr>
              <w:pStyle w:val="TableBody"/>
              <w:ind w:left="72"/>
            </w:pPr>
            <w:r>
              <w:t>1</w:t>
            </w:r>
            <w:r w:rsidR="00CF3E0E">
              <w:t>^</w:t>
            </w:r>
            <w:r>
              <w:t>+, 2+,</w:t>
            </w:r>
            <w:r>
              <w:br/>
              <w:t>3+, 4</w:t>
            </w:r>
            <w:r w:rsidR="00CF3E0E">
              <w:t>^</w:t>
            </w:r>
            <w:r>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70CDAE0" w14:textId="77777777" w:rsidR="00652ABF" w:rsidRPr="00DC54C7" w:rsidRDefault="00652ABF" w:rsidP="00CD5604">
            <w:pPr>
              <w:pStyle w:val="TableBody"/>
            </w:pPr>
            <w:r w:rsidRPr="00DC54C7">
              <w:t>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133587CA" w14:textId="77777777" w:rsidR="00652ABF" w:rsidRPr="00DC54C7" w:rsidRDefault="00652ABF" w:rsidP="00CD5604">
            <w:pPr>
              <w:pStyle w:val="TableBody"/>
            </w:pPr>
          </w:p>
        </w:tc>
      </w:tr>
      <w:tr w:rsidR="00652ABF" w14:paraId="0372DBD8" w14:textId="77777777" w:rsidTr="00652AB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2C5D4B54" w14:textId="77777777" w:rsidR="00652ABF" w:rsidRPr="000304F6" w:rsidRDefault="00140E29" w:rsidP="00CD5604">
            <w:pPr>
              <w:pStyle w:val="TableBody"/>
              <w:ind w:left="288" w:hanging="288"/>
            </w:pPr>
            <w:r w:rsidRPr="000304F6">
              <w:t xml:space="preserve">LO 4-4 </w:t>
            </w:r>
            <w:r w:rsidR="00652ABF" w:rsidRPr="000304F6">
              <w:t>Prepare financial statements.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21FABB0" w14:textId="77777777" w:rsidR="00652ABF" w:rsidRPr="00DC54C7" w:rsidRDefault="00652ABF" w:rsidP="00652ABF">
            <w:pPr>
              <w:pStyle w:val="TableBody"/>
            </w:pPr>
            <w:r w:rsidRPr="00DC54C7">
              <w:t xml:space="preserve">12, 14, </w:t>
            </w:r>
            <w:r>
              <w:t>15, 16, 26^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40A2E11" w14:textId="77777777" w:rsidR="00652ABF" w:rsidRPr="00DC54C7" w:rsidRDefault="008C3B3B" w:rsidP="008C3B3B">
            <w:pPr>
              <w:pStyle w:val="TableBody"/>
            </w:pPr>
            <w:r>
              <w:t xml:space="preserve">2, </w:t>
            </w:r>
            <w:r w:rsidR="00652ABF" w:rsidRPr="00DC54C7">
              <w:t>1</w:t>
            </w:r>
            <w:r w:rsidR="00652ABF">
              <w:t>1, 14, 17</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59625AD" w14:textId="77777777" w:rsidR="00652ABF" w:rsidRPr="00DC54C7" w:rsidRDefault="00652ABF" w:rsidP="00CD5604">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C306672" w14:textId="77777777" w:rsidR="00652ABF" w:rsidRPr="00DC54C7" w:rsidRDefault="00652ABF" w:rsidP="00B22069">
            <w:pPr>
              <w:pStyle w:val="TableBody"/>
            </w:pPr>
            <w:r w:rsidRPr="00DC54C7">
              <w:t>A3</w:t>
            </w:r>
          </w:p>
        </w:tc>
        <w:tc>
          <w:tcPr>
            <w:tcW w:w="1008" w:type="dxa"/>
            <w:tcBorders>
              <w:top w:val="single" w:sz="6" w:space="0" w:color="auto"/>
              <w:left w:val="single" w:sz="6" w:space="0" w:color="auto"/>
              <w:bottom w:val="single" w:sz="6" w:space="0" w:color="auto"/>
              <w:right w:val="single" w:sz="6" w:space="0" w:color="auto"/>
            </w:tcBorders>
          </w:tcPr>
          <w:p w14:paraId="07D6DBFD" w14:textId="77777777" w:rsidR="00652ABF" w:rsidRPr="00DC54C7" w:rsidRDefault="006C7D72" w:rsidP="000206C3">
            <w:pPr>
              <w:pStyle w:val="TableBody"/>
              <w:ind w:left="72"/>
            </w:pPr>
            <w:r>
              <w:t>1</w:t>
            </w:r>
            <w:r w:rsidR="00CF3E0E">
              <w:t>^</w:t>
            </w:r>
            <w:r>
              <w:t>+, 2+,</w:t>
            </w:r>
            <w:r>
              <w:br/>
              <w:t>3+, 4</w:t>
            </w:r>
            <w:r w:rsidR="00CF3E0E">
              <w:t>^</w:t>
            </w:r>
            <w:r>
              <w:t>+,</w:t>
            </w:r>
            <w:r>
              <w:br/>
            </w:r>
            <w:r w:rsidR="00B22069">
              <w:t>5^</w:t>
            </w:r>
            <w:r w:rsidR="00CF3E0E">
              <w:t>, 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8C231B4" w14:textId="77777777" w:rsidR="00652ABF" w:rsidRPr="00DC54C7" w:rsidRDefault="00652ABF" w:rsidP="008C3B3B">
            <w:pPr>
              <w:pStyle w:val="TableBody"/>
            </w:pPr>
            <w:r w:rsidRPr="00DC54C7">
              <w:t>3, 6</w:t>
            </w:r>
            <w:r>
              <w:t>, 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2CF9BA75" w14:textId="77777777" w:rsidR="00652ABF" w:rsidRPr="00DC54C7" w:rsidRDefault="00652ABF" w:rsidP="00CD5604">
            <w:pPr>
              <w:pStyle w:val="TableBody"/>
            </w:pPr>
          </w:p>
        </w:tc>
      </w:tr>
      <w:tr w:rsidR="00652ABF" w14:paraId="06E6881F" w14:textId="77777777" w:rsidTr="00652ABF">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6868AFEE" w14:textId="77777777" w:rsidR="00652ABF" w:rsidRPr="000304F6" w:rsidRDefault="00140E29" w:rsidP="00CD5604">
            <w:pPr>
              <w:pStyle w:val="TableBody"/>
              <w:ind w:left="288" w:hanging="288"/>
            </w:pPr>
            <w:r w:rsidRPr="000304F6">
              <w:t xml:space="preserve">LO 4-5 </w:t>
            </w:r>
            <w:r w:rsidR="00652ABF" w:rsidRPr="000304F6">
              <w:t>Explain the closing process.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3321BB9" w14:textId="77777777" w:rsidR="00652ABF" w:rsidRPr="00DC54C7" w:rsidRDefault="00652ABF" w:rsidP="00CD5604">
            <w:pPr>
              <w:pStyle w:val="TableBody"/>
            </w:pPr>
            <w:r>
              <w:t>17, 26^</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45E4F05" w14:textId="77777777" w:rsidR="00652ABF" w:rsidRPr="00DC54C7" w:rsidRDefault="00652ABF" w:rsidP="00652ABF">
            <w:pPr>
              <w:pStyle w:val="TableBody"/>
            </w:pPr>
            <w:r w:rsidRPr="00DC54C7">
              <w:t>1</w:t>
            </w:r>
            <w:r>
              <w:t>2, 18</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10A18E2" w14:textId="77777777" w:rsidR="00652ABF" w:rsidRPr="00DC54C7" w:rsidRDefault="00652ABF" w:rsidP="00652ABF">
            <w:pPr>
              <w:pStyle w:val="TableBody"/>
            </w:pPr>
            <w:r w:rsidRPr="00DC54C7">
              <w:t>1</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B695411" w14:textId="77777777" w:rsidR="00652ABF" w:rsidRPr="00DC54C7" w:rsidRDefault="00652ABF" w:rsidP="00B22069">
            <w:pPr>
              <w:pStyle w:val="TableBody"/>
            </w:pPr>
            <w:r w:rsidRPr="00DC54C7">
              <w:t>A1, B1</w:t>
            </w:r>
          </w:p>
        </w:tc>
        <w:tc>
          <w:tcPr>
            <w:tcW w:w="1008" w:type="dxa"/>
            <w:tcBorders>
              <w:top w:val="single" w:sz="6" w:space="0" w:color="auto"/>
              <w:left w:val="single" w:sz="6" w:space="0" w:color="auto"/>
              <w:bottom w:val="single" w:sz="6" w:space="0" w:color="auto"/>
              <w:right w:val="single" w:sz="6" w:space="0" w:color="auto"/>
            </w:tcBorders>
          </w:tcPr>
          <w:p w14:paraId="42CAF255" w14:textId="77777777" w:rsidR="00652ABF" w:rsidRPr="00DC54C7" w:rsidRDefault="00B22069" w:rsidP="000206C3">
            <w:pPr>
              <w:pStyle w:val="TableBody"/>
              <w:ind w:left="72"/>
            </w:pPr>
            <w:r>
              <w:t>2+, 3+, 4</w:t>
            </w:r>
            <w:r w:rsidR="00CF3E0E">
              <w:t>^</w:t>
            </w:r>
            <w:r>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EBF7EEB" w14:textId="77777777" w:rsidR="00652ABF" w:rsidRPr="00DC54C7" w:rsidRDefault="00652ABF" w:rsidP="00CD5604">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1374E79F" w14:textId="77777777" w:rsidR="00652ABF" w:rsidRPr="00DC54C7" w:rsidRDefault="00652ABF" w:rsidP="00CD5604">
            <w:pPr>
              <w:pStyle w:val="TableBody"/>
            </w:pPr>
          </w:p>
        </w:tc>
      </w:tr>
      <w:tr w:rsidR="00652ABF" w14:paraId="728C8F47" w14:textId="77777777" w:rsidTr="00652ABF">
        <w:tc>
          <w:tcPr>
            <w:tcW w:w="2160" w:type="dxa"/>
            <w:tcBorders>
              <w:top w:val="single" w:sz="6" w:space="0" w:color="auto"/>
              <w:left w:val="single" w:sz="12" w:space="0" w:color="auto"/>
              <w:bottom w:val="single" w:sz="12" w:space="0" w:color="auto"/>
              <w:right w:val="single" w:sz="6" w:space="0" w:color="auto"/>
            </w:tcBorders>
            <w:tcMar>
              <w:top w:w="0" w:type="dxa"/>
              <w:left w:w="115" w:type="dxa"/>
              <w:bottom w:w="0" w:type="dxa"/>
              <w:right w:w="115" w:type="dxa"/>
            </w:tcMar>
          </w:tcPr>
          <w:p w14:paraId="5500BA11" w14:textId="77777777" w:rsidR="00652ABF" w:rsidRPr="000304F6" w:rsidRDefault="00140E29" w:rsidP="00CD5604">
            <w:pPr>
              <w:pStyle w:val="TableBody"/>
              <w:ind w:left="288" w:hanging="288"/>
            </w:pPr>
            <w:r w:rsidRPr="000304F6">
              <w:t xml:space="preserve">LO 4-6 </w:t>
            </w:r>
            <w:r w:rsidR="00652ABF" w:rsidRPr="000304F6">
              <w:t>Explain how adjustments affect financial results.</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17EF0FD8" w14:textId="77777777" w:rsidR="00652ABF" w:rsidRPr="00DC54C7" w:rsidRDefault="00652ABF" w:rsidP="00CD5604">
            <w:pPr>
              <w:pStyle w:val="TableBody"/>
            </w:pP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493F9A00" w14:textId="77777777" w:rsidR="00652ABF" w:rsidRPr="00DC54C7" w:rsidRDefault="00652ABF" w:rsidP="00652ABF">
            <w:pPr>
              <w:pStyle w:val="TableBody"/>
            </w:pPr>
            <w:r>
              <w:t xml:space="preserve">8, </w:t>
            </w:r>
            <w:r w:rsidRPr="00DC54C7">
              <w:t xml:space="preserve">9, </w:t>
            </w:r>
            <w:r>
              <w:t xml:space="preserve">13, </w:t>
            </w:r>
            <w:r w:rsidRPr="00DC54C7">
              <w:t>1</w:t>
            </w:r>
            <w:r>
              <w:t>4, 19</w:t>
            </w:r>
            <w:r w:rsidR="0008059D">
              <w:t>*</w:t>
            </w:r>
            <w:r>
              <w:t>^</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2803C53F" w14:textId="77777777" w:rsidR="00652ABF" w:rsidRPr="00DC54C7" w:rsidRDefault="00652ABF" w:rsidP="00CD5604">
            <w:pPr>
              <w:pStyle w:val="TableBody"/>
            </w:pPr>
            <w:r w:rsidRPr="00DC54C7">
              <w:t>3, 4</w:t>
            </w:r>
          </w:p>
        </w:tc>
        <w:tc>
          <w:tcPr>
            <w:tcW w:w="1080"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33B2D429" w14:textId="77777777" w:rsidR="00652ABF" w:rsidRPr="00DC54C7" w:rsidRDefault="00652ABF" w:rsidP="00B22069">
            <w:pPr>
              <w:pStyle w:val="TableBody"/>
            </w:pPr>
            <w:r w:rsidRPr="00DC54C7">
              <w:t xml:space="preserve">A3, A4, </w:t>
            </w:r>
            <w:r w:rsidR="00B22069">
              <w:t xml:space="preserve">B3, </w:t>
            </w:r>
            <w:r>
              <w:t>B</w:t>
            </w:r>
            <w:r w:rsidR="00B22069">
              <w:t>4</w:t>
            </w:r>
          </w:p>
        </w:tc>
        <w:tc>
          <w:tcPr>
            <w:tcW w:w="1008" w:type="dxa"/>
            <w:tcBorders>
              <w:top w:val="single" w:sz="6" w:space="0" w:color="auto"/>
              <w:left w:val="single" w:sz="6" w:space="0" w:color="auto"/>
              <w:bottom w:val="single" w:sz="12" w:space="0" w:color="auto"/>
              <w:right w:val="single" w:sz="6" w:space="0" w:color="auto"/>
            </w:tcBorders>
          </w:tcPr>
          <w:p w14:paraId="6E81ED4D" w14:textId="77777777" w:rsidR="00652ABF" w:rsidRPr="00DC54C7" w:rsidRDefault="00B22069" w:rsidP="000206C3">
            <w:pPr>
              <w:pStyle w:val="TableBody"/>
              <w:ind w:left="72"/>
            </w:pPr>
            <w:r>
              <w:t>2+,3+, 4</w:t>
            </w:r>
            <w:r w:rsidR="00CF3E0E">
              <w:t>^</w:t>
            </w:r>
            <w:r>
              <w:t>+</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09799CF6" w14:textId="77777777" w:rsidR="00652ABF" w:rsidRPr="00DC54C7" w:rsidRDefault="00652ABF" w:rsidP="00CD5604">
            <w:pPr>
              <w:pStyle w:val="TableBody"/>
            </w:pPr>
            <w:r>
              <w:t xml:space="preserve">1, 2, </w:t>
            </w:r>
            <w:r w:rsidRPr="00DC54C7">
              <w:t>4</w:t>
            </w:r>
            <w:r w:rsidR="00CF3E0E">
              <w:t>^</w:t>
            </w:r>
            <w:r w:rsidRPr="00DC54C7">
              <w:t>, 5, 6, 7</w:t>
            </w:r>
          </w:p>
        </w:tc>
        <w:tc>
          <w:tcPr>
            <w:tcW w:w="1080" w:type="dxa"/>
            <w:tcBorders>
              <w:top w:val="single" w:sz="6" w:space="0" w:color="auto"/>
              <w:left w:val="single" w:sz="6" w:space="0" w:color="auto"/>
              <w:bottom w:val="single" w:sz="12" w:space="0" w:color="auto"/>
              <w:right w:val="single" w:sz="12" w:space="0" w:color="auto"/>
            </w:tcBorders>
            <w:tcMar>
              <w:top w:w="0" w:type="dxa"/>
              <w:left w:w="115" w:type="dxa"/>
              <w:bottom w:w="0" w:type="dxa"/>
              <w:right w:w="115" w:type="dxa"/>
            </w:tcMar>
          </w:tcPr>
          <w:p w14:paraId="198731C2" w14:textId="77777777" w:rsidR="00652ABF" w:rsidRPr="00DC54C7" w:rsidRDefault="00652ABF" w:rsidP="00CD5604">
            <w:pPr>
              <w:pStyle w:val="TableBody"/>
            </w:pPr>
          </w:p>
        </w:tc>
      </w:tr>
    </w:tbl>
    <w:p w14:paraId="156192A7" w14:textId="77777777" w:rsidR="00361878" w:rsidRPr="00460C1F" w:rsidRDefault="00361878" w:rsidP="00E54373">
      <w:pPr>
        <w:pStyle w:val="BodyText"/>
        <w:spacing w:before="120" w:after="0"/>
        <w:ind w:left="288" w:hanging="288"/>
        <w:jc w:val="left"/>
      </w:pPr>
      <w:r w:rsidRPr="00460C1F">
        <w:t>*</w:t>
      </w:r>
      <w:r w:rsidRPr="00460C1F">
        <w:tab/>
        <w:t>Animated solution included in the PowerPoint Slides.</w:t>
      </w:r>
    </w:p>
    <w:p w14:paraId="5B43CDE2" w14:textId="77777777" w:rsidR="00B746C9" w:rsidRDefault="00E54373" w:rsidP="00E54373">
      <w:pPr>
        <w:pStyle w:val="BodyText"/>
        <w:spacing w:after="0"/>
        <w:ind w:left="288" w:hanging="288"/>
        <w:jc w:val="left"/>
        <w:rPr>
          <w:szCs w:val="22"/>
        </w:rPr>
      </w:pPr>
      <w:r>
        <w:rPr>
          <w:szCs w:val="22"/>
        </w:rPr>
        <w:t>^</w:t>
      </w:r>
      <w:r>
        <w:rPr>
          <w:szCs w:val="22"/>
        </w:rPr>
        <w:tab/>
      </w:r>
      <w:r w:rsidR="00B746C9">
        <w:rPr>
          <w:szCs w:val="22"/>
        </w:rPr>
        <w:t>Particularly challenging</w:t>
      </w:r>
      <w:r>
        <w:rPr>
          <w:szCs w:val="22"/>
        </w:rPr>
        <w:t>;</w:t>
      </w:r>
      <w:r w:rsidR="00D30C97">
        <w:rPr>
          <w:szCs w:val="22"/>
        </w:rPr>
        <w:t xml:space="preserve"> </w:t>
      </w:r>
      <w:r w:rsidR="00B746C9">
        <w:rPr>
          <w:szCs w:val="22"/>
        </w:rPr>
        <w:t>require</w:t>
      </w:r>
      <w:r w:rsidR="00D30C97">
        <w:rPr>
          <w:szCs w:val="22"/>
        </w:rPr>
        <w:t>s</w:t>
      </w:r>
      <w:r w:rsidR="00B746C9">
        <w:rPr>
          <w:szCs w:val="22"/>
        </w:rPr>
        <w:t xml:space="preserve"> students to combine multiple concepts in order to advance to the next level of accounting knowledge.</w:t>
      </w:r>
    </w:p>
    <w:p w14:paraId="533E404D" w14:textId="77777777" w:rsidR="00652ABF" w:rsidRDefault="00652ABF" w:rsidP="00E54373">
      <w:pPr>
        <w:pStyle w:val="BodyText"/>
        <w:spacing w:after="0"/>
        <w:ind w:left="288" w:hanging="288"/>
        <w:jc w:val="left"/>
      </w:pPr>
      <w:r>
        <w:rPr>
          <w:szCs w:val="22"/>
        </w:rPr>
        <w:t xml:space="preserve">+ </w:t>
      </w:r>
      <w:r w:rsidR="00E54373">
        <w:rPr>
          <w:szCs w:val="22"/>
        </w:rPr>
        <w:tab/>
      </w:r>
      <w:r w:rsidR="00CD7728">
        <w:rPr>
          <w:szCs w:val="22"/>
        </w:rPr>
        <w:t>The</w:t>
      </w:r>
      <w:r>
        <w:rPr>
          <w:szCs w:val="22"/>
        </w:rPr>
        <w:t xml:space="preserve"> Comprehensive Problem</w:t>
      </w:r>
      <w:r w:rsidR="00CD7728">
        <w:rPr>
          <w:szCs w:val="22"/>
        </w:rPr>
        <w:t>s are comprised of CP4-1, which</w:t>
      </w:r>
      <w:r>
        <w:rPr>
          <w:szCs w:val="22"/>
        </w:rPr>
        <w:t xml:space="preserve"> also covers LO 2-3</w:t>
      </w:r>
      <w:r w:rsidR="00CD7728">
        <w:rPr>
          <w:szCs w:val="22"/>
        </w:rPr>
        <w:t>, 3-3, 4-2, 4-3, and 4-4, CP4-2, which also covers LO 2-3, 3-3, 4-1, 4-2, 4-3, 4-4, 4-5, and 4-6, and CP4-3, which also covers LO 2-3, 3-3, 4-1, 4-2, 4-3, 4-4, 4-5, and 4-6.</w:t>
      </w:r>
    </w:p>
    <w:p w14:paraId="1635A4B7" w14:textId="77777777" w:rsidR="00534437" w:rsidRPr="00534437" w:rsidRDefault="003A5C6B" w:rsidP="00E54373">
      <w:pPr>
        <w:pStyle w:val="BodyText"/>
        <w:spacing w:after="0"/>
        <w:ind w:left="288" w:hanging="288"/>
        <w:jc w:val="left"/>
        <w:rPr>
          <w:szCs w:val="22"/>
        </w:rPr>
      </w:pPr>
      <w:r>
        <w:t>†</w:t>
      </w:r>
      <w:r w:rsidR="00361878" w:rsidRPr="00534437">
        <w:rPr>
          <w:szCs w:val="22"/>
        </w:rPr>
        <w:tab/>
        <w:t>CC</w:t>
      </w:r>
      <w:r w:rsidR="00534437" w:rsidRPr="00534437">
        <w:rPr>
          <w:szCs w:val="22"/>
        </w:rPr>
        <w:t>4</w:t>
      </w:r>
      <w:r w:rsidR="00652ABF">
        <w:rPr>
          <w:szCs w:val="22"/>
        </w:rPr>
        <w:t>-1</w:t>
      </w:r>
      <w:r w:rsidR="00361878" w:rsidRPr="00534437">
        <w:rPr>
          <w:szCs w:val="22"/>
        </w:rPr>
        <w:t xml:space="preserve"> </w:t>
      </w:r>
      <w:r w:rsidR="00534437" w:rsidRPr="00534437">
        <w:rPr>
          <w:szCs w:val="22"/>
        </w:rPr>
        <w:t xml:space="preserve">is a continuing case that builds on the story of Nicole’s Getaway Spa, introduced in earlier chapters. This case focuses on </w:t>
      </w:r>
      <w:r w:rsidR="00534437">
        <w:rPr>
          <w:szCs w:val="22"/>
        </w:rPr>
        <w:t>identifying the need for and classifying adjustments,</w:t>
      </w:r>
      <w:r w:rsidR="004320F5">
        <w:rPr>
          <w:szCs w:val="22"/>
        </w:rPr>
        <w:t xml:space="preserve"> preparing the initial journal entries for deferral adjustments, and </w:t>
      </w:r>
      <w:r w:rsidR="00534437" w:rsidRPr="00534437">
        <w:rPr>
          <w:szCs w:val="22"/>
        </w:rPr>
        <w:t xml:space="preserve">analyzing </w:t>
      </w:r>
      <w:r w:rsidR="004320F5">
        <w:rPr>
          <w:szCs w:val="22"/>
        </w:rPr>
        <w:t xml:space="preserve">adjustments </w:t>
      </w:r>
      <w:r w:rsidR="00534437" w:rsidRPr="00534437">
        <w:rPr>
          <w:szCs w:val="22"/>
        </w:rPr>
        <w:t xml:space="preserve">and preparing </w:t>
      </w:r>
      <w:r w:rsidR="004320F5">
        <w:rPr>
          <w:szCs w:val="22"/>
        </w:rPr>
        <w:t xml:space="preserve">adjusting </w:t>
      </w:r>
      <w:r w:rsidR="00534437" w:rsidRPr="00534437">
        <w:rPr>
          <w:szCs w:val="22"/>
        </w:rPr>
        <w:t>journal entries. This case will be extended in future chapters.</w:t>
      </w:r>
    </w:p>
    <w:p w14:paraId="22FCB2AF" w14:textId="77777777" w:rsidR="008311A9" w:rsidRPr="00DC54C7" w:rsidRDefault="00140E29" w:rsidP="001109B7">
      <w:pPr>
        <w:pStyle w:val="Heading1"/>
      </w:pPr>
      <w:r>
        <w:br w:type="page"/>
      </w:r>
      <w:r w:rsidR="008311A9" w:rsidRPr="00DC54C7">
        <w:lastRenderedPageBreak/>
        <w:t xml:space="preserve">Overview </w:t>
      </w:r>
    </w:p>
    <w:p w14:paraId="535FB1E0" w14:textId="77777777" w:rsidR="008311A9" w:rsidRPr="000304F6" w:rsidRDefault="008311A9" w:rsidP="001109B7">
      <w:pPr>
        <w:pStyle w:val="BodyText"/>
        <w:spacing w:after="120"/>
        <w:jc w:val="left"/>
      </w:pPr>
      <w:r w:rsidRPr="000304F6">
        <w:t>The entrepreneur from chapters 1</w:t>
      </w:r>
      <w:r w:rsidR="00801A23" w:rsidRPr="00DF3C97">
        <w:rPr>
          <w:b/>
        </w:rPr>
        <w:t>–</w:t>
      </w:r>
      <w:r w:rsidR="00B22069" w:rsidRPr="000304F6">
        <w:t xml:space="preserve">3 </w:t>
      </w:r>
      <w:r w:rsidRPr="000304F6">
        <w:t xml:space="preserve">is eager to evaluate </w:t>
      </w:r>
      <w:r w:rsidR="000304F6" w:rsidRPr="000304F6">
        <w:t>SonicGateway’s</w:t>
      </w:r>
      <w:r w:rsidRPr="000304F6">
        <w:t xml:space="preserve"> results, but he first learns the importance of adjusting the accounting records for deferred items and yet-to-be accrued items.</w:t>
      </w:r>
    </w:p>
    <w:p w14:paraId="1937B119" w14:textId="77777777" w:rsidR="008311A9" w:rsidRPr="000304F6" w:rsidRDefault="008311A9" w:rsidP="001109B7">
      <w:pPr>
        <w:pStyle w:val="BodyText"/>
        <w:spacing w:after="120"/>
        <w:jc w:val="left"/>
      </w:pPr>
      <w:r w:rsidRPr="000304F6">
        <w:t>Students learn how to adjust the accounting records, and prepare an income statement, statement of retained earnings, and balance sheet.</w:t>
      </w:r>
    </w:p>
    <w:p w14:paraId="0891D3F1" w14:textId="77777777" w:rsidR="008311A9" w:rsidRPr="00DC54C7" w:rsidRDefault="008311A9" w:rsidP="000512CE">
      <w:pPr>
        <w:pStyle w:val="Heading1"/>
      </w:pPr>
      <w:r w:rsidRPr="00DC54C7">
        <w:t>Synopsis of Chapter Revisions</w:t>
      </w:r>
    </w:p>
    <w:p w14:paraId="5D7C7F71" w14:textId="77777777" w:rsidR="00D64D3A" w:rsidRPr="00D64D3A" w:rsidRDefault="00D64D3A" w:rsidP="00D64D3A">
      <w:pPr>
        <w:pStyle w:val="BodyText"/>
        <w:numPr>
          <w:ilvl w:val="0"/>
          <w:numId w:val="5"/>
        </w:numPr>
        <w:spacing w:after="0"/>
        <w:jc w:val="left"/>
        <w:rPr>
          <w:szCs w:val="22"/>
        </w:rPr>
      </w:pPr>
      <w:r w:rsidRPr="00D64D3A">
        <w:rPr>
          <w:szCs w:val="22"/>
        </w:rPr>
        <w:t xml:space="preserve">New contemporary focus company: replaced pizza company with SonicGateway, thereby allowing repeated practice with depreciation and amortization </w:t>
      </w:r>
    </w:p>
    <w:p w14:paraId="0C32096A" w14:textId="77777777" w:rsidR="00D64D3A" w:rsidRPr="00D64D3A" w:rsidRDefault="00D64D3A" w:rsidP="00D64D3A">
      <w:pPr>
        <w:pStyle w:val="BodyText"/>
        <w:numPr>
          <w:ilvl w:val="0"/>
          <w:numId w:val="5"/>
        </w:numPr>
        <w:spacing w:after="0"/>
        <w:jc w:val="left"/>
        <w:rPr>
          <w:szCs w:val="22"/>
        </w:rPr>
      </w:pPr>
      <w:r w:rsidRPr="00D64D3A">
        <w:rPr>
          <w:szCs w:val="22"/>
        </w:rPr>
        <w:t xml:space="preserve">New illustration to tie adjustments to accounting cycle (Exhibit 4.2) </w:t>
      </w:r>
    </w:p>
    <w:p w14:paraId="769FE88B" w14:textId="77777777" w:rsidR="00D64D3A" w:rsidRPr="00D64D3A" w:rsidRDefault="00D64D3A" w:rsidP="00D64D3A">
      <w:pPr>
        <w:pStyle w:val="BodyText"/>
        <w:numPr>
          <w:ilvl w:val="0"/>
          <w:numId w:val="5"/>
        </w:numPr>
        <w:spacing w:after="0"/>
        <w:jc w:val="left"/>
        <w:rPr>
          <w:szCs w:val="22"/>
        </w:rPr>
      </w:pPr>
      <w:r w:rsidRPr="00D64D3A">
        <w:rPr>
          <w:szCs w:val="22"/>
        </w:rPr>
        <w:t xml:space="preserve">New illustration of adjustment effects on balance sheet and income statement (Exhibit 4.5) </w:t>
      </w:r>
    </w:p>
    <w:p w14:paraId="6FA90FCF" w14:textId="77777777" w:rsidR="00D64D3A" w:rsidRPr="00D64D3A" w:rsidRDefault="00D64D3A" w:rsidP="00D64D3A">
      <w:pPr>
        <w:pStyle w:val="BodyText"/>
        <w:numPr>
          <w:ilvl w:val="0"/>
          <w:numId w:val="5"/>
        </w:numPr>
        <w:spacing w:after="0"/>
        <w:jc w:val="left"/>
        <w:rPr>
          <w:szCs w:val="22"/>
        </w:rPr>
      </w:pPr>
      <w:r w:rsidRPr="00D64D3A">
        <w:rPr>
          <w:szCs w:val="22"/>
        </w:rPr>
        <w:t>Continued use of new accounting equation format illustrating link between income statement and balance sheet</w:t>
      </w:r>
    </w:p>
    <w:p w14:paraId="43D06705" w14:textId="77777777" w:rsidR="00D64D3A" w:rsidRPr="00D64D3A" w:rsidRDefault="00D64D3A" w:rsidP="00D64D3A">
      <w:pPr>
        <w:pStyle w:val="BodyText"/>
        <w:numPr>
          <w:ilvl w:val="0"/>
          <w:numId w:val="5"/>
        </w:numPr>
        <w:spacing w:after="0"/>
        <w:jc w:val="left"/>
        <w:rPr>
          <w:szCs w:val="22"/>
        </w:rPr>
      </w:pPr>
      <w:r w:rsidRPr="00D64D3A">
        <w:rPr>
          <w:szCs w:val="22"/>
        </w:rPr>
        <w:t>Eliminated journal entry to record the simultaneous declaration/payment of dividends (journal entries for dividends are explained properly in Chapter 11)</w:t>
      </w:r>
    </w:p>
    <w:p w14:paraId="2D0CF72B" w14:textId="77777777" w:rsidR="00D64D3A" w:rsidRPr="00D64D3A" w:rsidRDefault="00D64D3A" w:rsidP="00D64D3A">
      <w:pPr>
        <w:pStyle w:val="BodyText"/>
        <w:numPr>
          <w:ilvl w:val="0"/>
          <w:numId w:val="5"/>
        </w:numPr>
        <w:spacing w:after="0"/>
        <w:jc w:val="left"/>
        <w:rPr>
          <w:szCs w:val="22"/>
        </w:rPr>
      </w:pPr>
      <w:r w:rsidRPr="00D64D3A">
        <w:rPr>
          <w:szCs w:val="22"/>
        </w:rPr>
        <w:t>Reviewed and updated all end-of-chapter material, including new problem formats that automatically post journal entries to T-accounts and prepare trial balances</w:t>
      </w:r>
    </w:p>
    <w:p w14:paraId="657309FB" w14:textId="77777777" w:rsidR="00E14B0C" w:rsidRPr="00DC54C7" w:rsidRDefault="00E14B0C" w:rsidP="00E14B0C">
      <w:pPr>
        <w:pStyle w:val="Heading1"/>
        <w:spacing w:after="240"/>
      </w:pPr>
      <w:r w:rsidRPr="00DC54C7">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E14B0C" w:rsidRPr="00DC54C7" w14:paraId="24BD4570" w14:textId="77777777" w:rsidTr="00662F18">
        <w:tc>
          <w:tcPr>
            <w:tcW w:w="7218" w:type="dxa"/>
            <w:shd w:val="clear" w:color="auto" w:fill="auto"/>
          </w:tcPr>
          <w:p w14:paraId="0952C877" w14:textId="77777777" w:rsidR="00E14B0C" w:rsidRPr="00DC54C7" w:rsidRDefault="00E14B0C" w:rsidP="00662F18">
            <w:pPr>
              <w:pStyle w:val="Italicsheading"/>
              <w:spacing w:before="120"/>
              <w:jc w:val="center"/>
              <w:rPr>
                <w:b/>
              </w:rPr>
            </w:pPr>
            <w:r w:rsidRPr="00DC54C7">
              <w:rPr>
                <w:b/>
              </w:rPr>
              <w:t>Student Learning Objective</w:t>
            </w:r>
          </w:p>
        </w:tc>
        <w:tc>
          <w:tcPr>
            <w:tcW w:w="2250" w:type="dxa"/>
          </w:tcPr>
          <w:p w14:paraId="47E12E62" w14:textId="77777777" w:rsidR="00E14B0C" w:rsidRPr="00DC54C7" w:rsidRDefault="00E14B0C" w:rsidP="00662F18">
            <w:pPr>
              <w:pStyle w:val="Italicsheading"/>
              <w:spacing w:before="120"/>
              <w:jc w:val="center"/>
              <w:rPr>
                <w:b/>
              </w:rPr>
            </w:pPr>
            <w:r w:rsidRPr="00DC54C7">
              <w:rPr>
                <w:b/>
              </w:rPr>
              <w:t>PowerPoint® Slides</w:t>
            </w:r>
          </w:p>
        </w:tc>
      </w:tr>
      <w:tr w:rsidR="00DA0532" w:rsidRPr="00DA0532" w14:paraId="056BD108" w14:textId="77777777" w:rsidTr="00662F18">
        <w:tc>
          <w:tcPr>
            <w:tcW w:w="7218" w:type="dxa"/>
            <w:shd w:val="clear" w:color="auto" w:fill="auto"/>
          </w:tcPr>
          <w:p w14:paraId="0C1D9961" w14:textId="77777777" w:rsidR="00140E29" w:rsidRPr="00DA0532" w:rsidRDefault="00140E29" w:rsidP="00801A23">
            <w:pPr>
              <w:pStyle w:val="TableBody"/>
              <w:ind w:left="288" w:hanging="288"/>
            </w:pPr>
            <w:r w:rsidRPr="00DA0532">
              <w:t>LO 4-1 Explain why adjustments are needed.</w:t>
            </w:r>
          </w:p>
        </w:tc>
        <w:tc>
          <w:tcPr>
            <w:tcW w:w="2250" w:type="dxa"/>
          </w:tcPr>
          <w:p w14:paraId="6691E0D9" w14:textId="77777777" w:rsidR="00140E29" w:rsidRPr="00DA0532" w:rsidRDefault="0008059D" w:rsidP="00E8306E">
            <w:pPr>
              <w:pStyle w:val="TableBody"/>
            </w:pPr>
            <w:r w:rsidRPr="00DA0532">
              <w:t xml:space="preserve">4-2 </w:t>
            </w:r>
            <w:r w:rsidR="00140E29" w:rsidRPr="00DA0532">
              <w:t>through 4-8</w:t>
            </w:r>
          </w:p>
        </w:tc>
      </w:tr>
      <w:tr w:rsidR="00DA0532" w:rsidRPr="00DA0532" w14:paraId="7E0B16A2" w14:textId="77777777" w:rsidTr="00662F18">
        <w:tc>
          <w:tcPr>
            <w:tcW w:w="7218" w:type="dxa"/>
            <w:shd w:val="clear" w:color="auto" w:fill="auto"/>
          </w:tcPr>
          <w:p w14:paraId="143EDE79" w14:textId="77777777" w:rsidR="00140E29" w:rsidRPr="00DA0532" w:rsidRDefault="00140E29" w:rsidP="00801A23">
            <w:pPr>
              <w:pStyle w:val="TableBody"/>
              <w:ind w:left="288" w:hanging="288"/>
            </w:pPr>
            <w:r w:rsidRPr="00DA0532">
              <w:t>LO 4-2 Prepare adjustments needed at the end of the period.</w:t>
            </w:r>
          </w:p>
        </w:tc>
        <w:tc>
          <w:tcPr>
            <w:tcW w:w="2250" w:type="dxa"/>
          </w:tcPr>
          <w:p w14:paraId="4AE99522" w14:textId="77777777" w:rsidR="00140E29" w:rsidRPr="00DA0532" w:rsidRDefault="0008059D" w:rsidP="00514E4A">
            <w:pPr>
              <w:pStyle w:val="TableBody"/>
            </w:pPr>
            <w:r w:rsidRPr="00DA0532">
              <w:t>4-9 through 4-27</w:t>
            </w:r>
          </w:p>
        </w:tc>
      </w:tr>
      <w:tr w:rsidR="00DA0532" w:rsidRPr="00DA0532" w14:paraId="287C4CE3" w14:textId="77777777" w:rsidTr="00662F18">
        <w:tc>
          <w:tcPr>
            <w:tcW w:w="7218" w:type="dxa"/>
            <w:shd w:val="clear" w:color="auto" w:fill="auto"/>
          </w:tcPr>
          <w:p w14:paraId="0A704A87" w14:textId="77777777" w:rsidR="0008059D" w:rsidRPr="00DA0532" w:rsidRDefault="0008059D" w:rsidP="00801A23">
            <w:pPr>
              <w:pStyle w:val="TableBody"/>
              <w:ind w:left="288" w:hanging="288"/>
            </w:pPr>
            <w:r w:rsidRPr="00DA0532">
              <w:t>LO 4-3 Prepare an adjusted trial balance.</w:t>
            </w:r>
          </w:p>
        </w:tc>
        <w:tc>
          <w:tcPr>
            <w:tcW w:w="2250" w:type="dxa"/>
          </w:tcPr>
          <w:p w14:paraId="10E7D252" w14:textId="77777777" w:rsidR="0008059D" w:rsidRPr="00DA0532" w:rsidRDefault="0008059D" w:rsidP="00070784">
            <w:pPr>
              <w:pStyle w:val="TableBody"/>
            </w:pPr>
            <w:r w:rsidRPr="00DA0532">
              <w:t>4-28 through 4-29</w:t>
            </w:r>
          </w:p>
        </w:tc>
      </w:tr>
      <w:tr w:rsidR="00DA0532" w:rsidRPr="00DA0532" w14:paraId="1CAF3F23" w14:textId="77777777" w:rsidTr="00662F18">
        <w:tc>
          <w:tcPr>
            <w:tcW w:w="7218" w:type="dxa"/>
            <w:shd w:val="clear" w:color="auto" w:fill="auto"/>
          </w:tcPr>
          <w:p w14:paraId="439E63AD" w14:textId="77777777" w:rsidR="0008059D" w:rsidRPr="00DA0532" w:rsidRDefault="0008059D" w:rsidP="00801A23">
            <w:pPr>
              <w:pStyle w:val="TableBody"/>
              <w:ind w:left="288" w:hanging="288"/>
            </w:pPr>
            <w:r w:rsidRPr="00DA0532">
              <w:t>LO 4-4 Prepare financial statements.</w:t>
            </w:r>
          </w:p>
        </w:tc>
        <w:tc>
          <w:tcPr>
            <w:tcW w:w="2250" w:type="dxa"/>
          </w:tcPr>
          <w:p w14:paraId="2E62BB11" w14:textId="77777777" w:rsidR="0008059D" w:rsidRPr="00DA0532" w:rsidRDefault="0008059D" w:rsidP="00070784">
            <w:pPr>
              <w:pStyle w:val="TableBody"/>
            </w:pPr>
            <w:r w:rsidRPr="00DA0532">
              <w:t>4-30 through 4-3</w:t>
            </w:r>
            <w:r w:rsidR="00DA0532">
              <w:t>2</w:t>
            </w:r>
          </w:p>
        </w:tc>
      </w:tr>
      <w:tr w:rsidR="00DA0532" w:rsidRPr="00DA0532" w14:paraId="5F458978" w14:textId="77777777" w:rsidTr="00662F18">
        <w:tc>
          <w:tcPr>
            <w:tcW w:w="7218" w:type="dxa"/>
            <w:shd w:val="clear" w:color="auto" w:fill="auto"/>
          </w:tcPr>
          <w:p w14:paraId="0A15F1E4" w14:textId="77777777" w:rsidR="0008059D" w:rsidRPr="00DA0532" w:rsidRDefault="0008059D" w:rsidP="00F732DA">
            <w:pPr>
              <w:pStyle w:val="TableBody"/>
              <w:ind w:left="288" w:hanging="288"/>
            </w:pPr>
            <w:r w:rsidRPr="00DA0532">
              <w:t>LO 4-5 Explain the closing process.</w:t>
            </w:r>
          </w:p>
        </w:tc>
        <w:tc>
          <w:tcPr>
            <w:tcW w:w="2250" w:type="dxa"/>
          </w:tcPr>
          <w:p w14:paraId="06ED78F2" w14:textId="77777777" w:rsidR="0008059D" w:rsidRPr="00DA0532" w:rsidRDefault="0008059D" w:rsidP="00070784">
            <w:pPr>
              <w:pStyle w:val="TableBody"/>
            </w:pPr>
            <w:r w:rsidRPr="00DA0532">
              <w:t>4-33 through 4-39</w:t>
            </w:r>
          </w:p>
        </w:tc>
      </w:tr>
      <w:tr w:rsidR="00DA0532" w:rsidRPr="00DA0532" w14:paraId="656E6888" w14:textId="77777777" w:rsidTr="00662F18">
        <w:tc>
          <w:tcPr>
            <w:tcW w:w="7218" w:type="dxa"/>
            <w:shd w:val="clear" w:color="auto" w:fill="auto"/>
          </w:tcPr>
          <w:p w14:paraId="09B7AB38" w14:textId="77777777" w:rsidR="0008059D" w:rsidRPr="00DA0532" w:rsidRDefault="0008059D" w:rsidP="00F732DA">
            <w:pPr>
              <w:pStyle w:val="TableBody"/>
              <w:ind w:left="288" w:hanging="288"/>
            </w:pPr>
            <w:r w:rsidRPr="00DA0532">
              <w:t>LO 4-6 Explain how adjustments affect financial results.</w:t>
            </w:r>
          </w:p>
        </w:tc>
        <w:tc>
          <w:tcPr>
            <w:tcW w:w="2250" w:type="dxa"/>
          </w:tcPr>
          <w:p w14:paraId="66304906" w14:textId="77777777" w:rsidR="0008059D" w:rsidRPr="00DA0532" w:rsidRDefault="0008059D" w:rsidP="00514E4A">
            <w:pPr>
              <w:pStyle w:val="TableBody"/>
            </w:pPr>
            <w:r w:rsidRPr="00DA0532">
              <w:t>4-40 through 4-41</w:t>
            </w:r>
          </w:p>
        </w:tc>
      </w:tr>
    </w:tbl>
    <w:p w14:paraId="57AD2530" w14:textId="77777777" w:rsidR="00E14B0C" w:rsidRPr="00DA0532" w:rsidRDefault="00E14B0C" w:rsidP="00E14B0C">
      <w:pPr>
        <w:pStyle w:val="Heading1"/>
        <w:spacing w:before="0" w:after="0"/>
        <w:jc w:val="center"/>
        <w:rPr>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DA0532" w:rsidRPr="00DA0532" w14:paraId="2E0E6FAF" w14:textId="77777777" w:rsidTr="00662F18">
        <w:tc>
          <w:tcPr>
            <w:tcW w:w="7218" w:type="dxa"/>
            <w:shd w:val="clear" w:color="auto" w:fill="auto"/>
          </w:tcPr>
          <w:p w14:paraId="28787EFA" w14:textId="77777777" w:rsidR="00E14B0C" w:rsidRPr="00DA0532" w:rsidRDefault="00E14B0C" w:rsidP="00662F18">
            <w:pPr>
              <w:pStyle w:val="Italicsheading"/>
              <w:spacing w:before="120"/>
              <w:jc w:val="center"/>
              <w:rPr>
                <w:b/>
              </w:rPr>
            </w:pPr>
            <w:r w:rsidRPr="00DA0532">
              <w:rPr>
                <w:b/>
              </w:rPr>
              <w:t>Animated Builds and Animated Solutions</w:t>
            </w:r>
          </w:p>
        </w:tc>
        <w:tc>
          <w:tcPr>
            <w:tcW w:w="2250" w:type="dxa"/>
          </w:tcPr>
          <w:p w14:paraId="31ABFCCF" w14:textId="77777777" w:rsidR="00E14B0C" w:rsidRPr="00DA0532" w:rsidRDefault="00E14B0C" w:rsidP="00662F18">
            <w:pPr>
              <w:pStyle w:val="Italicsheading"/>
              <w:spacing w:before="120"/>
              <w:jc w:val="center"/>
              <w:rPr>
                <w:b/>
              </w:rPr>
            </w:pPr>
            <w:r w:rsidRPr="00DA0532">
              <w:rPr>
                <w:b/>
              </w:rPr>
              <w:t>PowerPoint® Slides</w:t>
            </w:r>
          </w:p>
        </w:tc>
      </w:tr>
      <w:tr w:rsidR="00DA0532" w:rsidRPr="00DA0532" w14:paraId="7DCE8F70" w14:textId="77777777" w:rsidTr="00662F18">
        <w:tc>
          <w:tcPr>
            <w:tcW w:w="7218" w:type="dxa"/>
            <w:shd w:val="clear" w:color="auto" w:fill="auto"/>
          </w:tcPr>
          <w:p w14:paraId="7ADF6848" w14:textId="77777777" w:rsidR="00E14B0C" w:rsidRPr="00DA0532" w:rsidRDefault="00E14B0C" w:rsidP="00662F18">
            <w:pPr>
              <w:pStyle w:val="TableBody"/>
              <w:ind w:left="288" w:hanging="288"/>
            </w:pPr>
            <w:r w:rsidRPr="00DA0532">
              <w:t>Mini-Exercise 4-5</w:t>
            </w:r>
          </w:p>
        </w:tc>
        <w:tc>
          <w:tcPr>
            <w:tcW w:w="2250" w:type="dxa"/>
          </w:tcPr>
          <w:p w14:paraId="67B09EF2" w14:textId="77777777" w:rsidR="00E14B0C" w:rsidRPr="00DA0532" w:rsidRDefault="00514E4A" w:rsidP="00E8306E">
            <w:pPr>
              <w:pStyle w:val="TableBody"/>
            </w:pPr>
            <w:r w:rsidRPr="00DA0532">
              <w:t>4-4</w:t>
            </w:r>
            <w:r w:rsidR="0008059D" w:rsidRPr="00DA0532">
              <w:t>3</w:t>
            </w:r>
          </w:p>
        </w:tc>
      </w:tr>
      <w:tr w:rsidR="00DA0532" w:rsidRPr="00DA0532" w14:paraId="48BE35D1" w14:textId="77777777" w:rsidTr="00662F18">
        <w:tc>
          <w:tcPr>
            <w:tcW w:w="7218" w:type="dxa"/>
            <w:shd w:val="clear" w:color="auto" w:fill="auto"/>
          </w:tcPr>
          <w:p w14:paraId="7861C09B" w14:textId="77777777" w:rsidR="00E14B0C" w:rsidRPr="00DA0532" w:rsidRDefault="00E14B0C" w:rsidP="00662F18">
            <w:pPr>
              <w:pStyle w:val="TableBody"/>
              <w:ind w:left="288" w:hanging="288"/>
            </w:pPr>
            <w:r w:rsidRPr="00DA0532">
              <w:t>Mini-Exercise 4-6</w:t>
            </w:r>
          </w:p>
        </w:tc>
        <w:tc>
          <w:tcPr>
            <w:tcW w:w="2250" w:type="dxa"/>
          </w:tcPr>
          <w:p w14:paraId="59270380" w14:textId="77777777" w:rsidR="00E14B0C" w:rsidRPr="00DA0532" w:rsidRDefault="00514E4A" w:rsidP="00514E4A">
            <w:pPr>
              <w:pStyle w:val="TableBody"/>
            </w:pPr>
            <w:r w:rsidRPr="00DA0532">
              <w:t>4-4</w:t>
            </w:r>
            <w:r w:rsidR="0008059D" w:rsidRPr="00DA0532">
              <w:t>4</w:t>
            </w:r>
          </w:p>
        </w:tc>
      </w:tr>
      <w:tr w:rsidR="00DA0532" w:rsidRPr="00DA0532" w14:paraId="1082CD22" w14:textId="77777777" w:rsidTr="00662F18">
        <w:tc>
          <w:tcPr>
            <w:tcW w:w="7218" w:type="dxa"/>
            <w:shd w:val="clear" w:color="auto" w:fill="auto"/>
          </w:tcPr>
          <w:p w14:paraId="4423777B" w14:textId="77777777" w:rsidR="00E14B0C" w:rsidRPr="00DA0532" w:rsidRDefault="00E14B0C" w:rsidP="00662F18">
            <w:pPr>
              <w:pStyle w:val="TableBody"/>
              <w:ind w:left="288" w:hanging="288"/>
            </w:pPr>
            <w:r w:rsidRPr="00DA0532">
              <w:t>Mini-Exercise 4-9</w:t>
            </w:r>
          </w:p>
        </w:tc>
        <w:tc>
          <w:tcPr>
            <w:tcW w:w="2250" w:type="dxa"/>
          </w:tcPr>
          <w:p w14:paraId="1FAB7A62" w14:textId="77777777" w:rsidR="00E14B0C" w:rsidRPr="00DA0532" w:rsidRDefault="00514E4A" w:rsidP="0008059D">
            <w:pPr>
              <w:pStyle w:val="TableBody"/>
            </w:pPr>
            <w:r w:rsidRPr="00DA0532">
              <w:t>4-4</w:t>
            </w:r>
            <w:r w:rsidR="0008059D" w:rsidRPr="00DA0532">
              <w:t>5</w:t>
            </w:r>
            <w:r w:rsidRPr="00DA0532">
              <w:t xml:space="preserve"> through 4-4</w:t>
            </w:r>
            <w:r w:rsidR="0008059D" w:rsidRPr="00DA0532">
              <w:t>7</w:t>
            </w:r>
          </w:p>
        </w:tc>
      </w:tr>
      <w:tr w:rsidR="00DA0532" w:rsidRPr="00DA0532" w14:paraId="185EF615" w14:textId="77777777" w:rsidTr="00662F18">
        <w:tc>
          <w:tcPr>
            <w:tcW w:w="7218" w:type="dxa"/>
            <w:shd w:val="clear" w:color="auto" w:fill="auto"/>
          </w:tcPr>
          <w:p w14:paraId="0504486E" w14:textId="77777777" w:rsidR="00E14B0C" w:rsidRPr="00DA0532" w:rsidRDefault="00E14B0C" w:rsidP="00662F18">
            <w:pPr>
              <w:pStyle w:val="TableBody"/>
              <w:ind w:left="288" w:hanging="288"/>
            </w:pPr>
            <w:r w:rsidRPr="00DA0532">
              <w:t>Mini-Exercise 4-10</w:t>
            </w:r>
          </w:p>
        </w:tc>
        <w:tc>
          <w:tcPr>
            <w:tcW w:w="2250" w:type="dxa"/>
          </w:tcPr>
          <w:p w14:paraId="105B447C" w14:textId="77777777" w:rsidR="00E14B0C" w:rsidRPr="00DA0532" w:rsidRDefault="00514E4A" w:rsidP="0008059D">
            <w:pPr>
              <w:pStyle w:val="TableBody"/>
            </w:pPr>
            <w:r w:rsidRPr="00DA0532">
              <w:t>4-4</w:t>
            </w:r>
            <w:r w:rsidR="0008059D" w:rsidRPr="00DA0532">
              <w:t>8</w:t>
            </w:r>
            <w:r w:rsidRPr="00DA0532">
              <w:t xml:space="preserve"> through 4-</w:t>
            </w:r>
            <w:r w:rsidR="0008059D" w:rsidRPr="00DA0532">
              <w:t>50</w:t>
            </w:r>
          </w:p>
        </w:tc>
      </w:tr>
      <w:tr w:rsidR="00DA0532" w:rsidRPr="00DA0532" w14:paraId="541FE8C7" w14:textId="77777777" w:rsidTr="00662F18">
        <w:tc>
          <w:tcPr>
            <w:tcW w:w="7218" w:type="dxa"/>
            <w:shd w:val="clear" w:color="auto" w:fill="auto"/>
          </w:tcPr>
          <w:p w14:paraId="0E133D7A" w14:textId="77777777" w:rsidR="00E14B0C" w:rsidRPr="00DA0532" w:rsidRDefault="0008059D" w:rsidP="00662F18">
            <w:pPr>
              <w:pStyle w:val="TableBody"/>
              <w:ind w:left="288" w:hanging="288"/>
            </w:pPr>
            <w:r w:rsidRPr="00DA0532">
              <w:t>Mini-Exercise 4-20</w:t>
            </w:r>
          </w:p>
        </w:tc>
        <w:tc>
          <w:tcPr>
            <w:tcW w:w="2250" w:type="dxa"/>
          </w:tcPr>
          <w:p w14:paraId="132A2D7E" w14:textId="77777777" w:rsidR="00E14B0C" w:rsidRPr="00DA0532" w:rsidRDefault="00514E4A" w:rsidP="00514E4A">
            <w:pPr>
              <w:pStyle w:val="TableBody"/>
            </w:pPr>
            <w:r w:rsidRPr="00DA0532">
              <w:t>4</w:t>
            </w:r>
            <w:r w:rsidR="00E14B0C" w:rsidRPr="00DA0532">
              <w:t>-</w:t>
            </w:r>
            <w:r w:rsidR="0008059D" w:rsidRPr="00DA0532">
              <w:t>51</w:t>
            </w:r>
          </w:p>
        </w:tc>
      </w:tr>
      <w:tr w:rsidR="00DA0532" w:rsidRPr="00DA0532" w14:paraId="5AEC040C" w14:textId="77777777" w:rsidTr="00662F18">
        <w:tc>
          <w:tcPr>
            <w:tcW w:w="7218" w:type="dxa"/>
            <w:shd w:val="clear" w:color="auto" w:fill="auto"/>
          </w:tcPr>
          <w:p w14:paraId="6732085C" w14:textId="77777777" w:rsidR="00E14B0C" w:rsidRPr="00DA0532" w:rsidRDefault="00E14B0C" w:rsidP="00662F18">
            <w:pPr>
              <w:pStyle w:val="TableBody"/>
              <w:ind w:left="288" w:hanging="288"/>
            </w:pPr>
            <w:r w:rsidRPr="00DA0532">
              <w:t>Exercise 4-1</w:t>
            </w:r>
            <w:r w:rsidR="00DA0532">
              <w:t>9</w:t>
            </w:r>
          </w:p>
        </w:tc>
        <w:tc>
          <w:tcPr>
            <w:tcW w:w="2250" w:type="dxa"/>
          </w:tcPr>
          <w:p w14:paraId="0577AB1C" w14:textId="77777777" w:rsidR="00E14B0C" w:rsidRPr="00DA0532" w:rsidRDefault="0008059D" w:rsidP="00514E4A">
            <w:pPr>
              <w:pStyle w:val="TableBody"/>
            </w:pPr>
            <w:r w:rsidRPr="00DA0532">
              <w:t>4-52</w:t>
            </w:r>
            <w:r w:rsidR="00E14B0C" w:rsidRPr="00DA0532">
              <w:t xml:space="preserve"> through </w:t>
            </w:r>
            <w:r w:rsidR="00514E4A" w:rsidRPr="00DA0532">
              <w:t>4</w:t>
            </w:r>
            <w:r w:rsidR="00E14B0C" w:rsidRPr="00DA0532">
              <w:t>-</w:t>
            </w:r>
            <w:r w:rsidR="00514E4A" w:rsidRPr="00DA0532">
              <w:t>5</w:t>
            </w:r>
            <w:r w:rsidRPr="00DA0532">
              <w:t>7</w:t>
            </w:r>
          </w:p>
        </w:tc>
      </w:tr>
    </w:tbl>
    <w:p w14:paraId="2B642703" w14:textId="77777777" w:rsidR="00B95C07" w:rsidRPr="00DC54C7" w:rsidRDefault="00140E29" w:rsidP="00140E29">
      <w:pPr>
        <w:pStyle w:val="Heading1"/>
        <w:spacing w:after="240"/>
      </w:pPr>
      <w:r>
        <w:br w:type="page"/>
      </w:r>
      <w:r w:rsidR="00B95C07" w:rsidRPr="00DC54C7">
        <w:lastRenderedPageBreak/>
        <w:t>Summary of Related Video Program</w:t>
      </w:r>
    </w:p>
    <w:p w14:paraId="3C397216" w14:textId="77777777" w:rsidR="00F13B89" w:rsidRPr="00DC54C7" w:rsidRDefault="00F13B89" w:rsidP="001B10FD">
      <w:pPr>
        <w:spacing w:before="60" w:after="120"/>
        <w:rPr>
          <w:b/>
        </w:rPr>
      </w:pPr>
      <w:r w:rsidRPr="00DC54C7">
        <w:rPr>
          <w:b/>
          <w:sz w:val="24"/>
          <w:szCs w:val="24"/>
        </w:rPr>
        <w:t xml:space="preserve">Spotlight Video Series </w:t>
      </w:r>
      <w:r w:rsidRPr="00DC54C7">
        <w:rPr>
          <w:b/>
          <w:sz w:val="24"/>
          <w:szCs w:val="24"/>
        </w:rPr>
        <w:br/>
      </w:r>
      <w:r w:rsidRPr="00DC54C7">
        <w:rPr>
          <w:b/>
        </w:rPr>
        <w:t xml:space="preserve">Chapter 4 – </w:t>
      </w:r>
      <w:r w:rsidRPr="00DC54C7">
        <w:rPr>
          <w:b/>
          <w:sz w:val="24"/>
          <w:szCs w:val="24"/>
        </w:rPr>
        <w:t>Anatomy of a Business Failure</w:t>
      </w:r>
      <w:r w:rsidRPr="00DC54C7">
        <w:rPr>
          <w:b/>
        </w:rPr>
        <w:t xml:space="preserve"> (approximately 4:00) </w:t>
      </w:r>
    </w:p>
    <w:p w14:paraId="02DA8139" w14:textId="77777777" w:rsidR="00D512EE" w:rsidRPr="00DC54C7" w:rsidRDefault="00EE5BE1" w:rsidP="001B10FD">
      <w:pPr>
        <w:pStyle w:val="BodyText"/>
        <w:spacing w:after="120"/>
        <w:jc w:val="left"/>
      </w:pPr>
      <w:r w:rsidRPr="00DC54C7">
        <w:t xml:space="preserve">This video program covers financial performance. </w:t>
      </w:r>
      <w:r w:rsidR="00D512EE" w:rsidRPr="00DC54C7">
        <w:t xml:space="preserve">Circuit City once was a leading electronics retailer. But, as this video demonstrates, the company’s financial problems led to a free fall in the company’s stock price. This video walks students through the series of events that ultimately ended when Circuit City liquidated in January </w:t>
      </w:r>
      <w:r w:rsidR="00504F84">
        <w:t>2014</w:t>
      </w:r>
      <w:r w:rsidR="00D512EE" w:rsidRPr="00DC54C7">
        <w:t xml:space="preserve">.  </w:t>
      </w:r>
    </w:p>
    <w:p w14:paraId="139C2946" w14:textId="77777777" w:rsidR="000C4AAD" w:rsidRPr="00DC54C7" w:rsidRDefault="00140E29" w:rsidP="000512CE">
      <w:pPr>
        <w:pStyle w:val="Heading1"/>
      </w:pPr>
      <w:r>
        <w:br w:type="page"/>
      </w:r>
      <w:r w:rsidR="000C4AAD" w:rsidRPr="00DC54C7">
        <w:lastRenderedPageBreak/>
        <w:t>Chapter Summary</w:t>
      </w:r>
    </w:p>
    <w:p w14:paraId="68E8136F" w14:textId="77777777" w:rsidR="001B10FD" w:rsidRPr="000B235E" w:rsidRDefault="001B10FD" w:rsidP="00140E29">
      <w:pPr>
        <w:pStyle w:val="BodyText"/>
        <w:spacing w:before="120" w:after="0"/>
        <w:ind w:left="288" w:hanging="288"/>
        <w:jc w:val="left"/>
        <w:rPr>
          <w:b/>
          <w:bCs/>
          <w:iCs/>
          <w:szCs w:val="22"/>
        </w:rPr>
      </w:pPr>
      <w:r w:rsidRPr="000B235E">
        <w:rPr>
          <w:b/>
          <w:bCs/>
          <w:iCs/>
          <w:szCs w:val="22"/>
        </w:rPr>
        <w:t>LO</w:t>
      </w:r>
      <w:r w:rsidR="00AF439D" w:rsidRPr="000B235E">
        <w:rPr>
          <w:b/>
          <w:bCs/>
          <w:iCs/>
          <w:szCs w:val="22"/>
        </w:rPr>
        <w:t xml:space="preserve"> 4</w:t>
      </w:r>
      <w:r w:rsidR="00140E29" w:rsidRPr="000B235E">
        <w:rPr>
          <w:b/>
          <w:bCs/>
          <w:iCs/>
          <w:szCs w:val="22"/>
        </w:rPr>
        <w:t>-</w:t>
      </w:r>
      <w:r w:rsidRPr="000B235E">
        <w:rPr>
          <w:b/>
          <w:bCs/>
          <w:iCs/>
          <w:szCs w:val="22"/>
        </w:rPr>
        <w:t>1 Explain why adjustments are need</w:t>
      </w:r>
      <w:r w:rsidR="008A4826" w:rsidRPr="000B235E">
        <w:rPr>
          <w:b/>
          <w:bCs/>
          <w:iCs/>
          <w:szCs w:val="22"/>
        </w:rPr>
        <w:t>ed.</w:t>
      </w:r>
    </w:p>
    <w:p w14:paraId="2A3E723A" w14:textId="77777777" w:rsidR="001B10FD" w:rsidRPr="000B235E" w:rsidRDefault="001B10FD" w:rsidP="000B235E">
      <w:pPr>
        <w:pStyle w:val="BodyTextIndent"/>
        <w:spacing w:after="0"/>
        <w:ind w:left="720" w:hanging="360"/>
        <w:jc w:val="left"/>
        <w:rPr>
          <w:szCs w:val="22"/>
        </w:rPr>
      </w:pPr>
      <w:r w:rsidRPr="000B235E">
        <w:rPr>
          <w:szCs w:val="22"/>
        </w:rPr>
        <w:t>Adjustments are needed to ensure:</w:t>
      </w:r>
    </w:p>
    <w:p w14:paraId="38B0D9F0" w14:textId="77777777" w:rsidR="001B10FD" w:rsidRPr="000B235E" w:rsidRDefault="001B10FD" w:rsidP="000B235E">
      <w:pPr>
        <w:pStyle w:val="BodyTextIndent"/>
        <w:numPr>
          <w:ilvl w:val="0"/>
          <w:numId w:val="6"/>
        </w:numPr>
        <w:spacing w:after="0"/>
        <w:ind w:left="720"/>
        <w:jc w:val="left"/>
        <w:rPr>
          <w:szCs w:val="22"/>
        </w:rPr>
      </w:pPr>
      <w:r w:rsidRPr="000B235E">
        <w:rPr>
          <w:szCs w:val="22"/>
        </w:rPr>
        <w:t xml:space="preserve">Revenues are recorded when earned (the revenue </w:t>
      </w:r>
      <w:r w:rsidR="008E7676" w:rsidRPr="000B235E">
        <w:rPr>
          <w:szCs w:val="22"/>
        </w:rPr>
        <w:t xml:space="preserve">recognition </w:t>
      </w:r>
      <w:r w:rsidRPr="000B235E">
        <w:rPr>
          <w:szCs w:val="22"/>
        </w:rPr>
        <w:t>principle),</w:t>
      </w:r>
    </w:p>
    <w:p w14:paraId="73A58EDF" w14:textId="77777777" w:rsidR="001B10FD" w:rsidRPr="000B235E" w:rsidRDefault="001B10FD" w:rsidP="000B235E">
      <w:pPr>
        <w:pStyle w:val="BodyTextIndent"/>
        <w:numPr>
          <w:ilvl w:val="0"/>
          <w:numId w:val="6"/>
        </w:numPr>
        <w:spacing w:after="0"/>
        <w:ind w:left="720"/>
        <w:jc w:val="left"/>
        <w:rPr>
          <w:szCs w:val="22"/>
        </w:rPr>
      </w:pPr>
      <w:r w:rsidRPr="000B235E">
        <w:rPr>
          <w:szCs w:val="22"/>
        </w:rPr>
        <w:t xml:space="preserve">Expenses are recorded when incurred to generate revenues (the </w:t>
      </w:r>
      <w:r w:rsidR="00B22069" w:rsidRPr="000B235E">
        <w:rPr>
          <w:szCs w:val="22"/>
        </w:rPr>
        <w:t>expense recognition principle</w:t>
      </w:r>
      <w:r w:rsidRPr="000B235E">
        <w:rPr>
          <w:szCs w:val="22"/>
        </w:rPr>
        <w:t>),</w:t>
      </w:r>
    </w:p>
    <w:p w14:paraId="3166F42D" w14:textId="77777777" w:rsidR="001B10FD" w:rsidRPr="000B235E" w:rsidRDefault="001B10FD" w:rsidP="000B235E">
      <w:pPr>
        <w:pStyle w:val="BodyTextIndent"/>
        <w:numPr>
          <w:ilvl w:val="0"/>
          <w:numId w:val="6"/>
        </w:numPr>
        <w:spacing w:after="0"/>
        <w:ind w:left="720"/>
        <w:jc w:val="left"/>
        <w:rPr>
          <w:szCs w:val="22"/>
        </w:rPr>
      </w:pPr>
      <w:r w:rsidRPr="000B235E">
        <w:rPr>
          <w:szCs w:val="22"/>
        </w:rPr>
        <w:t>Assets are reported at amounts representing the economic benefits that remain at the end of the current period, and</w:t>
      </w:r>
    </w:p>
    <w:p w14:paraId="55B2433B" w14:textId="77777777" w:rsidR="001B10FD" w:rsidRPr="000B235E" w:rsidRDefault="001B10FD" w:rsidP="000B235E">
      <w:pPr>
        <w:pStyle w:val="BodyTextIndent"/>
        <w:numPr>
          <w:ilvl w:val="0"/>
          <w:numId w:val="6"/>
        </w:numPr>
        <w:spacing w:after="0"/>
        <w:ind w:left="720"/>
        <w:jc w:val="left"/>
        <w:rPr>
          <w:szCs w:val="22"/>
        </w:rPr>
      </w:pPr>
      <w:r w:rsidRPr="000B235E">
        <w:rPr>
          <w:szCs w:val="22"/>
        </w:rPr>
        <w:t>Liabilities are reported at amounts owed at the end of the current period that will require a future sacrifice of resources.</w:t>
      </w:r>
    </w:p>
    <w:p w14:paraId="32CA02F4" w14:textId="77777777" w:rsidR="001B10FD" w:rsidRPr="000B235E" w:rsidRDefault="001B10FD" w:rsidP="00140E29">
      <w:pPr>
        <w:pStyle w:val="BodyText"/>
        <w:spacing w:before="120" w:after="0"/>
        <w:ind w:left="288" w:hanging="288"/>
        <w:jc w:val="left"/>
        <w:rPr>
          <w:b/>
          <w:bCs/>
          <w:iCs/>
          <w:szCs w:val="22"/>
        </w:rPr>
      </w:pPr>
      <w:r w:rsidRPr="000B235E">
        <w:rPr>
          <w:b/>
          <w:bCs/>
          <w:iCs/>
          <w:szCs w:val="22"/>
        </w:rPr>
        <w:t>LO</w:t>
      </w:r>
      <w:r w:rsidR="00AF439D" w:rsidRPr="000B235E">
        <w:rPr>
          <w:b/>
          <w:bCs/>
          <w:iCs/>
          <w:szCs w:val="22"/>
        </w:rPr>
        <w:t xml:space="preserve"> 4</w:t>
      </w:r>
      <w:r w:rsidR="00140E29" w:rsidRPr="000B235E">
        <w:rPr>
          <w:b/>
          <w:bCs/>
          <w:iCs/>
          <w:szCs w:val="22"/>
        </w:rPr>
        <w:t>-</w:t>
      </w:r>
      <w:r w:rsidRPr="000B235E">
        <w:rPr>
          <w:b/>
          <w:bCs/>
          <w:iCs/>
          <w:szCs w:val="22"/>
        </w:rPr>
        <w:t>2 Prepare adjustments n</w:t>
      </w:r>
      <w:r w:rsidR="008A4826" w:rsidRPr="000B235E">
        <w:rPr>
          <w:b/>
          <w:bCs/>
          <w:iCs/>
          <w:szCs w:val="22"/>
        </w:rPr>
        <w:t>eeded at the end of the period.</w:t>
      </w:r>
    </w:p>
    <w:p w14:paraId="0AE0204A" w14:textId="77777777" w:rsidR="001B10FD" w:rsidRPr="000B235E" w:rsidRDefault="001B10FD" w:rsidP="000B235E">
      <w:pPr>
        <w:pStyle w:val="BodyTextIndent"/>
        <w:numPr>
          <w:ilvl w:val="0"/>
          <w:numId w:val="6"/>
        </w:numPr>
        <w:spacing w:after="0"/>
        <w:ind w:left="720"/>
        <w:jc w:val="left"/>
        <w:rPr>
          <w:szCs w:val="22"/>
        </w:rPr>
      </w:pPr>
      <w:r w:rsidRPr="000B235E">
        <w:rPr>
          <w:szCs w:val="22"/>
        </w:rPr>
        <w:t>The process for preparing adjustments includes</w:t>
      </w:r>
    </w:p>
    <w:p w14:paraId="53435B99" w14:textId="77777777" w:rsidR="001B10FD" w:rsidRPr="000B235E" w:rsidRDefault="00D559FD" w:rsidP="000B235E">
      <w:pPr>
        <w:pStyle w:val="BodyTextIndent"/>
        <w:spacing w:after="0"/>
        <w:ind w:left="990" w:hanging="288"/>
        <w:jc w:val="left"/>
        <w:rPr>
          <w:szCs w:val="22"/>
        </w:rPr>
      </w:pPr>
      <w:r w:rsidRPr="000B235E">
        <w:rPr>
          <w:szCs w:val="22"/>
        </w:rPr>
        <w:t>1.</w:t>
      </w:r>
      <w:r w:rsidRPr="000B235E">
        <w:rPr>
          <w:szCs w:val="22"/>
        </w:rPr>
        <w:tab/>
      </w:r>
      <w:r w:rsidR="001B10FD" w:rsidRPr="000B235E">
        <w:rPr>
          <w:szCs w:val="22"/>
        </w:rPr>
        <w:t>Analyzing the unadjusted balances in balance sheet and income statement accounts and calculating the amount of the adjustment needed, using a timeline where appropriate.</w:t>
      </w:r>
    </w:p>
    <w:p w14:paraId="5A1DD692" w14:textId="77777777" w:rsidR="001B10FD" w:rsidRPr="000B235E" w:rsidRDefault="00D559FD" w:rsidP="000B235E">
      <w:pPr>
        <w:pStyle w:val="BodyTextIndent"/>
        <w:spacing w:after="0"/>
        <w:ind w:left="990" w:hanging="288"/>
        <w:jc w:val="left"/>
        <w:rPr>
          <w:szCs w:val="22"/>
        </w:rPr>
      </w:pPr>
      <w:r w:rsidRPr="000B235E">
        <w:rPr>
          <w:szCs w:val="22"/>
        </w:rPr>
        <w:t>2.</w:t>
      </w:r>
      <w:r w:rsidRPr="000B235E">
        <w:rPr>
          <w:szCs w:val="22"/>
        </w:rPr>
        <w:tab/>
      </w:r>
      <w:r w:rsidR="001B10FD" w:rsidRPr="000B235E">
        <w:rPr>
          <w:szCs w:val="22"/>
        </w:rPr>
        <w:t>Preparing an adjusting journal entry to make the adjustment.</w:t>
      </w:r>
    </w:p>
    <w:p w14:paraId="45BD7EA6" w14:textId="77777777" w:rsidR="001B10FD" w:rsidRPr="000B235E" w:rsidRDefault="00D559FD" w:rsidP="000B235E">
      <w:pPr>
        <w:pStyle w:val="BodyTextIndent"/>
        <w:spacing w:after="0"/>
        <w:ind w:left="990" w:hanging="288"/>
        <w:jc w:val="left"/>
        <w:rPr>
          <w:szCs w:val="22"/>
        </w:rPr>
      </w:pPr>
      <w:r w:rsidRPr="000B235E">
        <w:rPr>
          <w:szCs w:val="22"/>
        </w:rPr>
        <w:t>3.</w:t>
      </w:r>
      <w:r w:rsidRPr="000B235E">
        <w:rPr>
          <w:szCs w:val="22"/>
        </w:rPr>
        <w:tab/>
      </w:r>
      <w:r w:rsidR="001B10FD" w:rsidRPr="000B235E">
        <w:rPr>
          <w:szCs w:val="22"/>
        </w:rPr>
        <w:t>Summarizing the adjusting journal entry in the applicable ledger (T-accounts).</w:t>
      </w:r>
    </w:p>
    <w:p w14:paraId="11B07775" w14:textId="77777777" w:rsidR="001B10FD" w:rsidRPr="000B235E" w:rsidRDefault="00D559FD" w:rsidP="000B235E">
      <w:pPr>
        <w:pStyle w:val="BodyTextIndent"/>
        <w:numPr>
          <w:ilvl w:val="0"/>
          <w:numId w:val="6"/>
        </w:numPr>
        <w:spacing w:after="0"/>
        <w:ind w:left="720"/>
        <w:jc w:val="left"/>
        <w:rPr>
          <w:szCs w:val="22"/>
        </w:rPr>
      </w:pPr>
      <w:r w:rsidRPr="000B235E">
        <w:rPr>
          <w:szCs w:val="22"/>
        </w:rPr>
        <w:t>Each a</w:t>
      </w:r>
      <w:r w:rsidR="001B10FD" w:rsidRPr="000B235E">
        <w:rPr>
          <w:szCs w:val="22"/>
        </w:rPr>
        <w:t>djusting journal entr</w:t>
      </w:r>
      <w:r w:rsidRPr="000B235E">
        <w:rPr>
          <w:szCs w:val="22"/>
        </w:rPr>
        <w:t xml:space="preserve">y affects one balance sheet and one income statement </w:t>
      </w:r>
      <w:r w:rsidR="001B10FD" w:rsidRPr="000B235E">
        <w:rPr>
          <w:szCs w:val="22"/>
        </w:rPr>
        <w:t>account.</w:t>
      </w:r>
    </w:p>
    <w:p w14:paraId="39E36C1E" w14:textId="77777777" w:rsidR="001B10FD" w:rsidRPr="000B235E" w:rsidRDefault="001B10FD" w:rsidP="00140E29">
      <w:pPr>
        <w:pStyle w:val="BodyText"/>
        <w:spacing w:before="120" w:after="0"/>
        <w:ind w:left="288" w:hanging="288"/>
        <w:jc w:val="left"/>
        <w:rPr>
          <w:b/>
          <w:bCs/>
          <w:iCs/>
          <w:szCs w:val="22"/>
        </w:rPr>
      </w:pPr>
      <w:r w:rsidRPr="000B235E">
        <w:rPr>
          <w:b/>
          <w:bCs/>
          <w:iCs/>
          <w:szCs w:val="22"/>
        </w:rPr>
        <w:t>LO</w:t>
      </w:r>
      <w:r w:rsidR="00AF439D" w:rsidRPr="000B235E">
        <w:rPr>
          <w:b/>
          <w:bCs/>
          <w:iCs/>
          <w:szCs w:val="22"/>
        </w:rPr>
        <w:t xml:space="preserve"> 4</w:t>
      </w:r>
      <w:r w:rsidR="00140E29" w:rsidRPr="000B235E">
        <w:rPr>
          <w:b/>
          <w:bCs/>
          <w:iCs/>
          <w:szCs w:val="22"/>
        </w:rPr>
        <w:t>-</w:t>
      </w:r>
      <w:r w:rsidRPr="000B235E">
        <w:rPr>
          <w:b/>
          <w:bCs/>
          <w:iCs/>
          <w:szCs w:val="22"/>
        </w:rPr>
        <w:t>3 Pre</w:t>
      </w:r>
      <w:r w:rsidR="008A4826" w:rsidRPr="000B235E">
        <w:rPr>
          <w:b/>
          <w:bCs/>
          <w:iCs/>
          <w:szCs w:val="22"/>
        </w:rPr>
        <w:t>pare an adjusted trial balance.</w:t>
      </w:r>
    </w:p>
    <w:p w14:paraId="64B77F9B" w14:textId="77777777" w:rsidR="001B10FD" w:rsidRPr="000B235E" w:rsidRDefault="001B10FD" w:rsidP="000B235E">
      <w:pPr>
        <w:pStyle w:val="BodyTextIndent"/>
        <w:spacing w:after="0"/>
        <w:jc w:val="left"/>
        <w:rPr>
          <w:szCs w:val="22"/>
        </w:rPr>
      </w:pPr>
      <w:r w:rsidRPr="000B235E">
        <w:rPr>
          <w:szCs w:val="22"/>
        </w:rPr>
        <w:t>An adjusted trial balance is a list of all accounts with their adjusted debit or credit balances indicated in the appropriate column to provide a check on the equality of the debits and credits.</w:t>
      </w:r>
    </w:p>
    <w:p w14:paraId="6EA74CCD" w14:textId="77777777" w:rsidR="001B10FD" w:rsidRPr="000B235E" w:rsidRDefault="001B10FD" w:rsidP="00140E29">
      <w:pPr>
        <w:pStyle w:val="BodyText"/>
        <w:spacing w:before="120" w:after="0"/>
        <w:ind w:left="288" w:hanging="288"/>
        <w:jc w:val="left"/>
        <w:rPr>
          <w:b/>
          <w:bCs/>
          <w:iCs/>
          <w:szCs w:val="22"/>
        </w:rPr>
      </w:pPr>
      <w:r w:rsidRPr="000B235E">
        <w:rPr>
          <w:b/>
          <w:bCs/>
          <w:iCs/>
          <w:szCs w:val="22"/>
        </w:rPr>
        <w:t>LO</w:t>
      </w:r>
      <w:r w:rsidR="00AF439D" w:rsidRPr="000B235E">
        <w:rPr>
          <w:b/>
          <w:bCs/>
          <w:iCs/>
          <w:szCs w:val="22"/>
        </w:rPr>
        <w:t xml:space="preserve"> 4</w:t>
      </w:r>
      <w:r w:rsidR="00140E29" w:rsidRPr="000B235E">
        <w:rPr>
          <w:b/>
          <w:bCs/>
          <w:iCs/>
          <w:szCs w:val="22"/>
        </w:rPr>
        <w:t>-</w:t>
      </w:r>
      <w:r w:rsidRPr="000B235E">
        <w:rPr>
          <w:b/>
          <w:bCs/>
          <w:iCs/>
          <w:szCs w:val="22"/>
        </w:rPr>
        <w:t>4</w:t>
      </w:r>
      <w:r w:rsidR="000C19AF" w:rsidRPr="000B235E">
        <w:rPr>
          <w:b/>
          <w:bCs/>
          <w:iCs/>
          <w:szCs w:val="22"/>
        </w:rPr>
        <w:t xml:space="preserve"> </w:t>
      </w:r>
      <w:r w:rsidR="008A4826" w:rsidRPr="000B235E">
        <w:rPr>
          <w:b/>
          <w:bCs/>
          <w:iCs/>
          <w:szCs w:val="22"/>
        </w:rPr>
        <w:t>Prepare financial statements.</w:t>
      </w:r>
    </w:p>
    <w:p w14:paraId="233A391A" w14:textId="77777777" w:rsidR="001B10FD" w:rsidRPr="000B235E" w:rsidRDefault="001B10FD" w:rsidP="000B235E">
      <w:pPr>
        <w:pStyle w:val="BodyTextIndent"/>
        <w:spacing w:after="0"/>
        <w:ind w:left="630" w:hanging="270"/>
        <w:jc w:val="left"/>
        <w:rPr>
          <w:szCs w:val="22"/>
        </w:rPr>
      </w:pPr>
      <w:r w:rsidRPr="000B235E">
        <w:rPr>
          <w:szCs w:val="22"/>
        </w:rPr>
        <w:t>Adjusted account balances are used in preparing the following financial statements:</w:t>
      </w:r>
    </w:p>
    <w:p w14:paraId="0BAD7231" w14:textId="77777777" w:rsidR="001B10FD" w:rsidRPr="000B235E" w:rsidRDefault="001B10FD" w:rsidP="000B235E">
      <w:pPr>
        <w:pStyle w:val="BodyTextIndent"/>
        <w:numPr>
          <w:ilvl w:val="0"/>
          <w:numId w:val="6"/>
        </w:numPr>
        <w:spacing w:after="0"/>
        <w:ind w:left="630" w:hanging="270"/>
        <w:jc w:val="left"/>
        <w:rPr>
          <w:szCs w:val="22"/>
        </w:rPr>
      </w:pPr>
      <w:r w:rsidRPr="000B235E">
        <w:rPr>
          <w:szCs w:val="22"/>
        </w:rPr>
        <w:t>Income Statement: Revenues – Expenses = Net Income.</w:t>
      </w:r>
    </w:p>
    <w:p w14:paraId="180269D1" w14:textId="77777777" w:rsidR="001B10FD" w:rsidRPr="000B235E" w:rsidRDefault="001B10FD" w:rsidP="000B235E">
      <w:pPr>
        <w:pStyle w:val="BodyTextIndent"/>
        <w:numPr>
          <w:ilvl w:val="0"/>
          <w:numId w:val="6"/>
        </w:numPr>
        <w:spacing w:after="0"/>
        <w:ind w:left="630" w:hanging="270"/>
        <w:jc w:val="left"/>
        <w:rPr>
          <w:szCs w:val="22"/>
        </w:rPr>
      </w:pPr>
      <w:r w:rsidRPr="000B235E">
        <w:rPr>
          <w:szCs w:val="22"/>
        </w:rPr>
        <w:t>Statement of Retained Earnings: Beginning Retained Earnings + Net Income – Dividends = Ending Retained Earnings.</w:t>
      </w:r>
    </w:p>
    <w:p w14:paraId="2FA22A41" w14:textId="77777777" w:rsidR="001B10FD" w:rsidRPr="000B235E" w:rsidRDefault="001B10FD" w:rsidP="000B235E">
      <w:pPr>
        <w:pStyle w:val="BodyTextIndent"/>
        <w:numPr>
          <w:ilvl w:val="0"/>
          <w:numId w:val="6"/>
        </w:numPr>
        <w:spacing w:after="0"/>
        <w:ind w:left="630" w:hanging="270"/>
        <w:jc w:val="left"/>
        <w:rPr>
          <w:szCs w:val="22"/>
        </w:rPr>
      </w:pPr>
      <w:r w:rsidRPr="000B235E">
        <w:rPr>
          <w:szCs w:val="22"/>
        </w:rPr>
        <w:t>Balance Sheet: Assets = Liabilities + Stockholders’ Equity.</w:t>
      </w:r>
    </w:p>
    <w:p w14:paraId="7B3BC358" w14:textId="77777777" w:rsidR="001B10FD" w:rsidRPr="000B235E" w:rsidRDefault="001B10FD" w:rsidP="000B235E">
      <w:pPr>
        <w:pStyle w:val="BodyTextIndent"/>
        <w:numPr>
          <w:ilvl w:val="0"/>
          <w:numId w:val="6"/>
        </w:numPr>
        <w:spacing w:after="0"/>
        <w:ind w:left="630" w:hanging="270"/>
        <w:jc w:val="left"/>
        <w:rPr>
          <w:szCs w:val="22"/>
        </w:rPr>
      </w:pPr>
      <w:r w:rsidRPr="000B235E">
        <w:rPr>
          <w:szCs w:val="22"/>
        </w:rPr>
        <w:t>The statement of cash flows and notes to the financial statements are important components of adjusted financial statements, but they will be studied in later chapters.</w:t>
      </w:r>
    </w:p>
    <w:p w14:paraId="3EC20EF7" w14:textId="77777777" w:rsidR="001B10FD" w:rsidRPr="000B235E" w:rsidRDefault="001B10FD" w:rsidP="00140E29">
      <w:pPr>
        <w:pStyle w:val="BodyText"/>
        <w:spacing w:before="120" w:after="0"/>
        <w:ind w:left="288" w:hanging="288"/>
        <w:jc w:val="left"/>
        <w:rPr>
          <w:b/>
          <w:bCs/>
          <w:iCs/>
          <w:szCs w:val="22"/>
        </w:rPr>
      </w:pPr>
      <w:r w:rsidRPr="000B235E">
        <w:rPr>
          <w:b/>
          <w:bCs/>
          <w:iCs/>
          <w:szCs w:val="22"/>
        </w:rPr>
        <w:t>LO</w:t>
      </w:r>
      <w:r w:rsidR="00AF439D" w:rsidRPr="000B235E">
        <w:rPr>
          <w:b/>
          <w:bCs/>
          <w:iCs/>
          <w:szCs w:val="22"/>
        </w:rPr>
        <w:t xml:space="preserve"> 4</w:t>
      </w:r>
      <w:r w:rsidR="00140E29" w:rsidRPr="000B235E">
        <w:rPr>
          <w:b/>
          <w:bCs/>
          <w:iCs/>
          <w:szCs w:val="22"/>
        </w:rPr>
        <w:t>-</w:t>
      </w:r>
      <w:r w:rsidRPr="000B235E">
        <w:rPr>
          <w:b/>
          <w:bCs/>
          <w:iCs/>
          <w:szCs w:val="22"/>
        </w:rPr>
        <w:t>5</w:t>
      </w:r>
      <w:r w:rsidR="008A4826" w:rsidRPr="000B235E">
        <w:rPr>
          <w:b/>
          <w:bCs/>
          <w:iCs/>
          <w:szCs w:val="22"/>
        </w:rPr>
        <w:t xml:space="preserve"> Explain the closing process.</w:t>
      </w:r>
    </w:p>
    <w:p w14:paraId="35C4E748" w14:textId="77777777" w:rsidR="001B10FD" w:rsidRPr="000B235E" w:rsidRDefault="001B10FD" w:rsidP="000B235E">
      <w:pPr>
        <w:pStyle w:val="BodyTextIndent"/>
        <w:numPr>
          <w:ilvl w:val="0"/>
          <w:numId w:val="6"/>
        </w:numPr>
        <w:spacing w:after="0"/>
        <w:ind w:left="630"/>
        <w:jc w:val="left"/>
        <w:rPr>
          <w:szCs w:val="22"/>
        </w:rPr>
      </w:pPr>
      <w:r w:rsidRPr="000B235E">
        <w:rPr>
          <w:szCs w:val="22"/>
        </w:rPr>
        <w:t>Closing jour</w:t>
      </w:r>
      <w:r w:rsidR="00813942" w:rsidRPr="000B235E">
        <w:rPr>
          <w:szCs w:val="22"/>
        </w:rPr>
        <w:t>nal entries are required to (</w:t>
      </w:r>
      <w:r w:rsidR="00813942" w:rsidRPr="000B235E">
        <w:rPr>
          <w:i/>
          <w:szCs w:val="22"/>
        </w:rPr>
        <w:t>a</w:t>
      </w:r>
      <w:r w:rsidRPr="000B235E">
        <w:rPr>
          <w:szCs w:val="22"/>
        </w:rPr>
        <w:t xml:space="preserve">) transfer net income (or loss) and dividends </w:t>
      </w:r>
      <w:r w:rsidR="00813942" w:rsidRPr="000B235E">
        <w:rPr>
          <w:szCs w:val="22"/>
        </w:rPr>
        <w:t>into retained earnings, and (</w:t>
      </w:r>
      <w:r w:rsidR="00813942" w:rsidRPr="000B235E">
        <w:rPr>
          <w:i/>
          <w:szCs w:val="22"/>
        </w:rPr>
        <w:t>b</w:t>
      </w:r>
      <w:r w:rsidRPr="000B235E">
        <w:rPr>
          <w:szCs w:val="22"/>
        </w:rPr>
        <w:t xml:space="preserve">) prepare all temporary accounts (revenues, expenses, </w:t>
      </w:r>
      <w:proofErr w:type="gramStart"/>
      <w:r w:rsidRPr="000B235E">
        <w:rPr>
          <w:szCs w:val="22"/>
        </w:rPr>
        <w:t>dividends</w:t>
      </w:r>
      <w:proofErr w:type="gramEnd"/>
      <w:r w:rsidRPr="000B235E">
        <w:rPr>
          <w:szCs w:val="22"/>
        </w:rPr>
        <w:t>) for the following year by establishing zero balances in these accounts.</w:t>
      </w:r>
    </w:p>
    <w:p w14:paraId="5DE98EEB" w14:textId="77777777" w:rsidR="001B10FD" w:rsidRPr="000B235E" w:rsidRDefault="001B10FD" w:rsidP="000B235E">
      <w:pPr>
        <w:pStyle w:val="BodyTextIndent"/>
        <w:numPr>
          <w:ilvl w:val="0"/>
          <w:numId w:val="6"/>
        </w:numPr>
        <w:spacing w:after="0"/>
        <w:ind w:left="630"/>
        <w:jc w:val="left"/>
        <w:rPr>
          <w:szCs w:val="22"/>
        </w:rPr>
      </w:pPr>
      <w:r w:rsidRPr="000B235E">
        <w:rPr>
          <w:szCs w:val="22"/>
        </w:rPr>
        <w:t>Two closing journal entries are needed:</w:t>
      </w:r>
    </w:p>
    <w:p w14:paraId="641CBE70" w14:textId="77777777" w:rsidR="001B10FD" w:rsidRPr="000B235E" w:rsidRDefault="006A56CD" w:rsidP="000B235E">
      <w:pPr>
        <w:pStyle w:val="BodyTextIndent"/>
        <w:spacing w:after="0"/>
        <w:ind w:left="900" w:hanging="288"/>
        <w:jc w:val="left"/>
        <w:rPr>
          <w:szCs w:val="22"/>
        </w:rPr>
      </w:pPr>
      <w:r w:rsidRPr="000B235E">
        <w:rPr>
          <w:szCs w:val="22"/>
        </w:rPr>
        <w:t>1.</w:t>
      </w:r>
      <w:r w:rsidRPr="000B235E">
        <w:rPr>
          <w:szCs w:val="22"/>
        </w:rPr>
        <w:tab/>
      </w:r>
      <w:r w:rsidR="001B10FD" w:rsidRPr="000B235E">
        <w:rPr>
          <w:szCs w:val="22"/>
        </w:rPr>
        <w:t>Debit each revenue account</w:t>
      </w:r>
      <w:r w:rsidR="00FA6052" w:rsidRPr="000B235E">
        <w:rPr>
          <w:szCs w:val="22"/>
        </w:rPr>
        <w:t xml:space="preserve"> for the amount of its balance</w:t>
      </w:r>
      <w:r w:rsidR="001B10FD" w:rsidRPr="000B235E">
        <w:rPr>
          <w:szCs w:val="22"/>
        </w:rPr>
        <w:t>, credit each expense account</w:t>
      </w:r>
      <w:r w:rsidR="00FA6052" w:rsidRPr="000B235E">
        <w:rPr>
          <w:szCs w:val="22"/>
        </w:rPr>
        <w:t xml:space="preserve"> for the amount of its balance</w:t>
      </w:r>
      <w:r w:rsidR="001B10FD" w:rsidRPr="000B235E">
        <w:rPr>
          <w:szCs w:val="22"/>
        </w:rPr>
        <w:t xml:space="preserve">, and record the difference (equal to net income) in </w:t>
      </w:r>
      <w:r w:rsidR="00FA6052" w:rsidRPr="000B235E">
        <w:rPr>
          <w:szCs w:val="22"/>
        </w:rPr>
        <w:t>R</w:t>
      </w:r>
      <w:r w:rsidR="001B10FD" w:rsidRPr="000B235E">
        <w:rPr>
          <w:szCs w:val="22"/>
        </w:rPr>
        <w:t xml:space="preserve">etained </w:t>
      </w:r>
      <w:r w:rsidR="00FA6052" w:rsidRPr="000B235E">
        <w:rPr>
          <w:szCs w:val="22"/>
        </w:rPr>
        <w:t>E</w:t>
      </w:r>
      <w:r w:rsidR="001B10FD" w:rsidRPr="000B235E">
        <w:rPr>
          <w:szCs w:val="22"/>
        </w:rPr>
        <w:t>arnings.</w:t>
      </w:r>
    </w:p>
    <w:p w14:paraId="3DC2AC33" w14:textId="77777777" w:rsidR="001B10FD" w:rsidRPr="000B235E" w:rsidRDefault="006A56CD" w:rsidP="000B235E">
      <w:pPr>
        <w:pStyle w:val="BodyTextIndent"/>
        <w:spacing w:after="0"/>
        <w:ind w:left="900" w:hanging="288"/>
        <w:jc w:val="left"/>
        <w:rPr>
          <w:szCs w:val="22"/>
        </w:rPr>
      </w:pPr>
      <w:r w:rsidRPr="000B235E">
        <w:rPr>
          <w:szCs w:val="22"/>
        </w:rPr>
        <w:t>2.</w:t>
      </w:r>
      <w:r w:rsidRPr="000B235E">
        <w:rPr>
          <w:szCs w:val="22"/>
        </w:rPr>
        <w:tab/>
      </w:r>
      <w:r w:rsidR="001B10FD" w:rsidRPr="000B235E">
        <w:rPr>
          <w:szCs w:val="22"/>
        </w:rPr>
        <w:t xml:space="preserve">Credit the </w:t>
      </w:r>
      <w:r w:rsidR="00D559FD" w:rsidRPr="000B235E">
        <w:rPr>
          <w:szCs w:val="22"/>
        </w:rPr>
        <w:t xml:space="preserve">Dividends </w:t>
      </w:r>
      <w:r w:rsidR="001B10FD" w:rsidRPr="000B235E">
        <w:rPr>
          <w:szCs w:val="22"/>
        </w:rPr>
        <w:t xml:space="preserve">account for the amount of its balance and debit </w:t>
      </w:r>
      <w:r w:rsidR="00D559FD" w:rsidRPr="000B235E">
        <w:rPr>
          <w:szCs w:val="22"/>
        </w:rPr>
        <w:t>Retained Earnings</w:t>
      </w:r>
      <w:r w:rsidR="001B10FD" w:rsidRPr="000B235E">
        <w:rPr>
          <w:szCs w:val="22"/>
        </w:rPr>
        <w:t xml:space="preserve"> for the same amount.</w:t>
      </w:r>
    </w:p>
    <w:p w14:paraId="7054EE60" w14:textId="77777777" w:rsidR="001B10FD" w:rsidRPr="000B235E" w:rsidRDefault="001B10FD" w:rsidP="00140E29">
      <w:pPr>
        <w:pStyle w:val="BodyText"/>
        <w:spacing w:before="120" w:after="0"/>
        <w:ind w:left="288" w:hanging="288"/>
        <w:jc w:val="left"/>
        <w:rPr>
          <w:b/>
          <w:bCs/>
          <w:iCs/>
          <w:szCs w:val="22"/>
        </w:rPr>
      </w:pPr>
      <w:r w:rsidRPr="000B235E">
        <w:rPr>
          <w:b/>
          <w:bCs/>
          <w:iCs/>
          <w:szCs w:val="22"/>
        </w:rPr>
        <w:t>LO</w:t>
      </w:r>
      <w:r w:rsidR="00AF439D" w:rsidRPr="000B235E">
        <w:rPr>
          <w:b/>
          <w:bCs/>
          <w:iCs/>
          <w:szCs w:val="22"/>
        </w:rPr>
        <w:t xml:space="preserve"> 4</w:t>
      </w:r>
      <w:r w:rsidR="00140E29" w:rsidRPr="000B235E">
        <w:rPr>
          <w:b/>
          <w:bCs/>
          <w:iCs/>
          <w:szCs w:val="22"/>
        </w:rPr>
        <w:t>-</w:t>
      </w:r>
      <w:r w:rsidRPr="000B235E">
        <w:rPr>
          <w:b/>
          <w:bCs/>
          <w:iCs/>
          <w:szCs w:val="22"/>
        </w:rPr>
        <w:t>6 Explain how adjustments affect financial results</w:t>
      </w:r>
      <w:r w:rsidR="006F68D8" w:rsidRPr="000B235E">
        <w:rPr>
          <w:b/>
          <w:bCs/>
          <w:iCs/>
          <w:szCs w:val="22"/>
        </w:rPr>
        <w:t>.</w:t>
      </w:r>
    </w:p>
    <w:p w14:paraId="0549CE84" w14:textId="77777777" w:rsidR="00861BB2" w:rsidRPr="000B235E" w:rsidRDefault="001B10FD" w:rsidP="000B235E">
      <w:pPr>
        <w:pStyle w:val="BodyTextIndent"/>
        <w:spacing w:after="0"/>
        <w:jc w:val="left"/>
        <w:rPr>
          <w:szCs w:val="22"/>
        </w:rPr>
      </w:pPr>
      <w:r w:rsidRPr="000B235E">
        <w:rPr>
          <w:szCs w:val="22"/>
        </w:rPr>
        <w:t>Adjustments help ensure all revenues and expenses are reported in the period in which they are earned and incurred, as a result of a company’s activities. Without these adjustments, the financial statements present an incomplete and potentially misleading picture of the company’s financial performance.</w:t>
      </w:r>
    </w:p>
    <w:p w14:paraId="7B845852" w14:textId="77777777" w:rsidR="00C47851" w:rsidRPr="000B235E" w:rsidRDefault="00C47851">
      <w:pPr>
        <w:rPr>
          <w:szCs w:val="22"/>
        </w:rPr>
      </w:pPr>
      <w:r w:rsidRPr="000B235E">
        <w:rPr>
          <w:b/>
          <w:szCs w:val="22"/>
        </w:rPr>
        <w:br w:type="page"/>
      </w:r>
    </w:p>
    <w:tbl>
      <w:tblPr>
        <w:tblW w:w="0" w:type="auto"/>
        <w:tblLayout w:type="fixed"/>
        <w:tblLook w:val="01E0" w:firstRow="1" w:lastRow="1" w:firstColumn="1" w:lastColumn="1" w:noHBand="0" w:noVBand="0"/>
      </w:tblPr>
      <w:tblGrid>
        <w:gridCol w:w="6498"/>
        <w:gridCol w:w="2862"/>
      </w:tblGrid>
      <w:tr w:rsidR="00507ED2" w:rsidRPr="00DC54C7" w14:paraId="147D5526" w14:textId="77777777">
        <w:tc>
          <w:tcPr>
            <w:tcW w:w="6498" w:type="dxa"/>
            <w:tcBorders>
              <w:right w:val="single" w:sz="4" w:space="0" w:color="auto"/>
            </w:tcBorders>
          </w:tcPr>
          <w:p w14:paraId="1F3D2EBD" w14:textId="77777777" w:rsidR="00507ED2" w:rsidRPr="00DC54C7" w:rsidRDefault="003C5492" w:rsidP="00CD480D">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00CD480D" w:rsidRPr="00DC54C7">
              <w:t>Chapter Outline</w:t>
            </w:r>
          </w:p>
        </w:tc>
        <w:tc>
          <w:tcPr>
            <w:tcW w:w="2862" w:type="dxa"/>
            <w:tcBorders>
              <w:left w:val="single" w:sz="4" w:space="0" w:color="auto"/>
            </w:tcBorders>
          </w:tcPr>
          <w:p w14:paraId="0936C056" w14:textId="77777777" w:rsidR="00507ED2" w:rsidRPr="00DC54C7" w:rsidRDefault="0041057B" w:rsidP="00426889">
            <w:pPr>
              <w:pStyle w:val="Heading1"/>
            </w:pPr>
            <w:r w:rsidRPr="00DC54C7">
              <w:t xml:space="preserve">Teaching </w:t>
            </w:r>
            <w:r w:rsidR="00507ED2" w:rsidRPr="00DC54C7">
              <w:t>Notes</w:t>
            </w:r>
          </w:p>
        </w:tc>
      </w:tr>
      <w:tr w:rsidR="002930F9" w:rsidRPr="00DC54C7" w14:paraId="7CC518EF" w14:textId="77777777">
        <w:tc>
          <w:tcPr>
            <w:tcW w:w="6498" w:type="dxa"/>
            <w:tcBorders>
              <w:right w:val="single" w:sz="4" w:space="0" w:color="auto"/>
            </w:tcBorders>
          </w:tcPr>
          <w:p w14:paraId="2738453C" w14:textId="77777777" w:rsidR="002930F9" w:rsidRPr="00DC54C7" w:rsidRDefault="002930F9" w:rsidP="003456CB">
            <w:pPr>
              <w:pStyle w:val="TableBody"/>
            </w:pPr>
            <w:r w:rsidRPr="00DC54C7">
              <w:t>I.</w:t>
            </w:r>
            <w:r w:rsidRPr="00DC54C7">
              <w:tab/>
            </w:r>
            <w:r w:rsidRPr="00DC54C7">
              <w:tab/>
              <w:t>Understanding the Business</w:t>
            </w:r>
          </w:p>
        </w:tc>
        <w:tc>
          <w:tcPr>
            <w:tcW w:w="2862" w:type="dxa"/>
            <w:tcBorders>
              <w:left w:val="single" w:sz="4" w:space="0" w:color="auto"/>
            </w:tcBorders>
          </w:tcPr>
          <w:p w14:paraId="34C4CBA4" w14:textId="77777777" w:rsidR="002930F9" w:rsidRPr="00DC54C7" w:rsidRDefault="002930F9" w:rsidP="00426889">
            <w:pPr>
              <w:pStyle w:val="TableBody"/>
              <w:ind w:left="288"/>
            </w:pPr>
          </w:p>
        </w:tc>
      </w:tr>
      <w:tr w:rsidR="005375D4" w:rsidRPr="00DC54C7" w14:paraId="19C0E077" w14:textId="77777777" w:rsidTr="00C67B1F">
        <w:tc>
          <w:tcPr>
            <w:tcW w:w="9360" w:type="dxa"/>
            <w:gridSpan w:val="2"/>
            <w:tcBorders>
              <w:top w:val="single" w:sz="4" w:space="0" w:color="auto"/>
              <w:left w:val="single" w:sz="4" w:space="0" w:color="auto"/>
              <w:bottom w:val="single" w:sz="4" w:space="0" w:color="auto"/>
              <w:right w:val="single" w:sz="4" w:space="0" w:color="auto"/>
            </w:tcBorders>
          </w:tcPr>
          <w:p w14:paraId="305A782B" w14:textId="77777777" w:rsidR="005375D4" w:rsidRPr="00DC54C7" w:rsidRDefault="005375D4" w:rsidP="006E0F58">
            <w:pPr>
              <w:pStyle w:val="TableBody"/>
              <w:spacing w:before="60" w:after="60"/>
              <w:ind w:left="288" w:hanging="288"/>
              <w:rPr>
                <w:b/>
                <w:i/>
                <w:iCs/>
              </w:rPr>
            </w:pPr>
            <w:r w:rsidRPr="00DC54C7">
              <w:rPr>
                <w:b/>
                <w:i/>
                <w:iCs/>
              </w:rPr>
              <w:t xml:space="preserve">LO </w:t>
            </w:r>
            <w:r w:rsidR="00AF439D">
              <w:rPr>
                <w:b/>
                <w:i/>
                <w:iCs/>
              </w:rPr>
              <w:t>4</w:t>
            </w:r>
            <w:r w:rsidR="00140E29">
              <w:rPr>
                <w:b/>
                <w:i/>
                <w:iCs/>
              </w:rPr>
              <w:t>-</w:t>
            </w:r>
            <w:r w:rsidRPr="00DC54C7">
              <w:rPr>
                <w:b/>
                <w:i/>
                <w:iCs/>
              </w:rPr>
              <w:t>1 Explain why adjustments are needed.</w:t>
            </w:r>
          </w:p>
        </w:tc>
      </w:tr>
      <w:tr w:rsidR="003456CB" w:rsidRPr="00DC54C7" w14:paraId="06FB54CC" w14:textId="77777777" w:rsidTr="005375D4">
        <w:tc>
          <w:tcPr>
            <w:tcW w:w="6498" w:type="dxa"/>
            <w:tcBorders>
              <w:right w:val="single" w:sz="4" w:space="0" w:color="auto"/>
            </w:tcBorders>
          </w:tcPr>
          <w:p w14:paraId="176FFCB7" w14:textId="77777777" w:rsidR="003456CB" w:rsidRPr="00DC54C7" w:rsidRDefault="002930F9" w:rsidP="002930F9">
            <w:pPr>
              <w:pStyle w:val="TableBody"/>
              <w:ind w:left="576"/>
            </w:pPr>
            <w:r w:rsidRPr="00DC54C7">
              <w:t>A</w:t>
            </w:r>
            <w:r w:rsidR="003456CB" w:rsidRPr="00DC54C7">
              <w:t>.</w:t>
            </w:r>
            <w:r w:rsidR="003456CB" w:rsidRPr="00DC54C7">
              <w:tab/>
              <w:t>Why Adjustments are Needed</w:t>
            </w:r>
          </w:p>
        </w:tc>
        <w:tc>
          <w:tcPr>
            <w:tcW w:w="2862" w:type="dxa"/>
            <w:tcBorders>
              <w:left w:val="single" w:sz="4" w:space="0" w:color="auto"/>
            </w:tcBorders>
          </w:tcPr>
          <w:p w14:paraId="3E3EB6E5" w14:textId="77777777" w:rsidR="003456CB" w:rsidRPr="00DC54C7" w:rsidRDefault="003456CB" w:rsidP="00426889">
            <w:pPr>
              <w:pStyle w:val="TableBody"/>
              <w:ind w:left="288"/>
            </w:pPr>
          </w:p>
        </w:tc>
      </w:tr>
      <w:tr w:rsidR="00EA340D" w:rsidRPr="00DC54C7" w14:paraId="618918BD" w14:textId="77777777" w:rsidTr="005375D4">
        <w:tc>
          <w:tcPr>
            <w:tcW w:w="6498" w:type="dxa"/>
            <w:tcBorders>
              <w:right w:val="single" w:sz="4" w:space="0" w:color="auto"/>
            </w:tcBorders>
          </w:tcPr>
          <w:p w14:paraId="72F0D545" w14:textId="77777777" w:rsidR="00EA340D" w:rsidRPr="00DC54C7" w:rsidRDefault="002930F9" w:rsidP="002930F9">
            <w:pPr>
              <w:pStyle w:val="TableBody"/>
              <w:ind w:left="1152" w:hanging="288"/>
            </w:pPr>
            <w:r w:rsidRPr="00DC54C7">
              <w:t>1</w:t>
            </w:r>
            <w:r w:rsidR="00EA340D" w:rsidRPr="00DC54C7">
              <w:t>.</w:t>
            </w:r>
            <w:r w:rsidR="00EA340D" w:rsidRPr="00DC54C7">
              <w:tab/>
              <w:t>Accounting systems are designed to record most recurring daily transactions, particularly any involving cash.</w:t>
            </w:r>
          </w:p>
        </w:tc>
        <w:tc>
          <w:tcPr>
            <w:tcW w:w="2862" w:type="dxa"/>
            <w:tcBorders>
              <w:left w:val="single" w:sz="4" w:space="0" w:color="auto"/>
            </w:tcBorders>
          </w:tcPr>
          <w:p w14:paraId="1C32BCFE" w14:textId="77777777" w:rsidR="00EA340D" w:rsidRPr="00DC54C7" w:rsidRDefault="00EA340D" w:rsidP="00426889">
            <w:pPr>
              <w:pStyle w:val="TableBody"/>
              <w:ind w:left="288"/>
            </w:pPr>
          </w:p>
        </w:tc>
      </w:tr>
      <w:tr w:rsidR="00EA340D" w:rsidRPr="00DC54C7" w14:paraId="592E22AE" w14:textId="77777777">
        <w:tc>
          <w:tcPr>
            <w:tcW w:w="6498" w:type="dxa"/>
            <w:tcBorders>
              <w:right w:val="single" w:sz="4" w:space="0" w:color="auto"/>
            </w:tcBorders>
          </w:tcPr>
          <w:p w14:paraId="6386FAE7" w14:textId="77777777" w:rsidR="00EA340D" w:rsidRPr="00DC54C7" w:rsidRDefault="002930F9" w:rsidP="002930F9">
            <w:pPr>
              <w:pStyle w:val="TableBody"/>
              <w:ind w:left="1152" w:hanging="288"/>
            </w:pPr>
            <w:r w:rsidRPr="00DC54C7">
              <w:t>2</w:t>
            </w:r>
            <w:r w:rsidR="00EA340D" w:rsidRPr="00DC54C7">
              <w:t>.</w:t>
            </w:r>
            <w:r w:rsidR="00EA340D" w:rsidRPr="00DC54C7">
              <w:tab/>
              <w:t>If cash receipts and payments occur in the same accounting period as the related activities, then adjustments are not needed to report revenues and expenses in the proper period.</w:t>
            </w:r>
          </w:p>
        </w:tc>
        <w:tc>
          <w:tcPr>
            <w:tcW w:w="2862" w:type="dxa"/>
            <w:tcBorders>
              <w:left w:val="single" w:sz="4" w:space="0" w:color="auto"/>
            </w:tcBorders>
          </w:tcPr>
          <w:p w14:paraId="4C544D81" w14:textId="77777777" w:rsidR="00EA340D" w:rsidRPr="00DC54C7" w:rsidRDefault="00EA340D" w:rsidP="00426889">
            <w:pPr>
              <w:pStyle w:val="TableBody"/>
              <w:ind w:left="288"/>
            </w:pPr>
          </w:p>
        </w:tc>
      </w:tr>
      <w:tr w:rsidR="00EA340D" w:rsidRPr="00DC54C7" w14:paraId="6F7BA487" w14:textId="77777777">
        <w:tc>
          <w:tcPr>
            <w:tcW w:w="6498" w:type="dxa"/>
            <w:tcBorders>
              <w:right w:val="single" w:sz="4" w:space="0" w:color="auto"/>
            </w:tcBorders>
          </w:tcPr>
          <w:p w14:paraId="59F55EBA" w14:textId="77777777" w:rsidR="00EA340D" w:rsidRPr="00DC54C7" w:rsidRDefault="002930F9" w:rsidP="00B22069">
            <w:pPr>
              <w:pStyle w:val="TableBody"/>
              <w:ind w:left="1152" w:hanging="288"/>
            </w:pPr>
            <w:r w:rsidRPr="00DC54C7">
              <w:t>3</w:t>
            </w:r>
            <w:r w:rsidR="00EA340D" w:rsidRPr="00DC54C7">
              <w:t>.</w:t>
            </w:r>
            <w:r w:rsidR="00EA340D" w:rsidRPr="00DC54C7">
              <w:tab/>
              <w:t>In contrast, activities that lead to revenues and expenses occur in the current accounting period but their related cash receipts and payments</w:t>
            </w:r>
            <w:r w:rsidR="00B22069">
              <w:t xml:space="preserve"> often</w:t>
            </w:r>
            <w:r w:rsidR="00EA340D" w:rsidRPr="00DC54C7">
              <w:t xml:space="preserve"> occur in other periods. </w:t>
            </w:r>
          </w:p>
        </w:tc>
        <w:tc>
          <w:tcPr>
            <w:tcW w:w="2862" w:type="dxa"/>
            <w:tcBorders>
              <w:left w:val="single" w:sz="4" w:space="0" w:color="auto"/>
            </w:tcBorders>
          </w:tcPr>
          <w:p w14:paraId="353FE687" w14:textId="77777777" w:rsidR="00EA340D" w:rsidRPr="00DC54C7" w:rsidRDefault="00EA340D" w:rsidP="006A56CD">
            <w:pPr>
              <w:pStyle w:val="TableBody"/>
            </w:pPr>
          </w:p>
        </w:tc>
      </w:tr>
      <w:tr w:rsidR="006A56CD" w:rsidRPr="00DC54C7" w14:paraId="3BACDE8D" w14:textId="77777777">
        <w:tc>
          <w:tcPr>
            <w:tcW w:w="6498" w:type="dxa"/>
            <w:tcBorders>
              <w:right w:val="single" w:sz="4" w:space="0" w:color="auto"/>
            </w:tcBorders>
          </w:tcPr>
          <w:p w14:paraId="7563C6ED" w14:textId="77777777" w:rsidR="006A56CD" w:rsidRPr="00DC54C7" w:rsidRDefault="006A56CD" w:rsidP="009F0F47">
            <w:pPr>
              <w:pStyle w:val="TableBody"/>
              <w:ind w:left="1152" w:hanging="288"/>
            </w:pPr>
            <w:r w:rsidRPr="00DC54C7">
              <w:t>4.</w:t>
            </w:r>
            <w:r w:rsidRPr="00DC54C7">
              <w:tab/>
            </w:r>
            <w:r w:rsidRPr="00DC54C7">
              <w:rPr>
                <w:b/>
                <w:bCs/>
              </w:rPr>
              <w:t>Adjustments</w:t>
            </w:r>
            <w:r w:rsidR="009F0F47">
              <w:t xml:space="preserve">––Entries made at </w:t>
            </w:r>
            <w:r w:rsidRPr="00DC54C7">
              <w:t>the end of every accounting period to report revenues and expenses in the proper period and assets and liabilities at appropriate amounts.</w:t>
            </w:r>
          </w:p>
        </w:tc>
        <w:tc>
          <w:tcPr>
            <w:tcW w:w="2862" w:type="dxa"/>
            <w:tcBorders>
              <w:left w:val="single" w:sz="4" w:space="0" w:color="auto"/>
            </w:tcBorders>
          </w:tcPr>
          <w:p w14:paraId="0FD363EB" w14:textId="77777777" w:rsidR="006A56CD" w:rsidRPr="00DC54C7" w:rsidRDefault="005375D4" w:rsidP="005375D4">
            <w:pPr>
              <w:pStyle w:val="TableBody"/>
            </w:pPr>
            <w:r w:rsidRPr="00DC54C7">
              <w:t xml:space="preserve">Examples of accounts </w:t>
            </w:r>
            <w:r w:rsidR="006A56CD" w:rsidRPr="00DC54C7">
              <w:t>affected by adjustments listed in Exhibit 4.1</w:t>
            </w:r>
          </w:p>
        </w:tc>
      </w:tr>
      <w:tr w:rsidR="006A56CD" w:rsidRPr="00DC54C7" w14:paraId="51BC63FE" w14:textId="77777777">
        <w:tc>
          <w:tcPr>
            <w:tcW w:w="6498" w:type="dxa"/>
            <w:tcBorders>
              <w:right w:val="single" w:sz="4" w:space="0" w:color="auto"/>
            </w:tcBorders>
          </w:tcPr>
          <w:p w14:paraId="71E29931" w14:textId="77777777" w:rsidR="006A56CD" w:rsidRPr="00DC54C7" w:rsidRDefault="006A56CD" w:rsidP="002930F9">
            <w:pPr>
              <w:pStyle w:val="TableBody"/>
              <w:ind w:left="1152" w:hanging="288"/>
            </w:pPr>
            <w:r w:rsidRPr="00DC54C7">
              <w:t>5.</w:t>
            </w:r>
            <w:r w:rsidRPr="00DC54C7">
              <w:tab/>
              <w:t>Adjustments involve both income statement and balance sheet accounts. They are needed to ensure:</w:t>
            </w:r>
          </w:p>
        </w:tc>
        <w:tc>
          <w:tcPr>
            <w:tcW w:w="2862" w:type="dxa"/>
            <w:tcBorders>
              <w:left w:val="single" w:sz="4" w:space="0" w:color="auto"/>
            </w:tcBorders>
          </w:tcPr>
          <w:p w14:paraId="1D1BE211" w14:textId="77777777" w:rsidR="006A56CD" w:rsidRPr="009F0F47" w:rsidRDefault="006A56CD" w:rsidP="006A56CD">
            <w:pPr>
              <w:pStyle w:val="TableBody"/>
              <w:rPr>
                <w:b/>
                <w:i/>
              </w:rPr>
            </w:pPr>
            <w:r w:rsidRPr="00DC54C7">
              <w:rPr>
                <w:i/>
              </w:rPr>
              <w:t xml:space="preserve">Almost every account could </w:t>
            </w:r>
            <w:r w:rsidR="009F0F47" w:rsidRPr="00DC54C7">
              <w:rPr>
                <w:i/>
              </w:rPr>
              <w:t>require adjustment. Stress</w:t>
            </w:r>
          </w:p>
        </w:tc>
      </w:tr>
      <w:tr w:rsidR="006A56CD" w:rsidRPr="00DC54C7" w14:paraId="14ADAFD9" w14:textId="77777777">
        <w:tc>
          <w:tcPr>
            <w:tcW w:w="6498" w:type="dxa"/>
            <w:tcBorders>
              <w:right w:val="single" w:sz="4" w:space="0" w:color="auto"/>
            </w:tcBorders>
          </w:tcPr>
          <w:p w14:paraId="4354DB7E" w14:textId="77777777" w:rsidR="006A56CD" w:rsidRPr="00DC54C7" w:rsidRDefault="006A56CD" w:rsidP="002930F9">
            <w:pPr>
              <w:pStyle w:val="TableBody"/>
              <w:ind w:left="1440" w:hanging="288"/>
            </w:pPr>
            <w:r w:rsidRPr="00DC54C7">
              <w:t>a.</w:t>
            </w:r>
            <w:r w:rsidRPr="00DC54C7">
              <w:tab/>
              <w:t>Revenues are recorded when earned (the revenue principle),</w:t>
            </w:r>
          </w:p>
        </w:tc>
        <w:tc>
          <w:tcPr>
            <w:tcW w:w="2862" w:type="dxa"/>
            <w:tcBorders>
              <w:left w:val="single" w:sz="4" w:space="0" w:color="auto"/>
            </w:tcBorders>
          </w:tcPr>
          <w:p w14:paraId="297550E8" w14:textId="77777777" w:rsidR="006A56CD" w:rsidRPr="00DC54C7" w:rsidRDefault="006A56CD" w:rsidP="006A56CD">
            <w:pPr>
              <w:pStyle w:val="TableBody"/>
              <w:rPr>
                <w:i/>
              </w:rPr>
            </w:pPr>
            <w:r w:rsidRPr="00DC54C7">
              <w:rPr>
                <w:i/>
              </w:rPr>
              <w:t xml:space="preserve">that students should focus on </w:t>
            </w:r>
            <w:r w:rsidR="009F0F47" w:rsidRPr="00DC54C7">
              <w:rPr>
                <w:i/>
              </w:rPr>
              <w:t>learning what types of</w:t>
            </w:r>
          </w:p>
        </w:tc>
      </w:tr>
      <w:tr w:rsidR="006A56CD" w:rsidRPr="00DC54C7" w14:paraId="31020EDF" w14:textId="77777777">
        <w:tc>
          <w:tcPr>
            <w:tcW w:w="6498" w:type="dxa"/>
            <w:tcBorders>
              <w:right w:val="single" w:sz="4" w:space="0" w:color="auto"/>
            </w:tcBorders>
          </w:tcPr>
          <w:p w14:paraId="663FC9F5" w14:textId="77777777" w:rsidR="006A56CD" w:rsidRPr="00DC54C7" w:rsidRDefault="006A56CD" w:rsidP="002930F9">
            <w:pPr>
              <w:pStyle w:val="TableBody"/>
              <w:ind w:left="1440" w:hanging="288"/>
            </w:pPr>
            <w:r w:rsidRPr="00DC54C7">
              <w:t>b.</w:t>
            </w:r>
            <w:r w:rsidRPr="00DC54C7">
              <w:tab/>
              <w:t xml:space="preserve">Expenses are recorded in the same period as the revenues to which they relate (the </w:t>
            </w:r>
            <w:r w:rsidR="00B22069">
              <w:t>expense recognition (“matching”) principle</w:t>
            </w:r>
            <w:r w:rsidRPr="00DC54C7">
              <w:t>),</w:t>
            </w:r>
          </w:p>
        </w:tc>
        <w:tc>
          <w:tcPr>
            <w:tcW w:w="2862" w:type="dxa"/>
            <w:tcBorders>
              <w:left w:val="single" w:sz="4" w:space="0" w:color="auto"/>
            </w:tcBorders>
          </w:tcPr>
          <w:p w14:paraId="3833A9B3" w14:textId="77777777" w:rsidR="006A56CD" w:rsidRPr="00DC54C7" w:rsidRDefault="006A56CD" w:rsidP="006A56CD">
            <w:pPr>
              <w:pStyle w:val="TableBody"/>
              <w:rPr>
                <w:i/>
              </w:rPr>
            </w:pPr>
            <w:r w:rsidRPr="00DC54C7">
              <w:rPr>
                <w:i/>
              </w:rPr>
              <w:t>adjustments are needed</w:t>
            </w:r>
            <w:r w:rsidR="009F0F47" w:rsidRPr="00DC54C7">
              <w:rPr>
                <w:i/>
              </w:rPr>
              <w:t xml:space="preserve"> rather than trying to memorize an endless list of</w:t>
            </w:r>
          </w:p>
        </w:tc>
      </w:tr>
      <w:tr w:rsidR="006A56CD" w:rsidRPr="00DC54C7" w14:paraId="073A7CD4" w14:textId="77777777">
        <w:tc>
          <w:tcPr>
            <w:tcW w:w="6498" w:type="dxa"/>
            <w:tcBorders>
              <w:right w:val="single" w:sz="4" w:space="0" w:color="auto"/>
            </w:tcBorders>
          </w:tcPr>
          <w:p w14:paraId="3701487F" w14:textId="77777777" w:rsidR="006A56CD" w:rsidRPr="00DC54C7" w:rsidRDefault="006A56CD" w:rsidP="002930F9">
            <w:pPr>
              <w:pStyle w:val="TableBody"/>
              <w:ind w:left="1440" w:hanging="288"/>
            </w:pPr>
            <w:r w:rsidRPr="00DC54C7">
              <w:t>c.</w:t>
            </w:r>
            <w:r w:rsidRPr="00DC54C7">
              <w:tab/>
              <w:t>Assets are reported at amounts representing the economic benefits that remain at the end of the current period, and</w:t>
            </w:r>
          </w:p>
        </w:tc>
        <w:tc>
          <w:tcPr>
            <w:tcW w:w="2862" w:type="dxa"/>
            <w:tcBorders>
              <w:left w:val="single" w:sz="4" w:space="0" w:color="auto"/>
            </w:tcBorders>
          </w:tcPr>
          <w:p w14:paraId="4746EE8D" w14:textId="77777777" w:rsidR="006A56CD" w:rsidRPr="00DC54C7" w:rsidRDefault="006A56CD" w:rsidP="006A56CD">
            <w:pPr>
              <w:pStyle w:val="TableBody"/>
              <w:rPr>
                <w:i/>
              </w:rPr>
            </w:pPr>
            <w:r w:rsidRPr="00DC54C7">
              <w:rPr>
                <w:i/>
              </w:rPr>
              <w:t>adjusting entries.</w:t>
            </w:r>
          </w:p>
        </w:tc>
      </w:tr>
      <w:tr w:rsidR="006A56CD" w:rsidRPr="00DC54C7" w14:paraId="18A320C0" w14:textId="77777777">
        <w:tc>
          <w:tcPr>
            <w:tcW w:w="6498" w:type="dxa"/>
            <w:tcBorders>
              <w:right w:val="single" w:sz="4" w:space="0" w:color="auto"/>
            </w:tcBorders>
          </w:tcPr>
          <w:p w14:paraId="69D3902E" w14:textId="77777777" w:rsidR="006A56CD" w:rsidRPr="00DC54C7" w:rsidRDefault="006A56CD" w:rsidP="002930F9">
            <w:pPr>
              <w:pStyle w:val="TableBody"/>
              <w:ind w:left="1440" w:hanging="288"/>
            </w:pPr>
            <w:r w:rsidRPr="00DC54C7">
              <w:t>d.</w:t>
            </w:r>
            <w:r w:rsidRPr="00DC54C7">
              <w:tab/>
              <w:t>Liabilities are reported at amounts owed at the end of the current period that will require a future sacrifice of resources.</w:t>
            </w:r>
          </w:p>
        </w:tc>
        <w:tc>
          <w:tcPr>
            <w:tcW w:w="2862" w:type="dxa"/>
            <w:tcBorders>
              <w:left w:val="single" w:sz="4" w:space="0" w:color="auto"/>
            </w:tcBorders>
          </w:tcPr>
          <w:p w14:paraId="744F1344" w14:textId="77777777" w:rsidR="006A56CD" w:rsidRPr="00DC54C7" w:rsidRDefault="006A56CD" w:rsidP="00EA340D">
            <w:pPr>
              <w:pStyle w:val="TableBody"/>
            </w:pPr>
          </w:p>
        </w:tc>
      </w:tr>
      <w:tr w:rsidR="006A56CD" w:rsidRPr="00DC54C7" w14:paraId="43B554F3" w14:textId="77777777">
        <w:tc>
          <w:tcPr>
            <w:tcW w:w="6498" w:type="dxa"/>
            <w:tcBorders>
              <w:right w:val="single" w:sz="4" w:space="0" w:color="auto"/>
            </w:tcBorders>
          </w:tcPr>
          <w:p w14:paraId="452C21C4" w14:textId="77777777" w:rsidR="006A56CD" w:rsidRPr="00DC54C7" w:rsidRDefault="006A56CD" w:rsidP="00EA340D">
            <w:pPr>
              <w:pStyle w:val="TableBody"/>
              <w:ind w:left="864" w:hanging="288"/>
            </w:pPr>
            <w:r w:rsidRPr="00DC54C7">
              <w:t>B.</w:t>
            </w:r>
            <w:r w:rsidRPr="00DC54C7">
              <w:tab/>
              <w:t>Deferral Adjustments</w:t>
            </w:r>
          </w:p>
        </w:tc>
        <w:tc>
          <w:tcPr>
            <w:tcW w:w="2862" w:type="dxa"/>
            <w:tcBorders>
              <w:left w:val="single" w:sz="4" w:space="0" w:color="auto"/>
            </w:tcBorders>
          </w:tcPr>
          <w:p w14:paraId="49184900" w14:textId="77777777" w:rsidR="006A56CD" w:rsidRPr="00DC54C7" w:rsidRDefault="006A56CD" w:rsidP="00EA340D">
            <w:pPr>
              <w:pStyle w:val="TableBody"/>
            </w:pPr>
          </w:p>
        </w:tc>
      </w:tr>
      <w:tr w:rsidR="006A56CD" w:rsidRPr="00DC54C7" w14:paraId="66ABB308" w14:textId="77777777">
        <w:tc>
          <w:tcPr>
            <w:tcW w:w="6498" w:type="dxa"/>
            <w:tcBorders>
              <w:right w:val="single" w:sz="4" w:space="0" w:color="auto"/>
            </w:tcBorders>
          </w:tcPr>
          <w:p w14:paraId="1E88C0DA" w14:textId="77777777" w:rsidR="006A56CD" w:rsidRPr="009F0F47" w:rsidRDefault="006A56CD" w:rsidP="002256E5">
            <w:pPr>
              <w:pStyle w:val="TableBody"/>
              <w:ind w:left="1152" w:hanging="288"/>
            </w:pPr>
            <w:r w:rsidRPr="009F0F47">
              <w:t>1.</w:t>
            </w:r>
            <w:r w:rsidRPr="009F0F47">
              <w:tab/>
            </w:r>
            <w:r w:rsidRPr="009F0F47">
              <w:rPr>
                <w:bCs/>
              </w:rPr>
              <w:t>Deferral adjustments</w:t>
            </w:r>
            <w:r w:rsidRPr="009F0F47">
              <w:t xml:space="preserve"> are used to reduce amounts previously deferred on the balance sheet and increase corresponding accounts on the income statement. </w:t>
            </w:r>
          </w:p>
        </w:tc>
        <w:tc>
          <w:tcPr>
            <w:tcW w:w="2862" w:type="dxa"/>
            <w:tcBorders>
              <w:left w:val="single" w:sz="4" w:space="0" w:color="auto"/>
            </w:tcBorders>
          </w:tcPr>
          <w:p w14:paraId="7F5B251D" w14:textId="77777777" w:rsidR="006A56CD" w:rsidRPr="00DC54C7" w:rsidRDefault="006A56CD" w:rsidP="00E4473C">
            <w:pPr>
              <w:pStyle w:val="TableBody"/>
              <w:rPr>
                <w:i/>
              </w:rPr>
            </w:pPr>
            <w:r w:rsidRPr="00DC54C7">
              <w:rPr>
                <w:i/>
              </w:rPr>
              <w:t xml:space="preserve">Remind students that the word </w:t>
            </w:r>
            <w:r w:rsidRPr="00DC54C7">
              <w:rPr>
                <w:b/>
                <w:bCs/>
                <w:i/>
              </w:rPr>
              <w:t>defer</w:t>
            </w:r>
            <w:r w:rsidRPr="00DC54C7">
              <w:rPr>
                <w:i/>
              </w:rPr>
              <w:t xml:space="preserve"> means to postpone until later. </w:t>
            </w:r>
          </w:p>
        </w:tc>
      </w:tr>
      <w:tr w:rsidR="006A56CD" w:rsidRPr="00DC54C7" w14:paraId="4897E6DA" w14:textId="77777777">
        <w:tc>
          <w:tcPr>
            <w:tcW w:w="6498" w:type="dxa"/>
            <w:tcBorders>
              <w:right w:val="single" w:sz="4" w:space="0" w:color="auto"/>
            </w:tcBorders>
          </w:tcPr>
          <w:p w14:paraId="64003084" w14:textId="77777777" w:rsidR="006A56CD" w:rsidRPr="00DC54C7" w:rsidRDefault="006A56CD" w:rsidP="002256E5">
            <w:pPr>
              <w:pStyle w:val="TableBody"/>
              <w:ind w:left="1440" w:hanging="288"/>
            </w:pPr>
            <w:r w:rsidRPr="00DC54C7">
              <w:t>a.</w:t>
            </w:r>
            <w:r w:rsidRPr="00DC54C7">
              <w:tab/>
              <w:t>Previously deferred amounts exist on the balance sheet because the company received cash before earning revenue or paid cash before incurring the expense.</w:t>
            </w:r>
          </w:p>
        </w:tc>
        <w:tc>
          <w:tcPr>
            <w:tcW w:w="2862" w:type="dxa"/>
            <w:tcBorders>
              <w:left w:val="single" w:sz="4" w:space="0" w:color="auto"/>
            </w:tcBorders>
          </w:tcPr>
          <w:p w14:paraId="76522665" w14:textId="77777777" w:rsidR="006A56CD" w:rsidRPr="00DC54C7" w:rsidRDefault="006A56CD" w:rsidP="002256E5">
            <w:pPr>
              <w:pStyle w:val="TableBody"/>
            </w:pPr>
          </w:p>
        </w:tc>
      </w:tr>
      <w:tr w:rsidR="005375D4" w:rsidRPr="00DC54C7" w14:paraId="726B46CA" w14:textId="77777777">
        <w:tc>
          <w:tcPr>
            <w:tcW w:w="6498" w:type="dxa"/>
            <w:tcBorders>
              <w:right w:val="single" w:sz="4" w:space="0" w:color="auto"/>
            </w:tcBorders>
          </w:tcPr>
          <w:p w14:paraId="06802446" w14:textId="77777777" w:rsidR="005375D4" w:rsidRPr="00DC54C7" w:rsidRDefault="005375D4" w:rsidP="002256E5">
            <w:pPr>
              <w:pStyle w:val="TableBody"/>
              <w:ind w:left="1440" w:hanging="288"/>
            </w:pPr>
            <w:r w:rsidRPr="00DC54C7">
              <w:t>b.</w:t>
            </w:r>
            <w:r w:rsidRPr="00DC54C7">
              <w:tab/>
              <w:t xml:space="preserve">When revenues are earned (as defined by the revenue principle) or expenses incurred (as defined by the </w:t>
            </w:r>
            <w:r w:rsidR="00B22069">
              <w:t>expense recognition (“matching”) principle</w:t>
            </w:r>
            <w:r w:rsidRPr="00DC54C7">
              <w:t>), the previously deferred amounts are transferred to the income statement.</w:t>
            </w:r>
          </w:p>
        </w:tc>
        <w:tc>
          <w:tcPr>
            <w:tcW w:w="2862" w:type="dxa"/>
            <w:tcBorders>
              <w:left w:val="single" w:sz="4" w:space="0" w:color="auto"/>
            </w:tcBorders>
          </w:tcPr>
          <w:p w14:paraId="7CFC3431" w14:textId="77777777" w:rsidR="005375D4" w:rsidRPr="00DC54C7" w:rsidRDefault="005375D4" w:rsidP="005375D4">
            <w:pPr>
              <w:pStyle w:val="TableBody"/>
            </w:pPr>
            <w:r w:rsidRPr="00DC54C7">
              <w:t>Examples of accounts affected by deferral adjustments listed on left-side of Exhibit 4.1</w:t>
            </w:r>
          </w:p>
        </w:tc>
      </w:tr>
      <w:tr w:rsidR="006A56CD" w:rsidRPr="00DC54C7" w14:paraId="232F9695" w14:textId="77777777">
        <w:tc>
          <w:tcPr>
            <w:tcW w:w="6498" w:type="dxa"/>
            <w:tcBorders>
              <w:right w:val="single" w:sz="4" w:space="0" w:color="auto"/>
            </w:tcBorders>
          </w:tcPr>
          <w:p w14:paraId="1887B17D" w14:textId="77777777" w:rsidR="006A56CD" w:rsidRPr="00DC54C7" w:rsidRDefault="006A56CD" w:rsidP="002256E5">
            <w:pPr>
              <w:pStyle w:val="TableBody"/>
              <w:ind w:left="1152" w:hanging="288"/>
            </w:pPr>
            <w:r w:rsidRPr="00DC54C7">
              <w:t>2.</w:t>
            </w:r>
            <w:r w:rsidRPr="00DC54C7">
              <w:tab/>
              <w:t xml:space="preserve">Each deferral adjustment involves a pair of asset and expense accounts, or liability and revenue accounts. </w:t>
            </w:r>
          </w:p>
        </w:tc>
        <w:tc>
          <w:tcPr>
            <w:tcW w:w="2862" w:type="dxa"/>
            <w:tcBorders>
              <w:left w:val="single" w:sz="4" w:space="0" w:color="auto"/>
            </w:tcBorders>
          </w:tcPr>
          <w:p w14:paraId="28B0D6DD" w14:textId="77777777" w:rsidR="006A56CD" w:rsidRPr="00DC54C7" w:rsidRDefault="006A56CD" w:rsidP="002256E5">
            <w:pPr>
              <w:pStyle w:val="TableBody"/>
            </w:pPr>
          </w:p>
        </w:tc>
      </w:tr>
    </w:tbl>
    <w:p w14:paraId="73B091BD" w14:textId="77777777" w:rsidR="005375D4" w:rsidRPr="00DC54C7" w:rsidRDefault="005375D4" w:rsidP="005375D4">
      <w:pPr>
        <w:pStyle w:val="TableBody"/>
        <w:rPr>
          <w:sz w:val="4"/>
          <w:szCs w:val="4"/>
        </w:rPr>
      </w:pPr>
      <w:r w:rsidRPr="00DC54C7">
        <w:br w:type="page"/>
      </w:r>
    </w:p>
    <w:tbl>
      <w:tblPr>
        <w:tblW w:w="0" w:type="auto"/>
        <w:tblLayout w:type="fixed"/>
        <w:tblLook w:val="01E0" w:firstRow="1" w:lastRow="1" w:firstColumn="1" w:lastColumn="1" w:noHBand="0" w:noVBand="0"/>
      </w:tblPr>
      <w:tblGrid>
        <w:gridCol w:w="6498"/>
        <w:gridCol w:w="2862"/>
      </w:tblGrid>
      <w:tr w:rsidR="005375D4" w:rsidRPr="00DC54C7" w14:paraId="7A0CB079" w14:textId="77777777" w:rsidTr="00C67B1F">
        <w:tc>
          <w:tcPr>
            <w:tcW w:w="6498" w:type="dxa"/>
            <w:tcBorders>
              <w:right w:val="single" w:sz="4" w:space="0" w:color="auto"/>
            </w:tcBorders>
          </w:tcPr>
          <w:p w14:paraId="57D40807" w14:textId="77777777" w:rsidR="005375D4" w:rsidRPr="00DC54C7" w:rsidRDefault="005375D4" w:rsidP="00C67B1F">
            <w:pPr>
              <w:pStyle w:val="Heading1"/>
              <w:rPr>
                <w:bCs/>
              </w:rPr>
            </w:pPr>
            <w:r w:rsidRPr="00DC54C7">
              <w:lastRenderedPageBreak/>
              <w:br w:type="page"/>
            </w:r>
            <w:r w:rsidRPr="00DC54C7">
              <w:rPr>
                <w:rFonts w:ascii="Times New Roman" w:hAnsi="Times New Roman"/>
                <w:b w:val="0"/>
                <w:kern w:val="0"/>
                <w:sz w:val="22"/>
                <w:u w:val="none"/>
              </w:rPr>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7C44E4DB" w14:textId="77777777" w:rsidR="005375D4" w:rsidRPr="00DC54C7" w:rsidRDefault="005375D4" w:rsidP="00C67B1F">
            <w:pPr>
              <w:pStyle w:val="Heading1"/>
            </w:pPr>
            <w:r w:rsidRPr="00DC54C7">
              <w:t>Teaching Notes</w:t>
            </w:r>
          </w:p>
        </w:tc>
      </w:tr>
      <w:tr w:rsidR="006A56CD" w:rsidRPr="00DC54C7" w14:paraId="11D6510F" w14:textId="77777777">
        <w:tc>
          <w:tcPr>
            <w:tcW w:w="6498" w:type="dxa"/>
            <w:tcBorders>
              <w:right w:val="single" w:sz="4" w:space="0" w:color="auto"/>
            </w:tcBorders>
          </w:tcPr>
          <w:p w14:paraId="53DB092B" w14:textId="77777777" w:rsidR="006A56CD" w:rsidRPr="00DC54C7" w:rsidRDefault="006A56CD" w:rsidP="00EA340D">
            <w:pPr>
              <w:pStyle w:val="TableBody"/>
              <w:ind w:left="864" w:hanging="288"/>
            </w:pPr>
            <w:r w:rsidRPr="00DC54C7">
              <w:t xml:space="preserve">C. </w:t>
            </w:r>
            <w:r w:rsidRPr="00DC54C7">
              <w:tab/>
              <w:t>Accrual Adjustments</w:t>
            </w:r>
          </w:p>
        </w:tc>
        <w:tc>
          <w:tcPr>
            <w:tcW w:w="2862" w:type="dxa"/>
            <w:tcBorders>
              <w:left w:val="single" w:sz="4" w:space="0" w:color="auto"/>
            </w:tcBorders>
          </w:tcPr>
          <w:p w14:paraId="14FB902A" w14:textId="77777777" w:rsidR="006A56CD" w:rsidRPr="00DC54C7" w:rsidRDefault="006A56CD" w:rsidP="00EA340D">
            <w:pPr>
              <w:pStyle w:val="TableBody"/>
            </w:pPr>
          </w:p>
        </w:tc>
      </w:tr>
      <w:tr w:rsidR="006A56CD" w:rsidRPr="00DC54C7" w14:paraId="38115B8F" w14:textId="77777777">
        <w:tc>
          <w:tcPr>
            <w:tcW w:w="6498" w:type="dxa"/>
            <w:tcBorders>
              <w:right w:val="single" w:sz="4" w:space="0" w:color="auto"/>
            </w:tcBorders>
          </w:tcPr>
          <w:p w14:paraId="65F06FF5" w14:textId="77777777" w:rsidR="006A56CD" w:rsidRPr="009F0F47" w:rsidRDefault="006A56CD" w:rsidP="00935474">
            <w:pPr>
              <w:pStyle w:val="TableBody"/>
              <w:ind w:left="1152" w:hanging="288"/>
            </w:pPr>
            <w:r w:rsidRPr="009F0F47">
              <w:t>1.</w:t>
            </w:r>
            <w:r w:rsidRPr="009F0F47">
              <w:tab/>
            </w:r>
            <w:r w:rsidRPr="009F0F47">
              <w:rPr>
                <w:bCs/>
              </w:rPr>
              <w:t>Accrual adjustments</w:t>
            </w:r>
            <w:r w:rsidRPr="009F0F47">
              <w:t xml:space="preserve"> are needed when a transaction has occurred but has not yet been recorded in the accounting system.</w:t>
            </w:r>
          </w:p>
        </w:tc>
        <w:tc>
          <w:tcPr>
            <w:tcW w:w="2862" w:type="dxa"/>
            <w:tcBorders>
              <w:left w:val="single" w:sz="4" w:space="0" w:color="auto"/>
            </w:tcBorders>
          </w:tcPr>
          <w:p w14:paraId="5403FD18" w14:textId="77777777" w:rsidR="006A56CD" w:rsidRPr="00DC54C7" w:rsidRDefault="006A56CD" w:rsidP="00EA340D">
            <w:pPr>
              <w:pStyle w:val="TableBody"/>
            </w:pPr>
          </w:p>
        </w:tc>
      </w:tr>
      <w:tr w:rsidR="005375D4" w:rsidRPr="00DC54C7" w14:paraId="28E8BD65" w14:textId="77777777">
        <w:tc>
          <w:tcPr>
            <w:tcW w:w="6498" w:type="dxa"/>
            <w:tcBorders>
              <w:right w:val="single" w:sz="4" w:space="0" w:color="auto"/>
            </w:tcBorders>
          </w:tcPr>
          <w:p w14:paraId="0CF24EA0" w14:textId="77777777" w:rsidR="005375D4" w:rsidRPr="00DC54C7" w:rsidRDefault="005375D4" w:rsidP="00935474">
            <w:pPr>
              <w:pStyle w:val="TableBody"/>
              <w:ind w:left="1152" w:hanging="288"/>
            </w:pPr>
            <w:r w:rsidRPr="00DC54C7">
              <w:t>2.</w:t>
            </w:r>
            <w:r w:rsidRPr="00DC54C7">
              <w:tab/>
              <w:t>This happens when a company has earned revenue or incurred an expense in the current period but has not yet recorded it because the related cash will not be received or paid until a later period.</w:t>
            </w:r>
          </w:p>
        </w:tc>
        <w:tc>
          <w:tcPr>
            <w:tcW w:w="2862" w:type="dxa"/>
            <w:tcBorders>
              <w:left w:val="single" w:sz="4" w:space="0" w:color="auto"/>
            </w:tcBorders>
          </w:tcPr>
          <w:p w14:paraId="46BF0327" w14:textId="77777777" w:rsidR="005375D4" w:rsidRPr="00DC54C7" w:rsidRDefault="005375D4" w:rsidP="005375D4">
            <w:pPr>
              <w:pStyle w:val="TableBody"/>
            </w:pPr>
          </w:p>
        </w:tc>
      </w:tr>
      <w:tr w:rsidR="006A56CD" w:rsidRPr="00DC54C7" w14:paraId="45342936" w14:textId="77777777">
        <w:tc>
          <w:tcPr>
            <w:tcW w:w="6498" w:type="dxa"/>
            <w:tcBorders>
              <w:right w:val="single" w:sz="4" w:space="0" w:color="auto"/>
            </w:tcBorders>
          </w:tcPr>
          <w:p w14:paraId="03B69773" w14:textId="77777777" w:rsidR="006A56CD" w:rsidRPr="00DC54C7" w:rsidRDefault="006A56CD" w:rsidP="00E4473C">
            <w:pPr>
              <w:pStyle w:val="TableBody"/>
              <w:ind w:left="1152" w:hanging="288"/>
            </w:pPr>
            <w:r w:rsidRPr="00DC54C7">
              <w:t>3.</w:t>
            </w:r>
            <w:r w:rsidRPr="00DC54C7">
              <w:tab/>
              <w:t>Accrual adjustments recognize revenue or expenses when they occur, prior to receipt or payment of cash.</w:t>
            </w:r>
          </w:p>
        </w:tc>
        <w:tc>
          <w:tcPr>
            <w:tcW w:w="2862" w:type="dxa"/>
            <w:tcBorders>
              <w:left w:val="single" w:sz="4" w:space="0" w:color="auto"/>
            </w:tcBorders>
          </w:tcPr>
          <w:p w14:paraId="0EDCBC65" w14:textId="77777777" w:rsidR="006A56CD" w:rsidRPr="00DC54C7" w:rsidRDefault="005375D4" w:rsidP="00E4473C">
            <w:pPr>
              <w:pStyle w:val="TableBody"/>
            </w:pPr>
            <w:r w:rsidRPr="00DC54C7">
              <w:t>Examples of accounts affected by accrual</w:t>
            </w:r>
          </w:p>
        </w:tc>
      </w:tr>
      <w:tr w:rsidR="006A56CD" w:rsidRPr="00DC54C7" w14:paraId="4E59F193" w14:textId="77777777">
        <w:tc>
          <w:tcPr>
            <w:tcW w:w="6498" w:type="dxa"/>
            <w:tcBorders>
              <w:right w:val="single" w:sz="4" w:space="0" w:color="auto"/>
            </w:tcBorders>
          </w:tcPr>
          <w:p w14:paraId="7D1DD122" w14:textId="77777777" w:rsidR="006A56CD" w:rsidRPr="00DC54C7" w:rsidRDefault="006A56CD" w:rsidP="00935474">
            <w:pPr>
              <w:pStyle w:val="TableBody"/>
              <w:ind w:left="1152" w:hanging="288"/>
            </w:pPr>
            <w:r w:rsidRPr="00DC54C7">
              <w:t xml:space="preserve">4. Each accrual adjustment involves a pair of asset and revenue accounts, or liability and expense accounts. </w:t>
            </w:r>
          </w:p>
        </w:tc>
        <w:tc>
          <w:tcPr>
            <w:tcW w:w="2862" w:type="dxa"/>
            <w:tcBorders>
              <w:left w:val="single" w:sz="4" w:space="0" w:color="auto"/>
            </w:tcBorders>
          </w:tcPr>
          <w:p w14:paraId="7BED015B" w14:textId="77777777" w:rsidR="006A56CD" w:rsidRPr="00DC54C7" w:rsidRDefault="005375D4" w:rsidP="00935474">
            <w:pPr>
              <w:pStyle w:val="TableBody"/>
            </w:pPr>
            <w:r w:rsidRPr="00DC54C7">
              <w:t>adjustments listed on right-side of Exhibit 4.1</w:t>
            </w:r>
          </w:p>
        </w:tc>
      </w:tr>
      <w:tr w:rsidR="006A56CD" w:rsidRPr="00DC54C7" w14:paraId="71359734" w14:textId="77777777">
        <w:tc>
          <w:tcPr>
            <w:tcW w:w="6498" w:type="dxa"/>
            <w:tcBorders>
              <w:right w:val="single" w:sz="4" w:space="0" w:color="auto"/>
            </w:tcBorders>
          </w:tcPr>
          <w:p w14:paraId="6B95756F" w14:textId="77777777" w:rsidR="006A56CD" w:rsidRPr="00DC54C7" w:rsidRDefault="006A56CD" w:rsidP="00935474">
            <w:pPr>
              <w:pStyle w:val="TableBody"/>
              <w:ind w:left="1152" w:hanging="288"/>
            </w:pPr>
            <w:r w:rsidRPr="00DC54C7">
              <w:t>5.</w:t>
            </w:r>
            <w:r w:rsidRPr="00DC54C7">
              <w:tab/>
              <w:t xml:space="preserve">Notice that this differs from deferral adjustments, which pair assets with expenses and liabilities with revenues. </w:t>
            </w:r>
          </w:p>
        </w:tc>
        <w:tc>
          <w:tcPr>
            <w:tcW w:w="2862" w:type="dxa"/>
            <w:tcBorders>
              <w:left w:val="single" w:sz="4" w:space="0" w:color="auto"/>
            </w:tcBorders>
          </w:tcPr>
          <w:p w14:paraId="5FC705C7" w14:textId="77777777" w:rsidR="006A56CD" w:rsidRPr="00DC54C7" w:rsidRDefault="006A56CD" w:rsidP="00935474">
            <w:pPr>
              <w:pStyle w:val="TableBody"/>
            </w:pPr>
          </w:p>
        </w:tc>
      </w:tr>
      <w:tr w:rsidR="006A56CD" w:rsidRPr="00DC54C7" w14:paraId="0CC40392" w14:textId="77777777" w:rsidTr="00EE5BE1">
        <w:tc>
          <w:tcPr>
            <w:tcW w:w="6498" w:type="dxa"/>
            <w:tcBorders>
              <w:bottom w:val="single" w:sz="4" w:space="0" w:color="auto"/>
              <w:right w:val="single" w:sz="4" w:space="0" w:color="auto"/>
            </w:tcBorders>
          </w:tcPr>
          <w:p w14:paraId="2FF6A605" w14:textId="77777777" w:rsidR="006A56CD" w:rsidRPr="00DC54C7" w:rsidRDefault="006A56CD" w:rsidP="006162B6">
            <w:pPr>
              <w:pStyle w:val="TableBody"/>
              <w:ind w:left="288" w:hanging="288"/>
            </w:pPr>
            <w:r w:rsidRPr="00DC54C7">
              <w:t>II.</w:t>
            </w:r>
            <w:r w:rsidRPr="00DC54C7">
              <w:tab/>
            </w:r>
            <w:r w:rsidRPr="00DC54C7">
              <w:tab/>
              <w:t>Study the Accounting Methods</w:t>
            </w:r>
          </w:p>
        </w:tc>
        <w:tc>
          <w:tcPr>
            <w:tcW w:w="2862" w:type="dxa"/>
            <w:tcBorders>
              <w:left w:val="single" w:sz="4" w:space="0" w:color="auto"/>
              <w:bottom w:val="single" w:sz="4" w:space="0" w:color="auto"/>
            </w:tcBorders>
          </w:tcPr>
          <w:p w14:paraId="244BD8AC" w14:textId="77777777" w:rsidR="006A56CD" w:rsidRPr="00DC54C7" w:rsidRDefault="006A56CD" w:rsidP="003456CB">
            <w:pPr>
              <w:pStyle w:val="TableBody"/>
            </w:pPr>
          </w:p>
        </w:tc>
      </w:tr>
      <w:tr w:rsidR="006A56CD" w:rsidRPr="00DC54C7" w14:paraId="147D5955" w14:textId="77777777" w:rsidTr="00EE5BE1">
        <w:tc>
          <w:tcPr>
            <w:tcW w:w="9360" w:type="dxa"/>
            <w:gridSpan w:val="2"/>
            <w:tcBorders>
              <w:top w:val="single" w:sz="4" w:space="0" w:color="auto"/>
              <w:left w:val="single" w:sz="4" w:space="0" w:color="auto"/>
              <w:bottom w:val="single" w:sz="4" w:space="0" w:color="auto"/>
              <w:right w:val="single" w:sz="4" w:space="0" w:color="auto"/>
            </w:tcBorders>
          </w:tcPr>
          <w:p w14:paraId="56C9BDA5" w14:textId="77777777" w:rsidR="006A56CD" w:rsidRPr="00DC54C7" w:rsidRDefault="006A56CD" w:rsidP="00801A23">
            <w:pPr>
              <w:pStyle w:val="TableBody"/>
              <w:spacing w:before="60" w:after="60"/>
              <w:rPr>
                <w:b/>
              </w:rPr>
            </w:pPr>
            <w:r w:rsidRPr="00DC54C7">
              <w:rPr>
                <w:b/>
                <w:i/>
                <w:iCs/>
              </w:rPr>
              <w:t xml:space="preserve">LO </w:t>
            </w:r>
            <w:r w:rsidR="00AF439D">
              <w:rPr>
                <w:b/>
                <w:i/>
                <w:iCs/>
              </w:rPr>
              <w:t>4</w:t>
            </w:r>
            <w:r w:rsidR="00140E29">
              <w:rPr>
                <w:b/>
                <w:i/>
                <w:iCs/>
              </w:rPr>
              <w:t>-</w:t>
            </w:r>
            <w:r w:rsidRPr="00DC54C7">
              <w:rPr>
                <w:b/>
                <w:i/>
                <w:iCs/>
              </w:rPr>
              <w:t>2 Prepare adjustments needed at the end of the period.</w:t>
            </w:r>
          </w:p>
        </w:tc>
      </w:tr>
      <w:tr w:rsidR="006A56CD" w:rsidRPr="00DC54C7" w14:paraId="758708C2" w14:textId="77777777" w:rsidTr="00EE5BE1">
        <w:tc>
          <w:tcPr>
            <w:tcW w:w="6498" w:type="dxa"/>
            <w:tcBorders>
              <w:top w:val="single" w:sz="4" w:space="0" w:color="auto"/>
              <w:right w:val="single" w:sz="4" w:space="0" w:color="auto"/>
            </w:tcBorders>
          </w:tcPr>
          <w:p w14:paraId="27D8C50F" w14:textId="77777777" w:rsidR="006A56CD" w:rsidRPr="00DC54C7" w:rsidRDefault="006A56CD" w:rsidP="0032073C">
            <w:pPr>
              <w:pStyle w:val="TableBody"/>
              <w:ind w:left="864" w:hanging="288"/>
            </w:pPr>
            <w:r w:rsidRPr="00DC54C7">
              <w:t>A.</w:t>
            </w:r>
            <w:r w:rsidRPr="00DC54C7">
              <w:tab/>
              <w:t>Making Required Adjustments</w:t>
            </w:r>
          </w:p>
        </w:tc>
        <w:tc>
          <w:tcPr>
            <w:tcW w:w="2862" w:type="dxa"/>
            <w:tcBorders>
              <w:top w:val="single" w:sz="4" w:space="0" w:color="auto"/>
              <w:left w:val="single" w:sz="4" w:space="0" w:color="auto"/>
            </w:tcBorders>
          </w:tcPr>
          <w:p w14:paraId="420C863F" w14:textId="77777777" w:rsidR="006A56CD" w:rsidRPr="00DC54C7" w:rsidRDefault="006A56CD" w:rsidP="005B21BC">
            <w:pPr>
              <w:pStyle w:val="TableBody"/>
            </w:pPr>
          </w:p>
        </w:tc>
      </w:tr>
      <w:tr w:rsidR="006A56CD" w:rsidRPr="00DC54C7" w14:paraId="0F3A72A1" w14:textId="77777777">
        <w:tc>
          <w:tcPr>
            <w:tcW w:w="6498" w:type="dxa"/>
            <w:tcBorders>
              <w:right w:val="single" w:sz="4" w:space="0" w:color="auto"/>
            </w:tcBorders>
          </w:tcPr>
          <w:p w14:paraId="5867ED91" w14:textId="77777777" w:rsidR="006A56CD" w:rsidRPr="00DC54C7" w:rsidRDefault="006A56CD" w:rsidP="00E4473C">
            <w:pPr>
              <w:pStyle w:val="TableBody"/>
              <w:ind w:left="1152" w:hanging="288"/>
            </w:pPr>
            <w:r w:rsidRPr="00DC54C7">
              <w:t>1.</w:t>
            </w:r>
            <w:r w:rsidRPr="00DC54C7">
              <w:tab/>
              <w:t xml:space="preserve">Adjustments are made at the end of each accounting period immediately prior to preparing </w:t>
            </w:r>
            <w:r w:rsidR="0059413D">
              <w:t xml:space="preserve">an adjusted trial balance and </w:t>
            </w:r>
            <w:r w:rsidRPr="00DC54C7">
              <w:t xml:space="preserve">financial statements. </w:t>
            </w:r>
          </w:p>
        </w:tc>
        <w:tc>
          <w:tcPr>
            <w:tcW w:w="2862" w:type="dxa"/>
            <w:tcBorders>
              <w:left w:val="single" w:sz="4" w:space="0" w:color="auto"/>
            </w:tcBorders>
          </w:tcPr>
          <w:p w14:paraId="2611AD84" w14:textId="77777777" w:rsidR="006A56CD" w:rsidRPr="00DC54C7" w:rsidRDefault="006A56CD" w:rsidP="005375D4">
            <w:pPr>
              <w:pStyle w:val="TableBody"/>
            </w:pPr>
            <w:r w:rsidRPr="00DC54C7">
              <w:t>Exhibit 4.</w:t>
            </w:r>
            <w:r w:rsidR="005375D4" w:rsidRPr="00DC54C7">
              <w:t>2</w:t>
            </w:r>
            <w:r w:rsidRPr="00DC54C7">
              <w:t xml:space="preserve"> compares and contrasts journal entries and adjusting entries</w:t>
            </w:r>
          </w:p>
        </w:tc>
      </w:tr>
      <w:tr w:rsidR="00733016" w:rsidRPr="00DC54C7" w14:paraId="24131377" w14:textId="77777777">
        <w:tc>
          <w:tcPr>
            <w:tcW w:w="6498" w:type="dxa"/>
            <w:tcBorders>
              <w:right w:val="single" w:sz="4" w:space="0" w:color="auto"/>
            </w:tcBorders>
          </w:tcPr>
          <w:p w14:paraId="504C3D84" w14:textId="77777777" w:rsidR="00733016" w:rsidRPr="00DC54C7" w:rsidRDefault="00733016" w:rsidP="0032073C">
            <w:pPr>
              <w:pStyle w:val="TableBody"/>
              <w:ind w:left="1152" w:hanging="288"/>
            </w:pPr>
            <w:r w:rsidRPr="00DC54C7">
              <w:t>2.</w:t>
            </w:r>
            <w:r w:rsidRPr="00DC54C7">
              <w:tab/>
              <w:t>Adjustments are not made on a daily basis because it’s more efficient to do them all at once at the end of each period.</w:t>
            </w:r>
          </w:p>
        </w:tc>
        <w:tc>
          <w:tcPr>
            <w:tcW w:w="2862" w:type="dxa"/>
            <w:tcBorders>
              <w:left w:val="single" w:sz="4" w:space="0" w:color="auto"/>
            </w:tcBorders>
          </w:tcPr>
          <w:p w14:paraId="17E0BF2E" w14:textId="77777777" w:rsidR="00733016" w:rsidRPr="00DC54C7" w:rsidRDefault="00733016" w:rsidP="00E54669">
            <w:pPr>
              <w:pStyle w:val="TableBody"/>
            </w:pPr>
            <w:r w:rsidRPr="00DC54C7">
              <w:t>Exhibit 4.4 uses unadjusted trial balance to illustrate and explain adjustments needed</w:t>
            </w:r>
          </w:p>
        </w:tc>
      </w:tr>
      <w:tr w:rsidR="00733016" w:rsidRPr="00DC54C7" w14:paraId="18744471" w14:textId="77777777">
        <w:tc>
          <w:tcPr>
            <w:tcW w:w="6498" w:type="dxa"/>
            <w:tcBorders>
              <w:right w:val="single" w:sz="4" w:space="0" w:color="auto"/>
            </w:tcBorders>
          </w:tcPr>
          <w:p w14:paraId="0ADE8836" w14:textId="77777777" w:rsidR="00733016" w:rsidRPr="00DC54C7" w:rsidRDefault="00733016" w:rsidP="00E2108F">
            <w:pPr>
              <w:pStyle w:val="TableBody"/>
              <w:ind w:left="1152" w:hanging="288"/>
            </w:pPr>
            <w:r w:rsidRPr="00DC54C7">
              <w:t>3.</w:t>
            </w:r>
            <w:r w:rsidRPr="00DC54C7">
              <w:tab/>
            </w:r>
            <w:r w:rsidRPr="00DC54C7">
              <w:rPr>
                <w:b/>
                <w:bCs/>
              </w:rPr>
              <w:t>Adjusting journal entries</w:t>
            </w:r>
            <w:r w:rsidRPr="00DC54C7">
              <w:t xml:space="preserve"> (AJEs)–</w:t>
            </w:r>
            <w:r w:rsidR="00E2108F" w:rsidRPr="00DC54C7">
              <w:t>–</w:t>
            </w:r>
            <w:r w:rsidR="00E2108F">
              <w:t>Record</w:t>
            </w:r>
            <w:r w:rsidRPr="00DC54C7">
              <w:t xml:space="preserve"> the effects of each period’s adjustments in a debits-equal-credits format.</w:t>
            </w:r>
          </w:p>
        </w:tc>
        <w:tc>
          <w:tcPr>
            <w:tcW w:w="2862" w:type="dxa"/>
            <w:tcBorders>
              <w:left w:val="single" w:sz="4" w:space="0" w:color="auto"/>
            </w:tcBorders>
          </w:tcPr>
          <w:p w14:paraId="161C3A24" w14:textId="77777777" w:rsidR="00733016" w:rsidRDefault="00733016" w:rsidP="00733016">
            <w:pPr>
              <w:pStyle w:val="TableBody"/>
            </w:pPr>
          </w:p>
          <w:p w14:paraId="53EF253C" w14:textId="77777777" w:rsidR="00733016" w:rsidRPr="00733016" w:rsidRDefault="00733016" w:rsidP="00E54669">
            <w:pPr>
              <w:pStyle w:val="TableBody"/>
              <w:numPr>
                <w:ilvl w:val="0"/>
                <w:numId w:val="12"/>
              </w:numPr>
              <w:ind w:left="288" w:hanging="288"/>
            </w:pPr>
            <w:r>
              <w:t>Supplemental Enrichment Activity (Activity) #1</w:t>
            </w:r>
          </w:p>
        </w:tc>
      </w:tr>
      <w:tr w:rsidR="00733016" w:rsidRPr="00DC54C7" w14:paraId="72D9736D" w14:textId="77777777" w:rsidTr="00FB2609">
        <w:tc>
          <w:tcPr>
            <w:tcW w:w="6498" w:type="dxa"/>
            <w:tcBorders>
              <w:right w:val="single" w:sz="4" w:space="0" w:color="auto"/>
            </w:tcBorders>
          </w:tcPr>
          <w:p w14:paraId="3F726E21" w14:textId="77777777" w:rsidR="00733016" w:rsidRPr="00DC54C7" w:rsidRDefault="00733016" w:rsidP="0032073C">
            <w:pPr>
              <w:pStyle w:val="TableBody"/>
              <w:ind w:left="864" w:hanging="288"/>
            </w:pPr>
            <w:r w:rsidRPr="00DC54C7">
              <w:t>B.</w:t>
            </w:r>
            <w:r w:rsidRPr="00DC54C7">
              <w:tab/>
              <w:t>Adjustment Analysis, Recording, and Summarizing</w:t>
            </w:r>
          </w:p>
        </w:tc>
        <w:tc>
          <w:tcPr>
            <w:tcW w:w="2862" w:type="dxa"/>
            <w:tcBorders>
              <w:left w:val="single" w:sz="4" w:space="0" w:color="auto"/>
            </w:tcBorders>
          </w:tcPr>
          <w:p w14:paraId="23F7C1FB" w14:textId="77777777" w:rsidR="00733016" w:rsidRPr="00DC54C7" w:rsidRDefault="00733016" w:rsidP="00C67B1F">
            <w:pPr>
              <w:pStyle w:val="TableBody"/>
              <w:rPr>
                <w:i/>
              </w:rPr>
            </w:pPr>
          </w:p>
        </w:tc>
      </w:tr>
      <w:tr w:rsidR="00733016" w:rsidRPr="00DC54C7" w14:paraId="3E5A6763" w14:textId="77777777" w:rsidTr="00FB2609">
        <w:tc>
          <w:tcPr>
            <w:tcW w:w="6498" w:type="dxa"/>
            <w:tcBorders>
              <w:right w:val="single" w:sz="4" w:space="0" w:color="auto"/>
            </w:tcBorders>
          </w:tcPr>
          <w:p w14:paraId="1B2E141C" w14:textId="77777777" w:rsidR="00733016" w:rsidRPr="00DE046A" w:rsidRDefault="00DE046A" w:rsidP="00FB2609">
            <w:pPr>
              <w:pStyle w:val="TableBody"/>
              <w:ind w:left="864"/>
              <w:rPr>
                <w:b/>
              </w:rPr>
            </w:pPr>
            <w:r>
              <w:rPr>
                <w:b/>
              </w:rPr>
              <w:t>Deferral A</w:t>
            </w:r>
            <w:r w:rsidR="00733016" w:rsidRPr="00DE046A">
              <w:rPr>
                <w:b/>
              </w:rPr>
              <w:t>djustments</w:t>
            </w:r>
            <w:r w:rsidR="009721E8">
              <w:t>—</w:t>
            </w:r>
            <w:r w:rsidR="00733016" w:rsidRPr="00DE046A">
              <w:t>Used to update amounts that have been previously deferred on the balance sheet</w:t>
            </w:r>
            <w:r w:rsidR="00643236" w:rsidRPr="00DE046A">
              <w:t>.</w:t>
            </w:r>
          </w:p>
        </w:tc>
        <w:tc>
          <w:tcPr>
            <w:tcW w:w="2862" w:type="dxa"/>
            <w:tcBorders>
              <w:left w:val="single" w:sz="4" w:space="0" w:color="auto"/>
            </w:tcBorders>
          </w:tcPr>
          <w:p w14:paraId="51C64538" w14:textId="77777777" w:rsidR="00733016" w:rsidRPr="00DC54C7" w:rsidRDefault="00733016" w:rsidP="00C67B1F">
            <w:pPr>
              <w:pStyle w:val="TableBody"/>
              <w:rPr>
                <w:i/>
              </w:rPr>
            </w:pPr>
          </w:p>
        </w:tc>
      </w:tr>
      <w:tr w:rsidR="00733016" w:rsidRPr="00DC54C7" w14:paraId="3CD3B103" w14:textId="77777777">
        <w:tc>
          <w:tcPr>
            <w:tcW w:w="6498" w:type="dxa"/>
            <w:tcBorders>
              <w:right w:val="single" w:sz="4" w:space="0" w:color="auto"/>
            </w:tcBorders>
          </w:tcPr>
          <w:p w14:paraId="2D3D05FA" w14:textId="77777777" w:rsidR="00733016" w:rsidRPr="00DC54C7" w:rsidRDefault="00733016" w:rsidP="00A421A0">
            <w:pPr>
              <w:pStyle w:val="TableBody"/>
              <w:ind w:left="1152" w:hanging="288"/>
            </w:pPr>
            <w:r w:rsidRPr="00DC54C7">
              <w:t>(a)</w:t>
            </w:r>
            <w:r w:rsidRPr="00DC54C7">
              <w:tab/>
              <w:t>Supplies use</w:t>
            </w:r>
            <w:r w:rsidR="00A421A0">
              <w:t>d during the period</w:t>
            </w:r>
            <w:r w:rsidR="009721E8">
              <w:t>—</w:t>
            </w:r>
            <w:r w:rsidR="00A421A0">
              <w:t>Of the $</w:t>
            </w:r>
            <w:r w:rsidRPr="00DC54C7">
              <w:t>600 in supplies received in early September, $</w:t>
            </w:r>
            <w:r w:rsidR="00A421A0">
              <w:t>250</w:t>
            </w:r>
            <w:r w:rsidRPr="00DC54C7">
              <w:t xml:space="preserve"> remain on hand at September 30</w:t>
            </w:r>
            <w:r w:rsidR="00A421A0">
              <w:t>; $350 (or $600 - $250) were used during September</w:t>
            </w:r>
            <w:r w:rsidRPr="00DC54C7">
              <w:t>.</w:t>
            </w:r>
          </w:p>
        </w:tc>
        <w:tc>
          <w:tcPr>
            <w:tcW w:w="2862" w:type="dxa"/>
            <w:tcBorders>
              <w:left w:val="single" w:sz="4" w:space="0" w:color="auto"/>
            </w:tcBorders>
          </w:tcPr>
          <w:p w14:paraId="191B0677" w14:textId="77777777" w:rsidR="00733016" w:rsidRPr="00733016" w:rsidRDefault="00733016" w:rsidP="00733016">
            <w:pPr>
              <w:pStyle w:val="TableBody"/>
              <w:rPr>
                <w:i/>
              </w:rPr>
            </w:pPr>
            <w:r w:rsidRPr="00733016">
              <w:rPr>
                <w:i/>
              </w:rPr>
              <w:t>Refer to illustrations of</w:t>
            </w:r>
            <w:r w:rsidR="00CA448C" w:rsidRPr="00DC54C7">
              <w:rPr>
                <w:i/>
              </w:rPr>
              <w:t xml:space="preserve"> transactions in textbook for Step 3</w:t>
            </w:r>
            <w:r w:rsidR="009721E8">
              <w:rPr>
                <w:i/>
              </w:rPr>
              <w:t>—</w:t>
            </w:r>
            <w:r w:rsidR="00CA448C" w:rsidRPr="00DC54C7">
              <w:rPr>
                <w:i/>
              </w:rPr>
              <w:t>Summarize (which includes posting to T-</w:t>
            </w:r>
          </w:p>
        </w:tc>
      </w:tr>
      <w:tr w:rsidR="00733016" w:rsidRPr="00DC54C7" w14:paraId="059465BB" w14:textId="77777777" w:rsidTr="00C67B1F">
        <w:trPr>
          <w:trHeight w:val="80"/>
        </w:trPr>
        <w:tc>
          <w:tcPr>
            <w:tcW w:w="6498" w:type="dxa"/>
            <w:tcBorders>
              <w:right w:val="single" w:sz="4" w:space="0" w:color="auto"/>
            </w:tcBorders>
            <w:vAlign w:val="center"/>
          </w:tcPr>
          <w:p w14:paraId="203A9942" w14:textId="77777777" w:rsidR="00733016" w:rsidRPr="00DC54C7" w:rsidRDefault="00733016" w:rsidP="00A421A0">
            <w:pPr>
              <w:pStyle w:val="TableBody"/>
              <w:ind w:left="1440" w:hanging="288"/>
            </w:pPr>
            <w:r w:rsidRPr="00DC54C7">
              <w:t>1.</w:t>
            </w:r>
            <w:r w:rsidRPr="00DC54C7">
              <w:tab/>
              <w:t xml:space="preserve">Analyze: </w:t>
            </w:r>
            <w:r w:rsidRPr="00DC54C7">
              <w:tab/>
              <w:t>Assets = Liabilities + Stoc</w:t>
            </w:r>
            <w:r w:rsidR="00197E1D">
              <w:t>kholders’ Equity</w:t>
            </w:r>
            <w:r w:rsidR="00197E1D">
              <w:br/>
              <w:t>Supplies (A) –</w:t>
            </w:r>
            <w:r w:rsidR="00A421A0">
              <w:t>350</w:t>
            </w:r>
            <w:r w:rsidR="00197E1D">
              <w:t xml:space="preserve">; Supplies Expense (E) </w:t>
            </w:r>
            <w:r w:rsidR="00197E1D">
              <w:rPr>
                <w:rFonts w:eastAsia="SimSun"/>
                <w:szCs w:val="22"/>
              </w:rPr>
              <w:t>–</w:t>
            </w:r>
            <w:r w:rsidR="00A421A0">
              <w:t>350</w:t>
            </w:r>
          </w:p>
        </w:tc>
        <w:tc>
          <w:tcPr>
            <w:tcW w:w="2862" w:type="dxa"/>
            <w:tcBorders>
              <w:left w:val="single" w:sz="4" w:space="0" w:color="auto"/>
            </w:tcBorders>
          </w:tcPr>
          <w:p w14:paraId="0316324D" w14:textId="77777777" w:rsidR="00733016" w:rsidRPr="00DC54C7" w:rsidRDefault="00CA448C" w:rsidP="00733016">
            <w:pPr>
              <w:pStyle w:val="TableBody"/>
              <w:rPr>
                <w:i/>
              </w:rPr>
            </w:pPr>
            <w:r>
              <w:rPr>
                <w:i/>
              </w:rPr>
              <w:t>accounts</w:t>
            </w:r>
          </w:p>
        </w:tc>
      </w:tr>
      <w:tr w:rsidR="00733016" w:rsidRPr="00DC54C7" w14:paraId="42450081" w14:textId="77777777" w:rsidTr="00CA448C">
        <w:trPr>
          <w:trHeight w:val="80"/>
        </w:trPr>
        <w:tc>
          <w:tcPr>
            <w:tcW w:w="6498" w:type="dxa"/>
            <w:tcBorders>
              <w:right w:val="single" w:sz="4" w:space="0" w:color="auto"/>
            </w:tcBorders>
          </w:tcPr>
          <w:p w14:paraId="290F5B6E" w14:textId="77777777" w:rsidR="00733016" w:rsidRPr="00DC54C7" w:rsidRDefault="00733016" w:rsidP="00C67B1F">
            <w:pPr>
              <w:pStyle w:val="TableBody"/>
              <w:ind w:left="1440" w:hanging="288"/>
            </w:pPr>
            <w:r w:rsidRPr="00DC54C7">
              <w:t>2.</w:t>
            </w:r>
            <w:r w:rsidRPr="00DC54C7">
              <w:tab/>
              <w:t>Record:</w:t>
            </w:r>
          </w:p>
        </w:tc>
        <w:tc>
          <w:tcPr>
            <w:tcW w:w="2862" w:type="dxa"/>
            <w:tcBorders>
              <w:left w:val="single" w:sz="4" w:space="0" w:color="auto"/>
            </w:tcBorders>
          </w:tcPr>
          <w:p w14:paraId="4D3340AD" w14:textId="77777777" w:rsidR="00733016" w:rsidRPr="00DC54C7" w:rsidRDefault="00733016" w:rsidP="00BD4A2C">
            <w:pPr>
              <w:pStyle w:val="TableBody"/>
              <w:rPr>
                <w:i/>
              </w:rPr>
            </w:pPr>
          </w:p>
        </w:tc>
      </w:tr>
      <w:tr w:rsidR="00733016" w:rsidRPr="00DC54C7" w14:paraId="190AD283" w14:textId="77777777" w:rsidTr="005375D4">
        <w:trPr>
          <w:trHeight w:val="80"/>
        </w:trPr>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024"/>
              <w:gridCol w:w="1008"/>
              <w:gridCol w:w="1008"/>
            </w:tblGrid>
            <w:tr w:rsidR="00733016" w:rsidRPr="00DC54C7" w14:paraId="4D33346A" w14:textId="77777777" w:rsidTr="00614B37">
              <w:tc>
                <w:tcPr>
                  <w:tcW w:w="3024" w:type="dxa"/>
                </w:tcPr>
                <w:p w14:paraId="6C313A50" w14:textId="77777777" w:rsidR="00733016" w:rsidRPr="00DC54C7" w:rsidRDefault="00733016" w:rsidP="00BD4A2C">
                  <w:pPr>
                    <w:pStyle w:val="TableBody"/>
                  </w:pPr>
                  <w:r w:rsidRPr="00DC54C7">
                    <w:t>Supplies Expense (+E, –SE)</w:t>
                  </w:r>
                </w:p>
              </w:tc>
              <w:tc>
                <w:tcPr>
                  <w:tcW w:w="1008" w:type="dxa"/>
                </w:tcPr>
                <w:p w14:paraId="37970D05" w14:textId="77777777" w:rsidR="00733016" w:rsidRPr="00DC54C7" w:rsidRDefault="00A421A0" w:rsidP="00C67B1F">
                  <w:pPr>
                    <w:pStyle w:val="TableBody"/>
                    <w:jc w:val="right"/>
                  </w:pPr>
                  <w:r>
                    <w:t>350</w:t>
                  </w:r>
                </w:p>
              </w:tc>
              <w:tc>
                <w:tcPr>
                  <w:tcW w:w="1008" w:type="dxa"/>
                </w:tcPr>
                <w:p w14:paraId="38DB3955" w14:textId="77777777" w:rsidR="00733016" w:rsidRPr="00DC54C7" w:rsidRDefault="00733016" w:rsidP="00C67B1F">
                  <w:pPr>
                    <w:pStyle w:val="TableBody"/>
                    <w:jc w:val="right"/>
                  </w:pPr>
                </w:p>
              </w:tc>
            </w:tr>
            <w:tr w:rsidR="00733016" w:rsidRPr="00DC54C7" w14:paraId="5046843C" w14:textId="77777777" w:rsidTr="00614B37">
              <w:tc>
                <w:tcPr>
                  <w:tcW w:w="3024" w:type="dxa"/>
                </w:tcPr>
                <w:p w14:paraId="406EABBC" w14:textId="77777777" w:rsidR="00733016" w:rsidRPr="00DC54C7" w:rsidRDefault="00733016" w:rsidP="00643236">
                  <w:pPr>
                    <w:pStyle w:val="TableBody"/>
                  </w:pPr>
                  <w:r w:rsidRPr="00DC54C7">
                    <w:t xml:space="preserve">  Supplies (–A)</w:t>
                  </w:r>
                </w:p>
              </w:tc>
              <w:tc>
                <w:tcPr>
                  <w:tcW w:w="1008" w:type="dxa"/>
                </w:tcPr>
                <w:p w14:paraId="70BF3458" w14:textId="77777777" w:rsidR="00733016" w:rsidRPr="00DC54C7" w:rsidRDefault="00733016" w:rsidP="00C67B1F">
                  <w:pPr>
                    <w:pStyle w:val="TableBody"/>
                    <w:jc w:val="right"/>
                  </w:pPr>
                </w:p>
              </w:tc>
              <w:tc>
                <w:tcPr>
                  <w:tcW w:w="1008" w:type="dxa"/>
                </w:tcPr>
                <w:p w14:paraId="72480721" w14:textId="77777777" w:rsidR="00733016" w:rsidRPr="00DC54C7" w:rsidRDefault="00A421A0" w:rsidP="00C67B1F">
                  <w:pPr>
                    <w:pStyle w:val="TableBody"/>
                    <w:jc w:val="right"/>
                  </w:pPr>
                  <w:r>
                    <w:t>350</w:t>
                  </w:r>
                </w:p>
              </w:tc>
            </w:tr>
          </w:tbl>
          <w:p w14:paraId="3C4BC664" w14:textId="77777777" w:rsidR="00733016" w:rsidRPr="00DC54C7" w:rsidRDefault="00733016" w:rsidP="00C67B1F">
            <w:pPr>
              <w:pStyle w:val="TableBody"/>
              <w:ind w:left="1152" w:hanging="288"/>
            </w:pPr>
          </w:p>
        </w:tc>
        <w:tc>
          <w:tcPr>
            <w:tcW w:w="2862" w:type="dxa"/>
            <w:tcBorders>
              <w:left w:val="single" w:sz="4" w:space="0" w:color="auto"/>
            </w:tcBorders>
          </w:tcPr>
          <w:p w14:paraId="4206C6F1" w14:textId="77777777" w:rsidR="00733016" w:rsidRPr="00DC54C7" w:rsidRDefault="00733016" w:rsidP="00BD4A2C">
            <w:pPr>
              <w:pStyle w:val="TableBody"/>
              <w:rPr>
                <w:i/>
              </w:rPr>
            </w:pPr>
          </w:p>
        </w:tc>
      </w:tr>
      <w:tr w:rsidR="00733016" w:rsidRPr="00DC54C7" w14:paraId="58E6E374" w14:textId="77777777" w:rsidTr="005375D4">
        <w:trPr>
          <w:trHeight w:val="80"/>
        </w:trPr>
        <w:tc>
          <w:tcPr>
            <w:tcW w:w="6498" w:type="dxa"/>
            <w:tcBorders>
              <w:right w:val="single" w:sz="4" w:space="0" w:color="auto"/>
            </w:tcBorders>
          </w:tcPr>
          <w:p w14:paraId="4F3A9F97" w14:textId="77777777" w:rsidR="00733016" w:rsidRPr="00DC54C7" w:rsidRDefault="00733016" w:rsidP="00A421A0">
            <w:pPr>
              <w:pStyle w:val="TableBody"/>
              <w:ind w:left="1152" w:hanging="288"/>
            </w:pPr>
            <w:r w:rsidRPr="00DC54C7">
              <w:t>(b)</w:t>
            </w:r>
            <w:r w:rsidRPr="00DC54C7">
              <w:tab/>
              <w:t>Rent benefits expire</w:t>
            </w:r>
            <w:r w:rsidR="00D559FD">
              <w:t>d</w:t>
            </w:r>
            <w:r w:rsidRPr="00DC54C7">
              <w:t xml:space="preserve"> during the period</w:t>
            </w:r>
            <w:r w:rsidR="009721E8">
              <w:t>—</w:t>
            </w:r>
            <w:r w:rsidRPr="00DC54C7">
              <w:t xml:space="preserve">Three months of rent were prepaid on September 1 for $7,200, but one month has now expired, </w:t>
            </w:r>
            <w:r w:rsidR="00A421A0">
              <w:t>$2,400 (or $7,200 ÷ 3) of the prepaid amount was used.</w:t>
            </w:r>
          </w:p>
        </w:tc>
        <w:tc>
          <w:tcPr>
            <w:tcW w:w="2862" w:type="dxa"/>
            <w:tcBorders>
              <w:left w:val="single" w:sz="4" w:space="0" w:color="auto"/>
            </w:tcBorders>
          </w:tcPr>
          <w:p w14:paraId="17093FF2" w14:textId="77777777" w:rsidR="00733016" w:rsidRPr="00DC54C7" w:rsidRDefault="00733016" w:rsidP="0008059D">
            <w:pPr>
              <w:pStyle w:val="TableBody"/>
              <w:rPr>
                <w:i/>
              </w:rPr>
            </w:pPr>
            <w:r>
              <w:t xml:space="preserve">Timeline for expiration illustrated in Exhibit </w:t>
            </w:r>
            <w:r w:rsidR="00562454">
              <w:t>4</w:t>
            </w:r>
            <w:r>
              <w:t>.</w:t>
            </w:r>
          </w:p>
        </w:tc>
      </w:tr>
      <w:tr w:rsidR="00733016" w:rsidRPr="00DC54C7" w14:paraId="2CCB8817" w14:textId="77777777" w:rsidTr="00C67B1F">
        <w:trPr>
          <w:trHeight w:val="80"/>
        </w:trPr>
        <w:tc>
          <w:tcPr>
            <w:tcW w:w="6498" w:type="dxa"/>
            <w:tcBorders>
              <w:right w:val="single" w:sz="4" w:space="0" w:color="auto"/>
            </w:tcBorders>
            <w:vAlign w:val="center"/>
          </w:tcPr>
          <w:p w14:paraId="2CB0D05A" w14:textId="77777777" w:rsidR="00733016" w:rsidRPr="00DC54C7" w:rsidRDefault="00733016" w:rsidP="00BD4A2C">
            <w:pPr>
              <w:pStyle w:val="TableBody"/>
              <w:ind w:left="1440" w:hanging="288"/>
            </w:pPr>
            <w:r w:rsidRPr="00DC54C7">
              <w:t>1.</w:t>
            </w:r>
            <w:r w:rsidRPr="00DC54C7">
              <w:tab/>
              <w:t xml:space="preserve">Analyze: </w:t>
            </w:r>
            <w:r w:rsidRPr="00DC54C7">
              <w:tab/>
              <w:t>Assets = Liabilities + Stockholders’ Equity</w:t>
            </w:r>
            <w:r w:rsidRPr="00DC54C7">
              <w:br/>
              <w:t xml:space="preserve">Prepaid Rent </w:t>
            </w:r>
            <w:r w:rsidR="00197E1D">
              <w:t xml:space="preserve">(A) –2,400; Rent Expense (E) </w:t>
            </w:r>
            <w:r w:rsidR="00197E1D">
              <w:rPr>
                <w:rFonts w:eastAsia="SimSun"/>
                <w:szCs w:val="22"/>
              </w:rPr>
              <w:t>–</w:t>
            </w:r>
            <w:r w:rsidRPr="00DC54C7">
              <w:t>2,400</w:t>
            </w:r>
          </w:p>
        </w:tc>
        <w:tc>
          <w:tcPr>
            <w:tcW w:w="2862" w:type="dxa"/>
            <w:tcBorders>
              <w:left w:val="single" w:sz="4" w:space="0" w:color="auto"/>
            </w:tcBorders>
          </w:tcPr>
          <w:p w14:paraId="1635E62A" w14:textId="77777777" w:rsidR="00733016" w:rsidRPr="00DC54C7" w:rsidRDefault="00733016" w:rsidP="00555E35">
            <w:pPr>
              <w:pStyle w:val="TableBody"/>
              <w:rPr>
                <w:i/>
              </w:rPr>
            </w:pPr>
          </w:p>
        </w:tc>
      </w:tr>
      <w:tr w:rsidR="00733016" w:rsidRPr="00DC54C7" w14:paraId="3E926EB3" w14:textId="77777777" w:rsidTr="005375D4">
        <w:trPr>
          <w:trHeight w:val="80"/>
        </w:trPr>
        <w:tc>
          <w:tcPr>
            <w:tcW w:w="6498" w:type="dxa"/>
            <w:tcBorders>
              <w:right w:val="single" w:sz="4" w:space="0" w:color="auto"/>
            </w:tcBorders>
          </w:tcPr>
          <w:p w14:paraId="1730A1FD" w14:textId="77777777" w:rsidR="00733016" w:rsidRPr="00DC54C7" w:rsidRDefault="00733016" w:rsidP="00C67B1F">
            <w:pPr>
              <w:pStyle w:val="TableBody"/>
              <w:ind w:left="1440" w:hanging="288"/>
            </w:pPr>
            <w:r w:rsidRPr="00DC54C7">
              <w:t>2.</w:t>
            </w:r>
            <w:r w:rsidRPr="00DC54C7">
              <w:tab/>
              <w:t>Record:</w:t>
            </w:r>
          </w:p>
        </w:tc>
        <w:tc>
          <w:tcPr>
            <w:tcW w:w="2862" w:type="dxa"/>
            <w:tcBorders>
              <w:left w:val="single" w:sz="4" w:space="0" w:color="auto"/>
            </w:tcBorders>
          </w:tcPr>
          <w:p w14:paraId="3FC33343" w14:textId="77777777" w:rsidR="00733016" w:rsidRPr="00DC54C7" w:rsidRDefault="00733016" w:rsidP="00555E35">
            <w:pPr>
              <w:pStyle w:val="TableBody"/>
              <w:rPr>
                <w:i/>
              </w:rPr>
            </w:pPr>
          </w:p>
        </w:tc>
      </w:tr>
      <w:tr w:rsidR="00733016" w:rsidRPr="00DC54C7" w14:paraId="288F88EA" w14:textId="77777777" w:rsidTr="005375D4">
        <w:trPr>
          <w:trHeight w:val="80"/>
        </w:trPr>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024"/>
              <w:gridCol w:w="1008"/>
              <w:gridCol w:w="1008"/>
            </w:tblGrid>
            <w:tr w:rsidR="00733016" w:rsidRPr="00DC54C7" w14:paraId="2344DB99" w14:textId="77777777" w:rsidTr="00614B37">
              <w:tc>
                <w:tcPr>
                  <w:tcW w:w="3024" w:type="dxa"/>
                </w:tcPr>
                <w:p w14:paraId="12ADAF4F" w14:textId="77777777" w:rsidR="00733016" w:rsidRPr="00DC54C7" w:rsidRDefault="00733016" w:rsidP="00BD4A2C">
                  <w:pPr>
                    <w:pStyle w:val="TableBody"/>
                  </w:pPr>
                  <w:r w:rsidRPr="00DC54C7">
                    <w:t>Rent Expense (+E, –SE)</w:t>
                  </w:r>
                </w:p>
              </w:tc>
              <w:tc>
                <w:tcPr>
                  <w:tcW w:w="1008" w:type="dxa"/>
                </w:tcPr>
                <w:p w14:paraId="2C2B1ADB" w14:textId="77777777" w:rsidR="00733016" w:rsidRPr="00DC54C7" w:rsidRDefault="00A421A0" w:rsidP="00C67B1F">
                  <w:pPr>
                    <w:pStyle w:val="TableBody"/>
                    <w:jc w:val="right"/>
                  </w:pPr>
                  <w:r>
                    <w:t>2,400</w:t>
                  </w:r>
                </w:p>
              </w:tc>
              <w:tc>
                <w:tcPr>
                  <w:tcW w:w="1008" w:type="dxa"/>
                </w:tcPr>
                <w:p w14:paraId="0CB1FD08" w14:textId="77777777" w:rsidR="00733016" w:rsidRPr="00DC54C7" w:rsidRDefault="00733016" w:rsidP="00C67B1F">
                  <w:pPr>
                    <w:pStyle w:val="TableBody"/>
                    <w:jc w:val="right"/>
                  </w:pPr>
                </w:p>
              </w:tc>
            </w:tr>
            <w:tr w:rsidR="00733016" w:rsidRPr="00DC54C7" w14:paraId="209B2CDB" w14:textId="77777777" w:rsidTr="00614B37">
              <w:tc>
                <w:tcPr>
                  <w:tcW w:w="3024" w:type="dxa"/>
                </w:tcPr>
                <w:p w14:paraId="23A93F32" w14:textId="77777777" w:rsidR="00733016" w:rsidRPr="00DC54C7" w:rsidRDefault="00733016" w:rsidP="00643236">
                  <w:pPr>
                    <w:pStyle w:val="TableBody"/>
                  </w:pPr>
                  <w:r w:rsidRPr="00DC54C7">
                    <w:t xml:space="preserve">  Prepaid Rent (–A)</w:t>
                  </w:r>
                </w:p>
              </w:tc>
              <w:tc>
                <w:tcPr>
                  <w:tcW w:w="1008" w:type="dxa"/>
                </w:tcPr>
                <w:p w14:paraId="2EEA2700" w14:textId="77777777" w:rsidR="00733016" w:rsidRPr="00DC54C7" w:rsidRDefault="00733016" w:rsidP="00C67B1F">
                  <w:pPr>
                    <w:pStyle w:val="TableBody"/>
                    <w:jc w:val="right"/>
                  </w:pPr>
                </w:p>
              </w:tc>
              <w:tc>
                <w:tcPr>
                  <w:tcW w:w="1008" w:type="dxa"/>
                </w:tcPr>
                <w:p w14:paraId="67E6E990" w14:textId="77777777" w:rsidR="00733016" w:rsidRPr="00DC54C7" w:rsidRDefault="00A421A0" w:rsidP="00C67B1F">
                  <w:pPr>
                    <w:pStyle w:val="TableBody"/>
                    <w:jc w:val="right"/>
                  </w:pPr>
                  <w:r>
                    <w:t>2,4</w:t>
                  </w:r>
                  <w:r w:rsidR="00733016" w:rsidRPr="00DC54C7">
                    <w:t>00</w:t>
                  </w:r>
                </w:p>
              </w:tc>
            </w:tr>
          </w:tbl>
          <w:p w14:paraId="7C14847A" w14:textId="77777777" w:rsidR="00733016" w:rsidRPr="00DC54C7" w:rsidRDefault="00733016" w:rsidP="00C67B1F">
            <w:pPr>
              <w:pStyle w:val="TableBody"/>
              <w:ind w:left="1152" w:hanging="288"/>
            </w:pPr>
          </w:p>
        </w:tc>
        <w:tc>
          <w:tcPr>
            <w:tcW w:w="2862" w:type="dxa"/>
            <w:tcBorders>
              <w:left w:val="single" w:sz="4" w:space="0" w:color="auto"/>
            </w:tcBorders>
          </w:tcPr>
          <w:p w14:paraId="3A2B41FE" w14:textId="77777777" w:rsidR="00733016" w:rsidRPr="00DC54C7" w:rsidRDefault="00733016" w:rsidP="00555E35">
            <w:pPr>
              <w:pStyle w:val="TableBody"/>
              <w:rPr>
                <w:i/>
              </w:rPr>
            </w:pPr>
          </w:p>
        </w:tc>
      </w:tr>
    </w:tbl>
    <w:p w14:paraId="2584321B" w14:textId="77777777" w:rsidR="00BD4A2C" w:rsidRPr="00DC54C7" w:rsidRDefault="00BD4A2C">
      <w:pPr>
        <w:rPr>
          <w:sz w:val="4"/>
          <w:szCs w:val="4"/>
        </w:rPr>
      </w:pPr>
      <w:r w:rsidRPr="00DC54C7">
        <w:br w:type="page"/>
      </w:r>
    </w:p>
    <w:tbl>
      <w:tblPr>
        <w:tblW w:w="0" w:type="auto"/>
        <w:tblLayout w:type="fixed"/>
        <w:tblLook w:val="01E0" w:firstRow="1" w:lastRow="1" w:firstColumn="1" w:lastColumn="1" w:noHBand="0" w:noVBand="0"/>
      </w:tblPr>
      <w:tblGrid>
        <w:gridCol w:w="6498"/>
        <w:gridCol w:w="2862"/>
      </w:tblGrid>
      <w:tr w:rsidR="00BD4A2C" w:rsidRPr="00DC54C7" w14:paraId="4612793B" w14:textId="77777777" w:rsidTr="00C67B1F">
        <w:tc>
          <w:tcPr>
            <w:tcW w:w="6498" w:type="dxa"/>
            <w:tcBorders>
              <w:right w:val="single" w:sz="4" w:space="0" w:color="auto"/>
            </w:tcBorders>
          </w:tcPr>
          <w:p w14:paraId="5B82F905" w14:textId="77777777" w:rsidR="00BD4A2C" w:rsidRPr="00DC54C7" w:rsidRDefault="00BD4A2C" w:rsidP="00C67B1F">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4A980C08" w14:textId="77777777" w:rsidR="00BD4A2C" w:rsidRPr="00DC54C7" w:rsidRDefault="00BD4A2C" w:rsidP="00C67B1F">
            <w:pPr>
              <w:pStyle w:val="Heading1"/>
            </w:pPr>
            <w:r w:rsidRPr="00DC54C7">
              <w:t>Teaching Notes</w:t>
            </w:r>
          </w:p>
        </w:tc>
      </w:tr>
      <w:tr w:rsidR="00643236" w:rsidRPr="00DC54C7" w14:paraId="35606BF1" w14:textId="77777777">
        <w:tc>
          <w:tcPr>
            <w:tcW w:w="6498" w:type="dxa"/>
            <w:tcBorders>
              <w:right w:val="single" w:sz="4" w:space="0" w:color="auto"/>
            </w:tcBorders>
          </w:tcPr>
          <w:p w14:paraId="4DC19C9B" w14:textId="77777777" w:rsidR="00643236" w:rsidRPr="00DC54C7" w:rsidRDefault="00643236" w:rsidP="00643236">
            <w:pPr>
              <w:pStyle w:val="TableBody"/>
              <w:ind w:left="864"/>
            </w:pPr>
            <w:r w:rsidRPr="00643236">
              <w:rPr>
                <w:b/>
              </w:rPr>
              <w:t>Carrying value</w:t>
            </w:r>
            <w:r>
              <w:t xml:space="preserve">––The amount at which an asset or liability is reported (“carried”) in the financial statements; it is also known as the “net book value” or simply “book value.” </w:t>
            </w:r>
          </w:p>
        </w:tc>
        <w:tc>
          <w:tcPr>
            <w:tcW w:w="2862" w:type="dxa"/>
            <w:tcBorders>
              <w:left w:val="single" w:sz="4" w:space="0" w:color="auto"/>
            </w:tcBorders>
          </w:tcPr>
          <w:p w14:paraId="17A1CDCA" w14:textId="77777777" w:rsidR="00643236" w:rsidRPr="00DC54C7" w:rsidRDefault="00643236" w:rsidP="00452866">
            <w:pPr>
              <w:pStyle w:val="TableBody"/>
              <w:rPr>
                <w:i/>
              </w:rPr>
            </w:pPr>
          </w:p>
        </w:tc>
      </w:tr>
      <w:tr w:rsidR="00BD4A2C" w:rsidRPr="00DC54C7" w14:paraId="5DCA94E1" w14:textId="77777777">
        <w:tc>
          <w:tcPr>
            <w:tcW w:w="6498" w:type="dxa"/>
            <w:tcBorders>
              <w:right w:val="single" w:sz="4" w:space="0" w:color="auto"/>
            </w:tcBorders>
          </w:tcPr>
          <w:p w14:paraId="4F19C0CF" w14:textId="77777777" w:rsidR="00BD4A2C" w:rsidRPr="00DC54C7" w:rsidRDefault="00BD4A2C" w:rsidP="00643236">
            <w:pPr>
              <w:pStyle w:val="TableBody"/>
              <w:ind w:left="1152" w:hanging="288"/>
            </w:pPr>
            <w:r w:rsidRPr="00DC54C7">
              <w:t>(c)</w:t>
            </w:r>
            <w:r w:rsidRPr="00DC54C7">
              <w:tab/>
              <w:t>Depreciation is recorded for use of equipment</w:t>
            </w:r>
            <w:r w:rsidR="00BF5F09" w:rsidRPr="00DC54C7">
              <w:t xml:space="preserve"> </w:t>
            </w:r>
            <w:r w:rsidR="00FB2609" w:rsidRPr="00DC54C7">
              <w:t>–</w:t>
            </w:r>
            <w:r w:rsidR="00BF5F09" w:rsidRPr="00DC54C7">
              <w:t xml:space="preserve"> The </w:t>
            </w:r>
            <w:r w:rsidR="00643236">
              <w:t xml:space="preserve">computer equipment, </w:t>
            </w:r>
            <w:r w:rsidR="00BF5F09" w:rsidRPr="00DC54C7">
              <w:t xml:space="preserve">which was estimated to last </w:t>
            </w:r>
            <w:r w:rsidR="00643236">
              <w:t>two</w:t>
            </w:r>
            <w:r w:rsidR="00BF5F09" w:rsidRPr="00DC54C7">
              <w:t xml:space="preserve"> years, has now been used for one month, represent</w:t>
            </w:r>
            <w:r w:rsidR="00643236">
              <w:t>ing an estimated expense of $4</w:t>
            </w:r>
            <w:r w:rsidR="00BF5F09" w:rsidRPr="00DC54C7">
              <w:t>00.</w:t>
            </w:r>
          </w:p>
        </w:tc>
        <w:tc>
          <w:tcPr>
            <w:tcW w:w="2862" w:type="dxa"/>
            <w:tcBorders>
              <w:left w:val="single" w:sz="4" w:space="0" w:color="auto"/>
            </w:tcBorders>
          </w:tcPr>
          <w:p w14:paraId="2A06B13F" w14:textId="77777777" w:rsidR="00BD4A2C" w:rsidRPr="00DC54C7" w:rsidRDefault="00BD4A2C" w:rsidP="00452866">
            <w:pPr>
              <w:pStyle w:val="TableBody"/>
              <w:rPr>
                <w:i/>
              </w:rPr>
            </w:pPr>
          </w:p>
        </w:tc>
      </w:tr>
      <w:tr w:rsidR="001E2C2D" w:rsidRPr="00DC54C7" w14:paraId="3AA59A87" w14:textId="77777777">
        <w:tc>
          <w:tcPr>
            <w:tcW w:w="6498" w:type="dxa"/>
            <w:tcBorders>
              <w:right w:val="single" w:sz="4" w:space="0" w:color="auto"/>
            </w:tcBorders>
          </w:tcPr>
          <w:p w14:paraId="3FBE5128" w14:textId="77777777" w:rsidR="001E2C2D" w:rsidRPr="00DC54C7" w:rsidRDefault="001E2C2D" w:rsidP="001E2C2D">
            <w:pPr>
              <w:pStyle w:val="TableBody"/>
              <w:ind w:left="1440" w:hanging="288"/>
            </w:pPr>
            <w:r w:rsidRPr="00DC54C7">
              <w:t>1.</w:t>
            </w:r>
            <w:r w:rsidRPr="00DC54C7">
              <w:tab/>
            </w:r>
            <w:r w:rsidR="00B22069">
              <w:t>Expense recognition (“matching”) principle</w:t>
            </w:r>
            <w:r w:rsidRPr="00DC54C7">
              <w:t>s indicates that when equipment is used to generate revenues in the current period, part of its cost should be transferred to an expense account in that period.</w:t>
            </w:r>
          </w:p>
        </w:tc>
        <w:tc>
          <w:tcPr>
            <w:tcW w:w="2862" w:type="dxa"/>
            <w:tcBorders>
              <w:left w:val="single" w:sz="4" w:space="0" w:color="auto"/>
            </w:tcBorders>
          </w:tcPr>
          <w:p w14:paraId="033C4812" w14:textId="77777777" w:rsidR="001E2C2D" w:rsidRPr="00DC54C7" w:rsidRDefault="001E2C2D" w:rsidP="00452866">
            <w:pPr>
              <w:pStyle w:val="TableBody"/>
              <w:rPr>
                <w:i/>
              </w:rPr>
            </w:pPr>
            <w:r w:rsidRPr="00DC54C7">
              <w:rPr>
                <w:i/>
              </w:rPr>
              <w:t>Depreciation might appear to mirror a decline in market value but that’s just a fluke.</w:t>
            </w:r>
          </w:p>
        </w:tc>
      </w:tr>
      <w:tr w:rsidR="001E2C2D" w:rsidRPr="00DC54C7" w14:paraId="39E2EBEA" w14:textId="77777777">
        <w:tc>
          <w:tcPr>
            <w:tcW w:w="6498" w:type="dxa"/>
            <w:tcBorders>
              <w:right w:val="single" w:sz="4" w:space="0" w:color="auto"/>
            </w:tcBorders>
          </w:tcPr>
          <w:p w14:paraId="7E260B87" w14:textId="77777777" w:rsidR="001E2C2D" w:rsidRPr="00DC54C7" w:rsidRDefault="001E2C2D" w:rsidP="001E2C2D">
            <w:pPr>
              <w:pStyle w:val="TableBody"/>
              <w:ind w:left="1440" w:hanging="288"/>
            </w:pPr>
            <w:r w:rsidRPr="00DC54C7">
              <w:t>2.</w:t>
            </w:r>
            <w:r w:rsidRPr="00DC54C7">
              <w:tab/>
            </w:r>
            <w:r w:rsidRPr="00DC54C7">
              <w:rPr>
                <w:b/>
              </w:rPr>
              <w:t>Depreciation</w:t>
            </w:r>
            <w:r w:rsidR="00643236" w:rsidRPr="00DC54C7">
              <w:t>–</w:t>
            </w:r>
            <w:r w:rsidR="00643236">
              <w:t>–The p</w:t>
            </w:r>
            <w:r w:rsidRPr="00DC54C7">
              <w:t xml:space="preserve">rocess of allocating the cost of buildings, vehicles, and equipment to the accounting periods in which they are used. </w:t>
            </w:r>
          </w:p>
        </w:tc>
        <w:tc>
          <w:tcPr>
            <w:tcW w:w="2862" w:type="dxa"/>
            <w:tcBorders>
              <w:left w:val="single" w:sz="4" w:space="0" w:color="auto"/>
            </w:tcBorders>
          </w:tcPr>
          <w:p w14:paraId="14952CC3" w14:textId="77777777" w:rsidR="001E2C2D" w:rsidRPr="00DC54C7" w:rsidRDefault="001E2C2D" w:rsidP="001E2C2D">
            <w:pPr>
              <w:pStyle w:val="TableBody"/>
              <w:rPr>
                <w:i/>
              </w:rPr>
            </w:pPr>
            <w:r w:rsidRPr="00DC54C7">
              <w:rPr>
                <w:i/>
              </w:rPr>
              <w:t xml:space="preserve">Recording depreciation for the use of long-lived assets is a lot like recording the use of </w:t>
            </w:r>
          </w:p>
        </w:tc>
      </w:tr>
      <w:tr w:rsidR="001E2C2D" w:rsidRPr="00DC54C7" w14:paraId="222D16EB" w14:textId="77777777">
        <w:tc>
          <w:tcPr>
            <w:tcW w:w="6498" w:type="dxa"/>
            <w:tcBorders>
              <w:right w:val="single" w:sz="4" w:space="0" w:color="auto"/>
            </w:tcBorders>
          </w:tcPr>
          <w:p w14:paraId="518136E4" w14:textId="77777777" w:rsidR="001E2C2D" w:rsidRPr="00DC54C7" w:rsidRDefault="001E2C2D" w:rsidP="00643236">
            <w:pPr>
              <w:pStyle w:val="TableBody"/>
              <w:ind w:left="1440" w:hanging="288"/>
            </w:pPr>
            <w:r w:rsidRPr="00DC54C7">
              <w:t>3.</w:t>
            </w:r>
            <w:r w:rsidRPr="00DC54C7">
              <w:tab/>
            </w:r>
            <w:r w:rsidRPr="00DC54C7">
              <w:rPr>
                <w:b/>
              </w:rPr>
              <w:t>Contra-account</w:t>
            </w:r>
            <w:r w:rsidR="00643236" w:rsidRPr="00DC54C7">
              <w:t>––</w:t>
            </w:r>
            <w:r w:rsidRPr="00DC54C7">
              <w:t>An account that is an offset to</w:t>
            </w:r>
            <w:r w:rsidR="00643236">
              <w:t>,</w:t>
            </w:r>
            <w:r w:rsidRPr="00DC54C7">
              <w:t xml:space="preserve"> or reduction of</w:t>
            </w:r>
            <w:r w:rsidR="00643236">
              <w:t>,</w:t>
            </w:r>
            <w:r w:rsidRPr="00DC54C7">
              <w:t xml:space="preserve"> another account. </w:t>
            </w:r>
          </w:p>
        </w:tc>
        <w:tc>
          <w:tcPr>
            <w:tcW w:w="2862" w:type="dxa"/>
            <w:tcBorders>
              <w:left w:val="single" w:sz="4" w:space="0" w:color="auto"/>
            </w:tcBorders>
          </w:tcPr>
          <w:p w14:paraId="65239C39" w14:textId="77777777" w:rsidR="001E2C2D" w:rsidRPr="00DC54C7" w:rsidRDefault="001E2C2D" w:rsidP="00452866">
            <w:pPr>
              <w:pStyle w:val="TableBody"/>
              <w:rPr>
                <w:i/>
              </w:rPr>
            </w:pPr>
            <w:r w:rsidRPr="00DC54C7">
              <w:rPr>
                <w:i/>
              </w:rPr>
              <w:t>supplies. Difference is that a contra-account is used.</w:t>
            </w:r>
          </w:p>
        </w:tc>
      </w:tr>
      <w:tr w:rsidR="001E2C2D" w:rsidRPr="00DC54C7" w14:paraId="53AEA75C" w14:textId="77777777">
        <w:tc>
          <w:tcPr>
            <w:tcW w:w="6498" w:type="dxa"/>
            <w:tcBorders>
              <w:right w:val="single" w:sz="4" w:space="0" w:color="auto"/>
            </w:tcBorders>
          </w:tcPr>
          <w:p w14:paraId="36D4F18A" w14:textId="77777777" w:rsidR="001E2C2D" w:rsidRPr="00DC54C7" w:rsidRDefault="001E2C2D" w:rsidP="009612DA">
            <w:pPr>
              <w:pStyle w:val="TableBody"/>
              <w:ind w:left="1440" w:hanging="288"/>
            </w:pPr>
            <w:r w:rsidRPr="00DC54C7">
              <w:t>4.</w:t>
            </w:r>
            <w:r w:rsidRPr="00DC54C7">
              <w:tab/>
            </w:r>
            <w:r w:rsidRPr="00DC54C7">
              <w:rPr>
                <w:b/>
              </w:rPr>
              <w:t>Accumulated Depreciation</w:t>
            </w:r>
            <w:r w:rsidR="009612DA" w:rsidRPr="00DC54C7">
              <w:t>–</w:t>
            </w:r>
            <w:r w:rsidRPr="00DC54C7">
              <w:t>–The contra-asset account that is created to keep track of all the depreciation recorded against the long-lived asset; like a negative asset account.</w:t>
            </w:r>
          </w:p>
        </w:tc>
        <w:tc>
          <w:tcPr>
            <w:tcW w:w="2862" w:type="dxa"/>
            <w:tcBorders>
              <w:left w:val="single" w:sz="4" w:space="0" w:color="auto"/>
            </w:tcBorders>
          </w:tcPr>
          <w:p w14:paraId="22430F81" w14:textId="77777777" w:rsidR="001E2C2D" w:rsidRPr="00DC54C7" w:rsidRDefault="001E2C2D" w:rsidP="00452866">
            <w:pPr>
              <w:pStyle w:val="TableBody"/>
              <w:rPr>
                <w:i/>
              </w:rPr>
            </w:pPr>
          </w:p>
          <w:p w14:paraId="01B68F93" w14:textId="77777777" w:rsidR="001E2C2D" w:rsidRPr="00DC54C7" w:rsidRDefault="001E2C2D" w:rsidP="00452866">
            <w:pPr>
              <w:pStyle w:val="TableBody"/>
              <w:rPr>
                <w:i/>
              </w:rPr>
            </w:pPr>
            <w:r w:rsidRPr="00DC54C7">
              <w:rPr>
                <w:i/>
              </w:rPr>
              <w:t>“Contrary” to what you’d think, this contra-asset (xA) account has a credit balance</w:t>
            </w:r>
          </w:p>
        </w:tc>
      </w:tr>
      <w:tr w:rsidR="001E2C2D" w:rsidRPr="00DC54C7" w14:paraId="31649FBA" w14:textId="77777777" w:rsidTr="00C67B1F">
        <w:tc>
          <w:tcPr>
            <w:tcW w:w="6498" w:type="dxa"/>
            <w:tcBorders>
              <w:right w:val="single" w:sz="4" w:space="0" w:color="auto"/>
            </w:tcBorders>
            <w:vAlign w:val="center"/>
          </w:tcPr>
          <w:p w14:paraId="6E574DA9" w14:textId="77777777" w:rsidR="001E2C2D" w:rsidRPr="00DC54C7" w:rsidRDefault="001E2C2D" w:rsidP="00643236">
            <w:pPr>
              <w:pStyle w:val="TableBody"/>
              <w:ind w:left="1440" w:hanging="288"/>
            </w:pPr>
            <w:r w:rsidRPr="00DC54C7">
              <w:t>5.</w:t>
            </w:r>
            <w:r w:rsidRPr="00DC54C7">
              <w:tab/>
              <w:t xml:space="preserve">Analyze: </w:t>
            </w:r>
            <w:r w:rsidRPr="00DC54C7">
              <w:tab/>
              <w:t>Assets = Liabilities + Stockholders’ Equity</w:t>
            </w:r>
            <w:r w:rsidRPr="00DC54C7">
              <w:br/>
            </w:r>
            <w:r w:rsidR="00197E1D">
              <w:t>Accumulated Depreciation (xA) –</w:t>
            </w:r>
            <w:r w:rsidR="00643236">
              <w:t>4</w:t>
            </w:r>
            <w:r w:rsidR="00197E1D">
              <w:t xml:space="preserve">00; Depreciation Expense (E) </w:t>
            </w:r>
            <w:r w:rsidR="00197E1D">
              <w:rPr>
                <w:rFonts w:eastAsia="SimSun"/>
                <w:szCs w:val="22"/>
              </w:rPr>
              <w:t>–</w:t>
            </w:r>
            <w:r w:rsidR="00643236">
              <w:rPr>
                <w:rFonts w:eastAsia="SimSun"/>
                <w:szCs w:val="22"/>
              </w:rPr>
              <w:t>4</w:t>
            </w:r>
            <w:r w:rsidRPr="00DC54C7">
              <w:t>00</w:t>
            </w:r>
          </w:p>
        </w:tc>
        <w:tc>
          <w:tcPr>
            <w:tcW w:w="2862" w:type="dxa"/>
            <w:tcBorders>
              <w:left w:val="single" w:sz="4" w:space="0" w:color="auto"/>
            </w:tcBorders>
          </w:tcPr>
          <w:p w14:paraId="264B4A0D" w14:textId="77777777" w:rsidR="001E2C2D" w:rsidRPr="00DC54C7" w:rsidRDefault="001E2C2D" w:rsidP="00452866">
            <w:pPr>
              <w:pStyle w:val="TableBody"/>
              <w:rPr>
                <w:i/>
              </w:rPr>
            </w:pPr>
          </w:p>
        </w:tc>
      </w:tr>
      <w:tr w:rsidR="001E2C2D" w:rsidRPr="00DC54C7" w14:paraId="092F1C58" w14:textId="77777777">
        <w:tc>
          <w:tcPr>
            <w:tcW w:w="6498" w:type="dxa"/>
            <w:tcBorders>
              <w:right w:val="single" w:sz="4" w:space="0" w:color="auto"/>
            </w:tcBorders>
          </w:tcPr>
          <w:p w14:paraId="7C507596" w14:textId="77777777" w:rsidR="001E2C2D" w:rsidRPr="00DC54C7" w:rsidRDefault="001E2C2D" w:rsidP="00C67B1F">
            <w:pPr>
              <w:pStyle w:val="TableBody"/>
              <w:ind w:left="1440" w:hanging="288"/>
            </w:pPr>
            <w:r w:rsidRPr="00DC54C7">
              <w:t>6.</w:t>
            </w:r>
            <w:r w:rsidRPr="00DC54C7">
              <w:tab/>
              <w:t>Record:</w:t>
            </w:r>
          </w:p>
        </w:tc>
        <w:tc>
          <w:tcPr>
            <w:tcW w:w="2862" w:type="dxa"/>
            <w:tcBorders>
              <w:left w:val="single" w:sz="4" w:space="0" w:color="auto"/>
            </w:tcBorders>
          </w:tcPr>
          <w:p w14:paraId="35BC0596" w14:textId="77777777" w:rsidR="001E2C2D" w:rsidRPr="00DC54C7" w:rsidRDefault="001E2C2D" w:rsidP="00452866">
            <w:pPr>
              <w:pStyle w:val="TableBody"/>
              <w:rPr>
                <w:i/>
              </w:rPr>
            </w:pPr>
          </w:p>
        </w:tc>
      </w:tr>
      <w:tr w:rsidR="001E2C2D" w:rsidRPr="00DC54C7" w14:paraId="5197AE19" w14:textId="77777777">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600"/>
              <w:gridCol w:w="720"/>
              <w:gridCol w:w="720"/>
            </w:tblGrid>
            <w:tr w:rsidR="001E2C2D" w:rsidRPr="00DC54C7" w14:paraId="4994E7AF" w14:textId="77777777" w:rsidTr="00643236">
              <w:tc>
                <w:tcPr>
                  <w:tcW w:w="3600" w:type="dxa"/>
                </w:tcPr>
                <w:p w14:paraId="6F5F0F11" w14:textId="77777777" w:rsidR="001E2C2D" w:rsidRPr="00DC54C7" w:rsidRDefault="001E2C2D" w:rsidP="00C67B1F">
                  <w:pPr>
                    <w:pStyle w:val="TableBody"/>
                  </w:pPr>
                  <w:r w:rsidRPr="00DC54C7">
                    <w:t>Depreciation Expense (+E, –SE)</w:t>
                  </w:r>
                </w:p>
              </w:tc>
              <w:tc>
                <w:tcPr>
                  <w:tcW w:w="720" w:type="dxa"/>
                </w:tcPr>
                <w:p w14:paraId="2CD1FABC" w14:textId="77777777" w:rsidR="001E2C2D" w:rsidRPr="00DC54C7" w:rsidRDefault="00643236" w:rsidP="00C67B1F">
                  <w:pPr>
                    <w:pStyle w:val="TableBody"/>
                    <w:jc w:val="right"/>
                  </w:pPr>
                  <w:r>
                    <w:t>400</w:t>
                  </w:r>
                </w:p>
              </w:tc>
              <w:tc>
                <w:tcPr>
                  <w:tcW w:w="720" w:type="dxa"/>
                </w:tcPr>
                <w:p w14:paraId="0E8CC602" w14:textId="77777777" w:rsidR="001E2C2D" w:rsidRPr="00DC54C7" w:rsidRDefault="001E2C2D" w:rsidP="00C67B1F">
                  <w:pPr>
                    <w:pStyle w:val="TableBody"/>
                    <w:jc w:val="right"/>
                  </w:pPr>
                </w:p>
              </w:tc>
            </w:tr>
            <w:tr w:rsidR="001E2C2D" w:rsidRPr="00DC54C7" w14:paraId="1E9E41CB" w14:textId="77777777" w:rsidTr="00643236">
              <w:tc>
                <w:tcPr>
                  <w:tcW w:w="3600" w:type="dxa"/>
                </w:tcPr>
                <w:p w14:paraId="7088FDD0" w14:textId="77777777" w:rsidR="001E2C2D" w:rsidRPr="00DC54C7" w:rsidRDefault="001E2C2D" w:rsidP="00643236">
                  <w:pPr>
                    <w:pStyle w:val="TableBody"/>
                  </w:pPr>
                  <w:r w:rsidRPr="00DC54C7">
                    <w:t xml:space="preserve">  Accum</w:t>
                  </w:r>
                  <w:r w:rsidR="00643236">
                    <w:t>ulated</w:t>
                  </w:r>
                  <w:r w:rsidRPr="00DC54C7">
                    <w:t xml:space="preserve"> Depreciation </w:t>
                  </w:r>
                  <w:r w:rsidR="00643236">
                    <w:br/>
                    <w:t xml:space="preserve">  </w:t>
                  </w:r>
                  <w:r w:rsidRPr="00DC54C7">
                    <w:t>(</w:t>
                  </w:r>
                  <w:r w:rsidR="00614B37">
                    <w:t>+</w:t>
                  </w:r>
                  <w:r w:rsidRPr="00DC54C7">
                    <w:t>xA</w:t>
                  </w:r>
                  <w:r w:rsidR="00614B37">
                    <w:t xml:space="preserve">, </w:t>
                  </w:r>
                  <w:r w:rsidR="00614B37" w:rsidRPr="00DC54C7">
                    <w:t>–</w:t>
                  </w:r>
                  <w:r w:rsidR="00614B37">
                    <w:t>A</w:t>
                  </w:r>
                  <w:r w:rsidRPr="00DC54C7">
                    <w:t>)</w:t>
                  </w:r>
                </w:p>
              </w:tc>
              <w:tc>
                <w:tcPr>
                  <w:tcW w:w="720" w:type="dxa"/>
                </w:tcPr>
                <w:p w14:paraId="527DFB37" w14:textId="77777777" w:rsidR="001E2C2D" w:rsidRPr="00DC54C7" w:rsidRDefault="001E2C2D" w:rsidP="00C67B1F">
                  <w:pPr>
                    <w:pStyle w:val="TableBody"/>
                    <w:jc w:val="right"/>
                  </w:pPr>
                </w:p>
              </w:tc>
              <w:tc>
                <w:tcPr>
                  <w:tcW w:w="720" w:type="dxa"/>
                </w:tcPr>
                <w:p w14:paraId="461B4120" w14:textId="77777777" w:rsidR="001E2C2D" w:rsidRPr="00DC54C7" w:rsidRDefault="00643236" w:rsidP="00C67B1F">
                  <w:pPr>
                    <w:pStyle w:val="TableBody"/>
                    <w:jc w:val="right"/>
                  </w:pPr>
                  <w:r>
                    <w:t>400</w:t>
                  </w:r>
                </w:p>
              </w:tc>
            </w:tr>
          </w:tbl>
          <w:p w14:paraId="384EC211" w14:textId="77777777" w:rsidR="001E2C2D" w:rsidRPr="00DC54C7" w:rsidRDefault="001E2C2D" w:rsidP="00C67B1F">
            <w:pPr>
              <w:pStyle w:val="TableBody"/>
              <w:ind w:left="1152" w:hanging="288"/>
            </w:pPr>
          </w:p>
        </w:tc>
        <w:tc>
          <w:tcPr>
            <w:tcW w:w="2862" w:type="dxa"/>
            <w:tcBorders>
              <w:left w:val="single" w:sz="4" w:space="0" w:color="auto"/>
            </w:tcBorders>
          </w:tcPr>
          <w:p w14:paraId="4077DE4B" w14:textId="77777777" w:rsidR="001E2C2D" w:rsidRPr="00DC54C7" w:rsidRDefault="001E2C2D" w:rsidP="00452866">
            <w:pPr>
              <w:pStyle w:val="TableBody"/>
              <w:rPr>
                <w:i/>
              </w:rPr>
            </w:pPr>
          </w:p>
        </w:tc>
      </w:tr>
      <w:tr w:rsidR="001E2C2D" w:rsidRPr="00DC54C7" w14:paraId="4760747A" w14:textId="77777777">
        <w:tc>
          <w:tcPr>
            <w:tcW w:w="6498" w:type="dxa"/>
            <w:tcBorders>
              <w:right w:val="single" w:sz="4" w:space="0" w:color="auto"/>
            </w:tcBorders>
          </w:tcPr>
          <w:p w14:paraId="42FEE088" w14:textId="77777777" w:rsidR="001E2C2D" w:rsidRPr="00DC54C7" w:rsidRDefault="001E2C2D" w:rsidP="001E2C2D">
            <w:pPr>
              <w:pStyle w:val="TableBody"/>
              <w:ind w:left="1440" w:hanging="288"/>
            </w:pPr>
            <w:r w:rsidRPr="00DC54C7">
              <w:t>7.</w:t>
            </w:r>
            <w:r w:rsidRPr="00DC54C7">
              <w:tab/>
              <w:t>Four aspects that should be noted:</w:t>
            </w:r>
          </w:p>
        </w:tc>
        <w:tc>
          <w:tcPr>
            <w:tcW w:w="2862" w:type="dxa"/>
            <w:tcBorders>
              <w:left w:val="single" w:sz="4" w:space="0" w:color="auto"/>
            </w:tcBorders>
          </w:tcPr>
          <w:p w14:paraId="46F88704" w14:textId="77777777" w:rsidR="001E2C2D" w:rsidRPr="00DC54C7" w:rsidRDefault="001E2C2D" w:rsidP="00452866">
            <w:pPr>
              <w:pStyle w:val="TableBody"/>
              <w:rPr>
                <w:i/>
              </w:rPr>
            </w:pPr>
          </w:p>
        </w:tc>
      </w:tr>
      <w:tr w:rsidR="001E2C2D" w:rsidRPr="00DC54C7" w14:paraId="097E4082" w14:textId="77777777">
        <w:tc>
          <w:tcPr>
            <w:tcW w:w="6498" w:type="dxa"/>
            <w:tcBorders>
              <w:right w:val="single" w:sz="4" w:space="0" w:color="auto"/>
            </w:tcBorders>
          </w:tcPr>
          <w:p w14:paraId="5A6145DC" w14:textId="77777777" w:rsidR="001E2C2D" w:rsidRPr="00DC54C7" w:rsidRDefault="001E2C2D" w:rsidP="001E2C2D">
            <w:pPr>
              <w:pStyle w:val="TableBody"/>
              <w:ind w:left="1728" w:hanging="288"/>
            </w:pPr>
            <w:r w:rsidRPr="00DC54C7">
              <w:t>a.</w:t>
            </w:r>
            <w:r w:rsidRPr="00DC54C7">
              <w:tab/>
              <w:t>Accumulated Depreciation is a balance sheet account (that is subtracted from the related long-lived asset account in the assets section) while Depreciation Expense is an income statement account.</w:t>
            </w:r>
          </w:p>
        </w:tc>
        <w:tc>
          <w:tcPr>
            <w:tcW w:w="2862" w:type="dxa"/>
            <w:tcBorders>
              <w:left w:val="single" w:sz="4" w:space="0" w:color="auto"/>
            </w:tcBorders>
          </w:tcPr>
          <w:p w14:paraId="60C1E515" w14:textId="77777777" w:rsidR="001E2C2D" w:rsidRPr="00DC54C7" w:rsidRDefault="001E2C2D" w:rsidP="00452866">
            <w:pPr>
              <w:pStyle w:val="TableBody"/>
              <w:rPr>
                <w:i/>
              </w:rPr>
            </w:pPr>
          </w:p>
        </w:tc>
      </w:tr>
      <w:tr w:rsidR="001E2C2D" w:rsidRPr="00DC54C7" w14:paraId="7034F955" w14:textId="77777777">
        <w:tc>
          <w:tcPr>
            <w:tcW w:w="6498" w:type="dxa"/>
            <w:tcBorders>
              <w:right w:val="single" w:sz="4" w:space="0" w:color="auto"/>
            </w:tcBorders>
          </w:tcPr>
          <w:p w14:paraId="4B7D6197" w14:textId="77777777" w:rsidR="001E2C2D" w:rsidRPr="00DC54C7" w:rsidRDefault="001E2C2D" w:rsidP="00643236">
            <w:pPr>
              <w:pStyle w:val="TableBody"/>
              <w:ind w:left="1728" w:hanging="288"/>
            </w:pPr>
            <w:r w:rsidRPr="00DC54C7">
              <w:t>b.</w:t>
            </w:r>
            <w:r w:rsidRPr="00DC54C7">
              <w:tab/>
              <w:t xml:space="preserve">By recording depreciation in Accumulated Depreciation </w:t>
            </w:r>
            <w:r w:rsidR="00643236">
              <w:t>distinct</w:t>
            </w:r>
            <w:r w:rsidRPr="00DC54C7">
              <w:t xml:space="preserve"> from the Equipment account, you can report both the original cost of equipment and a running total of the amount that has been depreciated.</w:t>
            </w:r>
          </w:p>
        </w:tc>
        <w:tc>
          <w:tcPr>
            <w:tcW w:w="2862" w:type="dxa"/>
            <w:tcBorders>
              <w:left w:val="single" w:sz="4" w:space="0" w:color="auto"/>
            </w:tcBorders>
          </w:tcPr>
          <w:p w14:paraId="2415B7B2" w14:textId="77777777" w:rsidR="001E2C2D" w:rsidRPr="00DC54C7" w:rsidRDefault="001E2C2D" w:rsidP="00452866">
            <w:pPr>
              <w:pStyle w:val="TableBody"/>
              <w:rPr>
                <w:i/>
              </w:rPr>
            </w:pPr>
          </w:p>
        </w:tc>
      </w:tr>
      <w:tr w:rsidR="001E2C2D" w:rsidRPr="00DC54C7" w14:paraId="523AC4E3" w14:textId="77777777">
        <w:tc>
          <w:tcPr>
            <w:tcW w:w="6498" w:type="dxa"/>
            <w:tcBorders>
              <w:right w:val="single" w:sz="4" w:space="0" w:color="auto"/>
            </w:tcBorders>
          </w:tcPr>
          <w:p w14:paraId="3B4E31A2" w14:textId="77777777" w:rsidR="001E2C2D" w:rsidRPr="00DC54C7" w:rsidRDefault="001E2C2D" w:rsidP="001E2C2D">
            <w:pPr>
              <w:pStyle w:val="TableBody"/>
              <w:ind w:left="1728" w:hanging="288"/>
            </w:pPr>
            <w:r w:rsidRPr="00DC54C7">
              <w:t>c.</w:t>
            </w:r>
            <w:r w:rsidRPr="00DC54C7">
              <w:tab/>
              <w:t>A contra-account always is recorded in a way that opposes the account it offsets.</w:t>
            </w:r>
          </w:p>
        </w:tc>
        <w:tc>
          <w:tcPr>
            <w:tcW w:w="2862" w:type="dxa"/>
            <w:tcBorders>
              <w:left w:val="single" w:sz="4" w:space="0" w:color="auto"/>
            </w:tcBorders>
          </w:tcPr>
          <w:p w14:paraId="41D2E227" w14:textId="77777777" w:rsidR="001E2C2D" w:rsidRPr="00DC54C7" w:rsidRDefault="001E2C2D" w:rsidP="00452866">
            <w:pPr>
              <w:pStyle w:val="TableBody"/>
              <w:rPr>
                <w:i/>
              </w:rPr>
            </w:pPr>
          </w:p>
        </w:tc>
      </w:tr>
      <w:tr w:rsidR="001E2C2D" w:rsidRPr="00DC54C7" w14:paraId="65090460" w14:textId="77777777">
        <w:tc>
          <w:tcPr>
            <w:tcW w:w="6498" w:type="dxa"/>
            <w:tcBorders>
              <w:right w:val="single" w:sz="4" w:space="0" w:color="auto"/>
            </w:tcBorders>
          </w:tcPr>
          <w:p w14:paraId="33A026AF" w14:textId="77777777" w:rsidR="001E2C2D" w:rsidRPr="00DC54C7" w:rsidRDefault="001E2C2D" w:rsidP="001E2C2D">
            <w:pPr>
              <w:pStyle w:val="TableBody"/>
              <w:ind w:left="1728" w:hanging="288"/>
            </w:pPr>
            <w:r w:rsidRPr="00DC54C7">
              <w:t>d.</w:t>
            </w:r>
            <w:r w:rsidRPr="00DC54C7">
              <w:tab/>
              <w:t>The amount of depreciation depends on the method used for determining it.</w:t>
            </w:r>
          </w:p>
        </w:tc>
        <w:tc>
          <w:tcPr>
            <w:tcW w:w="2862" w:type="dxa"/>
            <w:tcBorders>
              <w:left w:val="single" w:sz="4" w:space="0" w:color="auto"/>
            </w:tcBorders>
          </w:tcPr>
          <w:p w14:paraId="21F8E8D5" w14:textId="77777777" w:rsidR="001E2C2D" w:rsidRPr="00DC54C7" w:rsidRDefault="001E2C2D" w:rsidP="001E2C2D">
            <w:pPr>
              <w:pStyle w:val="TableBody"/>
              <w:rPr>
                <w:i/>
              </w:rPr>
            </w:pPr>
            <w:r w:rsidRPr="00DC54C7">
              <w:rPr>
                <w:i/>
              </w:rPr>
              <w:t>Depreciation methods will be discussed in Chapter 9</w:t>
            </w:r>
            <w:r w:rsidR="0031361E" w:rsidRPr="00DC54C7">
              <w:rPr>
                <w:i/>
              </w:rPr>
              <w:t>.</w:t>
            </w:r>
          </w:p>
        </w:tc>
      </w:tr>
    </w:tbl>
    <w:p w14:paraId="25F9BE47" w14:textId="77777777" w:rsidR="001E2C2D" w:rsidRPr="00DC54C7" w:rsidRDefault="001E2C2D">
      <w:pPr>
        <w:rPr>
          <w:sz w:val="4"/>
          <w:szCs w:val="4"/>
        </w:rPr>
      </w:pPr>
      <w:r w:rsidRPr="00DC54C7">
        <w:rPr>
          <w:b/>
        </w:rPr>
        <w:br w:type="page"/>
      </w:r>
    </w:p>
    <w:tbl>
      <w:tblPr>
        <w:tblW w:w="0" w:type="auto"/>
        <w:tblLayout w:type="fixed"/>
        <w:tblLook w:val="01E0" w:firstRow="1" w:lastRow="1" w:firstColumn="1" w:lastColumn="1" w:noHBand="0" w:noVBand="0"/>
      </w:tblPr>
      <w:tblGrid>
        <w:gridCol w:w="6498"/>
        <w:gridCol w:w="2862"/>
      </w:tblGrid>
      <w:tr w:rsidR="00452866" w:rsidRPr="00DC54C7" w14:paraId="35E65C07" w14:textId="77777777">
        <w:tc>
          <w:tcPr>
            <w:tcW w:w="6498" w:type="dxa"/>
            <w:tcBorders>
              <w:right w:val="single" w:sz="4" w:space="0" w:color="auto"/>
            </w:tcBorders>
          </w:tcPr>
          <w:p w14:paraId="790576BE" w14:textId="77777777" w:rsidR="00452866" w:rsidRPr="00DC54C7" w:rsidRDefault="00452866" w:rsidP="00E4473C">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61A945C4" w14:textId="77777777" w:rsidR="00452866" w:rsidRPr="00DC54C7" w:rsidRDefault="00452866" w:rsidP="00E4473C">
            <w:pPr>
              <w:pStyle w:val="Heading1"/>
            </w:pPr>
            <w:r w:rsidRPr="00DC54C7">
              <w:t>Teaching Notes</w:t>
            </w:r>
          </w:p>
        </w:tc>
      </w:tr>
      <w:tr w:rsidR="00643236" w:rsidRPr="00DC54C7" w14:paraId="7021767A" w14:textId="77777777" w:rsidTr="00643236">
        <w:trPr>
          <w:trHeight w:val="80"/>
        </w:trPr>
        <w:tc>
          <w:tcPr>
            <w:tcW w:w="6498" w:type="dxa"/>
            <w:tcBorders>
              <w:right w:val="single" w:sz="4" w:space="0" w:color="auto"/>
            </w:tcBorders>
          </w:tcPr>
          <w:p w14:paraId="61653AA1" w14:textId="77777777" w:rsidR="00643236" w:rsidRPr="00DC54C7" w:rsidRDefault="00643236" w:rsidP="00643236">
            <w:pPr>
              <w:pStyle w:val="TableBody"/>
              <w:ind w:left="1152" w:hanging="288"/>
            </w:pPr>
            <w:r w:rsidRPr="00DC54C7">
              <w:t xml:space="preserve">(d) </w:t>
            </w:r>
            <w:r>
              <w:t>Amortization is Recorded for Use of Software</w:t>
            </w:r>
            <w:r w:rsidR="009721E8">
              <w:t>—</w:t>
            </w:r>
            <w:r>
              <w:t>The app software developed for SonicGateway, estimated to have three years of usefulness, has not been used for one month at an estimated expense of $250.</w:t>
            </w:r>
            <w:r w:rsidRPr="00DC54C7">
              <w:t>.</w:t>
            </w:r>
          </w:p>
        </w:tc>
        <w:tc>
          <w:tcPr>
            <w:tcW w:w="2862" w:type="dxa"/>
            <w:tcBorders>
              <w:left w:val="single" w:sz="4" w:space="0" w:color="auto"/>
            </w:tcBorders>
          </w:tcPr>
          <w:p w14:paraId="03871446" w14:textId="77777777" w:rsidR="00643236" w:rsidRPr="00DC54C7" w:rsidRDefault="00643236" w:rsidP="00643236">
            <w:pPr>
              <w:pStyle w:val="TableBody"/>
              <w:rPr>
                <w:i/>
              </w:rPr>
            </w:pPr>
          </w:p>
        </w:tc>
      </w:tr>
      <w:tr w:rsidR="00643236" w:rsidRPr="00DC54C7" w14:paraId="2AA73843" w14:textId="77777777" w:rsidTr="00643236">
        <w:trPr>
          <w:trHeight w:val="80"/>
        </w:trPr>
        <w:tc>
          <w:tcPr>
            <w:tcW w:w="6498" w:type="dxa"/>
            <w:tcBorders>
              <w:right w:val="single" w:sz="4" w:space="0" w:color="auto"/>
            </w:tcBorders>
            <w:vAlign w:val="center"/>
          </w:tcPr>
          <w:p w14:paraId="4ECB173D" w14:textId="77777777" w:rsidR="00643236" w:rsidRPr="00DC54C7" w:rsidRDefault="00643236" w:rsidP="00643236">
            <w:pPr>
              <w:pStyle w:val="TableBody"/>
              <w:ind w:left="1440" w:hanging="288"/>
            </w:pPr>
            <w:r>
              <w:t>1.</w:t>
            </w:r>
            <w:r>
              <w:tab/>
              <w:t>Amortization is similar to depreciation and applies to long-term assets that lack physical substance and have a limited period of usefulness; the long-term asset declines in usefulness over time, causing a reduction in the value of the asset, which creates an expense.</w:t>
            </w:r>
          </w:p>
        </w:tc>
        <w:tc>
          <w:tcPr>
            <w:tcW w:w="2862" w:type="dxa"/>
            <w:tcBorders>
              <w:left w:val="single" w:sz="4" w:space="0" w:color="auto"/>
            </w:tcBorders>
          </w:tcPr>
          <w:p w14:paraId="60474ECF" w14:textId="77777777" w:rsidR="00643236" w:rsidRPr="00DC54C7" w:rsidRDefault="00643236" w:rsidP="00643236">
            <w:pPr>
              <w:pStyle w:val="TableBody"/>
              <w:rPr>
                <w:i/>
              </w:rPr>
            </w:pPr>
            <w:r>
              <w:rPr>
                <w:i/>
              </w:rPr>
              <w:t>Stress that amortization is not reported for long-term assets that have an unlimited period of usefulness.</w:t>
            </w:r>
          </w:p>
        </w:tc>
      </w:tr>
      <w:tr w:rsidR="00643236" w:rsidRPr="00DC54C7" w14:paraId="09F08D85" w14:textId="77777777" w:rsidTr="00643236">
        <w:trPr>
          <w:trHeight w:val="80"/>
        </w:trPr>
        <w:tc>
          <w:tcPr>
            <w:tcW w:w="6498" w:type="dxa"/>
            <w:tcBorders>
              <w:right w:val="single" w:sz="4" w:space="0" w:color="auto"/>
            </w:tcBorders>
            <w:vAlign w:val="center"/>
          </w:tcPr>
          <w:p w14:paraId="6C262CBE" w14:textId="77777777" w:rsidR="00643236" w:rsidRPr="00DC54C7" w:rsidRDefault="00643236" w:rsidP="00643236">
            <w:pPr>
              <w:pStyle w:val="TableBody"/>
              <w:ind w:left="1440" w:hanging="288"/>
            </w:pPr>
            <w:r>
              <w:t>2</w:t>
            </w:r>
            <w:r w:rsidRPr="00DC54C7">
              <w:t>.</w:t>
            </w:r>
            <w:r w:rsidRPr="00DC54C7">
              <w:tab/>
              <w:t xml:space="preserve">Analyze: </w:t>
            </w:r>
            <w:r w:rsidRPr="00DC54C7">
              <w:tab/>
              <w:t>Assets = Liabilities + Stockholders’ Equity</w:t>
            </w:r>
            <w:r w:rsidRPr="00DC54C7">
              <w:br/>
            </w:r>
            <w:r>
              <w:t>Accumulated Amortization</w:t>
            </w:r>
            <w:r w:rsidRPr="00DC54C7">
              <w:t xml:space="preserve"> (</w:t>
            </w:r>
            <w:r>
              <w:t>xA</w:t>
            </w:r>
            <w:r w:rsidRPr="00DC54C7">
              <w:t>) –</w:t>
            </w:r>
            <w:r>
              <w:t>250 = Amortization Expense</w:t>
            </w:r>
            <w:r w:rsidRPr="00DC54C7">
              <w:t xml:space="preserve"> (</w:t>
            </w:r>
            <w:r>
              <w:t>E</w:t>
            </w:r>
            <w:r w:rsidRPr="00DC54C7">
              <w:t>) –</w:t>
            </w:r>
            <w:r>
              <w:t>250</w:t>
            </w:r>
          </w:p>
        </w:tc>
        <w:tc>
          <w:tcPr>
            <w:tcW w:w="2862" w:type="dxa"/>
            <w:tcBorders>
              <w:left w:val="single" w:sz="4" w:space="0" w:color="auto"/>
            </w:tcBorders>
          </w:tcPr>
          <w:p w14:paraId="0F8F5D07" w14:textId="77777777" w:rsidR="00643236" w:rsidRPr="00DC54C7" w:rsidRDefault="00643236" w:rsidP="00643236">
            <w:pPr>
              <w:pStyle w:val="TableBody"/>
              <w:rPr>
                <w:i/>
              </w:rPr>
            </w:pPr>
          </w:p>
        </w:tc>
      </w:tr>
      <w:tr w:rsidR="00643236" w:rsidRPr="00DC54C7" w14:paraId="63ED9CF0" w14:textId="77777777" w:rsidTr="00643236">
        <w:trPr>
          <w:trHeight w:val="80"/>
        </w:trPr>
        <w:tc>
          <w:tcPr>
            <w:tcW w:w="6498" w:type="dxa"/>
            <w:tcBorders>
              <w:right w:val="single" w:sz="4" w:space="0" w:color="auto"/>
            </w:tcBorders>
          </w:tcPr>
          <w:p w14:paraId="6C71CEBA" w14:textId="77777777" w:rsidR="00643236" w:rsidRPr="00DC54C7" w:rsidRDefault="00643236" w:rsidP="00643236">
            <w:pPr>
              <w:pStyle w:val="TableBody"/>
              <w:ind w:left="1440" w:hanging="288"/>
            </w:pPr>
            <w:r>
              <w:t>3</w:t>
            </w:r>
            <w:r w:rsidRPr="00DC54C7">
              <w:t>.</w:t>
            </w:r>
            <w:r w:rsidRPr="00DC54C7">
              <w:tab/>
              <w:t>Record:</w:t>
            </w:r>
          </w:p>
        </w:tc>
        <w:tc>
          <w:tcPr>
            <w:tcW w:w="2862" w:type="dxa"/>
            <w:tcBorders>
              <w:left w:val="single" w:sz="4" w:space="0" w:color="auto"/>
            </w:tcBorders>
          </w:tcPr>
          <w:p w14:paraId="6514A43D" w14:textId="77777777" w:rsidR="00643236" w:rsidRPr="00DC54C7" w:rsidRDefault="00643236" w:rsidP="00643236">
            <w:pPr>
              <w:pStyle w:val="TableBody"/>
              <w:rPr>
                <w:i/>
              </w:rPr>
            </w:pPr>
          </w:p>
        </w:tc>
      </w:tr>
      <w:tr w:rsidR="00643236" w:rsidRPr="00DC54C7" w14:paraId="4DC63D17" w14:textId="77777777" w:rsidTr="00643236">
        <w:trPr>
          <w:trHeight w:val="80"/>
        </w:trPr>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312"/>
              <w:gridCol w:w="864"/>
              <w:gridCol w:w="864"/>
            </w:tblGrid>
            <w:tr w:rsidR="00643236" w:rsidRPr="00DC54C7" w14:paraId="52C15493" w14:textId="77777777" w:rsidTr="00643236">
              <w:tc>
                <w:tcPr>
                  <w:tcW w:w="3312" w:type="dxa"/>
                </w:tcPr>
                <w:p w14:paraId="2DAA88CB" w14:textId="77777777" w:rsidR="00643236" w:rsidRPr="00DC54C7" w:rsidRDefault="00643236" w:rsidP="00643236">
                  <w:pPr>
                    <w:pStyle w:val="TableBody"/>
                  </w:pPr>
                  <w:r>
                    <w:t>Amortization</w:t>
                  </w:r>
                  <w:r w:rsidRPr="00DC54C7">
                    <w:t xml:space="preserve"> Expense (+E, –SE)</w:t>
                  </w:r>
                </w:p>
              </w:tc>
              <w:tc>
                <w:tcPr>
                  <w:tcW w:w="864" w:type="dxa"/>
                </w:tcPr>
                <w:p w14:paraId="024E92EA" w14:textId="77777777" w:rsidR="00643236" w:rsidRPr="00DC54C7" w:rsidRDefault="00643236" w:rsidP="00643236">
                  <w:pPr>
                    <w:pStyle w:val="TableBody"/>
                    <w:jc w:val="right"/>
                  </w:pPr>
                  <w:r>
                    <w:t>250</w:t>
                  </w:r>
                </w:p>
              </w:tc>
              <w:tc>
                <w:tcPr>
                  <w:tcW w:w="864" w:type="dxa"/>
                </w:tcPr>
                <w:p w14:paraId="1B66D335" w14:textId="77777777" w:rsidR="00643236" w:rsidRPr="00DC54C7" w:rsidRDefault="00643236" w:rsidP="00643236">
                  <w:pPr>
                    <w:pStyle w:val="TableBody"/>
                    <w:jc w:val="right"/>
                  </w:pPr>
                </w:p>
              </w:tc>
            </w:tr>
            <w:tr w:rsidR="00643236" w:rsidRPr="00DC54C7" w14:paraId="5522D328" w14:textId="77777777" w:rsidTr="00643236">
              <w:tc>
                <w:tcPr>
                  <w:tcW w:w="3312" w:type="dxa"/>
                </w:tcPr>
                <w:p w14:paraId="5DD65E59" w14:textId="77777777" w:rsidR="00643236" w:rsidRPr="00DC54C7" w:rsidRDefault="00643236" w:rsidP="00643236">
                  <w:pPr>
                    <w:pStyle w:val="TableBody"/>
                  </w:pPr>
                  <w:r w:rsidRPr="00DC54C7">
                    <w:t xml:space="preserve">  Accum</w:t>
                  </w:r>
                  <w:r>
                    <w:t>ulated</w:t>
                  </w:r>
                  <w:r w:rsidRPr="00DC54C7">
                    <w:t xml:space="preserve"> </w:t>
                  </w:r>
                  <w:r>
                    <w:t>Amortization</w:t>
                  </w:r>
                  <w:r>
                    <w:br/>
                  </w:r>
                  <w:r w:rsidRPr="00DC54C7">
                    <w:t xml:space="preserve"> </w:t>
                  </w:r>
                  <w:r>
                    <w:t xml:space="preserve"> </w:t>
                  </w:r>
                  <w:r w:rsidRPr="00DC54C7">
                    <w:t>(</w:t>
                  </w:r>
                  <w:r>
                    <w:t>+</w:t>
                  </w:r>
                  <w:r w:rsidRPr="00DC54C7">
                    <w:t>xA</w:t>
                  </w:r>
                  <w:r>
                    <w:t xml:space="preserve">, </w:t>
                  </w:r>
                  <w:r w:rsidRPr="00DC54C7">
                    <w:t>–</w:t>
                  </w:r>
                  <w:r>
                    <w:t>A</w:t>
                  </w:r>
                  <w:r w:rsidRPr="00DC54C7">
                    <w:t>)</w:t>
                  </w:r>
                </w:p>
              </w:tc>
              <w:tc>
                <w:tcPr>
                  <w:tcW w:w="864" w:type="dxa"/>
                </w:tcPr>
                <w:p w14:paraId="03EE5919" w14:textId="77777777" w:rsidR="00643236" w:rsidRPr="00DC54C7" w:rsidRDefault="00643236" w:rsidP="00643236">
                  <w:pPr>
                    <w:pStyle w:val="TableBody"/>
                    <w:jc w:val="right"/>
                  </w:pPr>
                </w:p>
              </w:tc>
              <w:tc>
                <w:tcPr>
                  <w:tcW w:w="864" w:type="dxa"/>
                </w:tcPr>
                <w:p w14:paraId="69DCC29C" w14:textId="77777777" w:rsidR="00643236" w:rsidRPr="00DC54C7" w:rsidRDefault="00643236" w:rsidP="00643236">
                  <w:pPr>
                    <w:pStyle w:val="TableBody"/>
                    <w:jc w:val="right"/>
                  </w:pPr>
                  <w:r>
                    <w:t>250</w:t>
                  </w:r>
                </w:p>
              </w:tc>
            </w:tr>
          </w:tbl>
          <w:p w14:paraId="340B825E" w14:textId="77777777" w:rsidR="00643236" w:rsidRPr="00DC54C7" w:rsidRDefault="00643236" w:rsidP="00643236">
            <w:pPr>
              <w:pStyle w:val="TableBody"/>
              <w:ind w:left="1152" w:hanging="288"/>
            </w:pPr>
          </w:p>
        </w:tc>
        <w:tc>
          <w:tcPr>
            <w:tcW w:w="2862" w:type="dxa"/>
            <w:tcBorders>
              <w:left w:val="single" w:sz="4" w:space="0" w:color="auto"/>
            </w:tcBorders>
          </w:tcPr>
          <w:p w14:paraId="38952C03" w14:textId="77777777" w:rsidR="00643236" w:rsidRPr="00DC54C7" w:rsidRDefault="00643236" w:rsidP="00643236">
            <w:pPr>
              <w:pStyle w:val="TableBody"/>
              <w:rPr>
                <w:i/>
              </w:rPr>
            </w:pPr>
          </w:p>
        </w:tc>
      </w:tr>
      <w:tr w:rsidR="00643236" w:rsidRPr="00DC54C7" w14:paraId="7F171835" w14:textId="77777777" w:rsidTr="00643236">
        <w:trPr>
          <w:trHeight w:val="80"/>
        </w:trPr>
        <w:tc>
          <w:tcPr>
            <w:tcW w:w="6498" w:type="dxa"/>
            <w:tcBorders>
              <w:right w:val="single" w:sz="4" w:space="0" w:color="auto"/>
            </w:tcBorders>
          </w:tcPr>
          <w:p w14:paraId="49227891" w14:textId="77777777" w:rsidR="00643236" w:rsidRPr="00DC54C7" w:rsidRDefault="005703B0" w:rsidP="005703B0">
            <w:pPr>
              <w:pStyle w:val="TableBody"/>
              <w:ind w:left="1152" w:hanging="288"/>
            </w:pPr>
            <w:r>
              <w:t>(e)</w:t>
            </w:r>
            <w:r>
              <w:tab/>
            </w:r>
            <w:r w:rsidR="00643236" w:rsidRPr="00DC54C7">
              <w:t>Gift Cards Redeemed for Service</w:t>
            </w:r>
            <w:r w:rsidR="009721E8">
              <w:t>—</w:t>
            </w:r>
            <w:r w:rsidR="00643236">
              <w:t>SonicGateway</w:t>
            </w:r>
            <w:r w:rsidR="00643236" w:rsidRPr="00DC54C7">
              <w:t xml:space="preserve"> redeemed </w:t>
            </w:r>
            <w:r>
              <w:t>$10</w:t>
            </w:r>
            <w:r w:rsidR="00643236" w:rsidRPr="00DC54C7">
              <w:t xml:space="preserve">0 of gift cards that customers used to pay for </w:t>
            </w:r>
            <w:r>
              <w:t>game downloads</w:t>
            </w:r>
            <w:r w:rsidR="00643236" w:rsidRPr="00DC54C7">
              <w:t>.</w:t>
            </w:r>
          </w:p>
        </w:tc>
        <w:tc>
          <w:tcPr>
            <w:tcW w:w="2862" w:type="dxa"/>
            <w:tcBorders>
              <w:left w:val="single" w:sz="4" w:space="0" w:color="auto"/>
            </w:tcBorders>
          </w:tcPr>
          <w:p w14:paraId="4A782B04" w14:textId="77777777" w:rsidR="00643236" w:rsidRPr="00DC54C7" w:rsidRDefault="00643236" w:rsidP="00643236">
            <w:pPr>
              <w:pStyle w:val="TableBody"/>
              <w:rPr>
                <w:i/>
              </w:rPr>
            </w:pPr>
          </w:p>
        </w:tc>
      </w:tr>
      <w:tr w:rsidR="00643236" w:rsidRPr="00DC54C7" w14:paraId="744BCEF4" w14:textId="77777777" w:rsidTr="00643236">
        <w:trPr>
          <w:trHeight w:val="80"/>
        </w:trPr>
        <w:tc>
          <w:tcPr>
            <w:tcW w:w="6498" w:type="dxa"/>
            <w:tcBorders>
              <w:right w:val="single" w:sz="4" w:space="0" w:color="auto"/>
            </w:tcBorders>
            <w:vAlign w:val="center"/>
          </w:tcPr>
          <w:p w14:paraId="3408AEB4" w14:textId="77777777" w:rsidR="00643236" w:rsidRPr="00DC54C7" w:rsidRDefault="00643236" w:rsidP="00643236">
            <w:pPr>
              <w:pStyle w:val="TableBody"/>
              <w:ind w:left="1440" w:hanging="288"/>
            </w:pPr>
            <w:r w:rsidRPr="00DC54C7">
              <w:t>1.</w:t>
            </w:r>
            <w:r w:rsidRPr="00DC54C7">
              <w:tab/>
              <w:t xml:space="preserve">Analyze: </w:t>
            </w:r>
            <w:r w:rsidRPr="00DC54C7">
              <w:tab/>
              <w:t>Assets = Liabilities + Stockholders’</w:t>
            </w:r>
            <w:r w:rsidR="005703B0">
              <w:t xml:space="preserve"> Equity</w:t>
            </w:r>
            <w:r w:rsidR="005703B0">
              <w:br/>
              <w:t>Unearned Revenue (L) –10</w:t>
            </w:r>
            <w:r w:rsidRPr="00DC54C7">
              <w:t xml:space="preserve">0; </w:t>
            </w:r>
            <w:r w:rsidR="005703B0">
              <w:t>Sales Revenue</w:t>
            </w:r>
            <w:r w:rsidRPr="00DC54C7">
              <w:t xml:space="preserve"> (R) </w:t>
            </w:r>
            <w:r>
              <w:t>+</w:t>
            </w:r>
            <w:r w:rsidR="005703B0">
              <w:t>10</w:t>
            </w:r>
            <w:r w:rsidRPr="00DC54C7">
              <w:t>0</w:t>
            </w:r>
          </w:p>
        </w:tc>
        <w:tc>
          <w:tcPr>
            <w:tcW w:w="2862" w:type="dxa"/>
            <w:tcBorders>
              <w:left w:val="single" w:sz="4" w:space="0" w:color="auto"/>
            </w:tcBorders>
          </w:tcPr>
          <w:p w14:paraId="4C22F633" w14:textId="77777777" w:rsidR="00643236" w:rsidRPr="00DC54C7" w:rsidRDefault="00643236" w:rsidP="00643236">
            <w:pPr>
              <w:pStyle w:val="TableBody"/>
              <w:rPr>
                <w:i/>
              </w:rPr>
            </w:pPr>
          </w:p>
        </w:tc>
      </w:tr>
      <w:tr w:rsidR="00643236" w:rsidRPr="00DC54C7" w14:paraId="1AF2C504" w14:textId="77777777" w:rsidTr="00643236">
        <w:trPr>
          <w:trHeight w:val="80"/>
        </w:trPr>
        <w:tc>
          <w:tcPr>
            <w:tcW w:w="6498" w:type="dxa"/>
            <w:tcBorders>
              <w:right w:val="single" w:sz="4" w:space="0" w:color="auto"/>
            </w:tcBorders>
          </w:tcPr>
          <w:p w14:paraId="1B4F4AF9" w14:textId="77777777" w:rsidR="00643236" w:rsidRPr="00DC54C7" w:rsidRDefault="00643236" w:rsidP="00643236">
            <w:pPr>
              <w:pStyle w:val="TableBody"/>
              <w:ind w:left="1440" w:hanging="288"/>
            </w:pPr>
            <w:r w:rsidRPr="00DC54C7">
              <w:t>2.</w:t>
            </w:r>
            <w:r w:rsidRPr="00DC54C7">
              <w:tab/>
              <w:t>Record:</w:t>
            </w:r>
          </w:p>
        </w:tc>
        <w:tc>
          <w:tcPr>
            <w:tcW w:w="2862" w:type="dxa"/>
            <w:tcBorders>
              <w:left w:val="single" w:sz="4" w:space="0" w:color="auto"/>
            </w:tcBorders>
          </w:tcPr>
          <w:p w14:paraId="4BFBEE53" w14:textId="77777777" w:rsidR="00643236" w:rsidRPr="00DC54C7" w:rsidRDefault="00643236" w:rsidP="00643236">
            <w:pPr>
              <w:pStyle w:val="TableBody"/>
              <w:rPr>
                <w:i/>
              </w:rPr>
            </w:pPr>
          </w:p>
        </w:tc>
      </w:tr>
      <w:tr w:rsidR="00643236" w:rsidRPr="00DC54C7" w14:paraId="3D699552" w14:textId="77777777" w:rsidTr="00643236">
        <w:trPr>
          <w:trHeight w:val="80"/>
        </w:trPr>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024"/>
              <w:gridCol w:w="1008"/>
              <w:gridCol w:w="1008"/>
            </w:tblGrid>
            <w:tr w:rsidR="00643236" w:rsidRPr="00DC54C7" w14:paraId="569A9CC9" w14:textId="77777777" w:rsidTr="00643236">
              <w:tc>
                <w:tcPr>
                  <w:tcW w:w="3024" w:type="dxa"/>
                </w:tcPr>
                <w:p w14:paraId="6E7CDC47" w14:textId="77777777" w:rsidR="00643236" w:rsidRPr="00DC54C7" w:rsidRDefault="00643236" w:rsidP="00643236">
                  <w:pPr>
                    <w:pStyle w:val="TableBody"/>
                  </w:pPr>
                  <w:r w:rsidRPr="00DC54C7">
                    <w:t>Unearned Revenue (–L)</w:t>
                  </w:r>
                </w:p>
              </w:tc>
              <w:tc>
                <w:tcPr>
                  <w:tcW w:w="1008" w:type="dxa"/>
                </w:tcPr>
                <w:p w14:paraId="471B87FA" w14:textId="77777777" w:rsidR="00643236" w:rsidRPr="00DC54C7" w:rsidRDefault="005703B0" w:rsidP="00643236">
                  <w:pPr>
                    <w:pStyle w:val="TableBody"/>
                    <w:jc w:val="right"/>
                  </w:pPr>
                  <w:r>
                    <w:t>10</w:t>
                  </w:r>
                  <w:r w:rsidR="00643236" w:rsidRPr="00DC54C7">
                    <w:t>0</w:t>
                  </w:r>
                </w:p>
              </w:tc>
              <w:tc>
                <w:tcPr>
                  <w:tcW w:w="1008" w:type="dxa"/>
                </w:tcPr>
                <w:p w14:paraId="063C6926" w14:textId="77777777" w:rsidR="00643236" w:rsidRPr="00DC54C7" w:rsidRDefault="00643236" w:rsidP="00643236">
                  <w:pPr>
                    <w:pStyle w:val="TableBody"/>
                    <w:jc w:val="right"/>
                  </w:pPr>
                </w:p>
              </w:tc>
            </w:tr>
            <w:tr w:rsidR="00643236" w:rsidRPr="00DC54C7" w14:paraId="1451F7A0" w14:textId="77777777" w:rsidTr="00643236">
              <w:tc>
                <w:tcPr>
                  <w:tcW w:w="3024" w:type="dxa"/>
                </w:tcPr>
                <w:p w14:paraId="047DBDE3" w14:textId="77777777" w:rsidR="00643236" w:rsidRPr="00DC54C7" w:rsidRDefault="00643236" w:rsidP="00DE046A">
                  <w:pPr>
                    <w:pStyle w:val="TableBody"/>
                  </w:pPr>
                  <w:r w:rsidRPr="00DC54C7">
                    <w:t xml:space="preserve">  </w:t>
                  </w:r>
                  <w:r w:rsidR="005703B0">
                    <w:t>Sales Revenue</w:t>
                  </w:r>
                  <w:r w:rsidRPr="00DC54C7">
                    <w:t xml:space="preserve"> (+R, +SE)</w:t>
                  </w:r>
                </w:p>
              </w:tc>
              <w:tc>
                <w:tcPr>
                  <w:tcW w:w="1008" w:type="dxa"/>
                </w:tcPr>
                <w:p w14:paraId="66EA7266" w14:textId="77777777" w:rsidR="00643236" w:rsidRPr="00DC54C7" w:rsidRDefault="00643236" w:rsidP="00643236">
                  <w:pPr>
                    <w:pStyle w:val="TableBody"/>
                    <w:jc w:val="right"/>
                  </w:pPr>
                </w:p>
              </w:tc>
              <w:tc>
                <w:tcPr>
                  <w:tcW w:w="1008" w:type="dxa"/>
                </w:tcPr>
                <w:p w14:paraId="4B339117" w14:textId="77777777" w:rsidR="00643236" w:rsidRPr="00DC54C7" w:rsidRDefault="005703B0" w:rsidP="00643236">
                  <w:pPr>
                    <w:pStyle w:val="TableBody"/>
                    <w:jc w:val="right"/>
                  </w:pPr>
                  <w:r>
                    <w:t>10</w:t>
                  </w:r>
                  <w:r w:rsidR="00643236" w:rsidRPr="00DC54C7">
                    <w:t>0</w:t>
                  </w:r>
                </w:p>
              </w:tc>
            </w:tr>
          </w:tbl>
          <w:p w14:paraId="2795678E" w14:textId="77777777" w:rsidR="00643236" w:rsidRPr="00DC54C7" w:rsidRDefault="00643236" w:rsidP="00643236">
            <w:pPr>
              <w:pStyle w:val="TableBody"/>
              <w:ind w:left="1152" w:hanging="288"/>
            </w:pPr>
          </w:p>
        </w:tc>
        <w:tc>
          <w:tcPr>
            <w:tcW w:w="2862" w:type="dxa"/>
            <w:tcBorders>
              <w:left w:val="single" w:sz="4" w:space="0" w:color="auto"/>
            </w:tcBorders>
          </w:tcPr>
          <w:p w14:paraId="29B26F6E" w14:textId="77777777" w:rsidR="00643236" w:rsidRPr="00DC54C7" w:rsidRDefault="00643236" w:rsidP="00643236">
            <w:pPr>
              <w:pStyle w:val="TableBody"/>
              <w:rPr>
                <w:i/>
              </w:rPr>
            </w:pPr>
          </w:p>
        </w:tc>
      </w:tr>
      <w:tr w:rsidR="00FB2609" w:rsidRPr="00643236" w14:paraId="78933AE2" w14:textId="77777777">
        <w:tc>
          <w:tcPr>
            <w:tcW w:w="6498" w:type="dxa"/>
            <w:tcBorders>
              <w:right w:val="single" w:sz="4" w:space="0" w:color="auto"/>
            </w:tcBorders>
          </w:tcPr>
          <w:p w14:paraId="169233C6" w14:textId="77777777" w:rsidR="00FB2609" w:rsidRPr="00643236" w:rsidRDefault="00FB2609" w:rsidP="00DE046A">
            <w:pPr>
              <w:pStyle w:val="TableBody"/>
              <w:ind w:left="864"/>
            </w:pPr>
            <w:r w:rsidRPr="00DE046A">
              <w:rPr>
                <w:b/>
              </w:rPr>
              <w:t xml:space="preserve">Accrual </w:t>
            </w:r>
            <w:r w:rsidR="00DE046A" w:rsidRPr="00DE046A">
              <w:rPr>
                <w:b/>
              </w:rPr>
              <w:t>A</w:t>
            </w:r>
            <w:r w:rsidRPr="00DE046A">
              <w:rPr>
                <w:b/>
              </w:rPr>
              <w:t>djustments</w:t>
            </w:r>
            <w:r w:rsidR="009721E8">
              <w:t>—</w:t>
            </w:r>
            <w:r w:rsidR="006974CE" w:rsidRPr="00643236">
              <w:t>M</w:t>
            </w:r>
            <w:r w:rsidRPr="00643236">
              <w:t>ake the account records complete by including transactions that occurred but have not been recorded</w:t>
            </w:r>
            <w:r w:rsidR="006974CE" w:rsidRPr="00643236">
              <w:t>:</w:t>
            </w:r>
          </w:p>
        </w:tc>
        <w:tc>
          <w:tcPr>
            <w:tcW w:w="2862" w:type="dxa"/>
            <w:tcBorders>
              <w:left w:val="single" w:sz="4" w:space="0" w:color="auto"/>
            </w:tcBorders>
          </w:tcPr>
          <w:p w14:paraId="01D8E343" w14:textId="77777777" w:rsidR="00FB2609" w:rsidRPr="00643236" w:rsidRDefault="00FB2609" w:rsidP="00426889">
            <w:pPr>
              <w:pStyle w:val="TableBody"/>
            </w:pPr>
          </w:p>
        </w:tc>
      </w:tr>
      <w:tr w:rsidR="00FB2609" w:rsidRPr="00DC54C7" w14:paraId="152B6468" w14:textId="77777777">
        <w:tc>
          <w:tcPr>
            <w:tcW w:w="6498" w:type="dxa"/>
            <w:tcBorders>
              <w:right w:val="single" w:sz="4" w:space="0" w:color="auto"/>
            </w:tcBorders>
          </w:tcPr>
          <w:p w14:paraId="4346DD20" w14:textId="77777777" w:rsidR="00FB2609" w:rsidRPr="00DC54C7" w:rsidRDefault="00FB2609" w:rsidP="005703B0">
            <w:pPr>
              <w:pStyle w:val="TableBody"/>
              <w:ind w:left="1152" w:hanging="288"/>
            </w:pPr>
            <w:r w:rsidRPr="00DC54C7">
              <w:t>(</w:t>
            </w:r>
            <w:r w:rsidR="005703B0">
              <w:t>f</w:t>
            </w:r>
            <w:r w:rsidRPr="00DC54C7">
              <w:t>) Revenues Earned but Not Yet Recorded</w:t>
            </w:r>
            <w:r w:rsidR="009721E8">
              <w:t>—</w:t>
            </w:r>
            <w:r w:rsidR="00643236">
              <w:t>SonicGateway</w:t>
            </w:r>
            <w:r w:rsidRPr="00DC54C7">
              <w:t xml:space="preserve"> provided </w:t>
            </w:r>
            <w:r w:rsidR="005703B0">
              <w:t>$2,500 of promotional services to other app developers in September with payment to be received in October.</w:t>
            </w:r>
          </w:p>
        </w:tc>
        <w:tc>
          <w:tcPr>
            <w:tcW w:w="2862" w:type="dxa"/>
            <w:tcBorders>
              <w:left w:val="single" w:sz="4" w:space="0" w:color="auto"/>
            </w:tcBorders>
          </w:tcPr>
          <w:p w14:paraId="109DEA1F" w14:textId="77777777" w:rsidR="00FB2609" w:rsidRPr="00DC54C7" w:rsidRDefault="00FB2609" w:rsidP="00426889">
            <w:pPr>
              <w:pStyle w:val="TableBody"/>
            </w:pPr>
          </w:p>
        </w:tc>
      </w:tr>
      <w:tr w:rsidR="00FB2609" w:rsidRPr="00DC54C7" w14:paraId="6E251372" w14:textId="77777777" w:rsidTr="00C67B1F">
        <w:tc>
          <w:tcPr>
            <w:tcW w:w="6498" w:type="dxa"/>
            <w:tcBorders>
              <w:right w:val="single" w:sz="4" w:space="0" w:color="auto"/>
            </w:tcBorders>
            <w:vAlign w:val="center"/>
          </w:tcPr>
          <w:p w14:paraId="3CB7A5A6" w14:textId="77777777" w:rsidR="00FB2609" w:rsidRPr="00DC54C7" w:rsidRDefault="00FB2609" w:rsidP="00DE046A">
            <w:pPr>
              <w:pStyle w:val="TableBody"/>
              <w:ind w:left="1440" w:hanging="288"/>
            </w:pPr>
            <w:r w:rsidRPr="00DC54C7">
              <w:t>1.</w:t>
            </w:r>
            <w:r w:rsidRPr="00DC54C7">
              <w:tab/>
              <w:t xml:space="preserve">Analyze: </w:t>
            </w:r>
            <w:r w:rsidRPr="00DC54C7">
              <w:tab/>
              <w:t xml:space="preserve">Assets = Liabilities + Stockholders’ </w:t>
            </w:r>
            <w:r w:rsidR="00614B37">
              <w:t>Equity</w:t>
            </w:r>
            <w:r w:rsidR="00614B37">
              <w:br/>
              <w:t>Accounts Receivable (A) +</w:t>
            </w:r>
            <w:r w:rsidR="00DE046A">
              <w:t>2,50</w:t>
            </w:r>
            <w:r w:rsidRPr="00DC54C7">
              <w:t xml:space="preserve">0; </w:t>
            </w:r>
            <w:r w:rsidR="005703B0">
              <w:t>Sales Revenue</w:t>
            </w:r>
            <w:r w:rsidRPr="00DC54C7">
              <w:t xml:space="preserve"> </w:t>
            </w:r>
            <w:r w:rsidR="00614B37">
              <w:t>(R)</w:t>
            </w:r>
            <w:r w:rsidRPr="00DC54C7">
              <w:t xml:space="preserve"> </w:t>
            </w:r>
            <w:r w:rsidR="00614B37">
              <w:t>+</w:t>
            </w:r>
            <w:r w:rsidR="00DE046A">
              <w:t>2,50</w:t>
            </w:r>
            <w:r w:rsidRPr="00DC54C7">
              <w:t>0</w:t>
            </w:r>
          </w:p>
        </w:tc>
        <w:tc>
          <w:tcPr>
            <w:tcW w:w="2862" w:type="dxa"/>
            <w:tcBorders>
              <w:left w:val="single" w:sz="4" w:space="0" w:color="auto"/>
            </w:tcBorders>
          </w:tcPr>
          <w:p w14:paraId="6C5AB029" w14:textId="77777777" w:rsidR="00FB2609" w:rsidRPr="00DC54C7" w:rsidRDefault="00FB2609" w:rsidP="00426889">
            <w:pPr>
              <w:pStyle w:val="TableBody"/>
            </w:pPr>
          </w:p>
        </w:tc>
      </w:tr>
      <w:tr w:rsidR="00FB2609" w:rsidRPr="00DC54C7" w14:paraId="2AB79264" w14:textId="77777777">
        <w:tc>
          <w:tcPr>
            <w:tcW w:w="6498" w:type="dxa"/>
            <w:tcBorders>
              <w:right w:val="single" w:sz="4" w:space="0" w:color="auto"/>
            </w:tcBorders>
          </w:tcPr>
          <w:p w14:paraId="1F67F4AD" w14:textId="77777777" w:rsidR="00FB2609" w:rsidRPr="00DC54C7" w:rsidRDefault="00FB2609" w:rsidP="00C67B1F">
            <w:pPr>
              <w:pStyle w:val="TableBody"/>
              <w:ind w:left="1440" w:hanging="288"/>
            </w:pPr>
            <w:r w:rsidRPr="00DC54C7">
              <w:t>2.</w:t>
            </w:r>
            <w:r w:rsidRPr="00DC54C7">
              <w:tab/>
              <w:t>Record:</w:t>
            </w:r>
          </w:p>
        </w:tc>
        <w:tc>
          <w:tcPr>
            <w:tcW w:w="2862" w:type="dxa"/>
            <w:tcBorders>
              <w:left w:val="single" w:sz="4" w:space="0" w:color="auto"/>
            </w:tcBorders>
          </w:tcPr>
          <w:p w14:paraId="722258DA" w14:textId="77777777" w:rsidR="00FB2609" w:rsidRPr="00DC54C7" w:rsidRDefault="00FB2609" w:rsidP="00426889">
            <w:pPr>
              <w:pStyle w:val="TableBody"/>
            </w:pPr>
          </w:p>
        </w:tc>
      </w:tr>
      <w:tr w:rsidR="00FB2609" w:rsidRPr="00DC54C7" w14:paraId="3D1B9449" w14:textId="77777777" w:rsidTr="00C67B1F">
        <w:trPr>
          <w:trHeight w:val="80"/>
        </w:trPr>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024"/>
              <w:gridCol w:w="1008"/>
              <w:gridCol w:w="1008"/>
            </w:tblGrid>
            <w:tr w:rsidR="00FB2609" w:rsidRPr="00DC54C7" w14:paraId="321FC636" w14:textId="77777777" w:rsidTr="00614B37">
              <w:tc>
                <w:tcPr>
                  <w:tcW w:w="3024" w:type="dxa"/>
                </w:tcPr>
                <w:p w14:paraId="5F77CF15" w14:textId="77777777" w:rsidR="00FB2609" w:rsidRPr="00DC54C7" w:rsidRDefault="00FB2609" w:rsidP="00FB2609">
                  <w:pPr>
                    <w:pStyle w:val="TableBody"/>
                  </w:pPr>
                  <w:r w:rsidRPr="00DC54C7">
                    <w:t>Accounts Receivable (+A)</w:t>
                  </w:r>
                </w:p>
              </w:tc>
              <w:tc>
                <w:tcPr>
                  <w:tcW w:w="1008" w:type="dxa"/>
                </w:tcPr>
                <w:p w14:paraId="125040C8" w14:textId="77777777" w:rsidR="00FB2609" w:rsidRPr="00DC54C7" w:rsidRDefault="00DE046A" w:rsidP="00FB2609">
                  <w:pPr>
                    <w:pStyle w:val="TableBody"/>
                    <w:jc w:val="right"/>
                  </w:pPr>
                  <w:r>
                    <w:t>2,500</w:t>
                  </w:r>
                </w:p>
              </w:tc>
              <w:tc>
                <w:tcPr>
                  <w:tcW w:w="1008" w:type="dxa"/>
                </w:tcPr>
                <w:p w14:paraId="2BD1FE91" w14:textId="77777777" w:rsidR="00FB2609" w:rsidRPr="00DC54C7" w:rsidRDefault="00FB2609" w:rsidP="00C67B1F">
                  <w:pPr>
                    <w:pStyle w:val="TableBody"/>
                    <w:jc w:val="right"/>
                  </w:pPr>
                </w:p>
              </w:tc>
            </w:tr>
            <w:tr w:rsidR="00FB2609" w:rsidRPr="00DC54C7" w14:paraId="4B7CD377" w14:textId="77777777" w:rsidTr="00614B37">
              <w:tc>
                <w:tcPr>
                  <w:tcW w:w="3024" w:type="dxa"/>
                </w:tcPr>
                <w:p w14:paraId="0803CEAD" w14:textId="77777777" w:rsidR="00FB2609" w:rsidRPr="00DC54C7" w:rsidRDefault="00FB2609" w:rsidP="00DE046A">
                  <w:pPr>
                    <w:pStyle w:val="TableBody"/>
                  </w:pPr>
                  <w:r w:rsidRPr="00DC54C7">
                    <w:t xml:space="preserve">  </w:t>
                  </w:r>
                  <w:r w:rsidR="005703B0">
                    <w:t>Sales Revenue</w:t>
                  </w:r>
                  <w:r w:rsidRPr="00DC54C7">
                    <w:t xml:space="preserve"> (+R, +SE)</w:t>
                  </w:r>
                </w:p>
              </w:tc>
              <w:tc>
                <w:tcPr>
                  <w:tcW w:w="1008" w:type="dxa"/>
                </w:tcPr>
                <w:p w14:paraId="151C7A26" w14:textId="77777777" w:rsidR="00FB2609" w:rsidRPr="00DC54C7" w:rsidRDefault="00FB2609" w:rsidP="00C67B1F">
                  <w:pPr>
                    <w:pStyle w:val="TableBody"/>
                    <w:jc w:val="right"/>
                  </w:pPr>
                </w:p>
              </w:tc>
              <w:tc>
                <w:tcPr>
                  <w:tcW w:w="1008" w:type="dxa"/>
                </w:tcPr>
                <w:p w14:paraId="0086B93C" w14:textId="77777777" w:rsidR="00FB2609" w:rsidRPr="00DC54C7" w:rsidRDefault="00DE046A" w:rsidP="00FB2609">
                  <w:pPr>
                    <w:pStyle w:val="TableBody"/>
                    <w:jc w:val="right"/>
                  </w:pPr>
                  <w:r>
                    <w:t>2,500</w:t>
                  </w:r>
                </w:p>
              </w:tc>
            </w:tr>
          </w:tbl>
          <w:p w14:paraId="0EC95D91" w14:textId="77777777" w:rsidR="00FB2609" w:rsidRPr="00DC54C7" w:rsidRDefault="00FB2609" w:rsidP="00C67B1F">
            <w:pPr>
              <w:pStyle w:val="TableBody"/>
              <w:ind w:left="1152" w:hanging="288"/>
            </w:pPr>
          </w:p>
        </w:tc>
        <w:tc>
          <w:tcPr>
            <w:tcW w:w="2862" w:type="dxa"/>
            <w:tcBorders>
              <w:left w:val="single" w:sz="4" w:space="0" w:color="auto"/>
            </w:tcBorders>
          </w:tcPr>
          <w:p w14:paraId="5E1740BE" w14:textId="77777777" w:rsidR="00FB2609" w:rsidRPr="00DC54C7" w:rsidRDefault="00FB2609" w:rsidP="00C67B1F">
            <w:pPr>
              <w:pStyle w:val="TableBody"/>
              <w:rPr>
                <w:i/>
              </w:rPr>
            </w:pPr>
          </w:p>
        </w:tc>
      </w:tr>
    </w:tbl>
    <w:p w14:paraId="6614977F" w14:textId="77777777" w:rsidR="006974CE" w:rsidRPr="00DC54C7" w:rsidRDefault="006974CE">
      <w:pPr>
        <w:rPr>
          <w:sz w:val="4"/>
          <w:szCs w:val="4"/>
        </w:rPr>
      </w:pPr>
      <w:r w:rsidRPr="00DC54C7">
        <w:br w:type="page"/>
      </w:r>
    </w:p>
    <w:tbl>
      <w:tblPr>
        <w:tblW w:w="0" w:type="auto"/>
        <w:tblLayout w:type="fixed"/>
        <w:tblLook w:val="01E0" w:firstRow="1" w:lastRow="1" w:firstColumn="1" w:lastColumn="1" w:noHBand="0" w:noVBand="0"/>
      </w:tblPr>
      <w:tblGrid>
        <w:gridCol w:w="6498"/>
        <w:gridCol w:w="2862"/>
      </w:tblGrid>
      <w:tr w:rsidR="006974CE" w:rsidRPr="00DC54C7" w14:paraId="1BFE1C23" w14:textId="77777777" w:rsidTr="00C67B1F">
        <w:tc>
          <w:tcPr>
            <w:tcW w:w="6498" w:type="dxa"/>
            <w:tcBorders>
              <w:right w:val="single" w:sz="4" w:space="0" w:color="auto"/>
            </w:tcBorders>
          </w:tcPr>
          <w:p w14:paraId="3F04E151" w14:textId="77777777" w:rsidR="006974CE" w:rsidRPr="00DC54C7" w:rsidRDefault="006974CE" w:rsidP="00C67B1F">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3944B5C5" w14:textId="77777777" w:rsidR="006974CE" w:rsidRPr="00DC54C7" w:rsidRDefault="006974CE" w:rsidP="00C67B1F">
            <w:pPr>
              <w:pStyle w:val="Heading1"/>
            </w:pPr>
            <w:r w:rsidRPr="00DC54C7">
              <w:t>Teaching Notes</w:t>
            </w:r>
          </w:p>
        </w:tc>
      </w:tr>
      <w:tr w:rsidR="00DE046A" w:rsidRPr="00DC54C7" w14:paraId="452F4213" w14:textId="77777777" w:rsidTr="00F31380">
        <w:tc>
          <w:tcPr>
            <w:tcW w:w="6498" w:type="dxa"/>
            <w:tcBorders>
              <w:right w:val="single" w:sz="4" w:space="0" w:color="auto"/>
            </w:tcBorders>
          </w:tcPr>
          <w:p w14:paraId="7E8A2ED2" w14:textId="77777777" w:rsidR="00DE046A" w:rsidRPr="00DC54C7" w:rsidRDefault="00DE046A" w:rsidP="00292630">
            <w:pPr>
              <w:pStyle w:val="TableBody"/>
              <w:ind w:left="1224" w:hanging="360"/>
            </w:pPr>
            <w:r w:rsidRPr="00DC54C7">
              <w:t>(</w:t>
            </w:r>
            <w:r>
              <w:t>g</w:t>
            </w:r>
            <w:r w:rsidRPr="00DC54C7">
              <w:t>) Wage Expense Incurred but Not Yet Recorded</w:t>
            </w:r>
            <w:r w:rsidR="009721E8">
              <w:t>—</w:t>
            </w:r>
            <w:r>
              <w:t>SonicGateway</w:t>
            </w:r>
            <w:r w:rsidRPr="00DC54C7">
              <w:t xml:space="preserve"> </w:t>
            </w:r>
            <w:r>
              <w:t xml:space="preserve">pays its employees $300 per day; </w:t>
            </w:r>
            <w:r w:rsidR="00292630">
              <w:t xml:space="preserve">as of September 30, four additional days of work have been completed at a cost of </w:t>
            </w:r>
            <w:r w:rsidRPr="00DC54C7">
              <w:t>$</w:t>
            </w:r>
            <w:r>
              <w:t>1,20</w:t>
            </w:r>
            <w:r w:rsidRPr="00DC54C7">
              <w:t xml:space="preserve">0 </w:t>
            </w:r>
            <w:r>
              <w:t>(or $300 x 4)</w:t>
            </w:r>
            <w:r w:rsidR="00292630">
              <w:t>; this amount will not be paid until October.</w:t>
            </w:r>
          </w:p>
        </w:tc>
        <w:tc>
          <w:tcPr>
            <w:tcW w:w="2862" w:type="dxa"/>
            <w:tcBorders>
              <w:left w:val="single" w:sz="4" w:space="0" w:color="auto"/>
            </w:tcBorders>
          </w:tcPr>
          <w:p w14:paraId="163332C4" w14:textId="77777777" w:rsidR="00DE046A" w:rsidRPr="00DC54C7" w:rsidRDefault="00DE046A" w:rsidP="00292630">
            <w:pPr>
              <w:pStyle w:val="TableBody"/>
            </w:pPr>
          </w:p>
        </w:tc>
      </w:tr>
      <w:tr w:rsidR="00DE046A" w:rsidRPr="00DC54C7" w14:paraId="3061E999" w14:textId="77777777" w:rsidTr="00292630">
        <w:tc>
          <w:tcPr>
            <w:tcW w:w="6498" w:type="dxa"/>
            <w:tcBorders>
              <w:right w:val="single" w:sz="4" w:space="0" w:color="auto"/>
            </w:tcBorders>
            <w:vAlign w:val="center"/>
          </w:tcPr>
          <w:p w14:paraId="4106A792" w14:textId="77777777" w:rsidR="00DE046A" w:rsidRPr="00DC54C7" w:rsidRDefault="00DE046A" w:rsidP="00292630">
            <w:pPr>
              <w:pStyle w:val="TableBody"/>
              <w:ind w:left="1440" w:hanging="288"/>
            </w:pPr>
            <w:r w:rsidRPr="00DC54C7">
              <w:t>1.</w:t>
            </w:r>
            <w:r w:rsidRPr="00DC54C7">
              <w:tab/>
              <w:t>Analyze: Assets = Liabilities + Stockholders’ Equity</w:t>
            </w:r>
            <w:r w:rsidRPr="00DC54C7">
              <w:br/>
            </w:r>
            <w:r>
              <w:t>Salaries and Wages Payable (L) +</w:t>
            </w:r>
            <w:r w:rsidR="00292630">
              <w:t>1,2</w:t>
            </w:r>
            <w:r>
              <w:t>00; Salaries and Wages Expense</w:t>
            </w:r>
            <w:r w:rsidRPr="00DC54C7">
              <w:t xml:space="preserve"> (</w:t>
            </w:r>
            <w:r>
              <w:t>E</w:t>
            </w:r>
            <w:r w:rsidRPr="00DC54C7">
              <w:t xml:space="preserve">) </w:t>
            </w:r>
            <w:r>
              <w:rPr>
                <w:rFonts w:eastAsia="SimSun"/>
                <w:szCs w:val="22"/>
              </w:rPr>
              <w:t>–</w:t>
            </w:r>
            <w:r w:rsidR="00292630">
              <w:rPr>
                <w:rFonts w:eastAsia="SimSun"/>
                <w:szCs w:val="22"/>
              </w:rPr>
              <w:t>1,2</w:t>
            </w:r>
            <w:r>
              <w:t>00</w:t>
            </w:r>
          </w:p>
        </w:tc>
        <w:tc>
          <w:tcPr>
            <w:tcW w:w="2862" w:type="dxa"/>
            <w:tcBorders>
              <w:left w:val="single" w:sz="4" w:space="0" w:color="auto"/>
            </w:tcBorders>
          </w:tcPr>
          <w:p w14:paraId="37576F9F" w14:textId="77777777" w:rsidR="00DE046A" w:rsidRPr="00DC54C7" w:rsidRDefault="00DE046A" w:rsidP="00292630">
            <w:pPr>
              <w:pStyle w:val="TableBody"/>
            </w:pPr>
          </w:p>
        </w:tc>
      </w:tr>
      <w:tr w:rsidR="00DE046A" w:rsidRPr="00DC54C7" w14:paraId="1AF9605C" w14:textId="77777777" w:rsidTr="00F31380">
        <w:tc>
          <w:tcPr>
            <w:tcW w:w="6498" w:type="dxa"/>
            <w:tcBorders>
              <w:right w:val="single" w:sz="4" w:space="0" w:color="auto"/>
            </w:tcBorders>
          </w:tcPr>
          <w:p w14:paraId="374B6D52" w14:textId="77777777" w:rsidR="00DE046A" w:rsidRPr="00DC54C7" w:rsidRDefault="00DE046A" w:rsidP="00292630">
            <w:pPr>
              <w:pStyle w:val="TableBody"/>
              <w:ind w:left="1440" w:hanging="288"/>
            </w:pPr>
            <w:r w:rsidRPr="00DC54C7">
              <w:t>2.</w:t>
            </w:r>
            <w:r w:rsidRPr="00DC54C7">
              <w:tab/>
              <w:t>Record:</w:t>
            </w:r>
          </w:p>
        </w:tc>
        <w:tc>
          <w:tcPr>
            <w:tcW w:w="2862" w:type="dxa"/>
            <w:tcBorders>
              <w:left w:val="single" w:sz="4" w:space="0" w:color="auto"/>
            </w:tcBorders>
          </w:tcPr>
          <w:p w14:paraId="63ADBB5A" w14:textId="77777777" w:rsidR="00DE046A" w:rsidRPr="00DC54C7" w:rsidRDefault="00DE046A" w:rsidP="00292630">
            <w:pPr>
              <w:pStyle w:val="TableBody"/>
            </w:pPr>
          </w:p>
        </w:tc>
      </w:tr>
      <w:tr w:rsidR="00DE046A" w:rsidRPr="00DC54C7" w14:paraId="2CF418D7" w14:textId="77777777" w:rsidTr="00F31380">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312"/>
              <w:gridCol w:w="864"/>
              <w:gridCol w:w="864"/>
            </w:tblGrid>
            <w:tr w:rsidR="00DE046A" w:rsidRPr="00DC54C7" w14:paraId="03604085" w14:textId="77777777" w:rsidTr="00DE046A">
              <w:tc>
                <w:tcPr>
                  <w:tcW w:w="3312" w:type="dxa"/>
                </w:tcPr>
                <w:p w14:paraId="6BF27C24" w14:textId="77777777" w:rsidR="00DE046A" w:rsidRPr="00DC54C7" w:rsidRDefault="00DE046A" w:rsidP="00292630">
                  <w:pPr>
                    <w:pStyle w:val="TableBody"/>
                  </w:pPr>
                  <w:r>
                    <w:t>Salaries and Wages Expense</w:t>
                  </w:r>
                  <w:r w:rsidRPr="00DC54C7">
                    <w:t xml:space="preserve"> </w:t>
                  </w:r>
                  <w:r>
                    <w:br/>
                  </w:r>
                  <w:r w:rsidRPr="00DC54C7">
                    <w:t>(</w:t>
                  </w:r>
                  <w:r>
                    <w:t xml:space="preserve">+E, </w:t>
                  </w:r>
                  <w:r w:rsidRPr="00DC54C7">
                    <w:t>–</w:t>
                  </w:r>
                  <w:r>
                    <w:t>SE</w:t>
                  </w:r>
                  <w:r w:rsidRPr="00DC54C7">
                    <w:t>)</w:t>
                  </w:r>
                </w:p>
              </w:tc>
              <w:tc>
                <w:tcPr>
                  <w:tcW w:w="864" w:type="dxa"/>
                </w:tcPr>
                <w:p w14:paraId="50915F4C" w14:textId="77777777" w:rsidR="00DE046A" w:rsidRPr="00DC54C7" w:rsidRDefault="00292630" w:rsidP="00292630">
                  <w:pPr>
                    <w:pStyle w:val="TableBody"/>
                    <w:jc w:val="right"/>
                  </w:pPr>
                  <w:r>
                    <w:t>1,200</w:t>
                  </w:r>
                </w:p>
              </w:tc>
              <w:tc>
                <w:tcPr>
                  <w:tcW w:w="864" w:type="dxa"/>
                </w:tcPr>
                <w:p w14:paraId="7401C7F0" w14:textId="77777777" w:rsidR="00DE046A" w:rsidRPr="00DC54C7" w:rsidRDefault="00DE046A" w:rsidP="00292630">
                  <w:pPr>
                    <w:pStyle w:val="TableBody"/>
                    <w:jc w:val="right"/>
                  </w:pPr>
                </w:p>
              </w:tc>
            </w:tr>
            <w:tr w:rsidR="00DE046A" w:rsidRPr="00DC54C7" w14:paraId="5C045685" w14:textId="77777777" w:rsidTr="00DE046A">
              <w:tc>
                <w:tcPr>
                  <w:tcW w:w="3312" w:type="dxa"/>
                </w:tcPr>
                <w:p w14:paraId="1E97EB63" w14:textId="77777777" w:rsidR="00DE046A" w:rsidRPr="00DC54C7" w:rsidRDefault="00DE046A" w:rsidP="00292630">
                  <w:pPr>
                    <w:pStyle w:val="TableBody"/>
                  </w:pPr>
                  <w:r w:rsidRPr="00DC54C7">
                    <w:t xml:space="preserve">  </w:t>
                  </w:r>
                  <w:r>
                    <w:t>Salaries and Wages Payable (+L)</w:t>
                  </w:r>
                </w:p>
              </w:tc>
              <w:tc>
                <w:tcPr>
                  <w:tcW w:w="864" w:type="dxa"/>
                </w:tcPr>
                <w:p w14:paraId="452DE9DD" w14:textId="77777777" w:rsidR="00DE046A" w:rsidRPr="00DC54C7" w:rsidRDefault="00DE046A" w:rsidP="00292630">
                  <w:pPr>
                    <w:pStyle w:val="TableBody"/>
                    <w:jc w:val="right"/>
                  </w:pPr>
                </w:p>
              </w:tc>
              <w:tc>
                <w:tcPr>
                  <w:tcW w:w="864" w:type="dxa"/>
                </w:tcPr>
                <w:p w14:paraId="0D71A645" w14:textId="77777777" w:rsidR="00DE046A" w:rsidRPr="00DC54C7" w:rsidRDefault="00292630" w:rsidP="00292630">
                  <w:pPr>
                    <w:pStyle w:val="TableBody"/>
                    <w:jc w:val="right"/>
                  </w:pPr>
                  <w:r>
                    <w:t>1,200</w:t>
                  </w:r>
                </w:p>
              </w:tc>
            </w:tr>
          </w:tbl>
          <w:p w14:paraId="2D7801A9" w14:textId="77777777" w:rsidR="00DE046A" w:rsidRPr="00DC54C7" w:rsidRDefault="00DE046A" w:rsidP="00292630">
            <w:pPr>
              <w:pStyle w:val="TableBody"/>
              <w:ind w:left="1152" w:hanging="288"/>
            </w:pPr>
          </w:p>
        </w:tc>
        <w:tc>
          <w:tcPr>
            <w:tcW w:w="2862" w:type="dxa"/>
            <w:tcBorders>
              <w:left w:val="single" w:sz="4" w:space="0" w:color="auto"/>
            </w:tcBorders>
          </w:tcPr>
          <w:p w14:paraId="6FE485F6" w14:textId="77777777" w:rsidR="00DE046A" w:rsidRPr="00DC54C7" w:rsidRDefault="00DE046A" w:rsidP="00292630">
            <w:pPr>
              <w:pStyle w:val="TableBody"/>
            </w:pPr>
          </w:p>
        </w:tc>
      </w:tr>
      <w:tr w:rsidR="00DE046A" w:rsidRPr="00DC54C7" w14:paraId="677DC38A" w14:textId="77777777" w:rsidTr="00F31380">
        <w:tc>
          <w:tcPr>
            <w:tcW w:w="6498" w:type="dxa"/>
            <w:tcBorders>
              <w:right w:val="single" w:sz="4" w:space="0" w:color="auto"/>
            </w:tcBorders>
          </w:tcPr>
          <w:p w14:paraId="2B69CE4B" w14:textId="77777777" w:rsidR="00DE046A" w:rsidRDefault="00DE046A" w:rsidP="00DE046A">
            <w:pPr>
              <w:pStyle w:val="TableBody"/>
              <w:ind w:left="1440" w:hanging="288"/>
            </w:pPr>
            <w:r>
              <w:t>3.</w:t>
            </w:r>
            <w:r>
              <w:tab/>
              <w:t xml:space="preserve">When these salaries and wages are paid in cash the following month, </w:t>
            </w:r>
            <w:r w:rsidR="00750FD5">
              <w:t>SonicGateway</w:t>
            </w:r>
            <w:r>
              <w:t xml:space="preserve"> will decrease Salaries and Wages Payable (with a debit) and Cash (with a credit).</w:t>
            </w:r>
          </w:p>
        </w:tc>
        <w:tc>
          <w:tcPr>
            <w:tcW w:w="2862" w:type="dxa"/>
            <w:tcBorders>
              <w:left w:val="single" w:sz="4" w:space="0" w:color="auto"/>
            </w:tcBorders>
          </w:tcPr>
          <w:p w14:paraId="151BD317" w14:textId="77777777" w:rsidR="00DE046A" w:rsidRPr="00DC54C7" w:rsidRDefault="00DE046A" w:rsidP="00292630">
            <w:pPr>
              <w:pStyle w:val="TableBody"/>
            </w:pPr>
          </w:p>
        </w:tc>
      </w:tr>
      <w:tr w:rsidR="00DE046A" w:rsidRPr="00DC54C7" w14:paraId="5A40CA9E" w14:textId="77777777" w:rsidTr="00F31380">
        <w:tc>
          <w:tcPr>
            <w:tcW w:w="6498" w:type="dxa"/>
            <w:tcBorders>
              <w:right w:val="single" w:sz="4" w:space="0" w:color="auto"/>
            </w:tcBorders>
          </w:tcPr>
          <w:p w14:paraId="5EC36916" w14:textId="77777777" w:rsidR="00DE046A" w:rsidRPr="00DC54C7" w:rsidRDefault="00DE046A" w:rsidP="00292630">
            <w:pPr>
              <w:pStyle w:val="TableBody"/>
              <w:ind w:left="1224" w:hanging="360"/>
            </w:pPr>
            <w:r w:rsidRPr="00DC54C7">
              <w:br w:type="page"/>
              <w:t>(</w:t>
            </w:r>
            <w:r w:rsidR="00292630">
              <w:t>h</w:t>
            </w:r>
            <w:r w:rsidRPr="00DC54C7">
              <w:t>) Interest Expense Incurred but Not Yet Recorded</w:t>
            </w:r>
            <w:r w:rsidR="009721E8">
              <w:t>—</w:t>
            </w:r>
            <w:r w:rsidRPr="00DC54C7">
              <w:t xml:space="preserve"> </w:t>
            </w:r>
            <w:r>
              <w:t>SonicGateway</w:t>
            </w:r>
            <w:r w:rsidRPr="00DC54C7">
              <w:t xml:space="preserve"> has not paid or recorded the $100 interest that it owes for this month on its note payable to the bank.</w:t>
            </w:r>
          </w:p>
        </w:tc>
        <w:tc>
          <w:tcPr>
            <w:tcW w:w="2862" w:type="dxa"/>
            <w:tcBorders>
              <w:left w:val="single" w:sz="4" w:space="0" w:color="auto"/>
            </w:tcBorders>
          </w:tcPr>
          <w:p w14:paraId="09A356AC" w14:textId="77777777" w:rsidR="00DE046A" w:rsidRPr="00DC54C7" w:rsidRDefault="00DE046A" w:rsidP="00292630">
            <w:pPr>
              <w:pStyle w:val="TableBody"/>
            </w:pPr>
          </w:p>
        </w:tc>
      </w:tr>
      <w:tr w:rsidR="00DE046A" w:rsidRPr="00DC54C7" w14:paraId="062505E6" w14:textId="77777777" w:rsidTr="005C6E04">
        <w:tc>
          <w:tcPr>
            <w:tcW w:w="6498" w:type="dxa"/>
            <w:tcBorders>
              <w:right w:val="single" w:sz="4" w:space="0" w:color="auto"/>
            </w:tcBorders>
            <w:vAlign w:val="center"/>
          </w:tcPr>
          <w:p w14:paraId="02A9E9D7" w14:textId="77777777" w:rsidR="00DE046A" w:rsidRPr="00DC54C7" w:rsidRDefault="00DE046A" w:rsidP="00292630">
            <w:pPr>
              <w:pStyle w:val="TableBody"/>
              <w:ind w:left="1440" w:hanging="288"/>
            </w:pPr>
            <w:r w:rsidRPr="00DC54C7">
              <w:t>1.</w:t>
            </w:r>
            <w:r w:rsidRPr="00DC54C7">
              <w:tab/>
              <w:t xml:space="preserve">Analyze: </w:t>
            </w:r>
            <w:r w:rsidRPr="00DC54C7">
              <w:tab/>
              <w:t>Assets = Liabilities + Stockholders’ Equity</w:t>
            </w:r>
            <w:r w:rsidRPr="00DC54C7">
              <w:br/>
              <w:t>Interest Payable (L</w:t>
            </w:r>
            <w:r>
              <w:t>) +100; Interest Expense (E) –</w:t>
            </w:r>
            <w:r w:rsidRPr="00DC54C7">
              <w:t>100</w:t>
            </w:r>
          </w:p>
        </w:tc>
        <w:tc>
          <w:tcPr>
            <w:tcW w:w="2862" w:type="dxa"/>
            <w:tcBorders>
              <w:left w:val="single" w:sz="4" w:space="0" w:color="auto"/>
            </w:tcBorders>
          </w:tcPr>
          <w:p w14:paraId="4B7C99CC" w14:textId="77777777" w:rsidR="00DE046A" w:rsidRPr="00DC54C7" w:rsidRDefault="00DE046A" w:rsidP="00292630">
            <w:pPr>
              <w:pStyle w:val="TableBody"/>
            </w:pPr>
          </w:p>
        </w:tc>
      </w:tr>
      <w:tr w:rsidR="00DE046A" w:rsidRPr="00DC54C7" w14:paraId="220AC22A" w14:textId="77777777" w:rsidTr="00292630">
        <w:tc>
          <w:tcPr>
            <w:tcW w:w="6498" w:type="dxa"/>
            <w:tcBorders>
              <w:right w:val="single" w:sz="4" w:space="0" w:color="auto"/>
            </w:tcBorders>
          </w:tcPr>
          <w:p w14:paraId="55600A6A" w14:textId="77777777" w:rsidR="00DE046A" w:rsidRPr="00DC54C7" w:rsidRDefault="00DE046A" w:rsidP="00292630">
            <w:pPr>
              <w:pStyle w:val="TableBody"/>
              <w:ind w:left="1440" w:hanging="288"/>
            </w:pPr>
            <w:r w:rsidRPr="00DC54C7">
              <w:t>2.</w:t>
            </w:r>
            <w:r w:rsidRPr="00DC54C7">
              <w:tab/>
              <w:t>Record:</w:t>
            </w:r>
          </w:p>
        </w:tc>
        <w:tc>
          <w:tcPr>
            <w:tcW w:w="2862" w:type="dxa"/>
            <w:tcBorders>
              <w:left w:val="single" w:sz="4" w:space="0" w:color="auto"/>
            </w:tcBorders>
          </w:tcPr>
          <w:p w14:paraId="607C77BF" w14:textId="77777777" w:rsidR="00DE046A" w:rsidRPr="00DC54C7" w:rsidRDefault="00DE046A" w:rsidP="00292630">
            <w:pPr>
              <w:pStyle w:val="TableBody"/>
            </w:pPr>
          </w:p>
        </w:tc>
      </w:tr>
      <w:tr w:rsidR="00DE046A" w:rsidRPr="00DC54C7" w14:paraId="770BC326" w14:textId="77777777" w:rsidTr="00292630">
        <w:tc>
          <w:tcPr>
            <w:tcW w:w="6498" w:type="dxa"/>
            <w:tcBorders>
              <w:right w:val="single" w:sz="4" w:space="0" w:color="auto"/>
            </w:tcBorders>
          </w:tcPr>
          <w:tbl>
            <w:tblPr>
              <w:tblW w:w="5040" w:type="dxa"/>
              <w:tblInd w:w="1368" w:type="dxa"/>
              <w:tblLayout w:type="fixed"/>
              <w:tblLook w:val="04A0" w:firstRow="1" w:lastRow="0" w:firstColumn="1" w:lastColumn="0" w:noHBand="0" w:noVBand="1"/>
            </w:tblPr>
            <w:tblGrid>
              <w:gridCol w:w="3024"/>
              <w:gridCol w:w="1008"/>
              <w:gridCol w:w="1008"/>
            </w:tblGrid>
            <w:tr w:rsidR="00DE046A" w:rsidRPr="00DC54C7" w14:paraId="1EB142AF" w14:textId="77777777" w:rsidTr="00292630">
              <w:tc>
                <w:tcPr>
                  <w:tcW w:w="3024" w:type="dxa"/>
                </w:tcPr>
                <w:p w14:paraId="11C78EB1" w14:textId="77777777" w:rsidR="00DE046A" w:rsidRPr="00DC54C7" w:rsidRDefault="00DE046A" w:rsidP="00292630">
                  <w:pPr>
                    <w:pStyle w:val="TableBody"/>
                  </w:pPr>
                  <w:r w:rsidRPr="00DC54C7">
                    <w:t>Interest Expense (+E, –SE )</w:t>
                  </w:r>
                </w:p>
              </w:tc>
              <w:tc>
                <w:tcPr>
                  <w:tcW w:w="1008" w:type="dxa"/>
                </w:tcPr>
                <w:p w14:paraId="2FB9D014" w14:textId="77777777" w:rsidR="00DE046A" w:rsidRPr="00DC54C7" w:rsidRDefault="00DE046A" w:rsidP="00292630">
                  <w:pPr>
                    <w:pStyle w:val="TableBody"/>
                    <w:jc w:val="right"/>
                  </w:pPr>
                  <w:r w:rsidRPr="00DC54C7">
                    <w:t>100</w:t>
                  </w:r>
                </w:p>
              </w:tc>
              <w:tc>
                <w:tcPr>
                  <w:tcW w:w="1008" w:type="dxa"/>
                </w:tcPr>
                <w:p w14:paraId="06705674" w14:textId="77777777" w:rsidR="00DE046A" w:rsidRPr="00DC54C7" w:rsidRDefault="00DE046A" w:rsidP="00292630">
                  <w:pPr>
                    <w:pStyle w:val="TableBody"/>
                    <w:jc w:val="right"/>
                  </w:pPr>
                </w:p>
              </w:tc>
            </w:tr>
            <w:tr w:rsidR="00DE046A" w:rsidRPr="00DC54C7" w14:paraId="40800372" w14:textId="77777777" w:rsidTr="00292630">
              <w:tc>
                <w:tcPr>
                  <w:tcW w:w="3024" w:type="dxa"/>
                </w:tcPr>
                <w:p w14:paraId="1158034D" w14:textId="77777777" w:rsidR="00DE046A" w:rsidRPr="00DC54C7" w:rsidRDefault="00DE046A" w:rsidP="00292630">
                  <w:pPr>
                    <w:pStyle w:val="TableBody"/>
                  </w:pPr>
                  <w:r w:rsidRPr="00DC54C7">
                    <w:t xml:space="preserve">  Interest Payable (+L)</w:t>
                  </w:r>
                </w:p>
              </w:tc>
              <w:tc>
                <w:tcPr>
                  <w:tcW w:w="1008" w:type="dxa"/>
                </w:tcPr>
                <w:p w14:paraId="78835EA3" w14:textId="77777777" w:rsidR="00DE046A" w:rsidRPr="00DC54C7" w:rsidRDefault="00DE046A" w:rsidP="00292630">
                  <w:pPr>
                    <w:pStyle w:val="TableBody"/>
                    <w:jc w:val="right"/>
                  </w:pPr>
                </w:p>
              </w:tc>
              <w:tc>
                <w:tcPr>
                  <w:tcW w:w="1008" w:type="dxa"/>
                </w:tcPr>
                <w:p w14:paraId="62D27FDC" w14:textId="77777777" w:rsidR="00DE046A" w:rsidRPr="00DC54C7" w:rsidRDefault="00DE046A" w:rsidP="00292630">
                  <w:pPr>
                    <w:pStyle w:val="TableBody"/>
                    <w:jc w:val="right"/>
                  </w:pPr>
                  <w:r w:rsidRPr="00DC54C7">
                    <w:t>100</w:t>
                  </w:r>
                </w:p>
              </w:tc>
            </w:tr>
          </w:tbl>
          <w:p w14:paraId="0A11152B" w14:textId="77777777" w:rsidR="00DE046A" w:rsidRPr="00DC54C7" w:rsidRDefault="00DE046A" w:rsidP="00292630">
            <w:pPr>
              <w:pStyle w:val="TableBody"/>
              <w:ind w:left="1152" w:hanging="288"/>
            </w:pPr>
          </w:p>
        </w:tc>
        <w:tc>
          <w:tcPr>
            <w:tcW w:w="2862" w:type="dxa"/>
            <w:tcBorders>
              <w:left w:val="single" w:sz="4" w:space="0" w:color="auto"/>
            </w:tcBorders>
          </w:tcPr>
          <w:p w14:paraId="4C65C38D" w14:textId="77777777" w:rsidR="00DE046A" w:rsidRPr="00DC54C7" w:rsidRDefault="00DE046A" w:rsidP="00292630">
            <w:pPr>
              <w:pStyle w:val="TableBody"/>
            </w:pPr>
          </w:p>
        </w:tc>
      </w:tr>
      <w:tr w:rsidR="00DE046A" w:rsidRPr="00DC54C7" w14:paraId="38655D6F" w14:textId="77777777" w:rsidTr="00292630">
        <w:tc>
          <w:tcPr>
            <w:tcW w:w="6498" w:type="dxa"/>
            <w:tcBorders>
              <w:right w:val="single" w:sz="4" w:space="0" w:color="auto"/>
            </w:tcBorders>
          </w:tcPr>
          <w:p w14:paraId="194A7B39" w14:textId="77777777" w:rsidR="00DE046A" w:rsidRPr="00DC54C7" w:rsidRDefault="00DE046A" w:rsidP="00061424">
            <w:pPr>
              <w:pStyle w:val="TableBody"/>
              <w:ind w:left="1152" w:hanging="288"/>
            </w:pPr>
            <w:r w:rsidRPr="00DC54C7">
              <w:t>(</w:t>
            </w:r>
            <w:r w:rsidR="00292630">
              <w:t>i</w:t>
            </w:r>
            <w:r w:rsidRPr="00DC54C7">
              <w:t>) Income Taxes Incurred but Not Yet Recorded</w:t>
            </w:r>
            <w:r w:rsidR="009721E8">
              <w:t>—</w:t>
            </w:r>
            <w:r w:rsidRPr="00DC54C7">
              <w:t xml:space="preserve"> </w:t>
            </w:r>
            <w:r>
              <w:t>SonicGateway</w:t>
            </w:r>
            <w:r w:rsidRPr="00DC54C7">
              <w:t xml:space="preserve"> pays income tax at an average rate equal to </w:t>
            </w:r>
            <w:r w:rsidR="00061424">
              <w:t>20%</w:t>
            </w:r>
            <w:r w:rsidRPr="00DC54C7">
              <w:t xml:space="preserve"> of the company’s income before taxes.</w:t>
            </w:r>
          </w:p>
        </w:tc>
        <w:tc>
          <w:tcPr>
            <w:tcW w:w="2862" w:type="dxa"/>
            <w:tcBorders>
              <w:left w:val="single" w:sz="4" w:space="0" w:color="auto"/>
            </w:tcBorders>
          </w:tcPr>
          <w:p w14:paraId="5965FB45" w14:textId="77777777" w:rsidR="00DE046A" w:rsidRPr="00DC54C7" w:rsidRDefault="00DE046A" w:rsidP="00292630">
            <w:pPr>
              <w:pStyle w:val="TableBody"/>
            </w:pPr>
          </w:p>
        </w:tc>
      </w:tr>
      <w:tr w:rsidR="00DE046A" w:rsidRPr="00DC54C7" w14:paraId="22770471" w14:textId="77777777" w:rsidTr="005C6E04">
        <w:tc>
          <w:tcPr>
            <w:tcW w:w="6498" w:type="dxa"/>
            <w:tcBorders>
              <w:right w:val="single" w:sz="4" w:space="0" w:color="auto"/>
            </w:tcBorders>
            <w:vAlign w:val="center"/>
          </w:tcPr>
          <w:p w14:paraId="23BE3D39" w14:textId="77777777" w:rsidR="00DE046A" w:rsidRPr="00DC54C7" w:rsidRDefault="00DE046A" w:rsidP="00061424">
            <w:pPr>
              <w:pStyle w:val="TableBody"/>
              <w:ind w:left="1440" w:hanging="288"/>
            </w:pPr>
            <w:r w:rsidRPr="00DC54C7">
              <w:t>1.</w:t>
            </w:r>
            <w:r w:rsidRPr="00DC54C7">
              <w:tab/>
              <w:t>Income tax is calculated by multiplying (1) the company’s adjusted income (before income taxes) of $1,000 by</w:t>
            </w:r>
            <w:r w:rsidR="00061424">
              <w:t xml:space="preserve"> (2) the company’s tax rate of 2</w:t>
            </w:r>
            <w:r w:rsidRPr="00DC54C7">
              <w:t>0% to g</w:t>
            </w:r>
            <w:r w:rsidR="00061424">
              <w:t>et the amount of income tax of $2</w:t>
            </w:r>
            <w:r w:rsidRPr="00DC54C7">
              <w:t>00.</w:t>
            </w:r>
          </w:p>
        </w:tc>
        <w:tc>
          <w:tcPr>
            <w:tcW w:w="2862" w:type="dxa"/>
            <w:tcBorders>
              <w:left w:val="single" w:sz="4" w:space="0" w:color="auto"/>
            </w:tcBorders>
          </w:tcPr>
          <w:p w14:paraId="543F7BA3" w14:textId="77777777" w:rsidR="00DE046A" w:rsidRPr="00DC54C7" w:rsidRDefault="00DE046A" w:rsidP="00292630">
            <w:pPr>
              <w:pStyle w:val="TableBody"/>
            </w:pPr>
          </w:p>
        </w:tc>
      </w:tr>
      <w:tr w:rsidR="00DE046A" w:rsidRPr="00DC54C7" w14:paraId="618120CE" w14:textId="77777777" w:rsidTr="00292630">
        <w:tc>
          <w:tcPr>
            <w:tcW w:w="6498" w:type="dxa"/>
            <w:tcBorders>
              <w:right w:val="single" w:sz="4" w:space="0" w:color="auto"/>
            </w:tcBorders>
            <w:vAlign w:val="center"/>
          </w:tcPr>
          <w:p w14:paraId="4AF22FED" w14:textId="77777777" w:rsidR="00DE046A" w:rsidRPr="00DC54C7" w:rsidRDefault="00DE046A" w:rsidP="00292630">
            <w:pPr>
              <w:pStyle w:val="TableBody"/>
              <w:ind w:left="1440" w:hanging="288"/>
            </w:pPr>
            <w:r w:rsidRPr="00DC54C7">
              <w:t>2.</w:t>
            </w:r>
            <w:r w:rsidRPr="00DC54C7">
              <w:tab/>
              <w:t>The unadjusted trial balance shows that no income tax has been recorded (both Income Tax Payable and Income Tax Expense are $0).</w:t>
            </w:r>
          </w:p>
        </w:tc>
        <w:tc>
          <w:tcPr>
            <w:tcW w:w="2862" w:type="dxa"/>
            <w:tcBorders>
              <w:left w:val="single" w:sz="4" w:space="0" w:color="auto"/>
            </w:tcBorders>
          </w:tcPr>
          <w:p w14:paraId="48257EE0" w14:textId="77777777" w:rsidR="00DE046A" w:rsidRPr="00DC54C7" w:rsidRDefault="00DE046A" w:rsidP="00292630">
            <w:pPr>
              <w:pStyle w:val="TableBody"/>
            </w:pPr>
          </w:p>
        </w:tc>
      </w:tr>
      <w:tr w:rsidR="00DE046A" w:rsidRPr="00DC54C7" w14:paraId="7E328D44" w14:textId="77777777" w:rsidTr="00292630">
        <w:tc>
          <w:tcPr>
            <w:tcW w:w="6498" w:type="dxa"/>
            <w:tcBorders>
              <w:right w:val="single" w:sz="4" w:space="0" w:color="auto"/>
            </w:tcBorders>
            <w:vAlign w:val="center"/>
          </w:tcPr>
          <w:p w14:paraId="31D458FA" w14:textId="77777777" w:rsidR="00DE046A" w:rsidRPr="00DC54C7" w:rsidRDefault="00DE046A" w:rsidP="00061424">
            <w:pPr>
              <w:pStyle w:val="TableBody"/>
              <w:ind w:left="1440" w:hanging="288"/>
            </w:pPr>
            <w:r w:rsidRPr="00DC54C7">
              <w:t>3.</w:t>
            </w:r>
            <w:r w:rsidRPr="00DC54C7">
              <w:tab/>
              <w:t xml:space="preserve">Analyze: </w:t>
            </w:r>
            <w:r w:rsidRPr="00DC54C7">
              <w:tab/>
              <w:t xml:space="preserve">Assets = Liabilities + Stockholders’ </w:t>
            </w:r>
            <w:r w:rsidR="00061424">
              <w:t>Equity</w:t>
            </w:r>
            <w:r w:rsidR="00061424">
              <w:br/>
              <w:t>Income Tax Payable (L) +2</w:t>
            </w:r>
            <w:r w:rsidRPr="00DC54C7">
              <w:t xml:space="preserve">00; Income Tax Expense (E) </w:t>
            </w:r>
            <w:r>
              <w:rPr>
                <w:rFonts w:eastAsia="SimSun"/>
                <w:szCs w:val="22"/>
              </w:rPr>
              <w:t>–</w:t>
            </w:r>
            <w:r w:rsidR="00061424">
              <w:rPr>
                <w:rFonts w:eastAsia="SimSun"/>
                <w:szCs w:val="22"/>
              </w:rPr>
              <w:t>2</w:t>
            </w:r>
            <w:r w:rsidRPr="00DC54C7">
              <w:t>00</w:t>
            </w:r>
          </w:p>
        </w:tc>
        <w:tc>
          <w:tcPr>
            <w:tcW w:w="2862" w:type="dxa"/>
            <w:tcBorders>
              <w:left w:val="single" w:sz="4" w:space="0" w:color="auto"/>
            </w:tcBorders>
          </w:tcPr>
          <w:p w14:paraId="3A663601" w14:textId="77777777" w:rsidR="00DE046A" w:rsidRPr="00DC54C7" w:rsidRDefault="00DE046A" w:rsidP="00292630">
            <w:pPr>
              <w:pStyle w:val="TableBody"/>
            </w:pPr>
          </w:p>
        </w:tc>
      </w:tr>
      <w:tr w:rsidR="00DE046A" w:rsidRPr="00DC54C7" w14:paraId="444024DE" w14:textId="77777777" w:rsidTr="00F31380">
        <w:tc>
          <w:tcPr>
            <w:tcW w:w="6498" w:type="dxa"/>
            <w:tcBorders>
              <w:right w:val="single" w:sz="4" w:space="0" w:color="auto"/>
            </w:tcBorders>
          </w:tcPr>
          <w:p w14:paraId="74625FCA" w14:textId="77777777" w:rsidR="00DE046A" w:rsidRPr="00DC54C7" w:rsidRDefault="00DE046A" w:rsidP="00292630">
            <w:pPr>
              <w:pStyle w:val="TableBody"/>
              <w:ind w:left="1440" w:hanging="288"/>
            </w:pPr>
            <w:r w:rsidRPr="00DC54C7">
              <w:t>4.</w:t>
            </w:r>
            <w:r w:rsidRPr="00DC54C7">
              <w:tab/>
              <w:t>Record:</w:t>
            </w:r>
          </w:p>
        </w:tc>
        <w:tc>
          <w:tcPr>
            <w:tcW w:w="2862" w:type="dxa"/>
            <w:tcBorders>
              <w:left w:val="single" w:sz="4" w:space="0" w:color="auto"/>
            </w:tcBorders>
          </w:tcPr>
          <w:p w14:paraId="7D01AC69" w14:textId="77777777" w:rsidR="00DE046A" w:rsidRPr="00DC54C7" w:rsidRDefault="00DE046A" w:rsidP="00292630">
            <w:pPr>
              <w:pStyle w:val="TableBody"/>
            </w:pPr>
          </w:p>
        </w:tc>
      </w:tr>
      <w:tr w:rsidR="00DE046A" w:rsidRPr="00DC54C7" w14:paraId="24C0651C" w14:textId="77777777" w:rsidTr="00F31380">
        <w:tc>
          <w:tcPr>
            <w:tcW w:w="6498" w:type="dxa"/>
            <w:tcBorders>
              <w:right w:val="single" w:sz="4" w:space="0" w:color="auto"/>
            </w:tcBorders>
          </w:tcPr>
          <w:tbl>
            <w:tblPr>
              <w:tblW w:w="4896" w:type="dxa"/>
              <w:tblInd w:w="1368" w:type="dxa"/>
              <w:tblLayout w:type="fixed"/>
              <w:tblLook w:val="04A0" w:firstRow="1" w:lastRow="0" w:firstColumn="1" w:lastColumn="0" w:noHBand="0" w:noVBand="1"/>
            </w:tblPr>
            <w:tblGrid>
              <w:gridCol w:w="3456"/>
              <w:gridCol w:w="720"/>
              <w:gridCol w:w="720"/>
            </w:tblGrid>
            <w:tr w:rsidR="00DE046A" w:rsidRPr="00DC54C7" w14:paraId="0705725E" w14:textId="77777777" w:rsidTr="00292630">
              <w:tc>
                <w:tcPr>
                  <w:tcW w:w="3456" w:type="dxa"/>
                </w:tcPr>
                <w:p w14:paraId="6BD321B4" w14:textId="77777777" w:rsidR="00DE046A" w:rsidRPr="00DC54C7" w:rsidRDefault="00DE046A" w:rsidP="00292630">
                  <w:pPr>
                    <w:pStyle w:val="TableBody"/>
                  </w:pPr>
                  <w:r w:rsidRPr="00DC54C7">
                    <w:t>Income Tax Expense (+E, –SE)</w:t>
                  </w:r>
                </w:p>
              </w:tc>
              <w:tc>
                <w:tcPr>
                  <w:tcW w:w="720" w:type="dxa"/>
                </w:tcPr>
                <w:p w14:paraId="1DC0D40E" w14:textId="77777777" w:rsidR="00DE046A" w:rsidRPr="00DC54C7" w:rsidRDefault="00061424" w:rsidP="00292630">
                  <w:pPr>
                    <w:pStyle w:val="TableBody"/>
                    <w:jc w:val="right"/>
                  </w:pPr>
                  <w:r>
                    <w:t>200</w:t>
                  </w:r>
                </w:p>
              </w:tc>
              <w:tc>
                <w:tcPr>
                  <w:tcW w:w="720" w:type="dxa"/>
                </w:tcPr>
                <w:p w14:paraId="0993D2AA" w14:textId="77777777" w:rsidR="00DE046A" w:rsidRPr="00DC54C7" w:rsidRDefault="00DE046A" w:rsidP="00292630">
                  <w:pPr>
                    <w:pStyle w:val="TableBody"/>
                    <w:jc w:val="right"/>
                  </w:pPr>
                </w:p>
              </w:tc>
            </w:tr>
            <w:tr w:rsidR="00DE046A" w:rsidRPr="00DC54C7" w14:paraId="056D1BB4" w14:textId="77777777" w:rsidTr="00292630">
              <w:tc>
                <w:tcPr>
                  <w:tcW w:w="3456" w:type="dxa"/>
                </w:tcPr>
                <w:p w14:paraId="770132DF" w14:textId="77777777" w:rsidR="00DE046A" w:rsidRPr="00DC54C7" w:rsidRDefault="00DE046A" w:rsidP="00292630">
                  <w:pPr>
                    <w:pStyle w:val="TableBody"/>
                  </w:pPr>
                  <w:r w:rsidRPr="00DC54C7">
                    <w:t xml:space="preserve">  Income Tax Payable (+L)</w:t>
                  </w:r>
                </w:p>
              </w:tc>
              <w:tc>
                <w:tcPr>
                  <w:tcW w:w="720" w:type="dxa"/>
                </w:tcPr>
                <w:p w14:paraId="04099418" w14:textId="77777777" w:rsidR="00DE046A" w:rsidRPr="00DC54C7" w:rsidRDefault="00DE046A" w:rsidP="00292630">
                  <w:pPr>
                    <w:pStyle w:val="TableBody"/>
                    <w:jc w:val="right"/>
                  </w:pPr>
                </w:p>
              </w:tc>
              <w:tc>
                <w:tcPr>
                  <w:tcW w:w="720" w:type="dxa"/>
                </w:tcPr>
                <w:p w14:paraId="7E831297" w14:textId="77777777" w:rsidR="00DE046A" w:rsidRPr="00DC54C7" w:rsidRDefault="00061424" w:rsidP="00292630">
                  <w:pPr>
                    <w:pStyle w:val="TableBody"/>
                    <w:jc w:val="right"/>
                  </w:pPr>
                  <w:r>
                    <w:t>200</w:t>
                  </w:r>
                </w:p>
              </w:tc>
            </w:tr>
          </w:tbl>
          <w:p w14:paraId="45CC6AC8" w14:textId="77777777" w:rsidR="00DE046A" w:rsidRPr="00DC54C7" w:rsidRDefault="00DE046A" w:rsidP="00292630">
            <w:pPr>
              <w:pStyle w:val="TableBody"/>
              <w:ind w:left="1152" w:hanging="288"/>
            </w:pPr>
          </w:p>
        </w:tc>
        <w:tc>
          <w:tcPr>
            <w:tcW w:w="2862" w:type="dxa"/>
            <w:tcBorders>
              <w:left w:val="single" w:sz="4" w:space="0" w:color="auto"/>
            </w:tcBorders>
          </w:tcPr>
          <w:p w14:paraId="4E2962CE" w14:textId="77777777" w:rsidR="00DE046A" w:rsidRPr="00DC54C7" w:rsidRDefault="00DE046A" w:rsidP="00292630">
            <w:pPr>
              <w:pStyle w:val="TableBody"/>
            </w:pPr>
          </w:p>
        </w:tc>
      </w:tr>
      <w:tr w:rsidR="00DE046A" w:rsidRPr="00DC54C7" w14:paraId="3A7212DC" w14:textId="77777777" w:rsidTr="00F31380">
        <w:tc>
          <w:tcPr>
            <w:tcW w:w="6498" w:type="dxa"/>
            <w:tcBorders>
              <w:right w:val="single" w:sz="4" w:space="0" w:color="auto"/>
            </w:tcBorders>
          </w:tcPr>
          <w:p w14:paraId="03F3A8B6" w14:textId="77777777" w:rsidR="00DE046A" w:rsidRPr="00DC54C7" w:rsidRDefault="00801A23" w:rsidP="00750FD5">
            <w:pPr>
              <w:pStyle w:val="TableBody"/>
              <w:ind w:left="1440" w:hanging="288"/>
            </w:pPr>
            <w:r>
              <w:t>5</w:t>
            </w:r>
            <w:r w:rsidR="00DE046A" w:rsidRPr="00DC54C7">
              <w:t>.</w:t>
            </w:r>
            <w:r w:rsidR="00DE046A" w:rsidRPr="00DC54C7">
              <w:tab/>
              <w:t>Adjusting journal always include one balance sheet and one income statement account.</w:t>
            </w:r>
          </w:p>
        </w:tc>
        <w:tc>
          <w:tcPr>
            <w:tcW w:w="2862" w:type="dxa"/>
            <w:tcBorders>
              <w:left w:val="single" w:sz="4" w:space="0" w:color="auto"/>
            </w:tcBorders>
          </w:tcPr>
          <w:p w14:paraId="359BF0CF" w14:textId="77777777" w:rsidR="00DE046A" w:rsidRPr="00DC54C7" w:rsidRDefault="00DE046A" w:rsidP="00426889">
            <w:pPr>
              <w:pStyle w:val="TableBody"/>
              <w:ind w:left="288"/>
            </w:pPr>
          </w:p>
        </w:tc>
      </w:tr>
    </w:tbl>
    <w:p w14:paraId="454A5DB6" w14:textId="77777777" w:rsidR="00C67B1F" w:rsidRPr="00DC54C7" w:rsidRDefault="00C67B1F">
      <w:pPr>
        <w:rPr>
          <w:sz w:val="4"/>
          <w:szCs w:val="4"/>
        </w:rPr>
      </w:pPr>
      <w:r w:rsidRPr="00DC54C7">
        <w:br w:type="page"/>
      </w:r>
    </w:p>
    <w:tbl>
      <w:tblPr>
        <w:tblW w:w="0" w:type="auto"/>
        <w:tblLayout w:type="fixed"/>
        <w:tblLook w:val="01E0" w:firstRow="1" w:lastRow="1" w:firstColumn="1" w:lastColumn="1" w:noHBand="0" w:noVBand="0"/>
      </w:tblPr>
      <w:tblGrid>
        <w:gridCol w:w="6498"/>
        <w:gridCol w:w="2862"/>
      </w:tblGrid>
      <w:tr w:rsidR="00C67B1F" w:rsidRPr="00DC54C7" w14:paraId="63CA83AE" w14:textId="77777777" w:rsidTr="00C67B1F">
        <w:tc>
          <w:tcPr>
            <w:tcW w:w="6498" w:type="dxa"/>
            <w:tcBorders>
              <w:right w:val="single" w:sz="4" w:space="0" w:color="auto"/>
            </w:tcBorders>
          </w:tcPr>
          <w:p w14:paraId="50F9D626" w14:textId="77777777" w:rsidR="00C67B1F" w:rsidRPr="00DC54C7" w:rsidRDefault="00C67B1F" w:rsidP="00C67B1F">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1B995124" w14:textId="77777777" w:rsidR="00C67B1F" w:rsidRPr="00DC54C7" w:rsidRDefault="00C67B1F" w:rsidP="00C67B1F">
            <w:pPr>
              <w:pStyle w:val="Heading1"/>
            </w:pPr>
            <w:r w:rsidRPr="00DC54C7">
              <w:t>Teaching Notes</w:t>
            </w:r>
          </w:p>
        </w:tc>
      </w:tr>
      <w:tr w:rsidR="00061424" w:rsidRPr="00DC54C7" w14:paraId="5A82E819" w14:textId="77777777" w:rsidTr="00B27301">
        <w:tc>
          <w:tcPr>
            <w:tcW w:w="9360" w:type="dxa"/>
            <w:gridSpan w:val="2"/>
            <w:tcBorders>
              <w:top w:val="single" w:sz="4" w:space="0" w:color="auto"/>
              <w:left w:val="single" w:sz="4" w:space="0" w:color="auto"/>
              <w:bottom w:val="single" w:sz="4" w:space="0" w:color="auto"/>
              <w:right w:val="single" w:sz="4" w:space="0" w:color="auto"/>
            </w:tcBorders>
          </w:tcPr>
          <w:p w14:paraId="6B2A8D7D" w14:textId="77777777" w:rsidR="00061424" w:rsidRPr="00DC54C7" w:rsidRDefault="00061424" w:rsidP="00801A23">
            <w:pPr>
              <w:pStyle w:val="TableBody"/>
              <w:spacing w:before="60" w:after="60"/>
              <w:ind w:left="288" w:hanging="288"/>
              <w:rPr>
                <w:b/>
                <w:i/>
                <w:iCs/>
              </w:rPr>
            </w:pPr>
            <w:r w:rsidRPr="00DC54C7">
              <w:rPr>
                <w:b/>
                <w:i/>
                <w:iCs/>
              </w:rPr>
              <w:t xml:space="preserve">LO </w:t>
            </w:r>
            <w:r w:rsidR="00AF439D">
              <w:rPr>
                <w:b/>
                <w:i/>
                <w:iCs/>
              </w:rPr>
              <w:t>4</w:t>
            </w:r>
            <w:r>
              <w:rPr>
                <w:b/>
                <w:i/>
                <w:iCs/>
              </w:rPr>
              <w:t>-</w:t>
            </w:r>
            <w:r w:rsidRPr="00DC54C7">
              <w:rPr>
                <w:b/>
                <w:i/>
                <w:iCs/>
              </w:rPr>
              <w:t>3 Prepare an adjusted trial balance.</w:t>
            </w:r>
          </w:p>
        </w:tc>
      </w:tr>
      <w:tr w:rsidR="00061424" w:rsidRPr="00DC54C7" w14:paraId="3C7558F4" w14:textId="77777777" w:rsidTr="00B27301">
        <w:tc>
          <w:tcPr>
            <w:tcW w:w="6498" w:type="dxa"/>
            <w:tcBorders>
              <w:right w:val="single" w:sz="4" w:space="0" w:color="auto"/>
            </w:tcBorders>
          </w:tcPr>
          <w:p w14:paraId="6B0EF24D" w14:textId="77777777" w:rsidR="00061424" w:rsidRPr="00DC54C7" w:rsidRDefault="00801A23" w:rsidP="00B27301">
            <w:pPr>
              <w:pStyle w:val="TableBody"/>
              <w:ind w:left="864" w:hanging="288"/>
            </w:pPr>
            <w:r>
              <w:t>C</w:t>
            </w:r>
            <w:r w:rsidR="00061424" w:rsidRPr="00DC54C7">
              <w:t>.</w:t>
            </w:r>
            <w:r w:rsidR="00061424" w:rsidRPr="00DC54C7">
              <w:tab/>
              <w:t>Adjusted Trial Balance</w:t>
            </w:r>
          </w:p>
        </w:tc>
        <w:tc>
          <w:tcPr>
            <w:tcW w:w="2862" w:type="dxa"/>
            <w:tcBorders>
              <w:left w:val="single" w:sz="4" w:space="0" w:color="auto"/>
            </w:tcBorders>
          </w:tcPr>
          <w:p w14:paraId="37727167" w14:textId="77777777" w:rsidR="00061424" w:rsidRPr="00733016" w:rsidRDefault="00061424" w:rsidP="00B27301">
            <w:pPr>
              <w:pStyle w:val="TableBody"/>
              <w:numPr>
                <w:ilvl w:val="0"/>
                <w:numId w:val="12"/>
              </w:numPr>
              <w:ind w:left="288" w:hanging="288"/>
            </w:pPr>
            <w:r>
              <w:t>Activity #2</w:t>
            </w:r>
          </w:p>
        </w:tc>
      </w:tr>
      <w:tr w:rsidR="00061424" w:rsidRPr="00DC54C7" w14:paraId="56FCC243" w14:textId="77777777" w:rsidTr="00B27301">
        <w:tc>
          <w:tcPr>
            <w:tcW w:w="6498" w:type="dxa"/>
            <w:tcBorders>
              <w:right w:val="single" w:sz="4" w:space="0" w:color="auto"/>
            </w:tcBorders>
          </w:tcPr>
          <w:p w14:paraId="7CE26EFD" w14:textId="77777777" w:rsidR="00061424" w:rsidRPr="00DC54C7" w:rsidRDefault="00061424" w:rsidP="00061424">
            <w:pPr>
              <w:pStyle w:val="TableBody"/>
              <w:ind w:left="1152" w:hanging="288"/>
            </w:pPr>
            <w:r>
              <w:t>1</w:t>
            </w:r>
            <w:r w:rsidRPr="00DC54C7">
              <w:t>.</w:t>
            </w:r>
            <w:r w:rsidRPr="00DC54C7">
              <w:tab/>
            </w:r>
            <w:r w:rsidRPr="00061424">
              <w:rPr>
                <w:b/>
              </w:rPr>
              <w:t>Adjusted trial balance</w:t>
            </w:r>
            <w:r w:rsidRPr="00DC54C7">
              <w:t>––</w:t>
            </w:r>
            <w:r>
              <w:t>A l</w:t>
            </w:r>
            <w:r w:rsidRPr="00DC54C7">
              <w:t>ist of all accounts and their adjusted balances</w:t>
            </w:r>
            <w:r>
              <w:t>, which is used</w:t>
            </w:r>
            <w:r w:rsidRPr="00DC54C7">
              <w:t xml:space="preserve"> to check on the equality of recorded debits and credits.</w:t>
            </w:r>
          </w:p>
        </w:tc>
        <w:tc>
          <w:tcPr>
            <w:tcW w:w="2862" w:type="dxa"/>
            <w:tcBorders>
              <w:left w:val="single" w:sz="4" w:space="0" w:color="auto"/>
            </w:tcBorders>
          </w:tcPr>
          <w:p w14:paraId="15C8E4C3" w14:textId="77777777" w:rsidR="00061424" w:rsidRPr="00DC54C7" w:rsidRDefault="00061424" w:rsidP="00B27301">
            <w:pPr>
              <w:pStyle w:val="TableBody"/>
              <w:ind w:left="1152" w:hanging="288"/>
            </w:pPr>
          </w:p>
        </w:tc>
      </w:tr>
      <w:tr w:rsidR="00061424" w:rsidRPr="00DC54C7" w14:paraId="23DF6A75" w14:textId="77777777" w:rsidTr="00B27301">
        <w:tc>
          <w:tcPr>
            <w:tcW w:w="6498" w:type="dxa"/>
            <w:tcBorders>
              <w:right w:val="single" w:sz="4" w:space="0" w:color="auto"/>
            </w:tcBorders>
          </w:tcPr>
          <w:p w14:paraId="39B571BC" w14:textId="77777777" w:rsidR="00061424" w:rsidRPr="00DC54C7" w:rsidRDefault="00061424" w:rsidP="00B27301">
            <w:pPr>
              <w:pStyle w:val="TableBody"/>
              <w:ind w:left="1152" w:hanging="288"/>
            </w:pPr>
            <w:r>
              <w:t>2</w:t>
            </w:r>
            <w:r w:rsidRPr="00DC54C7">
              <w:t>.</w:t>
            </w:r>
            <w:r w:rsidRPr="00DC54C7">
              <w:tab/>
              <w:t>The only difference between an adjusted trial balance and an unadjusted trial balance is that the adjusted trial balance is prepared after all adjustments have been posted.</w:t>
            </w:r>
          </w:p>
        </w:tc>
        <w:tc>
          <w:tcPr>
            <w:tcW w:w="2862" w:type="dxa"/>
            <w:tcBorders>
              <w:left w:val="single" w:sz="4" w:space="0" w:color="auto"/>
            </w:tcBorders>
          </w:tcPr>
          <w:p w14:paraId="00D91AA2" w14:textId="77777777" w:rsidR="00061424" w:rsidRPr="00DC54C7" w:rsidRDefault="00061424" w:rsidP="00B27301">
            <w:pPr>
              <w:pStyle w:val="TableBody"/>
              <w:ind w:left="1152" w:hanging="288"/>
            </w:pPr>
          </w:p>
        </w:tc>
      </w:tr>
      <w:tr w:rsidR="00061424" w:rsidRPr="00DC54C7" w14:paraId="25065310" w14:textId="77777777" w:rsidTr="00B27301">
        <w:tc>
          <w:tcPr>
            <w:tcW w:w="9360" w:type="dxa"/>
            <w:gridSpan w:val="2"/>
            <w:tcBorders>
              <w:top w:val="single" w:sz="4" w:space="0" w:color="auto"/>
              <w:left w:val="single" w:sz="4" w:space="0" w:color="auto"/>
              <w:bottom w:val="single" w:sz="4" w:space="0" w:color="auto"/>
              <w:right w:val="single" w:sz="4" w:space="0" w:color="auto"/>
            </w:tcBorders>
          </w:tcPr>
          <w:p w14:paraId="4D03C76C" w14:textId="77777777" w:rsidR="00061424" w:rsidRPr="00DC54C7" w:rsidRDefault="00061424" w:rsidP="00801A23">
            <w:pPr>
              <w:pStyle w:val="TableBody"/>
              <w:spacing w:before="60" w:after="60"/>
              <w:ind w:left="288" w:hanging="288"/>
              <w:rPr>
                <w:b/>
                <w:i/>
                <w:iCs/>
              </w:rPr>
            </w:pPr>
            <w:r w:rsidRPr="00DC54C7">
              <w:rPr>
                <w:b/>
                <w:i/>
                <w:iCs/>
              </w:rPr>
              <w:t xml:space="preserve">LO </w:t>
            </w:r>
            <w:r w:rsidR="00AF439D">
              <w:rPr>
                <w:b/>
                <w:i/>
                <w:iCs/>
              </w:rPr>
              <w:t>4</w:t>
            </w:r>
            <w:r>
              <w:rPr>
                <w:b/>
                <w:i/>
                <w:iCs/>
              </w:rPr>
              <w:t>-</w:t>
            </w:r>
            <w:r w:rsidRPr="00DC54C7">
              <w:rPr>
                <w:b/>
                <w:i/>
                <w:iCs/>
              </w:rPr>
              <w:t>4 Prepare financial statements.</w:t>
            </w:r>
          </w:p>
        </w:tc>
      </w:tr>
      <w:tr w:rsidR="00061424" w:rsidRPr="00DC54C7" w14:paraId="0CFB485E" w14:textId="77777777" w:rsidTr="00B27301">
        <w:tc>
          <w:tcPr>
            <w:tcW w:w="6498" w:type="dxa"/>
            <w:tcBorders>
              <w:right w:val="single" w:sz="4" w:space="0" w:color="auto"/>
            </w:tcBorders>
          </w:tcPr>
          <w:p w14:paraId="7EAD6047" w14:textId="77777777" w:rsidR="00061424" w:rsidRPr="00DC54C7" w:rsidRDefault="00801A23" w:rsidP="00B27301">
            <w:pPr>
              <w:pStyle w:val="TableBody"/>
              <w:ind w:left="864" w:hanging="288"/>
            </w:pPr>
            <w:r>
              <w:t>D</w:t>
            </w:r>
            <w:r w:rsidR="00061424" w:rsidRPr="00DC54C7">
              <w:t>. Income Statement and Statement of Retained Earnings</w:t>
            </w:r>
          </w:p>
        </w:tc>
        <w:tc>
          <w:tcPr>
            <w:tcW w:w="2862" w:type="dxa"/>
            <w:tcBorders>
              <w:left w:val="single" w:sz="4" w:space="0" w:color="auto"/>
            </w:tcBorders>
          </w:tcPr>
          <w:p w14:paraId="5C539155" w14:textId="77777777" w:rsidR="00061424" w:rsidRPr="00DC54C7" w:rsidRDefault="00061424" w:rsidP="00B27301">
            <w:pPr>
              <w:pStyle w:val="TableBody"/>
              <w:numPr>
                <w:ilvl w:val="0"/>
                <w:numId w:val="12"/>
              </w:numPr>
              <w:ind w:left="288" w:hanging="288"/>
            </w:pPr>
            <w:r>
              <w:t>Activity #3</w:t>
            </w:r>
          </w:p>
        </w:tc>
      </w:tr>
      <w:tr w:rsidR="00061424" w:rsidRPr="00DC54C7" w14:paraId="2120BAC5" w14:textId="77777777" w:rsidTr="00B27301">
        <w:tc>
          <w:tcPr>
            <w:tcW w:w="6498" w:type="dxa"/>
            <w:tcBorders>
              <w:right w:val="single" w:sz="4" w:space="0" w:color="auto"/>
            </w:tcBorders>
          </w:tcPr>
          <w:p w14:paraId="1F13F380" w14:textId="77777777" w:rsidR="00061424" w:rsidRPr="00DC54C7" w:rsidRDefault="00061424" w:rsidP="00B27301">
            <w:pPr>
              <w:pStyle w:val="TableBody"/>
              <w:ind w:left="1152" w:hanging="288"/>
              <w:rPr>
                <w:szCs w:val="22"/>
              </w:rPr>
            </w:pPr>
            <w:r w:rsidRPr="00DC54C7">
              <w:rPr>
                <w:szCs w:val="22"/>
              </w:rPr>
              <w:t>1.</w:t>
            </w:r>
            <w:r w:rsidRPr="00DC54C7">
              <w:rPr>
                <w:szCs w:val="22"/>
              </w:rPr>
              <w:tab/>
            </w:r>
            <w:r w:rsidRPr="00DC54C7">
              <w:rPr>
                <w:rFonts w:eastAsia="SimSun"/>
                <w:szCs w:val="22"/>
                <w:lang w:eastAsia="zh-CN"/>
              </w:rPr>
              <w:t>Prepare the income statement by listing the names and amounts for each revenue and expense account from the adjusted trial balance. Each major category of items is subtotaled prior to computing net income for period.</w:t>
            </w:r>
          </w:p>
        </w:tc>
        <w:tc>
          <w:tcPr>
            <w:tcW w:w="2862" w:type="dxa"/>
            <w:tcBorders>
              <w:left w:val="single" w:sz="4" w:space="0" w:color="auto"/>
            </w:tcBorders>
          </w:tcPr>
          <w:p w14:paraId="5B713590" w14:textId="77777777" w:rsidR="00061424" w:rsidRPr="00DC54C7" w:rsidRDefault="00061424" w:rsidP="00B27301">
            <w:pPr>
              <w:pStyle w:val="TableBody"/>
            </w:pPr>
            <w:r w:rsidRPr="00DC54C7">
              <w:t>See illustrations in Exhibit 4.10</w:t>
            </w:r>
          </w:p>
        </w:tc>
      </w:tr>
      <w:tr w:rsidR="00C67B1F" w:rsidRPr="00DC54C7" w14:paraId="3500AECB" w14:textId="77777777">
        <w:tc>
          <w:tcPr>
            <w:tcW w:w="6498" w:type="dxa"/>
            <w:tcBorders>
              <w:right w:val="single" w:sz="4" w:space="0" w:color="auto"/>
            </w:tcBorders>
          </w:tcPr>
          <w:p w14:paraId="7FA9C8CA" w14:textId="77777777" w:rsidR="00C67B1F" w:rsidRPr="00DC54C7" w:rsidRDefault="00C67B1F" w:rsidP="00C67B1F">
            <w:pPr>
              <w:pStyle w:val="TableBody"/>
              <w:ind w:left="1152" w:hanging="288"/>
              <w:rPr>
                <w:szCs w:val="22"/>
              </w:rPr>
            </w:pPr>
            <w:r w:rsidRPr="00DC54C7">
              <w:rPr>
                <w:szCs w:val="22"/>
              </w:rPr>
              <w:t>2.</w:t>
            </w:r>
            <w:r w:rsidRPr="00DC54C7">
              <w:rPr>
                <w:szCs w:val="22"/>
              </w:rPr>
              <w:tab/>
              <w:t>Account balances from the adjusted trial balance are also used in the statement of retained earnings</w:t>
            </w:r>
          </w:p>
        </w:tc>
        <w:tc>
          <w:tcPr>
            <w:tcW w:w="2862" w:type="dxa"/>
            <w:tcBorders>
              <w:left w:val="single" w:sz="4" w:space="0" w:color="auto"/>
            </w:tcBorders>
          </w:tcPr>
          <w:p w14:paraId="2F88FA8D" w14:textId="77777777" w:rsidR="00C67B1F" w:rsidRPr="00DC54C7" w:rsidRDefault="00C67B1F" w:rsidP="00FD6690">
            <w:pPr>
              <w:pStyle w:val="TableBody"/>
              <w:rPr>
                <w:i/>
                <w:szCs w:val="22"/>
              </w:rPr>
            </w:pPr>
          </w:p>
        </w:tc>
      </w:tr>
      <w:tr w:rsidR="00C67B1F" w:rsidRPr="00DC54C7" w14:paraId="0F272B13" w14:textId="77777777">
        <w:tc>
          <w:tcPr>
            <w:tcW w:w="6498" w:type="dxa"/>
            <w:tcBorders>
              <w:right w:val="single" w:sz="4" w:space="0" w:color="auto"/>
            </w:tcBorders>
          </w:tcPr>
          <w:p w14:paraId="763E64BB" w14:textId="77777777" w:rsidR="00C67B1F" w:rsidRPr="00DC54C7" w:rsidRDefault="00C67B1F" w:rsidP="00C67B1F">
            <w:pPr>
              <w:pStyle w:val="TableBody"/>
              <w:ind w:left="1440" w:hanging="288"/>
            </w:pPr>
            <w:r w:rsidRPr="00DC54C7">
              <w:t>a.</w:t>
            </w:r>
            <w:r w:rsidRPr="00DC54C7">
              <w:tab/>
              <w:t>The amount coming from the adjusted trial balance is the beginning-of-year balance for Retained Earnings.</w:t>
            </w:r>
          </w:p>
        </w:tc>
        <w:tc>
          <w:tcPr>
            <w:tcW w:w="2862" w:type="dxa"/>
            <w:tcBorders>
              <w:left w:val="single" w:sz="4" w:space="0" w:color="auto"/>
            </w:tcBorders>
          </w:tcPr>
          <w:p w14:paraId="52AB429C" w14:textId="77777777" w:rsidR="00C67B1F" w:rsidRPr="00DC54C7" w:rsidRDefault="00C67B1F" w:rsidP="00FD6690">
            <w:pPr>
              <w:pStyle w:val="TableBody"/>
              <w:rPr>
                <w:i/>
                <w:szCs w:val="22"/>
              </w:rPr>
            </w:pPr>
          </w:p>
        </w:tc>
      </w:tr>
      <w:tr w:rsidR="0031361E" w:rsidRPr="00DC54C7" w14:paraId="0F6120B0" w14:textId="77777777">
        <w:tc>
          <w:tcPr>
            <w:tcW w:w="6498" w:type="dxa"/>
            <w:tcBorders>
              <w:right w:val="single" w:sz="4" w:space="0" w:color="auto"/>
            </w:tcBorders>
          </w:tcPr>
          <w:p w14:paraId="6CAC278E" w14:textId="77777777" w:rsidR="0031361E" w:rsidRPr="00DC54C7" w:rsidRDefault="00C67B1F" w:rsidP="00C67B1F">
            <w:pPr>
              <w:pStyle w:val="TableBody"/>
              <w:ind w:left="1440" w:hanging="288"/>
            </w:pPr>
            <w:r w:rsidRPr="00DC54C7">
              <w:t>b</w:t>
            </w:r>
            <w:r w:rsidR="0031361E" w:rsidRPr="00DC54C7">
              <w:t>.</w:t>
            </w:r>
            <w:r w:rsidR="0031361E" w:rsidRPr="00DC54C7">
              <w:tab/>
            </w:r>
            <w:r w:rsidRPr="00DC54C7">
              <w:t>This account balance doesn’t yet include revenues, expenses, and dividends for the current period because they’ve been recorded in their own separate accounts</w:t>
            </w:r>
            <w:r w:rsidR="0031361E" w:rsidRPr="00DC54C7">
              <w:t xml:space="preserve"> </w:t>
            </w:r>
          </w:p>
        </w:tc>
        <w:tc>
          <w:tcPr>
            <w:tcW w:w="2862" w:type="dxa"/>
            <w:tcBorders>
              <w:left w:val="single" w:sz="4" w:space="0" w:color="auto"/>
            </w:tcBorders>
          </w:tcPr>
          <w:p w14:paraId="23766082" w14:textId="77777777" w:rsidR="0031361E" w:rsidRPr="00DC54C7" w:rsidRDefault="00C67B1F" w:rsidP="00FD6690">
            <w:pPr>
              <w:pStyle w:val="TableBody"/>
              <w:rPr>
                <w:i/>
              </w:rPr>
            </w:pPr>
            <w:r w:rsidRPr="00DC54C7">
              <w:rPr>
                <w:i/>
              </w:rPr>
              <w:t>Eventually, we will close those accounts in the Retained Earnings account.</w:t>
            </w:r>
          </w:p>
        </w:tc>
      </w:tr>
      <w:tr w:rsidR="00C67B1F" w:rsidRPr="00DC54C7" w14:paraId="1C7655C8" w14:textId="77777777">
        <w:tc>
          <w:tcPr>
            <w:tcW w:w="6498" w:type="dxa"/>
            <w:tcBorders>
              <w:right w:val="single" w:sz="4" w:space="0" w:color="auto"/>
            </w:tcBorders>
          </w:tcPr>
          <w:p w14:paraId="1C2FC207" w14:textId="77777777" w:rsidR="00C67B1F" w:rsidRPr="00DC54C7" w:rsidRDefault="00C67B1F" w:rsidP="00C67B1F">
            <w:pPr>
              <w:pStyle w:val="TableBody"/>
              <w:ind w:left="1440" w:hanging="288"/>
            </w:pPr>
            <w:r w:rsidRPr="00DC54C7">
              <w:t>c.</w:t>
            </w:r>
            <w:r w:rsidRPr="00DC54C7">
              <w:tab/>
              <w:t>For now, the Retained Earnings account on the adjusted trial balance provides the opening amount on the statement of retained earnings.</w:t>
            </w:r>
          </w:p>
        </w:tc>
        <w:tc>
          <w:tcPr>
            <w:tcW w:w="2862" w:type="dxa"/>
            <w:tcBorders>
              <w:left w:val="single" w:sz="4" w:space="0" w:color="auto"/>
            </w:tcBorders>
          </w:tcPr>
          <w:p w14:paraId="6F3341F5" w14:textId="77777777" w:rsidR="00C67B1F" w:rsidRPr="00DC54C7" w:rsidRDefault="00C67B1F" w:rsidP="00426889">
            <w:pPr>
              <w:pStyle w:val="TableBody"/>
              <w:ind w:left="288"/>
            </w:pPr>
          </w:p>
        </w:tc>
      </w:tr>
      <w:tr w:rsidR="00C67B1F" w:rsidRPr="00DC54C7" w14:paraId="7F37DCE4" w14:textId="77777777">
        <w:tc>
          <w:tcPr>
            <w:tcW w:w="6498" w:type="dxa"/>
            <w:tcBorders>
              <w:right w:val="single" w:sz="4" w:space="0" w:color="auto"/>
            </w:tcBorders>
          </w:tcPr>
          <w:p w14:paraId="02C5A437" w14:textId="77777777" w:rsidR="00C67B1F" w:rsidRPr="00DC54C7" w:rsidRDefault="00C67B1F" w:rsidP="000304F6">
            <w:pPr>
              <w:pStyle w:val="TableBody"/>
              <w:ind w:left="1440" w:hanging="288"/>
            </w:pPr>
            <w:r w:rsidRPr="00DC54C7">
              <w:t>e.</w:t>
            </w:r>
            <w:r w:rsidRPr="00DC54C7">
              <w:tab/>
              <w:t>The amount for Net Income on the next line of the statement of retained earnings comes from the income statement, and the Dividends number comes from the adjusted trial balance.</w:t>
            </w:r>
          </w:p>
        </w:tc>
        <w:tc>
          <w:tcPr>
            <w:tcW w:w="2862" w:type="dxa"/>
            <w:tcBorders>
              <w:left w:val="single" w:sz="4" w:space="0" w:color="auto"/>
            </w:tcBorders>
          </w:tcPr>
          <w:p w14:paraId="73397B30" w14:textId="77777777" w:rsidR="00C67B1F" w:rsidRPr="00DC54C7" w:rsidRDefault="00C67B1F" w:rsidP="00426889">
            <w:pPr>
              <w:pStyle w:val="TableBody"/>
              <w:ind w:left="288"/>
            </w:pPr>
          </w:p>
        </w:tc>
      </w:tr>
      <w:tr w:rsidR="0031361E" w:rsidRPr="00DC54C7" w14:paraId="6A7CF0F8" w14:textId="77777777">
        <w:tc>
          <w:tcPr>
            <w:tcW w:w="6498" w:type="dxa"/>
            <w:tcBorders>
              <w:right w:val="single" w:sz="4" w:space="0" w:color="auto"/>
            </w:tcBorders>
          </w:tcPr>
          <w:p w14:paraId="1D2222B9" w14:textId="77777777" w:rsidR="0031361E" w:rsidRPr="00DC54C7" w:rsidRDefault="00C67B1F" w:rsidP="00C67B1F">
            <w:pPr>
              <w:pStyle w:val="TableBody"/>
              <w:ind w:left="1152" w:hanging="288"/>
            </w:pPr>
            <w:r w:rsidRPr="00DC54C7">
              <w:t>3</w:t>
            </w:r>
            <w:r w:rsidR="0031361E" w:rsidRPr="00DC54C7">
              <w:t>.</w:t>
            </w:r>
            <w:r w:rsidR="0031361E" w:rsidRPr="00DC54C7">
              <w:tab/>
              <w:t>Balance Sheet</w:t>
            </w:r>
          </w:p>
        </w:tc>
        <w:tc>
          <w:tcPr>
            <w:tcW w:w="2862" w:type="dxa"/>
            <w:tcBorders>
              <w:left w:val="single" w:sz="4" w:space="0" w:color="auto"/>
            </w:tcBorders>
          </w:tcPr>
          <w:p w14:paraId="419ACB7A" w14:textId="77777777" w:rsidR="0031361E" w:rsidRPr="00DC54C7" w:rsidRDefault="0031361E" w:rsidP="00426889">
            <w:pPr>
              <w:pStyle w:val="TableBody"/>
              <w:ind w:left="288"/>
            </w:pPr>
          </w:p>
        </w:tc>
      </w:tr>
      <w:tr w:rsidR="0031361E" w:rsidRPr="00DC54C7" w14:paraId="3336C430" w14:textId="77777777">
        <w:tc>
          <w:tcPr>
            <w:tcW w:w="6498" w:type="dxa"/>
            <w:tcBorders>
              <w:right w:val="single" w:sz="4" w:space="0" w:color="auto"/>
            </w:tcBorders>
          </w:tcPr>
          <w:p w14:paraId="56353847" w14:textId="77777777" w:rsidR="0031361E" w:rsidRPr="00DC54C7" w:rsidRDefault="0031361E" w:rsidP="007E5D3E">
            <w:pPr>
              <w:pStyle w:val="TableBody"/>
              <w:ind w:left="1440" w:hanging="288"/>
              <w:rPr>
                <w:szCs w:val="22"/>
              </w:rPr>
            </w:pPr>
            <w:r w:rsidRPr="00DC54C7">
              <w:rPr>
                <w:szCs w:val="22"/>
              </w:rPr>
              <w:t>a.</w:t>
            </w:r>
            <w:r w:rsidRPr="00DC54C7">
              <w:rPr>
                <w:szCs w:val="22"/>
              </w:rPr>
              <w:tab/>
              <w:t>Like the other statements, the balance sheet is prepared from the adjusted trial balance.</w:t>
            </w:r>
          </w:p>
        </w:tc>
        <w:tc>
          <w:tcPr>
            <w:tcW w:w="2862" w:type="dxa"/>
            <w:tcBorders>
              <w:left w:val="single" w:sz="4" w:space="0" w:color="auto"/>
            </w:tcBorders>
          </w:tcPr>
          <w:p w14:paraId="52BCE1FF" w14:textId="77777777" w:rsidR="0031361E" w:rsidRPr="00DC54C7" w:rsidRDefault="000C19AF" w:rsidP="000C19AF">
            <w:pPr>
              <w:pStyle w:val="TableBody"/>
            </w:pPr>
            <w:r w:rsidRPr="00DC54C7">
              <w:t>Illustrated in Exhibit 4.11</w:t>
            </w:r>
          </w:p>
        </w:tc>
      </w:tr>
      <w:tr w:rsidR="0031361E" w:rsidRPr="00DC54C7" w14:paraId="215DB5D8" w14:textId="77777777">
        <w:tc>
          <w:tcPr>
            <w:tcW w:w="6498" w:type="dxa"/>
            <w:tcBorders>
              <w:right w:val="single" w:sz="4" w:space="0" w:color="auto"/>
            </w:tcBorders>
          </w:tcPr>
          <w:p w14:paraId="57112307" w14:textId="77777777" w:rsidR="0031361E" w:rsidRPr="00DC54C7" w:rsidRDefault="00C67B1F" w:rsidP="007E5D3E">
            <w:pPr>
              <w:pStyle w:val="TableBody"/>
              <w:ind w:left="1440" w:hanging="288"/>
              <w:rPr>
                <w:szCs w:val="22"/>
              </w:rPr>
            </w:pPr>
            <w:r w:rsidRPr="00DC54C7">
              <w:rPr>
                <w:szCs w:val="22"/>
              </w:rPr>
              <w:t>b.</w:t>
            </w:r>
            <w:r w:rsidRPr="00DC54C7">
              <w:rPr>
                <w:szCs w:val="22"/>
              </w:rPr>
              <w:tab/>
              <w:t>When preparing, watch out for three things:</w:t>
            </w:r>
          </w:p>
        </w:tc>
        <w:tc>
          <w:tcPr>
            <w:tcW w:w="2862" w:type="dxa"/>
            <w:tcBorders>
              <w:left w:val="single" w:sz="4" w:space="0" w:color="auto"/>
            </w:tcBorders>
          </w:tcPr>
          <w:p w14:paraId="4779A938" w14:textId="77777777" w:rsidR="0031361E" w:rsidRPr="00DC54C7" w:rsidRDefault="0031361E" w:rsidP="00426889">
            <w:pPr>
              <w:pStyle w:val="TableBody"/>
              <w:ind w:left="288"/>
            </w:pPr>
          </w:p>
        </w:tc>
      </w:tr>
      <w:tr w:rsidR="00C67B1F" w:rsidRPr="00DC54C7" w14:paraId="0D752603" w14:textId="77777777">
        <w:tc>
          <w:tcPr>
            <w:tcW w:w="6498" w:type="dxa"/>
            <w:tcBorders>
              <w:right w:val="single" w:sz="4" w:space="0" w:color="auto"/>
            </w:tcBorders>
          </w:tcPr>
          <w:p w14:paraId="2315D38C" w14:textId="77777777" w:rsidR="00C67B1F" w:rsidRPr="00DC54C7" w:rsidRDefault="008A4826" w:rsidP="005E3C5D">
            <w:pPr>
              <w:autoSpaceDE w:val="0"/>
              <w:autoSpaceDN w:val="0"/>
              <w:adjustRightInd w:val="0"/>
              <w:ind w:left="1728" w:hanging="288"/>
              <w:rPr>
                <w:szCs w:val="22"/>
              </w:rPr>
            </w:pPr>
            <w:r>
              <w:rPr>
                <w:szCs w:val="22"/>
              </w:rPr>
              <w:t>i.</w:t>
            </w:r>
            <w:r>
              <w:rPr>
                <w:szCs w:val="22"/>
              </w:rPr>
              <w:tab/>
            </w:r>
            <w:r w:rsidR="00C67B1F" w:rsidRPr="00DC54C7">
              <w:rPr>
                <w:szCs w:val="22"/>
              </w:rPr>
              <w:t xml:space="preserve">Remember to classify assets and liabilities as current if they will be used up, turned into cash, or fulfilled within 12 months. </w:t>
            </w:r>
          </w:p>
        </w:tc>
        <w:tc>
          <w:tcPr>
            <w:tcW w:w="2862" w:type="dxa"/>
            <w:tcBorders>
              <w:left w:val="single" w:sz="4" w:space="0" w:color="auto"/>
            </w:tcBorders>
          </w:tcPr>
          <w:p w14:paraId="17615E8E" w14:textId="77777777" w:rsidR="00C67B1F" w:rsidRPr="00DC54C7" w:rsidRDefault="00C67B1F" w:rsidP="00426889">
            <w:pPr>
              <w:pStyle w:val="TableBody"/>
              <w:ind w:left="288"/>
            </w:pPr>
          </w:p>
        </w:tc>
      </w:tr>
      <w:tr w:rsidR="00C67B1F" w:rsidRPr="00DC54C7" w14:paraId="75280E4B" w14:textId="77777777">
        <w:tc>
          <w:tcPr>
            <w:tcW w:w="6498" w:type="dxa"/>
            <w:tcBorders>
              <w:right w:val="single" w:sz="4" w:space="0" w:color="auto"/>
            </w:tcBorders>
          </w:tcPr>
          <w:p w14:paraId="623FEBF2" w14:textId="77777777" w:rsidR="00C67B1F" w:rsidRPr="00DC54C7" w:rsidRDefault="008A4826" w:rsidP="005E3C5D">
            <w:pPr>
              <w:autoSpaceDE w:val="0"/>
              <w:autoSpaceDN w:val="0"/>
              <w:adjustRightInd w:val="0"/>
              <w:ind w:left="1728" w:hanging="288"/>
              <w:rPr>
                <w:szCs w:val="22"/>
              </w:rPr>
            </w:pPr>
            <w:r>
              <w:rPr>
                <w:szCs w:val="22"/>
              </w:rPr>
              <w:t>ii.</w:t>
            </w:r>
            <w:r>
              <w:rPr>
                <w:szCs w:val="22"/>
              </w:rPr>
              <w:tab/>
            </w:r>
            <w:r w:rsidR="00C67B1F" w:rsidRPr="00DC54C7">
              <w:rPr>
                <w:szCs w:val="22"/>
              </w:rPr>
              <w:t xml:space="preserve">Note that Accumulated Depreciation </w:t>
            </w:r>
            <w:r w:rsidR="005E3C5D">
              <w:rPr>
                <w:szCs w:val="22"/>
              </w:rPr>
              <w:t>and Accumulated Amortization are reported in the assets section (and are subtracted from the accounts to which they are contra accounts)</w:t>
            </w:r>
            <w:r w:rsidR="00C67B1F" w:rsidRPr="00DC54C7">
              <w:rPr>
                <w:szCs w:val="22"/>
              </w:rPr>
              <w:t>.</w:t>
            </w:r>
          </w:p>
        </w:tc>
        <w:tc>
          <w:tcPr>
            <w:tcW w:w="2862" w:type="dxa"/>
            <w:tcBorders>
              <w:left w:val="single" w:sz="4" w:space="0" w:color="auto"/>
            </w:tcBorders>
          </w:tcPr>
          <w:p w14:paraId="494B9F38" w14:textId="77777777" w:rsidR="00C67B1F" w:rsidRPr="00DC54C7" w:rsidRDefault="00C67B1F" w:rsidP="00426889">
            <w:pPr>
              <w:pStyle w:val="TableBody"/>
              <w:ind w:left="288"/>
            </w:pPr>
          </w:p>
        </w:tc>
      </w:tr>
      <w:tr w:rsidR="00C67B1F" w:rsidRPr="00DC54C7" w14:paraId="4FCCACDF" w14:textId="77777777">
        <w:tc>
          <w:tcPr>
            <w:tcW w:w="6498" w:type="dxa"/>
            <w:tcBorders>
              <w:right w:val="single" w:sz="4" w:space="0" w:color="auto"/>
            </w:tcBorders>
          </w:tcPr>
          <w:p w14:paraId="1CB9431E" w14:textId="77777777" w:rsidR="00C67B1F" w:rsidRPr="00DC54C7" w:rsidRDefault="008A4826" w:rsidP="005E3C5D">
            <w:pPr>
              <w:autoSpaceDE w:val="0"/>
              <w:autoSpaceDN w:val="0"/>
              <w:adjustRightInd w:val="0"/>
              <w:ind w:left="1728" w:hanging="288"/>
              <w:rPr>
                <w:szCs w:val="22"/>
              </w:rPr>
            </w:pPr>
            <w:r>
              <w:rPr>
                <w:szCs w:val="22"/>
              </w:rPr>
              <w:t>iii.</w:t>
            </w:r>
            <w:r>
              <w:rPr>
                <w:szCs w:val="22"/>
              </w:rPr>
              <w:tab/>
            </w:r>
            <w:r w:rsidR="00C67B1F" w:rsidRPr="00DC54C7">
              <w:rPr>
                <w:szCs w:val="22"/>
              </w:rPr>
              <w:t>Get the Retained Earnings balance from the statement of retained earnings, not from the adjusted trial balance.</w:t>
            </w:r>
            <w:r w:rsidR="005E3C5D">
              <w:rPr>
                <w:szCs w:val="22"/>
              </w:rPr>
              <w:t xml:space="preserve"> (The adjusted trial balance still reports the period’s opening Retained Earnings balance.)</w:t>
            </w:r>
          </w:p>
        </w:tc>
        <w:tc>
          <w:tcPr>
            <w:tcW w:w="2862" w:type="dxa"/>
            <w:tcBorders>
              <w:left w:val="single" w:sz="4" w:space="0" w:color="auto"/>
            </w:tcBorders>
          </w:tcPr>
          <w:p w14:paraId="0A5090B9" w14:textId="77777777" w:rsidR="00C67B1F" w:rsidRPr="00DC54C7" w:rsidRDefault="00C67B1F" w:rsidP="00426889">
            <w:pPr>
              <w:pStyle w:val="TableBody"/>
              <w:ind w:left="288"/>
            </w:pPr>
          </w:p>
        </w:tc>
      </w:tr>
    </w:tbl>
    <w:p w14:paraId="7A10D288" w14:textId="77777777" w:rsidR="00F01DA3" w:rsidRDefault="00F01DA3">
      <w:r>
        <w:br w:type="page"/>
      </w:r>
    </w:p>
    <w:tbl>
      <w:tblPr>
        <w:tblW w:w="0" w:type="auto"/>
        <w:tblLayout w:type="fixed"/>
        <w:tblLook w:val="01E0" w:firstRow="1" w:lastRow="1" w:firstColumn="1" w:lastColumn="1" w:noHBand="0" w:noVBand="0"/>
      </w:tblPr>
      <w:tblGrid>
        <w:gridCol w:w="6498"/>
        <w:gridCol w:w="2862"/>
      </w:tblGrid>
      <w:tr w:rsidR="00F01DA3" w:rsidRPr="00DC54C7" w14:paraId="0538FF88" w14:textId="77777777" w:rsidTr="00B27301">
        <w:tc>
          <w:tcPr>
            <w:tcW w:w="6498" w:type="dxa"/>
            <w:tcBorders>
              <w:right w:val="single" w:sz="4" w:space="0" w:color="auto"/>
            </w:tcBorders>
          </w:tcPr>
          <w:p w14:paraId="72699E58" w14:textId="77777777" w:rsidR="00F01DA3" w:rsidRPr="00DC54C7" w:rsidRDefault="00F01DA3" w:rsidP="00B27301">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58EC8862" w14:textId="77777777" w:rsidR="00F01DA3" w:rsidRPr="00DC54C7" w:rsidRDefault="00F01DA3" w:rsidP="00B27301">
            <w:pPr>
              <w:pStyle w:val="Heading1"/>
            </w:pPr>
            <w:r w:rsidRPr="00DC54C7">
              <w:t>Teaching Notes</w:t>
            </w:r>
          </w:p>
        </w:tc>
      </w:tr>
      <w:tr w:rsidR="00B1301E" w:rsidRPr="00DC54C7" w14:paraId="4DCF4F0A" w14:textId="77777777" w:rsidTr="00E54669">
        <w:tc>
          <w:tcPr>
            <w:tcW w:w="9360" w:type="dxa"/>
            <w:gridSpan w:val="2"/>
            <w:tcBorders>
              <w:top w:val="single" w:sz="4" w:space="0" w:color="auto"/>
              <w:left w:val="single" w:sz="4" w:space="0" w:color="auto"/>
              <w:bottom w:val="single" w:sz="4" w:space="0" w:color="auto"/>
              <w:right w:val="single" w:sz="4" w:space="0" w:color="auto"/>
            </w:tcBorders>
          </w:tcPr>
          <w:p w14:paraId="76AFB568" w14:textId="77777777" w:rsidR="00B1301E" w:rsidRPr="00DC54C7" w:rsidRDefault="00B1301E" w:rsidP="00801A23">
            <w:pPr>
              <w:pStyle w:val="TableBody"/>
              <w:spacing w:before="60" w:after="60"/>
              <w:ind w:left="288" w:hanging="288"/>
              <w:rPr>
                <w:b/>
                <w:i/>
                <w:iCs/>
              </w:rPr>
            </w:pPr>
            <w:r w:rsidRPr="00DC54C7">
              <w:rPr>
                <w:b/>
                <w:i/>
                <w:iCs/>
              </w:rPr>
              <w:t xml:space="preserve">LO </w:t>
            </w:r>
            <w:r w:rsidR="00AF439D">
              <w:rPr>
                <w:b/>
                <w:i/>
                <w:iCs/>
              </w:rPr>
              <w:t>4</w:t>
            </w:r>
            <w:r w:rsidR="00140E29">
              <w:rPr>
                <w:b/>
                <w:i/>
                <w:iCs/>
              </w:rPr>
              <w:t>-</w:t>
            </w:r>
            <w:r w:rsidRPr="00DC54C7">
              <w:rPr>
                <w:b/>
                <w:i/>
                <w:iCs/>
              </w:rPr>
              <w:t>5 Explain the closing process.</w:t>
            </w:r>
          </w:p>
        </w:tc>
      </w:tr>
      <w:tr w:rsidR="00B1301E" w:rsidRPr="00DC54C7" w14:paraId="699002EB" w14:textId="77777777" w:rsidTr="00B1301E">
        <w:tc>
          <w:tcPr>
            <w:tcW w:w="6498" w:type="dxa"/>
            <w:tcBorders>
              <w:right w:val="single" w:sz="4" w:space="0" w:color="auto"/>
            </w:tcBorders>
          </w:tcPr>
          <w:p w14:paraId="25182101" w14:textId="77777777" w:rsidR="00B1301E" w:rsidRPr="00DC54C7" w:rsidRDefault="00801A23" w:rsidP="000C19AF">
            <w:pPr>
              <w:pStyle w:val="TableBody"/>
              <w:ind w:left="864" w:hanging="288"/>
            </w:pPr>
            <w:r>
              <w:t>E</w:t>
            </w:r>
            <w:r w:rsidR="002545D2" w:rsidRPr="00DC54C7">
              <w:t>.</w:t>
            </w:r>
            <w:r w:rsidR="002545D2" w:rsidRPr="00DC54C7">
              <w:tab/>
              <w:t>Closing Temporary Accounts</w:t>
            </w:r>
          </w:p>
        </w:tc>
        <w:tc>
          <w:tcPr>
            <w:tcW w:w="2862" w:type="dxa"/>
            <w:tcBorders>
              <w:left w:val="single" w:sz="4" w:space="0" w:color="auto"/>
            </w:tcBorders>
          </w:tcPr>
          <w:p w14:paraId="29B6EC32" w14:textId="77777777" w:rsidR="00B1301E" w:rsidRPr="00DC54C7" w:rsidRDefault="00B1301E" w:rsidP="005B21BC">
            <w:pPr>
              <w:pStyle w:val="TableBody"/>
            </w:pPr>
          </w:p>
        </w:tc>
      </w:tr>
      <w:tr w:rsidR="000C19AF" w:rsidRPr="00DC54C7" w14:paraId="0E79F964" w14:textId="77777777" w:rsidTr="00B1301E">
        <w:tc>
          <w:tcPr>
            <w:tcW w:w="6498" w:type="dxa"/>
            <w:tcBorders>
              <w:right w:val="single" w:sz="4" w:space="0" w:color="auto"/>
            </w:tcBorders>
          </w:tcPr>
          <w:p w14:paraId="54CCD985" w14:textId="77777777" w:rsidR="000C19AF" w:rsidRPr="00DC54C7" w:rsidRDefault="000C19AF" w:rsidP="000C19AF">
            <w:pPr>
              <w:pStyle w:val="TableBody"/>
              <w:ind w:left="1152" w:hanging="288"/>
              <w:rPr>
                <w:szCs w:val="22"/>
              </w:rPr>
            </w:pPr>
            <w:r w:rsidRPr="00DC54C7">
              <w:rPr>
                <w:szCs w:val="22"/>
              </w:rPr>
              <w:t>1.</w:t>
            </w:r>
            <w:r w:rsidRPr="00DC54C7">
              <w:rPr>
                <w:szCs w:val="22"/>
              </w:rPr>
              <w:tab/>
              <w:t>Last step of accounting cycle is referred to as closing process; performed only at the end of the year after the financial statements have been prepared.</w:t>
            </w:r>
          </w:p>
        </w:tc>
        <w:tc>
          <w:tcPr>
            <w:tcW w:w="2862" w:type="dxa"/>
            <w:tcBorders>
              <w:left w:val="single" w:sz="4" w:space="0" w:color="auto"/>
            </w:tcBorders>
          </w:tcPr>
          <w:p w14:paraId="51C1AF96" w14:textId="77777777" w:rsidR="000C19AF" w:rsidRPr="00DC54C7" w:rsidRDefault="000C19AF" w:rsidP="000C19AF">
            <w:pPr>
              <w:pStyle w:val="TableBody"/>
            </w:pPr>
          </w:p>
        </w:tc>
      </w:tr>
      <w:tr w:rsidR="000C19AF" w:rsidRPr="00DC54C7" w14:paraId="1D2FA948" w14:textId="77777777" w:rsidTr="00B1301E">
        <w:tc>
          <w:tcPr>
            <w:tcW w:w="6498" w:type="dxa"/>
            <w:tcBorders>
              <w:right w:val="single" w:sz="4" w:space="0" w:color="auto"/>
            </w:tcBorders>
          </w:tcPr>
          <w:p w14:paraId="78613A61" w14:textId="77777777" w:rsidR="000C19AF" w:rsidRPr="00DC54C7" w:rsidRDefault="000C19AF" w:rsidP="00E54669">
            <w:pPr>
              <w:pStyle w:val="TableBody"/>
              <w:ind w:left="1152" w:hanging="288"/>
              <w:rPr>
                <w:szCs w:val="22"/>
              </w:rPr>
            </w:pPr>
            <w:r w:rsidRPr="00DC54C7">
              <w:rPr>
                <w:szCs w:val="22"/>
              </w:rPr>
              <w:t>2.</w:t>
            </w:r>
            <w:r w:rsidRPr="00DC54C7">
              <w:rPr>
                <w:szCs w:val="22"/>
              </w:rPr>
              <w:tab/>
              <w:t>Cleans up the records to get them ready to begin tracking the results in the following year.</w:t>
            </w:r>
          </w:p>
        </w:tc>
        <w:tc>
          <w:tcPr>
            <w:tcW w:w="2862" w:type="dxa"/>
            <w:tcBorders>
              <w:left w:val="single" w:sz="4" w:space="0" w:color="auto"/>
            </w:tcBorders>
          </w:tcPr>
          <w:p w14:paraId="45099F43" w14:textId="77777777" w:rsidR="000C19AF" w:rsidRPr="00DC54C7" w:rsidRDefault="000C19AF" w:rsidP="000C19AF">
            <w:pPr>
              <w:pStyle w:val="TableBody"/>
            </w:pPr>
          </w:p>
        </w:tc>
      </w:tr>
      <w:tr w:rsidR="000C19AF" w:rsidRPr="00DC54C7" w14:paraId="71FA352C" w14:textId="77777777">
        <w:tc>
          <w:tcPr>
            <w:tcW w:w="6498" w:type="dxa"/>
            <w:tcBorders>
              <w:right w:val="single" w:sz="4" w:space="0" w:color="auto"/>
            </w:tcBorders>
          </w:tcPr>
          <w:p w14:paraId="487DDDC3" w14:textId="77777777" w:rsidR="000C19AF" w:rsidRPr="00DC54C7" w:rsidRDefault="000C19AF" w:rsidP="00E54669">
            <w:pPr>
              <w:pStyle w:val="TableBody"/>
              <w:ind w:left="1152" w:hanging="288"/>
              <w:rPr>
                <w:szCs w:val="22"/>
              </w:rPr>
            </w:pPr>
            <w:r w:rsidRPr="00DC54C7">
              <w:rPr>
                <w:szCs w:val="22"/>
              </w:rPr>
              <w:t>3.</w:t>
            </w:r>
            <w:r w:rsidRPr="00DC54C7">
              <w:rPr>
                <w:szCs w:val="22"/>
              </w:rPr>
              <w:tab/>
              <w:t>Closing Income Statement and Dividend Accounts</w:t>
            </w:r>
          </w:p>
        </w:tc>
        <w:tc>
          <w:tcPr>
            <w:tcW w:w="2862" w:type="dxa"/>
            <w:tcBorders>
              <w:left w:val="single" w:sz="4" w:space="0" w:color="auto"/>
            </w:tcBorders>
          </w:tcPr>
          <w:p w14:paraId="1FB15AEF" w14:textId="77777777" w:rsidR="000C19AF" w:rsidRPr="00DC54C7" w:rsidRDefault="00733016" w:rsidP="00733016">
            <w:pPr>
              <w:pStyle w:val="TableBody"/>
              <w:numPr>
                <w:ilvl w:val="0"/>
                <w:numId w:val="12"/>
              </w:numPr>
              <w:ind w:left="360"/>
            </w:pPr>
            <w:r>
              <w:t>Activity #4</w:t>
            </w:r>
          </w:p>
        </w:tc>
      </w:tr>
      <w:tr w:rsidR="000C19AF" w:rsidRPr="00DC54C7" w14:paraId="367D9FEF" w14:textId="77777777">
        <w:tc>
          <w:tcPr>
            <w:tcW w:w="6498" w:type="dxa"/>
            <w:tcBorders>
              <w:right w:val="single" w:sz="4" w:space="0" w:color="auto"/>
            </w:tcBorders>
          </w:tcPr>
          <w:p w14:paraId="26D6DB96" w14:textId="77777777" w:rsidR="000C19AF" w:rsidRPr="00DC54C7" w:rsidRDefault="00504F84" w:rsidP="00C90746">
            <w:pPr>
              <w:pStyle w:val="TableBody"/>
              <w:ind w:left="1440" w:hanging="288"/>
            </w:pPr>
            <w:r>
              <w:t>a</w:t>
            </w:r>
            <w:r w:rsidR="000C19AF" w:rsidRPr="00DC54C7">
              <w:t>.</w:t>
            </w:r>
            <w:r w:rsidR="000C19AF" w:rsidRPr="00DC54C7">
              <w:tab/>
            </w:r>
            <w:r w:rsidR="000C19AF" w:rsidRPr="00DC54C7">
              <w:rPr>
                <w:b/>
              </w:rPr>
              <w:t>Permanent accounts</w:t>
            </w:r>
            <w:r w:rsidR="000C19AF" w:rsidRPr="00DC54C7">
              <w:t>–</w:t>
            </w:r>
            <w:r w:rsidR="005E3C5D" w:rsidRPr="00DC54C7">
              <w:t>–</w:t>
            </w:r>
            <w:r w:rsidR="005E3C5D">
              <w:t>Accounts that t</w:t>
            </w:r>
            <w:r w:rsidR="000C19AF" w:rsidRPr="00DC54C7">
              <w:t>rack financial results from year to year by carrying their ending balances into the next year</w:t>
            </w:r>
            <w:r w:rsidR="00C90746">
              <w:t xml:space="preserve">; the </w:t>
            </w:r>
            <w:r w:rsidR="000C19AF" w:rsidRPr="00DC54C7">
              <w:t>Retained Earnings account, like all other balance sheet accounts, is a permanent account because its ending balance from one year becomes its beginning balance for the following year.</w:t>
            </w:r>
          </w:p>
        </w:tc>
        <w:tc>
          <w:tcPr>
            <w:tcW w:w="2862" w:type="dxa"/>
            <w:tcBorders>
              <w:left w:val="single" w:sz="4" w:space="0" w:color="auto"/>
            </w:tcBorders>
          </w:tcPr>
          <w:p w14:paraId="1BB2D40C" w14:textId="77777777" w:rsidR="000C19AF" w:rsidRPr="00DC54C7" w:rsidRDefault="000C19AF" w:rsidP="00426889">
            <w:pPr>
              <w:pStyle w:val="TableBody"/>
            </w:pPr>
          </w:p>
        </w:tc>
      </w:tr>
      <w:tr w:rsidR="00504F84" w:rsidRPr="00DC54C7" w14:paraId="7BCB7AD0" w14:textId="77777777" w:rsidTr="00CD5604">
        <w:tc>
          <w:tcPr>
            <w:tcW w:w="6498" w:type="dxa"/>
            <w:tcBorders>
              <w:right w:val="single" w:sz="4" w:space="0" w:color="auto"/>
            </w:tcBorders>
          </w:tcPr>
          <w:p w14:paraId="0C6D69EC" w14:textId="77777777" w:rsidR="00504F84" w:rsidRPr="00DC54C7" w:rsidRDefault="00504F84" w:rsidP="00C90746">
            <w:pPr>
              <w:pStyle w:val="TableBody"/>
              <w:ind w:left="1440" w:hanging="288"/>
            </w:pPr>
            <w:r>
              <w:t>b</w:t>
            </w:r>
            <w:r w:rsidRPr="00DC54C7">
              <w:t>.</w:t>
            </w:r>
            <w:r w:rsidRPr="00DC54C7">
              <w:tab/>
            </w:r>
            <w:r w:rsidRPr="00DC54C7">
              <w:rPr>
                <w:b/>
              </w:rPr>
              <w:t>Temporary accounts</w:t>
            </w:r>
            <w:r w:rsidR="00C90746" w:rsidRPr="00DC54C7">
              <w:t>–</w:t>
            </w:r>
            <w:r w:rsidRPr="00DC54C7">
              <w:t>–</w:t>
            </w:r>
            <w:r w:rsidR="00C90746">
              <w:t>Accounts that t</w:t>
            </w:r>
            <w:r w:rsidRPr="00DC54C7">
              <w:t>rack financial results for a limited period of time by having their balances zeroed out at the end of each accounting year</w:t>
            </w:r>
            <w:r w:rsidR="00C90746">
              <w:t>; a</w:t>
            </w:r>
            <w:r w:rsidRPr="00DC54C7">
              <w:t xml:space="preserve">ll revenue, expense, and </w:t>
            </w:r>
            <w:r w:rsidR="000304F6">
              <w:t xml:space="preserve">the </w:t>
            </w:r>
            <w:r w:rsidRPr="00DC54C7">
              <w:t>dividends accounts are temporary accounts</w:t>
            </w:r>
            <w:r w:rsidR="00C90746">
              <w:t xml:space="preserve"> because they are used to track only the current period’s results and then are closed before the next year’s activities are recorded.</w:t>
            </w:r>
          </w:p>
        </w:tc>
        <w:tc>
          <w:tcPr>
            <w:tcW w:w="2862" w:type="dxa"/>
            <w:tcBorders>
              <w:left w:val="single" w:sz="4" w:space="0" w:color="auto"/>
            </w:tcBorders>
          </w:tcPr>
          <w:p w14:paraId="5C852AE5" w14:textId="77777777" w:rsidR="00504F84" w:rsidRPr="00DC54C7" w:rsidRDefault="00504F84" w:rsidP="00CD5604">
            <w:pPr>
              <w:pStyle w:val="TableBody"/>
            </w:pPr>
          </w:p>
        </w:tc>
      </w:tr>
      <w:tr w:rsidR="00B1301E" w:rsidRPr="00DC54C7" w14:paraId="4ACC01CE" w14:textId="77777777">
        <w:tc>
          <w:tcPr>
            <w:tcW w:w="6498" w:type="dxa"/>
            <w:tcBorders>
              <w:right w:val="single" w:sz="4" w:space="0" w:color="auto"/>
            </w:tcBorders>
          </w:tcPr>
          <w:p w14:paraId="483385C8" w14:textId="77777777" w:rsidR="00B1301E" w:rsidRPr="00DC54C7" w:rsidRDefault="000C19AF" w:rsidP="000C19AF">
            <w:pPr>
              <w:pStyle w:val="TableBody"/>
              <w:ind w:left="1440" w:hanging="288"/>
            </w:pPr>
            <w:r w:rsidRPr="00DC54C7">
              <w:t>c</w:t>
            </w:r>
            <w:r w:rsidR="00B1301E" w:rsidRPr="00DC54C7">
              <w:t>.</w:t>
            </w:r>
            <w:r w:rsidR="00B1301E" w:rsidRPr="00DC54C7">
              <w:tab/>
              <w:t>Closing process serves two purposes:</w:t>
            </w:r>
          </w:p>
        </w:tc>
        <w:tc>
          <w:tcPr>
            <w:tcW w:w="2862" w:type="dxa"/>
            <w:tcBorders>
              <w:left w:val="single" w:sz="4" w:space="0" w:color="auto"/>
            </w:tcBorders>
          </w:tcPr>
          <w:p w14:paraId="7BA02C2F" w14:textId="77777777" w:rsidR="00B1301E" w:rsidRPr="00DC54C7" w:rsidRDefault="00B1301E" w:rsidP="00426889">
            <w:pPr>
              <w:pStyle w:val="TableBody"/>
            </w:pPr>
          </w:p>
        </w:tc>
      </w:tr>
      <w:tr w:rsidR="00B1301E" w:rsidRPr="00DC54C7" w14:paraId="7127CCF7" w14:textId="77777777">
        <w:tc>
          <w:tcPr>
            <w:tcW w:w="6498" w:type="dxa"/>
            <w:tcBorders>
              <w:right w:val="single" w:sz="4" w:space="0" w:color="auto"/>
            </w:tcBorders>
          </w:tcPr>
          <w:p w14:paraId="0F6E2A0F" w14:textId="77777777" w:rsidR="00B1301E" w:rsidRPr="00DC54C7" w:rsidRDefault="008A4826" w:rsidP="008A4826">
            <w:pPr>
              <w:autoSpaceDE w:val="0"/>
              <w:autoSpaceDN w:val="0"/>
              <w:adjustRightInd w:val="0"/>
              <w:ind w:left="1728" w:hanging="288"/>
              <w:rPr>
                <w:szCs w:val="22"/>
              </w:rPr>
            </w:pPr>
            <w:r>
              <w:rPr>
                <w:szCs w:val="22"/>
              </w:rPr>
              <w:t>i.</w:t>
            </w:r>
            <w:r>
              <w:rPr>
                <w:szCs w:val="22"/>
              </w:rPr>
              <w:tab/>
            </w:r>
            <w:r w:rsidR="00B1301E" w:rsidRPr="00DC54C7">
              <w:rPr>
                <w:szCs w:val="22"/>
              </w:rPr>
              <w:t xml:space="preserve">Transfer net income (or loss) and dividends to Retained Earnings. </w:t>
            </w:r>
            <w:r w:rsidR="000C19AF" w:rsidRPr="00DC54C7">
              <w:rPr>
                <w:szCs w:val="22"/>
              </w:rPr>
              <w:t>T</w:t>
            </w:r>
            <w:r w:rsidR="00B1301E" w:rsidRPr="00DC54C7">
              <w:rPr>
                <w:szCs w:val="22"/>
              </w:rPr>
              <w:t xml:space="preserve">he balance in the Retained Earnings account will </w:t>
            </w:r>
            <w:r w:rsidR="000C19AF" w:rsidRPr="00DC54C7">
              <w:rPr>
                <w:szCs w:val="22"/>
              </w:rPr>
              <w:t xml:space="preserve">then </w:t>
            </w:r>
            <w:r w:rsidR="00B1301E" w:rsidRPr="00DC54C7">
              <w:rPr>
                <w:szCs w:val="22"/>
              </w:rPr>
              <w:t>agree with the statement of retained earnings and the balance sheet.</w:t>
            </w:r>
          </w:p>
        </w:tc>
        <w:tc>
          <w:tcPr>
            <w:tcW w:w="2862" w:type="dxa"/>
            <w:tcBorders>
              <w:left w:val="single" w:sz="4" w:space="0" w:color="auto"/>
            </w:tcBorders>
          </w:tcPr>
          <w:p w14:paraId="10503C59" w14:textId="77777777" w:rsidR="00B1301E" w:rsidRPr="00DC54C7" w:rsidRDefault="00B1301E" w:rsidP="00426889">
            <w:pPr>
              <w:pStyle w:val="TableBody"/>
            </w:pPr>
          </w:p>
        </w:tc>
      </w:tr>
      <w:tr w:rsidR="00B1301E" w:rsidRPr="00DC54C7" w14:paraId="136E28B8" w14:textId="77777777">
        <w:tc>
          <w:tcPr>
            <w:tcW w:w="6498" w:type="dxa"/>
            <w:tcBorders>
              <w:right w:val="single" w:sz="4" w:space="0" w:color="auto"/>
            </w:tcBorders>
          </w:tcPr>
          <w:p w14:paraId="1EEF0722" w14:textId="77777777" w:rsidR="00B1301E" w:rsidRPr="00DC54C7" w:rsidRDefault="008A4826" w:rsidP="008A4826">
            <w:pPr>
              <w:autoSpaceDE w:val="0"/>
              <w:autoSpaceDN w:val="0"/>
              <w:adjustRightInd w:val="0"/>
              <w:ind w:left="1728" w:hanging="288"/>
              <w:rPr>
                <w:szCs w:val="22"/>
              </w:rPr>
            </w:pPr>
            <w:r>
              <w:rPr>
                <w:szCs w:val="22"/>
              </w:rPr>
              <w:t>ii.</w:t>
            </w:r>
            <w:r>
              <w:rPr>
                <w:szCs w:val="22"/>
              </w:rPr>
              <w:tab/>
            </w:r>
            <w:r w:rsidR="00B1301E" w:rsidRPr="00DC54C7">
              <w:rPr>
                <w:szCs w:val="22"/>
              </w:rPr>
              <w:t xml:space="preserve">Establish zero balances in all income statement and dividend accounts. </w:t>
            </w:r>
            <w:r w:rsidR="000C19AF" w:rsidRPr="00DC54C7">
              <w:rPr>
                <w:szCs w:val="22"/>
              </w:rPr>
              <w:t xml:space="preserve">The </w:t>
            </w:r>
            <w:r w:rsidR="00B1301E" w:rsidRPr="00DC54C7">
              <w:rPr>
                <w:szCs w:val="22"/>
              </w:rPr>
              <w:t xml:space="preserve">balances in the temporary accounts are reset to zero to start accumulating next year’s results. </w:t>
            </w:r>
          </w:p>
        </w:tc>
        <w:tc>
          <w:tcPr>
            <w:tcW w:w="2862" w:type="dxa"/>
            <w:tcBorders>
              <w:left w:val="single" w:sz="4" w:space="0" w:color="auto"/>
            </w:tcBorders>
          </w:tcPr>
          <w:p w14:paraId="52F1704D" w14:textId="77777777" w:rsidR="00B1301E" w:rsidRPr="00DC54C7" w:rsidRDefault="00B1301E" w:rsidP="00426889">
            <w:pPr>
              <w:pStyle w:val="TableBody"/>
            </w:pPr>
          </w:p>
        </w:tc>
      </w:tr>
      <w:tr w:rsidR="000C19AF" w:rsidRPr="00DC54C7" w14:paraId="6369873C" w14:textId="77777777">
        <w:tc>
          <w:tcPr>
            <w:tcW w:w="6498" w:type="dxa"/>
            <w:tcBorders>
              <w:right w:val="single" w:sz="4" w:space="0" w:color="auto"/>
            </w:tcBorders>
          </w:tcPr>
          <w:p w14:paraId="041CE028" w14:textId="77777777" w:rsidR="000C19AF" w:rsidRPr="00DC54C7" w:rsidRDefault="000C19AF" w:rsidP="000C19AF">
            <w:pPr>
              <w:pStyle w:val="TableBody"/>
              <w:ind w:left="1440" w:hanging="288"/>
              <w:rPr>
                <w:szCs w:val="22"/>
              </w:rPr>
            </w:pPr>
            <w:r w:rsidRPr="00DC54C7">
              <w:rPr>
                <w:szCs w:val="22"/>
              </w:rPr>
              <w:t>d.</w:t>
            </w:r>
            <w:r w:rsidRPr="00DC54C7">
              <w:rPr>
                <w:szCs w:val="22"/>
              </w:rPr>
              <w:tab/>
              <w:t>Two closing journal entries are needed:</w:t>
            </w:r>
          </w:p>
        </w:tc>
        <w:tc>
          <w:tcPr>
            <w:tcW w:w="2862" w:type="dxa"/>
            <w:tcBorders>
              <w:left w:val="single" w:sz="4" w:space="0" w:color="auto"/>
            </w:tcBorders>
          </w:tcPr>
          <w:p w14:paraId="62D012AE" w14:textId="77777777" w:rsidR="000C19AF" w:rsidRPr="00DC54C7" w:rsidRDefault="000C19AF" w:rsidP="00E54669">
            <w:pPr>
              <w:pStyle w:val="TableBody"/>
            </w:pPr>
            <w:r w:rsidRPr="00DC54C7">
              <w:t>Illustrated in Exhibit 4.13</w:t>
            </w:r>
          </w:p>
        </w:tc>
      </w:tr>
      <w:tr w:rsidR="000C19AF" w:rsidRPr="00DC54C7" w14:paraId="702A7303" w14:textId="77777777">
        <w:tc>
          <w:tcPr>
            <w:tcW w:w="6498" w:type="dxa"/>
            <w:tcBorders>
              <w:right w:val="single" w:sz="4" w:space="0" w:color="auto"/>
            </w:tcBorders>
          </w:tcPr>
          <w:p w14:paraId="6275E375" w14:textId="77777777" w:rsidR="000C19AF" w:rsidRPr="00DC54C7" w:rsidRDefault="008A4826" w:rsidP="008A4826">
            <w:pPr>
              <w:autoSpaceDE w:val="0"/>
              <w:autoSpaceDN w:val="0"/>
              <w:adjustRightInd w:val="0"/>
              <w:ind w:left="1728" w:hanging="288"/>
              <w:rPr>
                <w:szCs w:val="22"/>
              </w:rPr>
            </w:pPr>
            <w:r>
              <w:rPr>
                <w:szCs w:val="22"/>
              </w:rPr>
              <w:t>i.</w:t>
            </w:r>
            <w:r>
              <w:rPr>
                <w:szCs w:val="22"/>
              </w:rPr>
              <w:tab/>
            </w:r>
            <w:r w:rsidR="000C19AF" w:rsidRPr="00DC54C7">
              <w:rPr>
                <w:szCs w:val="22"/>
              </w:rPr>
              <w:t>Debit each revenue account for the amount of its credit balance, credit each expense account for the amount of its debit balance, and record the difference in Retained Earnings. (If the company has a net loss, Retained Earnings will be debited.)</w:t>
            </w:r>
          </w:p>
        </w:tc>
        <w:tc>
          <w:tcPr>
            <w:tcW w:w="2862" w:type="dxa"/>
            <w:tcBorders>
              <w:left w:val="single" w:sz="4" w:space="0" w:color="auto"/>
            </w:tcBorders>
          </w:tcPr>
          <w:p w14:paraId="5FA3F776" w14:textId="77777777" w:rsidR="000C19AF" w:rsidRPr="00DC54C7" w:rsidRDefault="000C19AF" w:rsidP="00E4473C">
            <w:pPr>
              <w:pStyle w:val="TableBody"/>
            </w:pPr>
          </w:p>
          <w:p w14:paraId="305962A7" w14:textId="77777777" w:rsidR="000C19AF" w:rsidRPr="00DC54C7" w:rsidRDefault="000C19AF" w:rsidP="00E4473C">
            <w:pPr>
              <w:pStyle w:val="TableBody"/>
              <w:rPr>
                <w:i/>
              </w:rPr>
            </w:pPr>
            <w:r w:rsidRPr="00DC54C7">
              <w:rPr>
                <w:i/>
              </w:rPr>
              <w:t>Stress that the amount credited to Retained Earnings should equal net income on the income statement.</w:t>
            </w:r>
          </w:p>
        </w:tc>
      </w:tr>
      <w:tr w:rsidR="000C19AF" w:rsidRPr="00DC54C7" w14:paraId="7E139B9A" w14:textId="77777777">
        <w:tc>
          <w:tcPr>
            <w:tcW w:w="6498" w:type="dxa"/>
            <w:tcBorders>
              <w:right w:val="single" w:sz="4" w:space="0" w:color="auto"/>
            </w:tcBorders>
          </w:tcPr>
          <w:p w14:paraId="278B2BD5" w14:textId="77777777" w:rsidR="000C19AF" w:rsidRPr="00DC54C7" w:rsidRDefault="008A4826" w:rsidP="000304F6">
            <w:pPr>
              <w:autoSpaceDE w:val="0"/>
              <w:autoSpaceDN w:val="0"/>
              <w:adjustRightInd w:val="0"/>
              <w:ind w:left="1728" w:hanging="288"/>
              <w:rPr>
                <w:szCs w:val="22"/>
              </w:rPr>
            </w:pPr>
            <w:r>
              <w:rPr>
                <w:szCs w:val="22"/>
              </w:rPr>
              <w:t>ii.</w:t>
            </w:r>
            <w:r>
              <w:rPr>
                <w:szCs w:val="22"/>
              </w:rPr>
              <w:tab/>
            </w:r>
            <w:r w:rsidR="000C19AF" w:rsidRPr="00DC54C7">
              <w:rPr>
                <w:szCs w:val="22"/>
              </w:rPr>
              <w:t xml:space="preserve">Credit the </w:t>
            </w:r>
            <w:r w:rsidR="000304F6">
              <w:rPr>
                <w:szCs w:val="22"/>
              </w:rPr>
              <w:t>D</w:t>
            </w:r>
            <w:r w:rsidR="000C19AF" w:rsidRPr="00DC54C7">
              <w:rPr>
                <w:szCs w:val="22"/>
              </w:rPr>
              <w:t>ividends account for the amount of its debit balance and debit Retained Earnings for the same amount.</w:t>
            </w:r>
          </w:p>
        </w:tc>
        <w:tc>
          <w:tcPr>
            <w:tcW w:w="2862" w:type="dxa"/>
            <w:tcBorders>
              <w:left w:val="single" w:sz="4" w:space="0" w:color="auto"/>
            </w:tcBorders>
          </w:tcPr>
          <w:p w14:paraId="211D5A08" w14:textId="77777777" w:rsidR="000C19AF" w:rsidRPr="00DC54C7" w:rsidRDefault="000C19AF" w:rsidP="00E4473C">
            <w:pPr>
              <w:pStyle w:val="TableBody"/>
              <w:ind w:left="1152" w:hanging="288"/>
              <w:rPr>
                <w:szCs w:val="22"/>
              </w:rPr>
            </w:pPr>
          </w:p>
        </w:tc>
      </w:tr>
    </w:tbl>
    <w:p w14:paraId="514553B6" w14:textId="77777777" w:rsidR="00C90746" w:rsidRDefault="00C90746">
      <w:r>
        <w:rPr>
          <w:b/>
        </w:rPr>
        <w:br w:type="page"/>
      </w:r>
    </w:p>
    <w:tbl>
      <w:tblPr>
        <w:tblW w:w="0" w:type="auto"/>
        <w:tblLayout w:type="fixed"/>
        <w:tblLook w:val="01E0" w:firstRow="1" w:lastRow="1" w:firstColumn="1" w:lastColumn="1" w:noHBand="0" w:noVBand="0"/>
      </w:tblPr>
      <w:tblGrid>
        <w:gridCol w:w="6498"/>
        <w:gridCol w:w="2862"/>
      </w:tblGrid>
      <w:tr w:rsidR="00F01DA3" w:rsidRPr="00DC54C7" w14:paraId="692DBB76" w14:textId="77777777" w:rsidTr="00B27301">
        <w:tc>
          <w:tcPr>
            <w:tcW w:w="6498" w:type="dxa"/>
            <w:tcBorders>
              <w:right w:val="single" w:sz="4" w:space="0" w:color="auto"/>
            </w:tcBorders>
          </w:tcPr>
          <w:p w14:paraId="6BA95531" w14:textId="77777777" w:rsidR="00F01DA3" w:rsidRPr="00DC54C7" w:rsidRDefault="00F01DA3" w:rsidP="00B27301">
            <w:pPr>
              <w:pStyle w:val="Heading1"/>
              <w:rPr>
                <w:bCs/>
              </w:rPr>
            </w:pPr>
            <w:r w:rsidRPr="00DC54C7">
              <w:rPr>
                <w:rFonts w:ascii="Times New Roman" w:hAnsi="Times New Roman"/>
                <w:b w:val="0"/>
                <w:kern w:val="0"/>
                <w:sz w:val="22"/>
                <w:u w:val="none"/>
              </w:rPr>
              <w:lastRenderedPageBreak/>
              <w:br w:type="page"/>
            </w:r>
            <w:r w:rsidRPr="00DC54C7">
              <w:rPr>
                <w:rFonts w:ascii="Times New Roman" w:hAnsi="Times New Roman"/>
                <w:b w:val="0"/>
                <w:kern w:val="0"/>
                <w:sz w:val="22"/>
                <w:u w:val="none"/>
              </w:rPr>
              <w:br w:type="page"/>
            </w:r>
            <w:r w:rsidRPr="00DC54C7">
              <w:t>Chapter Outline</w:t>
            </w:r>
          </w:p>
        </w:tc>
        <w:tc>
          <w:tcPr>
            <w:tcW w:w="2862" w:type="dxa"/>
            <w:tcBorders>
              <w:left w:val="single" w:sz="4" w:space="0" w:color="auto"/>
            </w:tcBorders>
          </w:tcPr>
          <w:p w14:paraId="5A361E1A" w14:textId="77777777" w:rsidR="00F01DA3" w:rsidRPr="00DC54C7" w:rsidRDefault="00F01DA3" w:rsidP="00B27301">
            <w:pPr>
              <w:pStyle w:val="Heading1"/>
            </w:pPr>
            <w:r w:rsidRPr="00DC54C7">
              <w:t>Teaching Notes</w:t>
            </w:r>
          </w:p>
        </w:tc>
      </w:tr>
      <w:tr w:rsidR="00C90746" w:rsidRPr="00DC54C7" w14:paraId="049A3A0C" w14:textId="77777777" w:rsidTr="00B27301">
        <w:tc>
          <w:tcPr>
            <w:tcW w:w="6498" w:type="dxa"/>
            <w:tcBorders>
              <w:right w:val="single" w:sz="4" w:space="0" w:color="auto"/>
            </w:tcBorders>
          </w:tcPr>
          <w:p w14:paraId="1A7D8CEA" w14:textId="77777777" w:rsidR="00C90746" w:rsidRPr="00DC54C7" w:rsidRDefault="00801A23" w:rsidP="00B27301">
            <w:pPr>
              <w:pStyle w:val="TableBody"/>
              <w:ind w:left="864" w:hanging="288"/>
              <w:rPr>
                <w:szCs w:val="22"/>
              </w:rPr>
            </w:pPr>
            <w:r>
              <w:rPr>
                <w:szCs w:val="22"/>
              </w:rPr>
              <w:t>F</w:t>
            </w:r>
            <w:r w:rsidR="00C90746" w:rsidRPr="00DC54C7">
              <w:rPr>
                <w:szCs w:val="22"/>
              </w:rPr>
              <w:t>.</w:t>
            </w:r>
            <w:r w:rsidR="00C90746" w:rsidRPr="00DC54C7">
              <w:rPr>
                <w:szCs w:val="22"/>
              </w:rPr>
              <w:tab/>
              <w:t>Post-Closing Trial Balance</w:t>
            </w:r>
          </w:p>
        </w:tc>
        <w:tc>
          <w:tcPr>
            <w:tcW w:w="2862" w:type="dxa"/>
            <w:tcBorders>
              <w:left w:val="single" w:sz="4" w:space="0" w:color="auto"/>
            </w:tcBorders>
          </w:tcPr>
          <w:p w14:paraId="5D93A7D3" w14:textId="77777777" w:rsidR="00C90746" w:rsidRPr="00DC54C7" w:rsidRDefault="00C90746" w:rsidP="00B27301">
            <w:pPr>
              <w:pStyle w:val="TableBody"/>
              <w:ind w:left="1152" w:hanging="288"/>
              <w:rPr>
                <w:szCs w:val="22"/>
              </w:rPr>
            </w:pPr>
          </w:p>
        </w:tc>
      </w:tr>
      <w:tr w:rsidR="00C90746" w:rsidRPr="00DC54C7" w14:paraId="627EAA18" w14:textId="77777777" w:rsidTr="00B27301">
        <w:tc>
          <w:tcPr>
            <w:tcW w:w="6498" w:type="dxa"/>
            <w:tcBorders>
              <w:right w:val="single" w:sz="4" w:space="0" w:color="auto"/>
            </w:tcBorders>
          </w:tcPr>
          <w:p w14:paraId="2BB1A385" w14:textId="77777777" w:rsidR="00C90746" w:rsidRPr="00DC54C7" w:rsidRDefault="00C90746" w:rsidP="00B27301">
            <w:pPr>
              <w:pStyle w:val="TableBody"/>
              <w:ind w:left="1152" w:hanging="288"/>
              <w:rPr>
                <w:szCs w:val="22"/>
              </w:rPr>
            </w:pPr>
            <w:r w:rsidRPr="00DC54C7">
              <w:rPr>
                <w:szCs w:val="22"/>
              </w:rPr>
              <w:t>1.</w:t>
            </w:r>
            <w:r w:rsidRPr="00DC54C7">
              <w:rPr>
                <w:szCs w:val="22"/>
              </w:rPr>
              <w:tab/>
              <w:t xml:space="preserve">After the closing journal entries are posted, all temporary accounts should have zero balances. These accounts will be ready for recording transactions next year. </w:t>
            </w:r>
          </w:p>
        </w:tc>
        <w:tc>
          <w:tcPr>
            <w:tcW w:w="2862" w:type="dxa"/>
            <w:tcBorders>
              <w:left w:val="single" w:sz="4" w:space="0" w:color="auto"/>
            </w:tcBorders>
          </w:tcPr>
          <w:p w14:paraId="58DAF1E4" w14:textId="77777777" w:rsidR="00C90746" w:rsidRPr="00DC54C7" w:rsidRDefault="00C90746" w:rsidP="00B27301">
            <w:pPr>
              <w:pStyle w:val="TableBody"/>
            </w:pPr>
            <w:r w:rsidRPr="00DC54C7">
              <w:t>Illustrated in Exhibit 4.14</w:t>
            </w:r>
          </w:p>
        </w:tc>
      </w:tr>
      <w:tr w:rsidR="00C90746" w:rsidRPr="00DC54C7" w14:paraId="4ED0C43E" w14:textId="77777777" w:rsidTr="00B27301">
        <w:tc>
          <w:tcPr>
            <w:tcW w:w="6498" w:type="dxa"/>
            <w:tcBorders>
              <w:right w:val="single" w:sz="4" w:space="0" w:color="auto"/>
            </w:tcBorders>
          </w:tcPr>
          <w:p w14:paraId="305034A2" w14:textId="77777777" w:rsidR="00C90746" w:rsidRPr="00DC54C7" w:rsidRDefault="00C90746" w:rsidP="00B27301">
            <w:pPr>
              <w:pStyle w:val="TableBody"/>
              <w:ind w:left="1152" w:hanging="288"/>
              <w:rPr>
                <w:szCs w:val="22"/>
              </w:rPr>
            </w:pPr>
            <w:r w:rsidRPr="00DC54C7">
              <w:rPr>
                <w:szCs w:val="22"/>
              </w:rPr>
              <w:t>2.</w:t>
            </w:r>
            <w:r w:rsidRPr="00DC54C7">
              <w:rPr>
                <w:szCs w:val="22"/>
              </w:rPr>
              <w:tab/>
              <w:t xml:space="preserve">The ending balance in Retained Earnings is now up to date (it matches the year-end amount on the statement of retained earnings and balance sheet) and is carried forward as the beginning balance for the next year. </w:t>
            </w:r>
          </w:p>
        </w:tc>
        <w:tc>
          <w:tcPr>
            <w:tcW w:w="2862" w:type="dxa"/>
            <w:tcBorders>
              <w:left w:val="single" w:sz="4" w:space="0" w:color="auto"/>
            </w:tcBorders>
          </w:tcPr>
          <w:p w14:paraId="1000037F" w14:textId="77777777" w:rsidR="00C90746" w:rsidRDefault="00C90746" w:rsidP="00B27301">
            <w:pPr>
              <w:pStyle w:val="TableBody"/>
              <w:rPr>
                <w:i/>
                <w:szCs w:val="22"/>
              </w:rPr>
            </w:pPr>
          </w:p>
          <w:p w14:paraId="6B92CE0A" w14:textId="77777777" w:rsidR="00C90746" w:rsidRDefault="00C90746" w:rsidP="00B27301">
            <w:pPr>
              <w:pStyle w:val="TableBody"/>
              <w:rPr>
                <w:i/>
                <w:szCs w:val="22"/>
              </w:rPr>
            </w:pPr>
          </w:p>
          <w:p w14:paraId="79F74A98" w14:textId="77777777" w:rsidR="00C90746" w:rsidRDefault="00C90746" w:rsidP="00B27301">
            <w:pPr>
              <w:pStyle w:val="TableBody"/>
              <w:rPr>
                <w:i/>
                <w:szCs w:val="22"/>
              </w:rPr>
            </w:pPr>
          </w:p>
          <w:p w14:paraId="1EF597E4" w14:textId="77777777" w:rsidR="00C90746" w:rsidRPr="00DC54C7" w:rsidRDefault="00C90746" w:rsidP="00B27301">
            <w:pPr>
              <w:pStyle w:val="TableBody"/>
            </w:pPr>
            <w:r w:rsidRPr="00DC54C7">
              <w:rPr>
                <w:i/>
                <w:szCs w:val="22"/>
              </w:rPr>
              <w:t>In this context, post means</w:t>
            </w:r>
          </w:p>
        </w:tc>
      </w:tr>
      <w:tr w:rsidR="000C19AF" w:rsidRPr="00DC54C7" w14:paraId="35D587BA" w14:textId="77777777">
        <w:tc>
          <w:tcPr>
            <w:tcW w:w="6498" w:type="dxa"/>
            <w:tcBorders>
              <w:right w:val="single" w:sz="4" w:space="0" w:color="auto"/>
            </w:tcBorders>
          </w:tcPr>
          <w:p w14:paraId="3A056420" w14:textId="77777777" w:rsidR="000C19AF" w:rsidRPr="00DC54C7" w:rsidRDefault="000C19AF" w:rsidP="00C90746">
            <w:pPr>
              <w:pStyle w:val="TableBody"/>
              <w:ind w:left="1152" w:hanging="288"/>
              <w:rPr>
                <w:szCs w:val="22"/>
              </w:rPr>
            </w:pPr>
            <w:r w:rsidRPr="00DC54C7">
              <w:rPr>
                <w:szCs w:val="22"/>
              </w:rPr>
              <w:t>3.</w:t>
            </w:r>
            <w:r w:rsidRPr="00DC54C7">
              <w:rPr>
                <w:szCs w:val="22"/>
              </w:rPr>
              <w:tab/>
            </w:r>
            <w:r w:rsidRPr="00DC54C7">
              <w:rPr>
                <w:b/>
                <w:szCs w:val="22"/>
              </w:rPr>
              <w:t>Post-closing trial balance</w:t>
            </w:r>
            <w:r w:rsidRPr="00DC54C7">
              <w:rPr>
                <w:szCs w:val="22"/>
              </w:rPr>
              <w:t>–</w:t>
            </w:r>
            <w:r w:rsidR="00C90746" w:rsidRPr="00DC54C7">
              <w:rPr>
                <w:szCs w:val="22"/>
              </w:rPr>
              <w:t>–</w:t>
            </w:r>
            <w:r w:rsidR="00C90746">
              <w:rPr>
                <w:szCs w:val="22"/>
              </w:rPr>
              <w:t>An internal report p</w:t>
            </w:r>
            <w:r w:rsidRPr="00DC54C7">
              <w:rPr>
                <w:szCs w:val="22"/>
              </w:rPr>
              <w:t xml:space="preserve">repared </w:t>
            </w:r>
            <w:r w:rsidR="00C90746">
              <w:rPr>
                <w:szCs w:val="22"/>
              </w:rPr>
              <w:t>to</w:t>
            </w:r>
            <w:r w:rsidRPr="00DC54C7">
              <w:rPr>
                <w:szCs w:val="22"/>
              </w:rPr>
              <w:t xml:space="preserve"> check that total debits still equal total credits and that all temporary accounts have been closed.</w:t>
            </w:r>
          </w:p>
        </w:tc>
        <w:tc>
          <w:tcPr>
            <w:tcW w:w="2862" w:type="dxa"/>
            <w:tcBorders>
              <w:left w:val="single" w:sz="4" w:space="0" w:color="auto"/>
            </w:tcBorders>
          </w:tcPr>
          <w:p w14:paraId="7BDF0526" w14:textId="77777777" w:rsidR="000C19AF" w:rsidRPr="00DC54C7" w:rsidRDefault="00C90746" w:rsidP="00C90746">
            <w:pPr>
              <w:pStyle w:val="TableBody"/>
              <w:rPr>
                <w:i/>
              </w:rPr>
            </w:pPr>
            <w:r>
              <w:rPr>
                <w:i/>
                <w:szCs w:val="22"/>
              </w:rPr>
              <w:t xml:space="preserve"> “after,” </w:t>
            </w:r>
            <w:r w:rsidR="000C19AF" w:rsidRPr="00DC54C7">
              <w:rPr>
                <w:i/>
                <w:szCs w:val="22"/>
              </w:rPr>
              <w:t>so a post-closing trial balance is an “after-closing” trial balance.</w:t>
            </w:r>
          </w:p>
        </w:tc>
      </w:tr>
      <w:tr w:rsidR="000C19AF" w:rsidRPr="00DC54C7" w14:paraId="70ACEB31" w14:textId="77777777" w:rsidTr="00EE5BE1">
        <w:tc>
          <w:tcPr>
            <w:tcW w:w="6498" w:type="dxa"/>
            <w:tcBorders>
              <w:bottom w:val="single" w:sz="4" w:space="0" w:color="auto"/>
              <w:right w:val="single" w:sz="4" w:space="0" w:color="auto"/>
            </w:tcBorders>
          </w:tcPr>
          <w:p w14:paraId="5BC4CD66" w14:textId="77777777" w:rsidR="000C19AF" w:rsidRPr="00DC54C7" w:rsidRDefault="000C19AF" w:rsidP="000C19AF">
            <w:pPr>
              <w:pStyle w:val="TableBody"/>
            </w:pPr>
            <w:r w:rsidRPr="00DC54C7">
              <w:t>III.</w:t>
            </w:r>
            <w:r w:rsidRPr="00DC54C7">
              <w:tab/>
            </w:r>
            <w:r w:rsidRPr="00DC54C7">
              <w:tab/>
              <w:t>Evaluate the Results</w:t>
            </w:r>
          </w:p>
        </w:tc>
        <w:tc>
          <w:tcPr>
            <w:tcW w:w="2862" w:type="dxa"/>
            <w:tcBorders>
              <w:left w:val="single" w:sz="4" w:space="0" w:color="auto"/>
              <w:bottom w:val="single" w:sz="4" w:space="0" w:color="auto"/>
            </w:tcBorders>
          </w:tcPr>
          <w:p w14:paraId="2808B24D" w14:textId="77777777" w:rsidR="000C19AF" w:rsidRPr="00DC54C7" w:rsidRDefault="000C19AF" w:rsidP="00426889">
            <w:pPr>
              <w:pStyle w:val="TableBody"/>
              <w:ind w:left="288"/>
            </w:pPr>
          </w:p>
        </w:tc>
      </w:tr>
      <w:tr w:rsidR="00555F40" w:rsidRPr="00DC54C7" w14:paraId="6B1042FB" w14:textId="77777777" w:rsidTr="00EE5BE1">
        <w:tc>
          <w:tcPr>
            <w:tcW w:w="6498" w:type="dxa"/>
            <w:tcBorders>
              <w:top w:val="single" w:sz="4" w:space="0" w:color="auto"/>
              <w:left w:val="single" w:sz="4" w:space="0" w:color="auto"/>
              <w:bottom w:val="single" w:sz="4" w:space="0" w:color="auto"/>
              <w:right w:val="single" w:sz="4" w:space="0" w:color="auto"/>
            </w:tcBorders>
          </w:tcPr>
          <w:p w14:paraId="34C7B1FC" w14:textId="77777777" w:rsidR="00555F40" w:rsidRPr="00DC54C7" w:rsidRDefault="00555F40" w:rsidP="00801A23">
            <w:pPr>
              <w:pStyle w:val="TableBody"/>
              <w:spacing w:before="60" w:after="60"/>
              <w:rPr>
                <w:b/>
                <w:i/>
              </w:rPr>
            </w:pPr>
            <w:r w:rsidRPr="00DC54C7">
              <w:rPr>
                <w:b/>
                <w:i/>
                <w:iCs/>
              </w:rPr>
              <w:t xml:space="preserve">LO </w:t>
            </w:r>
            <w:r w:rsidR="00AF439D">
              <w:rPr>
                <w:b/>
                <w:i/>
                <w:iCs/>
              </w:rPr>
              <w:t>4</w:t>
            </w:r>
            <w:r w:rsidR="00140E29">
              <w:rPr>
                <w:b/>
                <w:i/>
                <w:iCs/>
              </w:rPr>
              <w:t>-</w:t>
            </w:r>
            <w:r w:rsidRPr="00DC54C7">
              <w:rPr>
                <w:b/>
                <w:i/>
                <w:iCs/>
              </w:rPr>
              <w:t>6 Explain how adjustments affect</w:t>
            </w:r>
            <w:r w:rsidR="00EE5BE1" w:rsidRPr="00DC54C7">
              <w:rPr>
                <w:b/>
                <w:i/>
              </w:rPr>
              <w:t xml:space="preserve"> financial results</w:t>
            </w:r>
            <w:r w:rsidRPr="00DC54C7">
              <w:rPr>
                <w:b/>
                <w:i/>
                <w:iCs/>
              </w:rPr>
              <w:t>.</w:t>
            </w:r>
          </w:p>
        </w:tc>
        <w:tc>
          <w:tcPr>
            <w:tcW w:w="2862" w:type="dxa"/>
            <w:tcBorders>
              <w:top w:val="single" w:sz="4" w:space="0" w:color="auto"/>
              <w:left w:val="single" w:sz="4" w:space="0" w:color="auto"/>
              <w:bottom w:val="single" w:sz="4" w:space="0" w:color="auto"/>
              <w:right w:val="single" w:sz="4" w:space="0" w:color="auto"/>
            </w:tcBorders>
          </w:tcPr>
          <w:p w14:paraId="6C03DBB3" w14:textId="77777777" w:rsidR="00555F40" w:rsidRPr="00DC54C7" w:rsidRDefault="00555F40" w:rsidP="00EE5BE1">
            <w:pPr>
              <w:pStyle w:val="TableBody"/>
              <w:spacing w:before="60" w:after="60"/>
              <w:ind w:left="288"/>
              <w:rPr>
                <w:b/>
                <w:i/>
              </w:rPr>
            </w:pPr>
          </w:p>
        </w:tc>
      </w:tr>
      <w:tr w:rsidR="00E8306E" w:rsidRPr="00DC54C7" w14:paraId="721F4DD9" w14:textId="77777777" w:rsidTr="00EE5BE1">
        <w:tc>
          <w:tcPr>
            <w:tcW w:w="6498" w:type="dxa"/>
            <w:tcBorders>
              <w:top w:val="single" w:sz="4" w:space="0" w:color="auto"/>
              <w:right w:val="single" w:sz="4" w:space="0" w:color="auto"/>
            </w:tcBorders>
          </w:tcPr>
          <w:p w14:paraId="69E6992F" w14:textId="77777777" w:rsidR="00E8306E" w:rsidRPr="00DC54C7" w:rsidRDefault="00E8306E" w:rsidP="000C19AF">
            <w:pPr>
              <w:pStyle w:val="TableBody"/>
              <w:ind w:left="864" w:hanging="288"/>
              <w:rPr>
                <w:szCs w:val="22"/>
              </w:rPr>
            </w:pPr>
            <w:r w:rsidRPr="00DC54C7">
              <w:rPr>
                <w:szCs w:val="22"/>
              </w:rPr>
              <w:t>A.</w:t>
            </w:r>
            <w:r w:rsidRPr="00DC54C7">
              <w:rPr>
                <w:szCs w:val="22"/>
              </w:rPr>
              <w:tab/>
              <w:t>Adjust</w:t>
            </w:r>
            <w:r w:rsidR="000C19AF" w:rsidRPr="00DC54C7">
              <w:rPr>
                <w:szCs w:val="22"/>
              </w:rPr>
              <w:t xml:space="preserve">ed Financial Results </w:t>
            </w:r>
          </w:p>
        </w:tc>
        <w:tc>
          <w:tcPr>
            <w:tcW w:w="2862" w:type="dxa"/>
            <w:tcBorders>
              <w:top w:val="single" w:sz="4" w:space="0" w:color="auto"/>
              <w:left w:val="single" w:sz="4" w:space="0" w:color="auto"/>
            </w:tcBorders>
          </w:tcPr>
          <w:p w14:paraId="4E8F7F9B" w14:textId="77777777" w:rsidR="00E8306E" w:rsidRPr="00DC54C7" w:rsidRDefault="00E8306E" w:rsidP="00DC54C7">
            <w:pPr>
              <w:pStyle w:val="TableBody"/>
            </w:pPr>
          </w:p>
        </w:tc>
      </w:tr>
      <w:tr w:rsidR="00E8306E" w:rsidRPr="00DC54C7" w14:paraId="1786CCA7" w14:textId="77777777">
        <w:tc>
          <w:tcPr>
            <w:tcW w:w="6498" w:type="dxa"/>
            <w:tcBorders>
              <w:right w:val="single" w:sz="4" w:space="0" w:color="auto"/>
            </w:tcBorders>
          </w:tcPr>
          <w:p w14:paraId="35FA774B" w14:textId="77777777" w:rsidR="00E8306E" w:rsidRPr="00DC54C7" w:rsidRDefault="000C19AF" w:rsidP="000C19AF">
            <w:pPr>
              <w:pStyle w:val="TableBody"/>
              <w:ind w:left="1152" w:hanging="288"/>
              <w:rPr>
                <w:szCs w:val="22"/>
              </w:rPr>
            </w:pPr>
            <w:r w:rsidRPr="00DC54C7">
              <w:rPr>
                <w:szCs w:val="22"/>
              </w:rPr>
              <w:t>1.</w:t>
            </w:r>
            <w:r w:rsidRPr="00DC54C7">
              <w:rPr>
                <w:szCs w:val="22"/>
              </w:rPr>
              <w:tab/>
              <w:t xml:space="preserve">Adjustments help to ensure that all revenues and expenses are reported in the period in which they are earned and incurred. </w:t>
            </w:r>
          </w:p>
        </w:tc>
        <w:tc>
          <w:tcPr>
            <w:tcW w:w="2862" w:type="dxa"/>
            <w:tcBorders>
              <w:left w:val="single" w:sz="4" w:space="0" w:color="auto"/>
            </w:tcBorders>
          </w:tcPr>
          <w:p w14:paraId="64BF3CA7" w14:textId="77777777" w:rsidR="00E8306E" w:rsidRPr="00DC54C7" w:rsidRDefault="00E8306E" w:rsidP="00426889">
            <w:pPr>
              <w:pStyle w:val="TableBody"/>
              <w:ind w:left="288"/>
            </w:pPr>
          </w:p>
        </w:tc>
      </w:tr>
      <w:tr w:rsidR="00DC54C7" w:rsidRPr="00DC54C7" w14:paraId="509C9120" w14:textId="77777777">
        <w:tc>
          <w:tcPr>
            <w:tcW w:w="6498" w:type="dxa"/>
            <w:tcBorders>
              <w:right w:val="single" w:sz="4" w:space="0" w:color="auto"/>
            </w:tcBorders>
          </w:tcPr>
          <w:p w14:paraId="2965F16B" w14:textId="77777777" w:rsidR="00DC54C7" w:rsidRPr="00DC54C7" w:rsidRDefault="00DC54C7" w:rsidP="000C19AF">
            <w:pPr>
              <w:pStyle w:val="TableBody"/>
              <w:ind w:left="1152" w:hanging="288"/>
              <w:rPr>
                <w:szCs w:val="22"/>
              </w:rPr>
            </w:pPr>
            <w:r w:rsidRPr="00DC54C7">
              <w:rPr>
                <w:szCs w:val="22"/>
              </w:rPr>
              <w:t>2.</w:t>
            </w:r>
            <w:r w:rsidRPr="00DC54C7">
              <w:rPr>
                <w:szCs w:val="22"/>
              </w:rPr>
              <w:tab/>
              <w:t xml:space="preserve">As a result of adjustments, the financial statements present the best picture of whether the company’s business activities were profitable that period and what economic resources the company owns and owes at the end of that period. </w:t>
            </w:r>
          </w:p>
        </w:tc>
        <w:tc>
          <w:tcPr>
            <w:tcW w:w="2862" w:type="dxa"/>
            <w:tcBorders>
              <w:left w:val="single" w:sz="4" w:space="0" w:color="auto"/>
            </w:tcBorders>
          </w:tcPr>
          <w:p w14:paraId="46EB6C0A" w14:textId="77777777" w:rsidR="00DC54C7" w:rsidRPr="00DC54C7" w:rsidRDefault="00DC54C7" w:rsidP="00DC54C7">
            <w:pPr>
              <w:pStyle w:val="TableBody"/>
            </w:pPr>
            <w:r w:rsidRPr="00DC54C7">
              <w:t>The “Spotlight on Financial Reporting” feature addres</w:t>
            </w:r>
            <w:r w:rsidR="00454C92">
              <w:t>ses the failure of Circuit City.</w:t>
            </w:r>
          </w:p>
        </w:tc>
      </w:tr>
      <w:tr w:rsidR="00DC54C7" w:rsidRPr="00DC54C7" w14:paraId="5D738334" w14:textId="77777777">
        <w:tc>
          <w:tcPr>
            <w:tcW w:w="6498" w:type="dxa"/>
            <w:tcBorders>
              <w:right w:val="single" w:sz="4" w:space="0" w:color="auto"/>
            </w:tcBorders>
          </w:tcPr>
          <w:p w14:paraId="21785C22" w14:textId="77777777" w:rsidR="00DC54C7" w:rsidRPr="00DC54C7" w:rsidRDefault="00DC54C7" w:rsidP="000C19AF">
            <w:pPr>
              <w:pStyle w:val="TableBody"/>
              <w:ind w:left="1152" w:hanging="288"/>
              <w:rPr>
                <w:szCs w:val="22"/>
              </w:rPr>
            </w:pPr>
            <w:r w:rsidRPr="00DC54C7">
              <w:rPr>
                <w:szCs w:val="22"/>
              </w:rPr>
              <w:t>3.</w:t>
            </w:r>
            <w:r w:rsidRPr="00DC54C7">
              <w:rPr>
                <w:szCs w:val="22"/>
              </w:rPr>
              <w:tab/>
              <w:t>Without these adjustments, the financial statements present an incomplete and misleading picture of the company’s financial performance.</w:t>
            </w:r>
          </w:p>
        </w:tc>
        <w:tc>
          <w:tcPr>
            <w:tcW w:w="2862" w:type="dxa"/>
            <w:tcBorders>
              <w:left w:val="single" w:sz="4" w:space="0" w:color="auto"/>
            </w:tcBorders>
          </w:tcPr>
          <w:p w14:paraId="21734039" w14:textId="77777777" w:rsidR="00DC54C7" w:rsidRPr="00DC54C7" w:rsidRDefault="00DC54C7" w:rsidP="00E54669">
            <w:pPr>
              <w:pStyle w:val="TableBody"/>
              <w:numPr>
                <w:ilvl w:val="0"/>
                <w:numId w:val="7"/>
              </w:numPr>
              <w:ind w:left="360"/>
            </w:pPr>
            <w:r w:rsidRPr="00DC54C7">
              <w:t xml:space="preserve">Spotlight Video </w:t>
            </w:r>
            <w:r w:rsidR="005B21BC">
              <w:t>Series</w:t>
            </w:r>
            <w:r w:rsidR="009721E8">
              <w:t>—</w:t>
            </w:r>
            <w:r w:rsidR="005B21BC">
              <w:t xml:space="preserve"> </w:t>
            </w:r>
            <w:r w:rsidRPr="00DC54C7">
              <w:t>Chapter 4</w:t>
            </w:r>
          </w:p>
        </w:tc>
      </w:tr>
    </w:tbl>
    <w:p w14:paraId="337D3A15" w14:textId="77777777" w:rsidR="000C4AAD" w:rsidRPr="00DC54C7" w:rsidRDefault="000C4AAD" w:rsidP="003168B2">
      <w:pPr>
        <w:pStyle w:val="Heading1"/>
        <w:spacing w:before="240"/>
      </w:pPr>
      <w:r w:rsidRPr="00DC54C7">
        <w:t>Supplemental Enrichment Activities</w:t>
      </w:r>
    </w:p>
    <w:p w14:paraId="662A0973" w14:textId="77777777" w:rsidR="00C264B8" w:rsidRPr="00DC54C7" w:rsidRDefault="00C264B8" w:rsidP="008139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DC54C7">
        <w:t>Note: These activities would be suitable for individual or group activities.</w:t>
      </w:r>
    </w:p>
    <w:p w14:paraId="75B9681A" w14:textId="77777777" w:rsidR="00C264B8" w:rsidRPr="00DC54C7" w:rsidRDefault="00C264B8" w:rsidP="008139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64DB99CA" w14:textId="77777777" w:rsidR="00733016" w:rsidRDefault="00733016" w:rsidP="00813942">
      <w:pPr>
        <w:pStyle w:val="BodyText"/>
        <w:numPr>
          <w:ilvl w:val="0"/>
          <w:numId w:val="11"/>
        </w:numPr>
        <w:spacing w:after="120"/>
        <w:jc w:val="left"/>
      </w:pPr>
      <w:r>
        <w:t>Handout 4</w:t>
      </w:r>
      <w:r w:rsidR="00801A23" w:rsidRPr="00DF3C97">
        <w:rPr>
          <w:b/>
        </w:rPr>
        <w:t>–</w:t>
      </w:r>
      <w:r>
        <w:t>1</w:t>
      </w:r>
    </w:p>
    <w:p w14:paraId="57A7CD66" w14:textId="77777777" w:rsidR="00733016" w:rsidRPr="00DC54C7" w:rsidRDefault="00733016" w:rsidP="00813942">
      <w:pPr>
        <w:pStyle w:val="BodyText"/>
        <w:spacing w:after="120"/>
        <w:ind w:left="360"/>
        <w:jc w:val="left"/>
      </w:pPr>
      <w:r w:rsidRPr="00DC54C7">
        <w:t>Use Handout 4</w:t>
      </w:r>
      <w:r w:rsidR="00801A23" w:rsidRPr="00DF3C97">
        <w:rPr>
          <w:b/>
        </w:rPr>
        <w:t>–</w:t>
      </w:r>
      <w:r w:rsidRPr="00DC54C7">
        <w:t>1 for an in-class activity designed to review transaction analysis (preparation of adjusting entries and impact on the accounting equation) and the posting to T-accounts. The solution follows the handout master.</w:t>
      </w:r>
    </w:p>
    <w:p w14:paraId="5B7F94ED" w14:textId="77777777" w:rsidR="00733016" w:rsidRDefault="00733016" w:rsidP="00813942">
      <w:pPr>
        <w:pStyle w:val="BodyText"/>
        <w:numPr>
          <w:ilvl w:val="0"/>
          <w:numId w:val="11"/>
        </w:numPr>
        <w:spacing w:after="120"/>
        <w:jc w:val="left"/>
      </w:pPr>
      <w:r>
        <w:t>Handout 4</w:t>
      </w:r>
      <w:r w:rsidR="00801A23" w:rsidRPr="00DF3C97">
        <w:rPr>
          <w:b/>
        </w:rPr>
        <w:t>–</w:t>
      </w:r>
      <w:r>
        <w:t>2</w:t>
      </w:r>
    </w:p>
    <w:p w14:paraId="48811DE4" w14:textId="77777777" w:rsidR="00733016" w:rsidRPr="00DC54C7" w:rsidRDefault="00733016" w:rsidP="00813942">
      <w:pPr>
        <w:pStyle w:val="BodyText"/>
        <w:spacing w:after="120"/>
        <w:ind w:left="360"/>
        <w:jc w:val="left"/>
      </w:pPr>
      <w:r w:rsidRPr="00DC54C7">
        <w:t>If you used Handout 4</w:t>
      </w:r>
      <w:r w:rsidR="00801A23" w:rsidRPr="00DF3C97">
        <w:rPr>
          <w:b/>
        </w:rPr>
        <w:t>–</w:t>
      </w:r>
      <w:r w:rsidRPr="00DC54C7">
        <w:t>1, use Handout 4-2 for an in-class activity designed to review the preparation of an adjusted trial balance</w:t>
      </w:r>
      <w:r>
        <w:t>.</w:t>
      </w:r>
      <w:r w:rsidRPr="00733016">
        <w:t xml:space="preserve"> </w:t>
      </w:r>
      <w:r w:rsidRPr="00DC54C7">
        <w:t>The solution follows the handout master.</w:t>
      </w:r>
    </w:p>
    <w:p w14:paraId="1C648CD8" w14:textId="77777777" w:rsidR="00733016" w:rsidRDefault="00733016" w:rsidP="00813942">
      <w:pPr>
        <w:pStyle w:val="BodyText"/>
        <w:numPr>
          <w:ilvl w:val="0"/>
          <w:numId w:val="11"/>
        </w:numPr>
        <w:spacing w:after="120"/>
        <w:jc w:val="left"/>
      </w:pPr>
      <w:r>
        <w:t>Handout 4</w:t>
      </w:r>
      <w:r w:rsidR="00801A23" w:rsidRPr="00DF3C97">
        <w:rPr>
          <w:b/>
        </w:rPr>
        <w:t>–</w:t>
      </w:r>
      <w:r>
        <w:t>3</w:t>
      </w:r>
    </w:p>
    <w:p w14:paraId="587C0C37" w14:textId="77777777" w:rsidR="00733016" w:rsidRPr="00DC54C7" w:rsidRDefault="00733016" w:rsidP="00813942">
      <w:pPr>
        <w:pStyle w:val="BodyText"/>
        <w:spacing w:after="120"/>
        <w:ind w:left="360"/>
        <w:jc w:val="left"/>
      </w:pPr>
      <w:r w:rsidRPr="00DC54C7">
        <w:t>If you used Handout 4</w:t>
      </w:r>
      <w:r w:rsidR="00801A23" w:rsidRPr="00DF3C97">
        <w:rPr>
          <w:b/>
        </w:rPr>
        <w:t>–</w:t>
      </w:r>
      <w:r w:rsidRPr="00DC54C7">
        <w:t>2, use Handout 4</w:t>
      </w:r>
      <w:r w:rsidR="00801A23" w:rsidRPr="00DF3C97">
        <w:rPr>
          <w:b/>
        </w:rPr>
        <w:t>–</w:t>
      </w:r>
      <w:r w:rsidRPr="00DC54C7">
        <w:t>3 for an in-class activity designed to review the preparation of financial statements. The solution follows the handout master.</w:t>
      </w:r>
    </w:p>
    <w:p w14:paraId="29ED7A57" w14:textId="77777777" w:rsidR="00733016" w:rsidRDefault="00733016" w:rsidP="00813942">
      <w:pPr>
        <w:pStyle w:val="BodyText"/>
        <w:numPr>
          <w:ilvl w:val="0"/>
          <w:numId w:val="11"/>
        </w:numPr>
        <w:spacing w:after="120"/>
        <w:jc w:val="left"/>
      </w:pPr>
      <w:r>
        <w:t>Handout 4</w:t>
      </w:r>
      <w:r w:rsidR="00801A23" w:rsidRPr="00DF3C97">
        <w:rPr>
          <w:b/>
        </w:rPr>
        <w:t>–</w:t>
      </w:r>
      <w:r>
        <w:t>4</w:t>
      </w:r>
    </w:p>
    <w:p w14:paraId="167B25B6" w14:textId="77777777" w:rsidR="003D565B" w:rsidRPr="00DC54C7" w:rsidRDefault="000A3DD2" w:rsidP="00813942">
      <w:pPr>
        <w:pStyle w:val="BodyText"/>
        <w:spacing w:after="120"/>
        <w:ind w:left="360"/>
        <w:jc w:val="left"/>
      </w:pPr>
      <w:r>
        <w:t>If you used Handout 4</w:t>
      </w:r>
      <w:r w:rsidR="00801A23" w:rsidRPr="00DF3C97">
        <w:rPr>
          <w:b/>
        </w:rPr>
        <w:t>–</w:t>
      </w:r>
      <w:r>
        <w:t>2</w:t>
      </w:r>
      <w:r w:rsidR="003D565B" w:rsidRPr="00DC54C7">
        <w:t>, use Handout 4</w:t>
      </w:r>
      <w:r w:rsidR="00801A23" w:rsidRPr="00DF3C97">
        <w:rPr>
          <w:b/>
        </w:rPr>
        <w:t>–</w:t>
      </w:r>
      <w:r w:rsidR="003D565B" w:rsidRPr="00DC54C7">
        <w:t>4 for an in-class activity designed to review the prepar</w:t>
      </w:r>
      <w:r w:rsidR="00733016">
        <w:t xml:space="preserve">ation of closing entries and a post-close </w:t>
      </w:r>
      <w:r w:rsidR="003D565B" w:rsidRPr="00DC54C7">
        <w:t>trial balance.</w:t>
      </w:r>
      <w:r w:rsidR="00733016">
        <w:t xml:space="preserve"> </w:t>
      </w:r>
      <w:r w:rsidR="003D565B" w:rsidRPr="00DC54C7">
        <w:t>The solution follows the handout master.</w:t>
      </w:r>
    </w:p>
    <w:p w14:paraId="0D62833F" w14:textId="77777777" w:rsidR="003D565B" w:rsidRPr="00DC54C7" w:rsidRDefault="003D565B" w:rsidP="003D565B">
      <w:pPr>
        <w:pStyle w:val="BodyText"/>
        <w:spacing w:after="120"/>
        <w:ind w:left="288"/>
      </w:pPr>
    </w:p>
    <w:p w14:paraId="1751D058" w14:textId="77777777" w:rsidR="003D565B" w:rsidRPr="00DC54C7" w:rsidRDefault="003D565B" w:rsidP="003D565B">
      <w:pPr>
        <w:pStyle w:val="Heading1"/>
        <w:spacing w:before="240"/>
      </w:pPr>
      <w:r w:rsidRPr="00DC54C7">
        <w:lastRenderedPageBreak/>
        <w:t>HANDOUT 4</w:t>
      </w:r>
      <w:r w:rsidR="00801A23" w:rsidRPr="00750FD5">
        <w:t>–</w:t>
      </w:r>
      <w:r w:rsidR="001D6FF9">
        <w:t>1</w:t>
      </w:r>
    </w:p>
    <w:p w14:paraId="38B28C3F" w14:textId="77777777" w:rsidR="003D565B" w:rsidRPr="00DC54C7" w:rsidRDefault="003D565B" w:rsidP="003D565B">
      <w:pPr>
        <w:pStyle w:val="Heading1"/>
        <w:spacing w:before="240"/>
        <w:jc w:val="center"/>
        <w:rPr>
          <w:u w:val="none"/>
        </w:rPr>
      </w:pPr>
      <w:r w:rsidRPr="00DC54C7">
        <w:rPr>
          <w:u w:val="none"/>
        </w:rPr>
        <w:t xml:space="preserve">ADJUSTING ENTRIES AND </w:t>
      </w:r>
      <w:r w:rsidRPr="00DC54C7">
        <w:rPr>
          <w:u w:val="none"/>
        </w:rPr>
        <w:br/>
        <w:t>POSTING TO T-ACCOUNTS</w:t>
      </w:r>
    </w:p>
    <w:p w14:paraId="34BB2348" w14:textId="77777777" w:rsidR="003D565B" w:rsidRPr="00DC54C7" w:rsidRDefault="003D565B" w:rsidP="003D565B">
      <w:pPr>
        <w:rPr>
          <w:szCs w:val="22"/>
        </w:rPr>
      </w:pPr>
    </w:p>
    <w:p w14:paraId="0A454532" w14:textId="77777777" w:rsidR="003D565B" w:rsidRPr="00DC54C7" w:rsidRDefault="003D565B" w:rsidP="00433CA5">
      <w:pPr>
        <w:rPr>
          <w:i/>
          <w:iCs/>
          <w:szCs w:val="22"/>
        </w:rPr>
      </w:pPr>
      <w:r w:rsidRPr="00DC54C7">
        <w:rPr>
          <w:szCs w:val="22"/>
        </w:rPr>
        <w:t>Prepare the required adjusting journal entry for each situation</w:t>
      </w:r>
      <w:r w:rsidR="00433CA5" w:rsidRPr="00DC54C7">
        <w:rPr>
          <w:szCs w:val="22"/>
        </w:rPr>
        <w:t xml:space="preserve"> as of December 31, </w:t>
      </w:r>
      <w:r w:rsidR="00C25690">
        <w:rPr>
          <w:szCs w:val="22"/>
        </w:rPr>
        <w:t>2016</w:t>
      </w:r>
      <w:r w:rsidRPr="00DC54C7">
        <w:rPr>
          <w:szCs w:val="22"/>
        </w:rPr>
        <w:t xml:space="preserve">. </w:t>
      </w:r>
      <w:r w:rsidRPr="00DC54C7">
        <w:rPr>
          <w:i/>
          <w:iCs/>
          <w:szCs w:val="22"/>
        </w:rPr>
        <w:t>See the last page for the unadjusted account balances shown in T-accounts.</w:t>
      </w:r>
    </w:p>
    <w:p w14:paraId="1E7C3FF2" w14:textId="77777777" w:rsidR="003D565B" w:rsidRPr="00DC54C7" w:rsidRDefault="003D565B" w:rsidP="003D565B">
      <w:pPr>
        <w:rPr>
          <w:szCs w:val="22"/>
        </w:rPr>
      </w:pPr>
    </w:p>
    <w:p w14:paraId="1FADE3E8" w14:textId="77777777" w:rsidR="003D565B" w:rsidRPr="00DC54C7" w:rsidRDefault="003D565B" w:rsidP="00433CA5">
      <w:pPr>
        <w:rPr>
          <w:szCs w:val="22"/>
        </w:rPr>
      </w:pPr>
      <w:r w:rsidRPr="00DC54C7">
        <w:rPr>
          <w:szCs w:val="22"/>
        </w:rPr>
        <w:t xml:space="preserve">(a) Deana’s </w:t>
      </w:r>
      <w:r w:rsidR="00061424">
        <w:rPr>
          <w:szCs w:val="22"/>
        </w:rPr>
        <w:t xml:space="preserve">Decorating had </w:t>
      </w:r>
      <w:r w:rsidRPr="00DC54C7">
        <w:rPr>
          <w:szCs w:val="22"/>
        </w:rPr>
        <w:t xml:space="preserve">$1,800 </w:t>
      </w:r>
      <w:r w:rsidR="00061424">
        <w:rPr>
          <w:szCs w:val="22"/>
        </w:rPr>
        <w:t xml:space="preserve">of supplies on hand on December 1, </w:t>
      </w:r>
      <w:r w:rsidR="00C25690">
        <w:rPr>
          <w:szCs w:val="22"/>
        </w:rPr>
        <w:t>2016</w:t>
      </w:r>
      <w:r w:rsidRPr="00DC54C7">
        <w:rPr>
          <w:szCs w:val="22"/>
        </w:rPr>
        <w:t>.</w:t>
      </w:r>
      <w:r w:rsidR="00433CA5" w:rsidRPr="00DC54C7">
        <w:rPr>
          <w:szCs w:val="22"/>
        </w:rPr>
        <w:t xml:space="preserve"> </w:t>
      </w:r>
      <w:r w:rsidRPr="00DC54C7">
        <w:rPr>
          <w:szCs w:val="22"/>
        </w:rPr>
        <w:t>When counting the supplies</w:t>
      </w:r>
      <w:r w:rsidR="00433CA5" w:rsidRPr="00DC54C7">
        <w:rPr>
          <w:szCs w:val="22"/>
        </w:rPr>
        <w:t xml:space="preserve"> on December 31, </w:t>
      </w:r>
      <w:r w:rsidR="00C25690">
        <w:rPr>
          <w:szCs w:val="22"/>
        </w:rPr>
        <w:t>2016</w:t>
      </w:r>
      <w:r w:rsidRPr="00DC54C7">
        <w:rPr>
          <w:szCs w:val="22"/>
        </w:rPr>
        <w:t xml:space="preserve">, Deana’s found only $800 worth of supplies </w:t>
      </w:r>
      <w:r w:rsidR="00433CA5" w:rsidRPr="00DC54C7">
        <w:rPr>
          <w:szCs w:val="22"/>
        </w:rPr>
        <w:t>on hand</w:t>
      </w:r>
      <w:r w:rsidRPr="00DC54C7">
        <w:rPr>
          <w:szCs w:val="22"/>
        </w:rPr>
        <w:t xml:space="preserve">.  </w:t>
      </w:r>
    </w:p>
    <w:p w14:paraId="6D0D0F93" w14:textId="77777777" w:rsidR="00433CA5" w:rsidRPr="00DC54C7" w:rsidRDefault="00433CA5" w:rsidP="00433CA5">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433CA5" w:rsidRPr="00DC54C7" w14:paraId="1A78694F" w14:textId="77777777" w:rsidTr="00944826">
        <w:trPr>
          <w:trHeight w:val="360"/>
        </w:trPr>
        <w:tc>
          <w:tcPr>
            <w:tcW w:w="5000" w:type="pct"/>
          </w:tcPr>
          <w:p w14:paraId="291B6181" w14:textId="77777777" w:rsidR="00433CA5" w:rsidRPr="00DC54C7" w:rsidRDefault="00433CA5" w:rsidP="003A553F">
            <w:pPr>
              <w:rPr>
                <w:rFonts w:eastAsia="SimSun"/>
                <w:szCs w:val="22"/>
              </w:rPr>
            </w:pPr>
            <w:r w:rsidRPr="00DC54C7">
              <w:rPr>
                <w:rFonts w:eastAsia="SimSun"/>
                <w:szCs w:val="22"/>
              </w:rPr>
              <w:t>Debit and credit the accounts affected.</w:t>
            </w:r>
          </w:p>
        </w:tc>
      </w:tr>
      <w:tr w:rsidR="00433CA5" w:rsidRPr="00DC54C7" w14:paraId="54939AEF"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433CA5" w:rsidRPr="00DC54C7" w14:paraId="297F7DA4" w14:textId="77777777" w:rsidTr="00944826">
              <w:tc>
                <w:tcPr>
                  <w:tcW w:w="679" w:type="pct"/>
                  <w:tcBorders>
                    <w:top w:val="single" w:sz="4" w:space="0" w:color="auto"/>
                    <w:left w:val="single" w:sz="4" w:space="0" w:color="auto"/>
                    <w:bottom w:val="single" w:sz="4" w:space="0" w:color="auto"/>
                    <w:right w:val="single" w:sz="4" w:space="0" w:color="auto"/>
                  </w:tcBorders>
                </w:tcPr>
                <w:p w14:paraId="186CAE34" w14:textId="77777777" w:rsidR="00433CA5" w:rsidRPr="00DC54C7" w:rsidRDefault="00433CA5"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1C63C4B4" w14:textId="77777777" w:rsidR="00433CA5" w:rsidRPr="00DC54C7" w:rsidRDefault="00433CA5" w:rsidP="003A553F">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A7DEFA1" w14:textId="77777777" w:rsidR="00433CA5" w:rsidRPr="00DC54C7" w:rsidRDefault="00433CA5"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C5EBCD9" w14:textId="77777777" w:rsidR="00433CA5" w:rsidRPr="00DC54C7" w:rsidRDefault="00433CA5" w:rsidP="00944826">
                  <w:pPr>
                    <w:jc w:val="center"/>
                    <w:rPr>
                      <w:rFonts w:eastAsia="SimSun"/>
                      <w:szCs w:val="22"/>
                    </w:rPr>
                  </w:pPr>
                </w:p>
              </w:tc>
            </w:tr>
            <w:tr w:rsidR="00433CA5" w:rsidRPr="00DC54C7" w14:paraId="3EBB1357" w14:textId="77777777" w:rsidTr="00944826">
              <w:tc>
                <w:tcPr>
                  <w:tcW w:w="679" w:type="pct"/>
                  <w:tcBorders>
                    <w:top w:val="single" w:sz="4" w:space="0" w:color="auto"/>
                  </w:tcBorders>
                </w:tcPr>
                <w:p w14:paraId="1B03C7E2" w14:textId="77777777" w:rsidR="00433CA5"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7B17F1A1" w14:textId="77777777" w:rsidR="00433CA5" w:rsidRPr="00DC54C7" w:rsidRDefault="00433CA5" w:rsidP="003A553F">
                  <w:pPr>
                    <w:rPr>
                      <w:rFonts w:eastAsia="SimSun"/>
                      <w:szCs w:val="22"/>
                    </w:rPr>
                  </w:pPr>
                </w:p>
              </w:tc>
              <w:tc>
                <w:tcPr>
                  <w:tcW w:w="823" w:type="pct"/>
                  <w:tcBorders>
                    <w:top w:val="single" w:sz="4" w:space="0" w:color="auto"/>
                  </w:tcBorders>
                </w:tcPr>
                <w:p w14:paraId="609DA718" w14:textId="77777777" w:rsidR="00433CA5" w:rsidRPr="00DC54C7" w:rsidRDefault="00433CA5" w:rsidP="00944826">
                  <w:pPr>
                    <w:jc w:val="center"/>
                    <w:rPr>
                      <w:rFonts w:eastAsia="SimSun"/>
                      <w:szCs w:val="22"/>
                    </w:rPr>
                  </w:pPr>
                </w:p>
              </w:tc>
              <w:tc>
                <w:tcPr>
                  <w:tcW w:w="823" w:type="pct"/>
                  <w:tcBorders>
                    <w:top w:val="single" w:sz="4" w:space="0" w:color="auto"/>
                  </w:tcBorders>
                </w:tcPr>
                <w:p w14:paraId="1B203C6E" w14:textId="77777777" w:rsidR="00433CA5" w:rsidRPr="00DC54C7" w:rsidRDefault="00433CA5" w:rsidP="00944826">
                  <w:pPr>
                    <w:jc w:val="center"/>
                    <w:rPr>
                      <w:rFonts w:eastAsia="SimSun"/>
                      <w:szCs w:val="22"/>
                    </w:rPr>
                  </w:pPr>
                </w:p>
              </w:tc>
            </w:tr>
          </w:tbl>
          <w:p w14:paraId="29E1C01B" w14:textId="77777777" w:rsidR="00433CA5" w:rsidRPr="00DC54C7" w:rsidRDefault="00433CA5" w:rsidP="003A553F">
            <w:pPr>
              <w:rPr>
                <w:rFonts w:eastAsia="SimSun"/>
                <w:szCs w:val="22"/>
              </w:rPr>
            </w:pPr>
          </w:p>
        </w:tc>
      </w:tr>
      <w:tr w:rsidR="00433CA5" w:rsidRPr="00DC54C7" w14:paraId="4EAA5AD9" w14:textId="77777777" w:rsidTr="00944826">
        <w:trPr>
          <w:trHeight w:val="360"/>
        </w:trPr>
        <w:tc>
          <w:tcPr>
            <w:tcW w:w="5000" w:type="pct"/>
          </w:tcPr>
          <w:p w14:paraId="3DAB9578" w14:textId="77777777" w:rsidR="00433CA5" w:rsidRPr="00DC54C7" w:rsidRDefault="00433CA5" w:rsidP="003A553F">
            <w:pPr>
              <w:rPr>
                <w:rFonts w:eastAsia="SimSun"/>
                <w:szCs w:val="22"/>
              </w:rPr>
            </w:pPr>
          </w:p>
          <w:p w14:paraId="7A9203D7" w14:textId="77777777" w:rsidR="00433CA5" w:rsidRPr="00DC54C7" w:rsidRDefault="00433CA5" w:rsidP="003A553F">
            <w:pPr>
              <w:rPr>
                <w:rFonts w:eastAsia="SimSun"/>
                <w:szCs w:val="22"/>
              </w:rPr>
            </w:pPr>
            <w:r w:rsidRPr="00DC54C7">
              <w:rPr>
                <w:rFonts w:eastAsia="SimSun"/>
                <w:szCs w:val="22"/>
              </w:rPr>
              <w:t>Ensure the equation still balances and debits = credits.</w:t>
            </w:r>
          </w:p>
        </w:tc>
      </w:tr>
      <w:tr w:rsidR="00433CA5" w:rsidRPr="00DC54C7" w14:paraId="03A1320D"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433CA5" w:rsidRPr="00DC54C7" w14:paraId="35D1D1A7" w14:textId="77777777" w:rsidTr="00944826">
              <w:tc>
                <w:tcPr>
                  <w:tcW w:w="2592" w:type="dxa"/>
                  <w:gridSpan w:val="2"/>
                  <w:tcBorders>
                    <w:bottom w:val="single" w:sz="4" w:space="0" w:color="auto"/>
                  </w:tcBorders>
                </w:tcPr>
                <w:p w14:paraId="786C0787" w14:textId="77777777" w:rsidR="00433CA5" w:rsidRPr="00DC54C7" w:rsidRDefault="00433CA5" w:rsidP="00944826">
                  <w:pPr>
                    <w:jc w:val="center"/>
                    <w:rPr>
                      <w:rFonts w:eastAsia="SimSun"/>
                      <w:b/>
                      <w:szCs w:val="22"/>
                    </w:rPr>
                  </w:pPr>
                  <w:r w:rsidRPr="00DC54C7">
                    <w:rPr>
                      <w:rFonts w:eastAsia="SimSun"/>
                      <w:b/>
                      <w:szCs w:val="22"/>
                    </w:rPr>
                    <w:t>Assets</w:t>
                  </w:r>
                </w:p>
              </w:tc>
              <w:tc>
                <w:tcPr>
                  <w:tcW w:w="342" w:type="dxa"/>
                </w:tcPr>
                <w:p w14:paraId="6369B7EF" w14:textId="77777777" w:rsidR="00433CA5" w:rsidRPr="00DC54C7" w:rsidRDefault="00433CA5"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69C22942" w14:textId="77777777" w:rsidR="00433CA5" w:rsidRPr="00DC54C7" w:rsidRDefault="00433CA5" w:rsidP="00944826">
                  <w:pPr>
                    <w:jc w:val="center"/>
                    <w:rPr>
                      <w:rFonts w:eastAsia="SimSun"/>
                      <w:b/>
                      <w:szCs w:val="22"/>
                    </w:rPr>
                  </w:pPr>
                  <w:r w:rsidRPr="00DC54C7">
                    <w:rPr>
                      <w:rFonts w:eastAsia="SimSun"/>
                      <w:b/>
                      <w:szCs w:val="22"/>
                    </w:rPr>
                    <w:t>Liabilities</w:t>
                  </w:r>
                </w:p>
              </w:tc>
              <w:tc>
                <w:tcPr>
                  <w:tcW w:w="342" w:type="dxa"/>
                </w:tcPr>
                <w:p w14:paraId="58B5B639" w14:textId="77777777" w:rsidR="00433CA5" w:rsidRPr="00DC54C7" w:rsidRDefault="00433CA5"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4E1C7C1A" w14:textId="77777777" w:rsidR="00433CA5" w:rsidRPr="00DC54C7" w:rsidRDefault="00433CA5" w:rsidP="00944826">
                  <w:pPr>
                    <w:jc w:val="center"/>
                    <w:rPr>
                      <w:rFonts w:eastAsia="SimSun"/>
                      <w:b/>
                      <w:szCs w:val="22"/>
                    </w:rPr>
                  </w:pPr>
                  <w:r w:rsidRPr="00DC54C7">
                    <w:rPr>
                      <w:rFonts w:eastAsia="SimSun"/>
                      <w:b/>
                      <w:szCs w:val="22"/>
                    </w:rPr>
                    <w:t>Stockholders’ Equity</w:t>
                  </w:r>
                </w:p>
              </w:tc>
            </w:tr>
            <w:tr w:rsidR="00433CA5" w:rsidRPr="00DC54C7" w14:paraId="63D90FD7" w14:textId="77777777" w:rsidTr="00944826">
              <w:trPr>
                <w:trHeight w:val="432"/>
              </w:trPr>
              <w:tc>
                <w:tcPr>
                  <w:tcW w:w="1296" w:type="dxa"/>
                  <w:tcBorders>
                    <w:top w:val="single" w:sz="4" w:space="0" w:color="auto"/>
                  </w:tcBorders>
                </w:tcPr>
                <w:p w14:paraId="4D64D633" w14:textId="77777777" w:rsidR="00433CA5" w:rsidRPr="00DC54C7" w:rsidRDefault="00433CA5" w:rsidP="003A553F">
                  <w:pPr>
                    <w:rPr>
                      <w:rFonts w:eastAsia="SimSun"/>
                      <w:szCs w:val="22"/>
                    </w:rPr>
                  </w:pPr>
                </w:p>
              </w:tc>
              <w:tc>
                <w:tcPr>
                  <w:tcW w:w="1296" w:type="dxa"/>
                  <w:tcBorders>
                    <w:top w:val="single" w:sz="4" w:space="0" w:color="auto"/>
                  </w:tcBorders>
                </w:tcPr>
                <w:p w14:paraId="307A36E6" w14:textId="77777777" w:rsidR="00433CA5" w:rsidRPr="00DC54C7" w:rsidRDefault="00433CA5" w:rsidP="00944826">
                  <w:pPr>
                    <w:jc w:val="right"/>
                    <w:rPr>
                      <w:rFonts w:eastAsia="SimSun"/>
                      <w:szCs w:val="22"/>
                    </w:rPr>
                  </w:pPr>
                </w:p>
              </w:tc>
              <w:tc>
                <w:tcPr>
                  <w:tcW w:w="342" w:type="dxa"/>
                </w:tcPr>
                <w:p w14:paraId="5B98DD42" w14:textId="77777777" w:rsidR="00433CA5" w:rsidRPr="00DC54C7" w:rsidRDefault="00433CA5" w:rsidP="00944826">
                  <w:pPr>
                    <w:jc w:val="center"/>
                    <w:rPr>
                      <w:rFonts w:eastAsia="SimSun"/>
                      <w:szCs w:val="22"/>
                    </w:rPr>
                  </w:pPr>
                </w:p>
              </w:tc>
              <w:tc>
                <w:tcPr>
                  <w:tcW w:w="1296" w:type="dxa"/>
                  <w:tcBorders>
                    <w:top w:val="single" w:sz="4" w:space="0" w:color="auto"/>
                  </w:tcBorders>
                </w:tcPr>
                <w:p w14:paraId="126D26AA" w14:textId="77777777" w:rsidR="00433CA5" w:rsidRPr="00DC54C7" w:rsidRDefault="00433CA5" w:rsidP="00944826">
                  <w:pPr>
                    <w:jc w:val="center"/>
                    <w:rPr>
                      <w:rFonts w:eastAsia="SimSun"/>
                      <w:szCs w:val="22"/>
                    </w:rPr>
                  </w:pPr>
                </w:p>
              </w:tc>
              <w:tc>
                <w:tcPr>
                  <w:tcW w:w="1296" w:type="dxa"/>
                  <w:tcBorders>
                    <w:top w:val="single" w:sz="4" w:space="0" w:color="auto"/>
                  </w:tcBorders>
                </w:tcPr>
                <w:p w14:paraId="0070FAA3" w14:textId="77777777" w:rsidR="00433CA5" w:rsidRPr="00DC54C7" w:rsidRDefault="00433CA5" w:rsidP="00944826">
                  <w:pPr>
                    <w:jc w:val="center"/>
                    <w:rPr>
                      <w:rFonts w:eastAsia="SimSun"/>
                      <w:szCs w:val="22"/>
                    </w:rPr>
                  </w:pPr>
                </w:p>
              </w:tc>
              <w:tc>
                <w:tcPr>
                  <w:tcW w:w="342" w:type="dxa"/>
                </w:tcPr>
                <w:p w14:paraId="094BFF82" w14:textId="77777777" w:rsidR="00433CA5" w:rsidRPr="00DC54C7" w:rsidRDefault="00433CA5" w:rsidP="00944826">
                  <w:pPr>
                    <w:jc w:val="center"/>
                    <w:rPr>
                      <w:rFonts w:eastAsia="SimSun"/>
                      <w:szCs w:val="22"/>
                    </w:rPr>
                  </w:pPr>
                </w:p>
              </w:tc>
              <w:tc>
                <w:tcPr>
                  <w:tcW w:w="1440" w:type="dxa"/>
                  <w:tcBorders>
                    <w:top w:val="single" w:sz="4" w:space="0" w:color="auto"/>
                  </w:tcBorders>
                </w:tcPr>
                <w:p w14:paraId="4395CBDC" w14:textId="77777777" w:rsidR="00433CA5" w:rsidRPr="00DC54C7" w:rsidRDefault="00433CA5" w:rsidP="003A553F">
                  <w:pPr>
                    <w:rPr>
                      <w:rFonts w:eastAsia="SimSun"/>
                      <w:szCs w:val="22"/>
                    </w:rPr>
                  </w:pPr>
                </w:p>
              </w:tc>
              <w:tc>
                <w:tcPr>
                  <w:tcW w:w="1440" w:type="dxa"/>
                  <w:tcBorders>
                    <w:top w:val="single" w:sz="4" w:space="0" w:color="auto"/>
                  </w:tcBorders>
                </w:tcPr>
                <w:p w14:paraId="64BA8DA6" w14:textId="77777777" w:rsidR="00433CA5" w:rsidRPr="00DC54C7" w:rsidRDefault="00433CA5" w:rsidP="00944826">
                  <w:pPr>
                    <w:jc w:val="right"/>
                    <w:rPr>
                      <w:rFonts w:eastAsia="SimSun"/>
                      <w:szCs w:val="22"/>
                    </w:rPr>
                  </w:pPr>
                </w:p>
              </w:tc>
            </w:tr>
          </w:tbl>
          <w:p w14:paraId="19419296" w14:textId="77777777" w:rsidR="00433CA5" w:rsidRPr="00DC54C7" w:rsidRDefault="00433CA5" w:rsidP="003A553F">
            <w:pPr>
              <w:rPr>
                <w:rFonts w:eastAsia="SimSun"/>
                <w:szCs w:val="22"/>
              </w:rPr>
            </w:pPr>
          </w:p>
        </w:tc>
      </w:tr>
    </w:tbl>
    <w:p w14:paraId="5A09E0FB" w14:textId="77777777" w:rsidR="00433CA5" w:rsidRPr="00DC54C7" w:rsidRDefault="00433CA5" w:rsidP="00433CA5">
      <w:pPr>
        <w:rPr>
          <w:szCs w:val="22"/>
        </w:rPr>
      </w:pPr>
    </w:p>
    <w:p w14:paraId="4808E93B" w14:textId="77777777" w:rsidR="00433CA5" w:rsidRPr="00DC54C7" w:rsidRDefault="00433CA5" w:rsidP="00433CA5">
      <w:pPr>
        <w:rPr>
          <w:szCs w:val="22"/>
        </w:rPr>
      </w:pPr>
      <w:r w:rsidRPr="00DC54C7">
        <w:rPr>
          <w:szCs w:val="22"/>
        </w:rPr>
        <w:t xml:space="preserve"> (b) Deana’s had paid $12,000 for six months’ rent on November 1, </w:t>
      </w:r>
      <w:r w:rsidR="00C25690">
        <w:rPr>
          <w:szCs w:val="22"/>
        </w:rPr>
        <w:t>2016</w:t>
      </w:r>
      <w:r w:rsidRPr="00DC54C7">
        <w:rPr>
          <w:szCs w:val="22"/>
        </w:rPr>
        <w:t xml:space="preserve">. As of December, 31, </w:t>
      </w:r>
      <w:r w:rsidR="00C25690">
        <w:rPr>
          <w:szCs w:val="22"/>
        </w:rPr>
        <w:t>2016</w:t>
      </w:r>
      <w:r w:rsidRPr="00DC54C7">
        <w:rPr>
          <w:szCs w:val="22"/>
        </w:rPr>
        <w:t xml:space="preserve">, two months’ (November &amp; December) prepaid rent has expired.  </w:t>
      </w:r>
    </w:p>
    <w:p w14:paraId="18E8536E" w14:textId="77777777" w:rsidR="003D565B" w:rsidRPr="00DC54C7" w:rsidRDefault="003D565B" w:rsidP="003D565B">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49B83FFD" w14:textId="77777777" w:rsidTr="00944826">
        <w:trPr>
          <w:trHeight w:val="360"/>
        </w:trPr>
        <w:tc>
          <w:tcPr>
            <w:tcW w:w="5000" w:type="pct"/>
          </w:tcPr>
          <w:p w14:paraId="23D55205"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39A4494A"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4C4B3012" w14:textId="77777777" w:rsidTr="00944826">
              <w:tc>
                <w:tcPr>
                  <w:tcW w:w="679" w:type="pct"/>
                  <w:tcBorders>
                    <w:top w:val="single" w:sz="4" w:space="0" w:color="auto"/>
                    <w:left w:val="single" w:sz="4" w:space="0" w:color="auto"/>
                    <w:bottom w:val="single" w:sz="4" w:space="0" w:color="auto"/>
                    <w:right w:val="single" w:sz="4" w:space="0" w:color="auto"/>
                  </w:tcBorders>
                </w:tcPr>
                <w:p w14:paraId="3C7BB343"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7098EFD2"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6354D5E"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5E5CF37" w14:textId="77777777" w:rsidR="003D565B" w:rsidRPr="00DC54C7" w:rsidRDefault="003D565B" w:rsidP="00944826">
                  <w:pPr>
                    <w:jc w:val="center"/>
                    <w:rPr>
                      <w:rFonts w:eastAsia="SimSun"/>
                      <w:szCs w:val="22"/>
                    </w:rPr>
                  </w:pPr>
                </w:p>
              </w:tc>
            </w:tr>
            <w:tr w:rsidR="003D565B" w:rsidRPr="00DC54C7" w14:paraId="002603B2" w14:textId="77777777" w:rsidTr="00944826">
              <w:tc>
                <w:tcPr>
                  <w:tcW w:w="679" w:type="pct"/>
                  <w:tcBorders>
                    <w:top w:val="single" w:sz="4" w:space="0" w:color="auto"/>
                  </w:tcBorders>
                </w:tcPr>
                <w:p w14:paraId="7B7FFA20"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77ABAAC9" w14:textId="77777777" w:rsidR="003D565B" w:rsidRPr="00DC54C7" w:rsidRDefault="003D565B" w:rsidP="003D565B">
                  <w:pPr>
                    <w:rPr>
                      <w:rFonts w:eastAsia="SimSun"/>
                      <w:szCs w:val="22"/>
                    </w:rPr>
                  </w:pPr>
                </w:p>
              </w:tc>
              <w:tc>
                <w:tcPr>
                  <w:tcW w:w="823" w:type="pct"/>
                  <w:tcBorders>
                    <w:top w:val="single" w:sz="4" w:space="0" w:color="auto"/>
                  </w:tcBorders>
                </w:tcPr>
                <w:p w14:paraId="0FC3E951" w14:textId="77777777" w:rsidR="003D565B" w:rsidRPr="00DC54C7" w:rsidRDefault="003D565B" w:rsidP="00944826">
                  <w:pPr>
                    <w:jc w:val="center"/>
                    <w:rPr>
                      <w:rFonts w:eastAsia="SimSun"/>
                      <w:szCs w:val="22"/>
                    </w:rPr>
                  </w:pPr>
                </w:p>
              </w:tc>
              <w:tc>
                <w:tcPr>
                  <w:tcW w:w="823" w:type="pct"/>
                  <w:tcBorders>
                    <w:top w:val="single" w:sz="4" w:space="0" w:color="auto"/>
                  </w:tcBorders>
                </w:tcPr>
                <w:p w14:paraId="69DA8B7C" w14:textId="77777777" w:rsidR="003D565B" w:rsidRPr="00DC54C7" w:rsidRDefault="003D565B" w:rsidP="00944826">
                  <w:pPr>
                    <w:jc w:val="center"/>
                    <w:rPr>
                      <w:rFonts w:eastAsia="SimSun"/>
                      <w:szCs w:val="22"/>
                    </w:rPr>
                  </w:pPr>
                </w:p>
              </w:tc>
            </w:tr>
          </w:tbl>
          <w:p w14:paraId="4D686981" w14:textId="77777777" w:rsidR="003D565B" w:rsidRPr="00DC54C7" w:rsidRDefault="003D565B" w:rsidP="003D565B">
            <w:pPr>
              <w:rPr>
                <w:rFonts w:eastAsia="SimSun"/>
                <w:szCs w:val="22"/>
              </w:rPr>
            </w:pPr>
          </w:p>
        </w:tc>
      </w:tr>
      <w:tr w:rsidR="003D565B" w:rsidRPr="00DC54C7" w14:paraId="2F835D17" w14:textId="77777777" w:rsidTr="00944826">
        <w:trPr>
          <w:trHeight w:val="360"/>
        </w:trPr>
        <w:tc>
          <w:tcPr>
            <w:tcW w:w="5000" w:type="pct"/>
          </w:tcPr>
          <w:p w14:paraId="6E9C726C" w14:textId="77777777" w:rsidR="003D565B" w:rsidRPr="00DC54C7" w:rsidRDefault="003D565B" w:rsidP="003D565B">
            <w:pPr>
              <w:rPr>
                <w:rFonts w:eastAsia="SimSun"/>
                <w:szCs w:val="22"/>
              </w:rPr>
            </w:pPr>
          </w:p>
          <w:p w14:paraId="02DE9193"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5556D6AE"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0F2A2D43" w14:textId="77777777" w:rsidTr="00944826">
              <w:tc>
                <w:tcPr>
                  <w:tcW w:w="2592" w:type="dxa"/>
                  <w:gridSpan w:val="2"/>
                  <w:tcBorders>
                    <w:bottom w:val="single" w:sz="4" w:space="0" w:color="auto"/>
                  </w:tcBorders>
                </w:tcPr>
                <w:p w14:paraId="5D970709"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05F5C049"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3FDE6618"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51FF7BB0"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5138E807"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697C724D" w14:textId="77777777" w:rsidTr="00944826">
              <w:trPr>
                <w:trHeight w:val="432"/>
              </w:trPr>
              <w:tc>
                <w:tcPr>
                  <w:tcW w:w="1296" w:type="dxa"/>
                  <w:tcBorders>
                    <w:top w:val="single" w:sz="4" w:space="0" w:color="auto"/>
                  </w:tcBorders>
                </w:tcPr>
                <w:p w14:paraId="60171936" w14:textId="77777777" w:rsidR="003D565B" w:rsidRPr="00DC54C7" w:rsidRDefault="003D565B" w:rsidP="003D565B">
                  <w:pPr>
                    <w:rPr>
                      <w:rFonts w:eastAsia="SimSun"/>
                      <w:szCs w:val="22"/>
                    </w:rPr>
                  </w:pPr>
                </w:p>
              </w:tc>
              <w:tc>
                <w:tcPr>
                  <w:tcW w:w="1296" w:type="dxa"/>
                  <w:tcBorders>
                    <w:top w:val="single" w:sz="4" w:space="0" w:color="auto"/>
                  </w:tcBorders>
                </w:tcPr>
                <w:p w14:paraId="712F1D75" w14:textId="77777777" w:rsidR="003D565B" w:rsidRPr="00DC54C7" w:rsidRDefault="003D565B" w:rsidP="00944826">
                  <w:pPr>
                    <w:jc w:val="right"/>
                    <w:rPr>
                      <w:rFonts w:eastAsia="SimSun"/>
                      <w:szCs w:val="22"/>
                    </w:rPr>
                  </w:pPr>
                </w:p>
              </w:tc>
              <w:tc>
                <w:tcPr>
                  <w:tcW w:w="342" w:type="dxa"/>
                </w:tcPr>
                <w:p w14:paraId="378A0079" w14:textId="77777777" w:rsidR="003D565B" w:rsidRPr="00DC54C7" w:rsidRDefault="003D565B" w:rsidP="00944826">
                  <w:pPr>
                    <w:jc w:val="center"/>
                    <w:rPr>
                      <w:rFonts w:eastAsia="SimSun"/>
                      <w:szCs w:val="22"/>
                    </w:rPr>
                  </w:pPr>
                </w:p>
              </w:tc>
              <w:tc>
                <w:tcPr>
                  <w:tcW w:w="1296" w:type="dxa"/>
                  <w:tcBorders>
                    <w:top w:val="single" w:sz="4" w:space="0" w:color="auto"/>
                  </w:tcBorders>
                </w:tcPr>
                <w:p w14:paraId="4440FC3F" w14:textId="77777777" w:rsidR="003D565B" w:rsidRPr="00DC54C7" w:rsidRDefault="003D565B" w:rsidP="00944826">
                  <w:pPr>
                    <w:jc w:val="center"/>
                    <w:rPr>
                      <w:rFonts w:eastAsia="SimSun"/>
                      <w:szCs w:val="22"/>
                    </w:rPr>
                  </w:pPr>
                </w:p>
              </w:tc>
              <w:tc>
                <w:tcPr>
                  <w:tcW w:w="1296" w:type="dxa"/>
                  <w:tcBorders>
                    <w:top w:val="single" w:sz="4" w:space="0" w:color="auto"/>
                  </w:tcBorders>
                </w:tcPr>
                <w:p w14:paraId="0C19D202" w14:textId="77777777" w:rsidR="003D565B" w:rsidRPr="00DC54C7" w:rsidRDefault="003D565B" w:rsidP="00944826">
                  <w:pPr>
                    <w:jc w:val="center"/>
                    <w:rPr>
                      <w:rFonts w:eastAsia="SimSun"/>
                      <w:szCs w:val="22"/>
                    </w:rPr>
                  </w:pPr>
                </w:p>
              </w:tc>
              <w:tc>
                <w:tcPr>
                  <w:tcW w:w="342" w:type="dxa"/>
                </w:tcPr>
                <w:p w14:paraId="559A5764" w14:textId="77777777" w:rsidR="003D565B" w:rsidRPr="00DC54C7" w:rsidRDefault="003D565B" w:rsidP="00944826">
                  <w:pPr>
                    <w:jc w:val="center"/>
                    <w:rPr>
                      <w:rFonts w:eastAsia="SimSun"/>
                      <w:szCs w:val="22"/>
                    </w:rPr>
                  </w:pPr>
                </w:p>
              </w:tc>
              <w:tc>
                <w:tcPr>
                  <w:tcW w:w="1440" w:type="dxa"/>
                  <w:tcBorders>
                    <w:top w:val="single" w:sz="4" w:space="0" w:color="auto"/>
                  </w:tcBorders>
                </w:tcPr>
                <w:p w14:paraId="1D1767CE" w14:textId="77777777" w:rsidR="003D565B" w:rsidRPr="00DC54C7" w:rsidRDefault="003D565B" w:rsidP="003D565B">
                  <w:pPr>
                    <w:rPr>
                      <w:rFonts w:eastAsia="SimSun"/>
                      <w:szCs w:val="22"/>
                    </w:rPr>
                  </w:pPr>
                </w:p>
              </w:tc>
              <w:tc>
                <w:tcPr>
                  <w:tcW w:w="1440" w:type="dxa"/>
                  <w:tcBorders>
                    <w:top w:val="single" w:sz="4" w:space="0" w:color="auto"/>
                  </w:tcBorders>
                </w:tcPr>
                <w:p w14:paraId="25F60076" w14:textId="77777777" w:rsidR="003D565B" w:rsidRPr="00DC54C7" w:rsidRDefault="003D565B" w:rsidP="00944826">
                  <w:pPr>
                    <w:jc w:val="right"/>
                    <w:rPr>
                      <w:rFonts w:eastAsia="SimSun"/>
                      <w:szCs w:val="22"/>
                    </w:rPr>
                  </w:pPr>
                </w:p>
              </w:tc>
            </w:tr>
          </w:tbl>
          <w:p w14:paraId="6639E018" w14:textId="77777777" w:rsidR="003D565B" w:rsidRPr="00DC54C7" w:rsidRDefault="003D565B" w:rsidP="003D565B">
            <w:pPr>
              <w:rPr>
                <w:rFonts w:eastAsia="SimSun"/>
                <w:szCs w:val="22"/>
              </w:rPr>
            </w:pPr>
          </w:p>
        </w:tc>
      </w:tr>
    </w:tbl>
    <w:p w14:paraId="7F76A281" w14:textId="77777777" w:rsidR="003D565B" w:rsidRPr="00DC54C7" w:rsidRDefault="003D565B" w:rsidP="003D565B">
      <w:pPr>
        <w:rPr>
          <w:szCs w:val="22"/>
        </w:rPr>
      </w:pPr>
    </w:p>
    <w:p w14:paraId="05453224" w14:textId="77777777" w:rsidR="003D565B" w:rsidRPr="00DC54C7" w:rsidRDefault="003D565B" w:rsidP="00433CA5">
      <w:pPr>
        <w:rPr>
          <w:szCs w:val="22"/>
        </w:rPr>
      </w:pPr>
      <w:r w:rsidRPr="00DC54C7">
        <w:rPr>
          <w:szCs w:val="22"/>
        </w:rPr>
        <w:t xml:space="preserve">(c) Deana’s had paid $6,000 for one year’s insurance on June 1, </w:t>
      </w:r>
      <w:r w:rsidR="00C25690">
        <w:rPr>
          <w:szCs w:val="22"/>
        </w:rPr>
        <w:t>2016</w:t>
      </w:r>
      <w:r w:rsidRPr="00DC54C7">
        <w:rPr>
          <w:szCs w:val="22"/>
        </w:rPr>
        <w:t xml:space="preserve">.   </w:t>
      </w:r>
    </w:p>
    <w:p w14:paraId="4AA14B8C"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1B884740" w14:textId="77777777" w:rsidTr="00944826">
        <w:trPr>
          <w:trHeight w:val="360"/>
        </w:trPr>
        <w:tc>
          <w:tcPr>
            <w:tcW w:w="5000" w:type="pct"/>
          </w:tcPr>
          <w:p w14:paraId="28DC03BE"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2966955F"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71134391" w14:textId="77777777" w:rsidTr="00944826">
              <w:tc>
                <w:tcPr>
                  <w:tcW w:w="679" w:type="pct"/>
                  <w:tcBorders>
                    <w:top w:val="single" w:sz="4" w:space="0" w:color="auto"/>
                    <w:left w:val="single" w:sz="4" w:space="0" w:color="auto"/>
                    <w:bottom w:val="single" w:sz="4" w:space="0" w:color="auto"/>
                    <w:right w:val="single" w:sz="4" w:space="0" w:color="auto"/>
                  </w:tcBorders>
                </w:tcPr>
                <w:p w14:paraId="562210B4"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73E7BAE7"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1BFA373E"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6925FACC" w14:textId="77777777" w:rsidR="003D565B" w:rsidRPr="00DC54C7" w:rsidRDefault="003D565B" w:rsidP="00944826">
                  <w:pPr>
                    <w:jc w:val="center"/>
                    <w:rPr>
                      <w:rFonts w:eastAsia="SimSun"/>
                      <w:szCs w:val="22"/>
                    </w:rPr>
                  </w:pPr>
                </w:p>
              </w:tc>
            </w:tr>
            <w:tr w:rsidR="003D565B" w:rsidRPr="00DC54C7" w14:paraId="3516AD3B" w14:textId="77777777" w:rsidTr="00944826">
              <w:tc>
                <w:tcPr>
                  <w:tcW w:w="679" w:type="pct"/>
                  <w:tcBorders>
                    <w:top w:val="single" w:sz="4" w:space="0" w:color="auto"/>
                  </w:tcBorders>
                </w:tcPr>
                <w:p w14:paraId="0B13FB41"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189A9D8B" w14:textId="77777777" w:rsidR="003D565B" w:rsidRPr="00DC54C7" w:rsidRDefault="003D565B" w:rsidP="003D565B">
                  <w:pPr>
                    <w:rPr>
                      <w:rFonts w:eastAsia="SimSun"/>
                      <w:szCs w:val="22"/>
                    </w:rPr>
                  </w:pPr>
                </w:p>
              </w:tc>
              <w:tc>
                <w:tcPr>
                  <w:tcW w:w="823" w:type="pct"/>
                  <w:tcBorders>
                    <w:top w:val="single" w:sz="4" w:space="0" w:color="auto"/>
                  </w:tcBorders>
                </w:tcPr>
                <w:p w14:paraId="7E9AA86C" w14:textId="77777777" w:rsidR="003D565B" w:rsidRPr="00DC54C7" w:rsidRDefault="003D565B" w:rsidP="00944826">
                  <w:pPr>
                    <w:jc w:val="center"/>
                    <w:rPr>
                      <w:rFonts w:eastAsia="SimSun"/>
                      <w:szCs w:val="22"/>
                    </w:rPr>
                  </w:pPr>
                </w:p>
              </w:tc>
              <w:tc>
                <w:tcPr>
                  <w:tcW w:w="823" w:type="pct"/>
                  <w:tcBorders>
                    <w:top w:val="single" w:sz="4" w:space="0" w:color="auto"/>
                  </w:tcBorders>
                </w:tcPr>
                <w:p w14:paraId="0E3C29A7" w14:textId="77777777" w:rsidR="003D565B" w:rsidRPr="00DC54C7" w:rsidRDefault="003D565B" w:rsidP="00944826">
                  <w:pPr>
                    <w:jc w:val="center"/>
                    <w:rPr>
                      <w:rFonts w:eastAsia="SimSun"/>
                      <w:szCs w:val="22"/>
                    </w:rPr>
                  </w:pPr>
                </w:p>
              </w:tc>
            </w:tr>
          </w:tbl>
          <w:p w14:paraId="420087CD" w14:textId="77777777" w:rsidR="003D565B" w:rsidRPr="00DC54C7" w:rsidRDefault="003D565B" w:rsidP="003D565B">
            <w:pPr>
              <w:rPr>
                <w:rFonts w:eastAsia="SimSun"/>
                <w:szCs w:val="22"/>
              </w:rPr>
            </w:pPr>
          </w:p>
        </w:tc>
      </w:tr>
      <w:tr w:rsidR="003D565B" w:rsidRPr="00DC54C7" w14:paraId="5B6B98AB" w14:textId="77777777" w:rsidTr="00944826">
        <w:trPr>
          <w:trHeight w:val="360"/>
        </w:trPr>
        <w:tc>
          <w:tcPr>
            <w:tcW w:w="5000" w:type="pct"/>
          </w:tcPr>
          <w:p w14:paraId="5F7D2571" w14:textId="77777777" w:rsidR="003D565B" w:rsidRPr="00DC54C7" w:rsidRDefault="003D565B" w:rsidP="003D565B">
            <w:pPr>
              <w:rPr>
                <w:rFonts w:eastAsia="SimSun"/>
                <w:szCs w:val="22"/>
              </w:rPr>
            </w:pPr>
          </w:p>
          <w:p w14:paraId="5F124846"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4A73BCDE"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080DFA59" w14:textId="77777777" w:rsidTr="00944826">
              <w:tc>
                <w:tcPr>
                  <w:tcW w:w="2592" w:type="dxa"/>
                  <w:gridSpan w:val="2"/>
                  <w:tcBorders>
                    <w:bottom w:val="single" w:sz="4" w:space="0" w:color="auto"/>
                  </w:tcBorders>
                </w:tcPr>
                <w:p w14:paraId="49CCBFE6"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4EEAA3FC"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1AA1D4B0"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4D692B1E"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56A80D2A"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0CF26AEA" w14:textId="77777777" w:rsidTr="00944826">
              <w:trPr>
                <w:trHeight w:val="432"/>
              </w:trPr>
              <w:tc>
                <w:tcPr>
                  <w:tcW w:w="1296" w:type="dxa"/>
                  <w:tcBorders>
                    <w:top w:val="single" w:sz="4" w:space="0" w:color="auto"/>
                  </w:tcBorders>
                </w:tcPr>
                <w:p w14:paraId="1B49E600" w14:textId="77777777" w:rsidR="003D565B" w:rsidRPr="00DC54C7" w:rsidRDefault="003D565B" w:rsidP="003D565B">
                  <w:pPr>
                    <w:rPr>
                      <w:rFonts w:eastAsia="SimSun"/>
                      <w:szCs w:val="22"/>
                    </w:rPr>
                  </w:pPr>
                </w:p>
              </w:tc>
              <w:tc>
                <w:tcPr>
                  <w:tcW w:w="1296" w:type="dxa"/>
                  <w:tcBorders>
                    <w:top w:val="single" w:sz="4" w:space="0" w:color="auto"/>
                  </w:tcBorders>
                </w:tcPr>
                <w:p w14:paraId="7D095448" w14:textId="77777777" w:rsidR="003D565B" w:rsidRPr="00DC54C7" w:rsidRDefault="003D565B" w:rsidP="00944826">
                  <w:pPr>
                    <w:jc w:val="right"/>
                    <w:rPr>
                      <w:rFonts w:eastAsia="SimSun"/>
                      <w:szCs w:val="22"/>
                    </w:rPr>
                  </w:pPr>
                </w:p>
              </w:tc>
              <w:tc>
                <w:tcPr>
                  <w:tcW w:w="342" w:type="dxa"/>
                </w:tcPr>
                <w:p w14:paraId="69F33687" w14:textId="77777777" w:rsidR="003D565B" w:rsidRPr="00DC54C7" w:rsidRDefault="003D565B" w:rsidP="00944826">
                  <w:pPr>
                    <w:jc w:val="center"/>
                    <w:rPr>
                      <w:rFonts w:eastAsia="SimSun"/>
                      <w:szCs w:val="22"/>
                    </w:rPr>
                  </w:pPr>
                </w:p>
              </w:tc>
              <w:tc>
                <w:tcPr>
                  <w:tcW w:w="1296" w:type="dxa"/>
                  <w:tcBorders>
                    <w:top w:val="single" w:sz="4" w:space="0" w:color="auto"/>
                  </w:tcBorders>
                </w:tcPr>
                <w:p w14:paraId="327FDA4C" w14:textId="77777777" w:rsidR="003D565B" w:rsidRPr="00DC54C7" w:rsidRDefault="003D565B" w:rsidP="00944826">
                  <w:pPr>
                    <w:jc w:val="center"/>
                    <w:rPr>
                      <w:rFonts w:eastAsia="SimSun"/>
                      <w:szCs w:val="22"/>
                    </w:rPr>
                  </w:pPr>
                </w:p>
              </w:tc>
              <w:tc>
                <w:tcPr>
                  <w:tcW w:w="1296" w:type="dxa"/>
                  <w:tcBorders>
                    <w:top w:val="single" w:sz="4" w:space="0" w:color="auto"/>
                  </w:tcBorders>
                </w:tcPr>
                <w:p w14:paraId="6DE655BF" w14:textId="77777777" w:rsidR="003D565B" w:rsidRPr="00DC54C7" w:rsidRDefault="003D565B" w:rsidP="00944826">
                  <w:pPr>
                    <w:jc w:val="center"/>
                    <w:rPr>
                      <w:rFonts w:eastAsia="SimSun"/>
                      <w:szCs w:val="22"/>
                    </w:rPr>
                  </w:pPr>
                </w:p>
              </w:tc>
              <w:tc>
                <w:tcPr>
                  <w:tcW w:w="342" w:type="dxa"/>
                </w:tcPr>
                <w:p w14:paraId="38746CCF" w14:textId="77777777" w:rsidR="003D565B" w:rsidRPr="00DC54C7" w:rsidRDefault="003D565B" w:rsidP="00944826">
                  <w:pPr>
                    <w:jc w:val="center"/>
                    <w:rPr>
                      <w:rFonts w:eastAsia="SimSun"/>
                      <w:szCs w:val="22"/>
                    </w:rPr>
                  </w:pPr>
                </w:p>
              </w:tc>
              <w:tc>
                <w:tcPr>
                  <w:tcW w:w="1440" w:type="dxa"/>
                  <w:tcBorders>
                    <w:top w:val="single" w:sz="4" w:space="0" w:color="auto"/>
                  </w:tcBorders>
                </w:tcPr>
                <w:p w14:paraId="657F14BE" w14:textId="77777777" w:rsidR="003D565B" w:rsidRPr="00DC54C7" w:rsidRDefault="003D565B" w:rsidP="003D565B">
                  <w:pPr>
                    <w:rPr>
                      <w:rFonts w:eastAsia="SimSun"/>
                      <w:szCs w:val="22"/>
                    </w:rPr>
                  </w:pPr>
                </w:p>
              </w:tc>
              <w:tc>
                <w:tcPr>
                  <w:tcW w:w="1440" w:type="dxa"/>
                  <w:tcBorders>
                    <w:top w:val="single" w:sz="4" w:space="0" w:color="auto"/>
                  </w:tcBorders>
                </w:tcPr>
                <w:p w14:paraId="574BAB2B" w14:textId="77777777" w:rsidR="003D565B" w:rsidRPr="00DC54C7" w:rsidRDefault="003D565B" w:rsidP="00944826">
                  <w:pPr>
                    <w:jc w:val="right"/>
                    <w:rPr>
                      <w:rFonts w:eastAsia="SimSun"/>
                      <w:szCs w:val="22"/>
                    </w:rPr>
                  </w:pPr>
                </w:p>
              </w:tc>
            </w:tr>
          </w:tbl>
          <w:p w14:paraId="4AFC41C3" w14:textId="77777777" w:rsidR="003D565B" w:rsidRPr="00DC54C7" w:rsidRDefault="003D565B" w:rsidP="003D565B">
            <w:pPr>
              <w:rPr>
                <w:rFonts w:eastAsia="SimSun"/>
                <w:szCs w:val="22"/>
              </w:rPr>
            </w:pPr>
          </w:p>
        </w:tc>
      </w:tr>
    </w:tbl>
    <w:p w14:paraId="5521611F" w14:textId="77777777" w:rsidR="003D565B" w:rsidRPr="00DC54C7" w:rsidRDefault="003D565B" w:rsidP="003D565B">
      <w:pPr>
        <w:rPr>
          <w:b/>
          <w:szCs w:val="22"/>
        </w:rPr>
      </w:pPr>
    </w:p>
    <w:p w14:paraId="7C97BF3F" w14:textId="77777777" w:rsidR="003D565B" w:rsidRPr="00DC54C7" w:rsidRDefault="003D565B" w:rsidP="003D565B">
      <w:pPr>
        <w:pStyle w:val="Heading1"/>
        <w:spacing w:before="240"/>
      </w:pPr>
      <w:r w:rsidRPr="00DC54C7">
        <w:rPr>
          <w:rFonts w:ascii="Times New Roman" w:hAnsi="Times New Roman"/>
          <w:b w:val="0"/>
          <w:sz w:val="22"/>
          <w:szCs w:val="22"/>
        </w:rPr>
        <w:br w:type="page"/>
      </w:r>
      <w:r w:rsidRPr="00DC54C7">
        <w:lastRenderedPageBreak/>
        <w:t>HANDOUT 4</w:t>
      </w:r>
      <w:r w:rsidR="00801A23" w:rsidRPr="00750FD5">
        <w:t>–</w:t>
      </w:r>
      <w:r w:rsidRPr="00DC54C7">
        <w:t>1</w:t>
      </w:r>
      <w:r w:rsidR="00733016" w:rsidRPr="00733016">
        <w:rPr>
          <w:u w:val="none"/>
        </w:rPr>
        <w:t>, continued</w:t>
      </w:r>
    </w:p>
    <w:p w14:paraId="6490BDAF" w14:textId="77777777" w:rsidR="003D565B" w:rsidRPr="00DC54C7" w:rsidRDefault="003D565B" w:rsidP="003D565B">
      <w:pPr>
        <w:rPr>
          <w:szCs w:val="22"/>
        </w:rPr>
      </w:pPr>
    </w:p>
    <w:p w14:paraId="1FC9CEB3" w14:textId="77777777" w:rsidR="003D565B" w:rsidRPr="00DC54C7" w:rsidRDefault="003D565B" w:rsidP="00433CA5">
      <w:pPr>
        <w:rPr>
          <w:szCs w:val="22"/>
        </w:rPr>
      </w:pPr>
      <w:r w:rsidRPr="00DC54C7">
        <w:rPr>
          <w:szCs w:val="22"/>
        </w:rPr>
        <w:t xml:space="preserve">(d) The company had acquired </w:t>
      </w:r>
      <w:r w:rsidR="00061424">
        <w:rPr>
          <w:szCs w:val="22"/>
        </w:rPr>
        <w:t>equipment</w:t>
      </w:r>
      <w:r w:rsidRPr="00DC54C7">
        <w:rPr>
          <w:szCs w:val="22"/>
        </w:rPr>
        <w:t xml:space="preserve"> costing $40,000 on January 1, </w:t>
      </w:r>
      <w:r w:rsidR="00C25690">
        <w:rPr>
          <w:szCs w:val="22"/>
        </w:rPr>
        <w:t>2016</w:t>
      </w:r>
      <w:r w:rsidRPr="00DC54C7">
        <w:rPr>
          <w:szCs w:val="22"/>
        </w:rPr>
        <w:t>.</w:t>
      </w:r>
      <w:r w:rsidR="00433CA5" w:rsidRPr="00DC54C7">
        <w:rPr>
          <w:szCs w:val="22"/>
        </w:rPr>
        <w:t xml:space="preserve"> </w:t>
      </w:r>
      <w:r w:rsidR="00061424">
        <w:rPr>
          <w:szCs w:val="22"/>
        </w:rPr>
        <w:t xml:space="preserve">The </w:t>
      </w:r>
      <w:r w:rsidR="00433CA5" w:rsidRPr="00DC54C7">
        <w:rPr>
          <w:szCs w:val="22"/>
        </w:rPr>
        <w:t>depreciation on this</w:t>
      </w:r>
      <w:r w:rsidRPr="00DC54C7">
        <w:rPr>
          <w:szCs w:val="22"/>
        </w:rPr>
        <w:t xml:space="preserve"> </w:t>
      </w:r>
      <w:r w:rsidR="00061424">
        <w:rPr>
          <w:szCs w:val="22"/>
        </w:rPr>
        <w:t>e</w:t>
      </w:r>
      <w:r w:rsidRPr="00DC54C7">
        <w:rPr>
          <w:szCs w:val="22"/>
        </w:rPr>
        <w:t xml:space="preserve">quipment </w:t>
      </w:r>
      <w:r w:rsidR="00433CA5" w:rsidRPr="00DC54C7">
        <w:rPr>
          <w:szCs w:val="22"/>
        </w:rPr>
        <w:t xml:space="preserve">was calculated to be </w:t>
      </w:r>
      <w:r w:rsidRPr="00DC54C7">
        <w:rPr>
          <w:szCs w:val="22"/>
        </w:rPr>
        <w:t xml:space="preserve">$2,000 for </w:t>
      </w:r>
      <w:r w:rsidR="00C25690">
        <w:rPr>
          <w:szCs w:val="22"/>
        </w:rPr>
        <w:t>2016</w:t>
      </w:r>
      <w:r w:rsidRPr="00DC54C7">
        <w:rPr>
          <w:szCs w:val="22"/>
        </w:rPr>
        <w:t>.</w:t>
      </w:r>
    </w:p>
    <w:p w14:paraId="1C0B60A0" w14:textId="77777777" w:rsidR="003D565B" w:rsidRPr="00DC54C7" w:rsidRDefault="003D565B" w:rsidP="003D565B">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42630D46" w14:textId="77777777" w:rsidTr="00944826">
        <w:trPr>
          <w:trHeight w:val="360"/>
        </w:trPr>
        <w:tc>
          <w:tcPr>
            <w:tcW w:w="5000" w:type="pct"/>
          </w:tcPr>
          <w:p w14:paraId="7B86AB6B" w14:textId="77777777" w:rsidR="003D565B" w:rsidRPr="00DC54C7" w:rsidRDefault="003D565B" w:rsidP="003D565B">
            <w:pPr>
              <w:rPr>
                <w:rFonts w:eastAsia="SimSun"/>
                <w:szCs w:val="22"/>
              </w:rPr>
            </w:pPr>
          </w:p>
          <w:p w14:paraId="786B2B24"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72083E03"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0E38D396" w14:textId="77777777" w:rsidTr="00944826">
              <w:tc>
                <w:tcPr>
                  <w:tcW w:w="679" w:type="pct"/>
                  <w:tcBorders>
                    <w:top w:val="single" w:sz="4" w:space="0" w:color="auto"/>
                    <w:left w:val="single" w:sz="4" w:space="0" w:color="auto"/>
                    <w:bottom w:val="single" w:sz="4" w:space="0" w:color="auto"/>
                    <w:right w:val="single" w:sz="4" w:space="0" w:color="auto"/>
                  </w:tcBorders>
                </w:tcPr>
                <w:p w14:paraId="6D010062" w14:textId="77777777" w:rsidR="003D565B" w:rsidRPr="00DC54C7" w:rsidRDefault="00504F84" w:rsidP="00944826">
                  <w:pPr>
                    <w:jc w:val="center"/>
                    <w:rPr>
                      <w:rFonts w:eastAsia="SimSun"/>
                      <w:szCs w:val="22"/>
                    </w:rPr>
                  </w:pPr>
                  <w:r>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5A789427"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5ED89361"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59AC9B4" w14:textId="77777777" w:rsidR="003D565B" w:rsidRPr="00DC54C7" w:rsidRDefault="003D565B" w:rsidP="00944826">
                  <w:pPr>
                    <w:jc w:val="center"/>
                    <w:rPr>
                      <w:rFonts w:eastAsia="SimSun"/>
                      <w:szCs w:val="22"/>
                    </w:rPr>
                  </w:pPr>
                </w:p>
              </w:tc>
            </w:tr>
            <w:tr w:rsidR="003D565B" w:rsidRPr="00DC54C7" w14:paraId="311D436D" w14:textId="77777777" w:rsidTr="00944826">
              <w:tc>
                <w:tcPr>
                  <w:tcW w:w="679" w:type="pct"/>
                  <w:tcBorders>
                    <w:top w:val="single" w:sz="4" w:space="0" w:color="auto"/>
                  </w:tcBorders>
                </w:tcPr>
                <w:p w14:paraId="3519E920"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3E113CFA" w14:textId="77777777" w:rsidR="003D565B" w:rsidRPr="00DC54C7" w:rsidRDefault="003D565B" w:rsidP="003D565B">
                  <w:pPr>
                    <w:rPr>
                      <w:rFonts w:eastAsia="SimSun"/>
                      <w:szCs w:val="22"/>
                    </w:rPr>
                  </w:pPr>
                </w:p>
              </w:tc>
              <w:tc>
                <w:tcPr>
                  <w:tcW w:w="823" w:type="pct"/>
                  <w:tcBorders>
                    <w:top w:val="single" w:sz="4" w:space="0" w:color="auto"/>
                  </w:tcBorders>
                </w:tcPr>
                <w:p w14:paraId="365D202F" w14:textId="77777777" w:rsidR="003D565B" w:rsidRPr="00DC54C7" w:rsidRDefault="003D565B" w:rsidP="00944826">
                  <w:pPr>
                    <w:jc w:val="center"/>
                    <w:rPr>
                      <w:rFonts w:eastAsia="SimSun"/>
                      <w:szCs w:val="22"/>
                    </w:rPr>
                  </w:pPr>
                </w:p>
              </w:tc>
              <w:tc>
                <w:tcPr>
                  <w:tcW w:w="823" w:type="pct"/>
                  <w:tcBorders>
                    <w:top w:val="single" w:sz="4" w:space="0" w:color="auto"/>
                  </w:tcBorders>
                </w:tcPr>
                <w:p w14:paraId="2DA86AFD" w14:textId="77777777" w:rsidR="003D565B" w:rsidRPr="00DC54C7" w:rsidRDefault="003D565B" w:rsidP="00944826">
                  <w:pPr>
                    <w:jc w:val="center"/>
                    <w:rPr>
                      <w:rFonts w:eastAsia="SimSun"/>
                      <w:szCs w:val="22"/>
                    </w:rPr>
                  </w:pPr>
                </w:p>
              </w:tc>
            </w:tr>
          </w:tbl>
          <w:p w14:paraId="4AB08C6E" w14:textId="77777777" w:rsidR="003D565B" w:rsidRPr="00DC54C7" w:rsidRDefault="003D565B" w:rsidP="003D565B">
            <w:pPr>
              <w:rPr>
                <w:rFonts w:eastAsia="SimSun"/>
                <w:szCs w:val="22"/>
              </w:rPr>
            </w:pPr>
          </w:p>
        </w:tc>
      </w:tr>
      <w:tr w:rsidR="003D565B" w:rsidRPr="00DC54C7" w14:paraId="38CF4D87" w14:textId="77777777" w:rsidTr="00944826">
        <w:trPr>
          <w:trHeight w:val="360"/>
        </w:trPr>
        <w:tc>
          <w:tcPr>
            <w:tcW w:w="5000" w:type="pct"/>
          </w:tcPr>
          <w:p w14:paraId="413FE211" w14:textId="77777777" w:rsidR="003D565B" w:rsidRPr="00DC54C7" w:rsidRDefault="003D565B" w:rsidP="003D565B">
            <w:pPr>
              <w:rPr>
                <w:rFonts w:eastAsia="SimSun"/>
                <w:szCs w:val="22"/>
              </w:rPr>
            </w:pPr>
          </w:p>
          <w:p w14:paraId="4AD06C15"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313881B7"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6A88A614" w14:textId="77777777" w:rsidTr="00944826">
              <w:tc>
                <w:tcPr>
                  <w:tcW w:w="2592" w:type="dxa"/>
                  <w:gridSpan w:val="2"/>
                  <w:tcBorders>
                    <w:bottom w:val="single" w:sz="4" w:space="0" w:color="auto"/>
                  </w:tcBorders>
                </w:tcPr>
                <w:p w14:paraId="03DDFD1A"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764385BD"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176EA5D0"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0ADBE3AC"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30B9FF6C"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5266BBEB" w14:textId="77777777" w:rsidTr="00944826">
              <w:trPr>
                <w:trHeight w:val="432"/>
              </w:trPr>
              <w:tc>
                <w:tcPr>
                  <w:tcW w:w="1296" w:type="dxa"/>
                  <w:tcBorders>
                    <w:top w:val="single" w:sz="4" w:space="0" w:color="auto"/>
                  </w:tcBorders>
                </w:tcPr>
                <w:p w14:paraId="175830EC" w14:textId="77777777" w:rsidR="003D565B" w:rsidRPr="00DC54C7" w:rsidRDefault="003D565B" w:rsidP="003D565B">
                  <w:pPr>
                    <w:rPr>
                      <w:rFonts w:eastAsia="SimSun"/>
                      <w:szCs w:val="22"/>
                    </w:rPr>
                  </w:pPr>
                </w:p>
              </w:tc>
              <w:tc>
                <w:tcPr>
                  <w:tcW w:w="1296" w:type="dxa"/>
                  <w:tcBorders>
                    <w:top w:val="single" w:sz="4" w:space="0" w:color="auto"/>
                  </w:tcBorders>
                </w:tcPr>
                <w:p w14:paraId="2D59978A" w14:textId="77777777" w:rsidR="003D565B" w:rsidRPr="00DC54C7" w:rsidRDefault="003D565B" w:rsidP="00944826">
                  <w:pPr>
                    <w:jc w:val="right"/>
                    <w:rPr>
                      <w:rFonts w:eastAsia="SimSun"/>
                      <w:szCs w:val="22"/>
                    </w:rPr>
                  </w:pPr>
                </w:p>
              </w:tc>
              <w:tc>
                <w:tcPr>
                  <w:tcW w:w="342" w:type="dxa"/>
                </w:tcPr>
                <w:p w14:paraId="61175FC0" w14:textId="77777777" w:rsidR="003D565B" w:rsidRPr="00DC54C7" w:rsidRDefault="003D565B" w:rsidP="00944826">
                  <w:pPr>
                    <w:jc w:val="center"/>
                    <w:rPr>
                      <w:rFonts w:eastAsia="SimSun"/>
                      <w:szCs w:val="22"/>
                    </w:rPr>
                  </w:pPr>
                </w:p>
              </w:tc>
              <w:tc>
                <w:tcPr>
                  <w:tcW w:w="1296" w:type="dxa"/>
                  <w:tcBorders>
                    <w:top w:val="single" w:sz="4" w:space="0" w:color="auto"/>
                  </w:tcBorders>
                </w:tcPr>
                <w:p w14:paraId="58C121B0" w14:textId="77777777" w:rsidR="003D565B" w:rsidRPr="00DC54C7" w:rsidRDefault="003D565B" w:rsidP="00944826">
                  <w:pPr>
                    <w:jc w:val="center"/>
                    <w:rPr>
                      <w:rFonts w:eastAsia="SimSun"/>
                      <w:szCs w:val="22"/>
                    </w:rPr>
                  </w:pPr>
                </w:p>
              </w:tc>
              <w:tc>
                <w:tcPr>
                  <w:tcW w:w="1296" w:type="dxa"/>
                  <w:tcBorders>
                    <w:top w:val="single" w:sz="4" w:space="0" w:color="auto"/>
                  </w:tcBorders>
                </w:tcPr>
                <w:p w14:paraId="04364E15" w14:textId="77777777" w:rsidR="003D565B" w:rsidRPr="00DC54C7" w:rsidRDefault="003D565B" w:rsidP="00944826">
                  <w:pPr>
                    <w:jc w:val="center"/>
                    <w:rPr>
                      <w:rFonts w:eastAsia="SimSun"/>
                      <w:szCs w:val="22"/>
                    </w:rPr>
                  </w:pPr>
                </w:p>
              </w:tc>
              <w:tc>
                <w:tcPr>
                  <w:tcW w:w="342" w:type="dxa"/>
                </w:tcPr>
                <w:p w14:paraId="325E39BF" w14:textId="77777777" w:rsidR="003D565B" w:rsidRPr="00DC54C7" w:rsidRDefault="003D565B" w:rsidP="00944826">
                  <w:pPr>
                    <w:jc w:val="center"/>
                    <w:rPr>
                      <w:rFonts w:eastAsia="SimSun"/>
                      <w:szCs w:val="22"/>
                    </w:rPr>
                  </w:pPr>
                </w:p>
              </w:tc>
              <w:tc>
                <w:tcPr>
                  <w:tcW w:w="1440" w:type="dxa"/>
                  <w:tcBorders>
                    <w:top w:val="single" w:sz="4" w:space="0" w:color="auto"/>
                  </w:tcBorders>
                </w:tcPr>
                <w:p w14:paraId="63DA1E1D" w14:textId="77777777" w:rsidR="003D565B" w:rsidRPr="00DC54C7" w:rsidRDefault="003D565B" w:rsidP="003D565B">
                  <w:pPr>
                    <w:rPr>
                      <w:rFonts w:eastAsia="SimSun"/>
                      <w:szCs w:val="22"/>
                    </w:rPr>
                  </w:pPr>
                </w:p>
              </w:tc>
              <w:tc>
                <w:tcPr>
                  <w:tcW w:w="1440" w:type="dxa"/>
                  <w:tcBorders>
                    <w:top w:val="single" w:sz="4" w:space="0" w:color="auto"/>
                  </w:tcBorders>
                </w:tcPr>
                <w:p w14:paraId="41C2348C" w14:textId="77777777" w:rsidR="003D565B" w:rsidRPr="00DC54C7" w:rsidRDefault="003D565B" w:rsidP="00944826">
                  <w:pPr>
                    <w:jc w:val="right"/>
                    <w:rPr>
                      <w:rFonts w:eastAsia="SimSun"/>
                      <w:szCs w:val="22"/>
                    </w:rPr>
                  </w:pPr>
                </w:p>
              </w:tc>
            </w:tr>
          </w:tbl>
          <w:p w14:paraId="4A441723" w14:textId="77777777" w:rsidR="003D565B" w:rsidRPr="00DC54C7" w:rsidRDefault="003D565B" w:rsidP="003D565B">
            <w:pPr>
              <w:rPr>
                <w:rFonts w:eastAsia="SimSun"/>
                <w:szCs w:val="22"/>
              </w:rPr>
            </w:pPr>
          </w:p>
        </w:tc>
      </w:tr>
    </w:tbl>
    <w:p w14:paraId="5FD527D0" w14:textId="77777777" w:rsidR="003D565B" w:rsidRPr="00DC54C7" w:rsidRDefault="003D565B" w:rsidP="003D565B">
      <w:pPr>
        <w:rPr>
          <w:b/>
          <w:szCs w:val="22"/>
        </w:rPr>
      </w:pPr>
    </w:p>
    <w:p w14:paraId="0F654AB4" w14:textId="77777777" w:rsidR="003D565B" w:rsidRPr="00DC54C7" w:rsidRDefault="003D565B" w:rsidP="003D565B">
      <w:pPr>
        <w:rPr>
          <w:szCs w:val="22"/>
        </w:rPr>
      </w:pPr>
      <w:r w:rsidRPr="00DC54C7">
        <w:rPr>
          <w:szCs w:val="22"/>
        </w:rPr>
        <w:t>(e) On December 1,</w:t>
      </w:r>
      <w:r w:rsidR="00433CA5" w:rsidRPr="00DC54C7">
        <w:rPr>
          <w:szCs w:val="22"/>
        </w:rPr>
        <w:t xml:space="preserve"> </w:t>
      </w:r>
      <w:r w:rsidR="00C25690">
        <w:rPr>
          <w:szCs w:val="22"/>
        </w:rPr>
        <w:t>2016</w:t>
      </w:r>
      <w:r w:rsidR="00433CA5" w:rsidRPr="00DC54C7">
        <w:rPr>
          <w:szCs w:val="22"/>
        </w:rPr>
        <w:t>,</w:t>
      </w:r>
      <w:r w:rsidRPr="00DC54C7">
        <w:rPr>
          <w:szCs w:val="22"/>
        </w:rPr>
        <w:t xml:space="preserve"> the company had sold $500 in gift certificates </w:t>
      </w:r>
      <w:r w:rsidR="00391BCE" w:rsidRPr="00DC54C7">
        <w:rPr>
          <w:szCs w:val="22"/>
        </w:rPr>
        <w:t xml:space="preserve">for decorating services </w:t>
      </w:r>
      <w:r w:rsidRPr="00DC54C7">
        <w:rPr>
          <w:szCs w:val="22"/>
        </w:rPr>
        <w:t xml:space="preserve">to a customer. On December 31, </w:t>
      </w:r>
      <w:r w:rsidR="00C25690">
        <w:rPr>
          <w:szCs w:val="22"/>
        </w:rPr>
        <w:t>2016</w:t>
      </w:r>
      <w:r w:rsidR="00433CA5" w:rsidRPr="00DC54C7">
        <w:rPr>
          <w:szCs w:val="22"/>
        </w:rPr>
        <w:t xml:space="preserve">, </w:t>
      </w:r>
      <w:r w:rsidRPr="00DC54C7">
        <w:rPr>
          <w:szCs w:val="22"/>
        </w:rPr>
        <w:t>the accountant received an envelope containing $400 worth of redeemed gift certificates, not yet recorded in the company’s books.</w:t>
      </w:r>
    </w:p>
    <w:p w14:paraId="3BEFA3B2" w14:textId="77777777" w:rsidR="003D565B" w:rsidRPr="00DC54C7" w:rsidRDefault="003D565B" w:rsidP="003D565B">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6F7E9CC8" w14:textId="77777777" w:rsidTr="00944826">
        <w:trPr>
          <w:trHeight w:val="360"/>
        </w:trPr>
        <w:tc>
          <w:tcPr>
            <w:tcW w:w="5000" w:type="pct"/>
          </w:tcPr>
          <w:p w14:paraId="7367C85D"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7FBE28D7"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3BA057D0" w14:textId="77777777" w:rsidTr="00944826">
              <w:tc>
                <w:tcPr>
                  <w:tcW w:w="679" w:type="pct"/>
                  <w:tcBorders>
                    <w:top w:val="single" w:sz="4" w:space="0" w:color="auto"/>
                    <w:left w:val="single" w:sz="4" w:space="0" w:color="auto"/>
                    <w:bottom w:val="single" w:sz="4" w:space="0" w:color="auto"/>
                    <w:right w:val="single" w:sz="4" w:space="0" w:color="auto"/>
                  </w:tcBorders>
                </w:tcPr>
                <w:p w14:paraId="67518E61"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3ED00478"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4D483248"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65BDC0F5" w14:textId="77777777" w:rsidR="003D565B" w:rsidRPr="00DC54C7" w:rsidRDefault="003D565B" w:rsidP="00944826">
                  <w:pPr>
                    <w:jc w:val="center"/>
                    <w:rPr>
                      <w:rFonts w:eastAsia="SimSun"/>
                      <w:szCs w:val="22"/>
                    </w:rPr>
                  </w:pPr>
                </w:p>
              </w:tc>
            </w:tr>
            <w:tr w:rsidR="003D565B" w:rsidRPr="00DC54C7" w14:paraId="641BBB45" w14:textId="77777777" w:rsidTr="00944826">
              <w:tc>
                <w:tcPr>
                  <w:tcW w:w="679" w:type="pct"/>
                  <w:tcBorders>
                    <w:top w:val="single" w:sz="4" w:space="0" w:color="auto"/>
                  </w:tcBorders>
                </w:tcPr>
                <w:p w14:paraId="1155941E"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1B1FF64D" w14:textId="77777777" w:rsidR="003D565B" w:rsidRPr="00DC54C7" w:rsidRDefault="003D565B" w:rsidP="003D565B">
                  <w:pPr>
                    <w:rPr>
                      <w:rFonts w:eastAsia="SimSun"/>
                      <w:szCs w:val="22"/>
                    </w:rPr>
                  </w:pPr>
                </w:p>
              </w:tc>
              <w:tc>
                <w:tcPr>
                  <w:tcW w:w="823" w:type="pct"/>
                  <w:tcBorders>
                    <w:top w:val="single" w:sz="4" w:space="0" w:color="auto"/>
                  </w:tcBorders>
                </w:tcPr>
                <w:p w14:paraId="3438B2AD" w14:textId="77777777" w:rsidR="003D565B" w:rsidRPr="00DC54C7" w:rsidRDefault="003D565B" w:rsidP="00944826">
                  <w:pPr>
                    <w:jc w:val="center"/>
                    <w:rPr>
                      <w:rFonts w:eastAsia="SimSun"/>
                      <w:szCs w:val="22"/>
                    </w:rPr>
                  </w:pPr>
                </w:p>
              </w:tc>
              <w:tc>
                <w:tcPr>
                  <w:tcW w:w="823" w:type="pct"/>
                  <w:tcBorders>
                    <w:top w:val="single" w:sz="4" w:space="0" w:color="auto"/>
                  </w:tcBorders>
                </w:tcPr>
                <w:p w14:paraId="7E2B745B" w14:textId="77777777" w:rsidR="003D565B" w:rsidRPr="00DC54C7" w:rsidRDefault="003D565B" w:rsidP="00944826">
                  <w:pPr>
                    <w:jc w:val="center"/>
                    <w:rPr>
                      <w:rFonts w:eastAsia="SimSun"/>
                      <w:szCs w:val="22"/>
                    </w:rPr>
                  </w:pPr>
                </w:p>
              </w:tc>
            </w:tr>
          </w:tbl>
          <w:p w14:paraId="16EC3BC8" w14:textId="77777777" w:rsidR="003D565B" w:rsidRPr="00DC54C7" w:rsidRDefault="003D565B" w:rsidP="003D565B">
            <w:pPr>
              <w:rPr>
                <w:rFonts w:eastAsia="SimSun"/>
                <w:szCs w:val="22"/>
              </w:rPr>
            </w:pPr>
          </w:p>
        </w:tc>
      </w:tr>
      <w:tr w:rsidR="003D565B" w:rsidRPr="00DC54C7" w14:paraId="2AAC883E" w14:textId="77777777" w:rsidTr="00944826">
        <w:trPr>
          <w:trHeight w:val="360"/>
        </w:trPr>
        <w:tc>
          <w:tcPr>
            <w:tcW w:w="5000" w:type="pct"/>
          </w:tcPr>
          <w:p w14:paraId="3D31C15B" w14:textId="77777777" w:rsidR="003D565B" w:rsidRPr="00DC54C7" w:rsidRDefault="003D565B" w:rsidP="003D565B">
            <w:pPr>
              <w:rPr>
                <w:rFonts w:eastAsia="SimSun"/>
                <w:szCs w:val="22"/>
              </w:rPr>
            </w:pPr>
          </w:p>
          <w:p w14:paraId="38D3A6A3"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783C09C1"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71329C46" w14:textId="77777777" w:rsidTr="00944826">
              <w:tc>
                <w:tcPr>
                  <w:tcW w:w="2592" w:type="dxa"/>
                  <w:gridSpan w:val="2"/>
                  <w:tcBorders>
                    <w:bottom w:val="single" w:sz="4" w:space="0" w:color="auto"/>
                  </w:tcBorders>
                </w:tcPr>
                <w:p w14:paraId="37F381E0"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13CA2F91"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4E8F8233"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7282C507"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1DCD89F7"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4224A7E0" w14:textId="77777777" w:rsidTr="00944826">
              <w:trPr>
                <w:trHeight w:val="432"/>
              </w:trPr>
              <w:tc>
                <w:tcPr>
                  <w:tcW w:w="1296" w:type="dxa"/>
                  <w:tcBorders>
                    <w:top w:val="single" w:sz="4" w:space="0" w:color="auto"/>
                  </w:tcBorders>
                </w:tcPr>
                <w:p w14:paraId="3DA21793" w14:textId="77777777" w:rsidR="003D565B" w:rsidRPr="00DC54C7" w:rsidRDefault="003D565B" w:rsidP="003D565B">
                  <w:pPr>
                    <w:rPr>
                      <w:rFonts w:eastAsia="SimSun"/>
                      <w:szCs w:val="22"/>
                    </w:rPr>
                  </w:pPr>
                </w:p>
              </w:tc>
              <w:tc>
                <w:tcPr>
                  <w:tcW w:w="1296" w:type="dxa"/>
                  <w:tcBorders>
                    <w:top w:val="single" w:sz="4" w:space="0" w:color="auto"/>
                  </w:tcBorders>
                </w:tcPr>
                <w:p w14:paraId="0E6F3CD8" w14:textId="77777777" w:rsidR="003D565B" w:rsidRPr="00DC54C7" w:rsidRDefault="003D565B" w:rsidP="00944826">
                  <w:pPr>
                    <w:jc w:val="right"/>
                    <w:rPr>
                      <w:rFonts w:eastAsia="SimSun"/>
                      <w:szCs w:val="22"/>
                    </w:rPr>
                  </w:pPr>
                </w:p>
              </w:tc>
              <w:tc>
                <w:tcPr>
                  <w:tcW w:w="342" w:type="dxa"/>
                </w:tcPr>
                <w:p w14:paraId="5C7DE729" w14:textId="77777777" w:rsidR="003D565B" w:rsidRPr="00DC54C7" w:rsidRDefault="003D565B" w:rsidP="00944826">
                  <w:pPr>
                    <w:jc w:val="center"/>
                    <w:rPr>
                      <w:rFonts w:eastAsia="SimSun"/>
                      <w:szCs w:val="22"/>
                    </w:rPr>
                  </w:pPr>
                </w:p>
              </w:tc>
              <w:tc>
                <w:tcPr>
                  <w:tcW w:w="1296" w:type="dxa"/>
                  <w:tcBorders>
                    <w:top w:val="single" w:sz="4" w:space="0" w:color="auto"/>
                  </w:tcBorders>
                </w:tcPr>
                <w:p w14:paraId="6519EEAD" w14:textId="77777777" w:rsidR="003D565B" w:rsidRPr="00DC54C7" w:rsidRDefault="003D565B" w:rsidP="003D565B">
                  <w:pPr>
                    <w:rPr>
                      <w:rFonts w:eastAsia="SimSun"/>
                      <w:szCs w:val="22"/>
                    </w:rPr>
                  </w:pPr>
                </w:p>
              </w:tc>
              <w:tc>
                <w:tcPr>
                  <w:tcW w:w="1296" w:type="dxa"/>
                  <w:tcBorders>
                    <w:top w:val="single" w:sz="4" w:space="0" w:color="auto"/>
                  </w:tcBorders>
                </w:tcPr>
                <w:p w14:paraId="2EE65A6F" w14:textId="77777777" w:rsidR="003D565B" w:rsidRPr="00DC54C7" w:rsidRDefault="003D565B" w:rsidP="00944826">
                  <w:pPr>
                    <w:jc w:val="right"/>
                    <w:rPr>
                      <w:rFonts w:eastAsia="SimSun"/>
                      <w:szCs w:val="22"/>
                    </w:rPr>
                  </w:pPr>
                </w:p>
              </w:tc>
              <w:tc>
                <w:tcPr>
                  <w:tcW w:w="342" w:type="dxa"/>
                </w:tcPr>
                <w:p w14:paraId="56282A44" w14:textId="77777777" w:rsidR="003D565B" w:rsidRPr="00DC54C7" w:rsidRDefault="003D565B" w:rsidP="00944826">
                  <w:pPr>
                    <w:jc w:val="center"/>
                    <w:rPr>
                      <w:rFonts w:eastAsia="SimSun"/>
                      <w:szCs w:val="22"/>
                    </w:rPr>
                  </w:pPr>
                </w:p>
              </w:tc>
              <w:tc>
                <w:tcPr>
                  <w:tcW w:w="1440" w:type="dxa"/>
                  <w:tcBorders>
                    <w:top w:val="single" w:sz="4" w:space="0" w:color="auto"/>
                  </w:tcBorders>
                </w:tcPr>
                <w:p w14:paraId="5DEA59A7" w14:textId="77777777" w:rsidR="003D565B" w:rsidRPr="00DC54C7" w:rsidRDefault="003D565B" w:rsidP="003D565B">
                  <w:pPr>
                    <w:rPr>
                      <w:rFonts w:eastAsia="SimSun"/>
                      <w:szCs w:val="22"/>
                    </w:rPr>
                  </w:pPr>
                </w:p>
              </w:tc>
              <w:tc>
                <w:tcPr>
                  <w:tcW w:w="1440" w:type="dxa"/>
                  <w:tcBorders>
                    <w:top w:val="single" w:sz="4" w:space="0" w:color="auto"/>
                  </w:tcBorders>
                </w:tcPr>
                <w:p w14:paraId="027E4B8A" w14:textId="77777777" w:rsidR="003D565B" w:rsidRPr="00DC54C7" w:rsidRDefault="003D565B" w:rsidP="00944826">
                  <w:pPr>
                    <w:jc w:val="right"/>
                    <w:rPr>
                      <w:rFonts w:eastAsia="SimSun"/>
                      <w:szCs w:val="22"/>
                    </w:rPr>
                  </w:pPr>
                </w:p>
              </w:tc>
            </w:tr>
          </w:tbl>
          <w:p w14:paraId="134925CE" w14:textId="77777777" w:rsidR="003D565B" w:rsidRPr="00DC54C7" w:rsidRDefault="003D565B" w:rsidP="003D565B">
            <w:pPr>
              <w:rPr>
                <w:rFonts w:eastAsia="SimSun"/>
                <w:szCs w:val="22"/>
              </w:rPr>
            </w:pPr>
          </w:p>
        </w:tc>
      </w:tr>
    </w:tbl>
    <w:p w14:paraId="324F1A9D" w14:textId="77777777" w:rsidR="003D565B" w:rsidRPr="00DC54C7" w:rsidRDefault="003D565B" w:rsidP="003D565B">
      <w:pPr>
        <w:jc w:val="both"/>
        <w:rPr>
          <w:szCs w:val="22"/>
        </w:rPr>
      </w:pPr>
    </w:p>
    <w:p w14:paraId="1FBCC949" w14:textId="77777777" w:rsidR="003D565B" w:rsidRPr="00DC54C7" w:rsidRDefault="003D565B" w:rsidP="003D565B">
      <w:pPr>
        <w:jc w:val="both"/>
        <w:rPr>
          <w:szCs w:val="22"/>
        </w:rPr>
      </w:pPr>
      <w:r w:rsidRPr="00DC54C7">
        <w:rPr>
          <w:szCs w:val="22"/>
        </w:rPr>
        <w:t xml:space="preserve">(f) On June 30, </w:t>
      </w:r>
      <w:r w:rsidR="00C25690">
        <w:rPr>
          <w:szCs w:val="22"/>
        </w:rPr>
        <w:t>2016</w:t>
      </w:r>
      <w:r w:rsidR="00433CA5" w:rsidRPr="00DC54C7">
        <w:rPr>
          <w:szCs w:val="22"/>
        </w:rPr>
        <w:t xml:space="preserve">, </w:t>
      </w:r>
      <w:r w:rsidRPr="00DC54C7">
        <w:rPr>
          <w:szCs w:val="22"/>
        </w:rPr>
        <w:t xml:space="preserve">the company invested $20,000 in a certificate of deposit that will yield 12% interest at the end of one year.  </w:t>
      </w:r>
    </w:p>
    <w:p w14:paraId="2882BD9A" w14:textId="77777777" w:rsidR="003D565B" w:rsidRPr="00DC54C7" w:rsidRDefault="003D565B" w:rsidP="003D565B">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22144006" w14:textId="77777777" w:rsidTr="00944826">
        <w:trPr>
          <w:trHeight w:val="360"/>
        </w:trPr>
        <w:tc>
          <w:tcPr>
            <w:tcW w:w="5000" w:type="pct"/>
          </w:tcPr>
          <w:p w14:paraId="3AB08CBF"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7FD93DD7"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53B530D4" w14:textId="77777777" w:rsidTr="00944826">
              <w:tc>
                <w:tcPr>
                  <w:tcW w:w="679" w:type="pct"/>
                  <w:tcBorders>
                    <w:top w:val="single" w:sz="4" w:space="0" w:color="auto"/>
                    <w:left w:val="single" w:sz="4" w:space="0" w:color="auto"/>
                    <w:bottom w:val="single" w:sz="4" w:space="0" w:color="auto"/>
                    <w:right w:val="single" w:sz="4" w:space="0" w:color="auto"/>
                  </w:tcBorders>
                </w:tcPr>
                <w:p w14:paraId="7DE8E857"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6B263A5A"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4998C80"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1AFE372" w14:textId="77777777" w:rsidR="003D565B" w:rsidRPr="00DC54C7" w:rsidRDefault="003D565B" w:rsidP="00944826">
                  <w:pPr>
                    <w:jc w:val="center"/>
                    <w:rPr>
                      <w:rFonts w:eastAsia="SimSun"/>
                      <w:szCs w:val="22"/>
                    </w:rPr>
                  </w:pPr>
                </w:p>
              </w:tc>
            </w:tr>
            <w:tr w:rsidR="003D565B" w:rsidRPr="00DC54C7" w14:paraId="64453123" w14:textId="77777777" w:rsidTr="00944826">
              <w:tc>
                <w:tcPr>
                  <w:tcW w:w="679" w:type="pct"/>
                  <w:tcBorders>
                    <w:top w:val="single" w:sz="4" w:space="0" w:color="auto"/>
                  </w:tcBorders>
                </w:tcPr>
                <w:p w14:paraId="691F197F"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6921FDDE" w14:textId="77777777" w:rsidR="003D565B" w:rsidRPr="00DC54C7" w:rsidRDefault="003D565B" w:rsidP="003D565B">
                  <w:pPr>
                    <w:rPr>
                      <w:rFonts w:eastAsia="SimSun"/>
                      <w:szCs w:val="22"/>
                    </w:rPr>
                  </w:pPr>
                </w:p>
              </w:tc>
              <w:tc>
                <w:tcPr>
                  <w:tcW w:w="823" w:type="pct"/>
                  <w:tcBorders>
                    <w:top w:val="single" w:sz="4" w:space="0" w:color="auto"/>
                  </w:tcBorders>
                </w:tcPr>
                <w:p w14:paraId="58151A98" w14:textId="77777777" w:rsidR="003D565B" w:rsidRPr="00DC54C7" w:rsidRDefault="003D565B" w:rsidP="00944826">
                  <w:pPr>
                    <w:jc w:val="center"/>
                    <w:rPr>
                      <w:rFonts w:eastAsia="SimSun"/>
                      <w:szCs w:val="22"/>
                    </w:rPr>
                  </w:pPr>
                </w:p>
              </w:tc>
              <w:tc>
                <w:tcPr>
                  <w:tcW w:w="823" w:type="pct"/>
                  <w:tcBorders>
                    <w:top w:val="single" w:sz="4" w:space="0" w:color="auto"/>
                  </w:tcBorders>
                </w:tcPr>
                <w:p w14:paraId="3CAA171B" w14:textId="77777777" w:rsidR="003D565B" w:rsidRPr="00DC54C7" w:rsidRDefault="003D565B" w:rsidP="00944826">
                  <w:pPr>
                    <w:jc w:val="center"/>
                    <w:rPr>
                      <w:rFonts w:eastAsia="SimSun"/>
                      <w:szCs w:val="22"/>
                    </w:rPr>
                  </w:pPr>
                </w:p>
              </w:tc>
            </w:tr>
          </w:tbl>
          <w:p w14:paraId="4D7AECBF" w14:textId="77777777" w:rsidR="003D565B" w:rsidRPr="00DC54C7" w:rsidRDefault="003D565B" w:rsidP="003D565B">
            <w:pPr>
              <w:rPr>
                <w:rFonts w:eastAsia="SimSun"/>
                <w:szCs w:val="22"/>
              </w:rPr>
            </w:pPr>
          </w:p>
        </w:tc>
      </w:tr>
      <w:tr w:rsidR="003D565B" w:rsidRPr="00DC54C7" w14:paraId="19197CED" w14:textId="77777777" w:rsidTr="00944826">
        <w:trPr>
          <w:trHeight w:val="360"/>
        </w:trPr>
        <w:tc>
          <w:tcPr>
            <w:tcW w:w="5000" w:type="pct"/>
          </w:tcPr>
          <w:p w14:paraId="4C2654DF" w14:textId="77777777" w:rsidR="003D565B" w:rsidRPr="00DC54C7" w:rsidRDefault="003D565B" w:rsidP="003D565B">
            <w:pPr>
              <w:rPr>
                <w:rFonts w:eastAsia="SimSun"/>
                <w:szCs w:val="22"/>
              </w:rPr>
            </w:pPr>
          </w:p>
          <w:p w14:paraId="7592BAE9"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4A52F408"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57034606" w14:textId="77777777" w:rsidTr="00944826">
              <w:tc>
                <w:tcPr>
                  <w:tcW w:w="2592" w:type="dxa"/>
                  <w:gridSpan w:val="2"/>
                  <w:tcBorders>
                    <w:bottom w:val="single" w:sz="4" w:space="0" w:color="auto"/>
                  </w:tcBorders>
                </w:tcPr>
                <w:p w14:paraId="01DA4261"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2D313225"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535D840B"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459F793B"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11FAA11B"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6BCB7802" w14:textId="77777777" w:rsidTr="00944826">
              <w:trPr>
                <w:trHeight w:val="432"/>
              </w:trPr>
              <w:tc>
                <w:tcPr>
                  <w:tcW w:w="1296" w:type="dxa"/>
                  <w:tcBorders>
                    <w:top w:val="single" w:sz="4" w:space="0" w:color="auto"/>
                  </w:tcBorders>
                </w:tcPr>
                <w:p w14:paraId="33A23D61" w14:textId="77777777" w:rsidR="003D565B" w:rsidRPr="00DC54C7" w:rsidRDefault="003D565B" w:rsidP="003D565B">
                  <w:pPr>
                    <w:rPr>
                      <w:rFonts w:eastAsia="SimSun"/>
                      <w:szCs w:val="22"/>
                    </w:rPr>
                  </w:pPr>
                </w:p>
              </w:tc>
              <w:tc>
                <w:tcPr>
                  <w:tcW w:w="1296" w:type="dxa"/>
                  <w:tcBorders>
                    <w:top w:val="single" w:sz="4" w:space="0" w:color="auto"/>
                  </w:tcBorders>
                </w:tcPr>
                <w:p w14:paraId="72198CF9" w14:textId="77777777" w:rsidR="003D565B" w:rsidRPr="00DC54C7" w:rsidRDefault="003D565B" w:rsidP="00944826">
                  <w:pPr>
                    <w:jc w:val="right"/>
                    <w:rPr>
                      <w:rFonts w:eastAsia="SimSun"/>
                      <w:szCs w:val="22"/>
                    </w:rPr>
                  </w:pPr>
                </w:p>
              </w:tc>
              <w:tc>
                <w:tcPr>
                  <w:tcW w:w="342" w:type="dxa"/>
                </w:tcPr>
                <w:p w14:paraId="59422B62" w14:textId="77777777" w:rsidR="003D565B" w:rsidRPr="00DC54C7" w:rsidRDefault="003D565B" w:rsidP="00944826">
                  <w:pPr>
                    <w:jc w:val="center"/>
                    <w:rPr>
                      <w:rFonts w:eastAsia="SimSun"/>
                      <w:szCs w:val="22"/>
                    </w:rPr>
                  </w:pPr>
                </w:p>
              </w:tc>
              <w:tc>
                <w:tcPr>
                  <w:tcW w:w="1296" w:type="dxa"/>
                  <w:tcBorders>
                    <w:top w:val="single" w:sz="4" w:space="0" w:color="auto"/>
                  </w:tcBorders>
                </w:tcPr>
                <w:p w14:paraId="5A87436A" w14:textId="77777777" w:rsidR="003D565B" w:rsidRPr="00DC54C7" w:rsidRDefault="003D565B" w:rsidP="00944826">
                  <w:pPr>
                    <w:jc w:val="center"/>
                    <w:rPr>
                      <w:rFonts w:eastAsia="SimSun"/>
                      <w:szCs w:val="22"/>
                    </w:rPr>
                  </w:pPr>
                </w:p>
              </w:tc>
              <w:tc>
                <w:tcPr>
                  <w:tcW w:w="1296" w:type="dxa"/>
                  <w:tcBorders>
                    <w:top w:val="single" w:sz="4" w:space="0" w:color="auto"/>
                  </w:tcBorders>
                </w:tcPr>
                <w:p w14:paraId="12321A2B" w14:textId="77777777" w:rsidR="003D565B" w:rsidRPr="00DC54C7" w:rsidRDefault="003D565B" w:rsidP="00944826">
                  <w:pPr>
                    <w:jc w:val="center"/>
                    <w:rPr>
                      <w:rFonts w:eastAsia="SimSun"/>
                      <w:szCs w:val="22"/>
                    </w:rPr>
                  </w:pPr>
                </w:p>
              </w:tc>
              <w:tc>
                <w:tcPr>
                  <w:tcW w:w="342" w:type="dxa"/>
                </w:tcPr>
                <w:p w14:paraId="2722A33D" w14:textId="77777777" w:rsidR="003D565B" w:rsidRPr="00DC54C7" w:rsidRDefault="003D565B" w:rsidP="00944826">
                  <w:pPr>
                    <w:jc w:val="center"/>
                    <w:rPr>
                      <w:rFonts w:eastAsia="SimSun"/>
                      <w:szCs w:val="22"/>
                    </w:rPr>
                  </w:pPr>
                </w:p>
              </w:tc>
              <w:tc>
                <w:tcPr>
                  <w:tcW w:w="1440" w:type="dxa"/>
                  <w:tcBorders>
                    <w:top w:val="single" w:sz="4" w:space="0" w:color="auto"/>
                  </w:tcBorders>
                </w:tcPr>
                <w:p w14:paraId="76DD16CD" w14:textId="77777777" w:rsidR="003D565B" w:rsidRPr="00DC54C7" w:rsidRDefault="003D565B" w:rsidP="003D565B">
                  <w:pPr>
                    <w:rPr>
                      <w:rFonts w:eastAsia="SimSun"/>
                      <w:szCs w:val="22"/>
                    </w:rPr>
                  </w:pPr>
                </w:p>
              </w:tc>
              <w:tc>
                <w:tcPr>
                  <w:tcW w:w="1440" w:type="dxa"/>
                  <w:tcBorders>
                    <w:top w:val="single" w:sz="4" w:space="0" w:color="auto"/>
                  </w:tcBorders>
                </w:tcPr>
                <w:p w14:paraId="1AC0A6CB" w14:textId="77777777" w:rsidR="003D565B" w:rsidRPr="00DC54C7" w:rsidRDefault="003D565B" w:rsidP="00944826">
                  <w:pPr>
                    <w:jc w:val="right"/>
                    <w:rPr>
                      <w:rFonts w:eastAsia="SimSun"/>
                      <w:szCs w:val="22"/>
                    </w:rPr>
                  </w:pPr>
                </w:p>
              </w:tc>
            </w:tr>
          </w:tbl>
          <w:p w14:paraId="77C7E2C1" w14:textId="77777777" w:rsidR="003D565B" w:rsidRPr="00DC54C7" w:rsidRDefault="003D565B" w:rsidP="003D565B">
            <w:pPr>
              <w:rPr>
                <w:rFonts w:eastAsia="SimSun"/>
                <w:szCs w:val="22"/>
              </w:rPr>
            </w:pPr>
          </w:p>
        </w:tc>
      </w:tr>
    </w:tbl>
    <w:p w14:paraId="6B68C2BA" w14:textId="77777777" w:rsidR="003D565B" w:rsidRPr="00DC54C7" w:rsidRDefault="003D565B" w:rsidP="003D565B">
      <w:pPr>
        <w:rPr>
          <w:b/>
          <w:szCs w:val="22"/>
        </w:rPr>
      </w:pPr>
    </w:p>
    <w:p w14:paraId="2D034206" w14:textId="77777777" w:rsidR="003D565B" w:rsidRPr="00DC54C7" w:rsidRDefault="003D565B" w:rsidP="003D565B">
      <w:pPr>
        <w:pStyle w:val="Heading1"/>
        <w:spacing w:before="240"/>
      </w:pPr>
      <w:r w:rsidRPr="00DC54C7">
        <w:rPr>
          <w:szCs w:val="22"/>
        </w:rPr>
        <w:br w:type="page"/>
      </w:r>
      <w:r w:rsidRPr="00DC54C7">
        <w:lastRenderedPageBreak/>
        <w:t>HANDOUT 4</w:t>
      </w:r>
      <w:r w:rsidR="00801A23" w:rsidRPr="00750FD5">
        <w:t>–</w:t>
      </w:r>
      <w:r w:rsidRPr="00DC54C7">
        <w:t>1</w:t>
      </w:r>
      <w:r w:rsidR="00733016" w:rsidRPr="00733016">
        <w:rPr>
          <w:u w:val="none"/>
        </w:rPr>
        <w:t>, continued</w:t>
      </w:r>
    </w:p>
    <w:p w14:paraId="71089BBF" w14:textId="77777777" w:rsidR="003D565B" w:rsidRPr="00DC54C7" w:rsidRDefault="003D565B" w:rsidP="003D565B">
      <w:pPr>
        <w:jc w:val="both"/>
        <w:rPr>
          <w:szCs w:val="22"/>
        </w:rPr>
      </w:pPr>
      <w:r w:rsidRPr="00DC54C7">
        <w:rPr>
          <w:szCs w:val="22"/>
        </w:rPr>
        <w:t xml:space="preserve"> </w:t>
      </w:r>
    </w:p>
    <w:p w14:paraId="724BD7BC" w14:textId="77777777" w:rsidR="003D565B" w:rsidRPr="00DC54C7" w:rsidRDefault="00473D4D" w:rsidP="00433CA5">
      <w:pPr>
        <w:jc w:val="both"/>
        <w:rPr>
          <w:szCs w:val="22"/>
        </w:rPr>
      </w:pPr>
      <w:r>
        <w:rPr>
          <w:szCs w:val="22"/>
        </w:rPr>
        <w:t>(g) The c</w:t>
      </w:r>
      <w:r w:rsidR="003D565B" w:rsidRPr="00DC54C7">
        <w:rPr>
          <w:szCs w:val="22"/>
        </w:rPr>
        <w:t xml:space="preserve">ompany borrowed a note payable from the bank for $30,000 on January 1, </w:t>
      </w:r>
      <w:r w:rsidR="00C25690">
        <w:rPr>
          <w:szCs w:val="22"/>
        </w:rPr>
        <w:t>2016</w:t>
      </w:r>
      <w:r w:rsidR="003D565B" w:rsidRPr="00DC54C7">
        <w:rPr>
          <w:szCs w:val="22"/>
        </w:rPr>
        <w:t>, due with all interest on June 30</w:t>
      </w:r>
      <w:r>
        <w:rPr>
          <w:szCs w:val="22"/>
        </w:rPr>
        <w:t xml:space="preserve">, </w:t>
      </w:r>
      <w:r w:rsidR="00C25690">
        <w:rPr>
          <w:szCs w:val="22"/>
        </w:rPr>
        <w:t>2017</w:t>
      </w:r>
      <w:r>
        <w:rPr>
          <w:szCs w:val="22"/>
        </w:rPr>
        <w:t>.</w:t>
      </w:r>
      <w:r w:rsidR="003D565B" w:rsidRPr="00DC54C7">
        <w:rPr>
          <w:szCs w:val="22"/>
        </w:rPr>
        <w:t xml:space="preserve"> The note payable requires 10% interest.</w:t>
      </w:r>
    </w:p>
    <w:p w14:paraId="62A0301F"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0D28025C" w14:textId="77777777" w:rsidTr="00944826">
        <w:trPr>
          <w:trHeight w:val="360"/>
        </w:trPr>
        <w:tc>
          <w:tcPr>
            <w:tcW w:w="5000" w:type="pct"/>
          </w:tcPr>
          <w:p w14:paraId="3662F399"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6D4F02F2"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27208B0E" w14:textId="77777777" w:rsidTr="00944826">
              <w:tc>
                <w:tcPr>
                  <w:tcW w:w="679" w:type="pct"/>
                  <w:tcBorders>
                    <w:top w:val="single" w:sz="4" w:space="0" w:color="auto"/>
                    <w:left w:val="single" w:sz="4" w:space="0" w:color="auto"/>
                    <w:bottom w:val="single" w:sz="4" w:space="0" w:color="auto"/>
                    <w:right w:val="single" w:sz="4" w:space="0" w:color="auto"/>
                  </w:tcBorders>
                </w:tcPr>
                <w:p w14:paraId="52EF4BBA"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41390346"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433F7310"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42E1675" w14:textId="77777777" w:rsidR="003D565B" w:rsidRPr="00DC54C7" w:rsidRDefault="003D565B" w:rsidP="00944826">
                  <w:pPr>
                    <w:jc w:val="center"/>
                    <w:rPr>
                      <w:rFonts w:eastAsia="SimSun"/>
                      <w:szCs w:val="22"/>
                    </w:rPr>
                  </w:pPr>
                </w:p>
              </w:tc>
            </w:tr>
            <w:tr w:rsidR="003D565B" w:rsidRPr="00DC54C7" w14:paraId="6B379683" w14:textId="77777777" w:rsidTr="00944826">
              <w:tc>
                <w:tcPr>
                  <w:tcW w:w="679" w:type="pct"/>
                  <w:tcBorders>
                    <w:top w:val="single" w:sz="4" w:space="0" w:color="auto"/>
                  </w:tcBorders>
                </w:tcPr>
                <w:p w14:paraId="26835800"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17D3CF85" w14:textId="77777777" w:rsidR="003D565B" w:rsidRPr="00DC54C7" w:rsidRDefault="003D565B" w:rsidP="003D565B">
                  <w:pPr>
                    <w:rPr>
                      <w:rFonts w:eastAsia="SimSun"/>
                      <w:szCs w:val="22"/>
                    </w:rPr>
                  </w:pPr>
                </w:p>
              </w:tc>
              <w:tc>
                <w:tcPr>
                  <w:tcW w:w="823" w:type="pct"/>
                  <w:tcBorders>
                    <w:top w:val="single" w:sz="4" w:space="0" w:color="auto"/>
                  </w:tcBorders>
                </w:tcPr>
                <w:p w14:paraId="33CCDACA" w14:textId="77777777" w:rsidR="003D565B" w:rsidRPr="00DC54C7" w:rsidRDefault="003D565B" w:rsidP="00944826">
                  <w:pPr>
                    <w:jc w:val="center"/>
                    <w:rPr>
                      <w:rFonts w:eastAsia="SimSun"/>
                      <w:szCs w:val="22"/>
                    </w:rPr>
                  </w:pPr>
                </w:p>
              </w:tc>
              <w:tc>
                <w:tcPr>
                  <w:tcW w:w="823" w:type="pct"/>
                  <w:tcBorders>
                    <w:top w:val="single" w:sz="4" w:space="0" w:color="auto"/>
                  </w:tcBorders>
                </w:tcPr>
                <w:p w14:paraId="54F23712" w14:textId="77777777" w:rsidR="003D565B" w:rsidRPr="00DC54C7" w:rsidRDefault="003D565B" w:rsidP="00944826">
                  <w:pPr>
                    <w:jc w:val="center"/>
                    <w:rPr>
                      <w:rFonts w:eastAsia="SimSun"/>
                      <w:szCs w:val="22"/>
                    </w:rPr>
                  </w:pPr>
                </w:p>
              </w:tc>
            </w:tr>
          </w:tbl>
          <w:p w14:paraId="4E960BC9" w14:textId="77777777" w:rsidR="003D565B" w:rsidRPr="00DC54C7" w:rsidRDefault="003D565B" w:rsidP="003D565B">
            <w:pPr>
              <w:rPr>
                <w:rFonts w:eastAsia="SimSun"/>
                <w:szCs w:val="22"/>
              </w:rPr>
            </w:pPr>
          </w:p>
        </w:tc>
      </w:tr>
      <w:tr w:rsidR="003D565B" w:rsidRPr="00DC54C7" w14:paraId="2CD410A6" w14:textId="77777777" w:rsidTr="00944826">
        <w:trPr>
          <w:trHeight w:val="360"/>
        </w:trPr>
        <w:tc>
          <w:tcPr>
            <w:tcW w:w="5000" w:type="pct"/>
          </w:tcPr>
          <w:p w14:paraId="0B30F175" w14:textId="77777777" w:rsidR="003D565B" w:rsidRPr="00DC54C7" w:rsidRDefault="003D565B" w:rsidP="003D565B">
            <w:pPr>
              <w:rPr>
                <w:rFonts w:eastAsia="SimSun"/>
                <w:szCs w:val="22"/>
              </w:rPr>
            </w:pPr>
          </w:p>
          <w:p w14:paraId="6FABCC93"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590C54DD"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5A4A111E" w14:textId="77777777" w:rsidTr="00944826">
              <w:tc>
                <w:tcPr>
                  <w:tcW w:w="2592" w:type="dxa"/>
                  <w:gridSpan w:val="2"/>
                  <w:tcBorders>
                    <w:bottom w:val="single" w:sz="4" w:space="0" w:color="auto"/>
                  </w:tcBorders>
                </w:tcPr>
                <w:p w14:paraId="5E8F83D9"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42C209FA"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2905961C"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565C854A"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36724EE9"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617A8417" w14:textId="77777777" w:rsidTr="00944826">
              <w:trPr>
                <w:trHeight w:val="432"/>
              </w:trPr>
              <w:tc>
                <w:tcPr>
                  <w:tcW w:w="1296" w:type="dxa"/>
                  <w:tcBorders>
                    <w:top w:val="single" w:sz="4" w:space="0" w:color="auto"/>
                  </w:tcBorders>
                </w:tcPr>
                <w:p w14:paraId="667F88E2" w14:textId="77777777" w:rsidR="003D565B" w:rsidRPr="00DC54C7" w:rsidRDefault="003D565B" w:rsidP="003D565B">
                  <w:pPr>
                    <w:rPr>
                      <w:rFonts w:eastAsia="SimSun"/>
                      <w:szCs w:val="22"/>
                    </w:rPr>
                  </w:pPr>
                </w:p>
              </w:tc>
              <w:tc>
                <w:tcPr>
                  <w:tcW w:w="1296" w:type="dxa"/>
                  <w:tcBorders>
                    <w:top w:val="single" w:sz="4" w:space="0" w:color="auto"/>
                  </w:tcBorders>
                </w:tcPr>
                <w:p w14:paraId="45B32FE6" w14:textId="77777777" w:rsidR="003D565B" w:rsidRPr="00DC54C7" w:rsidRDefault="003D565B" w:rsidP="00944826">
                  <w:pPr>
                    <w:jc w:val="right"/>
                    <w:rPr>
                      <w:rFonts w:eastAsia="SimSun"/>
                      <w:szCs w:val="22"/>
                    </w:rPr>
                  </w:pPr>
                </w:p>
              </w:tc>
              <w:tc>
                <w:tcPr>
                  <w:tcW w:w="342" w:type="dxa"/>
                </w:tcPr>
                <w:p w14:paraId="064176AE" w14:textId="77777777" w:rsidR="003D565B" w:rsidRPr="00DC54C7" w:rsidRDefault="003D565B" w:rsidP="00944826">
                  <w:pPr>
                    <w:jc w:val="center"/>
                    <w:rPr>
                      <w:rFonts w:eastAsia="SimSun"/>
                      <w:szCs w:val="22"/>
                    </w:rPr>
                  </w:pPr>
                </w:p>
              </w:tc>
              <w:tc>
                <w:tcPr>
                  <w:tcW w:w="1296" w:type="dxa"/>
                  <w:tcBorders>
                    <w:top w:val="single" w:sz="4" w:space="0" w:color="auto"/>
                  </w:tcBorders>
                </w:tcPr>
                <w:p w14:paraId="1872A8CF" w14:textId="77777777" w:rsidR="003D565B" w:rsidRPr="00DC54C7" w:rsidRDefault="003D565B" w:rsidP="003D565B">
                  <w:pPr>
                    <w:rPr>
                      <w:rFonts w:eastAsia="SimSun"/>
                      <w:szCs w:val="22"/>
                    </w:rPr>
                  </w:pPr>
                </w:p>
              </w:tc>
              <w:tc>
                <w:tcPr>
                  <w:tcW w:w="1296" w:type="dxa"/>
                  <w:tcBorders>
                    <w:top w:val="single" w:sz="4" w:space="0" w:color="auto"/>
                  </w:tcBorders>
                </w:tcPr>
                <w:p w14:paraId="01C2DE80" w14:textId="77777777" w:rsidR="003D565B" w:rsidRPr="00DC54C7" w:rsidRDefault="003D565B" w:rsidP="00944826">
                  <w:pPr>
                    <w:jc w:val="right"/>
                    <w:rPr>
                      <w:rFonts w:eastAsia="SimSun"/>
                      <w:szCs w:val="22"/>
                    </w:rPr>
                  </w:pPr>
                </w:p>
              </w:tc>
              <w:tc>
                <w:tcPr>
                  <w:tcW w:w="342" w:type="dxa"/>
                </w:tcPr>
                <w:p w14:paraId="2BDE8B0D" w14:textId="77777777" w:rsidR="003D565B" w:rsidRPr="00DC54C7" w:rsidRDefault="003D565B" w:rsidP="00944826">
                  <w:pPr>
                    <w:jc w:val="center"/>
                    <w:rPr>
                      <w:rFonts w:eastAsia="SimSun"/>
                      <w:szCs w:val="22"/>
                    </w:rPr>
                  </w:pPr>
                </w:p>
              </w:tc>
              <w:tc>
                <w:tcPr>
                  <w:tcW w:w="1440" w:type="dxa"/>
                  <w:tcBorders>
                    <w:top w:val="single" w:sz="4" w:space="0" w:color="auto"/>
                  </w:tcBorders>
                </w:tcPr>
                <w:p w14:paraId="13892E32" w14:textId="77777777" w:rsidR="003D565B" w:rsidRPr="00DC54C7" w:rsidRDefault="003D565B" w:rsidP="003D565B">
                  <w:pPr>
                    <w:rPr>
                      <w:rFonts w:eastAsia="SimSun"/>
                      <w:szCs w:val="22"/>
                    </w:rPr>
                  </w:pPr>
                </w:p>
              </w:tc>
              <w:tc>
                <w:tcPr>
                  <w:tcW w:w="1440" w:type="dxa"/>
                  <w:tcBorders>
                    <w:top w:val="single" w:sz="4" w:space="0" w:color="auto"/>
                  </w:tcBorders>
                </w:tcPr>
                <w:p w14:paraId="10BDEEB0" w14:textId="77777777" w:rsidR="003D565B" w:rsidRPr="00DC54C7" w:rsidRDefault="003D565B" w:rsidP="00944826">
                  <w:pPr>
                    <w:jc w:val="right"/>
                    <w:rPr>
                      <w:rFonts w:eastAsia="SimSun"/>
                      <w:szCs w:val="22"/>
                    </w:rPr>
                  </w:pPr>
                </w:p>
              </w:tc>
            </w:tr>
          </w:tbl>
          <w:p w14:paraId="342A625D" w14:textId="77777777" w:rsidR="003D565B" w:rsidRPr="00DC54C7" w:rsidRDefault="003D565B" w:rsidP="003D565B">
            <w:pPr>
              <w:rPr>
                <w:rFonts w:eastAsia="SimSun"/>
                <w:szCs w:val="22"/>
              </w:rPr>
            </w:pPr>
          </w:p>
        </w:tc>
      </w:tr>
    </w:tbl>
    <w:p w14:paraId="49207C46" w14:textId="77777777" w:rsidR="003D565B" w:rsidRPr="00DC54C7" w:rsidRDefault="003D565B" w:rsidP="003D565B">
      <w:pPr>
        <w:jc w:val="both"/>
        <w:rPr>
          <w:szCs w:val="22"/>
        </w:rPr>
      </w:pPr>
    </w:p>
    <w:p w14:paraId="7E4C6909" w14:textId="77777777" w:rsidR="003D565B" w:rsidRPr="00DC54C7" w:rsidRDefault="003D565B" w:rsidP="003D565B">
      <w:pPr>
        <w:jc w:val="both"/>
        <w:rPr>
          <w:szCs w:val="22"/>
        </w:rPr>
      </w:pPr>
      <w:r w:rsidRPr="00DC54C7">
        <w:rPr>
          <w:szCs w:val="22"/>
        </w:rPr>
        <w:t xml:space="preserve">(h) </w:t>
      </w:r>
      <w:r w:rsidR="00473D4D">
        <w:rPr>
          <w:szCs w:val="22"/>
        </w:rPr>
        <w:t xml:space="preserve">The company calculated its income taxes as $26,110 for the year ended December 31, </w:t>
      </w:r>
      <w:r w:rsidR="00C25690">
        <w:rPr>
          <w:szCs w:val="22"/>
        </w:rPr>
        <w:t>2016</w:t>
      </w:r>
      <w:r w:rsidR="00473D4D">
        <w:rPr>
          <w:szCs w:val="22"/>
        </w:rPr>
        <w:t xml:space="preserve">. </w:t>
      </w:r>
    </w:p>
    <w:p w14:paraId="546675C7"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070F136F" w14:textId="77777777" w:rsidTr="00944826">
        <w:trPr>
          <w:trHeight w:val="360"/>
        </w:trPr>
        <w:tc>
          <w:tcPr>
            <w:tcW w:w="5000" w:type="pct"/>
          </w:tcPr>
          <w:p w14:paraId="79C148B4"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69D3D25F"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0A1BF826" w14:textId="77777777" w:rsidTr="00944826">
              <w:tc>
                <w:tcPr>
                  <w:tcW w:w="679" w:type="pct"/>
                  <w:tcBorders>
                    <w:top w:val="single" w:sz="4" w:space="0" w:color="auto"/>
                    <w:left w:val="single" w:sz="4" w:space="0" w:color="auto"/>
                    <w:bottom w:val="single" w:sz="4" w:space="0" w:color="auto"/>
                    <w:right w:val="single" w:sz="4" w:space="0" w:color="auto"/>
                  </w:tcBorders>
                </w:tcPr>
                <w:p w14:paraId="68694E7B"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2AF4B7A0"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9354108"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5B0C8375" w14:textId="77777777" w:rsidR="003D565B" w:rsidRPr="00DC54C7" w:rsidRDefault="003D565B" w:rsidP="00944826">
                  <w:pPr>
                    <w:jc w:val="center"/>
                    <w:rPr>
                      <w:rFonts w:eastAsia="SimSun"/>
                      <w:szCs w:val="22"/>
                    </w:rPr>
                  </w:pPr>
                </w:p>
              </w:tc>
            </w:tr>
            <w:tr w:rsidR="003D565B" w:rsidRPr="00DC54C7" w14:paraId="7E10A6DC" w14:textId="77777777" w:rsidTr="00944826">
              <w:tc>
                <w:tcPr>
                  <w:tcW w:w="679" w:type="pct"/>
                  <w:tcBorders>
                    <w:top w:val="single" w:sz="4" w:space="0" w:color="auto"/>
                  </w:tcBorders>
                </w:tcPr>
                <w:p w14:paraId="6E0B78B5"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4922ACB7" w14:textId="77777777" w:rsidR="003D565B" w:rsidRPr="00DC54C7" w:rsidRDefault="003D565B" w:rsidP="003D565B">
                  <w:pPr>
                    <w:rPr>
                      <w:rFonts w:eastAsia="SimSun"/>
                      <w:szCs w:val="22"/>
                    </w:rPr>
                  </w:pPr>
                </w:p>
              </w:tc>
              <w:tc>
                <w:tcPr>
                  <w:tcW w:w="823" w:type="pct"/>
                  <w:tcBorders>
                    <w:top w:val="single" w:sz="4" w:space="0" w:color="auto"/>
                  </w:tcBorders>
                </w:tcPr>
                <w:p w14:paraId="5248D726" w14:textId="77777777" w:rsidR="003D565B" w:rsidRPr="00DC54C7" w:rsidRDefault="003D565B" w:rsidP="00944826">
                  <w:pPr>
                    <w:jc w:val="center"/>
                    <w:rPr>
                      <w:rFonts w:eastAsia="SimSun"/>
                      <w:szCs w:val="22"/>
                    </w:rPr>
                  </w:pPr>
                </w:p>
              </w:tc>
              <w:tc>
                <w:tcPr>
                  <w:tcW w:w="823" w:type="pct"/>
                  <w:tcBorders>
                    <w:top w:val="single" w:sz="4" w:space="0" w:color="auto"/>
                  </w:tcBorders>
                </w:tcPr>
                <w:p w14:paraId="4F72B182" w14:textId="77777777" w:rsidR="003D565B" w:rsidRPr="00DC54C7" w:rsidRDefault="003D565B" w:rsidP="00944826">
                  <w:pPr>
                    <w:jc w:val="center"/>
                    <w:rPr>
                      <w:rFonts w:eastAsia="SimSun"/>
                      <w:szCs w:val="22"/>
                    </w:rPr>
                  </w:pPr>
                </w:p>
              </w:tc>
            </w:tr>
          </w:tbl>
          <w:p w14:paraId="5FDE2F92" w14:textId="77777777" w:rsidR="003D565B" w:rsidRPr="00DC54C7" w:rsidRDefault="003D565B" w:rsidP="003D565B">
            <w:pPr>
              <w:rPr>
                <w:rFonts w:eastAsia="SimSun"/>
                <w:szCs w:val="22"/>
              </w:rPr>
            </w:pPr>
          </w:p>
        </w:tc>
      </w:tr>
      <w:tr w:rsidR="003D565B" w:rsidRPr="00DC54C7" w14:paraId="627DD53C" w14:textId="77777777" w:rsidTr="00944826">
        <w:trPr>
          <w:trHeight w:val="360"/>
        </w:trPr>
        <w:tc>
          <w:tcPr>
            <w:tcW w:w="5000" w:type="pct"/>
          </w:tcPr>
          <w:p w14:paraId="7E3A7AA6" w14:textId="77777777" w:rsidR="003D565B" w:rsidRPr="00DC54C7" w:rsidRDefault="003D565B" w:rsidP="003D565B">
            <w:pPr>
              <w:rPr>
                <w:rFonts w:eastAsia="SimSun"/>
                <w:szCs w:val="22"/>
              </w:rPr>
            </w:pPr>
          </w:p>
          <w:p w14:paraId="248020FA"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44382697"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59CB2038" w14:textId="77777777" w:rsidTr="00944826">
              <w:tc>
                <w:tcPr>
                  <w:tcW w:w="2592" w:type="dxa"/>
                  <w:gridSpan w:val="2"/>
                  <w:tcBorders>
                    <w:bottom w:val="single" w:sz="4" w:space="0" w:color="auto"/>
                  </w:tcBorders>
                </w:tcPr>
                <w:p w14:paraId="106A4467"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57CEE295"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36D74CB0"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7CA5DE9D"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025A35B5"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7DA5ABD9" w14:textId="77777777" w:rsidTr="00944826">
              <w:trPr>
                <w:trHeight w:val="432"/>
              </w:trPr>
              <w:tc>
                <w:tcPr>
                  <w:tcW w:w="1296" w:type="dxa"/>
                  <w:tcBorders>
                    <w:top w:val="single" w:sz="4" w:space="0" w:color="auto"/>
                  </w:tcBorders>
                </w:tcPr>
                <w:p w14:paraId="609FD86A" w14:textId="77777777" w:rsidR="003D565B" w:rsidRPr="00DC54C7" w:rsidRDefault="003D565B" w:rsidP="003D565B">
                  <w:pPr>
                    <w:rPr>
                      <w:rFonts w:eastAsia="SimSun"/>
                      <w:szCs w:val="22"/>
                    </w:rPr>
                  </w:pPr>
                </w:p>
              </w:tc>
              <w:tc>
                <w:tcPr>
                  <w:tcW w:w="1296" w:type="dxa"/>
                  <w:tcBorders>
                    <w:top w:val="single" w:sz="4" w:space="0" w:color="auto"/>
                  </w:tcBorders>
                </w:tcPr>
                <w:p w14:paraId="6F3E43B4" w14:textId="77777777" w:rsidR="003D565B" w:rsidRPr="00DC54C7" w:rsidRDefault="003D565B" w:rsidP="00944826">
                  <w:pPr>
                    <w:jc w:val="right"/>
                    <w:rPr>
                      <w:rFonts w:eastAsia="SimSun"/>
                      <w:szCs w:val="22"/>
                    </w:rPr>
                  </w:pPr>
                </w:p>
              </w:tc>
              <w:tc>
                <w:tcPr>
                  <w:tcW w:w="342" w:type="dxa"/>
                </w:tcPr>
                <w:p w14:paraId="42B8517E" w14:textId="77777777" w:rsidR="003D565B" w:rsidRPr="00DC54C7" w:rsidRDefault="003D565B" w:rsidP="00944826">
                  <w:pPr>
                    <w:jc w:val="center"/>
                    <w:rPr>
                      <w:rFonts w:eastAsia="SimSun"/>
                      <w:szCs w:val="22"/>
                    </w:rPr>
                  </w:pPr>
                </w:p>
              </w:tc>
              <w:tc>
                <w:tcPr>
                  <w:tcW w:w="1296" w:type="dxa"/>
                  <w:tcBorders>
                    <w:top w:val="single" w:sz="4" w:space="0" w:color="auto"/>
                  </w:tcBorders>
                </w:tcPr>
                <w:p w14:paraId="341B276A" w14:textId="77777777" w:rsidR="003D565B" w:rsidRPr="00DC54C7" w:rsidRDefault="003D565B" w:rsidP="003D565B">
                  <w:pPr>
                    <w:rPr>
                      <w:rFonts w:eastAsia="SimSun"/>
                      <w:szCs w:val="22"/>
                    </w:rPr>
                  </w:pPr>
                </w:p>
              </w:tc>
              <w:tc>
                <w:tcPr>
                  <w:tcW w:w="1296" w:type="dxa"/>
                  <w:tcBorders>
                    <w:top w:val="single" w:sz="4" w:space="0" w:color="auto"/>
                  </w:tcBorders>
                </w:tcPr>
                <w:p w14:paraId="10C3E2C8" w14:textId="77777777" w:rsidR="003D565B" w:rsidRPr="00DC54C7" w:rsidRDefault="003D565B" w:rsidP="00944826">
                  <w:pPr>
                    <w:jc w:val="right"/>
                    <w:rPr>
                      <w:rFonts w:eastAsia="SimSun"/>
                      <w:szCs w:val="22"/>
                    </w:rPr>
                  </w:pPr>
                </w:p>
              </w:tc>
              <w:tc>
                <w:tcPr>
                  <w:tcW w:w="342" w:type="dxa"/>
                </w:tcPr>
                <w:p w14:paraId="45DFBAE5" w14:textId="77777777" w:rsidR="003D565B" w:rsidRPr="00DC54C7" w:rsidRDefault="003D565B" w:rsidP="00944826">
                  <w:pPr>
                    <w:jc w:val="center"/>
                    <w:rPr>
                      <w:rFonts w:eastAsia="SimSun"/>
                      <w:szCs w:val="22"/>
                    </w:rPr>
                  </w:pPr>
                </w:p>
              </w:tc>
              <w:tc>
                <w:tcPr>
                  <w:tcW w:w="1440" w:type="dxa"/>
                  <w:tcBorders>
                    <w:top w:val="single" w:sz="4" w:space="0" w:color="auto"/>
                  </w:tcBorders>
                </w:tcPr>
                <w:p w14:paraId="3311AB6C" w14:textId="77777777" w:rsidR="003D565B" w:rsidRPr="00DC54C7" w:rsidRDefault="003D565B" w:rsidP="003D565B">
                  <w:pPr>
                    <w:rPr>
                      <w:rFonts w:eastAsia="SimSun"/>
                      <w:szCs w:val="22"/>
                    </w:rPr>
                  </w:pPr>
                </w:p>
              </w:tc>
              <w:tc>
                <w:tcPr>
                  <w:tcW w:w="1440" w:type="dxa"/>
                  <w:tcBorders>
                    <w:top w:val="single" w:sz="4" w:space="0" w:color="auto"/>
                  </w:tcBorders>
                </w:tcPr>
                <w:p w14:paraId="47EA2BF8" w14:textId="77777777" w:rsidR="003D565B" w:rsidRPr="00DC54C7" w:rsidRDefault="003D565B" w:rsidP="00944826">
                  <w:pPr>
                    <w:jc w:val="right"/>
                    <w:rPr>
                      <w:rFonts w:eastAsia="SimSun"/>
                      <w:szCs w:val="22"/>
                    </w:rPr>
                  </w:pPr>
                </w:p>
              </w:tc>
            </w:tr>
          </w:tbl>
          <w:p w14:paraId="57BE8D1B" w14:textId="77777777" w:rsidR="003D565B" w:rsidRPr="00DC54C7" w:rsidRDefault="003D565B" w:rsidP="003D565B">
            <w:pPr>
              <w:rPr>
                <w:rFonts w:eastAsia="SimSun"/>
                <w:szCs w:val="22"/>
              </w:rPr>
            </w:pPr>
          </w:p>
        </w:tc>
      </w:tr>
    </w:tbl>
    <w:p w14:paraId="392D4A45" w14:textId="77777777" w:rsidR="003D565B" w:rsidRPr="00DC54C7" w:rsidRDefault="003D565B" w:rsidP="003D565B">
      <w:pPr>
        <w:rPr>
          <w:b/>
          <w:szCs w:val="22"/>
        </w:rPr>
      </w:pPr>
    </w:p>
    <w:p w14:paraId="1987039F" w14:textId="77777777" w:rsidR="00433CA5" w:rsidRPr="00DC54C7" w:rsidRDefault="00433CA5" w:rsidP="00433CA5">
      <w:pPr>
        <w:spacing w:line="360" w:lineRule="auto"/>
        <w:rPr>
          <w:b/>
          <w:szCs w:val="22"/>
        </w:rPr>
      </w:pPr>
      <w:r w:rsidRPr="00DC54C7">
        <w:rPr>
          <w:szCs w:val="22"/>
        </w:rPr>
        <w:t xml:space="preserve">(i) On December 15, </w:t>
      </w:r>
      <w:r w:rsidR="00C25690">
        <w:rPr>
          <w:szCs w:val="22"/>
        </w:rPr>
        <w:t>2016</w:t>
      </w:r>
      <w:r w:rsidRPr="00DC54C7">
        <w:rPr>
          <w:szCs w:val="22"/>
        </w:rPr>
        <w:t xml:space="preserve">, the company declared a $750 dividend, payable January 15, </w:t>
      </w:r>
      <w:r w:rsidR="00C25690">
        <w:rPr>
          <w:szCs w:val="22"/>
        </w:rPr>
        <w:t>2017</w:t>
      </w:r>
      <w:r w:rsidRPr="00DC54C7">
        <w:rPr>
          <w:szCs w:val="22"/>
        </w:rPr>
        <w:t>.</w:t>
      </w:r>
    </w:p>
    <w:p w14:paraId="6BA2BA55"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30FDF0D8" w14:textId="77777777" w:rsidTr="00944826">
        <w:trPr>
          <w:trHeight w:val="360"/>
        </w:trPr>
        <w:tc>
          <w:tcPr>
            <w:tcW w:w="5000" w:type="pct"/>
          </w:tcPr>
          <w:p w14:paraId="5CD34B55"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3EDA1B02"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7CF88C7A" w14:textId="77777777" w:rsidTr="00944826">
              <w:tc>
                <w:tcPr>
                  <w:tcW w:w="679" w:type="pct"/>
                  <w:tcBorders>
                    <w:top w:val="single" w:sz="4" w:space="0" w:color="auto"/>
                    <w:left w:val="single" w:sz="4" w:space="0" w:color="auto"/>
                    <w:bottom w:val="single" w:sz="4" w:space="0" w:color="auto"/>
                    <w:right w:val="single" w:sz="4" w:space="0" w:color="auto"/>
                  </w:tcBorders>
                </w:tcPr>
                <w:p w14:paraId="190D56B4"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2FC3EEC4" w14:textId="77777777" w:rsidR="003D565B" w:rsidRPr="00DC54C7" w:rsidRDefault="003D565B" w:rsidP="003D565B">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AAB9199" w14:textId="77777777" w:rsidR="003D565B" w:rsidRPr="00DC54C7" w:rsidRDefault="003D565B" w:rsidP="00944826">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2FD5D7D" w14:textId="77777777" w:rsidR="003D565B" w:rsidRPr="00DC54C7" w:rsidRDefault="003D565B" w:rsidP="00944826">
                  <w:pPr>
                    <w:jc w:val="center"/>
                    <w:rPr>
                      <w:rFonts w:eastAsia="SimSun"/>
                      <w:szCs w:val="22"/>
                    </w:rPr>
                  </w:pPr>
                </w:p>
              </w:tc>
            </w:tr>
            <w:tr w:rsidR="003D565B" w:rsidRPr="00DC54C7" w14:paraId="45C5C7CE" w14:textId="77777777" w:rsidTr="00944826">
              <w:tc>
                <w:tcPr>
                  <w:tcW w:w="679" w:type="pct"/>
                  <w:tcBorders>
                    <w:top w:val="single" w:sz="4" w:space="0" w:color="auto"/>
                  </w:tcBorders>
                </w:tcPr>
                <w:p w14:paraId="66321F20"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2BE103BD" w14:textId="77777777" w:rsidR="003D565B" w:rsidRPr="00DC54C7" w:rsidRDefault="003D565B" w:rsidP="003D565B">
                  <w:pPr>
                    <w:rPr>
                      <w:rFonts w:eastAsia="SimSun"/>
                      <w:szCs w:val="22"/>
                    </w:rPr>
                  </w:pPr>
                </w:p>
              </w:tc>
              <w:tc>
                <w:tcPr>
                  <w:tcW w:w="823" w:type="pct"/>
                  <w:tcBorders>
                    <w:top w:val="single" w:sz="4" w:space="0" w:color="auto"/>
                  </w:tcBorders>
                </w:tcPr>
                <w:p w14:paraId="72593FD3" w14:textId="77777777" w:rsidR="003D565B" w:rsidRPr="00DC54C7" w:rsidRDefault="003D565B" w:rsidP="00944826">
                  <w:pPr>
                    <w:jc w:val="center"/>
                    <w:rPr>
                      <w:rFonts w:eastAsia="SimSun"/>
                      <w:szCs w:val="22"/>
                    </w:rPr>
                  </w:pPr>
                </w:p>
              </w:tc>
              <w:tc>
                <w:tcPr>
                  <w:tcW w:w="823" w:type="pct"/>
                  <w:tcBorders>
                    <w:top w:val="single" w:sz="4" w:space="0" w:color="auto"/>
                  </w:tcBorders>
                </w:tcPr>
                <w:p w14:paraId="64F27D82" w14:textId="77777777" w:rsidR="003D565B" w:rsidRPr="00DC54C7" w:rsidRDefault="003D565B" w:rsidP="00944826">
                  <w:pPr>
                    <w:jc w:val="center"/>
                    <w:rPr>
                      <w:rFonts w:eastAsia="SimSun"/>
                      <w:szCs w:val="22"/>
                    </w:rPr>
                  </w:pPr>
                </w:p>
              </w:tc>
            </w:tr>
          </w:tbl>
          <w:p w14:paraId="4F8F1309" w14:textId="77777777" w:rsidR="003D565B" w:rsidRPr="00DC54C7" w:rsidRDefault="003D565B" w:rsidP="003D565B">
            <w:pPr>
              <w:rPr>
                <w:rFonts w:eastAsia="SimSun"/>
                <w:szCs w:val="22"/>
              </w:rPr>
            </w:pPr>
          </w:p>
        </w:tc>
      </w:tr>
      <w:tr w:rsidR="003D565B" w:rsidRPr="00DC54C7" w14:paraId="717D6094" w14:textId="77777777" w:rsidTr="00944826">
        <w:trPr>
          <w:trHeight w:val="360"/>
        </w:trPr>
        <w:tc>
          <w:tcPr>
            <w:tcW w:w="5000" w:type="pct"/>
          </w:tcPr>
          <w:p w14:paraId="504AF44B" w14:textId="77777777" w:rsidR="003D565B" w:rsidRPr="00DC54C7" w:rsidRDefault="003D565B" w:rsidP="003D565B">
            <w:pPr>
              <w:rPr>
                <w:rFonts w:eastAsia="SimSun"/>
                <w:szCs w:val="22"/>
              </w:rPr>
            </w:pPr>
          </w:p>
          <w:p w14:paraId="668AAF8B"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2C53879D"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74D2DB83" w14:textId="77777777" w:rsidTr="00944826">
              <w:tc>
                <w:tcPr>
                  <w:tcW w:w="2592" w:type="dxa"/>
                  <w:gridSpan w:val="2"/>
                  <w:tcBorders>
                    <w:bottom w:val="single" w:sz="4" w:space="0" w:color="auto"/>
                  </w:tcBorders>
                </w:tcPr>
                <w:p w14:paraId="71EEFBFC"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7845D3E0"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29DE36C8"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4CE85A9E"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08E92F93"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3BF8D210" w14:textId="77777777" w:rsidTr="00944826">
              <w:trPr>
                <w:trHeight w:val="432"/>
              </w:trPr>
              <w:tc>
                <w:tcPr>
                  <w:tcW w:w="1296" w:type="dxa"/>
                  <w:tcBorders>
                    <w:top w:val="single" w:sz="4" w:space="0" w:color="auto"/>
                  </w:tcBorders>
                </w:tcPr>
                <w:p w14:paraId="583C2ADF" w14:textId="77777777" w:rsidR="003D565B" w:rsidRPr="00DC54C7" w:rsidRDefault="003D565B" w:rsidP="003D565B">
                  <w:pPr>
                    <w:rPr>
                      <w:rFonts w:eastAsia="SimSun"/>
                      <w:szCs w:val="22"/>
                    </w:rPr>
                  </w:pPr>
                </w:p>
              </w:tc>
              <w:tc>
                <w:tcPr>
                  <w:tcW w:w="1296" w:type="dxa"/>
                  <w:tcBorders>
                    <w:top w:val="single" w:sz="4" w:space="0" w:color="auto"/>
                  </w:tcBorders>
                </w:tcPr>
                <w:p w14:paraId="174597A3" w14:textId="77777777" w:rsidR="003D565B" w:rsidRPr="00DC54C7" w:rsidRDefault="003D565B" w:rsidP="00944826">
                  <w:pPr>
                    <w:jc w:val="right"/>
                    <w:rPr>
                      <w:rFonts w:eastAsia="SimSun"/>
                      <w:szCs w:val="22"/>
                    </w:rPr>
                  </w:pPr>
                </w:p>
              </w:tc>
              <w:tc>
                <w:tcPr>
                  <w:tcW w:w="342" w:type="dxa"/>
                </w:tcPr>
                <w:p w14:paraId="63D70DE5" w14:textId="77777777" w:rsidR="003D565B" w:rsidRPr="00DC54C7" w:rsidRDefault="003D565B" w:rsidP="00944826">
                  <w:pPr>
                    <w:jc w:val="center"/>
                    <w:rPr>
                      <w:rFonts w:eastAsia="SimSun"/>
                      <w:szCs w:val="22"/>
                    </w:rPr>
                  </w:pPr>
                </w:p>
              </w:tc>
              <w:tc>
                <w:tcPr>
                  <w:tcW w:w="1296" w:type="dxa"/>
                  <w:tcBorders>
                    <w:top w:val="single" w:sz="4" w:space="0" w:color="auto"/>
                  </w:tcBorders>
                </w:tcPr>
                <w:p w14:paraId="4C3D078C" w14:textId="77777777" w:rsidR="003D565B" w:rsidRPr="00DC54C7" w:rsidRDefault="003D565B" w:rsidP="003D565B">
                  <w:pPr>
                    <w:rPr>
                      <w:rFonts w:eastAsia="SimSun"/>
                      <w:szCs w:val="22"/>
                    </w:rPr>
                  </w:pPr>
                </w:p>
              </w:tc>
              <w:tc>
                <w:tcPr>
                  <w:tcW w:w="1296" w:type="dxa"/>
                  <w:tcBorders>
                    <w:top w:val="single" w:sz="4" w:space="0" w:color="auto"/>
                  </w:tcBorders>
                </w:tcPr>
                <w:p w14:paraId="5C575B47" w14:textId="77777777" w:rsidR="003D565B" w:rsidRPr="00DC54C7" w:rsidRDefault="003D565B" w:rsidP="00944826">
                  <w:pPr>
                    <w:jc w:val="right"/>
                    <w:rPr>
                      <w:rFonts w:eastAsia="SimSun"/>
                      <w:szCs w:val="22"/>
                    </w:rPr>
                  </w:pPr>
                </w:p>
              </w:tc>
              <w:tc>
                <w:tcPr>
                  <w:tcW w:w="342" w:type="dxa"/>
                </w:tcPr>
                <w:p w14:paraId="1E558F55" w14:textId="77777777" w:rsidR="003D565B" w:rsidRPr="00DC54C7" w:rsidRDefault="003D565B" w:rsidP="00944826">
                  <w:pPr>
                    <w:jc w:val="center"/>
                    <w:rPr>
                      <w:rFonts w:eastAsia="SimSun"/>
                      <w:szCs w:val="22"/>
                    </w:rPr>
                  </w:pPr>
                </w:p>
              </w:tc>
              <w:tc>
                <w:tcPr>
                  <w:tcW w:w="1440" w:type="dxa"/>
                  <w:tcBorders>
                    <w:top w:val="single" w:sz="4" w:space="0" w:color="auto"/>
                  </w:tcBorders>
                </w:tcPr>
                <w:p w14:paraId="53686FDE" w14:textId="77777777" w:rsidR="003D565B" w:rsidRPr="00DC54C7" w:rsidRDefault="003D565B" w:rsidP="003D565B">
                  <w:pPr>
                    <w:rPr>
                      <w:rFonts w:eastAsia="SimSun"/>
                      <w:szCs w:val="22"/>
                    </w:rPr>
                  </w:pPr>
                </w:p>
              </w:tc>
              <w:tc>
                <w:tcPr>
                  <w:tcW w:w="1440" w:type="dxa"/>
                  <w:tcBorders>
                    <w:top w:val="single" w:sz="4" w:space="0" w:color="auto"/>
                  </w:tcBorders>
                </w:tcPr>
                <w:p w14:paraId="68987622" w14:textId="77777777" w:rsidR="003D565B" w:rsidRPr="00DC54C7" w:rsidRDefault="003D565B" w:rsidP="00944826">
                  <w:pPr>
                    <w:jc w:val="right"/>
                    <w:rPr>
                      <w:rFonts w:eastAsia="SimSun"/>
                      <w:szCs w:val="22"/>
                    </w:rPr>
                  </w:pPr>
                </w:p>
              </w:tc>
            </w:tr>
          </w:tbl>
          <w:p w14:paraId="539F963D" w14:textId="77777777" w:rsidR="003D565B" w:rsidRPr="00DC54C7" w:rsidRDefault="003D565B" w:rsidP="003D565B">
            <w:pPr>
              <w:rPr>
                <w:rFonts w:eastAsia="SimSun"/>
                <w:szCs w:val="22"/>
              </w:rPr>
            </w:pPr>
          </w:p>
        </w:tc>
      </w:tr>
    </w:tbl>
    <w:p w14:paraId="1B8669A1" w14:textId="77777777" w:rsidR="001E35D4" w:rsidRDefault="003D565B" w:rsidP="003D565B">
      <w:pPr>
        <w:pStyle w:val="Heading1"/>
        <w:spacing w:before="240"/>
        <w:rPr>
          <w:rFonts w:ascii="Times New Roman" w:hAnsi="Times New Roman"/>
          <w:b w:val="0"/>
          <w:kern w:val="0"/>
          <w:sz w:val="22"/>
          <w:szCs w:val="22"/>
          <w:u w:val="none"/>
        </w:rPr>
      </w:pPr>
      <w:r w:rsidRPr="00DC54C7">
        <w:rPr>
          <w:rFonts w:ascii="Times New Roman" w:hAnsi="Times New Roman"/>
          <w:b w:val="0"/>
          <w:kern w:val="0"/>
          <w:sz w:val="22"/>
          <w:szCs w:val="22"/>
          <w:u w:val="none"/>
        </w:rPr>
        <w:t>Post the adjusting entries above to the T-accounts on the following page.</w:t>
      </w:r>
    </w:p>
    <w:p w14:paraId="0E8F05EE" w14:textId="77777777" w:rsidR="003D565B" w:rsidRDefault="003D565B" w:rsidP="003D565B">
      <w:pPr>
        <w:pStyle w:val="Heading1"/>
        <w:spacing w:before="240"/>
        <w:rPr>
          <w:u w:val="none"/>
        </w:rPr>
      </w:pPr>
      <w:r w:rsidRPr="00DC54C7">
        <w:rPr>
          <w:rFonts w:ascii="Times New Roman" w:hAnsi="Times New Roman"/>
          <w:b w:val="0"/>
          <w:kern w:val="0"/>
          <w:sz w:val="22"/>
          <w:szCs w:val="22"/>
          <w:u w:val="none"/>
        </w:rPr>
        <w:br w:type="page"/>
      </w:r>
      <w:r w:rsidRPr="00DC54C7">
        <w:lastRenderedPageBreak/>
        <w:t>HANDOUT 4</w:t>
      </w:r>
      <w:r w:rsidR="001D6FF9">
        <w:t>-</w:t>
      </w:r>
      <w:r w:rsidRPr="00DC54C7">
        <w:t>1</w:t>
      </w:r>
      <w:r w:rsidR="00733016" w:rsidRPr="00733016">
        <w:rPr>
          <w:u w:val="none"/>
        </w:rPr>
        <w:t>, continued</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143"/>
        <w:gridCol w:w="2850"/>
        <w:gridCol w:w="3583"/>
      </w:tblGrid>
      <w:tr w:rsidR="0015328A" w:rsidRPr="00DC54C7" w14:paraId="464A7C30" w14:textId="77777777" w:rsidTr="00E54669">
        <w:tc>
          <w:tcPr>
            <w:tcW w:w="3143" w:type="dxa"/>
          </w:tcPr>
          <w:p w14:paraId="1FE33708" w14:textId="77777777" w:rsidR="0015328A" w:rsidRPr="00DC54C7" w:rsidRDefault="0015328A" w:rsidP="00E54669">
            <w:pPr>
              <w:jc w:val="center"/>
              <w:rPr>
                <w:rFonts w:eastAsia="SimSun"/>
                <w:b/>
                <w:szCs w:val="22"/>
              </w:rPr>
            </w:pPr>
            <w:r w:rsidRPr="00DC54C7">
              <w:rPr>
                <w:rFonts w:eastAsia="SimSun"/>
                <w:b/>
                <w:szCs w:val="22"/>
              </w:rPr>
              <w:t>Assets</w:t>
            </w:r>
          </w:p>
        </w:tc>
        <w:tc>
          <w:tcPr>
            <w:tcW w:w="2850" w:type="dxa"/>
          </w:tcPr>
          <w:p w14:paraId="6AC2F0E4" w14:textId="77777777" w:rsidR="0015328A" w:rsidRPr="00DC54C7" w:rsidRDefault="0015328A" w:rsidP="00E54669">
            <w:pPr>
              <w:jc w:val="center"/>
              <w:rPr>
                <w:rFonts w:eastAsia="SimSun"/>
                <w:b/>
                <w:szCs w:val="22"/>
              </w:rPr>
            </w:pPr>
            <w:r w:rsidRPr="00DC54C7">
              <w:rPr>
                <w:rFonts w:eastAsia="SimSun"/>
                <w:b/>
                <w:szCs w:val="22"/>
              </w:rPr>
              <w:t>Liabilities</w:t>
            </w:r>
          </w:p>
        </w:tc>
        <w:tc>
          <w:tcPr>
            <w:tcW w:w="3583" w:type="dxa"/>
          </w:tcPr>
          <w:p w14:paraId="53A04381" w14:textId="77777777" w:rsidR="0015328A" w:rsidRPr="00DC54C7" w:rsidRDefault="0015328A" w:rsidP="00E54669">
            <w:pPr>
              <w:jc w:val="center"/>
              <w:rPr>
                <w:rFonts w:eastAsia="SimSun"/>
                <w:b/>
                <w:szCs w:val="22"/>
              </w:rPr>
            </w:pPr>
            <w:r w:rsidRPr="00DC54C7">
              <w:rPr>
                <w:rFonts w:eastAsia="SimSun"/>
                <w:b/>
                <w:szCs w:val="22"/>
              </w:rPr>
              <w:t>Stockholders’ Equity</w:t>
            </w:r>
          </w:p>
        </w:tc>
      </w:tr>
      <w:tr w:rsidR="0015328A" w:rsidRPr="00DC54C7" w14:paraId="442E59EC" w14:textId="77777777" w:rsidTr="00E54669">
        <w:trPr>
          <w:trHeight w:val="7775"/>
        </w:trPr>
        <w:tc>
          <w:tcPr>
            <w:tcW w:w="3143" w:type="dxa"/>
          </w:tcPr>
          <w:p w14:paraId="328B0C7D" w14:textId="77777777" w:rsidR="0015328A" w:rsidRPr="00DC54C7" w:rsidRDefault="0015328A" w:rsidP="00E54669">
            <w:pPr>
              <w:jc w:val="center"/>
              <w:rPr>
                <w:rFonts w:eastAsia="SimSun"/>
                <w:szCs w:val="22"/>
              </w:rPr>
            </w:pPr>
            <w:r w:rsidRPr="00DC54C7">
              <w:rPr>
                <w:rFonts w:eastAsia="SimSun"/>
                <w:szCs w:val="22"/>
              </w:rPr>
              <w:t>+ Cash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09"/>
              <w:gridCol w:w="837"/>
              <w:gridCol w:w="807"/>
              <w:gridCol w:w="464"/>
            </w:tblGrid>
            <w:tr w:rsidR="0015328A" w:rsidRPr="00DC54C7" w14:paraId="6CF50335" w14:textId="77777777" w:rsidTr="00E54669">
              <w:tc>
                <w:tcPr>
                  <w:tcW w:w="1383" w:type="pct"/>
                  <w:tcBorders>
                    <w:top w:val="single" w:sz="4" w:space="0" w:color="auto"/>
                  </w:tcBorders>
                </w:tcPr>
                <w:p w14:paraId="1B6AE317" w14:textId="77777777" w:rsidR="0015328A" w:rsidRPr="00DC54C7" w:rsidRDefault="0015328A" w:rsidP="00E54669">
                  <w:pPr>
                    <w:rPr>
                      <w:rFonts w:eastAsia="SimSun"/>
                      <w:szCs w:val="22"/>
                    </w:rPr>
                  </w:pPr>
                  <w:r w:rsidRPr="00DC54C7">
                    <w:rPr>
                      <w:rFonts w:eastAsia="SimSun"/>
                      <w:szCs w:val="22"/>
                    </w:rPr>
                    <w:t>Unadj.</w:t>
                  </w:r>
                </w:p>
              </w:tc>
              <w:tc>
                <w:tcPr>
                  <w:tcW w:w="1436" w:type="pct"/>
                  <w:tcBorders>
                    <w:top w:val="single" w:sz="4" w:space="0" w:color="auto"/>
                    <w:right w:val="single" w:sz="4" w:space="0" w:color="auto"/>
                  </w:tcBorders>
                </w:tcPr>
                <w:p w14:paraId="6E96AE5D" w14:textId="77777777" w:rsidR="0015328A" w:rsidRPr="00DC54C7" w:rsidRDefault="0015328A" w:rsidP="00E54669">
                  <w:pPr>
                    <w:jc w:val="right"/>
                    <w:rPr>
                      <w:rFonts w:eastAsia="SimSun"/>
                      <w:szCs w:val="22"/>
                    </w:rPr>
                  </w:pPr>
                  <w:r w:rsidRPr="00DC54C7">
                    <w:rPr>
                      <w:rFonts w:eastAsia="SimSun"/>
                      <w:szCs w:val="22"/>
                    </w:rPr>
                    <w:t>43,450</w:t>
                  </w:r>
                </w:p>
              </w:tc>
              <w:tc>
                <w:tcPr>
                  <w:tcW w:w="1385" w:type="pct"/>
                  <w:tcBorders>
                    <w:top w:val="single" w:sz="4" w:space="0" w:color="auto"/>
                    <w:left w:val="single" w:sz="4" w:space="0" w:color="auto"/>
                  </w:tcBorders>
                </w:tcPr>
                <w:p w14:paraId="25AC0ACA" w14:textId="77777777" w:rsidR="0015328A" w:rsidRPr="00DC54C7" w:rsidRDefault="0015328A" w:rsidP="00E54669">
                  <w:pPr>
                    <w:rPr>
                      <w:rFonts w:eastAsia="SimSun"/>
                      <w:szCs w:val="22"/>
                    </w:rPr>
                  </w:pPr>
                </w:p>
              </w:tc>
              <w:tc>
                <w:tcPr>
                  <w:tcW w:w="795" w:type="pct"/>
                  <w:tcBorders>
                    <w:top w:val="single" w:sz="4" w:space="0" w:color="auto"/>
                  </w:tcBorders>
                </w:tcPr>
                <w:p w14:paraId="5426BB87" w14:textId="77777777" w:rsidR="0015328A" w:rsidRPr="00DC54C7" w:rsidRDefault="0015328A" w:rsidP="00E54669">
                  <w:pPr>
                    <w:rPr>
                      <w:rFonts w:eastAsia="SimSun"/>
                      <w:szCs w:val="22"/>
                    </w:rPr>
                  </w:pPr>
                </w:p>
              </w:tc>
            </w:tr>
            <w:tr w:rsidR="0015328A" w:rsidRPr="00DC54C7" w14:paraId="285A7B47" w14:textId="77777777" w:rsidTr="00E54669">
              <w:tc>
                <w:tcPr>
                  <w:tcW w:w="1383" w:type="pct"/>
                </w:tcPr>
                <w:p w14:paraId="0E88E7F1" w14:textId="77777777" w:rsidR="0015328A" w:rsidRPr="00DC54C7" w:rsidRDefault="0015328A" w:rsidP="00E54669">
                  <w:pPr>
                    <w:rPr>
                      <w:rFonts w:eastAsia="SimSun"/>
                      <w:szCs w:val="22"/>
                    </w:rPr>
                  </w:pPr>
                </w:p>
              </w:tc>
              <w:tc>
                <w:tcPr>
                  <w:tcW w:w="1436" w:type="pct"/>
                  <w:tcBorders>
                    <w:right w:val="single" w:sz="4" w:space="0" w:color="auto"/>
                  </w:tcBorders>
                </w:tcPr>
                <w:p w14:paraId="3536BA61" w14:textId="77777777" w:rsidR="0015328A" w:rsidRPr="00DC54C7" w:rsidRDefault="0015328A" w:rsidP="00E54669">
                  <w:pPr>
                    <w:jc w:val="right"/>
                    <w:rPr>
                      <w:rFonts w:eastAsia="SimSun"/>
                      <w:szCs w:val="22"/>
                    </w:rPr>
                  </w:pPr>
                </w:p>
              </w:tc>
              <w:tc>
                <w:tcPr>
                  <w:tcW w:w="1385" w:type="pct"/>
                  <w:tcBorders>
                    <w:left w:val="single" w:sz="4" w:space="0" w:color="auto"/>
                  </w:tcBorders>
                </w:tcPr>
                <w:p w14:paraId="0F98ED10" w14:textId="77777777" w:rsidR="0015328A" w:rsidRPr="00DC54C7" w:rsidRDefault="0015328A" w:rsidP="00E54669">
                  <w:pPr>
                    <w:jc w:val="right"/>
                    <w:rPr>
                      <w:rFonts w:eastAsia="SimSun"/>
                      <w:szCs w:val="22"/>
                    </w:rPr>
                  </w:pPr>
                </w:p>
              </w:tc>
              <w:tc>
                <w:tcPr>
                  <w:tcW w:w="795" w:type="pct"/>
                </w:tcPr>
                <w:p w14:paraId="78CB3FC6" w14:textId="77777777" w:rsidR="0015328A" w:rsidRPr="00DC54C7" w:rsidRDefault="0015328A" w:rsidP="00E54669">
                  <w:pPr>
                    <w:rPr>
                      <w:rFonts w:eastAsia="SimSun"/>
                      <w:szCs w:val="22"/>
                    </w:rPr>
                  </w:pPr>
                </w:p>
              </w:tc>
            </w:tr>
            <w:tr w:rsidR="0015328A" w:rsidRPr="00DC54C7" w14:paraId="40D1DC03" w14:textId="77777777" w:rsidTr="00E54669">
              <w:tc>
                <w:tcPr>
                  <w:tcW w:w="1383" w:type="pct"/>
                  <w:tcBorders>
                    <w:top w:val="single" w:sz="4" w:space="0" w:color="auto"/>
                  </w:tcBorders>
                </w:tcPr>
                <w:p w14:paraId="32381F72" w14:textId="77777777" w:rsidR="0015328A" w:rsidRPr="00DC54C7" w:rsidRDefault="0015328A" w:rsidP="00E54669">
                  <w:pPr>
                    <w:rPr>
                      <w:rFonts w:eastAsia="SimSun"/>
                      <w:szCs w:val="22"/>
                    </w:rPr>
                  </w:pPr>
                </w:p>
              </w:tc>
              <w:tc>
                <w:tcPr>
                  <w:tcW w:w="1436" w:type="pct"/>
                  <w:tcBorders>
                    <w:top w:val="single" w:sz="4" w:space="0" w:color="auto"/>
                    <w:right w:val="single" w:sz="4" w:space="0" w:color="auto"/>
                  </w:tcBorders>
                </w:tcPr>
                <w:p w14:paraId="2E1B2B49" w14:textId="77777777" w:rsidR="0015328A" w:rsidRPr="00DC54C7" w:rsidRDefault="0015328A" w:rsidP="00E54669">
                  <w:pPr>
                    <w:jc w:val="right"/>
                    <w:rPr>
                      <w:rFonts w:eastAsia="SimSun"/>
                      <w:szCs w:val="22"/>
                    </w:rPr>
                  </w:pPr>
                </w:p>
              </w:tc>
              <w:tc>
                <w:tcPr>
                  <w:tcW w:w="1385" w:type="pct"/>
                  <w:tcBorders>
                    <w:top w:val="single" w:sz="4" w:space="0" w:color="auto"/>
                    <w:left w:val="single" w:sz="4" w:space="0" w:color="auto"/>
                  </w:tcBorders>
                </w:tcPr>
                <w:p w14:paraId="63586550" w14:textId="77777777" w:rsidR="0015328A" w:rsidRPr="00DC54C7" w:rsidRDefault="0015328A" w:rsidP="00E54669">
                  <w:pPr>
                    <w:jc w:val="right"/>
                    <w:rPr>
                      <w:rFonts w:eastAsia="SimSun"/>
                      <w:szCs w:val="22"/>
                    </w:rPr>
                  </w:pPr>
                </w:p>
              </w:tc>
              <w:tc>
                <w:tcPr>
                  <w:tcW w:w="795" w:type="pct"/>
                  <w:tcBorders>
                    <w:top w:val="single" w:sz="4" w:space="0" w:color="auto"/>
                  </w:tcBorders>
                </w:tcPr>
                <w:p w14:paraId="51338714" w14:textId="77777777" w:rsidR="0015328A" w:rsidRPr="00DC54C7" w:rsidRDefault="0015328A" w:rsidP="00E54669">
                  <w:pPr>
                    <w:rPr>
                      <w:rFonts w:eastAsia="SimSun"/>
                      <w:szCs w:val="22"/>
                    </w:rPr>
                  </w:pPr>
                </w:p>
              </w:tc>
            </w:tr>
          </w:tbl>
          <w:p w14:paraId="4DF23F72" w14:textId="77777777" w:rsidR="0015328A" w:rsidRPr="00DC54C7" w:rsidRDefault="0015328A" w:rsidP="00E54669">
            <w:pPr>
              <w:rPr>
                <w:rFonts w:eastAsia="SimSun"/>
                <w:szCs w:val="22"/>
              </w:rPr>
            </w:pPr>
          </w:p>
          <w:p w14:paraId="6178E8E1" w14:textId="77777777" w:rsidR="0015328A" w:rsidRPr="00DC54C7" w:rsidRDefault="0015328A" w:rsidP="00E54669">
            <w:pPr>
              <w:jc w:val="center"/>
              <w:rPr>
                <w:rFonts w:eastAsia="SimSun"/>
                <w:szCs w:val="22"/>
              </w:rPr>
            </w:pPr>
            <w:r w:rsidRPr="00DC54C7">
              <w:rPr>
                <w:rFonts w:eastAsia="SimSun"/>
                <w:szCs w:val="22"/>
              </w:rPr>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9"/>
              <w:gridCol w:w="728"/>
              <w:gridCol w:w="680"/>
              <w:gridCol w:w="681"/>
            </w:tblGrid>
            <w:tr w:rsidR="0015328A" w:rsidRPr="00DC54C7" w14:paraId="14B5AED2" w14:textId="77777777" w:rsidTr="00E54669">
              <w:tc>
                <w:tcPr>
                  <w:tcW w:w="819" w:type="dxa"/>
                  <w:tcBorders>
                    <w:top w:val="single" w:sz="4" w:space="0" w:color="auto"/>
                  </w:tcBorders>
                </w:tcPr>
                <w:p w14:paraId="768AF23A" w14:textId="77777777" w:rsidR="0015328A" w:rsidRPr="00DC54C7" w:rsidRDefault="0015328A" w:rsidP="00E54669">
                  <w:pPr>
                    <w:rPr>
                      <w:rFonts w:eastAsia="SimSun"/>
                      <w:szCs w:val="22"/>
                    </w:rPr>
                  </w:pPr>
                  <w:r w:rsidRPr="00DC54C7">
                    <w:rPr>
                      <w:rFonts w:eastAsia="SimSun"/>
                      <w:szCs w:val="22"/>
                    </w:rPr>
                    <w:t>Unadj.</w:t>
                  </w:r>
                </w:p>
              </w:tc>
              <w:tc>
                <w:tcPr>
                  <w:tcW w:w="728" w:type="dxa"/>
                  <w:tcBorders>
                    <w:top w:val="single" w:sz="4" w:space="0" w:color="auto"/>
                    <w:right w:val="single" w:sz="4" w:space="0" w:color="auto"/>
                  </w:tcBorders>
                </w:tcPr>
                <w:p w14:paraId="4B7B89E4" w14:textId="77777777" w:rsidR="0015328A" w:rsidRPr="00DC54C7" w:rsidRDefault="0015328A" w:rsidP="00E54669">
                  <w:pPr>
                    <w:jc w:val="right"/>
                    <w:rPr>
                      <w:rFonts w:eastAsia="SimSun"/>
                      <w:szCs w:val="22"/>
                    </w:rPr>
                  </w:pPr>
                  <w:r w:rsidRPr="00DC54C7">
                    <w:rPr>
                      <w:rFonts w:eastAsia="SimSun"/>
                      <w:szCs w:val="22"/>
                    </w:rPr>
                    <w:t>1,800</w:t>
                  </w:r>
                </w:p>
              </w:tc>
              <w:tc>
                <w:tcPr>
                  <w:tcW w:w="680" w:type="dxa"/>
                  <w:tcBorders>
                    <w:top w:val="single" w:sz="4" w:space="0" w:color="auto"/>
                    <w:left w:val="single" w:sz="4" w:space="0" w:color="auto"/>
                  </w:tcBorders>
                </w:tcPr>
                <w:p w14:paraId="5D65BC2E" w14:textId="77777777" w:rsidR="0015328A" w:rsidRPr="00DC54C7" w:rsidRDefault="0015328A" w:rsidP="00E54669">
                  <w:pPr>
                    <w:rPr>
                      <w:rFonts w:eastAsia="SimSun"/>
                      <w:szCs w:val="22"/>
                    </w:rPr>
                  </w:pPr>
                </w:p>
              </w:tc>
              <w:tc>
                <w:tcPr>
                  <w:tcW w:w="681" w:type="dxa"/>
                  <w:tcBorders>
                    <w:top w:val="single" w:sz="4" w:space="0" w:color="auto"/>
                  </w:tcBorders>
                </w:tcPr>
                <w:p w14:paraId="22F10E13" w14:textId="77777777" w:rsidR="0015328A" w:rsidRPr="00DC54C7" w:rsidRDefault="0015328A" w:rsidP="00E54669">
                  <w:pPr>
                    <w:rPr>
                      <w:rFonts w:eastAsia="SimSun"/>
                      <w:szCs w:val="22"/>
                    </w:rPr>
                  </w:pPr>
                </w:p>
              </w:tc>
            </w:tr>
            <w:tr w:rsidR="0015328A" w:rsidRPr="00DC54C7" w14:paraId="5DFFE746" w14:textId="77777777" w:rsidTr="00E54669">
              <w:tc>
                <w:tcPr>
                  <w:tcW w:w="819" w:type="dxa"/>
                </w:tcPr>
                <w:p w14:paraId="19005F72" w14:textId="77777777" w:rsidR="0015328A" w:rsidRPr="00DC54C7" w:rsidRDefault="0015328A" w:rsidP="00E54669">
                  <w:pPr>
                    <w:rPr>
                      <w:rFonts w:eastAsia="SimSun"/>
                      <w:szCs w:val="22"/>
                    </w:rPr>
                  </w:pPr>
                </w:p>
              </w:tc>
              <w:tc>
                <w:tcPr>
                  <w:tcW w:w="728" w:type="dxa"/>
                  <w:tcBorders>
                    <w:right w:val="single" w:sz="4" w:space="0" w:color="auto"/>
                  </w:tcBorders>
                </w:tcPr>
                <w:p w14:paraId="3E5A51E2" w14:textId="77777777" w:rsidR="0015328A" w:rsidRPr="00DC54C7" w:rsidRDefault="0015328A" w:rsidP="00E54669">
                  <w:pPr>
                    <w:jc w:val="right"/>
                    <w:rPr>
                      <w:rFonts w:eastAsia="SimSun"/>
                      <w:szCs w:val="22"/>
                    </w:rPr>
                  </w:pPr>
                </w:p>
              </w:tc>
              <w:tc>
                <w:tcPr>
                  <w:tcW w:w="680" w:type="dxa"/>
                  <w:tcBorders>
                    <w:left w:val="single" w:sz="4" w:space="0" w:color="auto"/>
                  </w:tcBorders>
                </w:tcPr>
                <w:p w14:paraId="2A043128" w14:textId="77777777" w:rsidR="0015328A" w:rsidRPr="00DC54C7" w:rsidRDefault="0015328A" w:rsidP="00E54669">
                  <w:pPr>
                    <w:jc w:val="right"/>
                    <w:rPr>
                      <w:rFonts w:eastAsia="SimSun"/>
                      <w:szCs w:val="22"/>
                    </w:rPr>
                  </w:pPr>
                </w:p>
              </w:tc>
              <w:tc>
                <w:tcPr>
                  <w:tcW w:w="681" w:type="dxa"/>
                </w:tcPr>
                <w:p w14:paraId="7DDE8E24" w14:textId="77777777" w:rsidR="0015328A" w:rsidRPr="00DC54C7" w:rsidRDefault="0015328A" w:rsidP="00E54669">
                  <w:pPr>
                    <w:rPr>
                      <w:rFonts w:eastAsia="SimSun"/>
                      <w:szCs w:val="22"/>
                    </w:rPr>
                  </w:pPr>
                  <w:r w:rsidRPr="00DC54C7">
                    <w:rPr>
                      <w:rFonts w:eastAsia="SimSun"/>
                      <w:szCs w:val="22"/>
                    </w:rPr>
                    <w:t>(a)</w:t>
                  </w:r>
                </w:p>
              </w:tc>
            </w:tr>
            <w:tr w:rsidR="0015328A" w:rsidRPr="00DC54C7" w14:paraId="702B8E82" w14:textId="77777777" w:rsidTr="00E54669">
              <w:tc>
                <w:tcPr>
                  <w:tcW w:w="819" w:type="dxa"/>
                  <w:tcBorders>
                    <w:top w:val="single" w:sz="4" w:space="0" w:color="auto"/>
                  </w:tcBorders>
                </w:tcPr>
                <w:p w14:paraId="3D584D5C" w14:textId="77777777" w:rsidR="0015328A" w:rsidRPr="00DC54C7" w:rsidRDefault="0015328A" w:rsidP="00E54669">
                  <w:pPr>
                    <w:rPr>
                      <w:rFonts w:eastAsia="SimSun"/>
                      <w:szCs w:val="22"/>
                    </w:rPr>
                  </w:pPr>
                </w:p>
              </w:tc>
              <w:tc>
                <w:tcPr>
                  <w:tcW w:w="728" w:type="dxa"/>
                  <w:tcBorders>
                    <w:top w:val="single" w:sz="4" w:space="0" w:color="auto"/>
                    <w:right w:val="single" w:sz="4" w:space="0" w:color="auto"/>
                  </w:tcBorders>
                </w:tcPr>
                <w:p w14:paraId="7F9C8F98" w14:textId="77777777" w:rsidR="0015328A" w:rsidRPr="00DC54C7" w:rsidRDefault="0015328A" w:rsidP="00E54669">
                  <w:pPr>
                    <w:jc w:val="right"/>
                    <w:rPr>
                      <w:rFonts w:eastAsia="SimSun"/>
                      <w:szCs w:val="22"/>
                    </w:rPr>
                  </w:pPr>
                </w:p>
              </w:tc>
              <w:tc>
                <w:tcPr>
                  <w:tcW w:w="680" w:type="dxa"/>
                  <w:tcBorders>
                    <w:top w:val="single" w:sz="4" w:space="0" w:color="auto"/>
                    <w:left w:val="single" w:sz="4" w:space="0" w:color="auto"/>
                  </w:tcBorders>
                </w:tcPr>
                <w:p w14:paraId="343DBDDE" w14:textId="77777777" w:rsidR="0015328A" w:rsidRPr="00DC54C7" w:rsidRDefault="0015328A" w:rsidP="00E54669">
                  <w:pPr>
                    <w:rPr>
                      <w:rFonts w:eastAsia="SimSun"/>
                      <w:szCs w:val="22"/>
                    </w:rPr>
                  </w:pPr>
                </w:p>
              </w:tc>
              <w:tc>
                <w:tcPr>
                  <w:tcW w:w="681" w:type="dxa"/>
                  <w:tcBorders>
                    <w:top w:val="single" w:sz="4" w:space="0" w:color="auto"/>
                  </w:tcBorders>
                </w:tcPr>
                <w:p w14:paraId="3FA9CD08" w14:textId="77777777" w:rsidR="0015328A" w:rsidRPr="00DC54C7" w:rsidRDefault="0015328A" w:rsidP="00E54669">
                  <w:pPr>
                    <w:rPr>
                      <w:rFonts w:eastAsia="SimSun"/>
                      <w:szCs w:val="22"/>
                    </w:rPr>
                  </w:pPr>
                </w:p>
              </w:tc>
            </w:tr>
          </w:tbl>
          <w:p w14:paraId="520712ED" w14:textId="77777777" w:rsidR="0015328A" w:rsidRPr="00DC54C7" w:rsidRDefault="0015328A" w:rsidP="00E54669">
            <w:pPr>
              <w:rPr>
                <w:rFonts w:eastAsia="SimSun"/>
                <w:szCs w:val="22"/>
              </w:rPr>
            </w:pPr>
          </w:p>
          <w:p w14:paraId="746DF81E" w14:textId="77777777" w:rsidR="0015328A" w:rsidRPr="00DC54C7" w:rsidRDefault="0015328A" w:rsidP="00E54669">
            <w:pPr>
              <w:jc w:val="center"/>
              <w:rPr>
                <w:rFonts w:eastAsia="SimSun"/>
                <w:szCs w:val="22"/>
              </w:rPr>
            </w:pPr>
            <w:r w:rsidRPr="00DC54C7">
              <w:rPr>
                <w:rFonts w:eastAsia="SimSun"/>
                <w:szCs w:val="22"/>
              </w:rPr>
              <w:t>+ Accounts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2"/>
              <w:gridCol w:w="860"/>
              <w:gridCol w:w="769"/>
              <w:gridCol w:w="446"/>
            </w:tblGrid>
            <w:tr w:rsidR="0015328A" w:rsidRPr="00DC54C7" w14:paraId="0F710264" w14:textId="77777777" w:rsidTr="00E54669">
              <w:tc>
                <w:tcPr>
                  <w:tcW w:w="847" w:type="dxa"/>
                  <w:tcBorders>
                    <w:top w:val="single" w:sz="4" w:space="0" w:color="auto"/>
                  </w:tcBorders>
                </w:tcPr>
                <w:p w14:paraId="39D497ED" w14:textId="77777777" w:rsidR="0015328A" w:rsidRPr="00DC54C7" w:rsidRDefault="0015328A" w:rsidP="00E54669">
                  <w:pPr>
                    <w:rPr>
                      <w:rFonts w:eastAsia="SimSun"/>
                      <w:szCs w:val="22"/>
                    </w:rPr>
                  </w:pPr>
                  <w:r w:rsidRPr="00DC54C7">
                    <w:rPr>
                      <w:rFonts w:eastAsia="SimSun"/>
                      <w:szCs w:val="22"/>
                    </w:rPr>
                    <w:t>Unadj.</w:t>
                  </w:r>
                </w:p>
              </w:tc>
              <w:tc>
                <w:tcPr>
                  <w:tcW w:w="882" w:type="dxa"/>
                  <w:tcBorders>
                    <w:top w:val="single" w:sz="4" w:space="0" w:color="auto"/>
                    <w:right w:val="single" w:sz="4" w:space="0" w:color="auto"/>
                  </w:tcBorders>
                </w:tcPr>
                <w:p w14:paraId="2BD530D9" w14:textId="77777777" w:rsidR="0015328A" w:rsidRPr="00DC54C7" w:rsidRDefault="0015328A" w:rsidP="00E54669">
                  <w:pPr>
                    <w:jc w:val="right"/>
                    <w:rPr>
                      <w:rFonts w:eastAsia="SimSun"/>
                      <w:szCs w:val="22"/>
                    </w:rPr>
                  </w:pPr>
                  <w:r w:rsidRPr="00DC54C7">
                    <w:rPr>
                      <w:rFonts w:eastAsia="SimSun"/>
                      <w:szCs w:val="22"/>
                    </w:rPr>
                    <w:t>4,000</w:t>
                  </w:r>
                </w:p>
              </w:tc>
              <w:tc>
                <w:tcPr>
                  <w:tcW w:w="850" w:type="dxa"/>
                  <w:tcBorders>
                    <w:top w:val="single" w:sz="4" w:space="0" w:color="auto"/>
                    <w:left w:val="single" w:sz="4" w:space="0" w:color="auto"/>
                  </w:tcBorders>
                </w:tcPr>
                <w:p w14:paraId="2CBFAED4" w14:textId="77777777" w:rsidR="0015328A" w:rsidRPr="00DC54C7" w:rsidRDefault="0015328A" w:rsidP="00E54669">
                  <w:pPr>
                    <w:jc w:val="right"/>
                    <w:rPr>
                      <w:rFonts w:eastAsia="SimSun"/>
                      <w:szCs w:val="22"/>
                    </w:rPr>
                  </w:pPr>
                </w:p>
              </w:tc>
              <w:tc>
                <w:tcPr>
                  <w:tcW w:w="479" w:type="dxa"/>
                  <w:tcBorders>
                    <w:top w:val="single" w:sz="4" w:space="0" w:color="auto"/>
                  </w:tcBorders>
                </w:tcPr>
                <w:p w14:paraId="50A2C51E" w14:textId="77777777" w:rsidR="0015328A" w:rsidRPr="00DC54C7" w:rsidRDefault="0015328A" w:rsidP="00E54669">
                  <w:pPr>
                    <w:rPr>
                      <w:rFonts w:eastAsia="SimSun"/>
                      <w:szCs w:val="22"/>
                    </w:rPr>
                  </w:pPr>
                </w:p>
              </w:tc>
            </w:tr>
            <w:tr w:rsidR="0015328A" w:rsidRPr="00DC54C7" w14:paraId="57F9F4FA" w14:textId="77777777" w:rsidTr="00E54669">
              <w:tc>
                <w:tcPr>
                  <w:tcW w:w="847" w:type="dxa"/>
                  <w:tcBorders>
                    <w:bottom w:val="single" w:sz="4" w:space="0" w:color="auto"/>
                  </w:tcBorders>
                </w:tcPr>
                <w:p w14:paraId="7D757EC8" w14:textId="77777777" w:rsidR="0015328A" w:rsidRPr="00DC54C7" w:rsidRDefault="0015328A" w:rsidP="00E54669">
                  <w:pPr>
                    <w:rPr>
                      <w:rFonts w:eastAsia="SimSun"/>
                      <w:szCs w:val="22"/>
                    </w:rPr>
                  </w:pPr>
                </w:p>
              </w:tc>
              <w:tc>
                <w:tcPr>
                  <w:tcW w:w="882" w:type="dxa"/>
                  <w:tcBorders>
                    <w:bottom w:val="single" w:sz="4" w:space="0" w:color="auto"/>
                    <w:right w:val="single" w:sz="4" w:space="0" w:color="auto"/>
                  </w:tcBorders>
                </w:tcPr>
                <w:p w14:paraId="1F8DB14D" w14:textId="77777777" w:rsidR="0015328A" w:rsidRPr="00DC54C7" w:rsidRDefault="0015328A" w:rsidP="00E54669">
                  <w:pPr>
                    <w:jc w:val="right"/>
                    <w:rPr>
                      <w:rFonts w:eastAsia="SimSun"/>
                      <w:szCs w:val="22"/>
                    </w:rPr>
                  </w:pPr>
                </w:p>
              </w:tc>
              <w:tc>
                <w:tcPr>
                  <w:tcW w:w="850" w:type="dxa"/>
                  <w:tcBorders>
                    <w:left w:val="single" w:sz="4" w:space="0" w:color="auto"/>
                    <w:bottom w:val="single" w:sz="4" w:space="0" w:color="auto"/>
                  </w:tcBorders>
                </w:tcPr>
                <w:p w14:paraId="19D78727" w14:textId="77777777" w:rsidR="0015328A" w:rsidRPr="00DC54C7" w:rsidRDefault="0015328A" w:rsidP="00E54669">
                  <w:pPr>
                    <w:jc w:val="right"/>
                    <w:rPr>
                      <w:rFonts w:eastAsia="SimSun"/>
                      <w:szCs w:val="22"/>
                    </w:rPr>
                  </w:pPr>
                </w:p>
              </w:tc>
              <w:tc>
                <w:tcPr>
                  <w:tcW w:w="479" w:type="dxa"/>
                  <w:tcBorders>
                    <w:bottom w:val="single" w:sz="4" w:space="0" w:color="auto"/>
                  </w:tcBorders>
                </w:tcPr>
                <w:p w14:paraId="7C68B523" w14:textId="77777777" w:rsidR="0015328A" w:rsidRPr="00DC54C7" w:rsidRDefault="0015328A" w:rsidP="00E54669">
                  <w:pPr>
                    <w:rPr>
                      <w:rFonts w:eastAsia="SimSun"/>
                      <w:szCs w:val="22"/>
                    </w:rPr>
                  </w:pPr>
                </w:p>
              </w:tc>
            </w:tr>
            <w:tr w:rsidR="0015328A" w:rsidRPr="00DC54C7" w14:paraId="40C72498" w14:textId="77777777" w:rsidTr="00E54669">
              <w:tc>
                <w:tcPr>
                  <w:tcW w:w="847" w:type="dxa"/>
                  <w:tcBorders>
                    <w:top w:val="single" w:sz="4" w:space="0" w:color="auto"/>
                  </w:tcBorders>
                </w:tcPr>
                <w:p w14:paraId="2B37FF00" w14:textId="77777777" w:rsidR="0015328A" w:rsidRPr="00DC54C7" w:rsidRDefault="0015328A" w:rsidP="00E54669">
                  <w:pPr>
                    <w:rPr>
                      <w:rFonts w:eastAsia="SimSun"/>
                      <w:szCs w:val="22"/>
                    </w:rPr>
                  </w:pPr>
                </w:p>
              </w:tc>
              <w:tc>
                <w:tcPr>
                  <w:tcW w:w="882" w:type="dxa"/>
                  <w:tcBorders>
                    <w:top w:val="single" w:sz="4" w:space="0" w:color="auto"/>
                    <w:right w:val="single" w:sz="4" w:space="0" w:color="auto"/>
                  </w:tcBorders>
                </w:tcPr>
                <w:p w14:paraId="1E3E7739" w14:textId="77777777" w:rsidR="0015328A" w:rsidRPr="00DC54C7" w:rsidRDefault="0015328A" w:rsidP="00E54669">
                  <w:pPr>
                    <w:jc w:val="right"/>
                    <w:rPr>
                      <w:rFonts w:eastAsia="SimSun"/>
                      <w:szCs w:val="22"/>
                    </w:rPr>
                  </w:pPr>
                </w:p>
              </w:tc>
              <w:tc>
                <w:tcPr>
                  <w:tcW w:w="850" w:type="dxa"/>
                  <w:tcBorders>
                    <w:top w:val="single" w:sz="4" w:space="0" w:color="auto"/>
                    <w:left w:val="single" w:sz="4" w:space="0" w:color="auto"/>
                  </w:tcBorders>
                </w:tcPr>
                <w:p w14:paraId="5D707F7A" w14:textId="77777777" w:rsidR="0015328A" w:rsidRPr="00DC54C7" w:rsidRDefault="0015328A" w:rsidP="00E54669">
                  <w:pPr>
                    <w:jc w:val="right"/>
                    <w:rPr>
                      <w:rFonts w:eastAsia="SimSun"/>
                      <w:szCs w:val="22"/>
                    </w:rPr>
                  </w:pPr>
                </w:p>
              </w:tc>
              <w:tc>
                <w:tcPr>
                  <w:tcW w:w="479" w:type="dxa"/>
                  <w:tcBorders>
                    <w:top w:val="single" w:sz="4" w:space="0" w:color="auto"/>
                  </w:tcBorders>
                </w:tcPr>
                <w:p w14:paraId="3FD746E2" w14:textId="77777777" w:rsidR="0015328A" w:rsidRPr="00DC54C7" w:rsidRDefault="0015328A" w:rsidP="00E54669">
                  <w:pPr>
                    <w:rPr>
                      <w:rFonts w:eastAsia="SimSun"/>
                      <w:szCs w:val="22"/>
                    </w:rPr>
                  </w:pPr>
                </w:p>
              </w:tc>
            </w:tr>
          </w:tbl>
          <w:p w14:paraId="32D3A28D" w14:textId="77777777" w:rsidR="0015328A" w:rsidRPr="00DC54C7" w:rsidRDefault="0015328A" w:rsidP="00E54669">
            <w:pPr>
              <w:jc w:val="center"/>
              <w:rPr>
                <w:rFonts w:eastAsia="SimSun"/>
                <w:szCs w:val="22"/>
              </w:rPr>
            </w:pPr>
          </w:p>
          <w:p w14:paraId="7C0FD210" w14:textId="77777777" w:rsidR="0015328A" w:rsidRPr="00DC54C7" w:rsidRDefault="0015328A" w:rsidP="00E54669">
            <w:pPr>
              <w:jc w:val="center"/>
              <w:rPr>
                <w:rFonts w:eastAsia="SimSun"/>
                <w:szCs w:val="22"/>
              </w:rPr>
            </w:pPr>
            <w:r w:rsidRPr="00DC54C7">
              <w:rPr>
                <w:rFonts w:eastAsia="SimSun"/>
                <w:szCs w:val="22"/>
              </w:rPr>
              <w:t>+ Prepaid Rent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0"/>
              <w:gridCol w:w="844"/>
              <w:gridCol w:w="592"/>
              <w:gridCol w:w="641"/>
            </w:tblGrid>
            <w:tr w:rsidR="0015328A" w:rsidRPr="00DC54C7" w14:paraId="6FFFE0C7" w14:textId="77777777" w:rsidTr="00E54669">
              <w:tc>
                <w:tcPr>
                  <w:tcW w:w="847" w:type="dxa"/>
                  <w:tcBorders>
                    <w:top w:val="single" w:sz="4" w:space="0" w:color="auto"/>
                  </w:tcBorders>
                </w:tcPr>
                <w:p w14:paraId="05FA9DA9" w14:textId="77777777" w:rsidR="0015328A" w:rsidRPr="00DC54C7" w:rsidRDefault="0015328A" w:rsidP="00E54669">
                  <w:pPr>
                    <w:rPr>
                      <w:rFonts w:eastAsia="SimSun"/>
                      <w:szCs w:val="22"/>
                    </w:rPr>
                  </w:pPr>
                  <w:r w:rsidRPr="00DC54C7">
                    <w:rPr>
                      <w:rFonts w:eastAsia="SimSun"/>
                      <w:szCs w:val="22"/>
                    </w:rPr>
                    <w:t>Unadj.</w:t>
                  </w:r>
                </w:p>
              </w:tc>
              <w:tc>
                <w:tcPr>
                  <w:tcW w:w="850" w:type="dxa"/>
                  <w:tcBorders>
                    <w:top w:val="single" w:sz="4" w:space="0" w:color="auto"/>
                    <w:right w:val="single" w:sz="4" w:space="0" w:color="auto"/>
                  </w:tcBorders>
                </w:tcPr>
                <w:p w14:paraId="7A7F1AF5" w14:textId="77777777" w:rsidR="0015328A" w:rsidRPr="00DC54C7" w:rsidRDefault="0015328A" w:rsidP="00E54669">
                  <w:pPr>
                    <w:jc w:val="right"/>
                    <w:rPr>
                      <w:rFonts w:eastAsia="SimSun"/>
                      <w:szCs w:val="22"/>
                    </w:rPr>
                  </w:pPr>
                  <w:r w:rsidRPr="00DC54C7">
                    <w:rPr>
                      <w:rFonts w:eastAsia="SimSun"/>
                      <w:szCs w:val="22"/>
                    </w:rPr>
                    <w:t>12,000</w:t>
                  </w:r>
                </w:p>
              </w:tc>
              <w:tc>
                <w:tcPr>
                  <w:tcW w:w="680" w:type="dxa"/>
                  <w:tcBorders>
                    <w:top w:val="single" w:sz="4" w:space="0" w:color="auto"/>
                    <w:left w:val="single" w:sz="4" w:space="0" w:color="auto"/>
                  </w:tcBorders>
                </w:tcPr>
                <w:p w14:paraId="793A1C8A" w14:textId="77777777" w:rsidR="0015328A" w:rsidRPr="00DC54C7" w:rsidRDefault="0015328A" w:rsidP="00E54669">
                  <w:pPr>
                    <w:rPr>
                      <w:rFonts w:eastAsia="SimSun"/>
                      <w:szCs w:val="22"/>
                    </w:rPr>
                  </w:pPr>
                </w:p>
              </w:tc>
              <w:tc>
                <w:tcPr>
                  <w:tcW w:w="681" w:type="dxa"/>
                  <w:tcBorders>
                    <w:top w:val="single" w:sz="4" w:space="0" w:color="auto"/>
                  </w:tcBorders>
                </w:tcPr>
                <w:p w14:paraId="4565DDEF" w14:textId="77777777" w:rsidR="0015328A" w:rsidRPr="00DC54C7" w:rsidRDefault="0015328A" w:rsidP="00E54669">
                  <w:pPr>
                    <w:rPr>
                      <w:rFonts w:eastAsia="SimSun"/>
                      <w:szCs w:val="22"/>
                    </w:rPr>
                  </w:pPr>
                </w:p>
              </w:tc>
            </w:tr>
            <w:tr w:rsidR="0015328A" w:rsidRPr="00DC54C7" w14:paraId="0DBC2560" w14:textId="77777777" w:rsidTr="00E54669">
              <w:tc>
                <w:tcPr>
                  <w:tcW w:w="847" w:type="dxa"/>
                  <w:tcBorders>
                    <w:bottom w:val="single" w:sz="4" w:space="0" w:color="auto"/>
                  </w:tcBorders>
                </w:tcPr>
                <w:p w14:paraId="465F3305" w14:textId="77777777" w:rsidR="0015328A" w:rsidRPr="00DC54C7" w:rsidRDefault="0015328A" w:rsidP="00E54669">
                  <w:pPr>
                    <w:rPr>
                      <w:rFonts w:eastAsia="SimSun"/>
                      <w:szCs w:val="22"/>
                    </w:rPr>
                  </w:pPr>
                </w:p>
              </w:tc>
              <w:tc>
                <w:tcPr>
                  <w:tcW w:w="850" w:type="dxa"/>
                  <w:tcBorders>
                    <w:bottom w:val="single" w:sz="4" w:space="0" w:color="auto"/>
                    <w:right w:val="single" w:sz="4" w:space="0" w:color="auto"/>
                  </w:tcBorders>
                </w:tcPr>
                <w:p w14:paraId="4D35230D" w14:textId="77777777" w:rsidR="0015328A" w:rsidRPr="00DC54C7" w:rsidRDefault="0015328A" w:rsidP="00E54669">
                  <w:pPr>
                    <w:jc w:val="right"/>
                    <w:rPr>
                      <w:rFonts w:eastAsia="SimSun"/>
                      <w:szCs w:val="22"/>
                    </w:rPr>
                  </w:pPr>
                </w:p>
              </w:tc>
              <w:tc>
                <w:tcPr>
                  <w:tcW w:w="680" w:type="dxa"/>
                  <w:tcBorders>
                    <w:left w:val="single" w:sz="4" w:space="0" w:color="auto"/>
                    <w:bottom w:val="single" w:sz="4" w:space="0" w:color="auto"/>
                  </w:tcBorders>
                </w:tcPr>
                <w:p w14:paraId="0A8E9A91" w14:textId="77777777" w:rsidR="0015328A" w:rsidRPr="00DC54C7" w:rsidRDefault="0015328A" w:rsidP="00E54669">
                  <w:pPr>
                    <w:jc w:val="right"/>
                    <w:rPr>
                      <w:rFonts w:eastAsia="SimSun"/>
                      <w:szCs w:val="22"/>
                    </w:rPr>
                  </w:pPr>
                </w:p>
              </w:tc>
              <w:tc>
                <w:tcPr>
                  <w:tcW w:w="681" w:type="dxa"/>
                  <w:tcBorders>
                    <w:bottom w:val="single" w:sz="4" w:space="0" w:color="auto"/>
                  </w:tcBorders>
                </w:tcPr>
                <w:p w14:paraId="1BCC7549" w14:textId="77777777" w:rsidR="0015328A" w:rsidRPr="00DC54C7" w:rsidRDefault="0015328A" w:rsidP="00E54669">
                  <w:pPr>
                    <w:rPr>
                      <w:rFonts w:eastAsia="SimSun"/>
                      <w:szCs w:val="22"/>
                    </w:rPr>
                  </w:pPr>
                  <w:r w:rsidRPr="00DC54C7">
                    <w:rPr>
                      <w:rFonts w:eastAsia="SimSun"/>
                      <w:szCs w:val="22"/>
                    </w:rPr>
                    <w:t>(b)</w:t>
                  </w:r>
                </w:p>
              </w:tc>
            </w:tr>
            <w:tr w:rsidR="0015328A" w:rsidRPr="00DC54C7" w14:paraId="0E06C79D" w14:textId="77777777" w:rsidTr="00E54669">
              <w:tc>
                <w:tcPr>
                  <w:tcW w:w="847" w:type="dxa"/>
                  <w:tcBorders>
                    <w:top w:val="single" w:sz="4" w:space="0" w:color="auto"/>
                  </w:tcBorders>
                </w:tcPr>
                <w:p w14:paraId="05F27BAA" w14:textId="77777777" w:rsidR="0015328A" w:rsidRPr="00DC54C7" w:rsidRDefault="0015328A" w:rsidP="00E54669">
                  <w:pPr>
                    <w:rPr>
                      <w:rFonts w:eastAsia="SimSun"/>
                      <w:szCs w:val="22"/>
                    </w:rPr>
                  </w:pPr>
                </w:p>
              </w:tc>
              <w:tc>
                <w:tcPr>
                  <w:tcW w:w="850" w:type="dxa"/>
                  <w:tcBorders>
                    <w:top w:val="single" w:sz="4" w:space="0" w:color="auto"/>
                    <w:right w:val="single" w:sz="4" w:space="0" w:color="auto"/>
                  </w:tcBorders>
                </w:tcPr>
                <w:p w14:paraId="427EED8B" w14:textId="77777777" w:rsidR="0015328A" w:rsidRPr="00DC54C7" w:rsidRDefault="0015328A" w:rsidP="00E54669">
                  <w:pPr>
                    <w:jc w:val="right"/>
                    <w:rPr>
                      <w:rFonts w:eastAsia="SimSun"/>
                      <w:szCs w:val="22"/>
                    </w:rPr>
                  </w:pPr>
                </w:p>
              </w:tc>
              <w:tc>
                <w:tcPr>
                  <w:tcW w:w="680" w:type="dxa"/>
                  <w:tcBorders>
                    <w:top w:val="single" w:sz="4" w:space="0" w:color="auto"/>
                    <w:left w:val="single" w:sz="4" w:space="0" w:color="auto"/>
                  </w:tcBorders>
                </w:tcPr>
                <w:p w14:paraId="1A6BBD99" w14:textId="77777777" w:rsidR="0015328A" w:rsidRPr="00DC54C7" w:rsidRDefault="0015328A" w:rsidP="00E54669">
                  <w:pPr>
                    <w:rPr>
                      <w:rFonts w:eastAsia="SimSun"/>
                      <w:szCs w:val="22"/>
                    </w:rPr>
                  </w:pPr>
                </w:p>
              </w:tc>
              <w:tc>
                <w:tcPr>
                  <w:tcW w:w="681" w:type="dxa"/>
                  <w:tcBorders>
                    <w:top w:val="single" w:sz="4" w:space="0" w:color="auto"/>
                  </w:tcBorders>
                </w:tcPr>
                <w:p w14:paraId="325550BA" w14:textId="77777777" w:rsidR="0015328A" w:rsidRPr="00DC54C7" w:rsidRDefault="0015328A" w:rsidP="00E54669">
                  <w:pPr>
                    <w:rPr>
                      <w:rFonts w:eastAsia="SimSun"/>
                      <w:szCs w:val="22"/>
                    </w:rPr>
                  </w:pPr>
                </w:p>
              </w:tc>
            </w:tr>
          </w:tbl>
          <w:p w14:paraId="352495EC" w14:textId="77777777" w:rsidR="0015328A" w:rsidRPr="00DC54C7" w:rsidRDefault="0015328A" w:rsidP="00E54669">
            <w:pPr>
              <w:jc w:val="center"/>
              <w:rPr>
                <w:rFonts w:eastAsia="SimSun"/>
                <w:szCs w:val="22"/>
              </w:rPr>
            </w:pPr>
          </w:p>
          <w:p w14:paraId="579847F0" w14:textId="77777777" w:rsidR="0015328A" w:rsidRPr="00DC54C7" w:rsidRDefault="0015328A" w:rsidP="00E54669">
            <w:pPr>
              <w:jc w:val="center"/>
              <w:rPr>
                <w:rFonts w:eastAsia="SimSun"/>
                <w:szCs w:val="22"/>
              </w:rPr>
            </w:pPr>
            <w:r w:rsidRPr="00DC54C7">
              <w:rPr>
                <w:rFonts w:eastAsia="SimSun"/>
                <w:szCs w:val="22"/>
              </w:rPr>
              <w:t>+ Prepaid Insurance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5"/>
              <w:gridCol w:w="757"/>
              <w:gridCol w:w="649"/>
              <w:gridCol w:w="666"/>
            </w:tblGrid>
            <w:tr w:rsidR="0015328A" w:rsidRPr="00DC54C7" w14:paraId="14ADE3DE" w14:textId="77777777" w:rsidTr="00E54669">
              <w:tc>
                <w:tcPr>
                  <w:tcW w:w="847" w:type="dxa"/>
                  <w:tcBorders>
                    <w:top w:val="single" w:sz="4" w:space="0" w:color="auto"/>
                  </w:tcBorders>
                </w:tcPr>
                <w:p w14:paraId="080CADCA" w14:textId="77777777" w:rsidR="0015328A" w:rsidRPr="00DC54C7" w:rsidRDefault="0015328A" w:rsidP="00E54669">
                  <w:pPr>
                    <w:rPr>
                      <w:rFonts w:eastAsia="SimSun"/>
                      <w:szCs w:val="22"/>
                    </w:rPr>
                  </w:pPr>
                  <w:r w:rsidRPr="00DC54C7">
                    <w:rPr>
                      <w:rFonts w:eastAsia="SimSun"/>
                      <w:szCs w:val="22"/>
                    </w:rPr>
                    <w:t>Unadj.</w:t>
                  </w:r>
                </w:p>
              </w:tc>
              <w:tc>
                <w:tcPr>
                  <w:tcW w:w="760" w:type="dxa"/>
                  <w:tcBorders>
                    <w:top w:val="single" w:sz="4" w:space="0" w:color="auto"/>
                    <w:right w:val="single" w:sz="4" w:space="0" w:color="auto"/>
                  </w:tcBorders>
                </w:tcPr>
                <w:p w14:paraId="6973CB90" w14:textId="77777777" w:rsidR="0015328A" w:rsidRPr="00DC54C7" w:rsidRDefault="0015328A" w:rsidP="00E54669">
                  <w:pPr>
                    <w:jc w:val="right"/>
                    <w:rPr>
                      <w:rFonts w:eastAsia="SimSun"/>
                      <w:szCs w:val="22"/>
                    </w:rPr>
                  </w:pPr>
                  <w:r w:rsidRPr="00DC54C7">
                    <w:rPr>
                      <w:rFonts w:eastAsia="SimSun"/>
                      <w:szCs w:val="22"/>
                    </w:rPr>
                    <w:t>6,000</w:t>
                  </w:r>
                </w:p>
              </w:tc>
              <w:tc>
                <w:tcPr>
                  <w:tcW w:w="680" w:type="dxa"/>
                  <w:tcBorders>
                    <w:top w:val="single" w:sz="4" w:space="0" w:color="auto"/>
                    <w:left w:val="single" w:sz="4" w:space="0" w:color="auto"/>
                  </w:tcBorders>
                </w:tcPr>
                <w:p w14:paraId="1A554176" w14:textId="77777777" w:rsidR="0015328A" w:rsidRPr="00DC54C7" w:rsidRDefault="0015328A" w:rsidP="00E54669">
                  <w:pPr>
                    <w:rPr>
                      <w:rFonts w:eastAsia="SimSun"/>
                      <w:szCs w:val="22"/>
                    </w:rPr>
                  </w:pPr>
                </w:p>
              </w:tc>
              <w:tc>
                <w:tcPr>
                  <w:tcW w:w="681" w:type="dxa"/>
                  <w:tcBorders>
                    <w:top w:val="single" w:sz="4" w:space="0" w:color="auto"/>
                  </w:tcBorders>
                </w:tcPr>
                <w:p w14:paraId="53BCFFCB" w14:textId="77777777" w:rsidR="0015328A" w:rsidRPr="00DC54C7" w:rsidRDefault="0015328A" w:rsidP="00E54669">
                  <w:pPr>
                    <w:rPr>
                      <w:rFonts w:eastAsia="SimSun"/>
                      <w:szCs w:val="22"/>
                    </w:rPr>
                  </w:pPr>
                </w:p>
              </w:tc>
            </w:tr>
            <w:tr w:rsidR="0015328A" w:rsidRPr="00DC54C7" w14:paraId="7080CC8B" w14:textId="77777777" w:rsidTr="00E54669">
              <w:tc>
                <w:tcPr>
                  <w:tcW w:w="847" w:type="dxa"/>
                  <w:tcBorders>
                    <w:bottom w:val="single" w:sz="4" w:space="0" w:color="auto"/>
                  </w:tcBorders>
                </w:tcPr>
                <w:p w14:paraId="6E0B7C4F" w14:textId="77777777" w:rsidR="0015328A" w:rsidRPr="00DC54C7" w:rsidRDefault="0015328A" w:rsidP="00E54669">
                  <w:pPr>
                    <w:rPr>
                      <w:rFonts w:eastAsia="SimSun"/>
                      <w:szCs w:val="22"/>
                    </w:rPr>
                  </w:pPr>
                </w:p>
              </w:tc>
              <w:tc>
                <w:tcPr>
                  <w:tcW w:w="760" w:type="dxa"/>
                  <w:tcBorders>
                    <w:bottom w:val="single" w:sz="4" w:space="0" w:color="auto"/>
                    <w:right w:val="single" w:sz="4" w:space="0" w:color="auto"/>
                  </w:tcBorders>
                </w:tcPr>
                <w:p w14:paraId="49ACD989" w14:textId="77777777" w:rsidR="0015328A" w:rsidRPr="00DC54C7" w:rsidRDefault="0015328A" w:rsidP="00E54669">
                  <w:pPr>
                    <w:jc w:val="right"/>
                    <w:rPr>
                      <w:rFonts w:eastAsia="SimSun"/>
                      <w:szCs w:val="22"/>
                    </w:rPr>
                  </w:pPr>
                </w:p>
              </w:tc>
              <w:tc>
                <w:tcPr>
                  <w:tcW w:w="680" w:type="dxa"/>
                  <w:tcBorders>
                    <w:left w:val="single" w:sz="4" w:space="0" w:color="auto"/>
                    <w:bottom w:val="single" w:sz="4" w:space="0" w:color="auto"/>
                  </w:tcBorders>
                </w:tcPr>
                <w:p w14:paraId="072239E9" w14:textId="77777777" w:rsidR="0015328A" w:rsidRPr="00DC54C7" w:rsidRDefault="0015328A" w:rsidP="00E54669">
                  <w:pPr>
                    <w:jc w:val="right"/>
                    <w:rPr>
                      <w:rFonts w:eastAsia="SimSun"/>
                      <w:szCs w:val="22"/>
                    </w:rPr>
                  </w:pPr>
                </w:p>
              </w:tc>
              <w:tc>
                <w:tcPr>
                  <w:tcW w:w="681" w:type="dxa"/>
                  <w:tcBorders>
                    <w:bottom w:val="single" w:sz="4" w:space="0" w:color="auto"/>
                  </w:tcBorders>
                </w:tcPr>
                <w:p w14:paraId="47144AA7" w14:textId="77777777" w:rsidR="0015328A" w:rsidRPr="00DC54C7" w:rsidRDefault="0015328A" w:rsidP="00E54669">
                  <w:pPr>
                    <w:rPr>
                      <w:rFonts w:eastAsia="SimSun"/>
                      <w:szCs w:val="22"/>
                    </w:rPr>
                  </w:pPr>
                  <w:r w:rsidRPr="00DC54C7">
                    <w:rPr>
                      <w:rFonts w:eastAsia="SimSun"/>
                      <w:szCs w:val="22"/>
                    </w:rPr>
                    <w:t>(c)</w:t>
                  </w:r>
                </w:p>
              </w:tc>
            </w:tr>
            <w:tr w:rsidR="0015328A" w:rsidRPr="00DC54C7" w14:paraId="2F4A84D2" w14:textId="77777777" w:rsidTr="00E54669">
              <w:tc>
                <w:tcPr>
                  <w:tcW w:w="847" w:type="dxa"/>
                  <w:tcBorders>
                    <w:top w:val="single" w:sz="4" w:space="0" w:color="auto"/>
                  </w:tcBorders>
                </w:tcPr>
                <w:p w14:paraId="1833F592" w14:textId="77777777" w:rsidR="0015328A" w:rsidRPr="00DC54C7" w:rsidRDefault="0015328A" w:rsidP="00E54669">
                  <w:pPr>
                    <w:rPr>
                      <w:rFonts w:eastAsia="SimSun"/>
                      <w:szCs w:val="22"/>
                    </w:rPr>
                  </w:pPr>
                </w:p>
              </w:tc>
              <w:tc>
                <w:tcPr>
                  <w:tcW w:w="760" w:type="dxa"/>
                  <w:tcBorders>
                    <w:top w:val="single" w:sz="4" w:space="0" w:color="auto"/>
                    <w:right w:val="single" w:sz="4" w:space="0" w:color="auto"/>
                  </w:tcBorders>
                </w:tcPr>
                <w:p w14:paraId="1C60AC4C" w14:textId="77777777" w:rsidR="0015328A" w:rsidRPr="00DC54C7" w:rsidRDefault="0015328A" w:rsidP="00E54669">
                  <w:pPr>
                    <w:jc w:val="right"/>
                    <w:rPr>
                      <w:rFonts w:eastAsia="SimSun"/>
                      <w:szCs w:val="22"/>
                    </w:rPr>
                  </w:pPr>
                </w:p>
              </w:tc>
              <w:tc>
                <w:tcPr>
                  <w:tcW w:w="680" w:type="dxa"/>
                  <w:tcBorders>
                    <w:top w:val="single" w:sz="4" w:space="0" w:color="auto"/>
                    <w:left w:val="single" w:sz="4" w:space="0" w:color="auto"/>
                  </w:tcBorders>
                </w:tcPr>
                <w:p w14:paraId="43BE934F" w14:textId="77777777" w:rsidR="0015328A" w:rsidRPr="00DC54C7" w:rsidRDefault="0015328A" w:rsidP="00E54669">
                  <w:pPr>
                    <w:rPr>
                      <w:rFonts w:eastAsia="SimSun"/>
                      <w:szCs w:val="22"/>
                    </w:rPr>
                  </w:pPr>
                </w:p>
              </w:tc>
              <w:tc>
                <w:tcPr>
                  <w:tcW w:w="681" w:type="dxa"/>
                  <w:tcBorders>
                    <w:top w:val="single" w:sz="4" w:space="0" w:color="auto"/>
                  </w:tcBorders>
                </w:tcPr>
                <w:p w14:paraId="01262448" w14:textId="77777777" w:rsidR="0015328A" w:rsidRPr="00DC54C7" w:rsidRDefault="0015328A" w:rsidP="00E54669">
                  <w:pPr>
                    <w:rPr>
                      <w:rFonts w:eastAsia="SimSun"/>
                      <w:szCs w:val="22"/>
                    </w:rPr>
                  </w:pPr>
                </w:p>
              </w:tc>
            </w:tr>
          </w:tbl>
          <w:p w14:paraId="58D63BA3" w14:textId="77777777" w:rsidR="0015328A" w:rsidRPr="00DC54C7" w:rsidRDefault="0015328A" w:rsidP="00E54669">
            <w:pPr>
              <w:jc w:val="center"/>
              <w:rPr>
                <w:rFonts w:eastAsia="SimSun"/>
                <w:szCs w:val="22"/>
              </w:rPr>
            </w:pPr>
          </w:p>
          <w:p w14:paraId="2DBACF45" w14:textId="77777777" w:rsidR="0015328A" w:rsidRPr="00DC54C7" w:rsidRDefault="0015328A" w:rsidP="00E54669">
            <w:pPr>
              <w:jc w:val="center"/>
              <w:rPr>
                <w:rFonts w:eastAsia="SimSun"/>
                <w:szCs w:val="22"/>
              </w:rPr>
            </w:pPr>
            <w:r w:rsidRPr="00DC54C7">
              <w:rPr>
                <w:rFonts w:eastAsia="SimSun"/>
                <w:szCs w:val="22"/>
              </w:rPr>
              <w:t>+ Certificate of Deposit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58"/>
              <w:gridCol w:w="821"/>
              <w:gridCol w:w="619"/>
              <w:gridCol w:w="619"/>
            </w:tblGrid>
            <w:tr w:rsidR="0015328A" w:rsidRPr="00DC54C7" w14:paraId="31CDB831" w14:textId="77777777" w:rsidTr="00E54669">
              <w:tc>
                <w:tcPr>
                  <w:tcW w:w="863" w:type="dxa"/>
                  <w:tcBorders>
                    <w:top w:val="single" w:sz="4" w:space="0" w:color="auto"/>
                  </w:tcBorders>
                </w:tcPr>
                <w:p w14:paraId="72AE4D33" w14:textId="77777777" w:rsidR="0015328A" w:rsidRPr="00DC54C7" w:rsidRDefault="0015328A" w:rsidP="00E54669">
                  <w:pPr>
                    <w:rPr>
                      <w:rFonts w:eastAsia="SimSun"/>
                      <w:szCs w:val="22"/>
                    </w:rPr>
                  </w:pPr>
                  <w:r w:rsidRPr="00DC54C7">
                    <w:rPr>
                      <w:rFonts w:eastAsia="SimSun"/>
                      <w:szCs w:val="22"/>
                    </w:rPr>
                    <w:t>Unadj.</w:t>
                  </w:r>
                </w:p>
              </w:tc>
              <w:tc>
                <w:tcPr>
                  <w:tcW w:w="793" w:type="dxa"/>
                  <w:tcBorders>
                    <w:top w:val="single" w:sz="4" w:space="0" w:color="auto"/>
                    <w:right w:val="single" w:sz="4" w:space="0" w:color="auto"/>
                  </w:tcBorders>
                </w:tcPr>
                <w:p w14:paraId="23D49424" w14:textId="77777777" w:rsidR="0015328A" w:rsidRPr="00DC54C7" w:rsidRDefault="0015328A" w:rsidP="00E54669">
                  <w:pPr>
                    <w:jc w:val="right"/>
                    <w:rPr>
                      <w:rFonts w:eastAsia="SimSun"/>
                      <w:szCs w:val="22"/>
                    </w:rPr>
                  </w:pPr>
                  <w:r w:rsidRPr="00DC54C7">
                    <w:rPr>
                      <w:rFonts w:eastAsia="SimSun"/>
                      <w:szCs w:val="22"/>
                    </w:rPr>
                    <w:t>20,000</w:t>
                  </w:r>
                </w:p>
              </w:tc>
              <w:tc>
                <w:tcPr>
                  <w:tcW w:w="662" w:type="dxa"/>
                  <w:tcBorders>
                    <w:top w:val="single" w:sz="4" w:space="0" w:color="auto"/>
                    <w:left w:val="single" w:sz="4" w:space="0" w:color="auto"/>
                  </w:tcBorders>
                </w:tcPr>
                <w:p w14:paraId="2D43F13C" w14:textId="77777777" w:rsidR="0015328A" w:rsidRPr="00DC54C7" w:rsidRDefault="0015328A" w:rsidP="00E54669">
                  <w:pPr>
                    <w:rPr>
                      <w:rFonts w:eastAsia="SimSun"/>
                      <w:szCs w:val="22"/>
                    </w:rPr>
                  </w:pPr>
                </w:p>
              </w:tc>
              <w:tc>
                <w:tcPr>
                  <w:tcW w:w="662" w:type="dxa"/>
                  <w:tcBorders>
                    <w:top w:val="single" w:sz="4" w:space="0" w:color="auto"/>
                  </w:tcBorders>
                </w:tcPr>
                <w:p w14:paraId="228A6191" w14:textId="77777777" w:rsidR="0015328A" w:rsidRPr="00DC54C7" w:rsidRDefault="0015328A" w:rsidP="00E54669">
                  <w:pPr>
                    <w:rPr>
                      <w:rFonts w:eastAsia="SimSun"/>
                      <w:szCs w:val="22"/>
                    </w:rPr>
                  </w:pPr>
                </w:p>
              </w:tc>
            </w:tr>
            <w:tr w:rsidR="0015328A" w:rsidRPr="00DC54C7" w14:paraId="737785D4" w14:textId="77777777" w:rsidTr="00E54669">
              <w:tc>
                <w:tcPr>
                  <w:tcW w:w="863" w:type="dxa"/>
                </w:tcPr>
                <w:p w14:paraId="3C1FF256" w14:textId="77777777" w:rsidR="0015328A" w:rsidRPr="00DC54C7" w:rsidRDefault="0015328A" w:rsidP="00E54669">
                  <w:pPr>
                    <w:rPr>
                      <w:rFonts w:eastAsia="SimSun"/>
                      <w:szCs w:val="22"/>
                    </w:rPr>
                  </w:pPr>
                </w:p>
              </w:tc>
              <w:tc>
                <w:tcPr>
                  <w:tcW w:w="793" w:type="dxa"/>
                  <w:tcBorders>
                    <w:right w:val="single" w:sz="4" w:space="0" w:color="auto"/>
                  </w:tcBorders>
                </w:tcPr>
                <w:p w14:paraId="30A0B279" w14:textId="77777777" w:rsidR="0015328A" w:rsidRPr="00DC54C7" w:rsidRDefault="0015328A" w:rsidP="00E54669">
                  <w:pPr>
                    <w:jc w:val="right"/>
                    <w:rPr>
                      <w:rFonts w:eastAsia="SimSun"/>
                      <w:szCs w:val="22"/>
                    </w:rPr>
                  </w:pPr>
                </w:p>
              </w:tc>
              <w:tc>
                <w:tcPr>
                  <w:tcW w:w="662" w:type="dxa"/>
                  <w:tcBorders>
                    <w:left w:val="single" w:sz="4" w:space="0" w:color="auto"/>
                  </w:tcBorders>
                </w:tcPr>
                <w:p w14:paraId="1FEB8EA5" w14:textId="77777777" w:rsidR="0015328A" w:rsidRPr="00DC54C7" w:rsidRDefault="0015328A" w:rsidP="00E54669">
                  <w:pPr>
                    <w:rPr>
                      <w:rFonts w:eastAsia="SimSun"/>
                      <w:szCs w:val="22"/>
                    </w:rPr>
                  </w:pPr>
                </w:p>
              </w:tc>
              <w:tc>
                <w:tcPr>
                  <w:tcW w:w="662" w:type="dxa"/>
                </w:tcPr>
                <w:p w14:paraId="2ACC1CBF" w14:textId="77777777" w:rsidR="0015328A" w:rsidRPr="00DC54C7" w:rsidRDefault="0015328A" w:rsidP="00E54669">
                  <w:pPr>
                    <w:rPr>
                      <w:rFonts w:eastAsia="SimSun"/>
                      <w:szCs w:val="22"/>
                    </w:rPr>
                  </w:pPr>
                </w:p>
              </w:tc>
            </w:tr>
            <w:tr w:rsidR="0015328A" w:rsidRPr="00DC54C7" w14:paraId="2BCF521B" w14:textId="77777777" w:rsidTr="00E54669">
              <w:tc>
                <w:tcPr>
                  <w:tcW w:w="863" w:type="dxa"/>
                  <w:tcBorders>
                    <w:top w:val="single" w:sz="4" w:space="0" w:color="auto"/>
                  </w:tcBorders>
                </w:tcPr>
                <w:p w14:paraId="4B5609EE" w14:textId="77777777" w:rsidR="0015328A" w:rsidRPr="00DC54C7" w:rsidRDefault="0015328A" w:rsidP="00E54669">
                  <w:pPr>
                    <w:rPr>
                      <w:rFonts w:eastAsia="SimSun"/>
                      <w:szCs w:val="22"/>
                    </w:rPr>
                  </w:pPr>
                </w:p>
              </w:tc>
              <w:tc>
                <w:tcPr>
                  <w:tcW w:w="793" w:type="dxa"/>
                  <w:tcBorders>
                    <w:top w:val="single" w:sz="4" w:space="0" w:color="auto"/>
                    <w:right w:val="single" w:sz="4" w:space="0" w:color="auto"/>
                  </w:tcBorders>
                </w:tcPr>
                <w:p w14:paraId="3EC7C94D" w14:textId="77777777" w:rsidR="0015328A" w:rsidRPr="00DC54C7" w:rsidRDefault="0015328A" w:rsidP="00E54669">
                  <w:pPr>
                    <w:rPr>
                      <w:rFonts w:eastAsia="SimSun"/>
                      <w:szCs w:val="22"/>
                    </w:rPr>
                  </w:pPr>
                </w:p>
              </w:tc>
              <w:tc>
                <w:tcPr>
                  <w:tcW w:w="662" w:type="dxa"/>
                  <w:tcBorders>
                    <w:top w:val="single" w:sz="4" w:space="0" w:color="auto"/>
                    <w:left w:val="single" w:sz="4" w:space="0" w:color="auto"/>
                  </w:tcBorders>
                </w:tcPr>
                <w:p w14:paraId="118260A6" w14:textId="77777777" w:rsidR="0015328A" w:rsidRPr="00DC54C7" w:rsidRDefault="0015328A" w:rsidP="00E54669">
                  <w:pPr>
                    <w:rPr>
                      <w:rFonts w:eastAsia="SimSun"/>
                      <w:szCs w:val="22"/>
                    </w:rPr>
                  </w:pPr>
                </w:p>
              </w:tc>
              <w:tc>
                <w:tcPr>
                  <w:tcW w:w="662" w:type="dxa"/>
                  <w:tcBorders>
                    <w:top w:val="single" w:sz="4" w:space="0" w:color="auto"/>
                  </w:tcBorders>
                </w:tcPr>
                <w:p w14:paraId="51C27355" w14:textId="77777777" w:rsidR="0015328A" w:rsidRPr="00DC54C7" w:rsidRDefault="0015328A" w:rsidP="00E54669">
                  <w:pPr>
                    <w:rPr>
                      <w:rFonts w:eastAsia="SimSun"/>
                      <w:szCs w:val="22"/>
                    </w:rPr>
                  </w:pPr>
                </w:p>
              </w:tc>
            </w:tr>
          </w:tbl>
          <w:p w14:paraId="4B8DA190" w14:textId="77777777" w:rsidR="0015328A" w:rsidRPr="00DC54C7" w:rsidRDefault="0015328A" w:rsidP="00E54669">
            <w:pPr>
              <w:jc w:val="center"/>
              <w:rPr>
                <w:rFonts w:eastAsia="SimSun"/>
                <w:szCs w:val="22"/>
              </w:rPr>
            </w:pPr>
          </w:p>
          <w:p w14:paraId="137BDD4B" w14:textId="77777777" w:rsidR="0015328A" w:rsidRPr="00DC54C7" w:rsidRDefault="0015328A" w:rsidP="00E54669">
            <w:pPr>
              <w:jc w:val="center"/>
              <w:rPr>
                <w:rFonts w:eastAsia="SimSun"/>
                <w:szCs w:val="22"/>
              </w:rPr>
            </w:pPr>
            <w:r w:rsidRPr="00DC54C7">
              <w:rPr>
                <w:rFonts w:eastAsia="SimSun"/>
                <w:szCs w:val="22"/>
              </w:rPr>
              <w:t>+ Interest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6"/>
              <w:gridCol w:w="744"/>
              <w:gridCol w:w="663"/>
              <w:gridCol w:w="664"/>
            </w:tblGrid>
            <w:tr w:rsidR="0015328A" w:rsidRPr="00DC54C7" w14:paraId="5160F26B" w14:textId="77777777" w:rsidTr="00E54669">
              <w:tc>
                <w:tcPr>
                  <w:tcW w:w="847" w:type="dxa"/>
                  <w:tcBorders>
                    <w:top w:val="single" w:sz="4" w:space="0" w:color="auto"/>
                  </w:tcBorders>
                </w:tcPr>
                <w:p w14:paraId="11E540C5" w14:textId="77777777" w:rsidR="0015328A" w:rsidRPr="00DC54C7" w:rsidRDefault="0015328A" w:rsidP="00E54669">
                  <w:pPr>
                    <w:rPr>
                      <w:rFonts w:eastAsia="SimSun"/>
                      <w:szCs w:val="22"/>
                    </w:rPr>
                  </w:pPr>
                  <w:r w:rsidRPr="00DC54C7">
                    <w:rPr>
                      <w:rFonts w:eastAsia="SimSun"/>
                      <w:szCs w:val="22"/>
                    </w:rPr>
                    <w:t>Unadj.</w:t>
                  </w:r>
                </w:p>
              </w:tc>
              <w:tc>
                <w:tcPr>
                  <w:tcW w:w="760" w:type="dxa"/>
                  <w:tcBorders>
                    <w:top w:val="single" w:sz="4" w:space="0" w:color="auto"/>
                    <w:right w:val="single" w:sz="4" w:space="0" w:color="auto"/>
                  </w:tcBorders>
                </w:tcPr>
                <w:p w14:paraId="22F273B9" w14:textId="77777777" w:rsidR="0015328A" w:rsidRPr="00DC54C7" w:rsidRDefault="0015328A" w:rsidP="00E54669">
                  <w:pPr>
                    <w:jc w:val="right"/>
                    <w:rPr>
                      <w:rFonts w:eastAsia="SimSun"/>
                      <w:szCs w:val="22"/>
                    </w:rPr>
                  </w:pPr>
                  <w:r w:rsidRPr="00DC54C7">
                    <w:rPr>
                      <w:rFonts w:eastAsia="SimSun"/>
                      <w:szCs w:val="22"/>
                    </w:rPr>
                    <w:t>0</w:t>
                  </w:r>
                </w:p>
              </w:tc>
              <w:tc>
                <w:tcPr>
                  <w:tcW w:w="680" w:type="dxa"/>
                  <w:tcBorders>
                    <w:top w:val="single" w:sz="4" w:space="0" w:color="auto"/>
                    <w:left w:val="single" w:sz="4" w:space="0" w:color="auto"/>
                  </w:tcBorders>
                </w:tcPr>
                <w:p w14:paraId="4A4E55DA" w14:textId="77777777" w:rsidR="0015328A" w:rsidRPr="00DC54C7" w:rsidRDefault="0015328A" w:rsidP="00E54669">
                  <w:pPr>
                    <w:rPr>
                      <w:rFonts w:eastAsia="SimSun"/>
                      <w:szCs w:val="22"/>
                    </w:rPr>
                  </w:pPr>
                </w:p>
              </w:tc>
              <w:tc>
                <w:tcPr>
                  <w:tcW w:w="681" w:type="dxa"/>
                  <w:tcBorders>
                    <w:top w:val="single" w:sz="4" w:space="0" w:color="auto"/>
                  </w:tcBorders>
                </w:tcPr>
                <w:p w14:paraId="3A405746" w14:textId="77777777" w:rsidR="0015328A" w:rsidRPr="00DC54C7" w:rsidRDefault="0015328A" w:rsidP="00E54669">
                  <w:pPr>
                    <w:rPr>
                      <w:rFonts w:eastAsia="SimSun"/>
                      <w:szCs w:val="22"/>
                    </w:rPr>
                  </w:pPr>
                </w:p>
              </w:tc>
            </w:tr>
            <w:tr w:rsidR="0015328A" w:rsidRPr="00DC54C7" w14:paraId="26B970B3" w14:textId="77777777" w:rsidTr="00E54669">
              <w:tc>
                <w:tcPr>
                  <w:tcW w:w="847" w:type="dxa"/>
                  <w:tcBorders>
                    <w:bottom w:val="single" w:sz="4" w:space="0" w:color="auto"/>
                  </w:tcBorders>
                </w:tcPr>
                <w:p w14:paraId="0F40D27C" w14:textId="77777777" w:rsidR="0015328A" w:rsidRPr="00DC54C7" w:rsidRDefault="0015328A" w:rsidP="00E54669">
                  <w:pPr>
                    <w:rPr>
                      <w:rFonts w:eastAsia="SimSun"/>
                      <w:szCs w:val="22"/>
                    </w:rPr>
                  </w:pPr>
                </w:p>
              </w:tc>
              <w:tc>
                <w:tcPr>
                  <w:tcW w:w="760" w:type="dxa"/>
                  <w:tcBorders>
                    <w:bottom w:val="single" w:sz="4" w:space="0" w:color="auto"/>
                    <w:right w:val="single" w:sz="4" w:space="0" w:color="auto"/>
                  </w:tcBorders>
                </w:tcPr>
                <w:p w14:paraId="44D789D5" w14:textId="77777777" w:rsidR="0015328A" w:rsidRPr="00DC54C7" w:rsidRDefault="0015328A" w:rsidP="00E54669">
                  <w:pPr>
                    <w:jc w:val="right"/>
                    <w:rPr>
                      <w:rFonts w:eastAsia="SimSun"/>
                      <w:szCs w:val="22"/>
                    </w:rPr>
                  </w:pPr>
                </w:p>
              </w:tc>
              <w:tc>
                <w:tcPr>
                  <w:tcW w:w="680" w:type="dxa"/>
                  <w:tcBorders>
                    <w:left w:val="single" w:sz="4" w:space="0" w:color="auto"/>
                    <w:bottom w:val="single" w:sz="4" w:space="0" w:color="auto"/>
                  </w:tcBorders>
                </w:tcPr>
                <w:p w14:paraId="1BCF7F5B" w14:textId="77777777" w:rsidR="0015328A" w:rsidRPr="00DC54C7" w:rsidRDefault="0015328A" w:rsidP="00E54669">
                  <w:pPr>
                    <w:rPr>
                      <w:rFonts w:eastAsia="SimSun"/>
                      <w:szCs w:val="22"/>
                    </w:rPr>
                  </w:pPr>
                </w:p>
              </w:tc>
              <w:tc>
                <w:tcPr>
                  <w:tcW w:w="681" w:type="dxa"/>
                  <w:tcBorders>
                    <w:bottom w:val="single" w:sz="4" w:space="0" w:color="auto"/>
                  </w:tcBorders>
                </w:tcPr>
                <w:p w14:paraId="02558AC6" w14:textId="77777777" w:rsidR="0015328A" w:rsidRPr="00DC54C7" w:rsidRDefault="0015328A" w:rsidP="00E54669">
                  <w:pPr>
                    <w:rPr>
                      <w:rFonts w:eastAsia="SimSun"/>
                      <w:szCs w:val="22"/>
                    </w:rPr>
                  </w:pPr>
                </w:p>
              </w:tc>
            </w:tr>
            <w:tr w:rsidR="0015328A" w:rsidRPr="00DC54C7" w14:paraId="32410866" w14:textId="77777777" w:rsidTr="00E54669">
              <w:tc>
                <w:tcPr>
                  <w:tcW w:w="847" w:type="dxa"/>
                  <w:tcBorders>
                    <w:top w:val="single" w:sz="4" w:space="0" w:color="auto"/>
                  </w:tcBorders>
                </w:tcPr>
                <w:p w14:paraId="3325414C" w14:textId="77777777" w:rsidR="0015328A" w:rsidRPr="00DC54C7" w:rsidRDefault="0015328A" w:rsidP="00E54669">
                  <w:pPr>
                    <w:rPr>
                      <w:rFonts w:eastAsia="SimSun"/>
                      <w:szCs w:val="22"/>
                    </w:rPr>
                  </w:pPr>
                </w:p>
              </w:tc>
              <w:tc>
                <w:tcPr>
                  <w:tcW w:w="760" w:type="dxa"/>
                  <w:tcBorders>
                    <w:top w:val="single" w:sz="4" w:space="0" w:color="auto"/>
                    <w:right w:val="single" w:sz="4" w:space="0" w:color="auto"/>
                  </w:tcBorders>
                </w:tcPr>
                <w:p w14:paraId="3746C8EB" w14:textId="77777777" w:rsidR="0015328A" w:rsidRPr="00DC54C7" w:rsidRDefault="0015328A" w:rsidP="00E54669">
                  <w:pPr>
                    <w:jc w:val="right"/>
                    <w:rPr>
                      <w:rFonts w:eastAsia="SimSun"/>
                      <w:szCs w:val="22"/>
                    </w:rPr>
                  </w:pPr>
                </w:p>
              </w:tc>
              <w:tc>
                <w:tcPr>
                  <w:tcW w:w="680" w:type="dxa"/>
                  <w:tcBorders>
                    <w:top w:val="single" w:sz="4" w:space="0" w:color="auto"/>
                    <w:left w:val="single" w:sz="4" w:space="0" w:color="auto"/>
                  </w:tcBorders>
                </w:tcPr>
                <w:p w14:paraId="31969DB6" w14:textId="77777777" w:rsidR="0015328A" w:rsidRPr="00DC54C7" w:rsidRDefault="0015328A" w:rsidP="00E54669">
                  <w:pPr>
                    <w:rPr>
                      <w:rFonts w:eastAsia="SimSun"/>
                      <w:szCs w:val="22"/>
                    </w:rPr>
                  </w:pPr>
                </w:p>
              </w:tc>
              <w:tc>
                <w:tcPr>
                  <w:tcW w:w="681" w:type="dxa"/>
                  <w:tcBorders>
                    <w:top w:val="single" w:sz="4" w:space="0" w:color="auto"/>
                  </w:tcBorders>
                </w:tcPr>
                <w:p w14:paraId="7A2D2DC0" w14:textId="77777777" w:rsidR="0015328A" w:rsidRPr="00DC54C7" w:rsidRDefault="0015328A" w:rsidP="00E54669">
                  <w:pPr>
                    <w:rPr>
                      <w:rFonts w:eastAsia="SimSun"/>
                      <w:szCs w:val="22"/>
                    </w:rPr>
                  </w:pPr>
                </w:p>
              </w:tc>
            </w:tr>
          </w:tbl>
          <w:p w14:paraId="03EC0F65" w14:textId="77777777" w:rsidR="0015328A" w:rsidRPr="00DC54C7" w:rsidRDefault="0015328A" w:rsidP="00E54669">
            <w:pPr>
              <w:jc w:val="center"/>
              <w:rPr>
                <w:rFonts w:eastAsia="SimSun"/>
                <w:szCs w:val="22"/>
              </w:rPr>
            </w:pPr>
          </w:p>
          <w:p w14:paraId="12173D1B" w14:textId="77777777" w:rsidR="0015328A" w:rsidRPr="00DC54C7" w:rsidRDefault="0015328A" w:rsidP="00E54669">
            <w:pPr>
              <w:jc w:val="center"/>
              <w:rPr>
                <w:rFonts w:eastAsia="SimSun"/>
                <w:szCs w:val="22"/>
              </w:rPr>
            </w:pPr>
            <w:r w:rsidRPr="00DC54C7">
              <w:rPr>
                <w:rFonts w:eastAsia="SimSun"/>
                <w:szCs w:val="22"/>
              </w:rPr>
              <w:t>+ Property, Plant &amp;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58"/>
              <w:gridCol w:w="821"/>
              <w:gridCol w:w="619"/>
              <w:gridCol w:w="619"/>
            </w:tblGrid>
            <w:tr w:rsidR="0015328A" w:rsidRPr="00DC54C7" w14:paraId="549031E0" w14:textId="77777777" w:rsidTr="00E54669">
              <w:tc>
                <w:tcPr>
                  <w:tcW w:w="863" w:type="dxa"/>
                  <w:tcBorders>
                    <w:top w:val="single" w:sz="4" w:space="0" w:color="auto"/>
                  </w:tcBorders>
                </w:tcPr>
                <w:p w14:paraId="208FFD1E" w14:textId="77777777" w:rsidR="0015328A" w:rsidRPr="00DC54C7" w:rsidRDefault="0015328A" w:rsidP="00E54669">
                  <w:pPr>
                    <w:rPr>
                      <w:rFonts w:eastAsia="SimSun"/>
                      <w:szCs w:val="22"/>
                    </w:rPr>
                  </w:pPr>
                  <w:r w:rsidRPr="00DC54C7">
                    <w:rPr>
                      <w:rFonts w:eastAsia="SimSun"/>
                      <w:szCs w:val="22"/>
                    </w:rPr>
                    <w:t>Unadj.</w:t>
                  </w:r>
                </w:p>
              </w:tc>
              <w:tc>
                <w:tcPr>
                  <w:tcW w:w="793" w:type="dxa"/>
                  <w:tcBorders>
                    <w:top w:val="single" w:sz="4" w:space="0" w:color="auto"/>
                    <w:right w:val="single" w:sz="4" w:space="0" w:color="auto"/>
                  </w:tcBorders>
                </w:tcPr>
                <w:p w14:paraId="4EEE263D" w14:textId="77777777" w:rsidR="0015328A" w:rsidRPr="00DC54C7" w:rsidRDefault="0015328A" w:rsidP="00E54669">
                  <w:pPr>
                    <w:jc w:val="right"/>
                    <w:rPr>
                      <w:rFonts w:eastAsia="SimSun"/>
                      <w:szCs w:val="22"/>
                    </w:rPr>
                  </w:pPr>
                  <w:r w:rsidRPr="00DC54C7">
                    <w:rPr>
                      <w:rFonts w:eastAsia="SimSun"/>
                      <w:szCs w:val="22"/>
                    </w:rPr>
                    <w:t>40,000</w:t>
                  </w:r>
                </w:p>
              </w:tc>
              <w:tc>
                <w:tcPr>
                  <w:tcW w:w="662" w:type="dxa"/>
                  <w:tcBorders>
                    <w:top w:val="single" w:sz="4" w:space="0" w:color="auto"/>
                    <w:left w:val="single" w:sz="4" w:space="0" w:color="auto"/>
                  </w:tcBorders>
                </w:tcPr>
                <w:p w14:paraId="213DD0CC" w14:textId="77777777" w:rsidR="0015328A" w:rsidRPr="00DC54C7" w:rsidRDefault="0015328A" w:rsidP="00E54669">
                  <w:pPr>
                    <w:rPr>
                      <w:rFonts w:eastAsia="SimSun"/>
                      <w:szCs w:val="22"/>
                    </w:rPr>
                  </w:pPr>
                </w:p>
              </w:tc>
              <w:tc>
                <w:tcPr>
                  <w:tcW w:w="662" w:type="dxa"/>
                  <w:tcBorders>
                    <w:top w:val="single" w:sz="4" w:space="0" w:color="auto"/>
                  </w:tcBorders>
                </w:tcPr>
                <w:p w14:paraId="5B7FE565" w14:textId="77777777" w:rsidR="0015328A" w:rsidRPr="00DC54C7" w:rsidRDefault="0015328A" w:rsidP="00E54669">
                  <w:pPr>
                    <w:rPr>
                      <w:rFonts w:eastAsia="SimSun"/>
                      <w:szCs w:val="22"/>
                    </w:rPr>
                  </w:pPr>
                </w:p>
              </w:tc>
            </w:tr>
            <w:tr w:rsidR="0015328A" w:rsidRPr="00DC54C7" w14:paraId="69E1247B" w14:textId="77777777" w:rsidTr="00E54669">
              <w:tc>
                <w:tcPr>
                  <w:tcW w:w="863" w:type="dxa"/>
                </w:tcPr>
                <w:p w14:paraId="3AD64494" w14:textId="77777777" w:rsidR="0015328A" w:rsidRPr="00DC54C7" w:rsidRDefault="0015328A" w:rsidP="00E54669">
                  <w:pPr>
                    <w:rPr>
                      <w:rFonts w:eastAsia="SimSun"/>
                      <w:szCs w:val="22"/>
                    </w:rPr>
                  </w:pPr>
                </w:p>
              </w:tc>
              <w:tc>
                <w:tcPr>
                  <w:tcW w:w="793" w:type="dxa"/>
                  <w:tcBorders>
                    <w:right w:val="single" w:sz="4" w:space="0" w:color="auto"/>
                  </w:tcBorders>
                </w:tcPr>
                <w:p w14:paraId="4911B250" w14:textId="77777777" w:rsidR="0015328A" w:rsidRPr="00DC54C7" w:rsidRDefault="0015328A" w:rsidP="00E54669">
                  <w:pPr>
                    <w:jc w:val="right"/>
                    <w:rPr>
                      <w:rFonts w:eastAsia="SimSun"/>
                      <w:szCs w:val="22"/>
                    </w:rPr>
                  </w:pPr>
                </w:p>
              </w:tc>
              <w:tc>
                <w:tcPr>
                  <w:tcW w:w="662" w:type="dxa"/>
                  <w:tcBorders>
                    <w:left w:val="single" w:sz="4" w:space="0" w:color="auto"/>
                  </w:tcBorders>
                </w:tcPr>
                <w:p w14:paraId="46F28B04" w14:textId="77777777" w:rsidR="0015328A" w:rsidRPr="00DC54C7" w:rsidRDefault="0015328A" w:rsidP="00E54669">
                  <w:pPr>
                    <w:rPr>
                      <w:rFonts w:eastAsia="SimSun"/>
                      <w:szCs w:val="22"/>
                    </w:rPr>
                  </w:pPr>
                </w:p>
              </w:tc>
              <w:tc>
                <w:tcPr>
                  <w:tcW w:w="662" w:type="dxa"/>
                </w:tcPr>
                <w:p w14:paraId="61CBFE21" w14:textId="77777777" w:rsidR="0015328A" w:rsidRPr="00DC54C7" w:rsidRDefault="0015328A" w:rsidP="00E54669">
                  <w:pPr>
                    <w:rPr>
                      <w:rFonts w:eastAsia="SimSun"/>
                      <w:szCs w:val="22"/>
                    </w:rPr>
                  </w:pPr>
                </w:p>
              </w:tc>
            </w:tr>
            <w:tr w:rsidR="0015328A" w:rsidRPr="00DC54C7" w14:paraId="65ED0DC1" w14:textId="77777777" w:rsidTr="00E54669">
              <w:tc>
                <w:tcPr>
                  <w:tcW w:w="863" w:type="dxa"/>
                  <w:tcBorders>
                    <w:top w:val="single" w:sz="4" w:space="0" w:color="auto"/>
                    <w:bottom w:val="single" w:sz="4" w:space="0" w:color="auto"/>
                  </w:tcBorders>
                </w:tcPr>
                <w:p w14:paraId="7D41837B" w14:textId="77777777" w:rsidR="0015328A" w:rsidRPr="00DC54C7" w:rsidRDefault="0015328A" w:rsidP="00E54669">
                  <w:pPr>
                    <w:rPr>
                      <w:rFonts w:eastAsia="SimSun"/>
                      <w:szCs w:val="22"/>
                    </w:rPr>
                  </w:pPr>
                </w:p>
              </w:tc>
              <w:tc>
                <w:tcPr>
                  <w:tcW w:w="793" w:type="dxa"/>
                  <w:tcBorders>
                    <w:top w:val="single" w:sz="4" w:space="0" w:color="auto"/>
                    <w:bottom w:val="single" w:sz="4" w:space="0" w:color="auto"/>
                    <w:right w:val="single" w:sz="4" w:space="0" w:color="auto"/>
                  </w:tcBorders>
                </w:tcPr>
                <w:p w14:paraId="555E0F1A" w14:textId="77777777" w:rsidR="0015328A" w:rsidRPr="00DC54C7" w:rsidRDefault="0015328A" w:rsidP="00E54669">
                  <w:pPr>
                    <w:rPr>
                      <w:rFonts w:eastAsia="SimSun"/>
                      <w:szCs w:val="22"/>
                    </w:rPr>
                  </w:pPr>
                </w:p>
              </w:tc>
              <w:tc>
                <w:tcPr>
                  <w:tcW w:w="662" w:type="dxa"/>
                  <w:tcBorders>
                    <w:top w:val="single" w:sz="4" w:space="0" w:color="auto"/>
                    <w:left w:val="single" w:sz="4" w:space="0" w:color="auto"/>
                    <w:bottom w:val="single" w:sz="4" w:space="0" w:color="auto"/>
                  </w:tcBorders>
                </w:tcPr>
                <w:p w14:paraId="14763762" w14:textId="77777777" w:rsidR="0015328A" w:rsidRPr="00DC54C7" w:rsidRDefault="0015328A" w:rsidP="00E54669">
                  <w:pPr>
                    <w:rPr>
                      <w:rFonts w:eastAsia="SimSun"/>
                      <w:szCs w:val="22"/>
                    </w:rPr>
                  </w:pPr>
                </w:p>
              </w:tc>
              <w:tc>
                <w:tcPr>
                  <w:tcW w:w="662" w:type="dxa"/>
                  <w:tcBorders>
                    <w:top w:val="single" w:sz="4" w:space="0" w:color="auto"/>
                    <w:bottom w:val="single" w:sz="4" w:space="0" w:color="auto"/>
                  </w:tcBorders>
                </w:tcPr>
                <w:p w14:paraId="16376366" w14:textId="77777777" w:rsidR="0015328A" w:rsidRPr="00DC54C7" w:rsidRDefault="0015328A" w:rsidP="00E54669">
                  <w:pPr>
                    <w:rPr>
                      <w:rFonts w:eastAsia="SimSun"/>
                      <w:szCs w:val="22"/>
                    </w:rPr>
                  </w:pPr>
                </w:p>
              </w:tc>
            </w:tr>
          </w:tbl>
          <w:p w14:paraId="52358CD0" w14:textId="77777777" w:rsidR="0015328A" w:rsidRPr="00DC54C7" w:rsidRDefault="0015328A" w:rsidP="00E54669">
            <w:pPr>
              <w:tabs>
                <w:tab w:val="left" w:pos="944"/>
                <w:tab w:val="left" w:pos="1826"/>
                <w:tab w:val="left" w:pos="2223"/>
              </w:tabs>
              <w:rPr>
                <w:rFonts w:eastAsia="SimSun"/>
                <w:szCs w:val="22"/>
              </w:rPr>
            </w:pPr>
          </w:p>
          <w:p w14:paraId="6B67F063"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Accumulated Depr</w:t>
            </w:r>
            <w:r w:rsidR="00F01DA3">
              <w:rPr>
                <w:rFonts w:eastAsia="SimSun"/>
                <w:szCs w:val="22"/>
              </w:rPr>
              <w:t>eciation</w:t>
            </w:r>
            <w:r w:rsidR="0015328A" w:rsidRPr="00DC54C7">
              <w:rPr>
                <w:rFonts w:eastAsia="SimSun"/>
                <w:szCs w:val="22"/>
              </w:rPr>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76"/>
              <w:gridCol w:w="716"/>
              <w:gridCol w:w="616"/>
              <w:gridCol w:w="809"/>
            </w:tblGrid>
            <w:tr w:rsidR="0015328A" w:rsidRPr="00DC54C7" w14:paraId="078E2B0F" w14:textId="77777777" w:rsidTr="00E54669">
              <w:tc>
                <w:tcPr>
                  <w:tcW w:w="863" w:type="dxa"/>
                  <w:tcBorders>
                    <w:top w:val="single" w:sz="4" w:space="0" w:color="auto"/>
                  </w:tcBorders>
                </w:tcPr>
                <w:p w14:paraId="0D7DE43A" w14:textId="77777777" w:rsidR="0015328A" w:rsidRPr="00DC54C7" w:rsidRDefault="0015328A" w:rsidP="00E54669">
                  <w:pPr>
                    <w:rPr>
                      <w:rFonts w:eastAsia="SimSun"/>
                      <w:szCs w:val="22"/>
                    </w:rPr>
                  </w:pPr>
                </w:p>
              </w:tc>
              <w:tc>
                <w:tcPr>
                  <w:tcW w:w="793" w:type="dxa"/>
                  <w:tcBorders>
                    <w:top w:val="single" w:sz="4" w:space="0" w:color="auto"/>
                    <w:right w:val="single" w:sz="4" w:space="0" w:color="auto"/>
                  </w:tcBorders>
                </w:tcPr>
                <w:p w14:paraId="31A94C07" w14:textId="77777777" w:rsidR="0015328A" w:rsidRPr="00DC54C7" w:rsidRDefault="0015328A" w:rsidP="00E54669">
                  <w:pPr>
                    <w:jc w:val="right"/>
                    <w:rPr>
                      <w:rFonts w:eastAsia="SimSun"/>
                      <w:szCs w:val="22"/>
                    </w:rPr>
                  </w:pPr>
                </w:p>
              </w:tc>
              <w:tc>
                <w:tcPr>
                  <w:tcW w:w="662" w:type="dxa"/>
                  <w:tcBorders>
                    <w:top w:val="single" w:sz="4" w:space="0" w:color="auto"/>
                    <w:left w:val="single" w:sz="4" w:space="0" w:color="auto"/>
                  </w:tcBorders>
                </w:tcPr>
                <w:p w14:paraId="46D682E8" w14:textId="77777777" w:rsidR="0015328A" w:rsidRPr="00DC54C7" w:rsidRDefault="0015328A" w:rsidP="00E54669">
                  <w:pPr>
                    <w:jc w:val="right"/>
                    <w:rPr>
                      <w:rFonts w:eastAsia="SimSun"/>
                      <w:szCs w:val="22"/>
                    </w:rPr>
                  </w:pPr>
                  <w:r w:rsidRPr="00DC54C7">
                    <w:rPr>
                      <w:rFonts w:eastAsia="SimSun"/>
                      <w:szCs w:val="22"/>
                    </w:rPr>
                    <w:t>0</w:t>
                  </w:r>
                </w:p>
              </w:tc>
              <w:tc>
                <w:tcPr>
                  <w:tcW w:w="662" w:type="dxa"/>
                  <w:tcBorders>
                    <w:top w:val="single" w:sz="4" w:space="0" w:color="auto"/>
                  </w:tcBorders>
                </w:tcPr>
                <w:p w14:paraId="2E68DA5F"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28BFABD7" w14:textId="77777777" w:rsidTr="00E54669">
              <w:tc>
                <w:tcPr>
                  <w:tcW w:w="863" w:type="dxa"/>
                  <w:tcBorders>
                    <w:bottom w:val="single" w:sz="4" w:space="0" w:color="auto"/>
                  </w:tcBorders>
                </w:tcPr>
                <w:p w14:paraId="741688EE" w14:textId="77777777" w:rsidR="0015328A" w:rsidRPr="00DC54C7" w:rsidRDefault="0015328A" w:rsidP="00E54669">
                  <w:pPr>
                    <w:rPr>
                      <w:rFonts w:eastAsia="SimSun"/>
                      <w:szCs w:val="22"/>
                    </w:rPr>
                  </w:pPr>
                </w:p>
              </w:tc>
              <w:tc>
                <w:tcPr>
                  <w:tcW w:w="793" w:type="dxa"/>
                  <w:tcBorders>
                    <w:bottom w:val="single" w:sz="4" w:space="0" w:color="auto"/>
                    <w:right w:val="single" w:sz="4" w:space="0" w:color="auto"/>
                  </w:tcBorders>
                </w:tcPr>
                <w:p w14:paraId="1F90124A" w14:textId="77777777" w:rsidR="0015328A" w:rsidRPr="00DC54C7" w:rsidRDefault="0015328A" w:rsidP="00E54669">
                  <w:pPr>
                    <w:jc w:val="right"/>
                    <w:rPr>
                      <w:rFonts w:eastAsia="SimSun"/>
                      <w:szCs w:val="22"/>
                    </w:rPr>
                  </w:pPr>
                </w:p>
              </w:tc>
              <w:tc>
                <w:tcPr>
                  <w:tcW w:w="662" w:type="dxa"/>
                  <w:tcBorders>
                    <w:left w:val="single" w:sz="4" w:space="0" w:color="auto"/>
                    <w:bottom w:val="single" w:sz="4" w:space="0" w:color="auto"/>
                  </w:tcBorders>
                </w:tcPr>
                <w:p w14:paraId="751A7639" w14:textId="77777777" w:rsidR="0015328A" w:rsidRPr="00DC54C7" w:rsidRDefault="0015328A" w:rsidP="00E54669">
                  <w:pPr>
                    <w:jc w:val="right"/>
                    <w:rPr>
                      <w:rFonts w:eastAsia="SimSun"/>
                      <w:szCs w:val="22"/>
                    </w:rPr>
                  </w:pPr>
                </w:p>
              </w:tc>
              <w:tc>
                <w:tcPr>
                  <w:tcW w:w="662" w:type="dxa"/>
                  <w:tcBorders>
                    <w:bottom w:val="single" w:sz="4" w:space="0" w:color="auto"/>
                  </w:tcBorders>
                </w:tcPr>
                <w:p w14:paraId="133664A4" w14:textId="77777777" w:rsidR="0015328A" w:rsidRPr="00DC54C7" w:rsidRDefault="0015328A" w:rsidP="00E54669">
                  <w:pPr>
                    <w:rPr>
                      <w:rFonts w:eastAsia="SimSun"/>
                      <w:szCs w:val="22"/>
                    </w:rPr>
                  </w:pPr>
                </w:p>
              </w:tc>
            </w:tr>
            <w:tr w:rsidR="0015328A" w:rsidRPr="00DC54C7" w14:paraId="179B5403" w14:textId="77777777" w:rsidTr="00E54669">
              <w:tc>
                <w:tcPr>
                  <w:tcW w:w="863" w:type="dxa"/>
                  <w:tcBorders>
                    <w:top w:val="single" w:sz="4" w:space="0" w:color="auto"/>
                  </w:tcBorders>
                </w:tcPr>
                <w:p w14:paraId="5C301CCA" w14:textId="77777777" w:rsidR="0015328A" w:rsidRPr="00DC54C7" w:rsidRDefault="0015328A" w:rsidP="00E54669">
                  <w:pPr>
                    <w:rPr>
                      <w:rFonts w:eastAsia="SimSun"/>
                      <w:szCs w:val="22"/>
                    </w:rPr>
                  </w:pPr>
                </w:p>
              </w:tc>
              <w:tc>
                <w:tcPr>
                  <w:tcW w:w="793" w:type="dxa"/>
                  <w:tcBorders>
                    <w:top w:val="single" w:sz="4" w:space="0" w:color="auto"/>
                    <w:right w:val="single" w:sz="4" w:space="0" w:color="auto"/>
                  </w:tcBorders>
                </w:tcPr>
                <w:p w14:paraId="3CCD4860" w14:textId="77777777" w:rsidR="0015328A" w:rsidRPr="00DC54C7" w:rsidRDefault="0015328A" w:rsidP="00E54669">
                  <w:pPr>
                    <w:rPr>
                      <w:rFonts w:eastAsia="SimSun"/>
                      <w:szCs w:val="22"/>
                    </w:rPr>
                  </w:pPr>
                </w:p>
              </w:tc>
              <w:tc>
                <w:tcPr>
                  <w:tcW w:w="662" w:type="dxa"/>
                  <w:tcBorders>
                    <w:top w:val="single" w:sz="4" w:space="0" w:color="auto"/>
                    <w:left w:val="single" w:sz="4" w:space="0" w:color="auto"/>
                  </w:tcBorders>
                </w:tcPr>
                <w:p w14:paraId="2A5E604B" w14:textId="77777777" w:rsidR="0015328A" w:rsidRPr="00DC54C7" w:rsidRDefault="0015328A" w:rsidP="00E54669">
                  <w:pPr>
                    <w:rPr>
                      <w:rFonts w:eastAsia="SimSun"/>
                      <w:szCs w:val="22"/>
                    </w:rPr>
                  </w:pPr>
                </w:p>
              </w:tc>
              <w:tc>
                <w:tcPr>
                  <w:tcW w:w="662" w:type="dxa"/>
                  <w:tcBorders>
                    <w:top w:val="single" w:sz="4" w:space="0" w:color="auto"/>
                  </w:tcBorders>
                </w:tcPr>
                <w:p w14:paraId="01A0F9C9" w14:textId="77777777" w:rsidR="0015328A" w:rsidRPr="00DC54C7" w:rsidRDefault="0015328A" w:rsidP="00E54669">
                  <w:pPr>
                    <w:rPr>
                      <w:rFonts w:eastAsia="SimSun"/>
                      <w:szCs w:val="22"/>
                    </w:rPr>
                  </w:pPr>
                </w:p>
              </w:tc>
            </w:tr>
          </w:tbl>
          <w:p w14:paraId="3CF2AF36" w14:textId="77777777" w:rsidR="0015328A" w:rsidRPr="00DC54C7" w:rsidRDefault="0015328A" w:rsidP="00E54669">
            <w:pPr>
              <w:rPr>
                <w:rFonts w:eastAsia="SimSun"/>
                <w:szCs w:val="22"/>
              </w:rPr>
            </w:pPr>
          </w:p>
        </w:tc>
        <w:tc>
          <w:tcPr>
            <w:tcW w:w="2850" w:type="dxa"/>
          </w:tcPr>
          <w:p w14:paraId="453891D5"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57"/>
              <w:gridCol w:w="596"/>
              <w:gridCol w:w="610"/>
              <w:gridCol w:w="861"/>
            </w:tblGrid>
            <w:tr w:rsidR="0015328A" w:rsidRPr="00DC54C7" w14:paraId="2877BC70" w14:textId="77777777" w:rsidTr="00E54669">
              <w:tc>
                <w:tcPr>
                  <w:tcW w:w="572" w:type="dxa"/>
                  <w:tcBorders>
                    <w:top w:val="single" w:sz="4" w:space="0" w:color="auto"/>
                  </w:tcBorders>
                </w:tcPr>
                <w:p w14:paraId="263F670E" w14:textId="77777777" w:rsidR="0015328A" w:rsidRPr="00DC54C7" w:rsidRDefault="0015328A" w:rsidP="00E54669">
                  <w:pPr>
                    <w:rPr>
                      <w:rFonts w:eastAsia="SimSun"/>
                      <w:szCs w:val="22"/>
                    </w:rPr>
                  </w:pPr>
                </w:p>
              </w:tc>
              <w:tc>
                <w:tcPr>
                  <w:tcW w:w="613" w:type="dxa"/>
                  <w:tcBorders>
                    <w:top w:val="single" w:sz="4" w:space="0" w:color="auto"/>
                    <w:right w:val="single" w:sz="4" w:space="0" w:color="auto"/>
                  </w:tcBorders>
                </w:tcPr>
                <w:p w14:paraId="69615348" w14:textId="77777777" w:rsidR="0015328A" w:rsidRPr="00DC54C7" w:rsidRDefault="0015328A" w:rsidP="00E54669">
                  <w:pPr>
                    <w:rPr>
                      <w:rFonts w:eastAsia="SimSun"/>
                      <w:szCs w:val="22"/>
                    </w:rPr>
                  </w:pPr>
                </w:p>
              </w:tc>
              <w:tc>
                <w:tcPr>
                  <w:tcW w:w="613" w:type="dxa"/>
                  <w:tcBorders>
                    <w:top w:val="single" w:sz="4" w:space="0" w:color="auto"/>
                    <w:left w:val="single" w:sz="4" w:space="0" w:color="auto"/>
                  </w:tcBorders>
                </w:tcPr>
                <w:p w14:paraId="55C4F122" w14:textId="77777777" w:rsidR="0015328A" w:rsidRPr="00DC54C7" w:rsidRDefault="0015328A" w:rsidP="00E54669">
                  <w:pPr>
                    <w:jc w:val="right"/>
                    <w:rPr>
                      <w:rFonts w:eastAsia="SimSun"/>
                      <w:szCs w:val="22"/>
                    </w:rPr>
                  </w:pPr>
                  <w:r w:rsidRPr="00DC54C7">
                    <w:rPr>
                      <w:rFonts w:eastAsia="SimSun"/>
                      <w:szCs w:val="22"/>
                    </w:rPr>
                    <w:t>250</w:t>
                  </w:r>
                </w:p>
              </w:tc>
              <w:tc>
                <w:tcPr>
                  <w:tcW w:w="863" w:type="dxa"/>
                  <w:tcBorders>
                    <w:top w:val="single" w:sz="4" w:space="0" w:color="auto"/>
                  </w:tcBorders>
                </w:tcPr>
                <w:p w14:paraId="7F63887A"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3FA605EC" w14:textId="77777777" w:rsidTr="00E54669">
              <w:tc>
                <w:tcPr>
                  <w:tcW w:w="572" w:type="dxa"/>
                  <w:tcBorders>
                    <w:bottom w:val="single" w:sz="4" w:space="0" w:color="auto"/>
                  </w:tcBorders>
                </w:tcPr>
                <w:p w14:paraId="1484E1F1" w14:textId="77777777" w:rsidR="0015328A" w:rsidRPr="00DC54C7" w:rsidRDefault="0015328A" w:rsidP="00E54669">
                  <w:pPr>
                    <w:rPr>
                      <w:rFonts w:eastAsia="SimSun"/>
                      <w:szCs w:val="22"/>
                    </w:rPr>
                  </w:pPr>
                </w:p>
              </w:tc>
              <w:tc>
                <w:tcPr>
                  <w:tcW w:w="613" w:type="dxa"/>
                  <w:tcBorders>
                    <w:bottom w:val="single" w:sz="4" w:space="0" w:color="auto"/>
                    <w:right w:val="single" w:sz="4" w:space="0" w:color="auto"/>
                  </w:tcBorders>
                </w:tcPr>
                <w:p w14:paraId="48DC9871" w14:textId="77777777" w:rsidR="0015328A" w:rsidRPr="00DC54C7" w:rsidRDefault="0015328A" w:rsidP="00E54669">
                  <w:pPr>
                    <w:rPr>
                      <w:rFonts w:eastAsia="SimSun"/>
                      <w:szCs w:val="22"/>
                    </w:rPr>
                  </w:pPr>
                </w:p>
              </w:tc>
              <w:tc>
                <w:tcPr>
                  <w:tcW w:w="613" w:type="dxa"/>
                  <w:tcBorders>
                    <w:left w:val="single" w:sz="4" w:space="0" w:color="auto"/>
                    <w:bottom w:val="single" w:sz="4" w:space="0" w:color="auto"/>
                  </w:tcBorders>
                </w:tcPr>
                <w:p w14:paraId="51D1023D" w14:textId="77777777" w:rsidR="0015328A" w:rsidRPr="00DC54C7" w:rsidRDefault="0015328A" w:rsidP="00E54669">
                  <w:pPr>
                    <w:jc w:val="right"/>
                    <w:rPr>
                      <w:rFonts w:eastAsia="SimSun"/>
                      <w:szCs w:val="22"/>
                    </w:rPr>
                  </w:pPr>
                </w:p>
              </w:tc>
              <w:tc>
                <w:tcPr>
                  <w:tcW w:w="863" w:type="dxa"/>
                  <w:tcBorders>
                    <w:bottom w:val="single" w:sz="4" w:space="0" w:color="auto"/>
                  </w:tcBorders>
                </w:tcPr>
                <w:p w14:paraId="5A4FBA2C" w14:textId="77777777" w:rsidR="0015328A" w:rsidRPr="00DC54C7" w:rsidRDefault="0015328A" w:rsidP="00E54669">
                  <w:pPr>
                    <w:rPr>
                      <w:rFonts w:eastAsia="SimSun"/>
                      <w:szCs w:val="22"/>
                    </w:rPr>
                  </w:pPr>
                </w:p>
              </w:tc>
            </w:tr>
            <w:tr w:rsidR="0015328A" w:rsidRPr="00DC54C7" w14:paraId="4C75C4B9" w14:textId="77777777" w:rsidTr="00E54669">
              <w:tc>
                <w:tcPr>
                  <w:tcW w:w="572" w:type="dxa"/>
                  <w:tcBorders>
                    <w:top w:val="single" w:sz="4" w:space="0" w:color="auto"/>
                  </w:tcBorders>
                </w:tcPr>
                <w:p w14:paraId="5F3E03B4" w14:textId="77777777" w:rsidR="0015328A" w:rsidRPr="00DC54C7" w:rsidRDefault="0015328A" w:rsidP="00E54669">
                  <w:pPr>
                    <w:rPr>
                      <w:rFonts w:eastAsia="SimSun"/>
                      <w:szCs w:val="22"/>
                    </w:rPr>
                  </w:pPr>
                </w:p>
              </w:tc>
              <w:tc>
                <w:tcPr>
                  <w:tcW w:w="613" w:type="dxa"/>
                  <w:tcBorders>
                    <w:top w:val="single" w:sz="4" w:space="0" w:color="auto"/>
                    <w:right w:val="single" w:sz="4" w:space="0" w:color="auto"/>
                  </w:tcBorders>
                </w:tcPr>
                <w:p w14:paraId="6920E97A" w14:textId="77777777" w:rsidR="0015328A" w:rsidRPr="00DC54C7" w:rsidRDefault="0015328A" w:rsidP="00E54669">
                  <w:pPr>
                    <w:rPr>
                      <w:rFonts w:eastAsia="SimSun"/>
                      <w:szCs w:val="22"/>
                    </w:rPr>
                  </w:pPr>
                </w:p>
              </w:tc>
              <w:tc>
                <w:tcPr>
                  <w:tcW w:w="613" w:type="dxa"/>
                  <w:tcBorders>
                    <w:top w:val="single" w:sz="4" w:space="0" w:color="auto"/>
                    <w:left w:val="single" w:sz="4" w:space="0" w:color="auto"/>
                  </w:tcBorders>
                </w:tcPr>
                <w:p w14:paraId="2EA9EC66" w14:textId="77777777" w:rsidR="0015328A" w:rsidRPr="00DC54C7" w:rsidRDefault="0015328A" w:rsidP="00E54669">
                  <w:pPr>
                    <w:jc w:val="right"/>
                    <w:rPr>
                      <w:rFonts w:eastAsia="SimSun"/>
                      <w:szCs w:val="22"/>
                    </w:rPr>
                  </w:pPr>
                </w:p>
              </w:tc>
              <w:tc>
                <w:tcPr>
                  <w:tcW w:w="863" w:type="dxa"/>
                  <w:tcBorders>
                    <w:top w:val="single" w:sz="4" w:space="0" w:color="auto"/>
                  </w:tcBorders>
                </w:tcPr>
                <w:p w14:paraId="47DEE14B" w14:textId="77777777" w:rsidR="0015328A" w:rsidRPr="00DC54C7" w:rsidRDefault="0015328A" w:rsidP="00E54669">
                  <w:pPr>
                    <w:rPr>
                      <w:rFonts w:eastAsia="SimSun"/>
                      <w:szCs w:val="22"/>
                    </w:rPr>
                  </w:pPr>
                </w:p>
              </w:tc>
            </w:tr>
          </w:tbl>
          <w:p w14:paraId="5D08DC2D" w14:textId="77777777" w:rsidR="0015328A" w:rsidRPr="00DC54C7" w:rsidRDefault="0015328A" w:rsidP="00E54669">
            <w:pPr>
              <w:rPr>
                <w:rFonts w:eastAsia="SimSun"/>
                <w:szCs w:val="22"/>
              </w:rPr>
            </w:pPr>
          </w:p>
          <w:p w14:paraId="37F38490"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Dividend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60"/>
              <w:gridCol w:w="600"/>
              <w:gridCol w:w="603"/>
              <w:gridCol w:w="861"/>
            </w:tblGrid>
            <w:tr w:rsidR="0015328A" w:rsidRPr="00DC54C7" w14:paraId="717FE3F9" w14:textId="77777777" w:rsidTr="00E54669">
              <w:tc>
                <w:tcPr>
                  <w:tcW w:w="572" w:type="dxa"/>
                  <w:tcBorders>
                    <w:top w:val="single" w:sz="4" w:space="0" w:color="auto"/>
                  </w:tcBorders>
                </w:tcPr>
                <w:p w14:paraId="14315677" w14:textId="77777777" w:rsidR="0015328A" w:rsidRPr="00DC54C7" w:rsidRDefault="0015328A" w:rsidP="00E54669">
                  <w:pPr>
                    <w:rPr>
                      <w:rFonts w:eastAsia="SimSun"/>
                      <w:szCs w:val="22"/>
                    </w:rPr>
                  </w:pPr>
                </w:p>
              </w:tc>
              <w:tc>
                <w:tcPr>
                  <w:tcW w:w="613" w:type="dxa"/>
                  <w:tcBorders>
                    <w:top w:val="single" w:sz="4" w:space="0" w:color="auto"/>
                    <w:right w:val="single" w:sz="4" w:space="0" w:color="auto"/>
                  </w:tcBorders>
                </w:tcPr>
                <w:p w14:paraId="43CED804" w14:textId="77777777" w:rsidR="0015328A" w:rsidRPr="00DC54C7" w:rsidRDefault="0015328A" w:rsidP="00E54669">
                  <w:pPr>
                    <w:rPr>
                      <w:rFonts w:eastAsia="SimSun"/>
                      <w:szCs w:val="22"/>
                    </w:rPr>
                  </w:pPr>
                </w:p>
              </w:tc>
              <w:tc>
                <w:tcPr>
                  <w:tcW w:w="613" w:type="dxa"/>
                  <w:tcBorders>
                    <w:top w:val="single" w:sz="4" w:space="0" w:color="auto"/>
                    <w:left w:val="single" w:sz="4" w:space="0" w:color="auto"/>
                  </w:tcBorders>
                </w:tcPr>
                <w:p w14:paraId="7141E18C" w14:textId="77777777" w:rsidR="0015328A" w:rsidRPr="00DC54C7" w:rsidRDefault="0015328A" w:rsidP="00E54669">
                  <w:pPr>
                    <w:jc w:val="right"/>
                    <w:rPr>
                      <w:rFonts w:eastAsia="SimSun"/>
                      <w:szCs w:val="22"/>
                    </w:rPr>
                  </w:pPr>
                  <w:r w:rsidRPr="00DC54C7">
                    <w:rPr>
                      <w:rFonts w:eastAsia="SimSun"/>
                      <w:szCs w:val="22"/>
                    </w:rPr>
                    <w:t>0</w:t>
                  </w:r>
                </w:p>
              </w:tc>
              <w:tc>
                <w:tcPr>
                  <w:tcW w:w="863" w:type="dxa"/>
                  <w:tcBorders>
                    <w:top w:val="single" w:sz="4" w:space="0" w:color="auto"/>
                  </w:tcBorders>
                </w:tcPr>
                <w:p w14:paraId="0776BEBC"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0D176FF7" w14:textId="77777777" w:rsidTr="00E54669">
              <w:tc>
                <w:tcPr>
                  <w:tcW w:w="572" w:type="dxa"/>
                  <w:tcBorders>
                    <w:bottom w:val="single" w:sz="4" w:space="0" w:color="auto"/>
                  </w:tcBorders>
                </w:tcPr>
                <w:p w14:paraId="5259B1B4" w14:textId="77777777" w:rsidR="0015328A" w:rsidRPr="00DC54C7" w:rsidRDefault="0015328A" w:rsidP="00E54669">
                  <w:pPr>
                    <w:rPr>
                      <w:rFonts w:eastAsia="SimSun"/>
                      <w:szCs w:val="22"/>
                    </w:rPr>
                  </w:pPr>
                </w:p>
              </w:tc>
              <w:tc>
                <w:tcPr>
                  <w:tcW w:w="613" w:type="dxa"/>
                  <w:tcBorders>
                    <w:bottom w:val="single" w:sz="4" w:space="0" w:color="auto"/>
                    <w:right w:val="single" w:sz="4" w:space="0" w:color="auto"/>
                  </w:tcBorders>
                </w:tcPr>
                <w:p w14:paraId="5603361C" w14:textId="77777777" w:rsidR="0015328A" w:rsidRPr="00DC54C7" w:rsidRDefault="0015328A" w:rsidP="00E54669">
                  <w:pPr>
                    <w:rPr>
                      <w:rFonts w:eastAsia="SimSun"/>
                      <w:szCs w:val="22"/>
                    </w:rPr>
                  </w:pPr>
                </w:p>
              </w:tc>
              <w:tc>
                <w:tcPr>
                  <w:tcW w:w="613" w:type="dxa"/>
                  <w:tcBorders>
                    <w:left w:val="single" w:sz="4" w:space="0" w:color="auto"/>
                    <w:bottom w:val="single" w:sz="4" w:space="0" w:color="auto"/>
                  </w:tcBorders>
                </w:tcPr>
                <w:p w14:paraId="543FA357" w14:textId="77777777" w:rsidR="0015328A" w:rsidRPr="00DC54C7" w:rsidRDefault="0015328A" w:rsidP="00E54669">
                  <w:pPr>
                    <w:jc w:val="right"/>
                    <w:rPr>
                      <w:rFonts w:eastAsia="SimSun"/>
                      <w:szCs w:val="22"/>
                    </w:rPr>
                  </w:pPr>
                </w:p>
              </w:tc>
              <w:tc>
                <w:tcPr>
                  <w:tcW w:w="863" w:type="dxa"/>
                  <w:tcBorders>
                    <w:bottom w:val="single" w:sz="4" w:space="0" w:color="auto"/>
                  </w:tcBorders>
                </w:tcPr>
                <w:p w14:paraId="286A3246" w14:textId="77777777" w:rsidR="0015328A" w:rsidRPr="00DC54C7" w:rsidRDefault="0015328A" w:rsidP="00E54669">
                  <w:pPr>
                    <w:rPr>
                      <w:rFonts w:eastAsia="SimSun"/>
                      <w:szCs w:val="22"/>
                    </w:rPr>
                  </w:pPr>
                </w:p>
              </w:tc>
            </w:tr>
            <w:tr w:rsidR="0015328A" w:rsidRPr="00DC54C7" w14:paraId="4CACEE7F" w14:textId="77777777" w:rsidTr="00E54669">
              <w:tc>
                <w:tcPr>
                  <w:tcW w:w="572" w:type="dxa"/>
                  <w:tcBorders>
                    <w:top w:val="single" w:sz="4" w:space="0" w:color="auto"/>
                  </w:tcBorders>
                </w:tcPr>
                <w:p w14:paraId="572F039D" w14:textId="77777777" w:rsidR="0015328A" w:rsidRPr="00DC54C7" w:rsidRDefault="0015328A" w:rsidP="00E54669">
                  <w:pPr>
                    <w:rPr>
                      <w:rFonts w:eastAsia="SimSun"/>
                      <w:szCs w:val="22"/>
                    </w:rPr>
                  </w:pPr>
                </w:p>
              </w:tc>
              <w:tc>
                <w:tcPr>
                  <w:tcW w:w="613" w:type="dxa"/>
                  <w:tcBorders>
                    <w:top w:val="single" w:sz="4" w:space="0" w:color="auto"/>
                    <w:right w:val="single" w:sz="4" w:space="0" w:color="auto"/>
                  </w:tcBorders>
                </w:tcPr>
                <w:p w14:paraId="41AA704F" w14:textId="77777777" w:rsidR="0015328A" w:rsidRPr="00DC54C7" w:rsidRDefault="0015328A" w:rsidP="00E54669">
                  <w:pPr>
                    <w:rPr>
                      <w:rFonts w:eastAsia="SimSun"/>
                      <w:szCs w:val="22"/>
                    </w:rPr>
                  </w:pPr>
                </w:p>
              </w:tc>
              <w:tc>
                <w:tcPr>
                  <w:tcW w:w="613" w:type="dxa"/>
                  <w:tcBorders>
                    <w:top w:val="single" w:sz="4" w:space="0" w:color="auto"/>
                    <w:left w:val="single" w:sz="4" w:space="0" w:color="auto"/>
                  </w:tcBorders>
                </w:tcPr>
                <w:p w14:paraId="42A34B1C" w14:textId="77777777" w:rsidR="0015328A" w:rsidRPr="00DC54C7" w:rsidRDefault="0015328A" w:rsidP="00E54669">
                  <w:pPr>
                    <w:jc w:val="right"/>
                    <w:rPr>
                      <w:rFonts w:eastAsia="SimSun"/>
                      <w:szCs w:val="22"/>
                    </w:rPr>
                  </w:pPr>
                </w:p>
              </w:tc>
              <w:tc>
                <w:tcPr>
                  <w:tcW w:w="863" w:type="dxa"/>
                  <w:tcBorders>
                    <w:top w:val="single" w:sz="4" w:space="0" w:color="auto"/>
                  </w:tcBorders>
                </w:tcPr>
                <w:p w14:paraId="0D8544CC" w14:textId="77777777" w:rsidR="0015328A" w:rsidRPr="00DC54C7" w:rsidRDefault="0015328A" w:rsidP="00E54669">
                  <w:pPr>
                    <w:rPr>
                      <w:rFonts w:eastAsia="SimSun"/>
                      <w:szCs w:val="22"/>
                    </w:rPr>
                  </w:pPr>
                </w:p>
              </w:tc>
            </w:tr>
          </w:tbl>
          <w:p w14:paraId="2146544E" w14:textId="77777777" w:rsidR="0015328A" w:rsidRPr="00DC54C7" w:rsidRDefault="0015328A" w:rsidP="00E54669">
            <w:pPr>
              <w:rPr>
                <w:rFonts w:eastAsia="SimSun"/>
                <w:szCs w:val="22"/>
              </w:rPr>
            </w:pPr>
          </w:p>
          <w:p w14:paraId="221D09D5"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Unearned Revenue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54"/>
              <w:gridCol w:w="677"/>
              <w:gridCol w:w="677"/>
              <w:gridCol w:w="809"/>
            </w:tblGrid>
            <w:tr w:rsidR="0015328A" w:rsidRPr="00DC54C7" w14:paraId="7115F817" w14:textId="77777777" w:rsidTr="00E54669">
              <w:tc>
                <w:tcPr>
                  <w:tcW w:w="454" w:type="dxa"/>
                  <w:tcBorders>
                    <w:top w:val="single" w:sz="4" w:space="0" w:color="auto"/>
                  </w:tcBorders>
                </w:tcPr>
                <w:p w14:paraId="4F0EED85" w14:textId="77777777" w:rsidR="0015328A" w:rsidRPr="00DC54C7" w:rsidRDefault="0015328A" w:rsidP="00E54669">
                  <w:pPr>
                    <w:rPr>
                      <w:rFonts w:eastAsia="SimSun"/>
                      <w:szCs w:val="22"/>
                    </w:rPr>
                  </w:pPr>
                </w:p>
              </w:tc>
              <w:tc>
                <w:tcPr>
                  <w:tcW w:w="677" w:type="dxa"/>
                  <w:tcBorders>
                    <w:top w:val="single" w:sz="4" w:space="0" w:color="auto"/>
                    <w:right w:val="single" w:sz="4" w:space="0" w:color="auto"/>
                  </w:tcBorders>
                </w:tcPr>
                <w:p w14:paraId="0ABAE98D" w14:textId="77777777" w:rsidR="0015328A" w:rsidRPr="00DC54C7" w:rsidRDefault="0015328A" w:rsidP="00E54669">
                  <w:pPr>
                    <w:jc w:val="right"/>
                    <w:rPr>
                      <w:rFonts w:eastAsia="SimSun"/>
                      <w:szCs w:val="22"/>
                    </w:rPr>
                  </w:pPr>
                </w:p>
              </w:tc>
              <w:tc>
                <w:tcPr>
                  <w:tcW w:w="677" w:type="dxa"/>
                  <w:tcBorders>
                    <w:top w:val="single" w:sz="4" w:space="0" w:color="auto"/>
                    <w:left w:val="single" w:sz="4" w:space="0" w:color="auto"/>
                  </w:tcBorders>
                </w:tcPr>
                <w:p w14:paraId="3F9E7EB8" w14:textId="77777777" w:rsidR="0015328A" w:rsidRPr="00DC54C7" w:rsidRDefault="0015328A" w:rsidP="00E54669">
                  <w:pPr>
                    <w:jc w:val="right"/>
                    <w:rPr>
                      <w:rFonts w:eastAsia="SimSun"/>
                      <w:szCs w:val="22"/>
                    </w:rPr>
                  </w:pPr>
                  <w:r w:rsidRPr="00DC54C7">
                    <w:rPr>
                      <w:rFonts w:eastAsia="SimSun"/>
                      <w:szCs w:val="22"/>
                    </w:rPr>
                    <w:t>500</w:t>
                  </w:r>
                </w:p>
              </w:tc>
              <w:tc>
                <w:tcPr>
                  <w:tcW w:w="784" w:type="dxa"/>
                  <w:tcBorders>
                    <w:top w:val="single" w:sz="4" w:space="0" w:color="auto"/>
                  </w:tcBorders>
                </w:tcPr>
                <w:p w14:paraId="3E703109"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14AB6209" w14:textId="77777777" w:rsidTr="00E54669">
              <w:tc>
                <w:tcPr>
                  <w:tcW w:w="454" w:type="dxa"/>
                  <w:tcBorders>
                    <w:bottom w:val="single" w:sz="4" w:space="0" w:color="auto"/>
                  </w:tcBorders>
                </w:tcPr>
                <w:p w14:paraId="72DB71AE" w14:textId="77777777" w:rsidR="0015328A" w:rsidRPr="00DC54C7" w:rsidRDefault="0015328A" w:rsidP="00E54669">
                  <w:pPr>
                    <w:rPr>
                      <w:rFonts w:eastAsia="SimSun"/>
                      <w:szCs w:val="22"/>
                    </w:rPr>
                  </w:pPr>
                </w:p>
              </w:tc>
              <w:tc>
                <w:tcPr>
                  <w:tcW w:w="677" w:type="dxa"/>
                  <w:tcBorders>
                    <w:bottom w:val="single" w:sz="4" w:space="0" w:color="auto"/>
                    <w:right w:val="single" w:sz="4" w:space="0" w:color="auto"/>
                  </w:tcBorders>
                </w:tcPr>
                <w:p w14:paraId="67A50CA1" w14:textId="77777777" w:rsidR="0015328A" w:rsidRPr="00DC54C7" w:rsidRDefault="0015328A" w:rsidP="00E54669">
                  <w:pPr>
                    <w:jc w:val="right"/>
                    <w:rPr>
                      <w:rFonts w:eastAsia="SimSun"/>
                      <w:szCs w:val="22"/>
                    </w:rPr>
                  </w:pPr>
                </w:p>
              </w:tc>
              <w:tc>
                <w:tcPr>
                  <w:tcW w:w="677" w:type="dxa"/>
                  <w:tcBorders>
                    <w:left w:val="single" w:sz="4" w:space="0" w:color="auto"/>
                    <w:bottom w:val="single" w:sz="4" w:space="0" w:color="auto"/>
                  </w:tcBorders>
                </w:tcPr>
                <w:p w14:paraId="41E27666" w14:textId="77777777" w:rsidR="0015328A" w:rsidRPr="00DC54C7" w:rsidRDefault="0015328A" w:rsidP="00E54669">
                  <w:pPr>
                    <w:rPr>
                      <w:rFonts w:eastAsia="SimSun"/>
                      <w:szCs w:val="22"/>
                    </w:rPr>
                  </w:pPr>
                </w:p>
              </w:tc>
              <w:tc>
                <w:tcPr>
                  <w:tcW w:w="784" w:type="dxa"/>
                  <w:tcBorders>
                    <w:bottom w:val="single" w:sz="4" w:space="0" w:color="auto"/>
                  </w:tcBorders>
                </w:tcPr>
                <w:p w14:paraId="27E4EED6" w14:textId="77777777" w:rsidR="0015328A" w:rsidRPr="00DC54C7" w:rsidRDefault="0015328A" w:rsidP="00E54669">
                  <w:pPr>
                    <w:rPr>
                      <w:rFonts w:eastAsia="SimSun"/>
                      <w:szCs w:val="22"/>
                    </w:rPr>
                  </w:pPr>
                </w:p>
              </w:tc>
            </w:tr>
            <w:tr w:rsidR="0015328A" w:rsidRPr="00DC54C7" w14:paraId="365A4963" w14:textId="77777777" w:rsidTr="00E54669">
              <w:tc>
                <w:tcPr>
                  <w:tcW w:w="454" w:type="dxa"/>
                  <w:tcBorders>
                    <w:top w:val="single" w:sz="4" w:space="0" w:color="auto"/>
                  </w:tcBorders>
                </w:tcPr>
                <w:p w14:paraId="0DDCA207" w14:textId="77777777" w:rsidR="0015328A" w:rsidRPr="00DC54C7" w:rsidRDefault="0015328A" w:rsidP="00E54669">
                  <w:pPr>
                    <w:rPr>
                      <w:rFonts w:eastAsia="SimSun"/>
                      <w:szCs w:val="22"/>
                    </w:rPr>
                  </w:pPr>
                </w:p>
              </w:tc>
              <w:tc>
                <w:tcPr>
                  <w:tcW w:w="677" w:type="dxa"/>
                  <w:tcBorders>
                    <w:top w:val="single" w:sz="4" w:space="0" w:color="auto"/>
                    <w:right w:val="single" w:sz="4" w:space="0" w:color="auto"/>
                  </w:tcBorders>
                </w:tcPr>
                <w:p w14:paraId="6440A734" w14:textId="77777777" w:rsidR="0015328A" w:rsidRPr="00DC54C7" w:rsidRDefault="0015328A" w:rsidP="00E54669">
                  <w:pPr>
                    <w:rPr>
                      <w:rFonts w:eastAsia="SimSun"/>
                      <w:szCs w:val="22"/>
                    </w:rPr>
                  </w:pPr>
                </w:p>
              </w:tc>
              <w:tc>
                <w:tcPr>
                  <w:tcW w:w="677" w:type="dxa"/>
                  <w:tcBorders>
                    <w:top w:val="single" w:sz="4" w:space="0" w:color="auto"/>
                    <w:left w:val="single" w:sz="4" w:space="0" w:color="auto"/>
                  </w:tcBorders>
                </w:tcPr>
                <w:p w14:paraId="1F5B6CBB" w14:textId="77777777" w:rsidR="0015328A" w:rsidRPr="00DC54C7" w:rsidRDefault="0015328A" w:rsidP="00E54669">
                  <w:pPr>
                    <w:jc w:val="right"/>
                    <w:rPr>
                      <w:rFonts w:eastAsia="SimSun"/>
                      <w:szCs w:val="22"/>
                    </w:rPr>
                  </w:pPr>
                </w:p>
              </w:tc>
              <w:tc>
                <w:tcPr>
                  <w:tcW w:w="784" w:type="dxa"/>
                  <w:tcBorders>
                    <w:top w:val="single" w:sz="4" w:space="0" w:color="auto"/>
                  </w:tcBorders>
                </w:tcPr>
                <w:p w14:paraId="1166F88F" w14:textId="77777777" w:rsidR="0015328A" w:rsidRPr="00DC54C7" w:rsidRDefault="0015328A" w:rsidP="00E54669">
                  <w:pPr>
                    <w:rPr>
                      <w:rFonts w:eastAsia="SimSun"/>
                      <w:szCs w:val="22"/>
                    </w:rPr>
                  </w:pPr>
                </w:p>
              </w:tc>
            </w:tr>
          </w:tbl>
          <w:p w14:paraId="40BE20B9" w14:textId="77777777" w:rsidR="0015328A" w:rsidRPr="00DC54C7" w:rsidRDefault="0015328A" w:rsidP="00E54669">
            <w:pPr>
              <w:rPr>
                <w:rFonts w:eastAsia="SimSun"/>
                <w:szCs w:val="22"/>
              </w:rPr>
            </w:pPr>
          </w:p>
          <w:p w14:paraId="58FA372A"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Notes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73"/>
              <w:gridCol w:w="473"/>
              <w:gridCol w:w="821"/>
              <w:gridCol w:w="857"/>
            </w:tblGrid>
            <w:tr w:rsidR="0015328A" w:rsidRPr="00DC54C7" w14:paraId="469D46D7" w14:textId="77777777" w:rsidTr="00E54669">
              <w:tc>
                <w:tcPr>
                  <w:tcW w:w="502" w:type="dxa"/>
                  <w:tcBorders>
                    <w:top w:val="single" w:sz="4" w:space="0" w:color="auto"/>
                    <w:bottom w:val="single" w:sz="4" w:space="0" w:color="auto"/>
                  </w:tcBorders>
                </w:tcPr>
                <w:p w14:paraId="12233DEC" w14:textId="77777777" w:rsidR="0015328A" w:rsidRPr="00DC54C7" w:rsidRDefault="0015328A" w:rsidP="00E54669">
                  <w:pPr>
                    <w:rPr>
                      <w:rFonts w:eastAsia="SimSun"/>
                      <w:szCs w:val="22"/>
                    </w:rPr>
                  </w:pPr>
                </w:p>
              </w:tc>
              <w:tc>
                <w:tcPr>
                  <w:tcW w:w="502" w:type="dxa"/>
                  <w:tcBorders>
                    <w:top w:val="single" w:sz="4" w:space="0" w:color="auto"/>
                    <w:bottom w:val="single" w:sz="4" w:space="0" w:color="auto"/>
                    <w:right w:val="single" w:sz="4" w:space="0" w:color="auto"/>
                  </w:tcBorders>
                </w:tcPr>
                <w:p w14:paraId="6D0B3D48" w14:textId="77777777" w:rsidR="0015328A" w:rsidRPr="00DC54C7" w:rsidRDefault="0015328A" w:rsidP="00E54669">
                  <w:pPr>
                    <w:rPr>
                      <w:rFonts w:eastAsia="SimSun"/>
                      <w:szCs w:val="22"/>
                    </w:rPr>
                  </w:pPr>
                </w:p>
              </w:tc>
              <w:tc>
                <w:tcPr>
                  <w:tcW w:w="794" w:type="dxa"/>
                  <w:tcBorders>
                    <w:top w:val="single" w:sz="4" w:space="0" w:color="auto"/>
                    <w:left w:val="single" w:sz="4" w:space="0" w:color="auto"/>
                    <w:bottom w:val="single" w:sz="4" w:space="0" w:color="auto"/>
                  </w:tcBorders>
                </w:tcPr>
                <w:p w14:paraId="633AD5FC" w14:textId="77777777" w:rsidR="0015328A" w:rsidRPr="00DC54C7" w:rsidRDefault="0015328A" w:rsidP="00E54669">
                  <w:pPr>
                    <w:jc w:val="right"/>
                    <w:rPr>
                      <w:rFonts w:eastAsia="SimSun"/>
                      <w:szCs w:val="22"/>
                    </w:rPr>
                  </w:pPr>
                  <w:r w:rsidRPr="00DC54C7">
                    <w:rPr>
                      <w:rFonts w:eastAsia="SimSun"/>
                      <w:szCs w:val="22"/>
                    </w:rPr>
                    <w:t>30,000</w:t>
                  </w:r>
                </w:p>
              </w:tc>
              <w:tc>
                <w:tcPr>
                  <w:tcW w:w="863" w:type="dxa"/>
                  <w:tcBorders>
                    <w:top w:val="single" w:sz="4" w:space="0" w:color="auto"/>
                    <w:bottom w:val="single" w:sz="4" w:space="0" w:color="auto"/>
                  </w:tcBorders>
                </w:tcPr>
                <w:p w14:paraId="633014DD"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23F65E33" w14:textId="77777777" w:rsidTr="00E54669">
              <w:tc>
                <w:tcPr>
                  <w:tcW w:w="502" w:type="dxa"/>
                  <w:tcBorders>
                    <w:top w:val="single" w:sz="4" w:space="0" w:color="auto"/>
                  </w:tcBorders>
                </w:tcPr>
                <w:p w14:paraId="1AB376CE" w14:textId="77777777" w:rsidR="0015328A" w:rsidRPr="00DC54C7" w:rsidRDefault="0015328A" w:rsidP="00E54669">
                  <w:pPr>
                    <w:rPr>
                      <w:rFonts w:eastAsia="SimSun"/>
                      <w:szCs w:val="22"/>
                    </w:rPr>
                  </w:pPr>
                </w:p>
              </w:tc>
              <w:tc>
                <w:tcPr>
                  <w:tcW w:w="502" w:type="dxa"/>
                  <w:tcBorders>
                    <w:top w:val="single" w:sz="4" w:space="0" w:color="auto"/>
                    <w:right w:val="single" w:sz="4" w:space="0" w:color="auto"/>
                  </w:tcBorders>
                </w:tcPr>
                <w:p w14:paraId="71E1885C" w14:textId="77777777" w:rsidR="0015328A" w:rsidRPr="00DC54C7" w:rsidRDefault="0015328A" w:rsidP="00E54669">
                  <w:pPr>
                    <w:rPr>
                      <w:rFonts w:eastAsia="SimSun"/>
                      <w:szCs w:val="22"/>
                    </w:rPr>
                  </w:pPr>
                </w:p>
              </w:tc>
              <w:tc>
                <w:tcPr>
                  <w:tcW w:w="794" w:type="dxa"/>
                  <w:tcBorders>
                    <w:top w:val="single" w:sz="4" w:space="0" w:color="auto"/>
                    <w:left w:val="single" w:sz="4" w:space="0" w:color="auto"/>
                  </w:tcBorders>
                </w:tcPr>
                <w:p w14:paraId="74393538" w14:textId="77777777" w:rsidR="0015328A" w:rsidRPr="00DC54C7" w:rsidRDefault="0015328A" w:rsidP="00E54669">
                  <w:pPr>
                    <w:jc w:val="right"/>
                    <w:rPr>
                      <w:rFonts w:eastAsia="SimSun"/>
                      <w:szCs w:val="22"/>
                    </w:rPr>
                  </w:pPr>
                </w:p>
              </w:tc>
              <w:tc>
                <w:tcPr>
                  <w:tcW w:w="863" w:type="dxa"/>
                  <w:tcBorders>
                    <w:top w:val="single" w:sz="4" w:space="0" w:color="auto"/>
                  </w:tcBorders>
                </w:tcPr>
                <w:p w14:paraId="51BB92AA" w14:textId="77777777" w:rsidR="0015328A" w:rsidRPr="00DC54C7" w:rsidRDefault="0015328A" w:rsidP="00E54669">
                  <w:pPr>
                    <w:rPr>
                      <w:rFonts w:eastAsia="SimSun"/>
                      <w:szCs w:val="22"/>
                    </w:rPr>
                  </w:pPr>
                </w:p>
              </w:tc>
            </w:tr>
          </w:tbl>
          <w:p w14:paraId="3D888738" w14:textId="77777777" w:rsidR="0015328A" w:rsidRPr="00DC54C7" w:rsidRDefault="0015328A" w:rsidP="00E54669">
            <w:pPr>
              <w:rPr>
                <w:rFonts w:eastAsia="SimSun"/>
                <w:szCs w:val="22"/>
              </w:rPr>
            </w:pPr>
          </w:p>
          <w:p w14:paraId="39B84E21"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Interest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54"/>
              <w:gridCol w:w="677"/>
              <w:gridCol w:w="677"/>
              <w:gridCol w:w="809"/>
            </w:tblGrid>
            <w:tr w:rsidR="0015328A" w:rsidRPr="00DC54C7" w14:paraId="684BE33B" w14:textId="77777777" w:rsidTr="00E54669">
              <w:tc>
                <w:tcPr>
                  <w:tcW w:w="454" w:type="dxa"/>
                  <w:tcBorders>
                    <w:top w:val="single" w:sz="4" w:space="0" w:color="auto"/>
                  </w:tcBorders>
                </w:tcPr>
                <w:p w14:paraId="6E9A1935" w14:textId="77777777" w:rsidR="0015328A" w:rsidRPr="00DC54C7" w:rsidRDefault="0015328A" w:rsidP="00E54669">
                  <w:pPr>
                    <w:rPr>
                      <w:rFonts w:eastAsia="SimSun"/>
                      <w:szCs w:val="22"/>
                    </w:rPr>
                  </w:pPr>
                </w:p>
              </w:tc>
              <w:tc>
                <w:tcPr>
                  <w:tcW w:w="677" w:type="dxa"/>
                  <w:tcBorders>
                    <w:top w:val="single" w:sz="4" w:space="0" w:color="auto"/>
                    <w:right w:val="single" w:sz="4" w:space="0" w:color="auto"/>
                  </w:tcBorders>
                </w:tcPr>
                <w:p w14:paraId="28C60290" w14:textId="77777777" w:rsidR="0015328A" w:rsidRPr="00DC54C7" w:rsidRDefault="0015328A" w:rsidP="00E54669">
                  <w:pPr>
                    <w:jc w:val="right"/>
                    <w:rPr>
                      <w:rFonts w:eastAsia="SimSun"/>
                      <w:szCs w:val="22"/>
                    </w:rPr>
                  </w:pPr>
                </w:p>
              </w:tc>
              <w:tc>
                <w:tcPr>
                  <w:tcW w:w="677" w:type="dxa"/>
                  <w:tcBorders>
                    <w:top w:val="single" w:sz="4" w:space="0" w:color="auto"/>
                    <w:left w:val="single" w:sz="4" w:space="0" w:color="auto"/>
                  </w:tcBorders>
                </w:tcPr>
                <w:p w14:paraId="4F5D0EFA" w14:textId="77777777" w:rsidR="0015328A" w:rsidRPr="00DC54C7" w:rsidRDefault="0015328A" w:rsidP="00E54669">
                  <w:pPr>
                    <w:jc w:val="right"/>
                    <w:rPr>
                      <w:rFonts w:eastAsia="SimSun"/>
                      <w:szCs w:val="22"/>
                    </w:rPr>
                  </w:pPr>
                  <w:r w:rsidRPr="00DC54C7">
                    <w:rPr>
                      <w:rFonts w:eastAsia="SimSun"/>
                      <w:szCs w:val="22"/>
                    </w:rPr>
                    <w:t>0</w:t>
                  </w:r>
                </w:p>
              </w:tc>
              <w:tc>
                <w:tcPr>
                  <w:tcW w:w="784" w:type="dxa"/>
                  <w:tcBorders>
                    <w:top w:val="single" w:sz="4" w:space="0" w:color="auto"/>
                  </w:tcBorders>
                </w:tcPr>
                <w:p w14:paraId="40145D4B"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69EB4B42" w14:textId="77777777" w:rsidTr="00E54669">
              <w:tc>
                <w:tcPr>
                  <w:tcW w:w="454" w:type="dxa"/>
                  <w:tcBorders>
                    <w:bottom w:val="single" w:sz="4" w:space="0" w:color="auto"/>
                  </w:tcBorders>
                </w:tcPr>
                <w:p w14:paraId="4259383C" w14:textId="77777777" w:rsidR="0015328A" w:rsidRPr="00DC54C7" w:rsidRDefault="0015328A" w:rsidP="00E54669">
                  <w:pPr>
                    <w:rPr>
                      <w:rFonts w:eastAsia="SimSun"/>
                      <w:szCs w:val="22"/>
                    </w:rPr>
                  </w:pPr>
                </w:p>
              </w:tc>
              <w:tc>
                <w:tcPr>
                  <w:tcW w:w="677" w:type="dxa"/>
                  <w:tcBorders>
                    <w:bottom w:val="single" w:sz="4" w:space="0" w:color="auto"/>
                    <w:right w:val="single" w:sz="4" w:space="0" w:color="auto"/>
                  </w:tcBorders>
                </w:tcPr>
                <w:p w14:paraId="73CF1B8D" w14:textId="77777777" w:rsidR="0015328A" w:rsidRPr="00DC54C7" w:rsidRDefault="0015328A" w:rsidP="00E54669">
                  <w:pPr>
                    <w:jc w:val="right"/>
                    <w:rPr>
                      <w:rFonts w:eastAsia="SimSun"/>
                      <w:szCs w:val="22"/>
                    </w:rPr>
                  </w:pPr>
                </w:p>
              </w:tc>
              <w:tc>
                <w:tcPr>
                  <w:tcW w:w="677" w:type="dxa"/>
                  <w:tcBorders>
                    <w:left w:val="single" w:sz="4" w:space="0" w:color="auto"/>
                    <w:bottom w:val="single" w:sz="4" w:space="0" w:color="auto"/>
                  </w:tcBorders>
                </w:tcPr>
                <w:p w14:paraId="6B60F48B" w14:textId="77777777" w:rsidR="0015328A" w:rsidRPr="00DC54C7" w:rsidRDefault="0015328A" w:rsidP="00E54669">
                  <w:pPr>
                    <w:rPr>
                      <w:rFonts w:eastAsia="SimSun"/>
                      <w:szCs w:val="22"/>
                    </w:rPr>
                  </w:pPr>
                </w:p>
              </w:tc>
              <w:tc>
                <w:tcPr>
                  <w:tcW w:w="784" w:type="dxa"/>
                  <w:tcBorders>
                    <w:bottom w:val="single" w:sz="4" w:space="0" w:color="auto"/>
                  </w:tcBorders>
                </w:tcPr>
                <w:p w14:paraId="01927050" w14:textId="77777777" w:rsidR="0015328A" w:rsidRPr="00DC54C7" w:rsidRDefault="0015328A" w:rsidP="00E54669">
                  <w:pPr>
                    <w:rPr>
                      <w:rFonts w:eastAsia="SimSun"/>
                      <w:szCs w:val="22"/>
                    </w:rPr>
                  </w:pPr>
                </w:p>
              </w:tc>
            </w:tr>
            <w:tr w:rsidR="0015328A" w:rsidRPr="00DC54C7" w14:paraId="1991DAA8" w14:textId="77777777" w:rsidTr="00E54669">
              <w:tc>
                <w:tcPr>
                  <w:tcW w:w="454" w:type="dxa"/>
                  <w:tcBorders>
                    <w:top w:val="single" w:sz="4" w:space="0" w:color="auto"/>
                  </w:tcBorders>
                </w:tcPr>
                <w:p w14:paraId="02B3048A" w14:textId="77777777" w:rsidR="0015328A" w:rsidRPr="00DC54C7" w:rsidRDefault="0015328A" w:rsidP="00E54669">
                  <w:pPr>
                    <w:rPr>
                      <w:rFonts w:eastAsia="SimSun"/>
                      <w:szCs w:val="22"/>
                    </w:rPr>
                  </w:pPr>
                </w:p>
              </w:tc>
              <w:tc>
                <w:tcPr>
                  <w:tcW w:w="677" w:type="dxa"/>
                  <w:tcBorders>
                    <w:top w:val="single" w:sz="4" w:space="0" w:color="auto"/>
                    <w:right w:val="single" w:sz="4" w:space="0" w:color="auto"/>
                  </w:tcBorders>
                </w:tcPr>
                <w:p w14:paraId="28C1CDBE" w14:textId="77777777" w:rsidR="0015328A" w:rsidRPr="00DC54C7" w:rsidRDefault="0015328A" w:rsidP="00E54669">
                  <w:pPr>
                    <w:rPr>
                      <w:rFonts w:eastAsia="SimSun"/>
                      <w:szCs w:val="22"/>
                    </w:rPr>
                  </w:pPr>
                </w:p>
              </w:tc>
              <w:tc>
                <w:tcPr>
                  <w:tcW w:w="677" w:type="dxa"/>
                  <w:tcBorders>
                    <w:top w:val="single" w:sz="4" w:space="0" w:color="auto"/>
                    <w:left w:val="single" w:sz="4" w:space="0" w:color="auto"/>
                  </w:tcBorders>
                </w:tcPr>
                <w:p w14:paraId="2DFEC0ED" w14:textId="77777777" w:rsidR="0015328A" w:rsidRPr="00DC54C7" w:rsidRDefault="0015328A" w:rsidP="00E54669">
                  <w:pPr>
                    <w:jc w:val="right"/>
                    <w:rPr>
                      <w:rFonts w:eastAsia="SimSun"/>
                      <w:szCs w:val="22"/>
                    </w:rPr>
                  </w:pPr>
                </w:p>
              </w:tc>
              <w:tc>
                <w:tcPr>
                  <w:tcW w:w="784" w:type="dxa"/>
                  <w:tcBorders>
                    <w:top w:val="single" w:sz="4" w:space="0" w:color="auto"/>
                  </w:tcBorders>
                </w:tcPr>
                <w:p w14:paraId="213C18D8" w14:textId="77777777" w:rsidR="0015328A" w:rsidRPr="00DC54C7" w:rsidRDefault="0015328A" w:rsidP="00E54669">
                  <w:pPr>
                    <w:rPr>
                      <w:rFonts w:eastAsia="SimSun"/>
                      <w:szCs w:val="22"/>
                    </w:rPr>
                  </w:pPr>
                </w:p>
              </w:tc>
            </w:tr>
          </w:tbl>
          <w:p w14:paraId="0B7E1DC0" w14:textId="77777777" w:rsidR="0015328A" w:rsidRPr="00DC54C7" w:rsidRDefault="0015328A" w:rsidP="00E54669">
            <w:pPr>
              <w:rPr>
                <w:rFonts w:eastAsia="SimSun"/>
                <w:szCs w:val="22"/>
              </w:rPr>
            </w:pPr>
          </w:p>
          <w:p w14:paraId="00480381"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Income Taxes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54"/>
              <w:gridCol w:w="677"/>
              <w:gridCol w:w="677"/>
              <w:gridCol w:w="809"/>
            </w:tblGrid>
            <w:tr w:rsidR="0015328A" w:rsidRPr="00DC54C7" w14:paraId="42AE791E" w14:textId="77777777" w:rsidTr="00E54669">
              <w:tc>
                <w:tcPr>
                  <w:tcW w:w="454" w:type="dxa"/>
                  <w:tcBorders>
                    <w:top w:val="single" w:sz="4" w:space="0" w:color="auto"/>
                  </w:tcBorders>
                </w:tcPr>
                <w:p w14:paraId="65BB1A8B" w14:textId="77777777" w:rsidR="0015328A" w:rsidRPr="00DC54C7" w:rsidRDefault="0015328A" w:rsidP="00E54669">
                  <w:pPr>
                    <w:rPr>
                      <w:rFonts w:eastAsia="SimSun"/>
                      <w:szCs w:val="22"/>
                    </w:rPr>
                  </w:pPr>
                </w:p>
              </w:tc>
              <w:tc>
                <w:tcPr>
                  <w:tcW w:w="677" w:type="dxa"/>
                  <w:tcBorders>
                    <w:top w:val="single" w:sz="4" w:space="0" w:color="auto"/>
                    <w:right w:val="single" w:sz="4" w:space="0" w:color="auto"/>
                  </w:tcBorders>
                </w:tcPr>
                <w:p w14:paraId="55F6268E" w14:textId="77777777" w:rsidR="0015328A" w:rsidRPr="00DC54C7" w:rsidRDefault="0015328A" w:rsidP="00E54669">
                  <w:pPr>
                    <w:jc w:val="right"/>
                    <w:rPr>
                      <w:rFonts w:eastAsia="SimSun"/>
                      <w:szCs w:val="22"/>
                    </w:rPr>
                  </w:pPr>
                </w:p>
              </w:tc>
              <w:tc>
                <w:tcPr>
                  <w:tcW w:w="677" w:type="dxa"/>
                  <w:tcBorders>
                    <w:top w:val="single" w:sz="4" w:space="0" w:color="auto"/>
                    <w:left w:val="single" w:sz="4" w:space="0" w:color="auto"/>
                  </w:tcBorders>
                </w:tcPr>
                <w:p w14:paraId="5F31F891" w14:textId="77777777" w:rsidR="0015328A" w:rsidRPr="00DC54C7" w:rsidRDefault="0015328A" w:rsidP="00E54669">
                  <w:pPr>
                    <w:jc w:val="right"/>
                    <w:rPr>
                      <w:rFonts w:eastAsia="SimSun"/>
                      <w:szCs w:val="22"/>
                    </w:rPr>
                  </w:pPr>
                  <w:r w:rsidRPr="00DC54C7">
                    <w:rPr>
                      <w:rFonts w:eastAsia="SimSun"/>
                      <w:szCs w:val="22"/>
                    </w:rPr>
                    <w:t>0</w:t>
                  </w:r>
                </w:p>
              </w:tc>
              <w:tc>
                <w:tcPr>
                  <w:tcW w:w="784" w:type="dxa"/>
                  <w:tcBorders>
                    <w:top w:val="single" w:sz="4" w:space="0" w:color="auto"/>
                  </w:tcBorders>
                </w:tcPr>
                <w:p w14:paraId="1B19AA7F"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02E3DCF8" w14:textId="77777777" w:rsidTr="00E54669">
              <w:tc>
                <w:tcPr>
                  <w:tcW w:w="454" w:type="dxa"/>
                  <w:tcBorders>
                    <w:bottom w:val="single" w:sz="4" w:space="0" w:color="auto"/>
                  </w:tcBorders>
                </w:tcPr>
                <w:p w14:paraId="3A694978" w14:textId="77777777" w:rsidR="0015328A" w:rsidRPr="00DC54C7" w:rsidRDefault="0015328A" w:rsidP="00E54669">
                  <w:pPr>
                    <w:rPr>
                      <w:rFonts w:eastAsia="SimSun"/>
                      <w:szCs w:val="22"/>
                    </w:rPr>
                  </w:pPr>
                </w:p>
              </w:tc>
              <w:tc>
                <w:tcPr>
                  <w:tcW w:w="677" w:type="dxa"/>
                  <w:tcBorders>
                    <w:bottom w:val="single" w:sz="4" w:space="0" w:color="auto"/>
                    <w:right w:val="single" w:sz="4" w:space="0" w:color="auto"/>
                  </w:tcBorders>
                </w:tcPr>
                <w:p w14:paraId="743444B3" w14:textId="77777777" w:rsidR="0015328A" w:rsidRPr="00DC54C7" w:rsidRDefault="0015328A" w:rsidP="00E54669">
                  <w:pPr>
                    <w:jc w:val="right"/>
                    <w:rPr>
                      <w:rFonts w:eastAsia="SimSun"/>
                      <w:szCs w:val="22"/>
                    </w:rPr>
                  </w:pPr>
                </w:p>
              </w:tc>
              <w:tc>
                <w:tcPr>
                  <w:tcW w:w="677" w:type="dxa"/>
                  <w:tcBorders>
                    <w:left w:val="single" w:sz="4" w:space="0" w:color="auto"/>
                    <w:bottom w:val="single" w:sz="4" w:space="0" w:color="auto"/>
                  </w:tcBorders>
                </w:tcPr>
                <w:p w14:paraId="143C8B81" w14:textId="77777777" w:rsidR="0015328A" w:rsidRPr="00DC54C7" w:rsidRDefault="0015328A" w:rsidP="00E54669">
                  <w:pPr>
                    <w:jc w:val="right"/>
                    <w:rPr>
                      <w:rFonts w:eastAsia="SimSun"/>
                      <w:szCs w:val="22"/>
                    </w:rPr>
                  </w:pPr>
                </w:p>
              </w:tc>
              <w:tc>
                <w:tcPr>
                  <w:tcW w:w="784" w:type="dxa"/>
                  <w:tcBorders>
                    <w:bottom w:val="single" w:sz="4" w:space="0" w:color="auto"/>
                  </w:tcBorders>
                </w:tcPr>
                <w:p w14:paraId="71C08CBB" w14:textId="77777777" w:rsidR="0015328A" w:rsidRPr="00DC54C7" w:rsidRDefault="0015328A" w:rsidP="00E54669">
                  <w:pPr>
                    <w:rPr>
                      <w:rFonts w:eastAsia="SimSun"/>
                      <w:szCs w:val="22"/>
                    </w:rPr>
                  </w:pPr>
                </w:p>
              </w:tc>
            </w:tr>
            <w:tr w:rsidR="0015328A" w:rsidRPr="00DC54C7" w14:paraId="31990FED" w14:textId="77777777" w:rsidTr="00E54669">
              <w:tc>
                <w:tcPr>
                  <w:tcW w:w="454" w:type="dxa"/>
                  <w:tcBorders>
                    <w:top w:val="single" w:sz="4" w:space="0" w:color="auto"/>
                  </w:tcBorders>
                </w:tcPr>
                <w:p w14:paraId="7AA0D375" w14:textId="77777777" w:rsidR="0015328A" w:rsidRPr="00DC54C7" w:rsidRDefault="0015328A" w:rsidP="00E54669">
                  <w:pPr>
                    <w:rPr>
                      <w:rFonts w:eastAsia="SimSun"/>
                      <w:szCs w:val="22"/>
                    </w:rPr>
                  </w:pPr>
                </w:p>
              </w:tc>
              <w:tc>
                <w:tcPr>
                  <w:tcW w:w="677" w:type="dxa"/>
                  <w:tcBorders>
                    <w:top w:val="single" w:sz="4" w:space="0" w:color="auto"/>
                    <w:right w:val="single" w:sz="4" w:space="0" w:color="auto"/>
                  </w:tcBorders>
                </w:tcPr>
                <w:p w14:paraId="06DD26A5" w14:textId="77777777" w:rsidR="0015328A" w:rsidRPr="00DC54C7" w:rsidRDefault="0015328A" w:rsidP="00E54669">
                  <w:pPr>
                    <w:rPr>
                      <w:rFonts w:eastAsia="SimSun"/>
                      <w:szCs w:val="22"/>
                    </w:rPr>
                  </w:pPr>
                </w:p>
              </w:tc>
              <w:tc>
                <w:tcPr>
                  <w:tcW w:w="677" w:type="dxa"/>
                  <w:tcBorders>
                    <w:top w:val="single" w:sz="4" w:space="0" w:color="auto"/>
                    <w:left w:val="single" w:sz="4" w:space="0" w:color="auto"/>
                  </w:tcBorders>
                </w:tcPr>
                <w:p w14:paraId="6D204B26" w14:textId="77777777" w:rsidR="0015328A" w:rsidRPr="00DC54C7" w:rsidRDefault="0015328A" w:rsidP="00E54669">
                  <w:pPr>
                    <w:jc w:val="right"/>
                    <w:rPr>
                      <w:rFonts w:eastAsia="SimSun"/>
                      <w:szCs w:val="22"/>
                    </w:rPr>
                  </w:pPr>
                </w:p>
              </w:tc>
              <w:tc>
                <w:tcPr>
                  <w:tcW w:w="784" w:type="dxa"/>
                  <w:tcBorders>
                    <w:top w:val="single" w:sz="4" w:space="0" w:color="auto"/>
                  </w:tcBorders>
                </w:tcPr>
                <w:p w14:paraId="0AEFEE63" w14:textId="77777777" w:rsidR="0015328A" w:rsidRPr="00DC54C7" w:rsidRDefault="0015328A" w:rsidP="00E54669">
                  <w:pPr>
                    <w:rPr>
                      <w:rFonts w:eastAsia="SimSun"/>
                      <w:szCs w:val="22"/>
                    </w:rPr>
                  </w:pPr>
                </w:p>
              </w:tc>
            </w:tr>
          </w:tbl>
          <w:p w14:paraId="5804C745" w14:textId="77777777" w:rsidR="0015328A" w:rsidRPr="00DC54C7" w:rsidRDefault="0015328A" w:rsidP="00E54669">
            <w:pPr>
              <w:rPr>
                <w:rFonts w:eastAsia="SimSun"/>
                <w:szCs w:val="22"/>
              </w:rPr>
            </w:pPr>
          </w:p>
        </w:tc>
        <w:tc>
          <w:tcPr>
            <w:tcW w:w="3583" w:type="dxa"/>
          </w:tcPr>
          <w:p w14:paraId="4A5D898B" w14:textId="77777777" w:rsidR="0015328A" w:rsidRPr="00DC54C7" w:rsidRDefault="0015328A" w:rsidP="00E54669">
            <w:pPr>
              <w:jc w:val="center"/>
              <w:rPr>
                <w:rFonts w:eastAsia="SimSun"/>
                <w:szCs w:val="22"/>
              </w:rPr>
            </w:pPr>
            <w:r w:rsidRPr="00DC54C7">
              <w:rPr>
                <w:rFonts w:eastAsia="SimSun"/>
                <w:szCs w:val="22"/>
              </w:rPr>
              <w:t>+ Contributed Capital –</w:t>
            </w:r>
          </w:p>
          <w:tbl>
            <w:tblPr>
              <w:tblW w:w="33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7"/>
              <w:gridCol w:w="828"/>
              <w:gridCol w:w="827"/>
              <w:gridCol w:w="828"/>
            </w:tblGrid>
            <w:tr w:rsidR="0015328A" w:rsidRPr="00DC54C7" w14:paraId="7702D7E7" w14:textId="77777777" w:rsidTr="00E54669">
              <w:tc>
                <w:tcPr>
                  <w:tcW w:w="827" w:type="dxa"/>
                  <w:tcBorders>
                    <w:top w:val="single" w:sz="4" w:space="0" w:color="auto"/>
                  </w:tcBorders>
                </w:tcPr>
                <w:p w14:paraId="01726D6C" w14:textId="77777777" w:rsidR="0015328A" w:rsidRPr="00DC54C7" w:rsidRDefault="0015328A" w:rsidP="00E54669">
                  <w:pPr>
                    <w:rPr>
                      <w:rFonts w:eastAsia="SimSun"/>
                      <w:szCs w:val="22"/>
                    </w:rPr>
                  </w:pPr>
                </w:p>
              </w:tc>
              <w:tc>
                <w:tcPr>
                  <w:tcW w:w="828" w:type="dxa"/>
                  <w:tcBorders>
                    <w:top w:val="single" w:sz="4" w:space="0" w:color="auto"/>
                    <w:right w:val="single" w:sz="4" w:space="0" w:color="auto"/>
                  </w:tcBorders>
                </w:tcPr>
                <w:p w14:paraId="1DDC6622" w14:textId="77777777" w:rsidR="0015328A" w:rsidRPr="00DC54C7" w:rsidRDefault="0015328A" w:rsidP="00E54669">
                  <w:pPr>
                    <w:jc w:val="right"/>
                    <w:rPr>
                      <w:rFonts w:eastAsia="SimSun"/>
                      <w:szCs w:val="22"/>
                    </w:rPr>
                  </w:pPr>
                </w:p>
              </w:tc>
              <w:tc>
                <w:tcPr>
                  <w:tcW w:w="827" w:type="dxa"/>
                  <w:tcBorders>
                    <w:top w:val="single" w:sz="4" w:space="0" w:color="auto"/>
                    <w:left w:val="single" w:sz="4" w:space="0" w:color="auto"/>
                  </w:tcBorders>
                </w:tcPr>
                <w:p w14:paraId="2B46EC0A" w14:textId="77777777" w:rsidR="0015328A" w:rsidRPr="00DC54C7" w:rsidRDefault="0015328A" w:rsidP="00E54669">
                  <w:pPr>
                    <w:jc w:val="right"/>
                    <w:rPr>
                      <w:rFonts w:eastAsia="SimSun"/>
                      <w:szCs w:val="22"/>
                    </w:rPr>
                  </w:pPr>
                  <w:r w:rsidRPr="00DC54C7">
                    <w:rPr>
                      <w:rFonts w:eastAsia="SimSun"/>
                      <w:szCs w:val="22"/>
                    </w:rPr>
                    <w:t>10,000</w:t>
                  </w:r>
                </w:p>
              </w:tc>
              <w:tc>
                <w:tcPr>
                  <w:tcW w:w="828" w:type="dxa"/>
                  <w:tcBorders>
                    <w:top w:val="single" w:sz="4" w:space="0" w:color="auto"/>
                  </w:tcBorders>
                </w:tcPr>
                <w:p w14:paraId="5AD9F7C3" w14:textId="77777777" w:rsidR="0015328A" w:rsidRPr="00DC54C7" w:rsidRDefault="0015328A" w:rsidP="00E54669">
                  <w:pPr>
                    <w:rPr>
                      <w:rFonts w:eastAsia="SimSun"/>
                      <w:szCs w:val="22"/>
                    </w:rPr>
                  </w:pPr>
                  <w:r w:rsidRPr="00DC54C7">
                    <w:rPr>
                      <w:rFonts w:eastAsia="SimSun"/>
                      <w:szCs w:val="22"/>
                    </w:rPr>
                    <w:t>Unadj.</w:t>
                  </w:r>
                </w:p>
              </w:tc>
            </w:tr>
          </w:tbl>
          <w:p w14:paraId="4321BC31" w14:textId="77777777" w:rsidR="0015328A" w:rsidRPr="00DC54C7" w:rsidRDefault="0015328A" w:rsidP="00E54669">
            <w:pPr>
              <w:jc w:val="center"/>
              <w:rPr>
                <w:rFonts w:eastAsia="SimSun"/>
                <w:szCs w:val="22"/>
              </w:rPr>
            </w:pPr>
          </w:p>
          <w:p w14:paraId="003D86A3"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Retained Earnings +</w:t>
            </w:r>
          </w:p>
          <w:tbl>
            <w:tblPr>
              <w:tblW w:w="4953"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6"/>
              <w:gridCol w:w="831"/>
              <w:gridCol w:w="839"/>
              <w:gridCol w:w="839"/>
            </w:tblGrid>
            <w:tr w:rsidR="0015328A" w:rsidRPr="00DC54C7" w14:paraId="6CC47D9C" w14:textId="77777777" w:rsidTr="00E54669">
              <w:tc>
                <w:tcPr>
                  <w:tcW w:w="1228" w:type="pct"/>
                  <w:tcBorders>
                    <w:top w:val="single" w:sz="4" w:space="0" w:color="auto"/>
                  </w:tcBorders>
                </w:tcPr>
                <w:p w14:paraId="5362BEBB" w14:textId="77777777" w:rsidR="0015328A" w:rsidRPr="00DC54C7" w:rsidRDefault="0015328A" w:rsidP="00E54669">
                  <w:pPr>
                    <w:rPr>
                      <w:rFonts w:eastAsia="SimSun"/>
                      <w:szCs w:val="22"/>
                    </w:rPr>
                  </w:pPr>
                </w:p>
              </w:tc>
              <w:tc>
                <w:tcPr>
                  <w:tcW w:w="1249" w:type="pct"/>
                  <w:tcBorders>
                    <w:top w:val="single" w:sz="4" w:space="0" w:color="auto"/>
                    <w:right w:val="single" w:sz="4" w:space="0" w:color="auto"/>
                  </w:tcBorders>
                </w:tcPr>
                <w:p w14:paraId="0E3BE986" w14:textId="77777777" w:rsidR="0015328A" w:rsidRPr="00DC54C7" w:rsidRDefault="0015328A" w:rsidP="00E54669">
                  <w:pPr>
                    <w:rPr>
                      <w:rFonts w:eastAsia="SimSun"/>
                      <w:szCs w:val="22"/>
                    </w:rPr>
                  </w:pPr>
                </w:p>
              </w:tc>
              <w:tc>
                <w:tcPr>
                  <w:tcW w:w="1261" w:type="pct"/>
                  <w:tcBorders>
                    <w:top w:val="single" w:sz="4" w:space="0" w:color="auto"/>
                    <w:left w:val="single" w:sz="4" w:space="0" w:color="auto"/>
                  </w:tcBorders>
                </w:tcPr>
                <w:p w14:paraId="2B7A7686" w14:textId="77777777" w:rsidR="0015328A" w:rsidRPr="00DC54C7" w:rsidRDefault="0015328A" w:rsidP="00E54669">
                  <w:pPr>
                    <w:jc w:val="right"/>
                    <w:rPr>
                      <w:rFonts w:eastAsia="SimSun"/>
                      <w:szCs w:val="22"/>
                    </w:rPr>
                  </w:pPr>
                  <w:r w:rsidRPr="00DC54C7">
                    <w:rPr>
                      <w:rFonts w:eastAsia="SimSun"/>
                      <w:szCs w:val="22"/>
                    </w:rPr>
                    <w:t>0</w:t>
                  </w:r>
                </w:p>
              </w:tc>
              <w:tc>
                <w:tcPr>
                  <w:tcW w:w="1262" w:type="pct"/>
                  <w:tcBorders>
                    <w:top w:val="single" w:sz="4" w:space="0" w:color="auto"/>
                  </w:tcBorders>
                </w:tcPr>
                <w:p w14:paraId="1421B90A" w14:textId="77777777" w:rsidR="0015328A" w:rsidRPr="00DC54C7" w:rsidRDefault="0015328A" w:rsidP="00E54669">
                  <w:pPr>
                    <w:rPr>
                      <w:rFonts w:eastAsia="SimSun"/>
                      <w:szCs w:val="22"/>
                    </w:rPr>
                  </w:pPr>
                  <w:r w:rsidRPr="00DC54C7">
                    <w:rPr>
                      <w:rFonts w:eastAsia="SimSun"/>
                      <w:szCs w:val="22"/>
                    </w:rPr>
                    <w:t>Unadj.</w:t>
                  </w:r>
                </w:p>
              </w:tc>
            </w:tr>
          </w:tbl>
          <w:p w14:paraId="4913C6BA" w14:textId="77777777" w:rsidR="0015328A" w:rsidRPr="00DC54C7" w:rsidRDefault="0015328A" w:rsidP="00E54669">
            <w:pPr>
              <w:jc w:val="center"/>
              <w:rPr>
                <w:rFonts w:eastAsia="SimSun"/>
                <w:szCs w:val="22"/>
              </w:rPr>
            </w:pPr>
          </w:p>
          <w:p w14:paraId="16BBAD8E" w14:textId="77777777" w:rsidR="0015328A" w:rsidRPr="00DC54C7" w:rsidRDefault="0015328A" w:rsidP="00E54669">
            <w:pPr>
              <w:jc w:val="center"/>
              <w:rPr>
                <w:rFonts w:eastAsia="SimSun"/>
                <w:szCs w:val="22"/>
              </w:rPr>
            </w:pPr>
            <w:r w:rsidRPr="00DC54C7">
              <w:rPr>
                <w:rFonts w:eastAsia="SimSun"/>
                <w:szCs w:val="22"/>
              </w:rPr>
              <w:t>+ Dividends</w:t>
            </w:r>
            <w:r w:rsidR="000304F6">
              <w:rPr>
                <w:rFonts w:eastAsia="SimSun"/>
                <w:szCs w:val="22"/>
              </w:rPr>
              <w:t xml:space="preserve"> </w:t>
            </w:r>
            <w:r w:rsidRPr="00DC54C7">
              <w:rPr>
                <w:rFonts w:eastAsia="SimSun"/>
                <w:szCs w:val="22"/>
              </w:rPr>
              <w:t>–</w:t>
            </w:r>
          </w:p>
          <w:tbl>
            <w:tblPr>
              <w:tblW w:w="4933"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21"/>
              <w:gridCol w:w="835"/>
            </w:tblGrid>
            <w:tr w:rsidR="0015328A" w:rsidRPr="00DC54C7" w14:paraId="5B268701" w14:textId="77777777" w:rsidTr="00E54669">
              <w:tc>
                <w:tcPr>
                  <w:tcW w:w="1239" w:type="pct"/>
                  <w:tcBorders>
                    <w:top w:val="single" w:sz="4" w:space="0" w:color="auto"/>
                  </w:tcBorders>
                </w:tcPr>
                <w:p w14:paraId="38FDEE36" w14:textId="77777777" w:rsidR="0015328A" w:rsidRPr="00DC54C7" w:rsidRDefault="0015328A" w:rsidP="00E54669">
                  <w:pPr>
                    <w:rPr>
                      <w:rFonts w:eastAsia="SimSun"/>
                      <w:szCs w:val="22"/>
                    </w:rPr>
                  </w:pPr>
                  <w:r w:rsidRPr="00DC54C7">
                    <w:rPr>
                      <w:rFonts w:eastAsia="SimSun"/>
                      <w:szCs w:val="22"/>
                    </w:rPr>
                    <w:t>Unadj.</w:t>
                  </w:r>
                </w:p>
              </w:tc>
              <w:tc>
                <w:tcPr>
                  <w:tcW w:w="1261" w:type="pct"/>
                  <w:tcBorders>
                    <w:top w:val="single" w:sz="4" w:space="0" w:color="auto"/>
                    <w:right w:val="single" w:sz="4" w:space="0" w:color="auto"/>
                  </w:tcBorders>
                </w:tcPr>
                <w:p w14:paraId="00A86E5B" w14:textId="77777777" w:rsidR="0015328A" w:rsidRPr="00DC54C7" w:rsidRDefault="0015328A" w:rsidP="00E54669">
                  <w:pPr>
                    <w:jc w:val="right"/>
                    <w:rPr>
                      <w:rFonts w:eastAsia="SimSun"/>
                      <w:szCs w:val="22"/>
                    </w:rPr>
                  </w:pPr>
                  <w:r w:rsidRPr="00DC54C7">
                    <w:rPr>
                      <w:rFonts w:eastAsia="SimSun"/>
                      <w:szCs w:val="22"/>
                    </w:rPr>
                    <w:t>0</w:t>
                  </w:r>
                </w:p>
              </w:tc>
              <w:tc>
                <w:tcPr>
                  <w:tcW w:w="1239" w:type="pct"/>
                  <w:tcBorders>
                    <w:top w:val="single" w:sz="4" w:space="0" w:color="auto"/>
                    <w:left w:val="single" w:sz="4" w:space="0" w:color="auto"/>
                  </w:tcBorders>
                </w:tcPr>
                <w:p w14:paraId="589E3947" w14:textId="77777777" w:rsidR="0015328A" w:rsidRPr="00DC54C7" w:rsidRDefault="0015328A" w:rsidP="00E54669">
                  <w:pPr>
                    <w:rPr>
                      <w:rFonts w:eastAsia="SimSun"/>
                      <w:szCs w:val="22"/>
                    </w:rPr>
                  </w:pPr>
                </w:p>
              </w:tc>
              <w:tc>
                <w:tcPr>
                  <w:tcW w:w="1261" w:type="pct"/>
                  <w:tcBorders>
                    <w:top w:val="single" w:sz="4" w:space="0" w:color="auto"/>
                  </w:tcBorders>
                </w:tcPr>
                <w:p w14:paraId="490836AE" w14:textId="77777777" w:rsidR="0015328A" w:rsidRPr="00DC54C7" w:rsidRDefault="0015328A" w:rsidP="00E54669">
                  <w:pPr>
                    <w:rPr>
                      <w:rFonts w:eastAsia="SimSun"/>
                      <w:szCs w:val="22"/>
                    </w:rPr>
                  </w:pPr>
                </w:p>
              </w:tc>
            </w:tr>
            <w:tr w:rsidR="0015328A" w:rsidRPr="00DC54C7" w14:paraId="06B288FD" w14:textId="77777777" w:rsidTr="00E54669">
              <w:tc>
                <w:tcPr>
                  <w:tcW w:w="1239" w:type="pct"/>
                  <w:tcBorders>
                    <w:bottom w:val="single" w:sz="4" w:space="0" w:color="auto"/>
                  </w:tcBorders>
                </w:tcPr>
                <w:p w14:paraId="70160A60" w14:textId="77777777" w:rsidR="0015328A" w:rsidRPr="00DC54C7" w:rsidRDefault="0015328A" w:rsidP="00E54669">
                  <w:pPr>
                    <w:rPr>
                      <w:rFonts w:eastAsia="SimSun"/>
                      <w:szCs w:val="22"/>
                    </w:rPr>
                  </w:pPr>
                </w:p>
              </w:tc>
              <w:tc>
                <w:tcPr>
                  <w:tcW w:w="1261" w:type="pct"/>
                  <w:tcBorders>
                    <w:bottom w:val="single" w:sz="4" w:space="0" w:color="auto"/>
                    <w:right w:val="single" w:sz="4" w:space="0" w:color="auto"/>
                  </w:tcBorders>
                </w:tcPr>
                <w:p w14:paraId="1898FCFD" w14:textId="77777777" w:rsidR="0015328A" w:rsidRPr="00DC54C7" w:rsidRDefault="0015328A" w:rsidP="00E54669">
                  <w:pPr>
                    <w:jc w:val="right"/>
                    <w:rPr>
                      <w:rFonts w:eastAsia="SimSun"/>
                      <w:szCs w:val="22"/>
                    </w:rPr>
                  </w:pPr>
                </w:p>
              </w:tc>
              <w:tc>
                <w:tcPr>
                  <w:tcW w:w="1239" w:type="pct"/>
                  <w:tcBorders>
                    <w:left w:val="single" w:sz="4" w:space="0" w:color="auto"/>
                    <w:bottom w:val="single" w:sz="4" w:space="0" w:color="auto"/>
                  </w:tcBorders>
                </w:tcPr>
                <w:p w14:paraId="402E2FFB" w14:textId="77777777" w:rsidR="0015328A" w:rsidRPr="00DC54C7" w:rsidRDefault="0015328A" w:rsidP="00E54669">
                  <w:pPr>
                    <w:rPr>
                      <w:rFonts w:eastAsia="SimSun"/>
                      <w:szCs w:val="22"/>
                    </w:rPr>
                  </w:pPr>
                </w:p>
              </w:tc>
              <w:tc>
                <w:tcPr>
                  <w:tcW w:w="1261" w:type="pct"/>
                  <w:tcBorders>
                    <w:bottom w:val="single" w:sz="4" w:space="0" w:color="auto"/>
                  </w:tcBorders>
                </w:tcPr>
                <w:p w14:paraId="46F38142" w14:textId="77777777" w:rsidR="0015328A" w:rsidRPr="00DC54C7" w:rsidRDefault="0015328A" w:rsidP="00E54669">
                  <w:pPr>
                    <w:rPr>
                      <w:rFonts w:eastAsia="SimSun"/>
                      <w:szCs w:val="22"/>
                    </w:rPr>
                  </w:pPr>
                </w:p>
              </w:tc>
            </w:tr>
            <w:tr w:rsidR="0015328A" w:rsidRPr="00DC54C7" w14:paraId="366290C3" w14:textId="77777777" w:rsidTr="00E54669">
              <w:tc>
                <w:tcPr>
                  <w:tcW w:w="1239" w:type="pct"/>
                  <w:tcBorders>
                    <w:top w:val="single" w:sz="4" w:space="0" w:color="auto"/>
                  </w:tcBorders>
                </w:tcPr>
                <w:p w14:paraId="0A3DF461" w14:textId="77777777" w:rsidR="0015328A" w:rsidRPr="00DC54C7" w:rsidRDefault="0015328A" w:rsidP="00E54669">
                  <w:pPr>
                    <w:rPr>
                      <w:rFonts w:eastAsia="SimSun"/>
                      <w:szCs w:val="22"/>
                    </w:rPr>
                  </w:pPr>
                </w:p>
              </w:tc>
              <w:tc>
                <w:tcPr>
                  <w:tcW w:w="1261" w:type="pct"/>
                  <w:tcBorders>
                    <w:top w:val="single" w:sz="4" w:space="0" w:color="auto"/>
                    <w:right w:val="single" w:sz="4" w:space="0" w:color="auto"/>
                  </w:tcBorders>
                </w:tcPr>
                <w:p w14:paraId="05D4F5FF" w14:textId="77777777" w:rsidR="0015328A" w:rsidRPr="00DC54C7" w:rsidRDefault="0015328A" w:rsidP="00E54669">
                  <w:pPr>
                    <w:jc w:val="right"/>
                    <w:rPr>
                      <w:rFonts w:eastAsia="SimSun"/>
                      <w:szCs w:val="22"/>
                    </w:rPr>
                  </w:pPr>
                </w:p>
              </w:tc>
              <w:tc>
                <w:tcPr>
                  <w:tcW w:w="1239" w:type="pct"/>
                  <w:tcBorders>
                    <w:top w:val="single" w:sz="4" w:space="0" w:color="auto"/>
                    <w:left w:val="single" w:sz="4" w:space="0" w:color="auto"/>
                  </w:tcBorders>
                </w:tcPr>
                <w:p w14:paraId="55EDF96C" w14:textId="77777777" w:rsidR="0015328A" w:rsidRPr="00DC54C7" w:rsidRDefault="0015328A" w:rsidP="00E54669">
                  <w:pPr>
                    <w:rPr>
                      <w:rFonts w:eastAsia="SimSun"/>
                      <w:szCs w:val="22"/>
                    </w:rPr>
                  </w:pPr>
                </w:p>
              </w:tc>
              <w:tc>
                <w:tcPr>
                  <w:tcW w:w="1261" w:type="pct"/>
                  <w:tcBorders>
                    <w:top w:val="single" w:sz="4" w:space="0" w:color="auto"/>
                  </w:tcBorders>
                </w:tcPr>
                <w:p w14:paraId="25869082" w14:textId="77777777" w:rsidR="0015328A" w:rsidRPr="00DC54C7" w:rsidRDefault="0015328A" w:rsidP="00E54669">
                  <w:pPr>
                    <w:rPr>
                      <w:rFonts w:eastAsia="SimSun"/>
                      <w:szCs w:val="22"/>
                    </w:rPr>
                  </w:pPr>
                </w:p>
              </w:tc>
            </w:tr>
          </w:tbl>
          <w:p w14:paraId="7E5851E4" w14:textId="77777777" w:rsidR="0015328A" w:rsidRPr="00DC54C7" w:rsidRDefault="0015328A" w:rsidP="00E54669">
            <w:pPr>
              <w:jc w:val="center"/>
              <w:rPr>
                <w:rFonts w:eastAsia="SimSun"/>
                <w:szCs w:val="22"/>
              </w:rPr>
            </w:pPr>
          </w:p>
          <w:p w14:paraId="1D4A9BDB" w14:textId="77777777" w:rsidR="0015328A" w:rsidRPr="00DC54C7" w:rsidRDefault="00801A23" w:rsidP="00E54669">
            <w:pPr>
              <w:jc w:val="center"/>
              <w:rPr>
                <w:rFonts w:eastAsia="SimSun"/>
                <w:szCs w:val="22"/>
              </w:rPr>
            </w:pPr>
            <w:r>
              <w:rPr>
                <w:rFonts w:eastAsia="SimSun"/>
                <w:szCs w:val="22"/>
              </w:rPr>
              <w:t>−</w:t>
            </w:r>
            <w:r w:rsidR="0015328A" w:rsidRPr="00DC54C7">
              <w:rPr>
                <w:rFonts w:eastAsia="SimSun"/>
                <w:szCs w:val="22"/>
              </w:rPr>
              <w:t xml:space="preserve"> </w:t>
            </w:r>
            <w:r w:rsidR="00061424">
              <w:rPr>
                <w:rFonts w:eastAsia="SimSun"/>
                <w:szCs w:val="22"/>
              </w:rPr>
              <w:t>Service</w:t>
            </w:r>
            <w:r w:rsidR="0015328A" w:rsidRPr="00DC54C7">
              <w:rPr>
                <w:rFonts w:eastAsia="SimSun"/>
                <w:szCs w:val="22"/>
              </w:rPr>
              <w:t xml:space="preserve"> Revenue +</w:t>
            </w:r>
          </w:p>
          <w:tbl>
            <w:tblPr>
              <w:tblW w:w="3357"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66"/>
              <w:gridCol w:w="835"/>
            </w:tblGrid>
            <w:tr w:rsidR="0015328A" w:rsidRPr="00DC54C7" w14:paraId="1A247740" w14:textId="77777777" w:rsidTr="00E54669">
              <w:tc>
                <w:tcPr>
                  <w:tcW w:w="1223" w:type="pct"/>
                  <w:tcBorders>
                    <w:top w:val="single" w:sz="4" w:space="0" w:color="auto"/>
                  </w:tcBorders>
                </w:tcPr>
                <w:p w14:paraId="5249D622" w14:textId="77777777" w:rsidR="0015328A" w:rsidRPr="00DC54C7" w:rsidRDefault="0015328A" w:rsidP="00E54669">
                  <w:pPr>
                    <w:rPr>
                      <w:rFonts w:eastAsia="SimSun"/>
                      <w:szCs w:val="22"/>
                    </w:rPr>
                  </w:pPr>
                </w:p>
              </w:tc>
              <w:tc>
                <w:tcPr>
                  <w:tcW w:w="1244" w:type="pct"/>
                  <w:tcBorders>
                    <w:top w:val="single" w:sz="4" w:space="0" w:color="auto"/>
                    <w:right w:val="single" w:sz="4" w:space="0" w:color="auto"/>
                  </w:tcBorders>
                </w:tcPr>
                <w:p w14:paraId="75A8AB51" w14:textId="77777777" w:rsidR="0015328A" w:rsidRPr="00DC54C7" w:rsidRDefault="0015328A" w:rsidP="00E54669">
                  <w:pPr>
                    <w:rPr>
                      <w:rFonts w:eastAsia="SimSun"/>
                      <w:szCs w:val="22"/>
                    </w:rPr>
                  </w:pPr>
                </w:p>
              </w:tc>
              <w:tc>
                <w:tcPr>
                  <w:tcW w:w="1290" w:type="pct"/>
                  <w:tcBorders>
                    <w:top w:val="single" w:sz="4" w:space="0" w:color="auto"/>
                    <w:left w:val="single" w:sz="4" w:space="0" w:color="auto"/>
                  </w:tcBorders>
                </w:tcPr>
                <w:p w14:paraId="62C141E1" w14:textId="77777777" w:rsidR="0015328A" w:rsidRPr="00473D4D" w:rsidRDefault="0015328A" w:rsidP="00E54669">
                  <w:pPr>
                    <w:jc w:val="right"/>
                    <w:rPr>
                      <w:rFonts w:eastAsia="SimSun"/>
                      <w:sz w:val="20"/>
                    </w:rPr>
                  </w:pPr>
                  <w:r w:rsidRPr="00473D4D">
                    <w:rPr>
                      <w:rFonts w:eastAsia="SimSun"/>
                      <w:sz w:val="20"/>
                    </w:rPr>
                    <w:t>120,000</w:t>
                  </w:r>
                </w:p>
              </w:tc>
              <w:tc>
                <w:tcPr>
                  <w:tcW w:w="1244" w:type="pct"/>
                  <w:tcBorders>
                    <w:top w:val="single" w:sz="4" w:space="0" w:color="auto"/>
                  </w:tcBorders>
                </w:tcPr>
                <w:p w14:paraId="2B092D88" w14:textId="77777777" w:rsidR="0015328A" w:rsidRPr="00DC54C7" w:rsidRDefault="0015328A" w:rsidP="00E54669">
                  <w:pPr>
                    <w:rPr>
                      <w:rFonts w:eastAsia="SimSun"/>
                      <w:szCs w:val="22"/>
                    </w:rPr>
                  </w:pPr>
                  <w:r w:rsidRPr="00DC54C7">
                    <w:rPr>
                      <w:rFonts w:eastAsia="SimSun"/>
                      <w:szCs w:val="22"/>
                    </w:rPr>
                    <w:t>Unadj.</w:t>
                  </w:r>
                </w:p>
              </w:tc>
            </w:tr>
            <w:tr w:rsidR="0015328A" w:rsidRPr="00DC54C7" w14:paraId="3D553268" w14:textId="77777777" w:rsidTr="00E54669">
              <w:tc>
                <w:tcPr>
                  <w:tcW w:w="1223" w:type="pct"/>
                  <w:tcBorders>
                    <w:bottom w:val="single" w:sz="4" w:space="0" w:color="auto"/>
                  </w:tcBorders>
                </w:tcPr>
                <w:p w14:paraId="03FF989D" w14:textId="77777777" w:rsidR="0015328A" w:rsidRPr="00DC54C7" w:rsidRDefault="0015328A" w:rsidP="00E54669">
                  <w:pPr>
                    <w:rPr>
                      <w:rFonts w:eastAsia="SimSun"/>
                      <w:szCs w:val="22"/>
                    </w:rPr>
                  </w:pPr>
                </w:p>
              </w:tc>
              <w:tc>
                <w:tcPr>
                  <w:tcW w:w="1244" w:type="pct"/>
                  <w:tcBorders>
                    <w:bottom w:val="single" w:sz="4" w:space="0" w:color="auto"/>
                    <w:right w:val="single" w:sz="4" w:space="0" w:color="auto"/>
                  </w:tcBorders>
                </w:tcPr>
                <w:p w14:paraId="7F8E61A6" w14:textId="77777777" w:rsidR="0015328A" w:rsidRPr="00DC54C7" w:rsidRDefault="0015328A" w:rsidP="00E54669">
                  <w:pPr>
                    <w:rPr>
                      <w:rFonts w:eastAsia="SimSun"/>
                      <w:szCs w:val="22"/>
                    </w:rPr>
                  </w:pPr>
                </w:p>
              </w:tc>
              <w:tc>
                <w:tcPr>
                  <w:tcW w:w="1290" w:type="pct"/>
                  <w:tcBorders>
                    <w:left w:val="single" w:sz="4" w:space="0" w:color="auto"/>
                    <w:bottom w:val="single" w:sz="4" w:space="0" w:color="auto"/>
                  </w:tcBorders>
                </w:tcPr>
                <w:p w14:paraId="14451A5D" w14:textId="77777777" w:rsidR="0015328A" w:rsidRPr="00473D4D" w:rsidRDefault="0015328A" w:rsidP="00E54669">
                  <w:pPr>
                    <w:jc w:val="right"/>
                    <w:rPr>
                      <w:rFonts w:eastAsia="SimSun"/>
                      <w:sz w:val="20"/>
                    </w:rPr>
                  </w:pPr>
                </w:p>
              </w:tc>
              <w:tc>
                <w:tcPr>
                  <w:tcW w:w="1244" w:type="pct"/>
                  <w:tcBorders>
                    <w:bottom w:val="single" w:sz="4" w:space="0" w:color="auto"/>
                  </w:tcBorders>
                </w:tcPr>
                <w:p w14:paraId="3A111B68" w14:textId="77777777" w:rsidR="0015328A" w:rsidRPr="00DC54C7" w:rsidRDefault="0015328A" w:rsidP="00E54669">
                  <w:pPr>
                    <w:rPr>
                      <w:rFonts w:eastAsia="SimSun"/>
                      <w:szCs w:val="22"/>
                    </w:rPr>
                  </w:pPr>
                </w:p>
              </w:tc>
            </w:tr>
            <w:tr w:rsidR="0015328A" w:rsidRPr="00DC54C7" w14:paraId="15391875" w14:textId="77777777" w:rsidTr="00E54669">
              <w:tc>
                <w:tcPr>
                  <w:tcW w:w="1223" w:type="pct"/>
                  <w:tcBorders>
                    <w:top w:val="single" w:sz="4" w:space="0" w:color="auto"/>
                  </w:tcBorders>
                </w:tcPr>
                <w:p w14:paraId="087BA084" w14:textId="77777777" w:rsidR="0015328A" w:rsidRPr="00DC54C7" w:rsidRDefault="0015328A" w:rsidP="00E54669">
                  <w:pPr>
                    <w:rPr>
                      <w:rFonts w:eastAsia="SimSun"/>
                      <w:szCs w:val="22"/>
                    </w:rPr>
                  </w:pPr>
                </w:p>
              </w:tc>
              <w:tc>
                <w:tcPr>
                  <w:tcW w:w="1244" w:type="pct"/>
                  <w:tcBorders>
                    <w:top w:val="single" w:sz="4" w:space="0" w:color="auto"/>
                    <w:right w:val="single" w:sz="4" w:space="0" w:color="auto"/>
                  </w:tcBorders>
                </w:tcPr>
                <w:p w14:paraId="09C9AE8A" w14:textId="77777777" w:rsidR="0015328A" w:rsidRPr="00DC54C7" w:rsidRDefault="0015328A" w:rsidP="00E54669">
                  <w:pPr>
                    <w:rPr>
                      <w:rFonts w:eastAsia="SimSun"/>
                      <w:szCs w:val="22"/>
                    </w:rPr>
                  </w:pPr>
                </w:p>
              </w:tc>
              <w:tc>
                <w:tcPr>
                  <w:tcW w:w="1290" w:type="pct"/>
                  <w:tcBorders>
                    <w:top w:val="single" w:sz="4" w:space="0" w:color="auto"/>
                    <w:left w:val="single" w:sz="4" w:space="0" w:color="auto"/>
                  </w:tcBorders>
                </w:tcPr>
                <w:p w14:paraId="19399BA8" w14:textId="77777777" w:rsidR="0015328A" w:rsidRPr="00473D4D" w:rsidRDefault="0015328A" w:rsidP="00E54669">
                  <w:pPr>
                    <w:jc w:val="right"/>
                    <w:rPr>
                      <w:rFonts w:eastAsia="SimSun"/>
                      <w:sz w:val="20"/>
                    </w:rPr>
                  </w:pPr>
                </w:p>
              </w:tc>
              <w:tc>
                <w:tcPr>
                  <w:tcW w:w="1244" w:type="pct"/>
                  <w:tcBorders>
                    <w:top w:val="single" w:sz="4" w:space="0" w:color="auto"/>
                  </w:tcBorders>
                </w:tcPr>
                <w:p w14:paraId="5215465C" w14:textId="77777777" w:rsidR="0015328A" w:rsidRPr="00DC54C7" w:rsidRDefault="0015328A" w:rsidP="00E54669">
                  <w:pPr>
                    <w:rPr>
                      <w:rFonts w:eastAsia="SimSun"/>
                      <w:szCs w:val="22"/>
                    </w:rPr>
                  </w:pPr>
                </w:p>
              </w:tc>
            </w:tr>
          </w:tbl>
          <w:p w14:paraId="4A6BFC99" w14:textId="77777777" w:rsidR="0015328A" w:rsidRPr="00DC54C7" w:rsidRDefault="0015328A" w:rsidP="00E54669">
            <w:pPr>
              <w:jc w:val="center"/>
              <w:rPr>
                <w:rFonts w:eastAsia="SimSun"/>
                <w:szCs w:val="22"/>
              </w:rPr>
            </w:pPr>
          </w:p>
          <w:p w14:paraId="2BC646FC" w14:textId="77777777" w:rsidR="0015328A" w:rsidRPr="00DC54C7" w:rsidRDefault="0015328A" w:rsidP="00E54669">
            <w:pPr>
              <w:jc w:val="center"/>
              <w:rPr>
                <w:rFonts w:eastAsia="SimSun"/>
                <w:szCs w:val="22"/>
              </w:rPr>
            </w:pPr>
            <w:r w:rsidRPr="00DC54C7">
              <w:rPr>
                <w:rFonts w:eastAsia="SimSun"/>
                <w:szCs w:val="22"/>
              </w:rPr>
              <w:t>+ Interest Revenue –</w:t>
            </w:r>
          </w:p>
          <w:tbl>
            <w:tblPr>
              <w:tblW w:w="3326"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35"/>
              <w:gridCol w:w="835"/>
            </w:tblGrid>
            <w:tr w:rsidR="0015328A" w:rsidRPr="00DC54C7" w14:paraId="249C6748" w14:textId="77777777" w:rsidTr="00E54669">
              <w:tc>
                <w:tcPr>
                  <w:tcW w:w="1234" w:type="pct"/>
                  <w:tcBorders>
                    <w:top w:val="single" w:sz="4" w:space="0" w:color="auto"/>
                  </w:tcBorders>
                </w:tcPr>
                <w:p w14:paraId="709DFD5F" w14:textId="77777777" w:rsidR="0015328A" w:rsidRPr="00DC54C7" w:rsidRDefault="0015328A" w:rsidP="00E54669">
                  <w:pPr>
                    <w:rPr>
                      <w:rFonts w:eastAsia="SimSun"/>
                      <w:szCs w:val="22"/>
                    </w:rPr>
                  </w:pPr>
                </w:p>
              </w:tc>
              <w:tc>
                <w:tcPr>
                  <w:tcW w:w="1255" w:type="pct"/>
                  <w:tcBorders>
                    <w:top w:val="single" w:sz="4" w:space="0" w:color="auto"/>
                    <w:right w:val="single" w:sz="4" w:space="0" w:color="auto"/>
                  </w:tcBorders>
                </w:tcPr>
                <w:p w14:paraId="780E1ED1" w14:textId="77777777" w:rsidR="0015328A" w:rsidRPr="00DC54C7" w:rsidRDefault="0015328A" w:rsidP="00E54669">
                  <w:pPr>
                    <w:jc w:val="right"/>
                    <w:rPr>
                      <w:rFonts w:eastAsia="SimSun"/>
                      <w:szCs w:val="22"/>
                    </w:rPr>
                  </w:pPr>
                </w:p>
              </w:tc>
              <w:tc>
                <w:tcPr>
                  <w:tcW w:w="1255" w:type="pct"/>
                  <w:tcBorders>
                    <w:top w:val="single" w:sz="4" w:space="0" w:color="auto"/>
                    <w:left w:val="single" w:sz="4" w:space="0" w:color="auto"/>
                  </w:tcBorders>
                </w:tcPr>
                <w:p w14:paraId="50C13B20" w14:textId="77777777" w:rsidR="0015328A" w:rsidRPr="00DC54C7" w:rsidRDefault="0015328A" w:rsidP="00E54669">
                  <w:pPr>
                    <w:jc w:val="right"/>
                    <w:rPr>
                      <w:rFonts w:eastAsia="SimSun"/>
                      <w:szCs w:val="22"/>
                    </w:rPr>
                  </w:pPr>
                </w:p>
              </w:tc>
              <w:tc>
                <w:tcPr>
                  <w:tcW w:w="1255" w:type="pct"/>
                  <w:tcBorders>
                    <w:top w:val="single" w:sz="4" w:space="0" w:color="auto"/>
                  </w:tcBorders>
                </w:tcPr>
                <w:p w14:paraId="20061690" w14:textId="77777777" w:rsidR="0015328A" w:rsidRPr="00DC54C7" w:rsidRDefault="0015328A" w:rsidP="00E54669">
                  <w:pPr>
                    <w:rPr>
                      <w:rFonts w:eastAsia="SimSun"/>
                      <w:szCs w:val="22"/>
                    </w:rPr>
                  </w:pPr>
                </w:p>
              </w:tc>
            </w:tr>
          </w:tbl>
          <w:p w14:paraId="1F330E40" w14:textId="77777777" w:rsidR="0015328A" w:rsidRPr="00DC54C7" w:rsidRDefault="0015328A" w:rsidP="00E54669">
            <w:pPr>
              <w:jc w:val="center"/>
              <w:rPr>
                <w:rFonts w:eastAsia="SimSun"/>
                <w:szCs w:val="22"/>
              </w:rPr>
            </w:pPr>
          </w:p>
          <w:p w14:paraId="04B65F9B" w14:textId="77777777" w:rsidR="0015328A" w:rsidRPr="00DC54C7" w:rsidRDefault="0015328A" w:rsidP="00E54669">
            <w:pPr>
              <w:jc w:val="center"/>
              <w:rPr>
                <w:rFonts w:eastAsia="SimSun"/>
                <w:szCs w:val="22"/>
              </w:rPr>
            </w:pPr>
            <w:r w:rsidRPr="00DC54C7">
              <w:rPr>
                <w:rFonts w:eastAsia="SimSun"/>
                <w:szCs w:val="22"/>
              </w:rPr>
              <w:t xml:space="preserve">+ </w:t>
            </w:r>
            <w:r w:rsidR="00061424">
              <w:rPr>
                <w:rFonts w:eastAsia="SimSun"/>
                <w:sz w:val="21"/>
                <w:szCs w:val="21"/>
              </w:rPr>
              <w:t xml:space="preserve">Salaries and </w:t>
            </w:r>
            <w:r w:rsidRPr="00DC54C7">
              <w:rPr>
                <w:rFonts w:eastAsia="SimSun"/>
                <w:szCs w:val="22"/>
              </w:rPr>
              <w:t>Wage Expense –</w:t>
            </w:r>
          </w:p>
          <w:tbl>
            <w:tblPr>
              <w:tblW w:w="4927"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9"/>
              <w:gridCol w:w="836"/>
              <w:gridCol w:w="820"/>
              <w:gridCol w:w="833"/>
            </w:tblGrid>
            <w:tr w:rsidR="0015328A" w:rsidRPr="00DC54C7" w14:paraId="63AA2D9A" w14:textId="77777777" w:rsidTr="00E54669">
              <w:tc>
                <w:tcPr>
                  <w:tcW w:w="1239" w:type="pct"/>
                  <w:tcBorders>
                    <w:top w:val="single" w:sz="4" w:space="0" w:color="auto"/>
                  </w:tcBorders>
                </w:tcPr>
                <w:p w14:paraId="637E732E" w14:textId="77777777" w:rsidR="0015328A" w:rsidRPr="00DC54C7" w:rsidRDefault="0015328A" w:rsidP="00E54669">
                  <w:pPr>
                    <w:rPr>
                      <w:rFonts w:eastAsia="SimSun"/>
                      <w:szCs w:val="22"/>
                    </w:rPr>
                  </w:pPr>
                  <w:r w:rsidRPr="00DC54C7">
                    <w:rPr>
                      <w:rFonts w:eastAsia="SimSun"/>
                      <w:szCs w:val="22"/>
                    </w:rPr>
                    <w:t>Unadj.</w:t>
                  </w:r>
                </w:p>
              </w:tc>
              <w:tc>
                <w:tcPr>
                  <w:tcW w:w="1263" w:type="pct"/>
                  <w:tcBorders>
                    <w:top w:val="single" w:sz="4" w:space="0" w:color="auto"/>
                    <w:right w:val="single" w:sz="4" w:space="0" w:color="auto"/>
                  </w:tcBorders>
                </w:tcPr>
                <w:p w14:paraId="05159C8F" w14:textId="77777777" w:rsidR="0015328A" w:rsidRPr="00DC54C7" w:rsidRDefault="0015328A" w:rsidP="00E54669">
                  <w:pPr>
                    <w:jc w:val="right"/>
                    <w:rPr>
                      <w:rFonts w:eastAsia="SimSun"/>
                      <w:szCs w:val="22"/>
                    </w:rPr>
                  </w:pPr>
                  <w:r w:rsidRPr="00DC54C7">
                    <w:rPr>
                      <w:rFonts w:eastAsia="SimSun"/>
                      <w:szCs w:val="22"/>
                    </w:rPr>
                    <w:t>32,000</w:t>
                  </w:r>
                </w:p>
              </w:tc>
              <w:tc>
                <w:tcPr>
                  <w:tcW w:w="1239" w:type="pct"/>
                  <w:tcBorders>
                    <w:top w:val="single" w:sz="4" w:space="0" w:color="auto"/>
                    <w:left w:val="single" w:sz="4" w:space="0" w:color="auto"/>
                  </w:tcBorders>
                </w:tcPr>
                <w:p w14:paraId="2923BC31" w14:textId="77777777" w:rsidR="0015328A" w:rsidRPr="00DC54C7" w:rsidRDefault="0015328A" w:rsidP="00E54669">
                  <w:pPr>
                    <w:rPr>
                      <w:rFonts w:eastAsia="SimSun"/>
                      <w:szCs w:val="22"/>
                    </w:rPr>
                  </w:pPr>
                </w:p>
              </w:tc>
              <w:tc>
                <w:tcPr>
                  <w:tcW w:w="1260" w:type="pct"/>
                  <w:tcBorders>
                    <w:top w:val="single" w:sz="4" w:space="0" w:color="auto"/>
                  </w:tcBorders>
                </w:tcPr>
                <w:p w14:paraId="5AF77E03" w14:textId="77777777" w:rsidR="0015328A" w:rsidRPr="00DC54C7" w:rsidRDefault="0015328A" w:rsidP="00E54669">
                  <w:pPr>
                    <w:rPr>
                      <w:rFonts w:eastAsia="SimSun"/>
                      <w:szCs w:val="22"/>
                    </w:rPr>
                  </w:pPr>
                </w:p>
              </w:tc>
            </w:tr>
          </w:tbl>
          <w:p w14:paraId="12A45819" w14:textId="77777777" w:rsidR="0015328A" w:rsidRPr="00DC54C7" w:rsidRDefault="0015328A" w:rsidP="00E54669">
            <w:pPr>
              <w:jc w:val="center"/>
              <w:rPr>
                <w:rFonts w:eastAsia="SimSun"/>
                <w:szCs w:val="22"/>
              </w:rPr>
            </w:pPr>
          </w:p>
          <w:p w14:paraId="45D460D1" w14:textId="77777777" w:rsidR="0015328A" w:rsidRPr="00DC54C7" w:rsidRDefault="0015328A" w:rsidP="00E54669">
            <w:pPr>
              <w:jc w:val="center"/>
              <w:rPr>
                <w:rFonts w:eastAsia="SimSun"/>
                <w:szCs w:val="22"/>
              </w:rPr>
            </w:pPr>
            <w:r w:rsidRPr="00DC54C7">
              <w:rPr>
                <w:rFonts w:eastAsia="SimSun"/>
                <w:szCs w:val="22"/>
              </w:rPr>
              <w:t>+ Utilities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9"/>
              <w:gridCol w:w="835"/>
              <w:gridCol w:w="820"/>
              <w:gridCol w:w="835"/>
            </w:tblGrid>
            <w:tr w:rsidR="0015328A" w:rsidRPr="00DC54C7" w14:paraId="67CE0F72" w14:textId="77777777" w:rsidTr="00E54669">
              <w:tc>
                <w:tcPr>
                  <w:tcW w:w="1238" w:type="pct"/>
                  <w:tcBorders>
                    <w:top w:val="single" w:sz="4" w:space="0" w:color="auto"/>
                  </w:tcBorders>
                </w:tcPr>
                <w:p w14:paraId="7F93126E" w14:textId="77777777" w:rsidR="0015328A" w:rsidRPr="00DC54C7" w:rsidRDefault="0015328A" w:rsidP="00E54669">
                  <w:pPr>
                    <w:rPr>
                      <w:rFonts w:eastAsia="SimSun"/>
                      <w:szCs w:val="22"/>
                    </w:rPr>
                  </w:pPr>
                  <w:r w:rsidRPr="00DC54C7">
                    <w:rPr>
                      <w:rFonts w:eastAsia="SimSun"/>
                      <w:szCs w:val="22"/>
                    </w:rPr>
                    <w:t>Unadj.</w:t>
                  </w:r>
                </w:p>
              </w:tc>
              <w:tc>
                <w:tcPr>
                  <w:tcW w:w="1262" w:type="pct"/>
                  <w:tcBorders>
                    <w:top w:val="single" w:sz="4" w:space="0" w:color="auto"/>
                    <w:right w:val="single" w:sz="4" w:space="0" w:color="auto"/>
                  </w:tcBorders>
                </w:tcPr>
                <w:p w14:paraId="4837045D" w14:textId="77777777" w:rsidR="0015328A" w:rsidRPr="00DC54C7" w:rsidRDefault="0015328A" w:rsidP="00E54669">
                  <w:pPr>
                    <w:jc w:val="right"/>
                    <w:rPr>
                      <w:rFonts w:eastAsia="SimSun"/>
                      <w:szCs w:val="22"/>
                    </w:rPr>
                  </w:pPr>
                  <w:r w:rsidRPr="00DC54C7">
                    <w:rPr>
                      <w:rFonts w:eastAsia="SimSun"/>
                      <w:szCs w:val="22"/>
                    </w:rPr>
                    <w:t>1,000</w:t>
                  </w:r>
                </w:p>
              </w:tc>
              <w:tc>
                <w:tcPr>
                  <w:tcW w:w="1239" w:type="pct"/>
                  <w:tcBorders>
                    <w:top w:val="single" w:sz="4" w:space="0" w:color="auto"/>
                    <w:left w:val="single" w:sz="4" w:space="0" w:color="auto"/>
                  </w:tcBorders>
                </w:tcPr>
                <w:p w14:paraId="01AF4E1D" w14:textId="77777777" w:rsidR="0015328A" w:rsidRPr="00DC54C7" w:rsidRDefault="0015328A" w:rsidP="00E54669">
                  <w:pPr>
                    <w:rPr>
                      <w:rFonts w:eastAsia="SimSun"/>
                      <w:szCs w:val="22"/>
                    </w:rPr>
                  </w:pPr>
                </w:p>
              </w:tc>
              <w:tc>
                <w:tcPr>
                  <w:tcW w:w="1262" w:type="pct"/>
                  <w:tcBorders>
                    <w:top w:val="single" w:sz="4" w:space="0" w:color="auto"/>
                  </w:tcBorders>
                </w:tcPr>
                <w:p w14:paraId="3D545858" w14:textId="77777777" w:rsidR="0015328A" w:rsidRPr="00DC54C7" w:rsidRDefault="0015328A" w:rsidP="00E54669">
                  <w:pPr>
                    <w:rPr>
                      <w:rFonts w:eastAsia="SimSun"/>
                      <w:szCs w:val="22"/>
                    </w:rPr>
                  </w:pPr>
                </w:p>
              </w:tc>
            </w:tr>
          </w:tbl>
          <w:p w14:paraId="67337356" w14:textId="77777777" w:rsidR="0015328A" w:rsidRPr="00DC54C7" w:rsidRDefault="0015328A" w:rsidP="00E54669">
            <w:pPr>
              <w:jc w:val="center"/>
              <w:rPr>
                <w:rFonts w:eastAsia="SimSun"/>
                <w:szCs w:val="22"/>
              </w:rPr>
            </w:pPr>
          </w:p>
          <w:p w14:paraId="3BDC8BCD" w14:textId="77777777" w:rsidR="0015328A" w:rsidRPr="00DC54C7" w:rsidRDefault="0015328A" w:rsidP="00E54669">
            <w:pPr>
              <w:jc w:val="center"/>
              <w:rPr>
                <w:rFonts w:eastAsia="SimSun"/>
                <w:szCs w:val="22"/>
              </w:rPr>
            </w:pPr>
            <w:r w:rsidRPr="00DC54C7">
              <w:rPr>
                <w:rFonts w:eastAsia="SimSun"/>
                <w:szCs w:val="22"/>
              </w:rPr>
              <w:t>+ Telephone Expense –</w:t>
            </w:r>
          </w:p>
          <w:tbl>
            <w:tblPr>
              <w:tblW w:w="3312"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21"/>
              <w:gridCol w:w="835"/>
            </w:tblGrid>
            <w:tr w:rsidR="0015328A" w:rsidRPr="00DC54C7" w14:paraId="75EF73C1" w14:textId="77777777" w:rsidTr="00E54669">
              <w:tc>
                <w:tcPr>
                  <w:tcW w:w="1239" w:type="pct"/>
                  <w:tcBorders>
                    <w:top w:val="single" w:sz="4" w:space="0" w:color="auto"/>
                  </w:tcBorders>
                </w:tcPr>
                <w:p w14:paraId="16EBFDFC" w14:textId="77777777" w:rsidR="0015328A" w:rsidRPr="00DC54C7" w:rsidRDefault="0015328A" w:rsidP="00E54669">
                  <w:pPr>
                    <w:rPr>
                      <w:rFonts w:eastAsia="SimSun"/>
                      <w:szCs w:val="22"/>
                    </w:rPr>
                  </w:pPr>
                  <w:r w:rsidRPr="00DC54C7">
                    <w:rPr>
                      <w:rFonts w:eastAsia="SimSun"/>
                      <w:szCs w:val="22"/>
                    </w:rPr>
                    <w:t>Unadj.</w:t>
                  </w:r>
                </w:p>
              </w:tc>
              <w:tc>
                <w:tcPr>
                  <w:tcW w:w="1261" w:type="pct"/>
                  <w:tcBorders>
                    <w:top w:val="single" w:sz="4" w:space="0" w:color="auto"/>
                    <w:right w:val="single" w:sz="4" w:space="0" w:color="auto"/>
                  </w:tcBorders>
                </w:tcPr>
                <w:p w14:paraId="767B5D19" w14:textId="77777777" w:rsidR="0015328A" w:rsidRPr="00DC54C7" w:rsidRDefault="0015328A" w:rsidP="00E54669">
                  <w:pPr>
                    <w:jc w:val="right"/>
                    <w:rPr>
                      <w:rFonts w:eastAsia="SimSun"/>
                      <w:szCs w:val="22"/>
                    </w:rPr>
                  </w:pPr>
                  <w:r w:rsidRPr="00DC54C7">
                    <w:rPr>
                      <w:rFonts w:eastAsia="SimSun"/>
                      <w:szCs w:val="22"/>
                    </w:rPr>
                    <w:t>500</w:t>
                  </w:r>
                </w:p>
              </w:tc>
              <w:tc>
                <w:tcPr>
                  <w:tcW w:w="1239" w:type="pct"/>
                  <w:tcBorders>
                    <w:top w:val="single" w:sz="4" w:space="0" w:color="auto"/>
                    <w:left w:val="single" w:sz="4" w:space="0" w:color="auto"/>
                  </w:tcBorders>
                </w:tcPr>
                <w:p w14:paraId="75AF7CE4" w14:textId="77777777" w:rsidR="0015328A" w:rsidRPr="00DC54C7" w:rsidRDefault="0015328A" w:rsidP="00E54669">
                  <w:pPr>
                    <w:rPr>
                      <w:rFonts w:eastAsia="SimSun"/>
                      <w:szCs w:val="22"/>
                    </w:rPr>
                  </w:pPr>
                </w:p>
              </w:tc>
              <w:tc>
                <w:tcPr>
                  <w:tcW w:w="1261" w:type="pct"/>
                  <w:tcBorders>
                    <w:top w:val="single" w:sz="4" w:space="0" w:color="auto"/>
                  </w:tcBorders>
                </w:tcPr>
                <w:p w14:paraId="68573DEC" w14:textId="77777777" w:rsidR="0015328A" w:rsidRPr="00DC54C7" w:rsidRDefault="0015328A" w:rsidP="00E54669">
                  <w:pPr>
                    <w:rPr>
                      <w:rFonts w:eastAsia="SimSun"/>
                      <w:szCs w:val="22"/>
                    </w:rPr>
                  </w:pPr>
                </w:p>
              </w:tc>
            </w:tr>
          </w:tbl>
          <w:p w14:paraId="7E3897F7" w14:textId="77777777" w:rsidR="0015328A" w:rsidRPr="00DC54C7" w:rsidRDefault="0015328A" w:rsidP="00E54669">
            <w:pPr>
              <w:jc w:val="center"/>
              <w:rPr>
                <w:rFonts w:eastAsia="SimSun"/>
                <w:szCs w:val="22"/>
              </w:rPr>
            </w:pPr>
          </w:p>
          <w:p w14:paraId="5C2ACB73" w14:textId="77777777" w:rsidR="0015328A" w:rsidRPr="00DC54C7" w:rsidRDefault="0015328A" w:rsidP="00E54669">
            <w:pPr>
              <w:jc w:val="center"/>
              <w:rPr>
                <w:rFonts w:eastAsia="SimSun"/>
                <w:szCs w:val="22"/>
              </w:rPr>
            </w:pPr>
            <w:r w:rsidRPr="00DC54C7">
              <w:rPr>
                <w:rFonts w:eastAsia="SimSun"/>
                <w:szCs w:val="22"/>
              </w:rPr>
              <w:t>+ Supplies Expense –</w:t>
            </w:r>
          </w:p>
          <w:tbl>
            <w:tblPr>
              <w:tblW w:w="4933"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21"/>
              <w:gridCol w:w="835"/>
            </w:tblGrid>
            <w:tr w:rsidR="0015328A" w:rsidRPr="00DC54C7" w14:paraId="3D8793BE" w14:textId="77777777" w:rsidTr="00E54669">
              <w:tc>
                <w:tcPr>
                  <w:tcW w:w="1239" w:type="pct"/>
                  <w:tcBorders>
                    <w:top w:val="single" w:sz="4" w:space="0" w:color="auto"/>
                  </w:tcBorders>
                </w:tcPr>
                <w:p w14:paraId="70CBEA31" w14:textId="77777777" w:rsidR="0015328A" w:rsidRPr="00DC54C7" w:rsidRDefault="0015328A" w:rsidP="00E54669">
                  <w:pPr>
                    <w:rPr>
                      <w:rFonts w:eastAsia="SimSun"/>
                      <w:szCs w:val="22"/>
                    </w:rPr>
                  </w:pPr>
                </w:p>
              </w:tc>
              <w:tc>
                <w:tcPr>
                  <w:tcW w:w="1261" w:type="pct"/>
                  <w:tcBorders>
                    <w:top w:val="single" w:sz="4" w:space="0" w:color="auto"/>
                    <w:right w:val="single" w:sz="4" w:space="0" w:color="auto"/>
                  </w:tcBorders>
                </w:tcPr>
                <w:p w14:paraId="59E45DD3" w14:textId="77777777" w:rsidR="0015328A" w:rsidRPr="00DC54C7" w:rsidRDefault="0015328A" w:rsidP="00E54669">
                  <w:pPr>
                    <w:jc w:val="right"/>
                    <w:rPr>
                      <w:rFonts w:eastAsia="SimSun"/>
                      <w:szCs w:val="22"/>
                    </w:rPr>
                  </w:pPr>
                </w:p>
              </w:tc>
              <w:tc>
                <w:tcPr>
                  <w:tcW w:w="1239" w:type="pct"/>
                  <w:tcBorders>
                    <w:top w:val="single" w:sz="4" w:space="0" w:color="auto"/>
                    <w:left w:val="single" w:sz="4" w:space="0" w:color="auto"/>
                  </w:tcBorders>
                </w:tcPr>
                <w:p w14:paraId="28F04397" w14:textId="77777777" w:rsidR="0015328A" w:rsidRPr="00DC54C7" w:rsidRDefault="0015328A" w:rsidP="00E54669">
                  <w:pPr>
                    <w:rPr>
                      <w:rFonts w:eastAsia="SimSun"/>
                      <w:szCs w:val="22"/>
                    </w:rPr>
                  </w:pPr>
                </w:p>
              </w:tc>
              <w:tc>
                <w:tcPr>
                  <w:tcW w:w="1261" w:type="pct"/>
                  <w:tcBorders>
                    <w:top w:val="single" w:sz="4" w:space="0" w:color="auto"/>
                  </w:tcBorders>
                </w:tcPr>
                <w:p w14:paraId="245DCCD3" w14:textId="77777777" w:rsidR="0015328A" w:rsidRPr="00DC54C7" w:rsidRDefault="0015328A" w:rsidP="00E54669">
                  <w:pPr>
                    <w:rPr>
                      <w:rFonts w:eastAsia="SimSun"/>
                      <w:szCs w:val="22"/>
                    </w:rPr>
                  </w:pPr>
                </w:p>
              </w:tc>
            </w:tr>
          </w:tbl>
          <w:p w14:paraId="153BB8BE" w14:textId="77777777" w:rsidR="0015328A" w:rsidRPr="00DC54C7" w:rsidRDefault="0015328A" w:rsidP="00E54669">
            <w:pPr>
              <w:jc w:val="center"/>
              <w:rPr>
                <w:rFonts w:eastAsia="SimSun"/>
                <w:szCs w:val="22"/>
              </w:rPr>
            </w:pPr>
          </w:p>
          <w:p w14:paraId="2F2B06E6" w14:textId="77777777" w:rsidR="0015328A" w:rsidRPr="00DC54C7" w:rsidRDefault="0015328A" w:rsidP="00E54669">
            <w:pPr>
              <w:jc w:val="center"/>
              <w:rPr>
                <w:rFonts w:eastAsia="SimSun"/>
                <w:szCs w:val="22"/>
              </w:rPr>
            </w:pPr>
            <w:r w:rsidRPr="00DC54C7">
              <w:rPr>
                <w:rFonts w:eastAsia="SimSun"/>
                <w:szCs w:val="22"/>
              </w:rPr>
              <w:t>+ Rent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15328A" w:rsidRPr="00DC54C7" w14:paraId="3B457C96" w14:textId="77777777" w:rsidTr="00E54669">
              <w:tc>
                <w:tcPr>
                  <w:tcW w:w="1239" w:type="pct"/>
                  <w:tcBorders>
                    <w:top w:val="single" w:sz="4" w:space="0" w:color="auto"/>
                  </w:tcBorders>
                </w:tcPr>
                <w:p w14:paraId="20B47009" w14:textId="77777777" w:rsidR="0015328A" w:rsidRPr="00DC54C7" w:rsidRDefault="0015328A" w:rsidP="00E54669">
                  <w:pPr>
                    <w:rPr>
                      <w:rFonts w:eastAsia="SimSun"/>
                      <w:szCs w:val="22"/>
                    </w:rPr>
                  </w:pPr>
                </w:p>
              </w:tc>
              <w:tc>
                <w:tcPr>
                  <w:tcW w:w="1259" w:type="pct"/>
                  <w:tcBorders>
                    <w:top w:val="single" w:sz="4" w:space="0" w:color="auto"/>
                    <w:right w:val="single" w:sz="4" w:space="0" w:color="auto"/>
                  </w:tcBorders>
                </w:tcPr>
                <w:p w14:paraId="453AD1E0" w14:textId="77777777" w:rsidR="0015328A" w:rsidRPr="00DC54C7" w:rsidRDefault="0015328A" w:rsidP="00E54669">
                  <w:pPr>
                    <w:jc w:val="right"/>
                    <w:rPr>
                      <w:rFonts w:eastAsia="SimSun"/>
                      <w:szCs w:val="22"/>
                    </w:rPr>
                  </w:pPr>
                </w:p>
              </w:tc>
              <w:tc>
                <w:tcPr>
                  <w:tcW w:w="1241" w:type="pct"/>
                  <w:tcBorders>
                    <w:top w:val="single" w:sz="4" w:space="0" w:color="auto"/>
                    <w:left w:val="single" w:sz="4" w:space="0" w:color="auto"/>
                  </w:tcBorders>
                </w:tcPr>
                <w:p w14:paraId="7C925896" w14:textId="77777777" w:rsidR="0015328A" w:rsidRPr="00DC54C7" w:rsidRDefault="0015328A" w:rsidP="00E54669">
                  <w:pPr>
                    <w:rPr>
                      <w:rFonts w:eastAsia="SimSun"/>
                      <w:szCs w:val="22"/>
                    </w:rPr>
                  </w:pPr>
                </w:p>
              </w:tc>
              <w:tc>
                <w:tcPr>
                  <w:tcW w:w="1262" w:type="pct"/>
                  <w:tcBorders>
                    <w:top w:val="single" w:sz="4" w:space="0" w:color="auto"/>
                  </w:tcBorders>
                </w:tcPr>
                <w:p w14:paraId="155D6702" w14:textId="77777777" w:rsidR="0015328A" w:rsidRPr="00DC54C7" w:rsidRDefault="0015328A" w:rsidP="00E54669">
                  <w:pPr>
                    <w:rPr>
                      <w:rFonts w:eastAsia="SimSun"/>
                      <w:szCs w:val="22"/>
                    </w:rPr>
                  </w:pPr>
                </w:p>
              </w:tc>
            </w:tr>
          </w:tbl>
          <w:p w14:paraId="73C95D8E" w14:textId="77777777" w:rsidR="0015328A" w:rsidRPr="00DC54C7" w:rsidRDefault="0015328A" w:rsidP="00E54669">
            <w:pPr>
              <w:rPr>
                <w:rFonts w:eastAsia="SimSun"/>
                <w:szCs w:val="22"/>
              </w:rPr>
            </w:pPr>
          </w:p>
          <w:p w14:paraId="0F171357" w14:textId="77777777" w:rsidR="0015328A" w:rsidRPr="00DC54C7" w:rsidRDefault="0015328A" w:rsidP="00E54669">
            <w:pPr>
              <w:jc w:val="center"/>
              <w:rPr>
                <w:rFonts w:eastAsia="SimSun"/>
                <w:szCs w:val="22"/>
              </w:rPr>
            </w:pPr>
            <w:r w:rsidRPr="00DC54C7">
              <w:rPr>
                <w:rFonts w:eastAsia="SimSun"/>
                <w:szCs w:val="22"/>
              </w:rPr>
              <w:t>+ Insurance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15328A" w:rsidRPr="00DC54C7" w14:paraId="20FF0A80" w14:textId="77777777" w:rsidTr="00E54669">
              <w:tc>
                <w:tcPr>
                  <w:tcW w:w="1239" w:type="pct"/>
                  <w:tcBorders>
                    <w:top w:val="single" w:sz="4" w:space="0" w:color="auto"/>
                  </w:tcBorders>
                </w:tcPr>
                <w:p w14:paraId="034DA2BD" w14:textId="77777777" w:rsidR="0015328A" w:rsidRPr="00DC54C7" w:rsidRDefault="0015328A" w:rsidP="00E54669">
                  <w:pPr>
                    <w:rPr>
                      <w:rFonts w:eastAsia="SimSun"/>
                      <w:szCs w:val="22"/>
                    </w:rPr>
                  </w:pPr>
                </w:p>
              </w:tc>
              <w:tc>
                <w:tcPr>
                  <w:tcW w:w="1259" w:type="pct"/>
                  <w:tcBorders>
                    <w:top w:val="single" w:sz="4" w:space="0" w:color="auto"/>
                    <w:right w:val="single" w:sz="4" w:space="0" w:color="auto"/>
                  </w:tcBorders>
                </w:tcPr>
                <w:p w14:paraId="5468CDA1" w14:textId="77777777" w:rsidR="0015328A" w:rsidRPr="00DC54C7" w:rsidRDefault="0015328A" w:rsidP="00E54669">
                  <w:pPr>
                    <w:jc w:val="right"/>
                    <w:rPr>
                      <w:rFonts w:eastAsia="SimSun"/>
                      <w:szCs w:val="22"/>
                    </w:rPr>
                  </w:pPr>
                </w:p>
              </w:tc>
              <w:tc>
                <w:tcPr>
                  <w:tcW w:w="1241" w:type="pct"/>
                  <w:tcBorders>
                    <w:top w:val="single" w:sz="4" w:space="0" w:color="auto"/>
                    <w:left w:val="single" w:sz="4" w:space="0" w:color="auto"/>
                  </w:tcBorders>
                </w:tcPr>
                <w:p w14:paraId="53A57055" w14:textId="77777777" w:rsidR="0015328A" w:rsidRPr="00DC54C7" w:rsidRDefault="0015328A" w:rsidP="00E54669">
                  <w:pPr>
                    <w:rPr>
                      <w:rFonts w:eastAsia="SimSun"/>
                      <w:szCs w:val="22"/>
                    </w:rPr>
                  </w:pPr>
                </w:p>
              </w:tc>
              <w:tc>
                <w:tcPr>
                  <w:tcW w:w="1262" w:type="pct"/>
                  <w:tcBorders>
                    <w:top w:val="single" w:sz="4" w:space="0" w:color="auto"/>
                  </w:tcBorders>
                </w:tcPr>
                <w:p w14:paraId="0CD34B5E" w14:textId="77777777" w:rsidR="0015328A" w:rsidRPr="00DC54C7" w:rsidRDefault="0015328A" w:rsidP="00E54669">
                  <w:pPr>
                    <w:rPr>
                      <w:rFonts w:eastAsia="SimSun"/>
                      <w:szCs w:val="22"/>
                    </w:rPr>
                  </w:pPr>
                </w:p>
              </w:tc>
            </w:tr>
          </w:tbl>
          <w:p w14:paraId="73429090" w14:textId="77777777" w:rsidR="0015328A" w:rsidRPr="00DC54C7" w:rsidRDefault="0015328A" w:rsidP="00E54669">
            <w:pPr>
              <w:jc w:val="center"/>
              <w:rPr>
                <w:rFonts w:eastAsia="SimSun"/>
                <w:szCs w:val="22"/>
              </w:rPr>
            </w:pPr>
          </w:p>
          <w:p w14:paraId="5BB0C9C4" w14:textId="77777777" w:rsidR="0015328A" w:rsidRPr="00DC54C7" w:rsidRDefault="0015328A" w:rsidP="00E54669">
            <w:pPr>
              <w:jc w:val="center"/>
              <w:rPr>
                <w:rFonts w:eastAsia="SimSun"/>
                <w:szCs w:val="22"/>
              </w:rPr>
            </w:pPr>
            <w:r w:rsidRPr="00DC54C7">
              <w:rPr>
                <w:rFonts w:eastAsia="SimSun"/>
                <w:szCs w:val="22"/>
              </w:rPr>
              <w:t>+ Depreciation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15328A" w:rsidRPr="00DC54C7" w14:paraId="144ED459" w14:textId="77777777" w:rsidTr="00E54669">
              <w:tc>
                <w:tcPr>
                  <w:tcW w:w="1239" w:type="pct"/>
                  <w:tcBorders>
                    <w:top w:val="single" w:sz="4" w:space="0" w:color="auto"/>
                  </w:tcBorders>
                </w:tcPr>
                <w:p w14:paraId="28393BF2" w14:textId="77777777" w:rsidR="0015328A" w:rsidRPr="00DC54C7" w:rsidRDefault="0015328A" w:rsidP="00E54669">
                  <w:pPr>
                    <w:rPr>
                      <w:rFonts w:eastAsia="SimSun"/>
                      <w:szCs w:val="22"/>
                    </w:rPr>
                  </w:pPr>
                </w:p>
              </w:tc>
              <w:tc>
                <w:tcPr>
                  <w:tcW w:w="1259" w:type="pct"/>
                  <w:tcBorders>
                    <w:top w:val="single" w:sz="4" w:space="0" w:color="auto"/>
                    <w:right w:val="single" w:sz="4" w:space="0" w:color="auto"/>
                  </w:tcBorders>
                </w:tcPr>
                <w:p w14:paraId="36BD814A" w14:textId="77777777" w:rsidR="0015328A" w:rsidRPr="00DC54C7" w:rsidRDefault="0015328A" w:rsidP="00E54669">
                  <w:pPr>
                    <w:jc w:val="right"/>
                    <w:rPr>
                      <w:rFonts w:eastAsia="SimSun"/>
                      <w:szCs w:val="22"/>
                    </w:rPr>
                  </w:pPr>
                </w:p>
              </w:tc>
              <w:tc>
                <w:tcPr>
                  <w:tcW w:w="1241" w:type="pct"/>
                  <w:tcBorders>
                    <w:top w:val="single" w:sz="4" w:space="0" w:color="auto"/>
                    <w:left w:val="single" w:sz="4" w:space="0" w:color="auto"/>
                  </w:tcBorders>
                </w:tcPr>
                <w:p w14:paraId="1F15CD93" w14:textId="77777777" w:rsidR="0015328A" w:rsidRPr="00DC54C7" w:rsidRDefault="0015328A" w:rsidP="00E54669">
                  <w:pPr>
                    <w:rPr>
                      <w:rFonts w:eastAsia="SimSun"/>
                      <w:szCs w:val="22"/>
                    </w:rPr>
                  </w:pPr>
                </w:p>
              </w:tc>
              <w:tc>
                <w:tcPr>
                  <w:tcW w:w="1262" w:type="pct"/>
                  <w:tcBorders>
                    <w:top w:val="single" w:sz="4" w:space="0" w:color="auto"/>
                  </w:tcBorders>
                </w:tcPr>
                <w:p w14:paraId="227C4424" w14:textId="77777777" w:rsidR="0015328A" w:rsidRPr="00DC54C7" w:rsidRDefault="0015328A" w:rsidP="00E54669">
                  <w:pPr>
                    <w:rPr>
                      <w:rFonts w:eastAsia="SimSun"/>
                      <w:szCs w:val="22"/>
                    </w:rPr>
                  </w:pPr>
                </w:p>
              </w:tc>
            </w:tr>
          </w:tbl>
          <w:p w14:paraId="2F3527CF" w14:textId="77777777" w:rsidR="0015328A" w:rsidRPr="00DC54C7" w:rsidRDefault="0015328A" w:rsidP="00E54669">
            <w:pPr>
              <w:jc w:val="center"/>
              <w:rPr>
                <w:rFonts w:eastAsia="SimSun"/>
                <w:szCs w:val="22"/>
              </w:rPr>
            </w:pPr>
          </w:p>
          <w:p w14:paraId="254502FF" w14:textId="77777777" w:rsidR="0015328A" w:rsidRPr="00DC54C7" w:rsidRDefault="0015328A" w:rsidP="00E54669">
            <w:pPr>
              <w:jc w:val="center"/>
              <w:rPr>
                <w:rFonts w:eastAsia="SimSun"/>
                <w:szCs w:val="22"/>
              </w:rPr>
            </w:pPr>
            <w:r w:rsidRPr="00DC54C7">
              <w:rPr>
                <w:rFonts w:eastAsia="SimSun"/>
                <w:szCs w:val="22"/>
              </w:rPr>
              <w:t>+ Interest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15328A" w:rsidRPr="00DC54C7" w14:paraId="58E5070E" w14:textId="77777777" w:rsidTr="00E54669">
              <w:tc>
                <w:tcPr>
                  <w:tcW w:w="1239" w:type="pct"/>
                  <w:tcBorders>
                    <w:top w:val="single" w:sz="4" w:space="0" w:color="auto"/>
                  </w:tcBorders>
                </w:tcPr>
                <w:p w14:paraId="6390BF76" w14:textId="77777777" w:rsidR="0015328A" w:rsidRPr="00DC54C7" w:rsidRDefault="0015328A" w:rsidP="00E54669">
                  <w:pPr>
                    <w:rPr>
                      <w:rFonts w:eastAsia="SimSun"/>
                      <w:szCs w:val="22"/>
                    </w:rPr>
                  </w:pPr>
                </w:p>
              </w:tc>
              <w:tc>
                <w:tcPr>
                  <w:tcW w:w="1259" w:type="pct"/>
                  <w:tcBorders>
                    <w:top w:val="single" w:sz="4" w:space="0" w:color="auto"/>
                    <w:right w:val="single" w:sz="4" w:space="0" w:color="auto"/>
                  </w:tcBorders>
                </w:tcPr>
                <w:p w14:paraId="430DEF01" w14:textId="77777777" w:rsidR="0015328A" w:rsidRPr="00DC54C7" w:rsidRDefault="0015328A" w:rsidP="00E54669">
                  <w:pPr>
                    <w:jc w:val="right"/>
                    <w:rPr>
                      <w:rFonts w:eastAsia="SimSun"/>
                      <w:szCs w:val="22"/>
                    </w:rPr>
                  </w:pPr>
                </w:p>
              </w:tc>
              <w:tc>
                <w:tcPr>
                  <w:tcW w:w="1241" w:type="pct"/>
                  <w:tcBorders>
                    <w:top w:val="single" w:sz="4" w:space="0" w:color="auto"/>
                    <w:left w:val="single" w:sz="4" w:space="0" w:color="auto"/>
                  </w:tcBorders>
                </w:tcPr>
                <w:p w14:paraId="0896CABD" w14:textId="77777777" w:rsidR="0015328A" w:rsidRPr="00DC54C7" w:rsidRDefault="0015328A" w:rsidP="00E54669">
                  <w:pPr>
                    <w:rPr>
                      <w:rFonts w:eastAsia="SimSun"/>
                      <w:szCs w:val="22"/>
                    </w:rPr>
                  </w:pPr>
                </w:p>
              </w:tc>
              <w:tc>
                <w:tcPr>
                  <w:tcW w:w="1262" w:type="pct"/>
                  <w:tcBorders>
                    <w:top w:val="single" w:sz="4" w:space="0" w:color="auto"/>
                  </w:tcBorders>
                </w:tcPr>
                <w:p w14:paraId="1BEC722E" w14:textId="77777777" w:rsidR="0015328A" w:rsidRPr="00DC54C7" w:rsidRDefault="0015328A" w:rsidP="00E54669">
                  <w:pPr>
                    <w:rPr>
                      <w:rFonts w:eastAsia="SimSun"/>
                      <w:szCs w:val="22"/>
                    </w:rPr>
                  </w:pPr>
                </w:p>
              </w:tc>
            </w:tr>
          </w:tbl>
          <w:p w14:paraId="654C94B4" w14:textId="77777777" w:rsidR="0015328A" w:rsidRPr="00DC54C7" w:rsidRDefault="0015328A" w:rsidP="00E54669">
            <w:pPr>
              <w:jc w:val="center"/>
              <w:rPr>
                <w:rFonts w:eastAsia="SimSun"/>
                <w:szCs w:val="22"/>
              </w:rPr>
            </w:pPr>
          </w:p>
          <w:p w14:paraId="45F19774" w14:textId="77777777" w:rsidR="0015328A" w:rsidRPr="00DC54C7" w:rsidRDefault="0015328A" w:rsidP="00E54669">
            <w:pPr>
              <w:jc w:val="center"/>
              <w:rPr>
                <w:rFonts w:eastAsia="SimSun"/>
                <w:szCs w:val="22"/>
              </w:rPr>
            </w:pPr>
            <w:r w:rsidRPr="00DC54C7">
              <w:rPr>
                <w:rFonts w:eastAsia="SimSun"/>
                <w:szCs w:val="22"/>
              </w:rPr>
              <w:t>+ Income Tax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15328A" w:rsidRPr="00DC54C7" w14:paraId="522FFD78" w14:textId="77777777" w:rsidTr="00E54669">
              <w:tc>
                <w:tcPr>
                  <w:tcW w:w="1239" w:type="pct"/>
                  <w:tcBorders>
                    <w:top w:val="single" w:sz="4" w:space="0" w:color="auto"/>
                  </w:tcBorders>
                </w:tcPr>
                <w:p w14:paraId="604C23B7" w14:textId="77777777" w:rsidR="0015328A" w:rsidRPr="00DC54C7" w:rsidRDefault="0015328A" w:rsidP="00E54669">
                  <w:pPr>
                    <w:rPr>
                      <w:rFonts w:eastAsia="SimSun"/>
                      <w:szCs w:val="22"/>
                    </w:rPr>
                  </w:pPr>
                </w:p>
              </w:tc>
              <w:tc>
                <w:tcPr>
                  <w:tcW w:w="1259" w:type="pct"/>
                  <w:tcBorders>
                    <w:top w:val="single" w:sz="4" w:space="0" w:color="auto"/>
                    <w:right w:val="single" w:sz="4" w:space="0" w:color="auto"/>
                  </w:tcBorders>
                </w:tcPr>
                <w:p w14:paraId="640316DE" w14:textId="77777777" w:rsidR="0015328A" w:rsidRPr="00DC54C7" w:rsidRDefault="0015328A" w:rsidP="00E54669">
                  <w:pPr>
                    <w:jc w:val="right"/>
                    <w:rPr>
                      <w:rFonts w:eastAsia="SimSun"/>
                      <w:szCs w:val="22"/>
                    </w:rPr>
                  </w:pPr>
                </w:p>
              </w:tc>
              <w:tc>
                <w:tcPr>
                  <w:tcW w:w="1241" w:type="pct"/>
                  <w:tcBorders>
                    <w:top w:val="single" w:sz="4" w:space="0" w:color="auto"/>
                    <w:left w:val="single" w:sz="4" w:space="0" w:color="auto"/>
                  </w:tcBorders>
                </w:tcPr>
                <w:p w14:paraId="6591385C" w14:textId="77777777" w:rsidR="0015328A" w:rsidRPr="00DC54C7" w:rsidRDefault="0015328A" w:rsidP="00E54669">
                  <w:pPr>
                    <w:rPr>
                      <w:rFonts w:eastAsia="SimSun"/>
                      <w:szCs w:val="22"/>
                    </w:rPr>
                  </w:pPr>
                </w:p>
              </w:tc>
              <w:tc>
                <w:tcPr>
                  <w:tcW w:w="1262" w:type="pct"/>
                  <w:tcBorders>
                    <w:top w:val="single" w:sz="4" w:space="0" w:color="auto"/>
                  </w:tcBorders>
                </w:tcPr>
                <w:p w14:paraId="0F2C08FA" w14:textId="77777777" w:rsidR="0015328A" w:rsidRDefault="0015328A" w:rsidP="00E54669">
                  <w:pPr>
                    <w:rPr>
                      <w:rFonts w:eastAsia="SimSun"/>
                      <w:szCs w:val="22"/>
                    </w:rPr>
                  </w:pPr>
                </w:p>
                <w:p w14:paraId="27611359" w14:textId="77777777" w:rsidR="0015328A" w:rsidRPr="00DC54C7" w:rsidRDefault="0015328A" w:rsidP="00E54669">
                  <w:pPr>
                    <w:rPr>
                      <w:rFonts w:eastAsia="SimSun"/>
                      <w:szCs w:val="22"/>
                    </w:rPr>
                  </w:pPr>
                </w:p>
              </w:tc>
            </w:tr>
          </w:tbl>
          <w:p w14:paraId="161BD105" w14:textId="77777777" w:rsidR="0015328A" w:rsidRPr="00DC54C7" w:rsidRDefault="0015328A" w:rsidP="00E54669">
            <w:pPr>
              <w:jc w:val="center"/>
              <w:rPr>
                <w:rFonts w:eastAsia="SimSun"/>
                <w:szCs w:val="22"/>
              </w:rPr>
            </w:pPr>
          </w:p>
        </w:tc>
      </w:tr>
    </w:tbl>
    <w:p w14:paraId="413C99E9" w14:textId="77777777" w:rsidR="00433CA5" w:rsidRPr="00DC54C7" w:rsidRDefault="003D565B" w:rsidP="00433CA5">
      <w:pPr>
        <w:pStyle w:val="Heading1"/>
        <w:spacing w:before="240"/>
      </w:pPr>
      <w:r w:rsidRPr="00DC54C7">
        <w:br w:type="page"/>
      </w:r>
      <w:r w:rsidR="00433CA5" w:rsidRPr="00DC54C7">
        <w:lastRenderedPageBreak/>
        <w:t>HANDOUT 4</w:t>
      </w:r>
      <w:r w:rsidR="00801A23" w:rsidRPr="00750FD5">
        <w:t>–</w:t>
      </w:r>
      <w:r w:rsidR="00433CA5" w:rsidRPr="00DC54C7">
        <w:t>1 SOLUTION</w:t>
      </w:r>
    </w:p>
    <w:p w14:paraId="4CE95E0E" w14:textId="77777777" w:rsidR="00433CA5" w:rsidRPr="00DC54C7" w:rsidRDefault="00433CA5" w:rsidP="00433CA5">
      <w:pPr>
        <w:pStyle w:val="Heading1"/>
        <w:spacing w:before="240"/>
        <w:jc w:val="center"/>
        <w:rPr>
          <w:u w:val="none"/>
        </w:rPr>
      </w:pPr>
      <w:r w:rsidRPr="00DC54C7">
        <w:rPr>
          <w:u w:val="none"/>
        </w:rPr>
        <w:t xml:space="preserve">ADJUSTING ENTRIES AND </w:t>
      </w:r>
      <w:r w:rsidRPr="00DC54C7">
        <w:rPr>
          <w:u w:val="none"/>
        </w:rPr>
        <w:br/>
        <w:t>POSTING TO T-ACCOUNTS</w:t>
      </w:r>
    </w:p>
    <w:p w14:paraId="2FCA13D5" w14:textId="77777777" w:rsidR="00433CA5" w:rsidRPr="00DC54C7" w:rsidRDefault="00433CA5" w:rsidP="00433CA5">
      <w:pPr>
        <w:rPr>
          <w:szCs w:val="22"/>
        </w:rPr>
      </w:pPr>
    </w:p>
    <w:p w14:paraId="76679690" w14:textId="77777777" w:rsidR="00433CA5" w:rsidRPr="00DC54C7" w:rsidRDefault="00433CA5" w:rsidP="00433CA5">
      <w:pPr>
        <w:rPr>
          <w:i/>
          <w:iCs/>
          <w:szCs w:val="22"/>
        </w:rPr>
      </w:pPr>
      <w:r w:rsidRPr="00DC54C7">
        <w:rPr>
          <w:szCs w:val="22"/>
        </w:rPr>
        <w:t xml:space="preserve">Prepare the required adjusting journal entry for each situation as of December 31, </w:t>
      </w:r>
      <w:r w:rsidR="00C25690">
        <w:rPr>
          <w:szCs w:val="22"/>
        </w:rPr>
        <w:t>2016</w:t>
      </w:r>
      <w:r w:rsidRPr="00DC54C7">
        <w:rPr>
          <w:szCs w:val="22"/>
        </w:rPr>
        <w:t xml:space="preserve">. </w:t>
      </w:r>
      <w:r w:rsidRPr="00DC54C7">
        <w:rPr>
          <w:i/>
          <w:iCs/>
          <w:szCs w:val="22"/>
        </w:rPr>
        <w:t>See the last page for the unadjusted account balances shown in T-accounts.</w:t>
      </w:r>
    </w:p>
    <w:p w14:paraId="7F07F763" w14:textId="77777777" w:rsidR="00433CA5" w:rsidRPr="00DC54C7" w:rsidRDefault="00433CA5" w:rsidP="00433CA5">
      <w:pPr>
        <w:rPr>
          <w:szCs w:val="22"/>
        </w:rPr>
      </w:pPr>
    </w:p>
    <w:p w14:paraId="6FAA9283" w14:textId="77777777" w:rsidR="00061424" w:rsidRPr="00DC54C7" w:rsidRDefault="00061424" w:rsidP="00061424">
      <w:pPr>
        <w:rPr>
          <w:szCs w:val="22"/>
        </w:rPr>
      </w:pPr>
      <w:r w:rsidRPr="00DC54C7">
        <w:rPr>
          <w:szCs w:val="22"/>
        </w:rPr>
        <w:t xml:space="preserve">(a) Deana’s </w:t>
      </w:r>
      <w:r>
        <w:rPr>
          <w:szCs w:val="22"/>
        </w:rPr>
        <w:t xml:space="preserve">Decorating had </w:t>
      </w:r>
      <w:r w:rsidRPr="00DC54C7">
        <w:rPr>
          <w:szCs w:val="22"/>
        </w:rPr>
        <w:t xml:space="preserve">$1,800 </w:t>
      </w:r>
      <w:r>
        <w:rPr>
          <w:szCs w:val="22"/>
        </w:rPr>
        <w:t xml:space="preserve">of supplies on hand on December 1, </w:t>
      </w:r>
      <w:r w:rsidR="00C25690">
        <w:rPr>
          <w:szCs w:val="22"/>
        </w:rPr>
        <w:t>2016</w:t>
      </w:r>
      <w:r w:rsidRPr="00DC54C7">
        <w:rPr>
          <w:szCs w:val="22"/>
        </w:rPr>
        <w:t xml:space="preserve">. When counting the supplies on December 31, </w:t>
      </w:r>
      <w:r w:rsidR="00C25690">
        <w:rPr>
          <w:szCs w:val="22"/>
        </w:rPr>
        <w:t>2016</w:t>
      </w:r>
      <w:r w:rsidRPr="00DC54C7">
        <w:rPr>
          <w:szCs w:val="22"/>
        </w:rPr>
        <w:t xml:space="preserve">, Deana’s found only $800 worth of supplies on hand.  </w:t>
      </w:r>
    </w:p>
    <w:p w14:paraId="7DC3AE09" w14:textId="77777777" w:rsidR="003D565B" w:rsidRPr="00DC54C7" w:rsidRDefault="00433CA5" w:rsidP="00433CA5">
      <w:pPr>
        <w:tabs>
          <w:tab w:val="left" w:pos="5325"/>
        </w:tabs>
        <w:rPr>
          <w:szCs w:val="22"/>
        </w:rPr>
      </w:pPr>
      <w:r w:rsidRPr="00DC54C7">
        <w:rPr>
          <w:szCs w:val="22"/>
        </w:rPr>
        <w:tab/>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1A0396EE" w14:textId="77777777" w:rsidTr="00944826">
        <w:trPr>
          <w:trHeight w:val="360"/>
        </w:trPr>
        <w:tc>
          <w:tcPr>
            <w:tcW w:w="5000" w:type="pct"/>
          </w:tcPr>
          <w:p w14:paraId="56F8989D"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14860862"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04D230D1" w14:textId="77777777" w:rsidTr="00944826">
              <w:tc>
                <w:tcPr>
                  <w:tcW w:w="679" w:type="pct"/>
                  <w:tcBorders>
                    <w:top w:val="single" w:sz="4" w:space="0" w:color="auto"/>
                    <w:left w:val="single" w:sz="4" w:space="0" w:color="auto"/>
                    <w:bottom w:val="single" w:sz="4" w:space="0" w:color="auto"/>
                    <w:right w:val="single" w:sz="4" w:space="0" w:color="auto"/>
                  </w:tcBorders>
                </w:tcPr>
                <w:p w14:paraId="16C1DE6A"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267E3398" w14:textId="77777777" w:rsidR="003D565B" w:rsidRPr="00DC54C7" w:rsidRDefault="003D565B" w:rsidP="00614B37">
                  <w:pPr>
                    <w:rPr>
                      <w:rFonts w:eastAsia="SimSun"/>
                      <w:szCs w:val="22"/>
                    </w:rPr>
                  </w:pPr>
                  <w:r w:rsidRPr="00DC54C7">
                    <w:rPr>
                      <w:rFonts w:eastAsia="SimSun"/>
                      <w:szCs w:val="22"/>
                    </w:rPr>
                    <w:t>Supplies Expense (+E,</w:t>
                  </w:r>
                  <w:r w:rsidR="00614B37">
                    <w:rPr>
                      <w:rFonts w:eastAsia="SimSun"/>
                      <w:szCs w:val="22"/>
                    </w:rPr>
                    <w:t xml:space="preserve"> –S</w:t>
                  </w:r>
                  <w:r w:rsidRPr="00DC54C7">
                    <w:rPr>
                      <w:rFonts w:eastAsia="SimSun"/>
                      <w:szCs w:val="22"/>
                    </w:rPr>
                    <w:t>E)</w:t>
                  </w:r>
                </w:p>
              </w:tc>
              <w:tc>
                <w:tcPr>
                  <w:tcW w:w="823" w:type="pct"/>
                  <w:tcBorders>
                    <w:top w:val="single" w:sz="4" w:space="0" w:color="auto"/>
                    <w:left w:val="single" w:sz="4" w:space="0" w:color="auto"/>
                    <w:bottom w:val="single" w:sz="4" w:space="0" w:color="auto"/>
                    <w:right w:val="single" w:sz="4" w:space="0" w:color="auto"/>
                  </w:tcBorders>
                </w:tcPr>
                <w:p w14:paraId="528E12B4" w14:textId="77777777" w:rsidR="003D565B" w:rsidRPr="00DC54C7" w:rsidRDefault="003D565B" w:rsidP="00944826">
                  <w:pPr>
                    <w:jc w:val="center"/>
                    <w:rPr>
                      <w:rFonts w:eastAsia="SimSun"/>
                      <w:szCs w:val="22"/>
                    </w:rPr>
                  </w:pPr>
                  <w:r w:rsidRPr="00DC54C7">
                    <w:rPr>
                      <w:rFonts w:eastAsia="SimSun"/>
                      <w:szCs w:val="22"/>
                    </w:rPr>
                    <w:t>1,000</w:t>
                  </w:r>
                </w:p>
              </w:tc>
              <w:tc>
                <w:tcPr>
                  <w:tcW w:w="823" w:type="pct"/>
                  <w:tcBorders>
                    <w:top w:val="single" w:sz="4" w:space="0" w:color="auto"/>
                    <w:left w:val="single" w:sz="4" w:space="0" w:color="auto"/>
                    <w:bottom w:val="single" w:sz="4" w:space="0" w:color="auto"/>
                    <w:right w:val="single" w:sz="4" w:space="0" w:color="auto"/>
                  </w:tcBorders>
                </w:tcPr>
                <w:p w14:paraId="2F705DFB" w14:textId="77777777" w:rsidR="003D565B" w:rsidRPr="00DC54C7" w:rsidRDefault="003D565B" w:rsidP="00944826">
                  <w:pPr>
                    <w:jc w:val="center"/>
                    <w:rPr>
                      <w:rFonts w:eastAsia="SimSun"/>
                      <w:szCs w:val="22"/>
                    </w:rPr>
                  </w:pPr>
                </w:p>
              </w:tc>
            </w:tr>
            <w:tr w:rsidR="003D565B" w:rsidRPr="00DC54C7" w14:paraId="5C02948D" w14:textId="77777777" w:rsidTr="00944826">
              <w:tc>
                <w:tcPr>
                  <w:tcW w:w="679" w:type="pct"/>
                  <w:tcBorders>
                    <w:top w:val="single" w:sz="4" w:space="0" w:color="auto"/>
                  </w:tcBorders>
                </w:tcPr>
                <w:p w14:paraId="0EA7721C"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48D147C8"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 xml:space="preserve"> Supplies (–</w:t>
                  </w:r>
                  <w:r w:rsidRPr="00DC54C7">
                    <w:rPr>
                      <w:rFonts w:eastAsia="SimSun"/>
                      <w:szCs w:val="22"/>
                    </w:rPr>
                    <w:t>A)</w:t>
                  </w:r>
                </w:p>
              </w:tc>
              <w:tc>
                <w:tcPr>
                  <w:tcW w:w="823" w:type="pct"/>
                  <w:tcBorders>
                    <w:top w:val="single" w:sz="4" w:space="0" w:color="auto"/>
                  </w:tcBorders>
                </w:tcPr>
                <w:p w14:paraId="1FBB928F" w14:textId="77777777" w:rsidR="003D565B" w:rsidRPr="00DC54C7" w:rsidRDefault="003D565B" w:rsidP="00944826">
                  <w:pPr>
                    <w:jc w:val="center"/>
                    <w:rPr>
                      <w:rFonts w:eastAsia="SimSun"/>
                      <w:szCs w:val="22"/>
                    </w:rPr>
                  </w:pPr>
                </w:p>
              </w:tc>
              <w:tc>
                <w:tcPr>
                  <w:tcW w:w="823" w:type="pct"/>
                  <w:tcBorders>
                    <w:top w:val="single" w:sz="4" w:space="0" w:color="auto"/>
                  </w:tcBorders>
                </w:tcPr>
                <w:p w14:paraId="79F235B0" w14:textId="77777777" w:rsidR="003D565B" w:rsidRPr="00DC54C7" w:rsidRDefault="003D565B" w:rsidP="00944826">
                  <w:pPr>
                    <w:jc w:val="center"/>
                    <w:rPr>
                      <w:rFonts w:eastAsia="SimSun"/>
                      <w:szCs w:val="22"/>
                    </w:rPr>
                  </w:pPr>
                  <w:r w:rsidRPr="00DC54C7">
                    <w:rPr>
                      <w:rFonts w:eastAsia="SimSun"/>
                      <w:szCs w:val="22"/>
                    </w:rPr>
                    <w:t>1,000</w:t>
                  </w:r>
                </w:p>
              </w:tc>
            </w:tr>
          </w:tbl>
          <w:p w14:paraId="6A09C98D" w14:textId="77777777" w:rsidR="003D565B" w:rsidRPr="00DC54C7" w:rsidRDefault="003D565B" w:rsidP="003D565B">
            <w:pPr>
              <w:rPr>
                <w:rFonts w:eastAsia="SimSun"/>
                <w:szCs w:val="22"/>
              </w:rPr>
            </w:pPr>
          </w:p>
        </w:tc>
      </w:tr>
      <w:tr w:rsidR="003D565B" w:rsidRPr="00DC54C7" w14:paraId="281E826C" w14:textId="77777777" w:rsidTr="00944826">
        <w:trPr>
          <w:trHeight w:val="360"/>
        </w:trPr>
        <w:tc>
          <w:tcPr>
            <w:tcW w:w="5000" w:type="pct"/>
          </w:tcPr>
          <w:p w14:paraId="74FC4920" w14:textId="77777777" w:rsidR="00433CA5" w:rsidRPr="00DC54C7" w:rsidRDefault="00433CA5" w:rsidP="003D565B">
            <w:pPr>
              <w:rPr>
                <w:rFonts w:eastAsia="SimSun"/>
                <w:szCs w:val="22"/>
              </w:rPr>
            </w:pPr>
          </w:p>
          <w:p w14:paraId="0D8E534E"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6E046ED4"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6C938542" w14:textId="77777777" w:rsidTr="00944826">
              <w:tc>
                <w:tcPr>
                  <w:tcW w:w="2592" w:type="dxa"/>
                  <w:gridSpan w:val="2"/>
                  <w:tcBorders>
                    <w:bottom w:val="single" w:sz="4" w:space="0" w:color="auto"/>
                  </w:tcBorders>
                </w:tcPr>
                <w:p w14:paraId="357E2DB8"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44ACC66F"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33455AF4"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06BF1930"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6C35F20B"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6E61BB0B" w14:textId="77777777" w:rsidTr="00944826">
              <w:tc>
                <w:tcPr>
                  <w:tcW w:w="1296" w:type="dxa"/>
                  <w:tcBorders>
                    <w:top w:val="single" w:sz="4" w:space="0" w:color="auto"/>
                  </w:tcBorders>
                </w:tcPr>
                <w:p w14:paraId="726C1927" w14:textId="77777777" w:rsidR="003D565B" w:rsidRPr="00DC54C7" w:rsidRDefault="00614B37" w:rsidP="004A36BD">
                  <w:pPr>
                    <w:rPr>
                      <w:rFonts w:eastAsia="SimSun"/>
                      <w:szCs w:val="22"/>
                    </w:rPr>
                  </w:pPr>
                  <w:r>
                    <w:rPr>
                      <w:rFonts w:eastAsia="SimSun"/>
                      <w:szCs w:val="22"/>
                    </w:rPr>
                    <w:t>Supplies</w:t>
                  </w:r>
                </w:p>
              </w:tc>
              <w:tc>
                <w:tcPr>
                  <w:tcW w:w="1296" w:type="dxa"/>
                  <w:tcBorders>
                    <w:top w:val="single" w:sz="4" w:space="0" w:color="auto"/>
                  </w:tcBorders>
                </w:tcPr>
                <w:p w14:paraId="380DE7D4"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1,000</w:t>
                  </w:r>
                </w:p>
              </w:tc>
              <w:tc>
                <w:tcPr>
                  <w:tcW w:w="342" w:type="dxa"/>
                </w:tcPr>
                <w:p w14:paraId="088370D5" w14:textId="77777777" w:rsidR="003D565B" w:rsidRPr="00DC54C7" w:rsidRDefault="003D565B" w:rsidP="00944826">
                  <w:pPr>
                    <w:jc w:val="center"/>
                    <w:rPr>
                      <w:rFonts w:eastAsia="SimSun"/>
                      <w:szCs w:val="22"/>
                    </w:rPr>
                  </w:pPr>
                </w:p>
              </w:tc>
              <w:tc>
                <w:tcPr>
                  <w:tcW w:w="1296" w:type="dxa"/>
                  <w:tcBorders>
                    <w:top w:val="single" w:sz="4" w:space="0" w:color="auto"/>
                  </w:tcBorders>
                </w:tcPr>
                <w:p w14:paraId="358C536D" w14:textId="77777777" w:rsidR="003D565B" w:rsidRPr="00DC54C7" w:rsidRDefault="003D565B" w:rsidP="00944826">
                  <w:pPr>
                    <w:jc w:val="center"/>
                    <w:rPr>
                      <w:rFonts w:eastAsia="SimSun"/>
                      <w:szCs w:val="22"/>
                    </w:rPr>
                  </w:pPr>
                </w:p>
              </w:tc>
              <w:tc>
                <w:tcPr>
                  <w:tcW w:w="1296" w:type="dxa"/>
                  <w:tcBorders>
                    <w:top w:val="single" w:sz="4" w:space="0" w:color="auto"/>
                  </w:tcBorders>
                </w:tcPr>
                <w:p w14:paraId="63695157" w14:textId="77777777" w:rsidR="003D565B" w:rsidRPr="00DC54C7" w:rsidRDefault="003D565B" w:rsidP="00944826">
                  <w:pPr>
                    <w:jc w:val="center"/>
                    <w:rPr>
                      <w:rFonts w:eastAsia="SimSun"/>
                      <w:szCs w:val="22"/>
                    </w:rPr>
                  </w:pPr>
                </w:p>
              </w:tc>
              <w:tc>
                <w:tcPr>
                  <w:tcW w:w="342" w:type="dxa"/>
                </w:tcPr>
                <w:p w14:paraId="5A626127" w14:textId="77777777" w:rsidR="003D565B" w:rsidRPr="00DC54C7" w:rsidRDefault="003D565B" w:rsidP="00944826">
                  <w:pPr>
                    <w:jc w:val="center"/>
                    <w:rPr>
                      <w:rFonts w:eastAsia="SimSun"/>
                      <w:szCs w:val="22"/>
                    </w:rPr>
                  </w:pPr>
                </w:p>
              </w:tc>
              <w:tc>
                <w:tcPr>
                  <w:tcW w:w="1440" w:type="dxa"/>
                  <w:tcBorders>
                    <w:top w:val="single" w:sz="4" w:space="0" w:color="auto"/>
                  </w:tcBorders>
                </w:tcPr>
                <w:p w14:paraId="0B35FA40" w14:textId="77777777" w:rsidR="003D565B" w:rsidRPr="00DC54C7" w:rsidRDefault="00F01DA3" w:rsidP="004A36BD">
                  <w:pPr>
                    <w:rPr>
                      <w:rFonts w:eastAsia="SimSun"/>
                      <w:szCs w:val="22"/>
                    </w:rPr>
                  </w:pPr>
                  <w:r>
                    <w:rPr>
                      <w:rFonts w:eastAsia="SimSun"/>
                      <w:szCs w:val="22"/>
                    </w:rPr>
                    <w:t>Supplies Expense</w:t>
                  </w:r>
                  <w:r w:rsidR="003D565B" w:rsidRPr="00DC54C7">
                    <w:rPr>
                      <w:rFonts w:eastAsia="SimSun"/>
                      <w:szCs w:val="22"/>
                    </w:rPr>
                    <w:t xml:space="preserve"> </w:t>
                  </w:r>
                </w:p>
              </w:tc>
              <w:tc>
                <w:tcPr>
                  <w:tcW w:w="1440" w:type="dxa"/>
                  <w:tcBorders>
                    <w:top w:val="single" w:sz="4" w:space="0" w:color="auto"/>
                  </w:tcBorders>
                </w:tcPr>
                <w:p w14:paraId="30CE1E00"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1,000</w:t>
                  </w:r>
                </w:p>
              </w:tc>
            </w:tr>
          </w:tbl>
          <w:p w14:paraId="3651750E" w14:textId="77777777" w:rsidR="003D565B" w:rsidRPr="00DC54C7" w:rsidRDefault="003D565B" w:rsidP="003D565B">
            <w:pPr>
              <w:rPr>
                <w:rFonts w:eastAsia="SimSun"/>
                <w:szCs w:val="22"/>
              </w:rPr>
            </w:pPr>
          </w:p>
        </w:tc>
      </w:tr>
    </w:tbl>
    <w:p w14:paraId="3B1CA590" w14:textId="77777777" w:rsidR="003D565B" w:rsidRPr="00DC54C7" w:rsidRDefault="003D565B" w:rsidP="003D565B">
      <w:pPr>
        <w:rPr>
          <w:szCs w:val="22"/>
        </w:rPr>
      </w:pPr>
    </w:p>
    <w:p w14:paraId="55086A8A" w14:textId="77777777" w:rsidR="003D565B" w:rsidRPr="00DC54C7" w:rsidRDefault="003D565B" w:rsidP="00433CA5">
      <w:pPr>
        <w:rPr>
          <w:szCs w:val="22"/>
        </w:rPr>
      </w:pPr>
      <w:r w:rsidRPr="00DC54C7">
        <w:rPr>
          <w:szCs w:val="22"/>
        </w:rPr>
        <w:t xml:space="preserve">(b) Deana’s had paid $12,000 for six months’ rent on November 1, </w:t>
      </w:r>
      <w:r w:rsidR="00C25690">
        <w:rPr>
          <w:szCs w:val="22"/>
        </w:rPr>
        <w:t>2016</w:t>
      </w:r>
      <w:r w:rsidRPr="00DC54C7">
        <w:rPr>
          <w:szCs w:val="22"/>
        </w:rPr>
        <w:t xml:space="preserve">. As of </w:t>
      </w:r>
      <w:r w:rsidR="00433CA5" w:rsidRPr="00DC54C7">
        <w:rPr>
          <w:szCs w:val="22"/>
        </w:rPr>
        <w:t xml:space="preserve">December, 31, </w:t>
      </w:r>
      <w:r w:rsidR="00C25690">
        <w:rPr>
          <w:szCs w:val="22"/>
        </w:rPr>
        <w:t>2016</w:t>
      </w:r>
      <w:r w:rsidRPr="00DC54C7">
        <w:rPr>
          <w:szCs w:val="22"/>
        </w:rPr>
        <w:t xml:space="preserve">, two months’ (November &amp; December) prepaid rent has expired.  </w:t>
      </w:r>
    </w:p>
    <w:p w14:paraId="3EEC192F" w14:textId="77777777" w:rsidR="003D565B" w:rsidRPr="00DC54C7" w:rsidRDefault="003D565B" w:rsidP="003D565B">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40222E2F" w14:textId="77777777" w:rsidTr="00944826">
        <w:trPr>
          <w:trHeight w:val="360"/>
        </w:trPr>
        <w:tc>
          <w:tcPr>
            <w:tcW w:w="5000" w:type="pct"/>
          </w:tcPr>
          <w:p w14:paraId="028EECE1"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406E6693"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20198D5D" w14:textId="77777777" w:rsidTr="00944826">
              <w:tc>
                <w:tcPr>
                  <w:tcW w:w="679" w:type="pct"/>
                  <w:tcBorders>
                    <w:top w:val="single" w:sz="4" w:space="0" w:color="auto"/>
                    <w:left w:val="single" w:sz="4" w:space="0" w:color="auto"/>
                    <w:bottom w:val="single" w:sz="4" w:space="0" w:color="auto"/>
                    <w:right w:val="single" w:sz="4" w:space="0" w:color="auto"/>
                  </w:tcBorders>
                </w:tcPr>
                <w:p w14:paraId="7A528EA0"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4C3680E4" w14:textId="77777777" w:rsidR="003D565B" w:rsidRPr="00DC54C7" w:rsidRDefault="00614B37" w:rsidP="003D565B">
                  <w:pPr>
                    <w:rPr>
                      <w:rFonts w:eastAsia="SimSun"/>
                      <w:szCs w:val="22"/>
                    </w:rPr>
                  </w:pPr>
                  <w:r>
                    <w:rPr>
                      <w:rFonts w:eastAsia="SimSun"/>
                      <w:szCs w:val="22"/>
                    </w:rPr>
                    <w:t>Rent Expense (+E, –</w:t>
                  </w:r>
                  <w:r w:rsidR="003D565B" w:rsidRPr="00DC54C7">
                    <w:rPr>
                      <w:rFonts w:eastAsia="SimSun"/>
                      <w:szCs w:val="22"/>
                    </w:rPr>
                    <w:t>SE)</w:t>
                  </w:r>
                </w:p>
              </w:tc>
              <w:tc>
                <w:tcPr>
                  <w:tcW w:w="823" w:type="pct"/>
                  <w:tcBorders>
                    <w:top w:val="single" w:sz="4" w:space="0" w:color="auto"/>
                    <w:left w:val="single" w:sz="4" w:space="0" w:color="auto"/>
                    <w:bottom w:val="single" w:sz="4" w:space="0" w:color="auto"/>
                    <w:right w:val="single" w:sz="4" w:space="0" w:color="auto"/>
                  </w:tcBorders>
                </w:tcPr>
                <w:p w14:paraId="61FB92E7" w14:textId="77777777" w:rsidR="003D565B" w:rsidRPr="00DC54C7" w:rsidRDefault="003D565B" w:rsidP="00944826">
                  <w:pPr>
                    <w:jc w:val="center"/>
                    <w:rPr>
                      <w:rFonts w:eastAsia="SimSun"/>
                      <w:szCs w:val="22"/>
                    </w:rPr>
                  </w:pPr>
                  <w:r w:rsidRPr="00DC54C7">
                    <w:rPr>
                      <w:rFonts w:eastAsia="SimSun"/>
                      <w:szCs w:val="22"/>
                    </w:rPr>
                    <w:t>4,000</w:t>
                  </w:r>
                </w:p>
              </w:tc>
              <w:tc>
                <w:tcPr>
                  <w:tcW w:w="823" w:type="pct"/>
                  <w:tcBorders>
                    <w:top w:val="single" w:sz="4" w:space="0" w:color="auto"/>
                    <w:left w:val="single" w:sz="4" w:space="0" w:color="auto"/>
                    <w:bottom w:val="single" w:sz="4" w:space="0" w:color="auto"/>
                    <w:right w:val="single" w:sz="4" w:space="0" w:color="auto"/>
                  </w:tcBorders>
                </w:tcPr>
                <w:p w14:paraId="0B3F8D39" w14:textId="77777777" w:rsidR="003D565B" w:rsidRPr="00DC54C7" w:rsidRDefault="003D565B" w:rsidP="00944826">
                  <w:pPr>
                    <w:jc w:val="center"/>
                    <w:rPr>
                      <w:rFonts w:eastAsia="SimSun"/>
                      <w:szCs w:val="22"/>
                    </w:rPr>
                  </w:pPr>
                </w:p>
              </w:tc>
            </w:tr>
            <w:tr w:rsidR="003D565B" w:rsidRPr="00DC54C7" w14:paraId="6FA52BD2" w14:textId="77777777" w:rsidTr="00944826">
              <w:tc>
                <w:tcPr>
                  <w:tcW w:w="679" w:type="pct"/>
                  <w:tcBorders>
                    <w:top w:val="single" w:sz="4" w:space="0" w:color="auto"/>
                  </w:tcBorders>
                </w:tcPr>
                <w:p w14:paraId="0F50F178"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2F4C436A"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Prepaid Rent (–</w:t>
                  </w:r>
                  <w:r w:rsidRPr="00DC54C7">
                    <w:rPr>
                      <w:rFonts w:eastAsia="SimSun"/>
                      <w:szCs w:val="22"/>
                    </w:rPr>
                    <w:t>A)</w:t>
                  </w:r>
                </w:p>
              </w:tc>
              <w:tc>
                <w:tcPr>
                  <w:tcW w:w="823" w:type="pct"/>
                  <w:tcBorders>
                    <w:top w:val="single" w:sz="4" w:space="0" w:color="auto"/>
                  </w:tcBorders>
                </w:tcPr>
                <w:p w14:paraId="1BC3038A" w14:textId="77777777" w:rsidR="003D565B" w:rsidRPr="00DC54C7" w:rsidRDefault="003D565B" w:rsidP="00944826">
                  <w:pPr>
                    <w:jc w:val="center"/>
                    <w:rPr>
                      <w:rFonts w:eastAsia="SimSun"/>
                      <w:szCs w:val="22"/>
                    </w:rPr>
                  </w:pPr>
                </w:p>
              </w:tc>
              <w:tc>
                <w:tcPr>
                  <w:tcW w:w="823" w:type="pct"/>
                  <w:tcBorders>
                    <w:top w:val="single" w:sz="4" w:space="0" w:color="auto"/>
                  </w:tcBorders>
                </w:tcPr>
                <w:p w14:paraId="236B8A4B" w14:textId="77777777" w:rsidR="003D565B" w:rsidRPr="00DC54C7" w:rsidRDefault="003D565B" w:rsidP="00944826">
                  <w:pPr>
                    <w:jc w:val="center"/>
                    <w:rPr>
                      <w:rFonts w:eastAsia="SimSun"/>
                      <w:szCs w:val="22"/>
                    </w:rPr>
                  </w:pPr>
                  <w:r w:rsidRPr="00DC54C7">
                    <w:rPr>
                      <w:rFonts w:eastAsia="SimSun"/>
                      <w:szCs w:val="22"/>
                    </w:rPr>
                    <w:t>4,000</w:t>
                  </w:r>
                </w:p>
              </w:tc>
            </w:tr>
          </w:tbl>
          <w:p w14:paraId="2E8F098E" w14:textId="77777777" w:rsidR="003D565B" w:rsidRPr="00DC54C7" w:rsidRDefault="003D565B" w:rsidP="003D565B">
            <w:pPr>
              <w:rPr>
                <w:rFonts w:eastAsia="SimSun"/>
                <w:szCs w:val="22"/>
              </w:rPr>
            </w:pPr>
          </w:p>
        </w:tc>
      </w:tr>
      <w:tr w:rsidR="003D565B" w:rsidRPr="00DC54C7" w14:paraId="66CA0422" w14:textId="77777777" w:rsidTr="00944826">
        <w:trPr>
          <w:trHeight w:val="360"/>
        </w:trPr>
        <w:tc>
          <w:tcPr>
            <w:tcW w:w="5000" w:type="pct"/>
          </w:tcPr>
          <w:p w14:paraId="6661F502" w14:textId="77777777" w:rsidR="00433CA5" w:rsidRPr="00DC54C7" w:rsidRDefault="00433CA5" w:rsidP="003D565B">
            <w:pPr>
              <w:rPr>
                <w:rFonts w:eastAsia="SimSun"/>
                <w:szCs w:val="22"/>
              </w:rPr>
            </w:pPr>
          </w:p>
          <w:p w14:paraId="5701453C"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44123A4E"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644412E3" w14:textId="77777777" w:rsidTr="00944826">
              <w:tc>
                <w:tcPr>
                  <w:tcW w:w="2592" w:type="dxa"/>
                  <w:gridSpan w:val="2"/>
                  <w:tcBorders>
                    <w:bottom w:val="single" w:sz="4" w:space="0" w:color="auto"/>
                  </w:tcBorders>
                </w:tcPr>
                <w:p w14:paraId="6F0D776C"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72AB59BA"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329E1933"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76399144"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1986D272"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4D5EEE01" w14:textId="77777777" w:rsidTr="00944826">
              <w:tc>
                <w:tcPr>
                  <w:tcW w:w="1296" w:type="dxa"/>
                  <w:tcBorders>
                    <w:top w:val="single" w:sz="4" w:space="0" w:color="auto"/>
                  </w:tcBorders>
                </w:tcPr>
                <w:p w14:paraId="22958681" w14:textId="77777777" w:rsidR="003D565B" w:rsidRPr="00DC54C7" w:rsidRDefault="00614B37" w:rsidP="004A36BD">
                  <w:pPr>
                    <w:rPr>
                      <w:rFonts w:eastAsia="SimSun"/>
                      <w:szCs w:val="22"/>
                    </w:rPr>
                  </w:pPr>
                  <w:r>
                    <w:rPr>
                      <w:rFonts w:eastAsia="SimSun"/>
                      <w:szCs w:val="22"/>
                    </w:rPr>
                    <w:t>Prepaid Rent</w:t>
                  </w:r>
                </w:p>
              </w:tc>
              <w:tc>
                <w:tcPr>
                  <w:tcW w:w="1296" w:type="dxa"/>
                  <w:tcBorders>
                    <w:top w:val="single" w:sz="4" w:space="0" w:color="auto"/>
                  </w:tcBorders>
                </w:tcPr>
                <w:p w14:paraId="5D55B5E3"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4,000</w:t>
                  </w:r>
                </w:p>
              </w:tc>
              <w:tc>
                <w:tcPr>
                  <w:tcW w:w="342" w:type="dxa"/>
                </w:tcPr>
                <w:p w14:paraId="3C2FBA0E" w14:textId="77777777" w:rsidR="003D565B" w:rsidRPr="00DC54C7" w:rsidRDefault="003D565B" w:rsidP="00944826">
                  <w:pPr>
                    <w:jc w:val="center"/>
                    <w:rPr>
                      <w:rFonts w:eastAsia="SimSun"/>
                      <w:szCs w:val="22"/>
                    </w:rPr>
                  </w:pPr>
                </w:p>
              </w:tc>
              <w:tc>
                <w:tcPr>
                  <w:tcW w:w="1296" w:type="dxa"/>
                  <w:tcBorders>
                    <w:top w:val="single" w:sz="4" w:space="0" w:color="auto"/>
                  </w:tcBorders>
                </w:tcPr>
                <w:p w14:paraId="0E0176D8" w14:textId="77777777" w:rsidR="003D565B" w:rsidRPr="00DC54C7" w:rsidRDefault="003D565B" w:rsidP="00944826">
                  <w:pPr>
                    <w:jc w:val="center"/>
                    <w:rPr>
                      <w:rFonts w:eastAsia="SimSun"/>
                      <w:szCs w:val="22"/>
                    </w:rPr>
                  </w:pPr>
                </w:p>
              </w:tc>
              <w:tc>
                <w:tcPr>
                  <w:tcW w:w="1296" w:type="dxa"/>
                  <w:tcBorders>
                    <w:top w:val="single" w:sz="4" w:space="0" w:color="auto"/>
                  </w:tcBorders>
                </w:tcPr>
                <w:p w14:paraId="6938E215" w14:textId="77777777" w:rsidR="003D565B" w:rsidRPr="00DC54C7" w:rsidRDefault="003D565B" w:rsidP="00944826">
                  <w:pPr>
                    <w:jc w:val="center"/>
                    <w:rPr>
                      <w:rFonts w:eastAsia="SimSun"/>
                      <w:szCs w:val="22"/>
                    </w:rPr>
                  </w:pPr>
                </w:p>
              </w:tc>
              <w:tc>
                <w:tcPr>
                  <w:tcW w:w="342" w:type="dxa"/>
                </w:tcPr>
                <w:p w14:paraId="46462083" w14:textId="77777777" w:rsidR="003D565B" w:rsidRPr="00DC54C7" w:rsidRDefault="003D565B" w:rsidP="00944826">
                  <w:pPr>
                    <w:jc w:val="center"/>
                    <w:rPr>
                      <w:rFonts w:eastAsia="SimSun"/>
                      <w:szCs w:val="22"/>
                    </w:rPr>
                  </w:pPr>
                </w:p>
              </w:tc>
              <w:tc>
                <w:tcPr>
                  <w:tcW w:w="1440" w:type="dxa"/>
                  <w:tcBorders>
                    <w:top w:val="single" w:sz="4" w:space="0" w:color="auto"/>
                  </w:tcBorders>
                </w:tcPr>
                <w:p w14:paraId="0B5A161D" w14:textId="77777777" w:rsidR="003D565B" w:rsidRPr="00DC54C7" w:rsidRDefault="00F01DA3" w:rsidP="004A36BD">
                  <w:pPr>
                    <w:rPr>
                      <w:rFonts w:eastAsia="SimSun"/>
                      <w:szCs w:val="22"/>
                    </w:rPr>
                  </w:pPr>
                  <w:r>
                    <w:rPr>
                      <w:rFonts w:eastAsia="SimSun"/>
                      <w:szCs w:val="22"/>
                    </w:rPr>
                    <w:t xml:space="preserve">Rent </w:t>
                  </w:r>
                  <w:r w:rsidR="004A36BD">
                    <w:rPr>
                      <w:rFonts w:eastAsia="SimSun"/>
                      <w:szCs w:val="22"/>
                    </w:rPr>
                    <w:t>Expense</w:t>
                  </w:r>
                </w:p>
              </w:tc>
              <w:tc>
                <w:tcPr>
                  <w:tcW w:w="1440" w:type="dxa"/>
                  <w:tcBorders>
                    <w:top w:val="single" w:sz="4" w:space="0" w:color="auto"/>
                  </w:tcBorders>
                </w:tcPr>
                <w:p w14:paraId="1A0F05D1"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4,000</w:t>
                  </w:r>
                </w:p>
              </w:tc>
            </w:tr>
          </w:tbl>
          <w:p w14:paraId="4DDD765A" w14:textId="77777777" w:rsidR="003D565B" w:rsidRPr="00DC54C7" w:rsidRDefault="003D565B" w:rsidP="003D565B">
            <w:pPr>
              <w:rPr>
                <w:rFonts w:eastAsia="SimSun"/>
                <w:szCs w:val="22"/>
              </w:rPr>
            </w:pPr>
          </w:p>
        </w:tc>
      </w:tr>
    </w:tbl>
    <w:p w14:paraId="0A53937D" w14:textId="77777777" w:rsidR="003D565B" w:rsidRPr="00DC54C7" w:rsidRDefault="003D565B" w:rsidP="003D565B">
      <w:pPr>
        <w:rPr>
          <w:szCs w:val="22"/>
        </w:rPr>
      </w:pPr>
    </w:p>
    <w:p w14:paraId="434DCB05" w14:textId="77777777" w:rsidR="003D565B" w:rsidRPr="00DC54C7" w:rsidRDefault="003D565B" w:rsidP="00433CA5">
      <w:pPr>
        <w:rPr>
          <w:szCs w:val="22"/>
        </w:rPr>
      </w:pPr>
      <w:r w:rsidRPr="00DC54C7">
        <w:rPr>
          <w:szCs w:val="22"/>
        </w:rPr>
        <w:t xml:space="preserve">(c) Deana’s had paid $6,000 for one year’s insurance on June 1, </w:t>
      </w:r>
      <w:r w:rsidR="00C25690">
        <w:rPr>
          <w:szCs w:val="22"/>
        </w:rPr>
        <w:t>2016</w:t>
      </w:r>
      <w:r w:rsidRPr="00DC54C7">
        <w:rPr>
          <w:szCs w:val="22"/>
        </w:rPr>
        <w:t xml:space="preserve">.   </w:t>
      </w:r>
    </w:p>
    <w:p w14:paraId="1A7269E4"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05AB53A3" w14:textId="77777777" w:rsidTr="00944826">
        <w:trPr>
          <w:trHeight w:val="360"/>
        </w:trPr>
        <w:tc>
          <w:tcPr>
            <w:tcW w:w="5000" w:type="pct"/>
          </w:tcPr>
          <w:p w14:paraId="325518F6"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50BF0FB6"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7AC2A77F" w14:textId="77777777" w:rsidTr="00944826">
              <w:tc>
                <w:tcPr>
                  <w:tcW w:w="679" w:type="pct"/>
                  <w:tcBorders>
                    <w:top w:val="single" w:sz="4" w:space="0" w:color="auto"/>
                    <w:left w:val="single" w:sz="4" w:space="0" w:color="auto"/>
                    <w:bottom w:val="single" w:sz="4" w:space="0" w:color="auto"/>
                    <w:right w:val="single" w:sz="4" w:space="0" w:color="auto"/>
                  </w:tcBorders>
                </w:tcPr>
                <w:p w14:paraId="18B44585"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56DBC6B9" w14:textId="77777777" w:rsidR="003D565B" w:rsidRPr="00DC54C7" w:rsidRDefault="00614B37" w:rsidP="003D565B">
                  <w:pPr>
                    <w:rPr>
                      <w:rFonts w:eastAsia="SimSun"/>
                      <w:szCs w:val="22"/>
                    </w:rPr>
                  </w:pPr>
                  <w:r>
                    <w:rPr>
                      <w:rFonts w:eastAsia="SimSun"/>
                      <w:szCs w:val="22"/>
                    </w:rPr>
                    <w:t>Insurance Expense (+E, –</w:t>
                  </w:r>
                  <w:r w:rsidR="003D565B" w:rsidRPr="00DC54C7">
                    <w:rPr>
                      <w:rFonts w:eastAsia="SimSun"/>
                      <w:szCs w:val="22"/>
                    </w:rPr>
                    <w:t>SE)</w:t>
                  </w:r>
                </w:p>
              </w:tc>
              <w:tc>
                <w:tcPr>
                  <w:tcW w:w="823" w:type="pct"/>
                  <w:tcBorders>
                    <w:top w:val="single" w:sz="4" w:space="0" w:color="auto"/>
                    <w:left w:val="single" w:sz="4" w:space="0" w:color="auto"/>
                    <w:bottom w:val="single" w:sz="4" w:space="0" w:color="auto"/>
                    <w:right w:val="single" w:sz="4" w:space="0" w:color="auto"/>
                  </w:tcBorders>
                </w:tcPr>
                <w:p w14:paraId="48638504" w14:textId="77777777" w:rsidR="003D565B" w:rsidRPr="00DC54C7" w:rsidRDefault="003D565B" w:rsidP="00944826">
                  <w:pPr>
                    <w:jc w:val="center"/>
                    <w:rPr>
                      <w:rFonts w:eastAsia="SimSun"/>
                      <w:szCs w:val="22"/>
                    </w:rPr>
                  </w:pPr>
                  <w:r w:rsidRPr="00DC54C7">
                    <w:rPr>
                      <w:rFonts w:eastAsia="SimSun"/>
                      <w:szCs w:val="22"/>
                    </w:rPr>
                    <w:t>3,500</w:t>
                  </w:r>
                </w:p>
              </w:tc>
              <w:tc>
                <w:tcPr>
                  <w:tcW w:w="823" w:type="pct"/>
                  <w:tcBorders>
                    <w:top w:val="single" w:sz="4" w:space="0" w:color="auto"/>
                    <w:left w:val="single" w:sz="4" w:space="0" w:color="auto"/>
                    <w:bottom w:val="single" w:sz="4" w:space="0" w:color="auto"/>
                    <w:right w:val="single" w:sz="4" w:space="0" w:color="auto"/>
                  </w:tcBorders>
                </w:tcPr>
                <w:p w14:paraId="2CF2D42E" w14:textId="77777777" w:rsidR="003D565B" w:rsidRPr="00DC54C7" w:rsidRDefault="003D565B" w:rsidP="00944826">
                  <w:pPr>
                    <w:jc w:val="center"/>
                    <w:rPr>
                      <w:rFonts w:eastAsia="SimSun"/>
                      <w:szCs w:val="22"/>
                    </w:rPr>
                  </w:pPr>
                </w:p>
              </w:tc>
            </w:tr>
            <w:tr w:rsidR="003D565B" w:rsidRPr="00DC54C7" w14:paraId="7E779484" w14:textId="77777777" w:rsidTr="00944826">
              <w:tc>
                <w:tcPr>
                  <w:tcW w:w="679" w:type="pct"/>
                  <w:tcBorders>
                    <w:top w:val="single" w:sz="4" w:space="0" w:color="auto"/>
                  </w:tcBorders>
                </w:tcPr>
                <w:p w14:paraId="18A0BB95"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69491420"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Prepaid Insurance (–</w:t>
                  </w:r>
                  <w:r w:rsidRPr="00DC54C7">
                    <w:rPr>
                      <w:rFonts w:eastAsia="SimSun"/>
                      <w:szCs w:val="22"/>
                    </w:rPr>
                    <w:t>A)</w:t>
                  </w:r>
                </w:p>
              </w:tc>
              <w:tc>
                <w:tcPr>
                  <w:tcW w:w="823" w:type="pct"/>
                  <w:tcBorders>
                    <w:top w:val="single" w:sz="4" w:space="0" w:color="auto"/>
                  </w:tcBorders>
                </w:tcPr>
                <w:p w14:paraId="3395F707" w14:textId="77777777" w:rsidR="003D565B" w:rsidRPr="00DC54C7" w:rsidRDefault="003D565B" w:rsidP="00944826">
                  <w:pPr>
                    <w:jc w:val="center"/>
                    <w:rPr>
                      <w:rFonts w:eastAsia="SimSun"/>
                      <w:szCs w:val="22"/>
                    </w:rPr>
                  </w:pPr>
                </w:p>
              </w:tc>
              <w:tc>
                <w:tcPr>
                  <w:tcW w:w="823" w:type="pct"/>
                  <w:tcBorders>
                    <w:top w:val="single" w:sz="4" w:space="0" w:color="auto"/>
                  </w:tcBorders>
                </w:tcPr>
                <w:p w14:paraId="1B32947F" w14:textId="77777777" w:rsidR="003D565B" w:rsidRPr="00DC54C7" w:rsidRDefault="003D565B" w:rsidP="00944826">
                  <w:pPr>
                    <w:jc w:val="center"/>
                    <w:rPr>
                      <w:rFonts w:eastAsia="SimSun"/>
                      <w:szCs w:val="22"/>
                    </w:rPr>
                  </w:pPr>
                  <w:r w:rsidRPr="00DC54C7">
                    <w:rPr>
                      <w:rFonts w:eastAsia="SimSun"/>
                      <w:szCs w:val="22"/>
                    </w:rPr>
                    <w:t>3,500</w:t>
                  </w:r>
                </w:p>
              </w:tc>
            </w:tr>
          </w:tbl>
          <w:p w14:paraId="4C8977A0" w14:textId="77777777" w:rsidR="003D565B" w:rsidRPr="00DC54C7" w:rsidRDefault="003D565B" w:rsidP="003D565B">
            <w:pPr>
              <w:rPr>
                <w:rFonts w:eastAsia="SimSun"/>
                <w:szCs w:val="22"/>
              </w:rPr>
            </w:pPr>
          </w:p>
        </w:tc>
      </w:tr>
      <w:tr w:rsidR="003D565B" w:rsidRPr="00DC54C7" w14:paraId="15ECCAB8" w14:textId="77777777" w:rsidTr="00944826">
        <w:trPr>
          <w:trHeight w:val="360"/>
        </w:trPr>
        <w:tc>
          <w:tcPr>
            <w:tcW w:w="5000" w:type="pct"/>
          </w:tcPr>
          <w:p w14:paraId="4CCAAA1C"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1BAB85E7"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7B538FBD" w14:textId="77777777" w:rsidTr="00944826">
              <w:tc>
                <w:tcPr>
                  <w:tcW w:w="2592" w:type="dxa"/>
                  <w:gridSpan w:val="2"/>
                  <w:tcBorders>
                    <w:bottom w:val="single" w:sz="4" w:space="0" w:color="auto"/>
                  </w:tcBorders>
                </w:tcPr>
                <w:p w14:paraId="3829A074"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2FFD510B"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241AD0BD"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33C6AFEA"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685761E5"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5D489E70" w14:textId="77777777" w:rsidTr="00944826">
              <w:tc>
                <w:tcPr>
                  <w:tcW w:w="1296" w:type="dxa"/>
                  <w:tcBorders>
                    <w:top w:val="single" w:sz="4" w:space="0" w:color="auto"/>
                  </w:tcBorders>
                </w:tcPr>
                <w:p w14:paraId="4FBE4809" w14:textId="77777777" w:rsidR="003D565B" w:rsidRPr="00DC54C7" w:rsidRDefault="003D565B" w:rsidP="004A36BD">
                  <w:pPr>
                    <w:rPr>
                      <w:rFonts w:eastAsia="SimSun"/>
                      <w:szCs w:val="22"/>
                    </w:rPr>
                  </w:pPr>
                  <w:r w:rsidRPr="00DC54C7">
                    <w:rPr>
                      <w:rFonts w:eastAsia="SimSun"/>
                      <w:szCs w:val="22"/>
                    </w:rPr>
                    <w:t>Prepaid Insurance</w:t>
                  </w:r>
                </w:p>
              </w:tc>
              <w:tc>
                <w:tcPr>
                  <w:tcW w:w="1296" w:type="dxa"/>
                  <w:tcBorders>
                    <w:top w:val="single" w:sz="4" w:space="0" w:color="auto"/>
                  </w:tcBorders>
                </w:tcPr>
                <w:p w14:paraId="51DE5D35"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3,500</w:t>
                  </w:r>
                </w:p>
              </w:tc>
              <w:tc>
                <w:tcPr>
                  <w:tcW w:w="342" w:type="dxa"/>
                </w:tcPr>
                <w:p w14:paraId="5AAA8F39" w14:textId="77777777" w:rsidR="003D565B" w:rsidRPr="00DC54C7" w:rsidRDefault="003D565B" w:rsidP="00944826">
                  <w:pPr>
                    <w:jc w:val="center"/>
                    <w:rPr>
                      <w:rFonts w:eastAsia="SimSun"/>
                      <w:szCs w:val="22"/>
                    </w:rPr>
                  </w:pPr>
                </w:p>
              </w:tc>
              <w:tc>
                <w:tcPr>
                  <w:tcW w:w="1296" w:type="dxa"/>
                  <w:tcBorders>
                    <w:top w:val="single" w:sz="4" w:space="0" w:color="auto"/>
                  </w:tcBorders>
                </w:tcPr>
                <w:p w14:paraId="5C4556CC" w14:textId="77777777" w:rsidR="003D565B" w:rsidRPr="00DC54C7" w:rsidRDefault="003D565B" w:rsidP="00944826">
                  <w:pPr>
                    <w:jc w:val="center"/>
                    <w:rPr>
                      <w:rFonts w:eastAsia="SimSun"/>
                      <w:szCs w:val="22"/>
                    </w:rPr>
                  </w:pPr>
                </w:p>
              </w:tc>
              <w:tc>
                <w:tcPr>
                  <w:tcW w:w="1296" w:type="dxa"/>
                  <w:tcBorders>
                    <w:top w:val="single" w:sz="4" w:space="0" w:color="auto"/>
                  </w:tcBorders>
                </w:tcPr>
                <w:p w14:paraId="6B1FA8D2" w14:textId="77777777" w:rsidR="003D565B" w:rsidRPr="00DC54C7" w:rsidRDefault="003D565B" w:rsidP="00944826">
                  <w:pPr>
                    <w:jc w:val="center"/>
                    <w:rPr>
                      <w:rFonts w:eastAsia="SimSun"/>
                      <w:szCs w:val="22"/>
                    </w:rPr>
                  </w:pPr>
                </w:p>
              </w:tc>
              <w:tc>
                <w:tcPr>
                  <w:tcW w:w="342" w:type="dxa"/>
                </w:tcPr>
                <w:p w14:paraId="389C82E4" w14:textId="77777777" w:rsidR="003D565B" w:rsidRPr="00DC54C7" w:rsidRDefault="003D565B" w:rsidP="00944826">
                  <w:pPr>
                    <w:jc w:val="center"/>
                    <w:rPr>
                      <w:rFonts w:eastAsia="SimSun"/>
                      <w:szCs w:val="22"/>
                    </w:rPr>
                  </w:pPr>
                </w:p>
              </w:tc>
              <w:tc>
                <w:tcPr>
                  <w:tcW w:w="1440" w:type="dxa"/>
                  <w:tcBorders>
                    <w:top w:val="single" w:sz="4" w:space="0" w:color="auto"/>
                  </w:tcBorders>
                </w:tcPr>
                <w:p w14:paraId="67562F61" w14:textId="77777777" w:rsidR="003D565B" w:rsidRPr="00DC54C7" w:rsidRDefault="003D565B" w:rsidP="004A36BD">
                  <w:pPr>
                    <w:rPr>
                      <w:rFonts w:eastAsia="SimSun"/>
                      <w:szCs w:val="22"/>
                    </w:rPr>
                  </w:pPr>
                  <w:r w:rsidRPr="00DC54C7">
                    <w:rPr>
                      <w:rFonts w:eastAsia="SimSun"/>
                      <w:szCs w:val="22"/>
                    </w:rPr>
                    <w:t>Insurance Exp</w:t>
                  </w:r>
                  <w:r w:rsidR="00F01DA3">
                    <w:rPr>
                      <w:rFonts w:eastAsia="SimSun"/>
                      <w:szCs w:val="22"/>
                    </w:rPr>
                    <w:t>ense</w:t>
                  </w:r>
                  <w:r w:rsidRPr="00DC54C7">
                    <w:rPr>
                      <w:rFonts w:eastAsia="SimSun"/>
                      <w:szCs w:val="22"/>
                    </w:rPr>
                    <w:t xml:space="preserve"> </w:t>
                  </w:r>
                </w:p>
              </w:tc>
              <w:tc>
                <w:tcPr>
                  <w:tcW w:w="1440" w:type="dxa"/>
                  <w:tcBorders>
                    <w:top w:val="single" w:sz="4" w:space="0" w:color="auto"/>
                  </w:tcBorders>
                </w:tcPr>
                <w:p w14:paraId="7064922C"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3,500</w:t>
                  </w:r>
                </w:p>
              </w:tc>
            </w:tr>
          </w:tbl>
          <w:p w14:paraId="45F323A7" w14:textId="77777777" w:rsidR="003D565B" w:rsidRPr="00DC54C7" w:rsidRDefault="003D565B" w:rsidP="003D565B">
            <w:pPr>
              <w:rPr>
                <w:rFonts w:eastAsia="SimSun"/>
                <w:szCs w:val="22"/>
              </w:rPr>
            </w:pPr>
          </w:p>
        </w:tc>
      </w:tr>
    </w:tbl>
    <w:p w14:paraId="1E3CA64B" w14:textId="77777777" w:rsidR="003D565B" w:rsidRPr="00DC54C7" w:rsidRDefault="003D565B" w:rsidP="003D565B">
      <w:pPr>
        <w:rPr>
          <w:b/>
          <w:szCs w:val="22"/>
        </w:rPr>
      </w:pPr>
    </w:p>
    <w:p w14:paraId="17C447A4" w14:textId="77777777" w:rsidR="00433CA5" w:rsidRPr="00DC54C7" w:rsidRDefault="003D565B" w:rsidP="00433CA5">
      <w:pPr>
        <w:pStyle w:val="Heading1"/>
        <w:spacing w:before="240"/>
      </w:pPr>
      <w:r w:rsidRPr="00DC54C7">
        <w:rPr>
          <w:b w:val="0"/>
          <w:szCs w:val="22"/>
        </w:rPr>
        <w:br w:type="page"/>
      </w:r>
      <w:r w:rsidR="00433CA5" w:rsidRPr="00DC54C7">
        <w:lastRenderedPageBreak/>
        <w:t>HANDOUT 4</w:t>
      </w:r>
      <w:r w:rsidR="00801A23" w:rsidRPr="00750FD5">
        <w:t>–</w:t>
      </w:r>
      <w:r w:rsidR="00433CA5" w:rsidRPr="00DC54C7">
        <w:t>1 SOLUTION</w:t>
      </w:r>
      <w:r w:rsidR="00733016" w:rsidRPr="00733016">
        <w:rPr>
          <w:u w:val="none"/>
        </w:rPr>
        <w:t>, continued</w:t>
      </w:r>
    </w:p>
    <w:p w14:paraId="5FFD217D" w14:textId="77777777" w:rsidR="00433CA5" w:rsidRPr="00DC54C7" w:rsidRDefault="00433CA5" w:rsidP="00433CA5">
      <w:pPr>
        <w:rPr>
          <w:szCs w:val="22"/>
        </w:rPr>
      </w:pPr>
      <w:r w:rsidRPr="00DC54C7">
        <w:rPr>
          <w:szCs w:val="22"/>
        </w:rPr>
        <w:t xml:space="preserve"> </w:t>
      </w:r>
    </w:p>
    <w:p w14:paraId="0CFA9A1F" w14:textId="77777777" w:rsidR="00433CA5" w:rsidRPr="00DC54C7" w:rsidRDefault="00433CA5" w:rsidP="00433CA5">
      <w:pPr>
        <w:rPr>
          <w:szCs w:val="22"/>
        </w:rPr>
      </w:pPr>
      <w:r w:rsidRPr="00DC54C7">
        <w:rPr>
          <w:szCs w:val="22"/>
        </w:rPr>
        <w:t xml:space="preserve">(d) The company had acquired </w:t>
      </w:r>
      <w:r w:rsidR="00061424">
        <w:rPr>
          <w:szCs w:val="22"/>
        </w:rPr>
        <w:t>equipment</w:t>
      </w:r>
      <w:r w:rsidRPr="00DC54C7">
        <w:rPr>
          <w:szCs w:val="22"/>
        </w:rPr>
        <w:t xml:space="preserve"> costing $40,000 on January 1, </w:t>
      </w:r>
      <w:r w:rsidR="00C25690">
        <w:rPr>
          <w:szCs w:val="22"/>
        </w:rPr>
        <w:t>2016</w:t>
      </w:r>
      <w:r w:rsidRPr="00DC54C7">
        <w:rPr>
          <w:szCs w:val="22"/>
        </w:rPr>
        <w:t xml:space="preserve">. </w:t>
      </w:r>
      <w:r w:rsidR="00061424">
        <w:rPr>
          <w:szCs w:val="22"/>
        </w:rPr>
        <w:t xml:space="preserve">The </w:t>
      </w:r>
      <w:r w:rsidRPr="00DC54C7">
        <w:rPr>
          <w:szCs w:val="22"/>
        </w:rPr>
        <w:t xml:space="preserve">depreciation on this Equipment was calculated to be $2,000 for </w:t>
      </w:r>
      <w:r w:rsidR="00C25690">
        <w:rPr>
          <w:szCs w:val="22"/>
        </w:rPr>
        <w:t>2016</w:t>
      </w:r>
      <w:r w:rsidRPr="00DC54C7">
        <w:rPr>
          <w:szCs w:val="22"/>
        </w:rPr>
        <w:t>.</w:t>
      </w:r>
    </w:p>
    <w:p w14:paraId="04F74559" w14:textId="77777777" w:rsidR="003D565B" w:rsidRPr="00DC54C7" w:rsidRDefault="003D565B" w:rsidP="00433CA5">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29B5CAB2" w14:textId="77777777" w:rsidTr="00944826">
        <w:trPr>
          <w:trHeight w:val="360"/>
        </w:trPr>
        <w:tc>
          <w:tcPr>
            <w:tcW w:w="5000" w:type="pct"/>
          </w:tcPr>
          <w:p w14:paraId="1D2C0FA5" w14:textId="77777777" w:rsidR="003D565B" w:rsidRPr="00DC54C7" w:rsidRDefault="003D565B" w:rsidP="003D565B">
            <w:pPr>
              <w:rPr>
                <w:rFonts w:eastAsia="SimSun"/>
                <w:szCs w:val="22"/>
              </w:rPr>
            </w:pPr>
          </w:p>
          <w:p w14:paraId="3E60FC24"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6E1597B1"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39377BB7" w14:textId="77777777" w:rsidTr="00944826">
              <w:tc>
                <w:tcPr>
                  <w:tcW w:w="679" w:type="pct"/>
                  <w:tcBorders>
                    <w:top w:val="single" w:sz="4" w:space="0" w:color="auto"/>
                    <w:left w:val="single" w:sz="4" w:space="0" w:color="auto"/>
                    <w:bottom w:val="single" w:sz="4" w:space="0" w:color="auto"/>
                    <w:right w:val="single" w:sz="4" w:space="0" w:color="auto"/>
                  </w:tcBorders>
                </w:tcPr>
                <w:p w14:paraId="3E2DCB6E"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7DE220B6" w14:textId="77777777" w:rsidR="003D565B" w:rsidRPr="00DC54C7" w:rsidRDefault="00614B37" w:rsidP="003D565B">
                  <w:pPr>
                    <w:rPr>
                      <w:rFonts w:eastAsia="SimSun"/>
                      <w:szCs w:val="22"/>
                    </w:rPr>
                  </w:pPr>
                  <w:r>
                    <w:rPr>
                      <w:rFonts w:eastAsia="SimSun"/>
                      <w:szCs w:val="22"/>
                    </w:rPr>
                    <w:t>Depreciation Expense (+E, –</w:t>
                  </w:r>
                  <w:r w:rsidR="003D565B" w:rsidRPr="00DC54C7">
                    <w:rPr>
                      <w:rFonts w:eastAsia="SimSun"/>
                      <w:szCs w:val="22"/>
                    </w:rPr>
                    <w:t>SE)</w:t>
                  </w:r>
                </w:p>
              </w:tc>
              <w:tc>
                <w:tcPr>
                  <w:tcW w:w="823" w:type="pct"/>
                  <w:tcBorders>
                    <w:top w:val="single" w:sz="4" w:space="0" w:color="auto"/>
                    <w:left w:val="single" w:sz="4" w:space="0" w:color="auto"/>
                    <w:bottom w:val="single" w:sz="4" w:space="0" w:color="auto"/>
                    <w:right w:val="single" w:sz="4" w:space="0" w:color="auto"/>
                  </w:tcBorders>
                </w:tcPr>
                <w:p w14:paraId="670DD994" w14:textId="77777777" w:rsidR="003D565B" w:rsidRPr="00DC54C7" w:rsidRDefault="003D565B" w:rsidP="00944826">
                  <w:pPr>
                    <w:jc w:val="center"/>
                    <w:rPr>
                      <w:rFonts w:eastAsia="SimSun"/>
                      <w:szCs w:val="22"/>
                    </w:rPr>
                  </w:pPr>
                  <w:r w:rsidRPr="00DC54C7">
                    <w:rPr>
                      <w:rFonts w:eastAsia="SimSun"/>
                      <w:szCs w:val="22"/>
                    </w:rPr>
                    <w:t>2,000</w:t>
                  </w:r>
                </w:p>
              </w:tc>
              <w:tc>
                <w:tcPr>
                  <w:tcW w:w="823" w:type="pct"/>
                  <w:tcBorders>
                    <w:top w:val="single" w:sz="4" w:space="0" w:color="auto"/>
                    <w:left w:val="single" w:sz="4" w:space="0" w:color="auto"/>
                    <w:bottom w:val="single" w:sz="4" w:space="0" w:color="auto"/>
                    <w:right w:val="single" w:sz="4" w:space="0" w:color="auto"/>
                  </w:tcBorders>
                </w:tcPr>
                <w:p w14:paraId="1960FF86" w14:textId="77777777" w:rsidR="003D565B" w:rsidRPr="00DC54C7" w:rsidRDefault="003D565B" w:rsidP="00944826">
                  <w:pPr>
                    <w:jc w:val="center"/>
                    <w:rPr>
                      <w:rFonts w:eastAsia="SimSun"/>
                      <w:szCs w:val="22"/>
                    </w:rPr>
                  </w:pPr>
                </w:p>
              </w:tc>
            </w:tr>
            <w:tr w:rsidR="003D565B" w:rsidRPr="00DC54C7" w14:paraId="05D34B5D" w14:textId="77777777" w:rsidTr="00944826">
              <w:tc>
                <w:tcPr>
                  <w:tcW w:w="679" w:type="pct"/>
                  <w:tcBorders>
                    <w:top w:val="single" w:sz="4" w:space="0" w:color="auto"/>
                  </w:tcBorders>
                </w:tcPr>
                <w:p w14:paraId="2091F2A0"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1A15A11F"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 xml:space="preserve"> Accumulated Depreciation (+</w:t>
                  </w:r>
                  <w:r w:rsidR="00311C01">
                    <w:rPr>
                      <w:rFonts w:eastAsia="SimSun"/>
                      <w:szCs w:val="22"/>
                    </w:rPr>
                    <w:t>x</w:t>
                  </w:r>
                  <w:r w:rsidR="00614B37">
                    <w:rPr>
                      <w:rFonts w:eastAsia="SimSun"/>
                      <w:szCs w:val="22"/>
                    </w:rPr>
                    <w:t>A, –</w:t>
                  </w:r>
                  <w:r w:rsidRPr="00DC54C7">
                    <w:rPr>
                      <w:rFonts w:eastAsia="SimSun"/>
                      <w:szCs w:val="22"/>
                    </w:rPr>
                    <w:t>A)</w:t>
                  </w:r>
                </w:p>
              </w:tc>
              <w:tc>
                <w:tcPr>
                  <w:tcW w:w="823" w:type="pct"/>
                  <w:tcBorders>
                    <w:top w:val="single" w:sz="4" w:space="0" w:color="auto"/>
                  </w:tcBorders>
                </w:tcPr>
                <w:p w14:paraId="4AD2D031" w14:textId="77777777" w:rsidR="003D565B" w:rsidRPr="00DC54C7" w:rsidRDefault="003D565B" w:rsidP="00944826">
                  <w:pPr>
                    <w:jc w:val="center"/>
                    <w:rPr>
                      <w:rFonts w:eastAsia="SimSun"/>
                      <w:szCs w:val="22"/>
                    </w:rPr>
                  </w:pPr>
                </w:p>
              </w:tc>
              <w:tc>
                <w:tcPr>
                  <w:tcW w:w="823" w:type="pct"/>
                  <w:tcBorders>
                    <w:top w:val="single" w:sz="4" w:space="0" w:color="auto"/>
                  </w:tcBorders>
                </w:tcPr>
                <w:p w14:paraId="1489CEE8" w14:textId="77777777" w:rsidR="003D565B" w:rsidRPr="00DC54C7" w:rsidRDefault="003D565B" w:rsidP="00944826">
                  <w:pPr>
                    <w:jc w:val="center"/>
                    <w:rPr>
                      <w:rFonts w:eastAsia="SimSun"/>
                      <w:szCs w:val="22"/>
                    </w:rPr>
                  </w:pPr>
                  <w:r w:rsidRPr="00DC54C7">
                    <w:rPr>
                      <w:rFonts w:eastAsia="SimSun"/>
                      <w:szCs w:val="22"/>
                    </w:rPr>
                    <w:t>2,000</w:t>
                  </w:r>
                </w:p>
              </w:tc>
            </w:tr>
          </w:tbl>
          <w:p w14:paraId="15FEE14A" w14:textId="77777777" w:rsidR="003D565B" w:rsidRPr="00DC54C7" w:rsidRDefault="003D565B" w:rsidP="003D565B">
            <w:pPr>
              <w:rPr>
                <w:rFonts w:eastAsia="SimSun"/>
                <w:szCs w:val="22"/>
              </w:rPr>
            </w:pPr>
          </w:p>
        </w:tc>
      </w:tr>
      <w:tr w:rsidR="003D565B" w:rsidRPr="00DC54C7" w14:paraId="7E290C99" w14:textId="77777777" w:rsidTr="00944826">
        <w:trPr>
          <w:trHeight w:val="360"/>
        </w:trPr>
        <w:tc>
          <w:tcPr>
            <w:tcW w:w="5000" w:type="pct"/>
          </w:tcPr>
          <w:p w14:paraId="4D6949E6" w14:textId="77777777" w:rsidR="00433CA5" w:rsidRPr="00DC54C7" w:rsidRDefault="00433CA5" w:rsidP="003D565B">
            <w:pPr>
              <w:rPr>
                <w:rFonts w:eastAsia="SimSun"/>
                <w:szCs w:val="22"/>
              </w:rPr>
            </w:pPr>
          </w:p>
          <w:p w14:paraId="5B44EC45"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08AB120F"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389"/>
              <w:gridCol w:w="1277"/>
              <w:gridCol w:w="342"/>
              <w:gridCol w:w="1275"/>
              <w:gridCol w:w="1270"/>
              <w:gridCol w:w="342"/>
              <w:gridCol w:w="1437"/>
              <w:gridCol w:w="1416"/>
            </w:tblGrid>
            <w:tr w:rsidR="003D565B" w:rsidRPr="00DC54C7" w14:paraId="18C1039C" w14:textId="77777777" w:rsidTr="00944826">
              <w:tc>
                <w:tcPr>
                  <w:tcW w:w="2592" w:type="dxa"/>
                  <w:gridSpan w:val="2"/>
                  <w:tcBorders>
                    <w:bottom w:val="single" w:sz="4" w:space="0" w:color="auto"/>
                  </w:tcBorders>
                </w:tcPr>
                <w:p w14:paraId="07D53B41"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1A4ECEDC"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5C6281C5"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4A195714"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492E856A"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1456CB09" w14:textId="77777777" w:rsidTr="00944826">
              <w:tc>
                <w:tcPr>
                  <w:tcW w:w="1296" w:type="dxa"/>
                  <w:tcBorders>
                    <w:top w:val="single" w:sz="4" w:space="0" w:color="auto"/>
                  </w:tcBorders>
                </w:tcPr>
                <w:p w14:paraId="3FB431D1" w14:textId="77777777" w:rsidR="003D565B" w:rsidRPr="00DC54C7" w:rsidRDefault="003D565B" w:rsidP="004A36BD">
                  <w:pPr>
                    <w:rPr>
                      <w:rFonts w:eastAsia="SimSun"/>
                      <w:szCs w:val="22"/>
                    </w:rPr>
                  </w:pPr>
                  <w:r w:rsidRPr="00DC54C7">
                    <w:rPr>
                      <w:rFonts w:eastAsia="SimSun"/>
                      <w:szCs w:val="22"/>
                    </w:rPr>
                    <w:t xml:space="preserve">Accumulated Depreciation </w:t>
                  </w:r>
                </w:p>
              </w:tc>
              <w:tc>
                <w:tcPr>
                  <w:tcW w:w="1296" w:type="dxa"/>
                  <w:tcBorders>
                    <w:top w:val="single" w:sz="4" w:space="0" w:color="auto"/>
                  </w:tcBorders>
                </w:tcPr>
                <w:p w14:paraId="7EE7F6F7"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2,000</w:t>
                  </w:r>
                </w:p>
              </w:tc>
              <w:tc>
                <w:tcPr>
                  <w:tcW w:w="342" w:type="dxa"/>
                </w:tcPr>
                <w:p w14:paraId="23FA4BFB" w14:textId="77777777" w:rsidR="003D565B" w:rsidRPr="00DC54C7" w:rsidRDefault="003D565B" w:rsidP="00944826">
                  <w:pPr>
                    <w:jc w:val="center"/>
                    <w:rPr>
                      <w:rFonts w:eastAsia="SimSun"/>
                      <w:szCs w:val="22"/>
                    </w:rPr>
                  </w:pPr>
                </w:p>
              </w:tc>
              <w:tc>
                <w:tcPr>
                  <w:tcW w:w="1296" w:type="dxa"/>
                  <w:tcBorders>
                    <w:top w:val="single" w:sz="4" w:space="0" w:color="auto"/>
                  </w:tcBorders>
                </w:tcPr>
                <w:p w14:paraId="5441A58A" w14:textId="77777777" w:rsidR="003D565B" w:rsidRPr="00DC54C7" w:rsidRDefault="003D565B" w:rsidP="00944826">
                  <w:pPr>
                    <w:jc w:val="center"/>
                    <w:rPr>
                      <w:rFonts w:eastAsia="SimSun"/>
                      <w:szCs w:val="22"/>
                    </w:rPr>
                  </w:pPr>
                </w:p>
              </w:tc>
              <w:tc>
                <w:tcPr>
                  <w:tcW w:w="1296" w:type="dxa"/>
                  <w:tcBorders>
                    <w:top w:val="single" w:sz="4" w:space="0" w:color="auto"/>
                  </w:tcBorders>
                </w:tcPr>
                <w:p w14:paraId="7578724D" w14:textId="77777777" w:rsidR="003D565B" w:rsidRPr="00DC54C7" w:rsidRDefault="003D565B" w:rsidP="00944826">
                  <w:pPr>
                    <w:jc w:val="center"/>
                    <w:rPr>
                      <w:rFonts w:eastAsia="SimSun"/>
                      <w:szCs w:val="22"/>
                    </w:rPr>
                  </w:pPr>
                </w:p>
              </w:tc>
              <w:tc>
                <w:tcPr>
                  <w:tcW w:w="342" w:type="dxa"/>
                </w:tcPr>
                <w:p w14:paraId="28C5E5A4" w14:textId="77777777" w:rsidR="003D565B" w:rsidRPr="00DC54C7" w:rsidRDefault="003D565B" w:rsidP="00944826">
                  <w:pPr>
                    <w:jc w:val="center"/>
                    <w:rPr>
                      <w:rFonts w:eastAsia="SimSun"/>
                      <w:szCs w:val="22"/>
                    </w:rPr>
                  </w:pPr>
                </w:p>
              </w:tc>
              <w:tc>
                <w:tcPr>
                  <w:tcW w:w="1440" w:type="dxa"/>
                  <w:tcBorders>
                    <w:top w:val="single" w:sz="4" w:space="0" w:color="auto"/>
                  </w:tcBorders>
                </w:tcPr>
                <w:p w14:paraId="4B078D2F" w14:textId="77777777" w:rsidR="003D565B" w:rsidRPr="00DC54C7" w:rsidRDefault="00F01DA3" w:rsidP="004A36BD">
                  <w:pPr>
                    <w:rPr>
                      <w:rFonts w:eastAsia="SimSun"/>
                      <w:szCs w:val="22"/>
                    </w:rPr>
                  </w:pPr>
                  <w:r>
                    <w:rPr>
                      <w:rFonts w:eastAsia="SimSun"/>
                      <w:szCs w:val="22"/>
                    </w:rPr>
                    <w:t>Depreciation Expense</w:t>
                  </w:r>
                </w:p>
              </w:tc>
              <w:tc>
                <w:tcPr>
                  <w:tcW w:w="1440" w:type="dxa"/>
                  <w:tcBorders>
                    <w:top w:val="single" w:sz="4" w:space="0" w:color="auto"/>
                  </w:tcBorders>
                </w:tcPr>
                <w:p w14:paraId="7BC01E49"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2,000</w:t>
                  </w:r>
                </w:p>
              </w:tc>
            </w:tr>
          </w:tbl>
          <w:p w14:paraId="60B7DD21" w14:textId="77777777" w:rsidR="003D565B" w:rsidRPr="00DC54C7" w:rsidRDefault="003D565B" w:rsidP="003D565B">
            <w:pPr>
              <w:rPr>
                <w:rFonts w:eastAsia="SimSun"/>
                <w:szCs w:val="22"/>
              </w:rPr>
            </w:pPr>
          </w:p>
        </w:tc>
      </w:tr>
    </w:tbl>
    <w:p w14:paraId="25E07F79" w14:textId="77777777" w:rsidR="003D565B" w:rsidRPr="00DC54C7" w:rsidRDefault="003D565B" w:rsidP="003D565B">
      <w:pPr>
        <w:rPr>
          <w:b/>
          <w:szCs w:val="22"/>
        </w:rPr>
      </w:pPr>
    </w:p>
    <w:p w14:paraId="30871D60" w14:textId="77777777" w:rsidR="00391BCE" w:rsidRPr="00DC54C7" w:rsidRDefault="00391BCE" w:rsidP="00391BCE">
      <w:pPr>
        <w:rPr>
          <w:szCs w:val="22"/>
        </w:rPr>
      </w:pPr>
      <w:r w:rsidRPr="00DC54C7">
        <w:rPr>
          <w:szCs w:val="22"/>
        </w:rPr>
        <w:t xml:space="preserve">(e) On December 1, </w:t>
      </w:r>
      <w:r w:rsidR="00C25690">
        <w:rPr>
          <w:szCs w:val="22"/>
        </w:rPr>
        <w:t>2016</w:t>
      </w:r>
      <w:r w:rsidRPr="00DC54C7">
        <w:rPr>
          <w:szCs w:val="22"/>
        </w:rPr>
        <w:t xml:space="preserve">, the company had sold $500 in gift certificates for decorating services to a customer. On December 31, </w:t>
      </w:r>
      <w:r w:rsidR="00C25690">
        <w:rPr>
          <w:szCs w:val="22"/>
        </w:rPr>
        <w:t>2016</w:t>
      </w:r>
      <w:r w:rsidRPr="00DC54C7">
        <w:rPr>
          <w:szCs w:val="22"/>
        </w:rPr>
        <w:t>, the accountant received an envelope containing $400 worth of redeemed gift certificates, not yet recorded in the company’s books.</w:t>
      </w:r>
    </w:p>
    <w:p w14:paraId="4A7EAC3D" w14:textId="77777777" w:rsidR="003D565B" w:rsidRPr="00DC54C7" w:rsidRDefault="003D565B" w:rsidP="003D565B">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0C5A41BC" w14:textId="77777777" w:rsidTr="00944826">
        <w:trPr>
          <w:trHeight w:val="360"/>
        </w:trPr>
        <w:tc>
          <w:tcPr>
            <w:tcW w:w="5000" w:type="pct"/>
          </w:tcPr>
          <w:p w14:paraId="78A27B1F"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758F4D84"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15A90BEF" w14:textId="77777777" w:rsidTr="00944826">
              <w:tc>
                <w:tcPr>
                  <w:tcW w:w="679" w:type="pct"/>
                  <w:tcBorders>
                    <w:top w:val="single" w:sz="4" w:space="0" w:color="auto"/>
                    <w:left w:val="single" w:sz="4" w:space="0" w:color="auto"/>
                    <w:bottom w:val="single" w:sz="4" w:space="0" w:color="auto"/>
                    <w:right w:val="single" w:sz="4" w:space="0" w:color="auto"/>
                  </w:tcBorders>
                </w:tcPr>
                <w:p w14:paraId="7D988B4E"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60253083" w14:textId="77777777" w:rsidR="003D565B" w:rsidRPr="00DC54C7" w:rsidRDefault="00614B37" w:rsidP="003D565B">
                  <w:pPr>
                    <w:rPr>
                      <w:rFonts w:eastAsia="SimSun"/>
                      <w:szCs w:val="22"/>
                    </w:rPr>
                  </w:pPr>
                  <w:r>
                    <w:rPr>
                      <w:rFonts w:eastAsia="SimSun"/>
                      <w:szCs w:val="22"/>
                    </w:rPr>
                    <w:t>Unearned Revenue (–</w:t>
                  </w:r>
                  <w:r w:rsidR="003D565B" w:rsidRPr="00DC54C7">
                    <w:rPr>
                      <w:rFonts w:eastAsia="SimSun"/>
                      <w:szCs w:val="22"/>
                    </w:rPr>
                    <w:t>L)</w:t>
                  </w:r>
                </w:p>
              </w:tc>
              <w:tc>
                <w:tcPr>
                  <w:tcW w:w="823" w:type="pct"/>
                  <w:tcBorders>
                    <w:top w:val="single" w:sz="4" w:space="0" w:color="auto"/>
                    <w:left w:val="single" w:sz="4" w:space="0" w:color="auto"/>
                    <w:bottom w:val="single" w:sz="4" w:space="0" w:color="auto"/>
                    <w:right w:val="single" w:sz="4" w:space="0" w:color="auto"/>
                  </w:tcBorders>
                </w:tcPr>
                <w:p w14:paraId="0DC2F120" w14:textId="77777777" w:rsidR="003D565B" w:rsidRPr="00DC54C7" w:rsidRDefault="003D565B" w:rsidP="00944826">
                  <w:pPr>
                    <w:jc w:val="center"/>
                    <w:rPr>
                      <w:rFonts w:eastAsia="SimSun"/>
                      <w:szCs w:val="22"/>
                    </w:rPr>
                  </w:pPr>
                  <w:r w:rsidRPr="00DC54C7">
                    <w:rPr>
                      <w:rFonts w:eastAsia="SimSun"/>
                      <w:szCs w:val="22"/>
                    </w:rPr>
                    <w:t>400</w:t>
                  </w:r>
                </w:p>
              </w:tc>
              <w:tc>
                <w:tcPr>
                  <w:tcW w:w="823" w:type="pct"/>
                  <w:tcBorders>
                    <w:top w:val="single" w:sz="4" w:space="0" w:color="auto"/>
                    <w:left w:val="single" w:sz="4" w:space="0" w:color="auto"/>
                    <w:bottom w:val="single" w:sz="4" w:space="0" w:color="auto"/>
                    <w:right w:val="single" w:sz="4" w:space="0" w:color="auto"/>
                  </w:tcBorders>
                </w:tcPr>
                <w:p w14:paraId="0AA922CF" w14:textId="77777777" w:rsidR="003D565B" w:rsidRPr="00DC54C7" w:rsidRDefault="003D565B" w:rsidP="00944826">
                  <w:pPr>
                    <w:jc w:val="center"/>
                    <w:rPr>
                      <w:rFonts w:eastAsia="SimSun"/>
                      <w:szCs w:val="22"/>
                    </w:rPr>
                  </w:pPr>
                </w:p>
              </w:tc>
            </w:tr>
            <w:tr w:rsidR="003D565B" w:rsidRPr="00DC54C7" w14:paraId="3F3BC596" w14:textId="77777777" w:rsidTr="00944826">
              <w:tc>
                <w:tcPr>
                  <w:tcW w:w="679" w:type="pct"/>
                  <w:tcBorders>
                    <w:top w:val="single" w:sz="4" w:space="0" w:color="auto"/>
                  </w:tcBorders>
                </w:tcPr>
                <w:p w14:paraId="113B9429"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35AFB58C" w14:textId="77777777" w:rsidR="003D565B" w:rsidRPr="00DC54C7" w:rsidRDefault="003D565B" w:rsidP="00614B37">
                  <w:pPr>
                    <w:rPr>
                      <w:rFonts w:eastAsia="SimSun"/>
                      <w:szCs w:val="22"/>
                    </w:rPr>
                  </w:pPr>
                  <w:r w:rsidRPr="00DC54C7">
                    <w:rPr>
                      <w:rFonts w:eastAsia="SimSun"/>
                      <w:szCs w:val="22"/>
                    </w:rPr>
                    <w:t xml:space="preserve">     </w:t>
                  </w:r>
                  <w:r w:rsidR="00F01DA3">
                    <w:rPr>
                      <w:rFonts w:eastAsia="SimSun"/>
                      <w:szCs w:val="22"/>
                    </w:rPr>
                    <w:t>Service Revenue</w:t>
                  </w:r>
                  <w:r w:rsidRPr="00DC54C7">
                    <w:rPr>
                      <w:rFonts w:eastAsia="SimSun"/>
                      <w:szCs w:val="22"/>
                    </w:rPr>
                    <w:t xml:space="preserve"> (+R</w:t>
                  </w:r>
                  <w:r w:rsidR="008C5B5E">
                    <w:rPr>
                      <w:rFonts w:eastAsia="SimSun"/>
                      <w:szCs w:val="22"/>
                    </w:rPr>
                    <w:t>, +SE</w:t>
                  </w:r>
                  <w:r w:rsidRPr="00DC54C7">
                    <w:rPr>
                      <w:rFonts w:eastAsia="SimSun"/>
                      <w:szCs w:val="22"/>
                    </w:rPr>
                    <w:t>)</w:t>
                  </w:r>
                </w:p>
              </w:tc>
              <w:tc>
                <w:tcPr>
                  <w:tcW w:w="823" w:type="pct"/>
                  <w:tcBorders>
                    <w:top w:val="single" w:sz="4" w:space="0" w:color="auto"/>
                  </w:tcBorders>
                </w:tcPr>
                <w:p w14:paraId="30D48EBB" w14:textId="77777777" w:rsidR="003D565B" w:rsidRPr="00DC54C7" w:rsidRDefault="003D565B" w:rsidP="00944826">
                  <w:pPr>
                    <w:jc w:val="center"/>
                    <w:rPr>
                      <w:rFonts w:eastAsia="SimSun"/>
                      <w:szCs w:val="22"/>
                    </w:rPr>
                  </w:pPr>
                </w:p>
              </w:tc>
              <w:tc>
                <w:tcPr>
                  <w:tcW w:w="823" w:type="pct"/>
                  <w:tcBorders>
                    <w:top w:val="single" w:sz="4" w:space="0" w:color="auto"/>
                  </w:tcBorders>
                </w:tcPr>
                <w:p w14:paraId="657471B9" w14:textId="77777777" w:rsidR="003D565B" w:rsidRPr="00DC54C7" w:rsidRDefault="003D565B" w:rsidP="00944826">
                  <w:pPr>
                    <w:jc w:val="center"/>
                    <w:rPr>
                      <w:rFonts w:eastAsia="SimSun"/>
                      <w:szCs w:val="22"/>
                    </w:rPr>
                  </w:pPr>
                  <w:r w:rsidRPr="00DC54C7">
                    <w:rPr>
                      <w:rFonts w:eastAsia="SimSun"/>
                      <w:szCs w:val="22"/>
                    </w:rPr>
                    <w:t>400</w:t>
                  </w:r>
                </w:p>
              </w:tc>
            </w:tr>
          </w:tbl>
          <w:p w14:paraId="7317DD3C" w14:textId="77777777" w:rsidR="003D565B" w:rsidRPr="00DC54C7" w:rsidRDefault="003D565B" w:rsidP="003D565B">
            <w:pPr>
              <w:rPr>
                <w:rFonts w:eastAsia="SimSun"/>
                <w:szCs w:val="22"/>
              </w:rPr>
            </w:pPr>
          </w:p>
        </w:tc>
      </w:tr>
      <w:tr w:rsidR="003D565B" w:rsidRPr="00DC54C7" w14:paraId="11F093E5" w14:textId="77777777" w:rsidTr="00944826">
        <w:trPr>
          <w:trHeight w:val="360"/>
        </w:trPr>
        <w:tc>
          <w:tcPr>
            <w:tcW w:w="5000" w:type="pct"/>
          </w:tcPr>
          <w:p w14:paraId="159DB193" w14:textId="77777777" w:rsidR="00433CA5" w:rsidRPr="00DC54C7" w:rsidRDefault="00433CA5" w:rsidP="003D565B">
            <w:pPr>
              <w:rPr>
                <w:rFonts w:eastAsia="SimSun"/>
                <w:szCs w:val="22"/>
              </w:rPr>
            </w:pPr>
          </w:p>
          <w:p w14:paraId="5DB2082D"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1D283135"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1FB7F5A2" w14:textId="77777777" w:rsidTr="00944826">
              <w:tc>
                <w:tcPr>
                  <w:tcW w:w="2592" w:type="dxa"/>
                  <w:gridSpan w:val="2"/>
                  <w:tcBorders>
                    <w:bottom w:val="single" w:sz="4" w:space="0" w:color="auto"/>
                  </w:tcBorders>
                </w:tcPr>
                <w:p w14:paraId="55668118"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58736BCE"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5EFBA1DD"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767D87EE"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48D49DD6"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43714284" w14:textId="77777777" w:rsidTr="00944826">
              <w:tc>
                <w:tcPr>
                  <w:tcW w:w="1296" w:type="dxa"/>
                  <w:tcBorders>
                    <w:top w:val="single" w:sz="4" w:space="0" w:color="auto"/>
                  </w:tcBorders>
                </w:tcPr>
                <w:p w14:paraId="6F5707FD" w14:textId="77777777" w:rsidR="003D565B" w:rsidRPr="00DC54C7" w:rsidRDefault="003D565B" w:rsidP="003D565B">
                  <w:pPr>
                    <w:rPr>
                      <w:rFonts w:eastAsia="SimSun"/>
                      <w:szCs w:val="22"/>
                    </w:rPr>
                  </w:pPr>
                </w:p>
              </w:tc>
              <w:tc>
                <w:tcPr>
                  <w:tcW w:w="1296" w:type="dxa"/>
                  <w:tcBorders>
                    <w:top w:val="single" w:sz="4" w:space="0" w:color="auto"/>
                  </w:tcBorders>
                </w:tcPr>
                <w:p w14:paraId="78DA6154" w14:textId="77777777" w:rsidR="003D565B" w:rsidRPr="00DC54C7" w:rsidRDefault="003D565B" w:rsidP="00944826">
                  <w:pPr>
                    <w:jc w:val="right"/>
                    <w:rPr>
                      <w:rFonts w:eastAsia="SimSun"/>
                      <w:szCs w:val="22"/>
                    </w:rPr>
                  </w:pPr>
                </w:p>
              </w:tc>
              <w:tc>
                <w:tcPr>
                  <w:tcW w:w="342" w:type="dxa"/>
                </w:tcPr>
                <w:p w14:paraId="6CD4CD6C" w14:textId="77777777" w:rsidR="003D565B" w:rsidRPr="00DC54C7" w:rsidRDefault="003D565B" w:rsidP="00944826">
                  <w:pPr>
                    <w:jc w:val="center"/>
                    <w:rPr>
                      <w:rFonts w:eastAsia="SimSun"/>
                      <w:szCs w:val="22"/>
                    </w:rPr>
                  </w:pPr>
                </w:p>
              </w:tc>
              <w:tc>
                <w:tcPr>
                  <w:tcW w:w="1296" w:type="dxa"/>
                  <w:tcBorders>
                    <w:top w:val="single" w:sz="4" w:space="0" w:color="auto"/>
                  </w:tcBorders>
                </w:tcPr>
                <w:p w14:paraId="3AD99674" w14:textId="77777777" w:rsidR="003D565B" w:rsidRPr="00DC54C7" w:rsidRDefault="003D565B" w:rsidP="003D565B">
                  <w:pPr>
                    <w:rPr>
                      <w:rFonts w:eastAsia="SimSun"/>
                      <w:szCs w:val="22"/>
                    </w:rPr>
                  </w:pPr>
                  <w:r w:rsidRPr="00DC54C7">
                    <w:rPr>
                      <w:rFonts w:eastAsia="SimSun"/>
                      <w:szCs w:val="22"/>
                    </w:rPr>
                    <w:t>Unearned Revenue</w:t>
                  </w:r>
                </w:p>
              </w:tc>
              <w:tc>
                <w:tcPr>
                  <w:tcW w:w="1296" w:type="dxa"/>
                  <w:tcBorders>
                    <w:top w:val="single" w:sz="4" w:space="0" w:color="auto"/>
                  </w:tcBorders>
                </w:tcPr>
                <w:p w14:paraId="486DC179" w14:textId="77777777" w:rsidR="003D565B" w:rsidRPr="00DC54C7" w:rsidRDefault="00614B37" w:rsidP="00944826">
                  <w:pPr>
                    <w:jc w:val="right"/>
                    <w:rPr>
                      <w:rFonts w:eastAsia="SimSun"/>
                      <w:szCs w:val="22"/>
                    </w:rPr>
                  </w:pPr>
                  <w:r>
                    <w:rPr>
                      <w:rFonts w:eastAsia="SimSun"/>
                      <w:szCs w:val="22"/>
                    </w:rPr>
                    <w:t>–</w:t>
                  </w:r>
                  <w:r w:rsidR="003D565B" w:rsidRPr="00DC54C7">
                    <w:rPr>
                      <w:rFonts w:eastAsia="SimSun"/>
                      <w:szCs w:val="22"/>
                    </w:rPr>
                    <w:t>400</w:t>
                  </w:r>
                </w:p>
              </w:tc>
              <w:tc>
                <w:tcPr>
                  <w:tcW w:w="342" w:type="dxa"/>
                </w:tcPr>
                <w:p w14:paraId="35A416EC" w14:textId="77777777" w:rsidR="003D565B" w:rsidRPr="00DC54C7" w:rsidRDefault="003D565B" w:rsidP="00944826">
                  <w:pPr>
                    <w:jc w:val="center"/>
                    <w:rPr>
                      <w:rFonts w:eastAsia="SimSun"/>
                      <w:szCs w:val="22"/>
                    </w:rPr>
                  </w:pPr>
                </w:p>
              </w:tc>
              <w:tc>
                <w:tcPr>
                  <w:tcW w:w="1440" w:type="dxa"/>
                  <w:tcBorders>
                    <w:top w:val="single" w:sz="4" w:space="0" w:color="auto"/>
                  </w:tcBorders>
                </w:tcPr>
                <w:p w14:paraId="73103F03" w14:textId="77777777" w:rsidR="003D565B" w:rsidRPr="00DC54C7" w:rsidRDefault="00F01DA3" w:rsidP="004A36BD">
                  <w:pPr>
                    <w:rPr>
                      <w:rFonts w:eastAsia="SimSun"/>
                      <w:szCs w:val="22"/>
                    </w:rPr>
                  </w:pPr>
                  <w:r>
                    <w:rPr>
                      <w:rFonts w:eastAsia="SimSun"/>
                      <w:szCs w:val="22"/>
                    </w:rPr>
                    <w:t xml:space="preserve">Service </w:t>
                  </w:r>
                  <w:r w:rsidR="003D565B" w:rsidRPr="00DC54C7">
                    <w:rPr>
                      <w:rFonts w:eastAsia="SimSun"/>
                      <w:szCs w:val="22"/>
                    </w:rPr>
                    <w:t xml:space="preserve">Revenue </w:t>
                  </w:r>
                </w:p>
              </w:tc>
              <w:tc>
                <w:tcPr>
                  <w:tcW w:w="1440" w:type="dxa"/>
                  <w:tcBorders>
                    <w:top w:val="single" w:sz="4" w:space="0" w:color="auto"/>
                  </w:tcBorders>
                </w:tcPr>
                <w:p w14:paraId="514E49C7" w14:textId="77777777" w:rsidR="003D565B" w:rsidRPr="00DC54C7" w:rsidRDefault="003D565B" w:rsidP="00944826">
                  <w:pPr>
                    <w:jc w:val="right"/>
                    <w:rPr>
                      <w:rFonts w:eastAsia="SimSun"/>
                      <w:szCs w:val="22"/>
                    </w:rPr>
                  </w:pPr>
                  <w:r w:rsidRPr="00DC54C7">
                    <w:rPr>
                      <w:rFonts w:eastAsia="SimSun"/>
                      <w:szCs w:val="22"/>
                    </w:rPr>
                    <w:t>+400</w:t>
                  </w:r>
                </w:p>
              </w:tc>
            </w:tr>
          </w:tbl>
          <w:p w14:paraId="6B119904" w14:textId="77777777" w:rsidR="003D565B" w:rsidRPr="00DC54C7" w:rsidRDefault="003D565B" w:rsidP="003D565B">
            <w:pPr>
              <w:rPr>
                <w:rFonts w:eastAsia="SimSun"/>
                <w:szCs w:val="22"/>
              </w:rPr>
            </w:pPr>
          </w:p>
        </w:tc>
      </w:tr>
    </w:tbl>
    <w:p w14:paraId="29F47062" w14:textId="77777777" w:rsidR="003D565B" w:rsidRPr="00DC54C7" w:rsidRDefault="003D565B" w:rsidP="003D565B">
      <w:pPr>
        <w:jc w:val="both"/>
        <w:rPr>
          <w:szCs w:val="22"/>
        </w:rPr>
      </w:pPr>
    </w:p>
    <w:p w14:paraId="218826EF" w14:textId="77777777" w:rsidR="00433CA5" w:rsidRPr="00DC54C7" w:rsidRDefault="00433CA5" w:rsidP="00433CA5">
      <w:pPr>
        <w:jc w:val="both"/>
        <w:rPr>
          <w:szCs w:val="22"/>
        </w:rPr>
      </w:pPr>
      <w:r w:rsidRPr="00DC54C7">
        <w:rPr>
          <w:szCs w:val="22"/>
        </w:rPr>
        <w:t xml:space="preserve">(f) On June 30, </w:t>
      </w:r>
      <w:r w:rsidR="00C25690">
        <w:rPr>
          <w:szCs w:val="22"/>
        </w:rPr>
        <w:t>2016</w:t>
      </w:r>
      <w:r w:rsidRPr="00DC54C7">
        <w:rPr>
          <w:szCs w:val="22"/>
        </w:rPr>
        <w:t xml:space="preserve">, the company invested $20,000 in a certificate of deposit that will yield 12% interest at the end of one year.  </w:t>
      </w:r>
    </w:p>
    <w:p w14:paraId="7F4A75AA" w14:textId="77777777" w:rsidR="003D565B" w:rsidRPr="00DC54C7" w:rsidRDefault="003D565B" w:rsidP="003D565B">
      <w:pPr>
        <w:jc w:val="both"/>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603840DF" w14:textId="77777777" w:rsidTr="00944826">
        <w:trPr>
          <w:trHeight w:val="360"/>
        </w:trPr>
        <w:tc>
          <w:tcPr>
            <w:tcW w:w="5000" w:type="pct"/>
          </w:tcPr>
          <w:p w14:paraId="6690E89A"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1489E0D3"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2BA20A3E" w14:textId="77777777" w:rsidTr="00944826">
              <w:tc>
                <w:tcPr>
                  <w:tcW w:w="679" w:type="pct"/>
                  <w:tcBorders>
                    <w:top w:val="single" w:sz="4" w:space="0" w:color="auto"/>
                    <w:left w:val="single" w:sz="4" w:space="0" w:color="auto"/>
                    <w:bottom w:val="single" w:sz="4" w:space="0" w:color="auto"/>
                    <w:right w:val="single" w:sz="4" w:space="0" w:color="auto"/>
                  </w:tcBorders>
                </w:tcPr>
                <w:p w14:paraId="691D9E8D"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30586482" w14:textId="77777777" w:rsidR="003D565B" w:rsidRPr="00DC54C7" w:rsidRDefault="003D565B" w:rsidP="003D565B">
                  <w:pPr>
                    <w:rPr>
                      <w:rFonts w:eastAsia="SimSun"/>
                      <w:szCs w:val="22"/>
                    </w:rPr>
                  </w:pPr>
                  <w:r w:rsidRPr="00DC54C7">
                    <w:rPr>
                      <w:rFonts w:eastAsia="SimSun"/>
                      <w:szCs w:val="22"/>
                    </w:rPr>
                    <w:t>Interest Receivable (+A)</w:t>
                  </w:r>
                </w:p>
              </w:tc>
              <w:tc>
                <w:tcPr>
                  <w:tcW w:w="823" w:type="pct"/>
                  <w:tcBorders>
                    <w:top w:val="single" w:sz="4" w:space="0" w:color="auto"/>
                    <w:left w:val="single" w:sz="4" w:space="0" w:color="auto"/>
                    <w:bottom w:val="single" w:sz="4" w:space="0" w:color="auto"/>
                    <w:right w:val="single" w:sz="4" w:space="0" w:color="auto"/>
                  </w:tcBorders>
                </w:tcPr>
                <w:p w14:paraId="4A14AE89" w14:textId="77777777" w:rsidR="003D565B" w:rsidRPr="00DC54C7" w:rsidRDefault="003D565B" w:rsidP="00944826">
                  <w:pPr>
                    <w:jc w:val="center"/>
                    <w:rPr>
                      <w:rFonts w:eastAsia="SimSun"/>
                      <w:szCs w:val="22"/>
                    </w:rPr>
                  </w:pPr>
                  <w:r w:rsidRPr="00DC54C7">
                    <w:rPr>
                      <w:rFonts w:eastAsia="SimSun"/>
                      <w:szCs w:val="22"/>
                    </w:rPr>
                    <w:t>1,200</w:t>
                  </w:r>
                </w:p>
              </w:tc>
              <w:tc>
                <w:tcPr>
                  <w:tcW w:w="823" w:type="pct"/>
                  <w:tcBorders>
                    <w:top w:val="single" w:sz="4" w:space="0" w:color="auto"/>
                    <w:left w:val="single" w:sz="4" w:space="0" w:color="auto"/>
                    <w:bottom w:val="single" w:sz="4" w:space="0" w:color="auto"/>
                    <w:right w:val="single" w:sz="4" w:space="0" w:color="auto"/>
                  </w:tcBorders>
                </w:tcPr>
                <w:p w14:paraId="16789969" w14:textId="77777777" w:rsidR="003D565B" w:rsidRPr="00DC54C7" w:rsidRDefault="003D565B" w:rsidP="00944826">
                  <w:pPr>
                    <w:jc w:val="center"/>
                    <w:rPr>
                      <w:rFonts w:eastAsia="SimSun"/>
                      <w:szCs w:val="22"/>
                    </w:rPr>
                  </w:pPr>
                </w:p>
              </w:tc>
            </w:tr>
            <w:tr w:rsidR="003D565B" w:rsidRPr="00DC54C7" w14:paraId="7A39128E" w14:textId="77777777" w:rsidTr="00944826">
              <w:tc>
                <w:tcPr>
                  <w:tcW w:w="679" w:type="pct"/>
                  <w:tcBorders>
                    <w:top w:val="single" w:sz="4" w:space="0" w:color="auto"/>
                  </w:tcBorders>
                </w:tcPr>
                <w:p w14:paraId="026FAFBD"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11B59684" w14:textId="77777777" w:rsidR="003D565B" w:rsidRPr="00DC54C7" w:rsidRDefault="003D565B" w:rsidP="00614B37">
                  <w:pPr>
                    <w:rPr>
                      <w:rFonts w:eastAsia="SimSun"/>
                      <w:szCs w:val="22"/>
                    </w:rPr>
                  </w:pPr>
                  <w:r w:rsidRPr="00DC54C7">
                    <w:rPr>
                      <w:rFonts w:eastAsia="SimSun"/>
                      <w:szCs w:val="22"/>
                    </w:rPr>
                    <w:t xml:space="preserve">     </w:t>
                  </w:r>
                  <w:r w:rsidR="008C5B5E">
                    <w:rPr>
                      <w:rFonts w:eastAsia="SimSun"/>
                      <w:szCs w:val="22"/>
                    </w:rPr>
                    <w:t>Interest Revenue (+R, +SE</w:t>
                  </w:r>
                  <w:r w:rsidRPr="00DC54C7">
                    <w:rPr>
                      <w:rFonts w:eastAsia="SimSun"/>
                      <w:szCs w:val="22"/>
                    </w:rPr>
                    <w:t>)</w:t>
                  </w:r>
                </w:p>
              </w:tc>
              <w:tc>
                <w:tcPr>
                  <w:tcW w:w="823" w:type="pct"/>
                  <w:tcBorders>
                    <w:top w:val="single" w:sz="4" w:space="0" w:color="auto"/>
                  </w:tcBorders>
                </w:tcPr>
                <w:p w14:paraId="7E5C09E9" w14:textId="77777777" w:rsidR="003D565B" w:rsidRPr="00DC54C7" w:rsidRDefault="003D565B" w:rsidP="00944826">
                  <w:pPr>
                    <w:jc w:val="center"/>
                    <w:rPr>
                      <w:rFonts w:eastAsia="SimSun"/>
                      <w:szCs w:val="22"/>
                    </w:rPr>
                  </w:pPr>
                </w:p>
              </w:tc>
              <w:tc>
                <w:tcPr>
                  <w:tcW w:w="823" w:type="pct"/>
                  <w:tcBorders>
                    <w:top w:val="single" w:sz="4" w:space="0" w:color="auto"/>
                  </w:tcBorders>
                </w:tcPr>
                <w:p w14:paraId="2BF53D30" w14:textId="77777777" w:rsidR="003D565B" w:rsidRPr="00DC54C7" w:rsidRDefault="003D565B" w:rsidP="00944826">
                  <w:pPr>
                    <w:jc w:val="center"/>
                    <w:rPr>
                      <w:rFonts w:eastAsia="SimSun"/>
                      <w:szCs w:val="22"/>
                    </w:rPr>
                  </w:pPr>
                  <w:r w:rsidRPr="00DC54C7">
                    <w:rPr>
                      <w:rFonts w:eastAsia="SimSun"/>
                      <w:szCs w:val="22"/>
                    </w:rPr>
                    <w:t>1,200</w:t>
                  </w:r>
                </w:p>
              </w:tc>
            </w:tr>
          </w:tbl>
          <w:p w14:paraId="7A89D3A8" w14:textId="77777777" w:rsidR="003D565B" w:rsidRPr="00DC54C7" w:rsidRDefault="003D565B" w:rsidP="003D565B">
            <w:pPr>
              <w:rPr>
                <w:rFonts w:eastAsia="SimSun"/>
                <w:szCs w:val="22"/>
              </w:rPr>
            </w:pPr>
          </w:p>
        </w:tc>
      </w:tr>
      <w:tr w:rsidR="003D565B" w:rsidRPr="00DC54C7" w14:paraId="407C4CBA" w14:textId="77777777" w:rsidTr="00944826">
        <w:trPr>
          <w:trHeight w:val="360"/>
        </w:trPr>
        <w:tc>
          <w:tcPr>
            <w:tcW w:w="5000" w:type="pct"/>
          </w:tcPr>
          <w:p w14:paraId="0882BDD2" w14:textId="77777777" w:rsidR="00433CA5" w:rsidRPr="00DC54C7" w:rsidRDefault="00433CA5" w:rsidP="003D565B">
            <w:pPr>
              <w:rPr>
                <w:rFonts w:eastAsia="SimSun"/>
                <w:szCs w:val="22"/>
              </w:rPr>
            </w:pPr>
          </w:p>
          <w:p w14:paraId="1AB8D97D"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4A1DD561"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56E9FBD7" w14:textId="77777777" w:rsidTr="00944826">
              <w:tc>
                <w:tcPr>
                  <w:tcW w:w="2592" w:type="dxa"/>
                  <w:gridSpan w:val="2"/>
                  <w:tcBorders>
                    <w:bottom w:val="single" w:sz="4" w:space="0" w:color="auto"/>
                  </w:tcBorders>
                </w:tcPr>
                <w:p w14:paraId="7B985DDF"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1F564034"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4AE9DF09"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091E3570"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66F4C301"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7794E043" w14:textId="77777777" w:rsidTr="00944826">
              <w:tc>
                <w:tcPr>
                  <w:tcW w:w="1296" w:type="dxa"/>
                  <w:tcBorders>
                    <w:top w:val="single" w:sz="4" w:space="0" w:color="auto"/>
                  </w:tcBorders>
                </w:tcPr>
                <w:p w14:paraId="696F5852" w14:textId="77777777" w:rsidR="003D565B" w:rsidRPr="00DC54C7" w:rsidRDefault="003D565B" w:rsidP="004A36BD">
                  <w:pPr>
                    <w:rPr>
                      <w:rFonts w:eastAsia="SimSun"/>
                      <w:szCs w:val="22"/>
                    </w:rPr>
                  </w:pPr>
                  <w:r w:rsidRPr="00DC54C7">
                    <w:rPr>
                      <w:rFonts w:eastAsia="SimSun"/>
                      <w:szCs w:val="22"/>
                    </w:rPr>
                    <w:t>Interest Receivable</w:t>
                  </w:r>
                </w:p>
              </w:tc>
              <w:tc>
                <w:tcPr>
                  <w:tcW w:w="1296" w:type="dxa"/>
                  <w:tcBorders>
                    <w:top w:val="single" w:sz="4" w:space="0" w:color="auto"/>
                  </w:tcBorders>
                </w:tcPr>
                <w:p w14:paraId="6F9C2D3C" w14:textId="77777777" w:rsidR="003D565B" w:rsidRPr="00DC54C7" w:rsidRDefault="003D565B" w:rsidP="00944826">
                  <w:pPr>
                    <w:jc w:val="right"/>
                    <w:rPr>
                      <w:rFonts w:eastAsia="SimSun"/>
                      <w:szCs w:val="22"/>
                    </w:rPr>
                  </w:pPr>
                  <w:r w:rsidRPr="00DC54C7">
                    <w:rPr>
                      <w:rFonts w:eastAsia="SimSun"/>
                      <w:szCs w:val="22"/>
                    </w:rPr>
                    <w:t>+1,200</w:t>
                  </w:r>
                </w:p>
              </w:tc>
              <w:tc>
                <w:tcPr>
                  <w:tcW w:w="342" w:type="dxa"/>
                </w:tcPr>
                <w:p w14:paraId="558042C4" w14:textId="77777777" w:rsidR="003D565B" w:rsidRPr="00DC54C7" w:rsidRDefault="003D565B" w:rsidP="00944826">
                  <w:pPr>
                    <w:jc w:val="center"/>
                    <w:rPr>
                      <w:rFonts w:eastAsia="SimSun"/>
                      <w:szCs w:val="22"/>
                    </w:rPr>
                  </w:pPr>
                </w:p>
              </w:tc>
              <w:tc>
                <w:tcPr>
                  <w:tcW w:w="1296" w:type="dxa"/>
                  <w:tcBorders>
                    <w:top w:val="single" w:sz="4" w:space="0" w:color="auto"/>
                  </w:tcBorders>
                </w:tcPr>
                <w:p w14:paraId="348E4FAA" w14:textId="77777777" w:rsidR="003D565B" w:rsidRPr="00DC54C7" w:rsidRDefault="003D565B" w:rsidP="00944826">
                  <w:pPr>
                    <w:jc w:val="center"/>
                    <w:rPr>
                      <w:rFonts w:eastAsia="SimSun"/>
                      <w:szCs w:val="22"/>
                    </w:rPr>
                  </w:pPr>
                </w:p>
              </w:tc>
              <w:tc>
                <w:tcPr>
                  <w:tcW w:w="1296" w:type="dxa"/>
                  <w:tcBorders>
                    <w:top w:val="single" w:sz="4" w:space="0" w:color="auto"/>
                  </w:tcBorders>
                </w:tcPr>
                <w:p w14:paraId="52930D44" w14:textId="77777777" w:rsidR="003D565B" w:rsidRPr="00DC54C7" w:rsidRDefault="003D565B" w:rsidP="00944826">
                  <w:pPr>
                    <w:jc w:val="center"/>
                    <w:rPr>
                      <w:rFonts w:eastAsia="SimSun"/>
                      <w:szCs w:val="22"/>
                    </w:rPr>
                  </w:pPr>
                </w:p>
              </w:tc>
              <w:tc>
                <w:tcPr>
                  <w:tcW w:w="342" w:type="dxa"/>
                </w:tcPr>
                <w:p w14:paraId="6E70C1BE" w14:textId="77777777" w:rsidR="003D565B" w:rsidRPr="00DC54C7" w:rsidRDefault="003D565B" w:rsidP="00944826">
                  <w:pPr>
                    <w:jc w:val="center"/>
                    <w:rPr>
                      <w:rFonts w:eastAsia="SimSun"/>
                      <w:szCs w:val="22"/>
                    </w:rPr>
                  </w:pPr>
                </w:p>
              </w:tc>
              <w:tc>
                <w:tcPr>
                  <w:tcW w:w="1440" w:type="dxa"/>
                  <w:tcBorders>
                    <w:top w:val="single" w:sz="4" w:space="0" w:color="auto"/>
                  </w:tcBorders>
                </w:tcPr>
                <w:p w14:paraId="76C58045" w14:textId="77777777" w:rsidR="003D565B" w:rsidRPr="00DC54C7" w:rsidRDefault="003D565B" w:rsidP="004A36BD">
                  <w:pPr>
                    <w:rPr>
                      <w:rFonts w:eastAsia="SimSun"/>
                      <w:szCs w:val="22"/>
                    </w:rPr>
                  </w:pPr>
                  <w:r w:rsidRPr="00DC54C7">
                    <w:rPr>
                      <w:rFonts w:eastAsia="SimSun"/>
                      <w:szCs w:val="22"/>
                    </w:rPr>
                    <w:t xml:space="preserve">Interest Revenue </w:t>
                  </w:r>
                </w:p>
              </w:tc>
              <w:tc>
                <w:tcPr>
                  <w:tcW w:w="1440" w:type="dxa"/>
                  <w:tcBorders>
                    <w:top w:val="single" w:sz="4" w:space="0" w:color="auto"/>
                  </w:tcBorders>
                </w:tcPr>
                <w:p w14:paraId="11D6C6CA" w14:textId="77777777" w:rsidR="003D565B" w:rsidRPr="00DC54C7" w:rsidRDefault="003D565B" w:rsidP="00944826">
                  <w:pPr>
                    <w:jc w:val="right"/>
                    <w:rPr>
                      <w:rFonts w:eastAsia="SimSun"/>
                      <w:szCs w:val="22"/>
                    </w:rPr>
                  </w:pPr>
                  <w:r w:rsidRPr="00DC54C7">
                    <w:rPr>
                      <w:rFonts w:eastAsia="SimSun"/>
                      <w:szCs w:val="22"/>
                    </w:rPr>
                    <w:t>+1,200</w:t>
                  </w:r>
                </w:p>
              </w:tc>
            </w:tr>
          </w:tbl>
          <w:p w14:paraId="256C62FA" w14:textId="77777777" w:rsidR="003D565B" w:rsidRPr="00DC54C7" w:rsidRDefault="003D565B" w:rsidP="003D565B">
            <w:pPr>
              <w:rPr>
                <w:rFonts w:eastAsia="SimSun"/>
                <w:szCs w:val="22"/>
              </w:rPr>
            </w:pPr>
          </w:p>
        </w:tc>
      </w:tr>
    </w:tbl>
    <w:p w14:paraId="758FCBCB" w14:textId="77777777" w:rsidR="003D565B" w:rsidRPr="00DC54C7" w:rsidRDefault="003D565B" w:rsidP="003D565B">
      <w:pPr>
        <w:rPr>
          <w:b/>
          <w:szCs w:val="22"/>
        </w:rPr>
      </w:pPr>
    </w:p>
    <w:p w14:paraId="288A179E" w14:textId="77777777" w:rsidR="00433CA5" w:rsidRPr="00DC54C7" w:rsidRDefault="003D565B" w:rsidP="00433CA5">
      <w:pPr>
        <w:pStyle w:val="Heading1"/>
        <w:spacing w:before="240"/>
      </w:pPr>
      <w:r w:rsidRPr="00DC54C7">
        <w:rPr>
          <w:b w:val="0"/>
          <w:szCs w:val="22"/>
        </w:rPr>
        <w:br w:type="page"/>
      </w:r>
      <w:r w:rsidR="00433CA5" w:rsidRPr="00DC54C7">
        <w:lastRenderedPageBreak/>
        <w:t>HANDOUT 4</w:t>
      </w:r>
      <w:r w:rsidR="00801A23" w:rsidRPr="00750FD5">
        <w:t>–</w:t>
      </w:r>
      <w:r w:rsidR="00433CA5" w:rsidRPr="00DC54C7">
        <w:t>1 SOLUTION</w:t>
      </w:r>
      <w:r w:rsidR="00733016" w:rsidRPr="00733016">
        <w:rPr>
          <w:u w:val="none"/>
        </w:rPr>
        <w:t>, continued</w:t>
      </w:r>
    </w:p>
    <w:p w14:paraId="54B8DF64" w14:textId="77777777" w:rsidR="003D565B" w:rsidRPr="00DC54C7" w:rsidRDefault="003D565B" w:rsidP="003D565B">
      <w:pPr>
        <w:rPr>
          <w:b/>
          <w:szCs w:val="22"/>
        </w:rPr>
      </w:pPr>
    </w:p>
    <w:p w14:paraId="535ED4BF" w14:textId="77777777" w:rsidR="003D565B" w:rsidRPr="00DC54C7" w:rsidRDefault="00473D4D" w:rsidP="00433CA5">
      <w:pPr>
        <w:jc w:val="both"/>
        <w:rPr>
          <w:szCs w:val="22"/>
        </w:rPr>
      </w:pPr>
      <w:r>
        <w:rPr>
          <w:szCs w:val="22"/>
        </w:rPr>
        <w:t>(g) The c</w:t>
      </w:r>
      <w:r w:rsidR="003D565B" w:rsidRPr="00DC54C7">
        <w:rPr>
          <w:szCs w:val="22"/>
        </w:rPr>
        <w:t xml:space="preserve">ompany borrowed a note payable from the bank for $30,000 on January 1, </w:t>
      </w:r>
      <w:r w:rsidR="00C25690">
        <w:rPr>
          <w:szCs w:val="22"/>
        </w:rPr>
        <w:t>2016</w:t>
      </w:r>
      <w:r w:rsidR="003D565B" w:rsidRPr="00DC54C7">
        <w:rPr>
          <w:szCs w:val="22"/>
        </w:rPr>
        <w:t>, due with all interest on June 30</w:t>
      </w:r>
      <w:r w:rsidR="00433CA5" w:rsidRPr="00DC54C7">
        <w:rPr>
          <w:szCs w:val="22"/>
        </w:rPr>
        <w:t xml:space="preserve">, </w:t>
      </w:r>
      <w:r w:rsidR="00C25690">
        <w:rPr>
          <w:szCs w:val="22"/>
        </w:rPr>
        <w:t>2017</w:t>
      </w:r>
      <w:r w:rsidR="003D565B" w:rsidRPr="00DC54C7">
        <w:rPr>
          <w:szCs w:val="22"/>
        </w:rPr>
        <w:t>. The note payable requires 10% interest.</w:t>
      </w:r>
    </w:p>
    <w:p w14:paraId="78147FEC"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508B95A0" w14:textId="77777777" w:rsidTr="00944826">
        <w:trPr>
          <w:trHeight w:val="360"/>
        </w:trPr>
        <w:tc>
          <w:tcPr>
            <w:tcW w:w="5000" w:type="pct"/>
          </w:tcPr>
          <w:p w14:paraId="457C6716"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5C8CE5FE"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0C443036" w14:textId="77777777" w:rsidTr="00944826">
              <w:tc>
                <w:tcPr>
                  <w:tcW w:w="679" w:type="pct"/>
                  <w:tcBorders>
                    <w:top w:val="single" w:sz="4" w:space="0" w:color="auto"/>
                    <w:left w:val="single" w:sz="4" w:space="0" w:color="auto"/>
                    <w:bottom w:val="single" w:sz="4" w:space="0" w:color="auto"/>
                    <w:right w:val="single" w:sz="4" w:space="0" w:color="auto"/>
                  </w:tcBorders>
                </w:tcPr>
                <w:p w14:paraId="15F804C7"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66DBFE1D" w14:textId="77777777" w:rsidR="003D565B" w:rsidRPr="00DC54C7" w:rsidRDefault="008C5B5E" w:rsidP="003D565B">
                  <w:pPr>
                    <w:rPr>
                      <w:rFonts w:eastAsia="SimSun"/>
                      <w:szCs w:val="22"/>
                    </w:rPr>
                  </w:pPr>
                  <w:r>
                    <w:rPr>
                      <w:rFonts w:eastAsia="SimSun"/>
                      <w:szCs w:val="22"/>
                    </w:rPr>
                    <w:t>Interest Expense (+E, –</w:t>
                  </w:r>
                  <w:r w:rsidR="003D565B" w:rsidRPr="00DC54C7">
                    <w:rPr>
                      <w:rFonts w:eastAsia="SimSun"/>
                      <w:szCs w:val="22"/>
                    </w:rPr>
                    <w:t>SE)</w:t>
                  </w:r>
                </w:p>
              </w:tc>
              <w:tc>
                <w:tcPr>
                  <w:tcW w:w="823" w:type="pct"/>
                  <w:tcBorders>
                    <w:top w:val="single" w:sz="4" w:space="0" w:color="auto"/>
                    <w:left w:val="single" w:sz="4" w:space="0" w:color="auto"/>
                    <w:bottom w:val="single" w:sz="4" w:space="0" w:color="auto"/>
                    <w:right w:val="single" w:sz="4" w:space="0" w:color="auto"/>
                  </w:tcBorders>
                </w:tcPr>
                <w:p w14:paraId="20B084BD" w14:textId="77777777" w:rsidR="003D565B" w:rsidRPr="00DC54C7" w:rsidRDefault="003D565B" w:rsidP="00944826">
                  <w:pPr>
                    <w:jc w:val="center"/>
                    <w:rPr>
                      <w:rFonts w:eastAsia="SimSun"/>
                      <w:szCs w:val="22"/>
                    </w:rPr>
                  </w:pPr>
                  <w:r w:rsidRPr="00DC54C7">
                    <w:rPr>
                      <w:rFonts w:eastAsia="SimSun"/>
                      <w:szCs w:val="22"/>
                    </w:rPr>
                    <w:t>3,000</w:t>
                  </w:r>
                </w:p>
              </w:tc>
              <w:tc>
                <w:tcPr>
                  <w:tcW w:w="823" w:type="pct"/>
                  <w:tcBorders>
                    <w:top w:val="single" w:sz="4" w:space="0" w:color="auto"/>
                    <w:left w:val="single" w:sz="4" w:space="0" w:color="auto"/>
                    <w:bottom w:val="single" w:sz="4" w:space="0" w:color="auto"/>
                    <w:right w:val="single" w:sz="4" w:space="0" w:color="auto"/>
                  </w:tcBorders>
                </w:tcPr>
                <w:p w14:paraId="2EE11736" w14:textId="77777777" w:rsidR="003D565B" w:rsidRPr="00DC54C7" w:rsidRDefault="003D565B" w:rsidP="00944826">
                  <w:pPr>
                    <w:jc w:val="center"/>
                    <w:rPr>
                      <w:rFonts w:eastAsia="SimSun"/>
                      <w:szCs w:val="22"/>
                    </w:rPr>
                  </w:pPr>
                </w:p>
              </w:tc>
            </w:tr>
            <w:tr w:rsidR="003D565B" w:rsidRPr="00DC54C7" w14:paraId="6EAA2197" w14:textId="77777777" w:rsidTr="00944826">
              <w:tc>
                <w:tcPr>
                  <w:tcW w:w="679" w:type="pct"/>
                  <w:tcBorders>
                    <w:top w:val="single" w:sz="4" w:space="0" w:color="auto"/>
                  </w:tcBorders>
                </w:tcPr>
                <w:p w14:paraId="2EFA46EF"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528004F5" w14:textId="77777777" w:rsidR="003D565B" w:rsidRPr="00DC54C7" w:rsidRDefault="003D565B" w:rsidP="00614B37">
                  <w:pPr>
                    <w:rPr>
                      <w:rFonts w:eastAsia="SimSun"/>
                      <w:szCs w:val="22"/>
                    </w:rPr>
                  </w:pPr>
                  <w:r w:rsidRPr="00DC54C7">
                    <w:rPr>
                      <w:rFonts w:eastAsia="SimSun"/>
                      <w:szCs w:val="22"/>
                    </w:rPr>
                    <w:t xml:space="preserve">     Interest Payable (+L)</w:t>
                  </w:r>
                </w:p>
              </w:tc>
              <w:tc>
                <w:tcPr>
                  <w:tcW w:w="823" w:type="pct"/>
                  <w:tcBorders>
                    <w:top w:val="single" w:sz="4" w:space="0" w:color="auto"/>
                  </w:tcBorders>
                </w:tcPr>
                <w:p w14:paraId="144B0572" w14:textId="77777777" w:rsidR="003D565B" w:rsidRPr="00DC54C7" w:rsidRDefault="003D565B" w:rsidP="00944826">
                  <w:pPr>
                    <w:jc w:val="center"/>
                    <w:rPr>
                      <w:rFonts w:eastAsia="SimSun"/>
                      <w:szCs w:val="22"/>
                    </w:rPr>
                  </w:pPr>
                </w:p>
              </w:tc>
              <w:tc>
                <w:tcPr>
                  <w:tcW w:w="823" w:type="pct"/>
                  <w:tcBorders>
                    <w:top w:val="single" w:sz="4" w:space="0" w:color="auto"/>
                  </w:tcBorders>
                </w:tcPr>
                <w:p w14:paraId="1D1CA31C" w14:textId="77777777" w:rsidR="003D565B" w:rsidRPr="00DC54C7" w:rsidRDefault="003D565B" w:rsidP="00944826">
                  <w:pPr>
                    <w:jc w:val="center"/>
                    <w:rPr>
                      <w:rFonts w:eastAsia="SimSun"/>
                      <w:szCs w:val="22"/>
                    </w:rPr>
                  </w:pPr>
                  <w:r w:rsidRPr="00DC54C7">
                    <w:rPr>
                      <w:rFonts w:eastAsia="SimSun"/>
                      <w:szCs w:val="22"/>
                    </w:rPr>
                    <w:t>3,000</w:t>
                  </w:r>
                </w:p>
              </w:tc>
            </w:tr>
          </w:tbl>
          <w:p w14:paraId="0FD79572" w14:textId="77777777" w:rsidR="003D565B" w:rsidRPr="00DC54C7" w:rsidRDefault="003D565B" w:rsidP="003D565B">
            <w:pPr>
              <w:rPr>
                <w:rFonts w:eastAsia="SimSun"/>
                <w:szCs w:val="22"/>
              </w:rPr>
            </w:pPr>
          </w:p>
        </w:tc>
      </w:tr>
      <w:tr w:rsidR="003D565B" w:rsidRPr="00DC54C7" w14:paraId="17F40294" w14:textId="77777777" w:rsidTr="00944826">
        <w:trPr>
          <w:trHeight w:val="360"/>
        </w:trPr>
        <w:tc>
          <w:tcPr>
            <w:tcW w:w="5000" w:type="pct"/>
          </w:tcPr>
          <w:p w14:paraId="2460283A"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44928E1D"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01678F55" w14:textId="77777777" w:rsidTr="00944826">
              <w:tc>
                <w:tcPr>
                  <w:tcW w:w="2592" w:type="dxa"/>
                  <w:gridSpan w:val="2"/>
                  <w:tcBorders>
                    <w:bottom w:val="single" w:sz="4" w:space="0" w:color="auto"/>
                  </w:tcBorders>
                </w:tcPr>
                <w:p w14:paraId="0713A283"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174E3EA7"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2FC655F3"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66DC177A"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247D991C"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6B4F56AF" w14:textId="77777777" w:rsidTr="00944826">
              <w:tc>
                <w:tcPr>
                  <w:tcW w:w="1296" w:type="dxa"/>
                  <w:tcBorders>
                    <w:top w:val="single" w:sz="4" w:space="0" w:color="auto"/>
                  </w:tcBorders>
                </w:tcPr>
                <w:p w14:paraId="7CF26047" w14:textId="77777777" w:rsidR="003D565B" w:rsidRPr="00DC54C7" w:rsidRDefault="003D565B" w:rsidP="003D565B">
                  <w:pPr>
                    <w:rPr>
                      <w:rFonts w:eastAsia="SimSun"/>
                      <w:szCs w:val="22"/>
                    </w:rPr>
                  </w:pPr>
                </w:p>
              </w:tc>
              <w:tc>
                <w:tcPr>
                  <w:tcW w:w="1296" w:type="dxa"/>
                  <w:tcBorders>
                    <w:top w:val="single" w:sz="4" w:space="0" w:color="auto"/>
                  </w:tcBorders>
                </w:tcPr>
                <w:p w14:paraId="79649108" w14:textId="77777777" w:rsidR="003D565B" w:rsidRPr="00DC54C7" w:rsidRDefault="003D565B" w:rsidP="00944826">
                  <w:pPr>
                    <w:jc w:val="right"/>
                    <w:rPr>
                      <w:rFonts w:eastAsia="SimSun"/>
                      <w:szCs w:val="22"/>
                    </w:rPr>
                  </w:pPr>
                </w:p>
              </w:tc>
              <w:tc>
                <w:tcPr>
                  <w:tcW w:w="342" w:type="dxa"/>
                </w:tcPr>
                <w:p w14:paraId="221CD46C" w14:textId="77777777" w:rsidR="003D565B" w:rsidRPr="00DC54C7" w:rsidRDefault="003D565B" w:rsidP="00944826">
                  <w:pPr>
                    <w:jc w:val="center"/>
                    <w:rPr>
                      <w:rFonts w:eastAsia="SimSun"/>
                      <w:szCs w:val="22"/>
                    </w:rPr>
                  </w:pPr>
                </w:p>
              </w:tc>
              <w:tc>
                <w:tcPr>
                  <w:tcW w:w="1296" w:type="dxa"/>
                  <w:tcBorders>
                    <w:top w:val="single" w:sz="4" w:space="0" w:color="auto"/>
                  </w:tcBorders>
                </w:tcPr>
                <w:p w14:paraId="470DF818" w14:textId="77777777" w:rsidR="003D565B" w:rsidRPr="00DC54C7" w:rsidRDefault="003D565B" w:rsidP="003D565B">
                  <w:pPr>
                    <w:rPr>
                      <w:rFonts w:eastAsia="SimSun"/>
                      <w:szCs w:val="22"/>
                    </w:rPr>
                  </w:pPr>
                  <w:r w:rsidRPr="00DC54C7">
                    <w:rPr>
                      <w:rFonts w:eastAsia="SimSun"/>
                      <w:szCs w:val="22"/>
                    </w:rPr>
                    <w:t>Interest Payable</w:t>
                  </w:r>
                </w:p>
              </w:tc>
              <w:tc>
                <w:tcPr>
                  <w:tcW w:w="1296" w:type="dxa"/>
                  <w:tcBorders>
                    <w:top w:val="single" w:sz="4" w:space="0" w:color="auto"/>
                  </w:tcBorders>
                </w:tcPr>
                <w:p w14:paraId="7DF387C8" w14:textId="77777777" w:rsidR="003D565B" w:rsidRPr="00DC54C7" w:rsidRDefault="003D565B" w:rsidP="00944826">
                  <w:pPr>
                    <w:jc w:val="right"/>
                    <w:rPr>
                      <w:rFonts w:eastAsia="SimSun"/>
                      <w:szCs w:val="22"/>
                    </w:rPr>
                  </w:pPr>
                  <w:r w:rsidRPr="00DC54C7">
                    <w:rPr>
                      <w:rFonts w:eastAsia="SimSun"/>
                      <w:szCs w:val="22"/>
                    </w:rPr>
                    <w:t>+3,000</w:t>
                  </w:r>
                </w:p>
              </w:tc>
              <w:tc>
                <w:tcPr>
                  <w:tcW w:w="342" w:type="dxa"/>
                </w:tcPr>
                <w:p w14:paraId="02AD0669" w14:textId="77777777" w:rsidR="003D565B" w:rsidRPr="00DC54C7" w:rsidRDefault="003D565B" w:rsidP="00944826">
                  <w:pPr>
                    <w:jc w:val="center"/>
                    <w:rPr>
                      <w:rFonts w:eastAsia="SimSun"/>
                      <w:szCs w:val="22"/>
                    </w:rPr>
                  </w:pPr>
                </w:p>
              </w:tc>
              <w:tc>
                <w:tcPr>
                  <w:tcW w:w="1440" w:type="dxa"/>
                  <w:tcBorders>
                    <w:top w:val="single" w:sz="4" w:space="0" w:color="auto"/>
                  </w:tcBorders>
                </w:tcPr>
                <w:p w14:paraId="42DB9C46" w14:textId="77777777" w:rsidR="003D565B" w:rsidRPr="00DC54C7" w:rsidRDefault="003D565B" w:rsidP="004A36BD">
                  <w:pPr>
                    <w:rPr>
                      <w:rFonts w:eastAsia="SimSun"/>
                      <w:szCs w:val="22"/>
                    </w:rPr>
                  </w:pPr>
                  <w:r w:rsidRPr="00DC54C7">
                    <w:rPr>
                      <w:rFonts w:eastAsia="SimSun"/>
                      <w:szCs w:val="22"/>
                    </w:rPr>
                    <w:t xml:space="preserve">Interest Expense </w:t>
                  </w:r>
                </w:p>
              </w:tc>
              <w:tc>
                <w:tcPr>
                  <w:tcW w:w="1440" w:type="dxa"/>
                  <w:tcBorders>
                    <w:top w:val="single" w:sz="4" w:space="0" w:color="auto"/>
                  </w:tcBorders>
                </w:tcPr>
                <w:p w14:paraId="7E06F0C3" w14:textId="77777777" w:rsidR="003D565B" w:rsidRPr="00DC54C7" w:rsidRDefault="008C5B5E" w:rsidP="00944826">
                  <w:pPr>
                    <w:jc w:val="right"/>
                    <w:rPr>
                      <w:rFonts w:eastAsia="SimSun"/>
                      <w:szCs w:val="22"/>
                    </w:rPr>
                  </w:pPr>
                  <w:r>
                    <w:rPr>
                      <w:rFonts w:eastAsia="SimSun"/>
                      <w:szCs w:val="22"/>
                    </w:rPr>
                    <w:t>–</w:t>
                  </w:r>
                  <w:r w:rsidR="003D565B" w:rsidRPr="00DC54C7">
                    <w:rPr>
                      <w:rFonts w:eastAsia="SimSun"/>
                      <w:szCs w:val="22"/>
                    </w:rPr>
                    <w:t>3,000</w:t>
                  </w:r>
                </w:p>
              </w:tc>
            </w:tr>
          </w:tbl>
          <w:p w14:paraId="5DBD5C80" w14:textId="77777777" w:rsidR="003D565B" w:rsidRPr="00DC54C7" w:rsidRDefault="003D565B" w:rsidP="003D565B">
            <w:pPr>
              <w:rPr>
                <w:rFonts w:eastAsia="SimSun"/>
                <w:szCs w:val="22"/>
              </w:rPr>
            </w:pPr>
          </w:p>
        </w:tc>
      </w:tr>
    </w:tbl>
    <w:p w14:paraId="4562D2CA" w14:textId="77777777" w:rsidR="003D565B" w:rsidRPr="00DC54C7" w:rsidRDefault="003D565B" w:rsidP="003D565B">
      <w:pPr>
        <w:jc w:val="both"/>
        <w:rPr>
          <w:szCs w:val="22"/>
        </w:rPr>
      </w:pPr>
    </w:p>
    <w:p w14:paraId="7B3D6A91" w14:textId="77777777" w:rsidR="00473D4D" w:rsidRPr="00DC54C7" w:rsidRDefault="00473D4D" w:rsidP="00473D4D">
      <w:pPr>
        <w:jc w:val="both"/>
        <w:rPr>
          <w:szCs w:val="22"/>
        </w:rPr>
      </w:pPr>
      <w:r w:rsidRPr="00DC54C7">
        <w:rPr>
          <w:szCs w:val="22"/>
        </w:rPr>
        <w:t xml:space="preserve">(h) </w:t>
      </w:r>
      <w:r>
        <w:rPr>
          <w:szCs w:val="22"/>
        </w:rPr>
        <w:t xml:space="preserve">The company calculated its income taxes as $26,110 for the year ended December 31, </w:t>
      </w:r>
      <w:r w:rsidR="00C25690">
        <w:rPr>
          <w:szCs w:val="22"/>
        </w:rPr>
        <w:t>2016</w:t>
      </w:r>
      <w:r>
        <w:rPr>
          <w:szCs w:val="22"/>
        </w:rPr>
        <w:t xml:space="preserve">. </w:t>
      </w:r>
    </w:p>
    <w:p w14:paraId="7E2E3F0C"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59ED7570" w14:textId="77777777" w:rsidTr="00944826">
        <w:trPr>
          <w:trHeight w:val="360"/>
        </w:trPr>
        <w:tc>
          <w:tcPr>
            <w:tcW w:w="5000" w:type="pct"/>
          </w:tcPr>
          <w:p w14:paraId="4F35B1A9"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31F6E730"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3B31748A" w14:textId="77777777" w:rsidTr="00944826">
              <w:tc>
                <w:tcPr>
                  <w:tcW w:w="679" w:type="pct"/>
                  <w:tcBorders>
                    <w:top w:val="single" w:sz="4" w:space="0" w:color="auto"/>
                    <w:left w:val="single" w:sz="4" w:space="0" w:color="auto"/>
                    <w:bottom w:val="single" w:sz="4" w:space="0" w:color="auto"/>
                    <w:right w:val="single" w:sz="4" w:space="0" w:color="auto"/>
                  </w:tcBorders>
                </w:tcPr>
                <w:p w14:paraId="05BF29C0"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11B158FC" w14:textId="77777777" w:rsidR="003D565B" w:rsidRPr="00DC54C7" w:rsidRDefault="008C5B5E" w:rsidP="003D565B">
                  <w:pPr>
                    <w:rPr>
                      <w:rFonts w:eastAsia="SimSun"/>
                      <w:szCs w:val="22"/>
                    </w:rPr>
                  </w:pPr>
                  <w:r>
                    <w:rPr>
                      <w:rFonts w:eastAsia="SimSun"/>
                      <w:szCs w:val="22"/>
                    </w:rPr>
                    <w:t>Income Tax Expense (+E, –</w:t>
                  </w:r>
                  <w:r w:rsidR="003D565B" w:rsidRPr="00DC54C7">
                    <w:rPr>
                      <w:rFonts w:eastAsia="SimSun"/>
                      <w:szCs w:val="22"/>
                    </w:rPr>
                    <w:t>SE)</w:t>
                  </w:r>
                </w:p>
              </w:tc>
              <w:tc>
                <w:tcPr>
                  <w:tcW w:w="823" w:type="pct"/>
                  <w:tcBorders>
                    <w:top w:val="single" w:sz="4" w:space="0" w:color="auto"/>
                    <w:left w:val="single" w:sz="4" w:space="0" w:color="auto"/>
                    <w:bottom w:val="single" w:sz="4" w:space="0" w:color="auto"/>
                    <w:right w:val="single" w:sz="4" w:space="0" w:color="auto"/>
                  </w:tcBorders>
                </w:tcPr>
                <w:p w14:paraId="5BAF71CB" w14:textId="77777777" w:rsidR="003D565B" w:rsidRPr="00DC54C7" w:rsidRDefault="003D565B" w:rsidP="00944826">
                  <w:pPr>
                    <w:jc w:val="center"/>
                    <w:rPr>
                      <w:rFonts w:eastAsia="SimSun"/>
                      <w:szCs w:val="22"/>
                    </w:rPr>
                  </w:pPr>
                  <w:r w:rsidRPr="00DC54C7">
                    <w:rPr>
                      <w:rFonts w:eastAsia="SimSun"/>
                      <w:szCs w:val="22"/>
                    </w:rPr>
                    <w:t>26,110</w:t>
                  </w:r>
                </w:p>
              </w:tc>
              <w:tc>
                <w:tcPr>
                  <w:tcW w:w="823" w:type="pct"/>
                  <w:tcBorders>
                    <w:top w:val="single" w:sz="4" w:space="0" w:color="auto"/>
                    <w:left w:val="single" w:sz="4" w:space="0" w:color="auto"/>
                    <w:bottom w:val="single" w:sz="4" w:space="0" w:color="auto"/>
                    <w:right w:val="single" w:sz="4" w:space="0" w:color="auto"/>
                  </w:tcBorders>
                </w:tcPr>
                <w:p w14:paraId="74AD6610" w14:textId="77777777" w:rsidR="003D565B" w:rsidRPr="00DC54C7" w:rsidRDefault="003D565B" w:rsidP="00944826">
                  <w:pPr>
                    <w:jc w:val="center"/>
                    <w:rPr>
                      <w:rFonts w:eastAsia="SimSun"/>
                      <w:szCs w:val="22"/>
                    </w:rPr>
                  </w:pPr>
                </w:p>
              </w:tc>
            </w:tr>
            <w:tr w:rsidR="003D565B" w:rsidRPr="00DC54C7" w14:paraId="3EAC8371" w14:textId="77777777" w:rsidTr="00944826">
              <w:tc>
                <w:tcPr>
                  <w:tcW w:w="679" w:type="pct"/>
                  <w:tcBorders>
                    <w:top w:val="single" w:sz="4" w:space="0" w:color="auto"/>
                  </w:tcBorders>
                </w:tcPr>
                <w:p w14:paraId="7350AE5E"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793E3CFD" w14:textId="77777777" w:rsidR="003D565B" w:rsidRPr="00DC54C7" w:rsidRDefault="003D565B" w:rsidP="00614B37">
                  <w:pPr>
                    <w:rPr>
                      <w:rFonts w:eastAsia="SimSun"/>
                      <w:szCs w:val="22"/>
                    </w:rPr>
                  </w:pPr>
                  <w:r w:rsidRPr="00DC54C7">
                    <w:rPr>
                      <w:rFonts w:eastAsia="SimSun"/>
                      <w:szCs w:val="22"/>
                    </w:rPr>
                    <w:t xml:space="preserve">     Income Tax Payable (+L)</w:t>
                  </w:r>
                </w:p>
              </w:tc>
              <w:tc>
                <w:tcPr>
                  <w:tcW w:w="823" w:type="pct"/>
                  <w:tcBorders>
                    <w:top w:val="single" w:sz="4" w:space="0" w:color="auto"/>
                  </w:tcBorders>
                </w:tcPr>
                <w:p w14:paraId="63B6A507" w14:textId="77777777" w:rsidR="003D565B" w:rsidRPr="00DC54C7" w:rsidRDefault="003D565B" w:rsidP="00944826">
                  <w:pPr>
                    <w:jc w:val="center"/>
                    <w:rPr>
                      <w:rFonts w:eastAsia="SimSun"/>
                      <w:szCs w:val="22"/>
                    </w:rPr>
                  </w:pPr>
                </w:p>
              </w:tc>
              <w:tc>
                <w:tcPr>
                  <w:tcW w:w="823" w:type="pct"/>
                  <w:tcBorders>
                    <w:top w:val="single" w:sz="4" w:space="0" w:color="auto"/>
                  </w:tcBorders>
                </w:tcPr>
                <w:p w14:paraId="70E5E5C4" w14:textId="77777777" w:rsidR="003D565B" w:rsidRPr="00DC54C7" w:rsidRDefault="003D565B" w:rsidP="00944826">
                  <w:pPr>
                    <w:jc w:val="center"/>
                    <w:rPr>
                      <w:rFonts w:eastAsia="SimSun"/>
                      <w:szCs w:val="22"/>
                    </w:rPr>
                  </w:pPr>
                  <w:r w:rsidRPr="00DC54C7">
                    <w:rPr>
                      <w:rFonts w:eastAsia="SimSun"/>
                      <w:szCs w:val="22"/>
                    </w:rPr>
                    <w:t>26,110</w:t>
                  </w:r>
                </w:p>
              </w:tc>
            </w:tr>
          </w:tbl>
          <w:p w14:paraId="7B3B6DF9" w14:textId="77777777" w:rsidR="003D565B" w:rsidRPr="00DC54C7" w:rsidRDefault="003D565B" w:rsidP="003D565B">
            <w:pPr>
              <w:rPr>
                <w:rFonts w:eastAsia="SimSun"/>
                <w:szCs w:val="22"/>
              </w:rPr>
            </w:pPr>
          </w:p>
        </w:tc>
      </w:tr>
      <w:tr w:rsidR="003D565B" w:rsidRPr="00DC54C7" w14:paraId="288D50FE" w14:textId="77777777" w:rsidTr="00944826">
        <w:trPr>
          <w:trHeight w:val="360"/>
        </w:trPr>
        <w:tc>
          <w:tcPr>
            <w:tcW w:w="5000" w:type="pct"/>
          </w:tcPr>
          <w:p w14:paraId="680FEE7B" w14:textId="77777777" w:rsidR="00433CA5" w:rsidRPr="00DC54C7" w:rsidRDefault="00433CA5" w:rsidP="003D565B">
            <w:pPr>
              <w:rPr>
                <w:rFonts w:eastAsia="SimSun"/>
                <w:szCs w:val="22"/>
              </w:rPr>
            </w:pPr>
          </w:p>
          <w:p w14:paraId="463CE0EA"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6A1399FA"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29D513FA" w14:textId="77777777" w:rsidTr="00944826">
              <w:tc>
                <w:tcPr>
                  <w:tcW w:w="2592" w:type="dxa"/>
                  <w:gridSpan w:val="2"/>
                  <w:tcBorders>
                    <w:bottom w:val="single" w:sz="4" w:space="0" w:color="auto"/>
                  </w:tcBorders>
                </w:tcPr>
                <w:p w14:paraId="5068EDE6"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647B7149"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6EB5EA76"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53F0B51D"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54610A4D"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71F52FC9" w14:textId="77777777" w:rsidTr="00944826">
              <w:tc>
                <w:tcPr>
                  <w:tcW w:w="1296" w:type="dxa"/>
                  <w:tcBorders>
                    <w:top w:val="single" w:sz="4" w:space="0" w:color="auto"/>
                  </w:tcBorders>
                </w:tcPr>
                <w:p w14:paraId="6E6C15CA" w14:textId="77777777" w:rsidR="003D565B" w:rsidRPr="00DC54C7" w:rsidRDefault="003D565B" w:rsidP="003D565B">
                  <w:pPr>
                    <w:rPr>
                      <w:rFonts w:eastAsia="SimSun"/>
                      <w:szCs w:val="22"/>
                    </w:rPr>
                  </w:pPr>
                </w:p>
              </w:tc>
              <w:tc>
                <w:tcPr>
                  <w:tcW w:w="1296" w:type="dxa"/>
                  <w:tcBorders>
                    <w:top w:val="single" w:sz="4" w:space="0" w:color="auto"/>
                  </w:tcBorders>
                </w:tcPr>
                <w:p w14:paraId="438CDA86" w14:textId="77777777" w:rsidR="003D565B" w:rsidRPr="00DC54C7" w:rsidRDefault="003D565B" w:rsidP="00944826">
                  <w:pPr>
                    <w:jc w:val="right"/>
                    <w:rPr>
                      <w:rFonts w:eastAsia="SimSun"/>
                      <w:szCs w:val="22"/>
                    </w:rPr>
                  </w:pPr>
                </w:p>
              </w:tc>
              <w:tc>
                <w:tcPr>
                  <w:tcW w:w="342" w:type="dxa"/>
                </w:tcPr>
                <w:p w14:paraId="0DA80F24" w14:textId="77777777" w:rsidR="003D565B" w:rsidRPr="00DC54C7" w:rsidRDefault="003D565B" w:rsidP="00944826">
                  <w:pPr>
                    <w:jc w:val="center"/>
                    <w:rPr>
                      <w:rFonts w:eastAsia="SimSun"/>
                      <w:szCs w:val="22"/>
                    </w:rPr>
                  </w:pPr>
                </w:p>
              </w:tc>
              <w:tc>
                <w:tcPr>
                  <w:tcW w:w="1296" w:type="dxa"/>
                  <w:tcBorders>
                    <w:top w:val="single" w:sz="4" w:space="0" w:color="auto"/>
                  </w:tcBorders>
                </w:tcPr>
                <w:p w14:paraId="03597DFF" w14:textId="77777777" w:rsidR="003D565B" w:rsidRPr="00DC54C7" w:rsidRDefault="003D565B" w:rsidP="003D565B">
                  <w:pPr>
                    <w:rPr>
                      <w:rFonts w:eastAsia="SimSun"/>
                      <w:szCs w:val="22"/>
                    </w:rPr>
                  </w:pPr>
                  <w:r w:rsidRPr="00DC54C7">
                    <w:rPr>
                      <w:rFonts w:eastAsia="SimSun"/>
                      <w:szCs w:val="22"/>
                    </w:rPr>
                    <w:t>Income Tax Payable</w:t>
                  </w:r>
                </w:p>
              </w:tc>
              <w:tc>
                <w:tcPr>
                  <w:tcW w:w="1296" w:type="dxa"/>
                  <w:tcBorders>
                    <w:top w:val="single" w:sz="4" w:space="0" w:color="auto"/>
                  </w:tcBorders>
                </w:tcPr>
                <w:p w14:paraId="1B434FAB" w14:textId="77777777" w:rsidR="003D565B" w:rsidRPr="00DC54C7" w:rsidRDefault="003D565B" w:rsidP="00944826">
                  <w:pPr>
                    <w:jc w:val="right"/>
                    <w:rPr>
                      <w:rFonts w:eastAsia="SimSun"/>
                      <w:szCs w:val="22"/>
                    </w:rPr>
                  </w:pPr>
                  <w:r w:rsidRPr="00DC54C7">
                    <w:rPr>
                      <w:rFonts w:eastAsia="SimSun"/>
                      <w:szCs w:val="22"/>
                    </w:rPr>
                    <w:t>+26,110</w:t>
                  </w:r>
                </w:p>
              </w:tc>
              <w:tc>
                <w:tcPr>
                  <w:tcW w:w="342" w:type="dxa"/>
                </w:tcPr>
                <w:p w14:paraId="00541729" w14:textId="77777777" w:rsidR="003D565B" w:rsidRPr="00DC54C7" w:rsidRDefault="003D565B" w:rsidP="00944826">
                  <w:pPr>
                    <w:jc w:val="center"/>
                    <w:rPr>
                      <w:rFonts w:eastAsia="SimSun"/>
                      <w:szCs w:val="22"/>
                    </w:rPr>
                  </w:pPr>
                </w:p>
              </w:tc>
              <w:tc>
                <w:tcPr>
                  <w:tcW w:w="1440" w:type="dxa"/>
                  <w:tcBorders>
                    <w:top w:val="single" w:sz="4" w:space="0" w:color="auto"/>
                  </w:tcBorders>
                </w:tcPr>
                <w:p w14:paraId="350930AD" w14:textId="77777777" w:rsidR="003D565B" w:rsidRPr="00DC54C7" w:rsidRDefault="003D565B" w:rsidP="004A36BD">
                  <w:pPr>
                    <w:rPr>
                      <w:rFonts w:eastAsia="SimSun"/>
                      <w:szCs w:val="22"/>
                    </w:rPr>
                  </w:pPr>
                  <w:r w:rsidRPr="00DC54C7">
                    <w:rPr>
                      <w:rFonts w:eastAsia="SimSun"/>
                      <w:szCs w:val="22"/>
                    </w:rPr>
                    <w:t xml:space="preserve">Income Tax Expense </w:t>
                  </w:r>
                </w:p>
              </w:tc>
              <w:tc>
                <w:tcPr>
                  <w:tcW w:w="1440" w:type="dxa"/>
                  <w:tcBorders>
                    <w:top w:val="single" w:sz="4" w:space="0" w:color="auto"/>
                  </w:tcBorders>
                </w:tcPr>
                <w:p w14:paraId="3C9D19D7" w14:textId="77777777" w:rsidR="003D565B" w:rsidRPr="00DC54C7" w:rsidRDefault="008C5B5E" w:rsidP="00944826">
                  <w:pPr>
                    <w:jc w:val="right"/>
                    <w:rPr>
                      <w:rFonts w:eastAsia="SimSun"/>
                      <w:szCs w:val="22"/>
                    </w:rPr>
                  </w:pPr>
                  <w:r>
                    <w:rPr>
                      <w:rFonts w:eastAsia="SimSun"/>
                      <w:szCs w:val="22"/>
                    </w:rPr>
                    <w:t>–</w:t>
                  </w:r>
                  <w:r w:rsidR="003D565B" w:rsidRPr="00DC54C7">
                    <w:rPr>
                      <w:rFonts w:eastAsia="SimSun"/>
                      <w:szCs w:val="22"/>
                    </w:rPr>
                    <w:t>26,110</w:t>
                  </w:r>
                </w:p>
              </w:tc>
            </w:tr>
          </w:tbl>
          <w:p w14:paraId="66371453" w14:textId="77777777" w:rsidR="003D565B" w:rsidRPr="00DC54C7" w:rsidRDefault="003D565B" w:rsidP="003D565B">
            <w:pPr>
              <w:rPr>
                <w:rFonts w:eastAsia="SimSun"/>
                <w:szCs w:val="22"/>
              </w:rPr>
            </w:pPr>
          </w:p>
        </w:tc>
      </w:tr>
    </w:tbl>
    <w:p w14:paraId="0D070642" w14:textId="77777777" w:rsidR="003D565B" w:rsidRPr="00DC54C7" w:rsidRDefault="003D565B" w:rsidP="003D565B">
      <w:pPr>
        <w:rPr>
          <w:b/>
          <w:szCs w:val="22"/>
        </w:rPr>
      </w:pPr>
    </w:p>
    <w:p w14:paraId="6187BDCF" w14:textId="77777777" w:rsidR="003D565B" w:rsidRPr="00DC54C7" w:rsidRDefault="003D565B" w:rsidP="00433CA5">
      <w:pPr>
        <w:spacing w:line="360" w:lineRule="auto"/>
        <w:rPr>
          <w:b/>
          <w:szCs w:val="22"/>
        </w:rPr>
      </w:pPr>
      <w:r w:rsidRPr="00DC54C7">
        <w:rPr>
          <w:szCs w:val="22"/>
        </w:rPr>
        <w:t>(i) On December 15,</w:t>
      </w:r>
      <w:r w:rsidR="00433CA5" w:rsidRPr="00DC54C7">
        <w:rPr>
          <w:szCs w:val="22"/>
        </w:rPr>
        <w:t xml:space="preserve"> </w:t>
      </w:r>
      <w:r w:rsidR="00C25690">
        <w:rPr>
          <w:szCs w:val="22"/>
        </w:rPr>
        <w:t>2016</w:t>
      </w:r>
      <w:r w:rsidR="00433CA5" w:rsidRPr="00DC54C7">
        <w:rPr>
          <w:szCs w:val="22"/>
        </w:rPr>
        <w:t xml:space="preserve">, </w:t>
      </w:r>
      <w:r w:rsidRPr="00DC54C7">
        <w:rPr>
          <w:szCs w:val="22"/>
        </w:rPr>
        <w:t xml:space="preserve">the company declared a $750 dividend, payable January 15, </w:t>
      </w:r>
      <w:r w:rsidR="00C25690">
        <w:rPr>
          <w:szCs w:val="22"/>
        </w:rPr>
        <w:t>2017</w:t>
      </w:r>
      <w:r w:rsidRPr="00DC54C7">
        <w:rPr>
          <w:szCs w:val="22"/>
        </w:rPr>
        <w:t>.</w:t>
      </w:r>
    </w:p>
    <w:p w14:paraId="2F899201" w14:textId="77777777" w:rsidR="003D565B" w:rsidRPr="00DC54C7" w:rsidRDefault="003D565B" w:rsidP="003D565B">
      <w:pPr>
        <w:rPr>
          <w:b/>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3D565B" w:rsidRPr="00DC54C7" w14:paraId="2E4AC22F" w14:textId="77777777" w:rsidTr="00944826">
        <w:trPr>
          <w:trHeight w:val="360"/>
        </w:trPr>
        <w:tc>
          <w:tcPr>
            <w:tcW w:w="5000" w:type="pct"/>
          </w:tcPr>
          <w:p w14:paraId="4BB3081B" w14:textId="77777777" w:rsidR="003D565B" w:rsidRPr="00DC54C7" w:rsidRDefault="003D565B" w:rsidP="003D565B">
            <w:pPr>
              <w:rPr>
                <w:rFonts w:eastAsia="SimSun"/>
                <w:szCs w:val="22"/>
              </w:rPr>
            </w:pPr>
            <w:r w:rsidRPr="00DC54C7">
              <w:rPr>
                <w:rFonts w:eastAsia="SimSun"/>
                <w:szCs w:val="22"/>
              </w:rPr>
              <w:t>Debit and credit the accounts affected.</w:t>
            </w:r>
          </w:p>
        </w:tc>
      </w:tr>
      <w:tr w:rsidR="003D565B" w:rsidRPr="00DC54C7" w14:paraId="69E58061" w14:textId="77777777" w:rsidTr="00944826">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D565B" w:rsidRPr="00DC54C7" w14:paraId="4F584326" w14:textId="77777777" w:rsidTr="00944826">
              <w:tc>
                <w:tcPr>
                  <w:tcW w:w="679" w:type="pct"/>
                  <w:tcBorders>
                    <w:top w:val="single" w:sz="4" w:space="0" w:color="auto"/>
                    <w:left w:val="single" w:sz="4" w:space="0" w:color="auto"/>
                    <w:bottom w:val="single" w:sz="4" w:space="0" w:color="auto"/>
                    <w:right w:val="single" w:sz="4" w:space="0" w:color="auto"/>
                  </w:tcBorders>
                </w:tcPr>
                <w:p w14:paraId="05085EC4"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2D2848F1" w14:textId="77777777" w:rsidR="003D565B" w:rsidRPr="00DC54C7" w:rsidRDefault="008C5B5E" w:rsidP="000304F6">
                  <w:pPr>
                    <w:rPr>
                      <w:rFonts w:eastAsia="SimSun"/>
                      <w:szCs w:val="22"/>
                    </w:rPr>
                  </w:pPr>
                  <w:r>
                    <w:rPr>
                      <w:rFonts w:eastAsia="SimSun"/>
                      <w:szCs w:val="22"/>
                    </w:rPr>
                    <w:t>Dividends (+D, –</w:t>
                  </w:r>
                  <w:r w:rsidR="003D565B" w:rsidRPr="00DC54C7">
                    <w:rPr>
                      <w:rFonts w:eastAsia="SimSun"/>
                      <w:szCs w:val="22"/>
                    </w:rPr>
                    <w:t>SE)</w:t>
                  </w:r>
                </w:p>
              </w:tc>
              <w:tc>
                <w:tcPr>
                  <w:tcW w:w="823" w:type="pct"/>
                  <w:tcBorders>
                    <w:top w:val="single" w:sz="4" w:space="0" w:color="auto"/>
                    <w:left w:val="single" w:sz="4" w:space="0" w:color="auto"/>
                    <w:bottom w:val="single" w:sz="4" w:space="0" w:color="auto"/>
                    <w:right w:val="single" w:sz="4" w:space="0" w:color="auto"/>
                  </w:tcBorders>
                </w:tcPr>
                <w:p w14:paraId="7D8300D1" w14:textId="77777777" w:rsidR="003D565B" w:rsidRPr="00DC54C7" w:rsidRDefault="003D565B" w:rsidP="00944826">
                  <w:pPr>
                    <w:jc w:val="center"/>
                    <w:rPr>
                      <w:rFonts w:eastAsia="SimSun"/>
                      <w:szCs w:val="22"/>
                    </w:rPr>
                  </w:pPr>
                  <w:r w:rsidRPr="00DC54C7">
                    <w:rPr>
                      <w:rFonts w:eastAsia="SimSun"/>
                      <w:szCs w:val="22"/>
                    </w:rPr>
                    <w:t>750</w:t>
                  </w:r>
                </w:p>
              </w:tc>
              <w:tc>
                <w:tcPr>
                  <w:tcW w:w="823" w:type="pct"/>
                  <w:tcBorders>
                    <w:top w:val="single" w:sz="4" w:space="0" w:color="auto"/>
                    <w:left w:val="single" w:sz="4" w:space="0" w:color="auto"/>
                    <w:bottom w:val="single" w:sz="4" w:space="0" w:color="auto"/>
                    <w:right w:val="single" w:sz="4" w:space="0" w:color="auto"/>
                  </w:tcBorders>
                </w:tcPr>
                <w:p w14:paraId="25C345C4" w14:textId="77777777" w:rsidR="003D565B" w:rsidRPr="00DC54C7" w:rsidRDefault="003D565B" w:rsidP="00944826">
                  <w:pPr>
                    <w:jc w:val="center"/>
                    <w:rPr>
                      <w:rFonts w:eastAsia="SimSun"/>
                      <w:szCs w:val="22"/>
                    </w:rPr>
                  </w:pPr>
                </w:p>
              </w:tc>
            </w:tr>
            <w:tr w:rsidR="003D565B" w:rsidRPr="00DC54C7" w14:paraId="423289CC" w14:textId="77777777" w:rsidTr="00944826">
              <w:tc>
                <w:tcPr>
                  <w:tcW w:w="679" w:type="pct"/>
                  <w:tcBorders>
                    <w:top w:val="single" w:sz="4" w:space="0" w:color="auto"/>
                  </w:tcBorders>
                </w:tcPr>
                <w:p w14:paraId="0814E592"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24B7C092" w14:textId="77777777" w:rsidR="003D565B" w:rsidRPr="00DC54C7" w:rsidRDefault="003D565B" w:rsidP="00614B37">
                  <w:pPr>
                    <w:rPr>
                      <w:rFonts w:eastAsia="SimSun"/>
                      <w:szCs w:val="22"/>
                    </w:rPr>
                  </w:pPr>
                  <w:r w:rsidRPr="00DC54C7">
                    <w:rPr>
                      <w:rFonts w:eastAsia="SimSun"/>
                      <w:szCs w:val="22"/>
                    </w:rPr>
                    <w:t xml:space="preserve">     Dividend Payable (+L)</w:t>
                  </w:r>
                </w:p>
              </w:tc>
              <w:tc>
                <w:tcPr>
                  <w:tcW w:w="823" w:type="pct"/>
                  <w:tcBorders>
                    <w:top w:val="single" w:sz="4" w:space="0" w:color="auto"/>
                  </w:tcBorders>
                </w:tcPr>
                <w:p w14:paraId="38637329" w14:textId="77777777" w:rsidR="003D565B" w:rsidRPr="00DC54C7" w:rsidRDefault="003D565B" w:rsidP="00944826">
                  <w:pPr>
                    <w:jc w:val="center"/>
                    <w:rPr>
                      <w:rFonts w:eastAsia="SimSun"/>
                      <w:szCs w:val="22"/>
                    </w:rPr>
                  </w:pPr>
                </w:p>
              </w:tc>
              <w:tc>
                <w:tcPr>
                  <w:tcW w:w="823" w:type="pct"/>
                  <w:tcBorders>
                    <w:top w:val="single" w:sz="4" w:space="0" w:color="auto"/>
                  </w:tcBorders>
                </w:tcPr>
                <w:p w14:paraId="5A45C8BB" w14:textId="77777777" w:rsidR="003D565B" w:rsidRPr="00DC54C7" w:rsidRDefault="003D565B" w:rsidP="00944826">
                  <w:pPr>
                    <w:jc w:val="center"/>
                    <w:rPr>
                      <w:rFonts w:eastAsia="SimSun"/>
                      <w:szCs w:val="22"/>
                    </w:rPr>
                  </w:pPr>
                  <w:r w:rsidRPr="00DC54C7">
                    <w:rPr>
                      <w:rFonts w:eastAsia="SimSun"/>
                      <w:szCs w:val="22"/>
                    </w:rPr>
                    <w:t>750</w:t>
                  </w:r>
                </w:p>
              </w:tc>
            </w:tr>
          </w:tbl>
          <w:p w14:paraId="27DD251D" w14:textId="77777777" w:rsidR="003D565B" w:rsidRPr="00DC54C7" w:rsidRDefault="003D565B" w:rsidP="003D565B">
            <w:pPr>
              <w:rPr>
                <w:rFonts w:eastAsia="SimSun"/>
                <w:szCs w:val="22"/>
              </w:rPr>
            </w:pPr>
          </w:p>
        </w:tc>
      </w:tr>
      <w:tr w:rsidR="003D565B" w:rsidRPr="00DC54C7" w14:paraId="1EEC8850" w14:textId="77777777" w:rsidTr="00944826">
        <w:trPr>
          <w:trHeight w:val="360"/>
        </w:trPr>
        <w:tc>
          <w:tcPr>
            <w:tcW w:w="5000" w:type="pct"/>
          </w:tcPr>
          <w:p w14:paraId="247B07F2" w14:textId="77777777" w:rsidR="003D565B" w:rsidRPr="00DC54C7" w:rsidRDefault="003D565B" w:rsidP="003D565B">
            <w:pPr>
              <w:rPr>
                <w:rFonts w:eastAsia="SimSun"/>
                <w:szCs w:val="22"/>
              </w:rPr>
            </w:pPr>
            <w:r w:rsidRPr="00DC54C7">
              <w:rPr>
                <w:rFonts w:eastAsia="SimSun"/>
                <w:szCs w:val="22"/>
              </w:rPr>
              <w:t>Ensure the equation still balances and debits = credits.</w:t>
            </w:r>
          </w:p>
        </w:tc>
      </w:tr>
      <w:tr w:rsidR="003D565B" w:rsidRPr="00DC54C7" w14:paraId="626DE255" w14:textId="77777777" w:rsidTr="00944826">
        <w:trPr>
          <w:trHeight w:val="360"/>
        </w:trPr>
        <w:tc>
          <w:tcPr>
            <w:tcW w:w="5000" w:type="pct"/>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D565B" w:rsidRPr="00DC54C7" w14:paraId="327EBA41" w14:textId="77777777" w:rsidTr="00944826">
              <w:tc>
                <w:tcPr>
                  <w:tcW w:w="2592" w:type="dxa"/>
                  <w:gridSpan w:val="2"/>
                  <w:tcBorders>
                    <w:bottom w:val="single" w:sz="4" w:space="0" w:color="auto"/>
                  </w:tcBorders>
                </w:tcPr>
                <w:p w14:paraId="73361DC8" w14:textId="77777777" w:rsidR="003D565B" w:rsidRPr="00DC54C7" w:rsidRDefault="003D565B" w:rsidP="00944826">
                  <w:pPr>
                    <w:jc w:val="center"/>
                    <w:rPr>
                      <w:rFonts w:eastAsia="SimSun"/>
                      <w:b/>
                      <w:szCs w:val="22"/>
                    </w:rPr>
                  </w:pPr>
                  <w:r w:rsidRPr="00DC54C7">
                    <w:rPr>
                      <w:rFonts w:eastAsia="SimSun"/>
                      <w:b/>
                      <w:szCs w:val="22"/>
                    </w:rPr>
                    <w:t>Assets</w:t>
                  </w:r>
                </w:p>
              </w:tc>
              <w:tc>
                <w:tcPr>
                  <w:tcW w:w="342" w:type="dxa"/>
                </w:tcPr>
                <w:p w14:paraId="7E216EC0" w14:textId="77777777" w:rsidR="003D565B" w:rsidRPr="00DC54C7" w:rsidRDefault="003D565B" w:rsidP="00944826">
                  <w:pPr>
                    <w:jc w:val="center"/>
                    <w:rPr>
                      <w:rFonts w:eastAsia="SimSun"/>
                      <w:b/>
                      <w:szCs w:val="22"/>
                    </w:rPr>
                  </w:pPr>
                  <w:r w:rsidRPr="00DC54C7">
                    <w:rPr>
                      <w:rFonts w:eastAsia="SimSun"/>
                      <w:b/>
                      <w:szCs w:val="22"/>
                    </w:rPr>
                    <w:t>=</w:t>
                  </w:r>
                </w:p>
              </w:tc>
              <w:tc>
                <w:tcPr>
                  <w:tcW w:w="2592" w:type="dxa"/>
                  <w:gridSpan w:val="2"/>
                  <w:tcBorders>
                    <w:bottom w:val="single" w:sz="4" w:space="0" w:color="auto"/>
                  </w:tcBorders>
                </w:tcPr>
                <w:p w14:paraId="63A2A792" w14:textId="77777777" w:rsidR="003D565B" w:rsidRPr="00DC54C7" w:rsidRDefault="003D565B" w:rsidP="00944826">
                  <w:pPr>
                    <w:jc w:val="center"/>
                    <w:rPr>
                      <w:rFonts w:eastAsia="SimSun"/>
                      <w:b/>
                      <w:szCs w:val="22"/>
                    </w:rPr>
                  </w:pPr>
                  <w:r w:rsidRPr="00DC54C7">
                    <w:rPr>
                      <w:rFonts w:eastAsia="SimSun"/>
                      <w:b/>
                      <w:szCs w:val="22"/>
                    </w:rPr>
                    <w:t>Liabilities</w:t>
                  </w:r>
                </w:p>
              </w:tc>
              <w:tc>
                <w:tcPr>
                  <w:tcW w:w="342" w:type="dxa"/>
                </w:tcPr>
                <w:p w14:paraId="72037490" w14:textId="77777777" w:rsidR="003D565B" w:rsidRPr="00DC54C7" w:rsidRDefault="003D565B" w:rsidP="00944826">
                  <w:pPr>
                    <w:jc w:val="center"/>
                    <w:rPr>
                      <w:rFonts w:eastAsia="SimSun"/>
                      <w:b/>
                      <w:szCs w:val="22"/>
                    </w:rPr>
                  </w:pPr>
                  <w:r w:rsidRPr="00DC54C7">
                    <w:rPr>
                      <w:rFonts w:eastAsia="SimSun"/>
                      <w:b/>
                      <w:szCs w:val="22"/>
                    </w:rPr>
                    <w:t>+</w:t>
                  </w:r>
                </w:p>
              </w:tc>
              <w:tc>
                <w:tcPr>
                  <w:tcW w:w="2880" w:type="dxa"/>
                  <w:gridSpan w:val="2"/>
                  <w:tcBorders>
                    <w:bottom w:val="single" w:sz="4" w:space="0" w:color="auto"/>
                  </w:tcBorders>
                </w:tcPr>
                <w:p w14:paraId="099BA111"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61F70B01" w14:textId="77777777" w:rsidTr="00944826">
              <w:tc>
                <w:tcPr>
                  <w:tcW w:w="1296" w:type="dxa"/>
                  <w:tcBorders>
                    <w:top w:val="single" w:sz="4" w:space="0" w:color="auto"/>
                  </w:tcBorders>
                </w:tcPr>
                <w:p w14:paraId="42BC287A" w14:textId="77777777" w:rsidR="003D565B" w:rsidRPr="00DC54C7" w:rsidRDefault="003D565B" w:rsidP="003D565B">
                  <w:pPr>
                    <w:rPr>
                      <w:rFonts w:eastAsia="SimSun"/>
                      <w:szCs w:val="22"/>
                    </w:rPr>
                  </w:pPr>
                </w:p>
              </w:tc>
              <w:tc>
                <w:tcPr>
                  <w:tcW w:w="1296" w:type="dxa"/>
                  <w:tcBorders>
                    <w:top w:val="single" w:sz="4" w:space="0" w:color="auto"/>
                  </w:tcBorders>
                </w:tcPr>
                <w:p w14:paraId="4769BA7E" w14:textId="77777777" w:rsidR="003D565B" w:rsidRPr="00DC54C7" w:rsidRDefault="003D565B" w:rsidP="00944826">
                  <w:pPr>
                    <w:jc w:val="right"/>
                    <w:rPr>
                      <w:rFonts w:eastAsia="SimSun"/>
                      <w:szCs w:val="22"/>
                    </w:rPr>
                  </w:pPr>
                </w:p>
              </w:tc>
              <w:tc>
                <w:tcPr>
                  <w:tcW w:w="342" w:type="dxa"/>
                </w:tcPr>
                <w:p w14:paraId="3E245C60" w14:textId="77777777" w:rsidR="003D565B" w:rsidRPr="00DC54C7" w:rsidRDefault="003D565B" w:rsidP="00944826">
                  <w:pPr>
                    <w:jc w:val="center"/>
                    <w:rPr>
                      <w:rFonts w:eastAsia="SimSun"/>
                      <w:szCs w:val="22"/>
                    </w:rPr>
                  </w:pPr>
                </w:p>
              </w:tc>
              <w:tc>
                <w:tcPr>
                  <w:tcW w:w="1296" w:type="dxa"/>
                  <w:tcBorders>
                    <w:top w:val="single" w:sz="4" w:space="0" w:color="auto"/>
                  </w:tcBorders>
                </w:tcPr>
                <w:p w14:paraId="13F8983C" w14:textId="77777777" w:rsidR="003D565B" w:rsidRPr="00DC54C7" w:rsidRDefault="003D565B" w:rsidP="003D565B">
                  <w:pPr>
                    <w:rPr>
                      <w:rFonts w:eastAsia="SimSun"/>
                      <w:szCs w:val="22"/>
                    </w:rPr>
                  </w:pPr>
                  <w:r w:rsidRPr="00DC54C7">
                    <w:rPr>
                      <w:rFonts w:eastAsia="SimSun"/>
                      <w:szCs w:val="22"/>
                    </w:rPr>
                    <w:t>Income Tax Payable</w:t>
                  </w:r>
                </w:p>
              </w:tc>
              <w:tc>
                <w:tcPr>
                  <w:tcW w:w="1296" w:type="dxa"/>
                  <w:tcBorders>
                    <w:top w:val="single" w:sz="4" w:space="0" w:color="auto"/>
                  </w:tcBorders>
                </w:tcPr>
                <w:p w14:paraId="42F4E29B" w14:textId="77777777" w:rsidR="003D565B" w:rsidRPr="00DC54C7" w:rsidRDefault="003D565B" w:rsidP="00944826">
                  <w:pPr>
                    <w:jc w:val="right"/>
                    <w:rPr>
                      <w:rFonts w:eastAsia="SimSun"/>
                      <w:szCs w:val="22"/>
                    </w:rPr>
                  </w:pPr>
                  <w:r w:rsidRPr="00DC54C7">
                    <w:rPr>
                      <w:rFonts w:eastAsia="SimSun"/>
                      <w:szCs w:val="22"/>
                    </w:rPr>
                    <w:t>+750</w:t>
                  </w:r>
                </w:p>
              </w:tc>
              <w:tc>
                <w:tcPr>
                  <w:tcW w:w="342" w:type="dxa"/>
                </w:tcPr>
                <w:p w14:paraId="47A61F9D" w14:textId="77777777" w:rsidR="003D565B" w:rsidRPr="00DC54C7" w:rsidRDefault="003D565B" w:rsidP="00944826">
                  <w:pPr>
                    <w:jc w:val="center"/>
                    <w:rPr>
                      <w:rFonts w:eastAsia="SimSun"/>
                      <w:szCs w:val="22"/>
                    </w:rPr>
                  </w:pPr>
                </w:p>
              </w:tc>
              <w:tc>
                <w:tcPr>
                  <w:tcW w:w="1440" w:type="dxa"/>
                  <w:tcBorders>
                    <w:top w:val="single" w:sz="4" w:space="0" w:color="auto"/>
                  </w:tcBorders>
                </w:tcPr>
                <w:p w14:paraId="4B179291" w14:textId="77777777" w:rsidR="003D565B" w:rsidRPr="00DC54C7" w:rsidRDefault="003D565B" w:rsidP="004A36BD">
                  <w:pPr>
                    <w:rPr>
                      <w:rFonts w:eastAsia="SimSun"/>
                      <w:szCs w:val="22"/>
                    </w:rPr>
                  </w:pPr>
                  <w:r w:rsidRPr="00DC54C7">
                    <w:rPr>
                      <w:rFonts w:eastAsia="SimSun"/>
                      <w:szCs w:val="22"/>
                    </w:rPr>
                    <w:t xml:space="preserve">Dividends </w:t>
                  </w:r>
                </w:p>
              </w:tc>
              <w:tc>
                <w:tcPr>
                  <w:tcW w:w="1440" w:type="dxa"/>
                  <w:tcBorders>
                    <w:top w:val="single" w:sz="4" w:space="0" w:color="auto"/>
                  </w:tcBorders>
                </w:tcPr>
                <w:p w14:paraId="625E97EB" w14:textId="77777777" w:rsidR="003D565B" w:rsidRPr="00DC54C7" w:rsidRDefault="008C5B5E" w:rsidP="008C5B5E">
                  <w:pPr>
                    <w:jc w:val="right"/>
                    <w:rPr>
                      <w:rFonts w:eastAsia="SimSun"/>
                      <w:szCs w:val="22"/>
                    </w:rPr>
                  </w:pPr>
                  <w:r>
                    <w:rPr>
                      <w:rFonts w:eastAsia="SimSun"/>
                      <w:szCs w:val="22"/>
                    </w:rPr>
                    <w:t>–</w:t>
                  </w:r>
                  <w:r w:rsidR="003D565B" w:rsidRPr="00DC54C7">
                    <w:rPr>
                      <w:rFonts w:eastAsia="SimSun"/>
                      <w:szCs w:val="22"/>
                    </w:rPr>
                    <w:t>750</w:t>
                  </w:r>
                </w:p>
              </w:tc>
            </w:tr>
          </w:tbl>
          <w:p w14:paraId="5D6E1022" w14:textId="77777777" w:rsidR="003D565B" w:rsidRPr="00DC54C7" w:rsidRDefault="003D565B" w:rsidP="003D565B">
            <w:pPr>
              <w:rPr>
                <w:rFonts w:eastAsia="SimSun"/>
                <w:szCs w:val="22"/>
              </w:rPr>
            </w:pPr>
          </w:p>
        </w:tc>
      </w:tr>
    </w:tbl>
    <w:p w14:paraId="2C90CBFE" w14:textId="77777777" w:rsidR="00433CA5" w:rsidRDefault="003D565B" w:rsidP="00433CA5">
      <w:pPr>
        <w:pStyle w:val="Heading1"/>
        <w:spacing w:before="240"/>
        <w:rPr>
          <w:u w:val="none"/>
        </w:rPr>
      </w:pPr>
      <w:r w:rsidRPr="00DC54C7">
        <w:rPr>
          <w:rFonts w:ascii="Times New Roman" w:hAnsi="Times New Roman"/>
          <w:szCs w:val="22"/>
        </w:rPr>
        <w:br w:type="page"/>
      </w:r>
      <w:r w:rsidR="00433CA5" w:rsidRPr="00DC54C7">
        <w:lastRenderedPageBreak/>
        <w:t>HANDOUT 4</w:t>
      </w:r>
      <w:r w:rsidR="001D6FF9">
        <w:t>-</w:t>
      </w:r>
      <w:r w:rsidR="00433CA5" w:rsidRPr="00DC54C7">
        <w:t>1 SOLUTION</w:t>
      </w:r>
      <w:r w:rsidR="00733016" w:rsidRPr="00733016">
        <w:rPr>
          <w:u w:val="none"/>
        </w:rPr>
        <w:t>, continued</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143"/>
        <w:gridCol w:w="2850"/>
        <w:gridCol w:w="3583"/>
      </w:tblGrid>
      <w:tr w:rsidR="003D565B" w:rsidRPr="00DC54C7" w14:paraId="5940D73B" w14:textId="77777777" w:rsidTr="0015328A">
        <w:tc>
          <w:tcPr>
            <w:tcW w:w="3143" w:type="dxa"/>
          </w:tcPr>
          <w:p w14:paraId="49EEA571" w14:textId="77777777" w:rsidR="003D565B" w:rsidRPr="00DC54C7" w:rsidRDefault="003D565B" w:rsidP="00944826">
            <w:pPr>
              <w:jc w:val="center"/>
              <w:rPr>
                <w:rFonts w:eastAsia="SimSun"/>
                <w:b/>
                <w:szCs w:val="22"/>
              </w:rPr>
            </w:pPr>
            <w:r w:rsidRPr="00DC54C7">
              <w:rPr>
                <w:rFonts w:eastAsia="SimSun"/>
                <w:b/>
                <w:szCs w:val="22"/>
              </w:rPr>
              <w:t>Assets</w:t>
            </w:r>
          </w:p>
        </w:tc>
        <w:tc>
          <w:tcPr>
            <w:tcW w:w="2850" w:type="dxa"/>
          </w:tcPr>
          <w:p w14:paraId="634DB58B" w14:textId="77777777" w:rsidR="003D565B" w:rsidRPr="00DC54C7" w:rsidRDefault="003D565B" w:rsidP="00944826">
            <w:pPr>
              <w:jc w:val="center"/>
              <w:rPr>
                <w:rFonts w:eastAsia="SimSun"/>
                <w:b/>
                <w:szCs w:val="22"/>
              </w:rPr>
            </w:pPr>
            <w:r w:rsidRPr="00DC54C7">
              <w:rPr>
                <w:rFonts w:eastAsia="SimSun"/>
                <w:b/>
                <w:szCs w:val="22"/>
              </w:rPr>
              <w:t>Liabilities</w:t>
            </w:r>
          </w:p>
        </w:tc>
        <w:tc>
          <w:tcPr>
            <w:tcW w:w="3583" w:type="dxa"/>
          </w:tcPr>
          <w:p w14:paraId="373A7900" w14:textId="77777777" w:rsidR="003D565B" w:rsidRPr="00DC54C7" w:rsidRDefault="003D565B" w:rsidP="00944826">
            <w:pPr>
              <w:jc w:val="center"/>
              <w:rPr>
                <w:rFonts w:eastAsia="SimSun"/>
                <w:b/>
                <w:szCs w:val="22"/>
              </w:rPr>
            </w:pPr>
            <w:r w:rsidRPr="00DC54C7">
              <w:rPr>
                <w:rFonts w:eastAsia="SimSun"/>
                <w:b/>
                <w:szCs w:val="22"/>
              </w:rPr>
              <w:t>Stockholders’ Equity</w:t>
            </w:r>
          </w:p>
        </w:tc>
      </w:tr>
      <w:tr w:rsidR="003D565B" w:rsidRPr="00DC54C7" w14:paraId="54B425E6" w14:textId="77777777" w:rsidTr="0015328A">
        <w:trPr>
          <w:trHeight w:val="7775"/>
        </w:trPr>
        <w:tc>
          <w:tcPr>
            <w:tcW w:w="3143" w:type="dxa"/>
          </w:tcPr>
          <w:p w14:paraId="278DD14B" w14:textId="77777777" w:rsidR="003D565B" w:rsidRPr="00DC54C7" w:rsidRDefault="003D565B" w:rsidP="00944826">
            <w:pPr>
              <w:jc w:val="center"/>
              <w:rPr>
                <w:rFonts w:eastAsia="SimSun"/>
                <w:szCs w:val="22"/>
              </w:rPr>
            </w:pPr>
            <w:r w:rsidRPr="00DC54C7">
              <w:rPr>
                <w:rFonts w:eastAsia="SimSun"/>
                <w:szCs w:val="22"/>
              </w:rPr>
              <w:t>+ Cash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09"/>
              <w:gridCol w:w="837"/>
              <w:gridCol w:w="807"/>
              <w:gridCol w:w="464"/>
            </w:tblGrid>
            <w:tr w:rsidR="003D565B" w:rsidRPr="00DC54C7" w14:paraId="2DFCFC8B" w14:textId="77777777" w:rsidTr="00944826">
              <w:tc>
                <w:tcPr>
                  <w:tcW w:w="1383" w:type="pct"/>
                  <w:tcBorders>
                    <w:top w:val="single" w:sz="4" w:space="0" w:color="auto"/>
                  </w:tcBorders>
                </w:tcPr>
                <w:p w14:paraId="06A30271" w14:textId="77777777" w:rsidR="003D565B" w:rsidRPr="00DC54C7" w:rsidRDefault="003D565B" w:rsidP="003D565B">
                  <w:pPr>
                    <w:rPr>
                      <w:rFonts w:eastAsia="SimSun"/>
                      <w:szCs w:val="22"/>
                    </w:rPr>
                  </w:pPr>
                  <w:r w:rsidRPr="00DC54C7">
                    <w:rPr>
                      <w:rFonts w:eastAsia="SimSun"/>
                      <w:szCs w:val="22"/>
                    </w:rPr>
                    <w:t>Unadj.</w:t>
                  </w:r>
                </w:p>
              </w:tc>
              <w:tc>
                <w:tcPr>
                  <w:tcW w:w="1436" w:type="pct"/>
                  <w:tcBorders>
                    <w:top w:val="single" w:sz="4" w:space="0" w:color="auto"/>
                    <w:right w:val="single" w:sz="4" w:space="0" w:color="auto"/>
                  </w:tcBorders>
                </w:tcPr>
                <w:p w14:paraId="36A15483" w14:textId="77777777" w:rsidR="003D565B" w:rsidRPr="00DC54C7" w:rsidRDefault="003D565B" w:rsidP="00944826">
                  <w:pPr>
                    <w:jc w:val="right"/>
                    <w:rPr>
                      <w:rFonts w:eastAsia="SimSun"/>
                      <w:szCs w:val="22"/>
                    </w:rPr>
                  </w:pPr>
                  <w:r w:rsidRPr="00DC54C7">
                    <w:rPr>
                      <w:rFonts w:eastAsia="SimSun"/>
                      <w:szCs w:val="22"/>
                    </w:rPr>
                    <w:t>43,450</w:t>
                  </w:r>
                </w:p>
              </w:tc>
              <w:tc>
                <w:tcPr>
                  <w:tcW w:w="1385" w:type="pct"/>
                  <w:tcBorders>
                    <w:top w:val="single" w:sz="4" w:space="0" w:color="auto"/>
                    <w:left w:val="single" w:sz="4" w:space="0" w:color="auto"/>
                  </w:tcBorders>
                </w:tcPr>
                <w:p w14:paraId="6633E68D" w14:textId="77777777" w:rsidR="003D565B" w:rsidRPr="00DC54C7" w:rsidRDefault="003D565B" w:rsidP="003D565B">
                  <w:pPr>
                    <w:rPr>
                      <w:rFonts w:eastAsia="SimSun"/>
                      <w:szCs w:val="22"/>
                    </w:rPr>
                  </w:pPr>
                </w:p>
              </w:tc>
              <w:tc>
                <w:tcPr>
                  <w:tcW w:w="795" w:type="pct"/>
                  <w:tcBorders>
                    <w:top w:val="single" w:sz="4" w:space="0" w:color="auto"/>
                  </w:tcBorders>
                </w:tcPr>
                <w:p w14:paraId="70209B91" w14:textId="77777777" w:rsidR="003D565B" w:rsidRPr="00DC54C7" w:rsidRDefault="003D565B" w:rsidP="003D565B">
                  <w:pPr>
                    <w:rPr>
                      <w:rFonts w:eastAsia="SimSun"/>
                      <w:szCs w:val="22"/>
                    </w:rPr>
                  </w:pPr>
                </w:p>
              </w:tc>
            </w:tr>
            <w:tr w:rsidR="003D565B" w:rsidRPr="00DC54C7" w14:paraId="4B53A854" w14:textId="77777777" w:rsidTr="00944826">
              <w:tc>
                <w:tcPr>
                  <w:tcW w:w="1383" w:type="pct"/>
                </w:tcPr>
                <w:p w14:paraId="5D712581" w14:textId="77777777" w:rsidR="003D565B" w:rsidRPr="00DC54C7" w:rsidRDefault="003D565B" w:rsidP="003D565B">
                  <w:pPr>
                    <w:rPr>
                      <w:rFonts w:eastAsia="SimSun"/>
                      <w:szCs w:val="22"/>
                    </w:rPr>
                  </w:pPr>
                </w:p>
              </w:tc>
              <w:tc>
                <w:tcPr>
                  <w:tcW w:w="1436" w:type="pct"/>
                  <w:tcBorders>
                    <w:right w:val="single" w:sz="4" w:space="0" w:color="auto"/>
                  </w:tcBorders>
                </w:tcPr>
                <w:p w14:paraId="58B8AADE" w14:textId="77777777" w:rsidR="003D565B" w:rsidRPr="00DC54C7" w:rsidRDefault="003D565B" w:rsidP="00944826">
                  <w:pPr>
                    <w:jc w:val="right"/>
                    <w:rPr>
                      <w:rFonts w:eastAsia="SimSun"/>
                      <w:szCs w:val="22"/>
                    </w:rPr>
                  </w:pPr>
                </w:p>
              </w:tc>
              <w:tc>
                <w:tcPr>
                  <w:tcW w:w="1385" w:type="pct"/>
                  <w:tcBorders>
                    <w:left w:val="single" w:sz="4" w:space="0" w:color="auto"/>
                  </w:tcBorders>
                </w:tcPr>
                <w:p w14:paraId="3F7FDACB" w14:textId="77777777" w:rsidR="003D565B" w:rsidRPr="00DC54C7" w:rsidRDefault="003D565B" w:rsidP="00944826">
                  <w:pPr>
                    <w:jc w:val="right"/>
                    <w:rPr>
                      <w:rFonts w:eastAsia="SimSun"/>
                      <w:szCs w:val="22"/>
                    </w:rPr>
                  </w:pPr>
                </w:p>
              </w:tc>
              <w:tc>
                <w:tcPr>
                  <w:tcW w:w="795" w:type="pct"/>
                </w:tcPr>
                <w:p w14:paraId="26F976EA" w14:textId="77777777" w:rsidR="003D565B" w:rsidRPr="00DC54C7" w:rsidRDefault="003D565B" w:rsidP="003D565B">
                  <w:pPr>
                    <w:rPr>
                      <w:rFonts w:eastAsia="SimSun"/>
                      <w:szCs w:val="22"/>
                    </w:rPr>
                  </w:pPr>
                </w:p>
              </w:tc>
            </w:tr>
            <w:tr w:rsidR="003D565B" w:rsidRPr="00DC54C7" w14:paraId="00929440" w14:textId="77777777" w:rsidTr="00944826">
              <w:tc>
                <w:tcPr>
                  <w:tcW w:w="1383" w:type="pct"/>
                  <w:tcBorders>
                    <w:top w:val="single" w:sz="4" w:space="0" w:color="auto"/>
                  </w:tcBorders>
                </w:tcPr>
                <w:p w14:paraId="636D76A1" w14:textId="77777777" w:rsidR="003D565B" w:rsidRPr="00DC54C7" w:rsidRDefault="003D565B" w:rsidP="003D565B">
                  <w:pPr>
                    <w:rPr>
                      <w:rFonts w:eastAsia="SimSun"/>
                      <w:szCs w:val="22"/>
                    </w:rPr>
                  </w:pPr>
                  <w:r w:rsidRPr="00DC54C7">
                    <w:rPr>
                      <w:rFonts w:eastAsia="SimSun"/>
                      <w:szCs w:val="22"/>
                    </w:rPr>
                    <w:t>Adj.</w:t>
                  </w:r>
                </w:p>
              </w:tc>
              <w:tc>
                <w:tcPr>
                  <w:tcW w:w="1436" w:type="pct"/>
                  <w:tcBorders>
                    <w:top w:val="single" w:sz="4" w:space="0" w:color="auto"/>
                    <w:right w:val="single" w:sz="4" w:space="0" w:color="auto"/>
                  </w:tcBorders>
                </w:tcPr>
                <w:p w14:paraId="796CEFB4" w14:textId="77777777" w:rsidR="003D565B" w:rsidRPr="00DC54C7" w:rsidRDefault="003D565B" w:rsidP="00944826">
                  <w:pPr>
                    <w:jc w:val="right"/>
                    <w:rPr>
                      <w:rFonts w:eastAsia="SimSun"/>
                      <w:szCs w:val="22"/>
                    </w:rPr>
                  </w:pPr>
                  <w:r w:rsidRPr="00DC54C7">
                    <w:rPr>
                      <w:rFonts w:eastAsia="SimSun"/>
                      <w:szCs w:val="22"/>
                    </w:rPr>
                    <w:t>43,450</w:t>
                  </w:r>
                </w:p>
              </w:tc>
              <w:tc>
                <w:tcPr>
                  <w:tcW w:w="1385" w:type="pct"/>
                  <w:tcBorders>
                    <w:top w:val="single" w:sz="4" w:space="0" w:color="auto"/>
                    <w:left w:val="single" w:sz="4" w:space="0" w:color="auto"/>
                  </w:tcBorders>
                </w:tcPr>
                <w:p w14:paraId="6334B7D6" w14:textId="77777777" w:rsidR="003D565B" w:rsidRPr="00DC54C7" w:rsidRDefault="003D565B" w:rsidP="00944826">
                  <w:pPr>
                    <w:jc w:val="right"/>
                    <w:rPr>
                      <w:rFonts w:eastAsia="SimSun"/>
                      <w:szCs w:val="22"/>
                    </w:rPr>
                  </w:pPr>
                </w:p>
              </w:tc>
              <w:tc>
                <w:tcPr>
                  <w:tcW w:w="795" w:type="pct"/>
                  <w:tcBorders>
                    <w:top w:val="single" w:sz="4" w:space="0" w:color="auto"/>
                  </w:tcBorders>
                </w:tcPr>
                <w:p w14:paraId="787D78DC" w14:textId="77777777" w:rsidR="003D565B" w:rsidRPr="00DC54C7" w:rsidRDefault="003D565B" w:rsidP="003D565B">
                  <w:pPr>
                    <w:rPr>
                      <w:rFonts w:eastAsia="SimSun"/>
                      <w:szCs w:val="22"/>
                    </w:rPr>
                  </w:pPr>
                </w:p>
              </w:tc>
            </w:tr>
          </w:tbl>
          <w:p w14:paraId="124E0656" w14:textId="77777777" w:rsidR="003D565B" w:rsidRPr="00DC54C7" w:rsidRDefault="003D565B" w:rsidP="003D565B">
            <w:pPr>
              <w:rPr>
                <w:rFonts w:eastAsia="SimSun"/>
                <w:szCs w:val="22"/>
              </w:rPr>
            </w:pPr>
          </w:p>
          <w:p w14:paraId="5655D5BA" w14:textId="77777777" w:rsidR="003D565B" w:rsidRPr="00DC54C7" w:rsidRDefault="003D565B" w:rsidP="00944826">
            <w:pPr>
              <w:jc w:val="center"/>
              <w:rPr>
                <w:rFonts w:eastAsia="SimSun"/>
                <w:szCs w:val="22"/>
              </w:rPr>
            </w:pPr>
            <w:r w:rsidRPr="00DC54C7">
              <w:rPr>
                <w:rFonts w:eastAsia="SimSun"/>
                <w:szCs w:val="22"/>
              </w:rPr>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9"/>
              <w:gridCol w:w="726"/>
              <w:gridCol w:w="711"/>
              <w:gridCol w:w="661"/>
            </w:tblGrid>
            <w:tr w:rsidR="003D565B" w:rsidRPr="00DC54C7" w14:paraId="220ED25B" w14:textId="77777777" w:rsidTr="00944826">
              <w:tc>
                <w:tcPr>
                  <w:tcW w:w="819" w:type="dxa"/>
                  <w:tcBorders>
                    <w:top w:val="single" w:sz="4" w:space="0" w:color="auto"/>
                  </w:tcBorders>
                </w:tcPr>
                <w:p w14:paraId="35F526A9" w14:textId="77777777" w:rsidR="003D565B" w:rsidRPr="00DC54C7" w:rsidRDefault="003D565B" w:rsidP="003D565B">
                  <w:pPr>
                    <w:rPr>
                      <w:rFonts w:eastAsia="SimSun"/>
                      <w:szCs w:val="22"/>
                    </w:rPr>
                  </w:pPr>
                  <w:r w:rsidRPr="00DC54C7">
                    <w:rPr>
                      <w:rFonts w:eastAsia="SimSun"/>
                      <w:szCs w:val="22"/>
                    </w:rPr>
                    <w:t>Unadj.</w:t>
                  </w:r>
                </w:p>
              </w:tc>
              <w:tc>
                <w:tcPr>
                  <w:tcW w:w="728" w:type="dxa"/>
                  <w:tcBorders>
                    <w:top w:val="single" w:sz="4" w:space="0" w:color="auto"/>
                    <w:right w:val="single" w:sz="4" w:space="0" w:color="auto"/>
                  </w:tcBorders>
                </w:tcPr>
                <w:p w14:paraId="18D8FAB6" w14:textId="77777777" w:rsidR="003D565B" w:rsidRPr="00DC54C7" w:rsidRDefault="003D565B" w:rsidP="00944826">
                  <w:pPr>
                    <w:jc w:val="right"/>
                    <w:rPr>
                      <w:rFonts w:eastAsia="SimSun"/>
                      <w:szCs w:val="22"/>
                    </w:rPr>
                  </w:pPr>
                  <w:r w:rsidRPr="00DC54C7">
                    <w:rPr>
                      <w:rFonts w:eastAsia="SimSun"/>
                      <w:szCs w:val="22"/>
                    </w:rPr>
                    <w:t>1,800</w:t>
                  </w:r>
                </w:p>
              </w:tc>
              <w:tc>
                <w:tcPr>
                  <w:tcW w:w="680" w:type="dxa"/>
                  <w:tcBorders>
                    <w:top w:val="single" w:sz="4" w:space="0" w:color="auto"/>
                    <w:left w:val="single" w:sz="4" w:space="0" w:color="auto"/>
                  </w:tcBorders>
                </w:tcPr>
                <w:p w14:paraId="5716DF5F" w14:textId="77777777" w:rsidR="003D565B" w:rsidRPr="00DC54C7" w:rsidRDefault="003D565B" w:rsidP="003D565B">
                  <w:pPr>
                    <w:rPr>
                      <w:rFonts w:eastAsia="SimSun"/>
                      <w:szCs w:val="22"/>
                    </w:rPr>
                  </w:pPr>
                </w:p>
              </w:tc>
              <w:tc>
                <w:tcPr>
                  <w:tcW w:w="681" w:type="dxa"/>
                  <w:tcBorders>
                    <w:top w:val="single" w:sz="4" w:space="0" w:color="auto"/>
                  </w:tcBorders>
                </w:tcPr>
                <w:p w14:paraId="238435C0" w14:textId="77777777" w:rsidR="003D565B" w:rsidRPr="00DC54C7" w:rsidRDefault="003D565B" w:rsidP="003D565B">
                  <w:pPr>
                    <w:rPr>
                      <w:rFonts w:eastAsia="SimSun"/>
                      <w:szCs w:val="22"/>
                    </w:rPr>
                  </w:pPr>
                </w:p>
              </w:tc>
            </w:tr>
            <w:tr w:rsidR="003D565B" w:rsidRPr="00DC54C7" w14:paraId="13CD1C94" w14:textId="77777777" w:rsidTr="00944826">
              <w:tc>
                <w:tcPr>
                  <w:tcW w:w="819" w:type="dxa"/>
                </w:tcPr>
                <w:p w14:paraId="2DA8AB1A" w14:textId="77777777" w:rsidR="003D565B" w:rsidRPr="00DC54C7" w:rsidRDefault="003D565B" w:rsidP="003D565B">
                  <w:pPr>
                    <w:rPr>
                      <w:rFonts w:eastAsia="SimSun"/>
                      <w:szCs w:val="22"/>
                    </w:rPr>
                  </w:pPr>
                </w:p>
              </w:tc>
              <w:tc>
                <w:tcPr>
                  <w:tcW w:w="728" w:type="dxa"/>
                  <w:tcBorders>
                    <w:right w:val="single" w:sz="4" w:space="0" w:color="auto"/>
                  </w:tcBorders>
                </w:tcPr>
                <w:p w14:paraId="3AB8C735" w14:textId="77777777" w:rsidR="003D565B" w:rsidRPr="00DC54C7" w:rsidRDefault="003D565B" w:rsidP="00944826">
                  <w:pPr>
                    <w:jc w:val="right"/>
                    <w:rPr>
                      <w:rFonts w:eastAsia="SimSun"/>
                      <w:szCs w:val="22"/>
                    </w:rPr>
                  </w:pPr>
                </w:p>
              </w:tc>
              <w:tc>
                <w:tcPr>
                  <w:tcW w:w="680" w:type="dxa"/>
                  <w:tcBorders>
                    <w:left w:val="single" w:sz="4" w:space="0" w:color="auto"/>
                  </w:tcBorders>
                </w:tcPr>
                <w:p w14:paraId="5DBF1006" w14:textId="77777777" w:rsidR="003D565B" w:rsidRPr="00DC54C7" w:rsidRDefault="003D565B" w:rsidP="00944826">
                  <w:pPr>
                    <w:jc w:val="right"/>
                    <w:rPr>
                      <w:rFonts w:eastAsia="SimSun"/>
                      <w:szCs w:val="22"/>
                    </w:rPr>
                  </w:pPr>
                  <w:r w:rsidRPr="00DC54C7">
                    <w:rPr>
                      <w:rFonts w:eastAsia="SimSun"/>
                      <w:szCs w:val="22"/>
                    </w:rPr>
                    <w:t>1,000</w:t>
                  </w:r>
                </w:p>
              </w:tc>
              <w:tc>
                <w:tcPr>
                  <w:tcW w:w="681" w:type="dxa"/>
                </w:tcPr>
                <w:p w14:paraId="05D692DF" w14:textId="77777777" w:rsidR="003D565B" w:rsidRPr="00DC54C7" w:rsidRDefault="003D565B" w:rsidP="003D565B">
                  <w:pPr>
                    <w:rPr>
                      <w:rFonts w:eastAsia="SimSun"/>
                      <w:szCs w:val="22"/>
                    </w:rPr>
                  </w:pPr>
                  <w:r w:rsidRPr="00DC54C7">
                    <w:rPr>
                      <w:rFonts w:eastAsia="SimSun"/>
                      <w:szCs w:val="22"/>
                    </w:rPr>
                    <w:t>(a)</w:t>
                  </w:r>
                </w:p>
              </w:tc>
            </w:tr>
            <w:tr w:rsidR="003D565B" w:rsidRPr="00DC54C7" w14:paraId="2678BA1B" w14:textId="77777777" w:rsidTr="00944826">
              <w:tc>
                <w:tcPr>
                  <w:tcW w:w="819" w:type="dxa"/>
                  <w:tcBorders>
                    <w:top w:val="single" w:sz="4" w:space="0" w:color="auto"/>
                  </w:tcBorders>
                </w:tcPr>
                <w:p w14:paraId="3ECE09A5" w14:textId="77777777" w:rsidR="003D565B" w:rsidRPr="00DC54C7" w:rsidRDefault="003D565B" w:rsidP="003D565B">
                  <w:pPr>
                    <w:rPr>
                      <w:rFonts w:eastAsia="SimSun"/>
                      <w:szCs w:val="22"/>
                    </w:rPr>
                  </w:pPr>
                  <w:r w:rsidRPr="00DC54C7">
                    <w:rPr>
                      <w:rFonts w:eastAsia="SimSun"/>
                      <w:szCs w:val="22"/>
                    </w:rPr>
                    <w:t>Adj.</w:t>
                  </w:r>
                </w:p>
              </w:tc>
              <w:tc>
                <w:tcPr>
                  <w:tcW w:w="728" w:type="dxa"/>
                  <w:tcBorders>
                    <w:top w:val="single" w:sz="4" w:space="0" w:color="auto"/>
                    <w:right w:val="single" w:sz="4" w:space="0" w:color="auto"/>
                  </w:tcBorders>
                </w:tcPr>
                <w:p w14:paraId="0154DB68" w14:textId="77777777" w:rsidR="003D565B" w:rsidRPr="00DC54C7" w:rsidRDefault="003D565B" w:rsidP="00944826">
                  <w:pPr>
                    <w:jc w:val="right"/>
                    <w:rPr>
                      <w:rFonts w:eastAsia="SimSun"/>
                      <w:szCs w:val="22"/>
                    </w:rPr>
                  </w:pPr>
                  <w:r w:rsidRPr="00DC54C7">
                    <w:rPr>
                      <w:rFonts w:eastAsia="SimSun"/>
                      <w:szCs w:val="22"/>
                    </w:rPr>
                    <w:t>800</w:t>
                  </w:r>
                </w:p>
              </w:tc>
              <w:tc>
                <w:tcPr>
                  <w:tcW w:w="680" w:type="dxa"/>
                  <w:tcBorders>
                    <w:top w:val="single" w:sz="4" w:space="0" w:color="auto"/>
                    <w:left w:val="single" w:sz="4" w:space="0" w:color="auto"/>
                  </w:tcBorders>
                </w:tcPr>
                <w:p w14:paraId="2F71DDCE" w14:textId="77777777" w:rsidR="003D565B" w:rsidRPr="00DC54C7" w:rsidRDefault="003D565B" w:rsidP="003D565B">
                  <w:pPr>
                    <w:rPr>
                      <w:rFonts w:eastAsia="SimSun"/>
                      <w:szCs w:val="22"/>
                    </w:rPr>
                  </w:pPr>
                </w:p>
              </w:tc>
              <w:tc>
                <w:tcPr>
                  <w:tcW w:w="681" w:type="dxa"/>
                  <w:tcBorders>
                    <w:top w:val="single" w:sz="4" w:space="0" w:color="auto"/>
                  </w:tcBorders>
                </w:tcPr>
                <w:p w14:paraId="3E56E414" w14:textId="77777777" w:rsidR="003D565B" w:rsidRPr="00DC54C7" w:rsidRDefault="003D565B" w:rsidP="003D565B">
                  <w:pPr>
                    <w:rPr>
                      <w:rFonts w:eastAsia="SimSun"/>
                      <w:szCs w:val="22"/>
                    </w:rPr>
                  </w:pPr>
                </w:p>
              </w:tc>
            </w:tr>
          </w:tbl>
          <w:p w14:paraId="00887016" w14:textId="77777777" w:rsidR="003D565B" w:rsidRPr="00DC54C7" w:rsidRDefault="003D565B" w:rsidP="003D565B">
            <w:pPr>
              <w:rPr>
                <w:rFonts w:eastAsia="SimSun"/>
                <w:szCs w:val="22"/>
              </w:rPr>
            </w:pPr>
          </w:p>
          <w:p w14:paraId="0D409A0B" w14:textId="77777777" w:rsidR="003D565B" w:rsidRPr="00DC54C7" w:rsidRDefault="003D565B" w:rsidP="00944826">
            <w:pPr>
              <w:jc w:val="center"/>
              <w:rPr>
                <w:rFonts w:eastAsia="SimSun"/>
                <w:szCs w:val="22"/>
              </w:rPr>
            </w:pPr>
            <w:r w:rsidRPr="00DC54C7">
              <w:rPr>
                <w:rFonts w:eastAsia="SimSun"/>
                <w:szCs w:val="22"/>
              </w:rPr>
              <w:t>+ Accounts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2"/>
              <w:gridCol w:w="860"/>
              <w:gridCol w:w="769"/>
              <w:gridCol w:w="446"/>
            </w:tblGrid>
            <w:tr w:rsidR="003D565B" w:rsidRPr="00DC54C7" w14:paraId="3A205747" w14:textId="77777777" w:rsidTr="00944826">
              <w:tc>
                <w:tcPr>
                  <w:tcW w:w="847" w:type="dxa"/>
                  <w:tcBorders>
                    <w:top w:val="single" w:sz="4" w:space="0" w:color="auto"/>
                  </w:tcBorders>
                </w:tcPr>
                <w:p w14:paraId="02624542" w14:textId="77777777" w:rsidR="003D565B" w:rsidRPr="00DC54C7" w:rsidRDefault="003D565B" w:rsidP="003D565B">
                  <w:pPr>
                    <w:rPr>
                      <w:rFonts w:eastAsia="SimSun"/>
                      <w:szCs w:val="22"/>
                    </w:rPr>
                  </w:pPr>
                  <w:r w:rsidRPr="00DC54C7">
                    <w:rPr>
                      <w:rFonts w:eastAsia="SimSun"/>
                      <w:szCs w:val="22"/>
                    </w:rPr>
                    <w:t>Unadj.</w:t>
                  </w:r>
                </w:p>
              </w:tc>
              <w:tc>
                <w:tcPr>
                  <w:tcW w:w="882" w:type="dxa"/>
                  <w:tcBorders>
                    <w:top w:val="single" w:sz="4" w:space="0" w:color="auto"/>
                    <w:right w:val="single" w:sz="4" w:space="0" w:color="auto"/>
                  </w:tcBorders>
                </w:tcPr>
                <w:p w14:paraId="0F07A8DE" w14:textId="77777777" w:rsidR="003D565B" w:rsidRPr="00DC54C7" w:rsidRDefault="003D565B" w:rsidP="00944826">
                  <w:pPr>
                    <w:jc w:val="right"/>
                    <w:rPr>
                      <w:rFonts w:eastAsia="SimSun"/>
                      <w:szCs w:val="22"/>
                    </w:rPr>
                  </w:pPr>
                  <w:r w:rsidRPr="00DC54C7">
                    <w:rPr>
                      <w:rFonts w:eastAsia="SimSun"/>
                      <w:szCs w:val="22"/>
                    </w:rPr>
                    <w:t>4,000</w:t>
                  </w:r>
                </w:p>
              </w:tc>
              <w:tc>
                <w:tcPr>
                  <w:tcW w:w="850" w:type="dxa"/>
                  <w:tcBorders>
                    <w:top w:val="single" w:sz="4" w:space="0" w:color="auto"/>
                    <w:left w:val="single" w:sz="4" w:space="0" w:color="auto"/>
                  </w:tcBorders>
                </w:tcPr>
                <w:p w14:paraId="33E60B1B" w14:textId="77777777" w:rsidR="003D565B" w:rsidRPr="00DC54C7" w:rsidRDefault="003D565B" w:rsidP="00944826">
                  <w:pPr>
                    <w:jc w:val="right"/>
                    <w:rPr>
                      <w:rFonts w:eastAsia="SimSun"/>
                      <w:szCs w:val="22"/>
                    </w:rPr>
                  </w:pPr>
                </w:p>
              </w:tc>
              <w:tc>
                <w:tcPr>
                  <w:tcW w:w="479" w:type="dxa"/>
                  <w:tcBorders>
                    <w:top w:val="single" w:sz="4" w:space="0" w:color="auto"/>
                  </w:tcBorders>
                </w:tcPr>
                <w:p w14:paraId="1B44D15B" w14:textId="77777777" w:rsidR="003D565B" w:rsidRPr="00DC54C7" w:rsidRDefault="003D565B" w:rsidP="003D565B">
                  <w:pPr>
                    <w:rPr>
                      <w:rFonts w:eastAsia="SimSun"/>
                      <w:szCs w:val="22"/>
                    </w:rPr>
                  </w:pPr>
                </w:p>
              </w:tc>
            </w:tr>
            <w:tr w:rsidR="003D565B" w:rsidRPr="00DC54C7" w14:paraId="528CCC95" w14:textId="77777777" w:rsidTr="00944826">
              <w:tc>
                <w:tcPr>
                  <w:tcW w:w="847" w:type="dxa"/>
                  <w:tcBorders>
                    <w:bottom w:val="single" w:sz="4" w:space="0" w:color="auto"/>
                  </w:tcBorders>
                </w:tcPr>
                <w:p w14:paraId="05C11E5E" w14:textId="77777777" w:rsidR="003D565B" w:rsidRPr="00DC54C7" w:rsidRDefault="003D565B" w:rsidP="003D565B">
                  <w:pPr>
                    <w:rPr>
                      <w:rFonts w:eastAsia="SimSun"/>
                      <w:szCs w:val="22"/>
                    </w:rPr>
                  </w:pPr>
                </w:p>
              </w:tc>
              <w:tc>
                <w:tcPr>
                  <w:tcW w:w="882" w:type="dxa"/>
                  <w:tcBorders>
                    <w:bottom w:val="single" w:sz="4" w:space="0" w:color="auto"/>
                    <w:right w:val="single" w:sz="4" w:space="0" w:color="auto"/>
                  </w:tcBorders>
                </w:tcPr>
                <w:p w14:paraId="5CB6B697" w14:textId="77777777" w:rsidR="003D565B" w:rsidRPr="00DC54C7" w:rsidRDefault="003D565B" w:rsidP="00944826">
                  <w:pPr>
                    <w:jc w:val="right"/>
                    <w:rPr>
                      <w:rFonts w:eastAsia="SimSun"/>
                      <w:szCs w:val="22"/>
                    </w:rPr>
                  </w:pPr>
                </w:p>
              </w:tc>
              <w:tc>
                <w:tcPr>
                  <w:tcW w:w="850" w:type="dxa"/>
                  <w:tcBorders>
                    <w:left w:val="single" w:sz="4" w:space="0" w:color="auto"/>
                    <w:bottom w:val="single" w:sz="4" w:space="0" w:color="auto"/>
                  </w:tcBorders>
                </w:tcPr>
                <w:p w14:paraId="6887B2C4" w14:textId="77777777" w:rsidR="003D565B" w:rsidRPr="00DC54C7" w:rsidRDefault="003D565B" w:rsidP="00944826">
                  <w:pPr>
                    <w:jc w:val="right"/>
                    <w:rPr>
                      <w:rFonts w:eastAsia="SimSun"/>
                      <w:szCs w:val="22"/>
                    </w:rPr>
                  </w:pPr>
                </w:p>
              </w:tc>
              <w:tc>
                <w:tcPr>
                  <w:tcW w:w="479" w:type="dxa"/>
                  <w:tcBorders>
                    <w:bottom w:val="single" w:sz="4" w:space="0" w:color="auto"/>
                  </w:tcBorders>
                </w:tcPr>
                <w:p w14:paraId="38E20955" w14:textId="77777777" w:rsidR="003D565B" w:rsidRPr="00DC54C7" w:rsidRDefault="003D565B" w:rsidP="003D565B">
                  <w:pPr>
                    <w:rPr>
                      <w:rFonts w:eastAsia="SimSun"/>
                      <w:szCs w:val="22"/>
                    </w:rPr>
                  </w:pPr>
                </w:p>
              </w:tc>
            </w:tr>
            <w:tr w:rsidR="003D565B" w:rsidRPr="00DC54C7" w14:paraId="17C41D24" w14:textId="77777777" w:rsidTr="00944826">
              <w:tc>
                <w:tcPr>
                  <w:tcW w:w="847" w:type="dxa"/>
                  <w:tcBorders>
                    <w:top w:val="single" w:sz="4" w:space="0" w:color="auto"/>
                  </w:tcBorders>
                </w:tcPr>
                <w:p w14:paraId="7E914DA3" w14:textId="77777777" w:rsidR="003D565B" w:rsidRPr="00DC54C7" w:rsidRDefault="003D565B" w:rsidP="003D565B">
                  <w:pPr>
                    <w:rPr>
                      <w:rFonts w:eastAsia="SimSun"/>
                      <w:szCs w:val="22"/>
                    </w:rPr>
                  </w:pPr>
                  <w:r w:rsidRPr="00DC54C7">
                    <w:rPr>
                      <w:rFonts w:eastAsia="SimSun"/>
                      <w:szCs w:val="22"/>
                    </w:rPr>
                    <w:t>Adj.</w:t>
                  </w:r>
                </w:p>
              </w:tc>
              <w:tc>
                <w:tcPr>
                  <w:tcW w:w="882" w:type="dxa"/>
                  <w:tcBorders>
                    <w:top w:val="single" w:sz="4" w:space="0" w:color="auto"/>
                    <w:right w:val="single" w:sz="4" w:space="0" w:color="auto"/>
                  </w:tcBorders>
                </w:tcPr>
                <w:p w14:paraId="275C5A6E" w14:textId="77777777" w:rsidR="003D565B" w:rsidRPr="00DC54C7" w:rsidRDefault="003D565B" w:rsidP="00944826">
                  <w:pPr>
                    <w:jc w:val="right"/>
                    <w:rPr>
                      <w:rFonts w:eastAsia="SimSun"/>
                      <w:szCs w:val="22"/>
                    </w:rPr>
                  </w:pPr>
                  <w:r w:rsidRPr="00DC54C7">
                    <w:rPr>
                      <w:rFonts w:eastAsia="SimSun"/>
                      <w:szCs w:val="22"/>
                    </w:rPr>
                    <w:t>4,000</w:t>
                  </w:r>
                </w:p>
              </w:tc>
              <w:tc>
                <w:tcPr>
                  <w:tcW w:w="850" w:type="dxa"/>
                  <w:tcBorders>
                    <w:top w:val="single" w:sz="4" w:space="0" w:color="auto"/>
                    <w:left w:val="single" w:sz="4" w:space="0" w:color="auto"/>
                  </w:tcBorders>
                </w:tcPr>
                <w:p w14:paraId="1D05FD50" w14:textId="77777777" w:rsidR="003D565B" w:rsidRPr="00DC54C7" w:rsidRDefault="003D565B" w:rsidP="00944826">
                  <w:pPr>
                    <w:jc w:val="right"/>
                    <w:rPr>
                      <w:rFonts w:eastAsia="SimSun"/>
                      <w:szCs w:val="22"/>
                    </w:rPr>
                  </w:pPr>
                </w:p>
              </w:tc>
              <w:tc>
                <w:tcPr>
                  <w:tcW w:w="479" w:type="dxa"/>
                  <w:tcBorders>
                    <w:top w:val="single" w:sz="4" w:space="0" w:color="auto"/>
                  </w:tcBorders>
                </w:tcPr>
                <w:p w14:paraId="09D3A741" w14:textId="77777777" w:rsidR="003D565B" w:rsidRPr="00DC54C7" w:rsidRDefault="003D565B" w:rsidP="003D565B">
                  <w:pPr>
                    <w:rPr>
                      <w:rFonts w:eastAsia="SimSun"/>
                      <w:szCs w:val="22"/>
                    </w:rPr>
                  </w:pPr>
                </w:p>
              </w:tc>
            </w:tr>
          </w:tbl>
          <w:p w14:paraId="599EAE37" w14:textId="77777777" w:rsidR="003D565B" w:rsidRPr="00DC54C7" w:rsidRDefault="003D565B" w:rsidP="00944826">
            <w:pPr>
              <w:jc w:val="center"/>
              <w:rPr>
                <w:rFonts w:eastAsia="SimSun"/>
                <w:szCs w:val="22"/>
              </w:rPr>
            </w:pPr>
          </w:p>
          <w:p w14:paraId="378E6067" w14:textId="77777777" w:rsidR="003D565B" w:rsidRPr="00DC54C7" w:rsidRDefault="003D565B" w:rsidP="00944826">
            <w:pPr>
              <w:jc w:val="center"/>
              <w:rPr>
                <w:rFonts w:eastAsia="SimSun"/>
                <w:szCs w:val="22"/>
              </w:rPr>
            </w:pPr>
            <w:r w:rsidRPr="00DC54C7">
              <w:rPr>
                <w:rFonts w:eastAsia="SimSun"/>
                <w:szCs w:val="22"/>
              </w:rPr>
              <w:t>+ Prepaid Rent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3"/>
              <w:gridCol w:w="832"/>
              <w:gridCol w:w="711"/>
              <w:gridCol w:w="551"/>
            </w:tblGrid>
            <w:tr w:rsidR="003D565B" w:rsidRPr="00DC54C7" w14:paraId="15538A1D" w14:textId="77777777" w:rsidTr="00944826">
              <w:tc>
                <w:tcPr>
                  <w:tcW w:w="847" w:type="dxa"/>
                  <w:tcBorders>
                    <w:top w:val="single" w:sz="4" w:space="0" w:color="auto"/>
                  </w:tcBorders>
                </w:tcPr>
                <w:p w14:paraId="6C1522E3" w14:textId="77777777" w:rsidR="003D565B" w:rsidRPr="00DC54C7" w:rsidRDefault="003D565B" w:rsidP="003D565B">
                  <w:pPr>
                    <w:rPr>
                      <w:rFonts w:eastAsia="SimSun"/>
                      <w:szCs w:val="22"/>
                    </w:rPr>
                  </w:pPr>
                  <w:r w:rsidRPr="00DC54C7">
                    <w:rPr>
                      <w:rFonts w:eastAsia="SimSun"/>
                      <w:szCs w:val="22"/>
                    </w:rPr>
                    <w:t>Unadj.</w:t>
                  </w:r>
                </w:p>
              </w:tc>
              <w:tc>
                <w:tcPr>
                  <w:tcW w:w="850" w:type="dxa"/>
                  <w:tcBorders>
                    <w:top w:val="single" w:sz="4" w:space="0" w:color="auto"/>
                    <w:right w:val="single" w:sz="4" w:space="0" w:color="auto"/>
                  </w:tcBorders>
                </w:tcPr>
                <w:p w14:paraId="01E845A5" w14:textId="77777777" w:rsidR="003D565B" w:rsidRPr="00DC54C7" w:rsidRDefault="003D565B" w:rsidP="00944826">
                  <w:pPr>
                    <w:jc w:val="right"/>
                    <w:rPr>
                      <w:rFonts w:eastAsia="SimSun"/>
                      <w:szCs w:val="22"/>
                    </w:rPr>
                  </w:pPr>
                  <w:r w:rsidRPr="00DC54C7">
                    <w:rPr>
                      <w:rFonts w:eastAsia="SimSun"/>
                      <w:szCs w:val="22"/>
                    </w:rPr>
                    <w:t>12,000</w:t>
                  </w:r>
                </w:p>
              </w:tc>
              <w:tc>
                <w:tcPr>
                  <w:tcW w:w="680" w:type="dxa"/>
                  <w:tcBorders>
                    <w:top w:val="single" w:sz="4" w:space="0" w:color="auto"/>
                    <w:left w:val="single" w:sz="4" w:space="0" w:color="auto"/>
                  </w:tcBorders>
                </w:tcPr>
                <w:p w14:paraId="46C48310" w14:textId="77777777" w:rsidR="003D565B" w:rsidRPr="00DC54C7" w:rsidRDefault="003D565B" w:rsidP="003D565B">
                  <w:pPr>
                    <w:rPr>
                      <w:rFonts w:eastAsia="SimSun"/>
                      <w:szCs w:val="22"/>
                    </w:rPr>
                  </w:pPr>
                </w:p>
              </w:tc>
              <w:tc>
                <w:tcPr>
                  <w:tcW w:w="681" w:type="dxa"/>
                  <w:tcBorders>
                    <w:top w:val="single" w:sz="4" w:space="0" w:color="auto"/>
                  </w:tcBorders>
                </w:tcPr>
                <w:p w14:paraId="7BE4D886" w14:textId="77777777" w:rsidR="003D565B" w:rsidRPr="00DC54C7" w:rsidRDefault="003D565B" w:rsidP="003D565B">
                  <w:pPr>
                    <w:rPr>
                      <w:rFonts w:eastAsia="SimSun"/>
                      <w:szCs w:val="22"/>
                    </w:rPr>
                  </w:pPr>
                </w:p>
              </w:tc>
            </w:tr>
            <w:tr w:rsidR="003D565B" w:rsidRPr="00DC54C7" w14:paraId="31415D6F" w14:textId="77777777" w:rsidTr="00944826">
              <w:tc>
                <w:tcPr>
                  <w:tcW w:w="847" w:type="dxa"/>
                  <w:tcBorders>
                    <w:bottom w:val="single" w:sz="4" w:space="0" w:color="auto"/>
                  </w:tcBorders>
                </w:tcPr>
                <w:p w14:paraId="40E630B5" w14:textId="77777777" w:rsidR="003D565B" w:rsidRPr="00DC54C7" w:rsidRDefault="003D565B" w:rsidP="003D565B">
                  <w:pPr>
                    <w:rPr>
                      <w:rFonts w:eastAsia="SimSun"/>
                      <w:szCs w:val="22"/>
                    </w:rPr>
                  </w:pPr>
                </w:p>
              </w:tc>
              <w:tc>
                <w:tcPr>
                  <w:tcW w:w="850" w:type="dxa"/>
                  <w:tcBorders>
                    <w:bottom w:val="single" w:sz="4" w:space="0" w:color="auto"/>
                    <w:right w:val="single" w:sz="4" w:space="0" w:color="auto"/>
                  </w:tcBorders>
                </w:tcPr>
                <w:p w14:paraId="59E7761B" w14:textId="77777777" w:rsidR="003D565B" w:rsidRPr="00DC54C7" w:rsidRDefault="003D565B" w:rsidP="00944826">
                  <w:pPr>
                    <w:jc w:val="right"/>
                    <w:rPr>
                      <w:rFonts w:eastAsia="SimSun"/>
                      <w:szCs w:val="22"/>
                    </w:rPr>
                  </w:pPr>
                </w:p>
              </w:tc>
              <w:tc>
                <w:tcPr>
                  <w:tcW w:w="680" w:type="dxa"/>
                  <w:tcBorders>
                    <w:left w:val="single" w:sz="4" w:space="0" w:color="auto"/>
                    <w:bottom w:val="single" w:sz="4" w:space="0" w:color="auto"/>
                  </w:tcBorders>
                </w:tcPr>
                <w:p w14:paraId="1FAAC84C" w14:textId="77777777" w:rsidR="003D565B" w:rsidRPr="00DC54C7" w:rsidRDefault="003D565B" w:rsidP="00944826">
                  <w:pPr>
                    <w:jc w:val="right"/>
                    <w:rPr>
                      <w:rFonts w:eastAsia="SimSun"/>
                      <w:szCs w:val="22"/>
                    </w:rPr>
                  </w:pPr>
                  <w:r w:rsidRPr="00DC54C7">
                    <w:rPr>
                      <w:rFonts w:eastAsia="SimSun"/>
                      <w:szCs w:val="22"/>
                    </w:rPr>
                    <w:t>4,000</w:t>
                  </w:r>
                </w:p>
              </w:tc>
              <w:tc>
                <w:tcPr>
                  <w:tcW w:w="681" w:type="dxa"/>
                  <w:tcBorders>
                    <w:bottom w:val="single" w:sz="4" w:space="0" w:color="auto"/>
                  </w:tcBorders>
                </w:tcPr>
                <w:p w14:paraId="75D2C0F5" w14:textId="77777777" w:rsidR="003D565B" w:rsidRPr="00DC54C7" w:rsidRDefault="003D565B" w:rsidP="003D565B">
                  <w:pPr>
                    <w:rPr>
                      <w:rFonts w:eastAsia="SimSun"/>
                      <w:szCs w:val="22"/>
                    </w:rPr>
                  </w:pPr>
                  <w:r w:rsidRPr="00DC54C7">
                    <w:rPr>
                      <w:rFonts w:eastAsia="SimSun"/>
                      <w:szCs w:val="22"/>
                    </w:rPr>
                    <w:t>(b)</w:t>
                  </w:r>
                </w:p>
              </w:tc>
            </w:tr>
            <w:tr w:rsidR="003D565B" w:rsidRPr="00DC54C7" w14:paraId="42BF2CA0" w14:textId="77777777" w:rsidTr="00944826">
              <w:tc>
                <w:tcPr>
                  <w:tcW w:w="847" w:type="dxa"/>
                  <w:tcBorders>
                    <w:top w:val="single" w:sz="4" w:space="0" w:color="auto"/>
                  </w:tcBorders>
                </w:tcPr>
                <w:p w14:paraId="33AA2A7D" w14:textId="77777777" w:rsidR="003D565B" w:rsidRPr="00DC54C7" w:rsidRDefault="003D565B" w:rsidP="003D565B">
                  <w:pPr>
                    <w:rPr>
                      <w:rFonts w:eastAsia="SimSun"/>
                      <w:szCs w:val="22"/>
                    </w:rPr>
                  </w:pPr>
                  <w:r w:rsidRPr="00DC54C7">
                    <w:rPr>
                      <w:rFonts w:eastAsia="SimSun"/>
                      <w:szCs w:val="22"/>
                    </w:rPr>
                    <w:t>Adj.</w:t>
                  </w:r>
                </w:p>
              </w:tc>
              <w:tc>
                <w:tcPr>
                  <w:tcW w:w="850" w:type="dxa"/>
                  <w:tcBorders>
                    <w:top w:val="single" w:sz="4" w:space="0" w:color="auto"/>
                    <w:right w:val="single" w:sz="4" w:space="0" w:color="auto"/>
                  </w:tcBorders>
                </w:tcPr>
                <w:p w14:paraId="222CDBF9" w14:textId="77777777" w:rsidR="003D565B" w:rsidRPr="00DC54C7" w:rsidRDefault="003D565B" w:rsidP="00944826">
                  <w:pPr>
                    <w:jc w:val="right"/>
                    <w:rPr>
                      <w:rFonts w:eastAsia="SimSun"/>
                      <w:szCs w:val="22"/>
                    </w:rPr>
                  </w:pPr>
                  <w:r w:rsidRPr="00DC54C7">
                    <w:rPr>
                      <w:rFonts w:eastAsia="SimSun"/>
                      <w:szCs w:val="22"/>
                    </w:rPr>
                    <w:t>8,000</w:t>
                  </w:r>
                </w:p>
              </w:tc>
              <w:tc>
                <w:tcPr>
                  <w:tcW w:w="680" w:type="dxa"/>
                  <w:tcBorders>
                    <w:top w:val="single" w:sz="4" w:space="0" w:color="auto"/>
                    <w:left w:val="single" w:sz="4" w:space="0" w:color="auto"/>
                  </w:tcBorders>
                </w:tcPr>
                <w:p w14:paraId="2DFF9BC7" w14:textId="77777777" w:rsidR="003D565B" w:rsidRPr="00DC54C7" w:rsidRDefault="003D565B" w:rsidP="003D565B">
                  <w:pPr>
                    <w:rPr>
                      <w:rFonts w:eastAsia="SimSun"/>
                      <w:szCs w:val="22"/>
                    </w:rPr>
                  </w:pPr>
                </w:p>
              </w:tc>
              <w:tc>
                <w:tcPr>
                  <w:tcW w:w="681" w:type="dxa"/>
                  <w:tcBorders>
                    <w:top w:val="single" w:sz="4" w:space="0" w:color="auto"/>
                  </w:tcBorders>
                </w:tcPr>
                <w:p w14:paraId="4207DD3C" w14:textId="77777777" w:rsidR="003D565B" w:rsidRPr="00DC54C7" w:rsidRDefault="003D565B" w:rsidP="003D565B">
                  <w:pPr>
                    <w:rPr>
                      <w:rFonts w:eastAsia="SimSun"/>
                      <w:szCs w:val="22"/>
                    </w:rPr>
                  </w:pPr>
                </w:p>
              </w:tc>
            </w:tr>
          </w:tbl>
          <w:p w14:paraId="3B1FCA32" w14:textId="77777777" w:rsidR="003D565B" w:rsidRPr="00DC54C7" w:rsidRDefault="003D565B" w:rsidP="00944826">
            <w:pPr>
              <w:jc w:val="center"/>
              <w:rPr>
                <w:rFonts w:eastAsia="SimSun"/>
                <w:szCs w:val="22"/>
              </w:rPr>
            </w:pPr>
          </w:p>
          <w:p w14:paraId="4D9CB25C" w14:textId="77777777" w:rsidR="003D565B" w:rsidRPr="00DC54C7" w:rsidRDefault="003D565B" w:rsidP="00944826">
            <w:pPr>
              <w:jc w:val="center"/>
              <w:rPr>
                <w:rFonts w:eastAsia="SimSun"/>
                <w:szCs w:val="22"/>
              </w:rPr>
            </w:pPr>
            <w:r w:rsidRPr="00DC54C7">
              <w:rPr>
                <w:rFonts w:eastAsia="SimSun"/>
                <w:szCs w:val="22"/>
              </w:rPr>
              <w:t>+ Prepaid Insurance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7"/>
              <w:gridCol w:w="747"/>
              <w:gridCol w:w="711"/>
              <w:gridCol w:w="622"/>
            </w:tblGrid>
            <w:tr w:rsidR="003D565B" w:rsidRPr="00DC54C7" w14:paraId="24FC3B7A" w14:textId="77777777" w:rsidTr="00944826">
              <w:tc>
                <w:tcPr>
                  <w:tcW w:w="847" w:type="dxa"/>
                  <w:tcBorders>
                    <w:top w:val="single" w:sz="4" w:space="0" w:color="auto"/>
                  </w:tcBorders>
                </w:tcPr>
                <w:p w14:paraId="0F73573B" w14:textId="77777777" w:rsidR="003D565B" w:rsidRPr="00DC54C7" w:rsidRDefault="003D565B" w:rsidP="003D565B">
                  <w:pPr>
                    <w:rPr>
                      <w:rFonts w:eastAsia="SimSun"/>
                      <w:szCs w:val="22"/>
                    </w:rPr>
                  </w:pPr>
                  <w:r w:rsidRPr="00DC54C7">
                    <w:rPr>
                      <w:rFonts w:eastAsia="SimSun"/>
                      <w:szCs w:val="22"/>
                    </w:rPr>
                    <w:t>Unadj.</w:t>
                  </w:r>
                </w:p>
              </w:tc>
              <w:tc>
                <w:tcPr>
                  <w:tcW w:w="760" w:type="dxa"/>
                  <w:tcBorders>
                    <w:top w:val="single" w:sz="4" w:space="0" w:color="auto"/>
                    <w:right w:val="single" w:sz="4" w:space="0" w:color="auto"/>
                  </w:tcBorders>
                </w:tcPr>
                <w:p w14:paraId="56E623CF" w14:textId="77777777" w:rsidR="003D565B" w:rsidRPr="00DC54C7" w:rsidRDefault="003D565B" w:rsidP="00944826">
                  <w:pPr>
                    <w:jc w:val="right"/>
                    <w:rPr>
                      <w:rFonts w:eastAsia="SimSun"/>
                      <w:szCs w:val="22"/>
                    </w:rPr>
                  </w:pPr>
                  <w:r w:rsidRPr="00DC54C7">
                    <w:rPr>
                      <w:rFonts w:eastAsia="SimSun"/>
                      <w:szCs w:val="22"/>
                    </w:rPr>
                    <w:t>6,000</w:t>
                  </w:r>
                </w:p>
              </w:tc>
              <w:tc>
                <w:tcPr>
                  <w:tcW w:w="680" w:type="dxa"/>
                  <w:tcBorders>
                    <w:top w:val="single" w:sz="4" w:space="0" w:color="auto"/>
                    <w:left w:val="single" w:sz="4" w:space="0" w:color="auto"/>
                  </w:tcBorders>
                </w:tcPr>
                <w:p w14:paraId="55F8B0F0" w14:textId="77777777" w:rsidR="003D565B" w:rsidRPr="00DC54C7" w:rsidRDefault="003D565B" w:rsidP="003D565B">
                  <w:pPr>
                    <w:rPr>
                      <w:rFonts w:eastAsia="SimSun"/>
                      <w:szCs w:val="22"/>
                    </w:rPr>
                  </w:pPr>
                </w:p>
              </w:tc>
              <w:tc>
                <w:tcPr>
                  <w:tcW w:w="681" w:type="dxa"/>
                  <w:tcBorders>
                    <w:top w:val="single" w:sz="4" w:space="0" w:color="auto"/>
                  </w:tcBorders>
                </w:tcPr>
                <w:p w14:paraId="40A8C0E0" w14:textId="77777777" w:rsidR="003D565B" w:rsidRPr="00DC54C7" w:rsidRDefault="003D565B" w:rsidP="003D565B">
                  <w:pPr>
                    <w:rPr>
                      <w:rFonts w:eastAsia="SimSun"/>
                      <w:szCs w:val="22"/>
                    </w:rPr>
                  </w:pPr>
                </w:p>
              </w:tc>
            </w:tr>
            <w:tr w:rsidR="003D565B" w:rsidRPr="00DC54C7" w14:paraId="5C29E566" w14:textId="77777777" w:rsidTr="00944826">
              <w:tc>
                <w:tcPr>
                  <w:tcW w:w="847" w:type="dxa"/>
                  <w:tcBorders>
                    <w:bottom w:val="single" w:sz="4" w:space="0" w:color="auto"/>
                  </w:tcBorders>
                </w:tcPr>
                <w:p w14:paraId="7B827296" w14:textId="77777777" w:rsidR="003D565B" w:rsidRPr="00DC54C7" w:rsidRDefault="003D565B" w:rsidP="003D565B">
                  <w:pPr>
                    <w:rPr>
                      <w:rFonts w:eastAsia="SimSun"/>
                      <w:szCs w:val="22"/>
                    </w:rPr>
                  </w:pPr>
                </w:p>
              </w:tc>
              <w:tc>
                <w:tcPr>
                  <w:tcW w:w="760" w:type="dxa"/>
                  <w:tcBorders>
                    <w:bottom w:val="single" w:sz="4" w:space="0" w:color="auto"/>
                    <w:right w:val="single" w:sz="4" w:space="0" w:color="auto"/>
                  </w:tcBorders>
                </w:tcPr>
                <w:p w14:paraId="5672D855" w14:textId="77777777" w:rsidR="003D565B" w:rsidRPr="00DC54C7" w:rsidRDefault="003D565B" w:rsidP="00944826">
                  <w:pPr>
                    <w:jc w:val="right"/>
                    <w:rPr>
                      <w:rFonts w:eastAsia="SimSun"/>
                      <w:szCs w:val="22"/>
                    </w:rPr>
                  </w:pPr>
                </w:p>
              </w:tc>
              <w:tc>
                <w:tcPr>
                  <w:tcW w:w="680" w:type="dxa"/>
                  <w:tcBorders>
                    <w:left w:val="single" w:sz="4" w:space="0" w:color="auto"/>
                    <w:bottom w:val="single" w:sz="4" w:space="0" w:color="auto"/>
                  </w:tcBorders>
                </w:tcPr>
                <w:p w14:paraId="0EE207D4" w14:textId="77777777" w:rsidR="003D565B" w:rsidRPr="00DC54C7" w:rsidRDefault="003D565B" w:rsidP="00944826">
                  <w:pPr>
                    <w:jc w:val="right"/>
                    <w:rPr>
                      <w:rFonts w:eastAsia="SimSun"/>
                      <w:szCs w:val="22"/>
                    </w:rPr>
                  </w:pPr>
                  <w:r w:rsidRPr="00DC54C7">
                    <w:rPr>
                      <w:rFonts w:eastAsia="SimSun"/>
                      <w:szCs w:val="22"/>
                    </w:rPr>
                    <w:t>3,500</w:t>
                  </w:r>
                </w:p>
              </w:tc>
              <w:tc>
                <w:tcPr>
                  <w:tcW w:w="681" w:type="dxa"/>
                  <w:tcBorders>
                    <w:bottom w:val="single" w:sz="4" w:space="0" w:color="auto"/>
                  </w:tcBorders>
                </w:tcPr>
                <w:p w14:paraId="1053066B" w14:textId="77777777" w:rsidR="003D565B" w:rsidRPr="00DC54C7" w:rsidRDefault="003D565B" w:rsidP="003D565B">
                  <w:pPr>
                    <w:rPr>
                      <w:rFonts w:eastAsia="SimSun"/>
                      <w:szCs w:val="22"/>
                    </w:rPr>
                  </w:pPr>
                  <w:r w:rsidRPr="00DC54C7">
                    <w:rPr>
                      <w:rFonts w:eastAsia="SimSun"/>
                      <w:szCs w:val="22"/>
                    </w:rPr>
                    <w:t>(c)</w:t>
                  </w:r>
                </w:p>
              </w:tc>
            </w:tr>
            <w:tr w:rsidR="003D565B" w:rsidRPr="00DC54C7" w14:paraId="2F640593" w14:textId="77777777" w:rsidTr="00944826">
              <w:tc>
                <w:tcPr>
                  <w:tcW w:w="847" w:type="dxa"/>
                  <w:tcBorders>
                    <w:top w:val="single" w:sz="4" w:space="0" w:color="auto"/>
                  </w:tcBorders>
                </w:tcPr>
                <w:p w14:paraId="4E52728A" w14:textId="77777777" w:rsidR="003D565B" w:rsidRPr="00DC54C7" w:rsidRDefault="003D565B" w:rsidP="003D565B">
                  <w:pPr>
                    <w:rPr>
                      <w:rFonts w:eastAsia="SimSun"/>
                      <w:szCs w:val="22"/>
                    </w:rPr>
                  </w:pPr>
                  <w:r w:rsidRPr="00DC54C7">
                    <w:rPr>
                      <w:rFonts w:eastAsia="SimSun"/>
                      <w:szCs w:val="22"/>
                    </w:rPr>
                    <w:t>Adj.</w:t>
                  </w:r>
                </w:p>
              </w:tc>
              <w:tc>
                <w:tcPr>
                  <w:tcW w:w="760" w:type="dxa"/>
                  <w:tcBorders>
                    <w:top w:val="single" w:sz="4" w:space="0" w:color="auto"/>
                    <w:right w:val="single" w:sz="4" w:space="0" w:color="auto"/>
                  </w:tcBorders>
                </w:tcPr>
                <w:p w14:paraId="4C00F4F8" w14:textId="77777777" w:rsidR="003D565B" w:rsidRPr="00DC54C7" w:rsidRDefault="003D565B" w:rsidP="00944826">
                  <w:pPr>
                    <w:jc w:val="right"/>
                    <w:rPr>
                      <w:rFonts w:eastAsia="SimSun"/>
                      <w:szCs w:val="22"/>
                    </w:rPr>
                  </w:pPr>
                  <w:r w:rsidRPr="00DC54C7">
                    <w:rPr>
                      <w:rFonts w:eastAsia="SimSun"/>
                      <w:szCs w:val="22"/>
                    </w:rPr>
                    <w:t>2,500</w:t>
                  </w:r>
                </w:p>
              </w:tc>
              <w:tc>
                <w:tcPr>
                  <w:tcW w:w="680" w:type="dxa"/>
                  <w:tcBorders>
                    <w:top w:val="single" w:sz="4" w:space="0" w:color="auto"/>
                    <w:left w:val="single" w:sz="4" w:space="0" w:color="auto"/>
                  </w:tcBorders>
                </w:tcPr>
                <w:p w14:paraId="5BC2A9F4" w14:textId="77777777" w:rsidR="003D565B" w:rsidRPr="00DC54C7" w:rsidRDefault="003D565B" w:rsidP="003D565B">
                  <w:pPr>
                    <w:rPr>
                      <w:rFonts w:eastAsia="SimSun"/>
                      <w:szCs w:val="22"/>
                    </w:rPr>
                  </w:pPr>
                </w:p>
              </w:tc>
              <w:tc>
                <w:tcPr>
                  <w:tcW w:w="681" w:type="dxa"/>
                  <w:tcBorders>
                    <w:top w:val="single" w:sz="4" w:space="0" w:color="auto"/>
                  </w:tcBorders>
                </w:tcPr>
                <w:p w14:paraId="55FEEA01" w14:textId="77777777" w:rsidR="003D565B" w:rsidRPr="00DC54C7" w:rsidRDefault="003D565B" w:rsidP="003D565B">
                  <w:pPr>
                    <w:rPr>
                      <w:rFonts w:eastAsia="SimSun"/>
                      <w:szCs w:val="22"/>
                    </w:rPr>
                  </w:pPr>
                </w:p>
              </w:tc>
            </w:tr>
          </w:tbl>
          <w:p w14:paraId="2B36B0BF" w14:textId="77777777" w:rsidR="003D565B" w:rsidRPr="00DC54C7" w:rsidRDefault="003D565B" w:rsidP="00944826">
            <w:pPr>
              <w:jc w:val="center"/>
              <w:rPr>
                <w:rFonts w:eastAsia="SimSun"/>
                <w:szCs w:val="22"/>
              </w:rPr>
            </w:pPr>
          </w:p>
          <w:p w14:paraId="6C2748C8" w14:textId="77777777" w:rsidR="003D565B" w:rsidRPr="00DC54C7" w:rsidRDefault="003D565B" w:rsidP="00944826">
            <w:pPr>
              <w:jc w:val="center"/>
              <w:rPr>
                <w:rFonts w:eastAsia="SimSun"/>
                <w:szCs w:val="22"/>
              </w:rPr>
            </w:pPr>
            <w:r w:rsidRPr="00DC54C7">
              <w:rPr>
                <w:rFonts w:eastAsia="SimSun"/>
                <w:szCs w:val="22"/>
              </w:rPr>
              <w:t>+ Certificate of Deposit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58"/>
              <w:gridCol w:w="821"/>
              <w:gridCol w:w="619"/>
              <w:gridCol w:w="619"/>
            </w:tblGrid>
            <w:tr w:rsidR="003D565B" w:rsidRPr="00DC54C7" w14:paraId="3CE01D6A" w14:textId="77777777" w:rsidTr="00944826">
              <w:tc>
                <w:tcPr>
                  <w:tcW w:w="863" w:type="dxa"/>
                  <w:tcBorders>
                    <w:top w:val="single" w:sz="4" w:space="0" w:color="auto"/>
                  </w:tcBorders>
                </w:tcPr>
                <w:p w14:paraId="3A1FFFBE" w14:textId="77777777" w:rsidR="003D565B" w:rsidRPr="00DC54C7" w:rsidRDefault="003D565B" w:rsidP="003D565B">
                  <w:pPr>
                    <w:rPr>
                      <w:rFonts w:eastAsia="SimSun"/>
                      <w:szCs w:val="22"/>
                    </w:rPr>
                  </w:pPr>
                  <w:r w:rsidRPr="00DC54C7">
                    <w:rPr>
                      <w:rFonts w:eastAsia="SimSun"/>
                      <w:szCs w:val="22"/>
                    </w:rPr>
                    <w:t>Unadj.</w:t>
                  </w:r>
                </w:p>
              </w:tc>
              <w:tc>
                <w:tcPr>
                  <w:tcW w:w="793" w:type="dxa"/>
                  <w:tcBorders>
                    <w:top w:val="single" w:sz="4" w:space="0" w:color="auto"/>
                    <w:right w:val="single" w:sz="4" w:space="0" w:color="auto"/>
                  </w:tcBorders>
                </w:tcPr>
                <w:p w14:paraId="78A2E2D4" w14:textId="77777777" w:rsidR="003D565B" w:rsidRPr="00DC54C7" w:rsidRDefault="003D565B" w:rsidP="00944826">
                  <w:pPr>
                    <w:jc w:val="right"/>
                    <w:rPr>
                      <w:rFonts w:eastAsia="SimSun"/>
                      <w:szCs w:val="22"/>
                    </w:rPr>
                  </w:pPr>
                  <w:r w:rsidRPr="00DC54C7">
                    <w:rPr>
                      <w:rFonts w:eastAsia="SimSun"/>
                      <w:szCs w:val="22"/>
                    </w:rPr>
                    <w:t>20,000</w:t>
                  </w:r>
                </w:p>
              </w:tc>
              <w:tc>
                <w:tcPr>
                  <w:tcW w:w="662" w:type="dxa"/>
                  <w:tcBorders>
                    <w:top w:val="single" w:sz="4" w:space="0" w:color="auto"/>
                    <w:left w:val="single" w:sz="4" w:space="0" w:color="auto"/>
                  </w:tcBorders>
                </w:tcPr>
                <w:p w14:paraId="1BE4D1CF" w14:textId="77777777" w:rsidR="003D565B" w:rsidRPr="00DC54C7" w:rsidRDefault="003D565B" w:rsidP="003D565B">
                  <w:pPr>
                    <w:rPr>
                      <w:rFonts w:eastAsia="SimSun"/>
                      <w:szCs w:val="22"/>
                    </w:rPr>
                  </w:pPr>
                </w:p>
              </w:tc>
              <w:tc>
                <w:tcPr>
                  <w:tcW w:w="662" w:type="dxa"/>
                  <w:tcBorders>
                    <w:top w:val="single" w:sz="4" w:space="0" w:color="auto"/>
                  </w:tcBorders>
                </w:tcPr>
                <w:p w14:paraId="3451B02A" w14:textId="77777777" w:rsidR="003D565B" w:rsidRPr="00DC54C7" w:rsidRDefault="003D565B" w:rsidP="003D565B">
                  <w:pPr>
                    <w:rPr>
                      <w:rFonts w:eastAsia="SimSun"/>
                      <w:szCs w:val="22"/>
                    </w:rPr>
                  </w:pPr>
                </w:p>
              </w:tc>
            </w:tr>
            <w:tr w:rsidR="003D565B" w:rsidRPr="00DC54C7" w14:paraId="5CA2DBC3" w14:textId="77777777" w:rsidTr="00944826">
              <w:tc>
                <w:tcPr>
                  <w:tcW w:w="863" w:type="dxa"/>
                </w:tcPr>
                <w:p w14:paraId="7CD54365" w14:textId="77777777" w:rsidR="003D565B" w:rsidRPr="00DC54C7" w:rsidRDefault="003D565B" w:rsidP="003D565B">
                  <w:pPr>
                    <w:rPr>
                      <w:rFonts w:eastAsia="SimSun"/>
                      <w:szCs w:val="22"/>
                    </w:rPr>
                  </w:pPr>
                </w:p>
              </w:tc>
              <w:tc>
                <w:tcPr>
                  <w:tcW w:w="793" w:type="dxa"/>
                  <w:tcBorders>
                    <w:right w:val="single" w:sz="4" w:space="0" w:color="auto"/>
                  </w:tcBorders>
                </w:tcPr>
                <w:p w14:paraId="1C877C5E" w14:textId="77777777" w:rsidR="003D565B" w:rsidRPr="00DC54C7" w:rsidRDefault="003D565B" w:rsidP="00944826">
                  <w:pPr>
                    <w:jc w:val="right"/>
                    <w:rPr>
                      <w:rFonts w:eastAsia="SimSun"/>
                      <w:szCs w:val="22"/>
                    </w:rPr>
                  </w:pPr>
                </w:p>
              </w:tc>
              <w:tc>
                <w:tcPr>
                  <w:tcW w:w="662" w:type="dxa"/>
                  <w:tcBorders>
                    <w:left w:val="single" w:sz="4" w:space="0" w:color="auto"/>
                  </w:tcBorders>
                </w:tcPr>
                <w:p w14:paraId="14BAF399" w14:textId="77777777" w:rsidR="003D565B" w:rsidRPr="00DC54C7" w:rsidRDefault="003D565B" w:rsidP="003D565B">
                  <w:pPr>
                    <w:rPr>
                      <w:rFonts w:eastAsia="SimSun"/>
                      <w:szCs w:val="22"/>
                    </w:rPr>
                  </w:pPr>
                </w:p>
              </w:tc>
              <w:tc>
                <w:tcPr>
                  <w:tcW w:w="662" w:type="dxa"/>
                </w:tcPr>
                <w:p w14:paraId="631FF911" w14:textId="77777777" w:rsidR="003D565B" w:rsidRPr="00DC54C7" w:rsidRDefault="003D565B" w:rsidP="003D565B">
                  <w:pPr>
                    <w:rPr>
                      <w:rFonts w:eastAsia="SimSun"/>
                      <w:szCs w:val="22"/>
                    </w:rPr>
                  </w:pPr>
                </w:p>
              </w:tc>
            </w:tr>
            <w:tr w:rsidR="003D565B" w:rsidRPr="00DC54C7" w14:paraId="5BF4AEA9" w14:textId="77777777" w:rsidTr="00944826">
              <w:tc>
                <w:tcPr>
                  <w:tcW w:w="863" w:type="dxa"/>
                  <w:tcBorders>
                    <w:top w:val="single" w:sz="4" w:space="0" w:color="auto"/>
                  </w:tcBorders>
                </w:tcPr>
                <w:p w14:paraId="6ED5B8D4" w14:textId="77777777" w:rsidR="003D565B" w:rsidRPr="00DC54C7" w:rsidRDefault="003D565B" w:rsidP="003D565B">
                  <w:pPr>
                    <w:rPr>
                      <w:rFonts w:eastAsia="SimSun"/>
                      <w:szCs w:val="22"/>
                    </w:rPr>
                  </w:pPr>
                  <w:r w:rsidRPr="00DC54C7">
                    <w:rPr>
                      <w:rFonts w:eastAsia="SimSun"/>
                      <w:szCs w:val="22"/>
                    </w:rPr>
                    <w:t>Adj.</w:t>
                  </w:r>
                </w:p>
              </w:tc>
              <w:tc>
                <w:tcPr>
                  <w:tcW w:w="793" w:type="dxa"/>
                  <w:tcBorders>
                    <w:top w:val="single" w:sz="4" w:space="0" w:color="auto"/>
                    <w:right w:val="single" w:sz="4" w:space="0" w:color="auto"/>
                  </w:tcBorders>
                </w:tcPr>
                <w:p w14:paraId="182099ED" w14:textId="77777777" w:rsidR="003D565B" w:rsidRPr="00DC54C7" w:rsidRDefault="003D565B" w:rsidP="003D565B">
                  <w:pPr>
                    <w:rPr>
                      <w:rFonts w:eastAsia="SimSun"/>
                      <w:szCs w:val="22"/>
                    </w:rPr>
                  </w:pPr>
                  <w:r w:rsidRPr="00DC54C7">
                    <w:rPr>
                      <w:rFonts w:eastAsia="SimSun"/>
                      <w:szCs w:val="22"/>
                    </w:rPr>
                    <w:t>20,000</w:t>
                  </w:r>
                </w:p>
              </w:tc>
              <w:tc>
                <w:tcPr>
                  <w:tcW w:w="662" w:type="dxa"/>
                  <w:tcBorders>
                    <w:top w:val="single" w:sz="4" w:space="0" w:color="auto"/>
                    <w:left w:val="single" w:sz="4" w:space="0" w:color="auto"/>
                  </w:tcBorders>
                </w:tcPr>
                <w:p w14:paraId="35BDC4C8" w14:textId="77777777" w:rsidR="003D565B" w:rsidRPr="00DC54C7" w:rsidRDefault="003D565B" w:rsidP="003D565B">
                  <w:pPr>
                    <w:rPr>
                      <w:rFonts w:eastAsia="SimSun"/>
                      <w:szCs w:val="22"/>
                    </w:rPr>
                  </w:pPr>
                </w:p>
              </w:tc>
              <w:tc>
                <w:tcPr>
                  <w:tcW w:w="662" w:type="dxa"/>
                  <w:tcBorders>
                    <w:top w:val="single" w:sz="4" w:space="0" w:color="auto"/>
                  </w:tcBorders>
                </w:tcPr>
                <w:p w14:paraId="4C330286" w14:textId="77777777" w:rsidR="003D565B" w:rsidRPr="00DC54C7" w:rsidRDefault="003D565B" w:rsidP="003D565B">
                  <w:pPr>
                    <w:rPr>
                      <w:rFonts w:eastAsia="SimSun"/>
                      <w:szCs w:val="22"/>
                    </w:rPr>
                  </w:pPr>
                </w:p>
              </w:tc>
            </w:tr>
          </w:tbl>
          <w:p w14:paraId="54DD7D62" w14:textId="77777777" w:rsidR="003D565B" w:rsidRPr="00DC54C7" w:rsidRDefault="003D565B" w:rsidP="00944826">
            <w:pPr>
              <w:jc w:val="center"/>
              <w:rPr>
                <w:rFonts w:eastAsia="SimSun"/>
                <w:szCs w:val="22"/>
              </w:rPr>
            </w:pPr>
          </w:p>
          <w:p w14:paraId="501FF955" w14:textId="77777777" w:rsidR="003D565B" w:rsidRPr="00DC54C7" w:rsidRDefault="003D565B" w:rsidP="00944826">
            <w:pPr>
              <w:jc w:val="center"/>
              <w:rPr>
                <w:rFonts w:eastAsia="SimSun"/>
                <w:szCs w:val="22"/>
              </w:rPr>
            </w:pPr>
            <w:r w:rsidRPr="00DC54C7">
              <w:rPr>
                <w:rFonts w:eastAsia="SimSun"/>
                <w:szCs w:val="22"/>
              </w:rPr>
              <w:t>+ Interest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4"/>
              <w:gridCol w:w="758"/>
              <w:gridCol w:w="657"/>
              <w:gridCol w:w="658"/>
            </w:tblGrid>
            <w:tr w:rsidR="003D565B" w:rsidRPr="00DC54C7" w14:paraId="6DCED8E6" w14:textId="77777777" w:rsidTr="00944826">
              <w:tc>
                <w:tcPr>
                  <w:tcW w:w="847" w:type="dxa"/>
                  <w:tcBorders>
                    <w:top w:val="single" w:sz="4" w:space="0" w:color="auto"/>
                  </w:tcBorders>
                </w:tcPr>
                <w:p w14:paraId="75AD1ED2" w14:textId="77777777" w:rsidR="003D565B" w:rsidRPr="00DC54C7" w:rsidRDefault="003D565B" w:rsidP="003D565B">
                  <w:pPr>
                    <w:rPr>
                      <w:rFonts w:eastAsia="SimSun"/>
                      <w:szCs w:val="22"/>
                    </w:rPr>
                  </w:pPr>
                  <w:r w:rsidRPr="00DC54C7">
                    <w:rPr>
                      <w:rFonts w:eastAsia="SimSun"/>
                      <w:szCs w:val="22"/>
                    </w:rPr>
                    <w:t>Unadj.</w:t>
                  </w:r>
                </w:p>
              </w:tc>
              <w:tc>
                <w:tcPr>
                  <w:tcW w:w="760" w:type="dxa"/>
                  <w:tcBorders>
                    <w:top w:val="single" w:sz="4" w:space="0" w:color="auto"/>
                    <w:right w:val="single" w:sz="4" w:space="0" w:color="auto"/>
                  </w:tcBorders>
                </w:tcPr>
                <w:p w14:paraId="0D84628A" w14:textId="77777777" w:rsidR="003D565B" w:rsidRPr="00DC54C7" w:rsidRDefault="003D565B" w:rsidP="00944826">
                  <w:pPr>
                    <w:jc w:val="right"/>
                    <w:rPr>
                      <w:rFonts w:eastAsia="SimSun"/>
                      <w:szCs w:val="22"/>
                    </w:rPr>
                  </w:pPr>
                  <w:r w:rsidRPr="00DC54C7">
                    <w:rPr>
                      <w:rFonts w:eastAsia="SimSun"/>
                      <w:szCs w:val="22"/>
                    </w:rPr>
                    <w:t>0</w:t>
                  </w:r>
                </w:p>
              </w:tc>
              <w:tc>
                <w:tcPr>
                  <w:tcW w:w="680" w:type="dxa"/>
                  <w:tcBorders>
                    <w:top w:val="single" w:sz="4" w:space="0" w:color="auto"/>
                    <w:left w:val="single" w:sz="4" w:space="0" w:color="auto"/>
                  </w:tcBorders>
                </w:tcPr>
                <w:p w14:paraId="2AC5128A" w14:textId="77777777" w:rsidR="003D565B" w:rsidRPr="00DC54C7" w:rsidRDefault="003D565B" w:rsidP="003D565B">
                  <w:pPr>
                    <w:rPr>
                      <w:rFonts w:eastAsia="SimSun"/>
                      <w:szCs w:val="22"/>
                    </w:rPr>
                  </w:pPr>
                </w:p>
              </w:tc>
              <w:tc>
                <w:tcPr>
                  <w:tcW w:w="681" w:type="dxa"/>
                  <w:tcBorders>
                    <w:top w:val="single" w:sz="4" w:space="0" w:color="auto"/>
                  </w:tcBorders>
                </w:tcPr>
                <w:p w14:paraId="6564F9C5" w14:textId="77777777" w:rsidR="003D565B" w:rsidRPr="00DC54C7" w:rsidRDefault="003D565B" w:rsidP="003D565B">
                  <w:pPr>
                    <w:rPr>
                      <w:rFonts w:eastAsia="SimSun"/>
                      <w:szCs w:val="22"/>
                    </w:rPr>
                  </w:pPr>
                </w:p>
              </w:tc>
            </w:tr>
            <w:tr w:rsidR="003D565B" w:rsidRPr="00DC54C7" w14:paraId="2F134814" w14:textId="77777777" w:rsidTr="00944826">
              <w:tc>
                <w:tcPr>
                  <w:tcW w:w="847" w:type="dxa"/>
                  <w:tcBorders>
                    <w:bottom w:val="single" w:sz="4" w:space="0" w:color="auto"/>
                  </w:tcBorders>
                </w:tcPr>
                <w:p w14:paraId="3363E3B2" w14:textId="77777777" w:rsidR="003D565B" w:rsidRPr="00DC54C7" w:rsidRDefault="003D565B" w:rsidP="003D565B">
                  <w:pPr>
                    <w:rPr>
                      <w:rFonts w:eastAsia="SimSun"/>
                      <w:szCs w:val="22"/>
                    </w:rPr>
                  </w:pPr>
                  <w:r w:rsidRPr="00DC54C7">
                    <w:rPr>
                      <w:rFonts w:eastAsia="SimSun"/>
                      <w:szCs w:val="22"/>
                    </w:rPr>
                    <w:t>(f)</w:t>
                  </w:r>
                </w:p>
              </w:tc>
              <w:tc>
                <w:tcPr>
                  <w:tcW w:w="760" w:type="dxa"/>
                  <w:tcBorders>
                    <w:bottom w:val="single" w:sz="4" w:space="0" w:color="auto"/>
                    <w:right w:val="single" w:sz="4" w:space="0" w:color="auto"/>
                  </w:tcBorders>
                </w:tcPr>
                <w:p w14:paraId="1A22EC1F" w14:textId="77777777" w:rsidR="003D565B" w:rsidRPr="00DC54C7" w:rsidRDefault="003D565B" w:rsidP="00944826">
                  <w:pPr>
                    <w:jc w:val="right"/>
                    <w:rPr>
                      <w:rFonts w:eastAsia="SimSun"/>
                      <w:szCs w:val="22"/>
                    </w:rPr>
                  </w:pPr>
                  <w:r w:rsidRPr="00DC54C7">
                    <w:rPr>
                      <w:rFonts w:eastAsia="SimSun"/>
                      <w:szCs w:val="22"/>
                    </w:rPr>
                    <w:t>1,200</w:t>
                  </w:r>
                </w:p>
              </w:tc>
              <w:tc>
                <w:tcPr>
                  <w:tcW w:w="680" w:type="dxa"/>
                  <w:tcBorders>
                    <w:left w:val="single" w:sz="4" w:space="0" w:color="auto"/>
                    <w:bottom w:val="single" w:sz="4" w:space="0" w:color="auto"/>
                  </w:tcBorders>
                </w:tcPr>
                <w:p w14:paraId="48C92D8A" w14:textId="77777777" w:rsidR="003D565B" w:rsidRPr="00DC54C7" w:rsidRDefault="003D565B" w:rsidP="003D565B">
                  <w:pPr>
                    <w:rPr>
                      <w:rFonts w:eastAsia="SimSun"/>
                      <w:szCs w:val="22"/>
                    </w:rPr>
                  </w:pPr>
                </w:p>
              </w:tc>
              <w:tc>
                <w:tcPr>
                  <w:tcW w:w="681" w:type="dxa"/>
                  <w:tcBorders>
                    <w:bottom w:val="single" w:sz="4" w:space="0" w:color="auto"/>
                  </w:tcBorders>
                </w:tcPr>
                <w:p w14:paraId="68E4DD86" w14:textId="77777777" w:rsidR="003D565B" w:rsidRPr="00DC54C7" w:rsidRDefault="003D565B" w:rsidP="003D565B">
                  <w:pPr>
                    <w:rPr>
                      <w:rFonts w:eastAsia="SimSun"/>
                      <w:szCs w:val="22"/>
                    </w:rPr>
                  </w:pPr>
                </w:p>
              </w:tc>
            </w:tr>
            <w:tr w:rsidR="003D565B" w:rsidRPr="00DC54C7" w14:paraId="1099C976" w14:textId="77777777" w:rsidTr="00944826">
              <w:tc>
                <w:tcPr>
                  <w:tcW w:w="847" w:type="dxa"/>
                  <w:tcBorders>
                    <w:top w:val="single" w:sz="4" w:space="0" w:color="auto"/>
                  </w:tcBorders>
                </w:tcPr>
                <w:p w14:paraId="11C0FE69" w14:textId="77777777" w:rsidR="003D565B" w:rsidRPr="00DC54C7" w:rsidRDefault="003D565B" w:rsidP="003D565B">
                  <w:pPr>
                    <w:rPr>
                      <w:rFonts w:eastAsia="SimSun"/>
                      <w:szCs w:val="22"/>
                    </w:rPr>
                  </w:pPr>
                  <w:r w:rsidRPr="00DC54C7">
                    <w:rPr>
                      <w:rFonts w:eastAsia="SimSun"/>
                      <w:szCs w:val="22"/>
                    </w:rPr>
                    <w:t>Adj.</w:t>
                  </w:r>
                </w:p>
              </w:tc>
              <w:tc>
                <w:tcPr>
                  <w:tcW w:w="760" w:type="dxa"/>
                  <w:tcBorders>
                    <w:top w:val="single" w:sz="4" w:space="0" w:color="auto"/>
                    <w:right w:val="single" w:sz="4" w:space="0" w:color="auto"/>
                  </w:tcBorders>
                </w:tcPr>
                <w:p w14:paraId="33ECBF23" w14:textId="77777777" w:rsidR="003D565B" w:rsidRPr="00DC54C7" w:rsidRDefault="003D565B" w:rsidP="00944826">
                  <w:pPr>
                    <w:jc w:val="right"/>
                    <w:rPr>
                      <w:rFonts w:eastAsia="SimSun"/>
                      <w:szCs w:val="22"/>
                    </w:rPr>
                  </w:pPr>
                  <w:r w:rsidRPr="00DC54C7">
                    <w:rPr>
                      <w:rFonts w:eastAsia="SimSun"/>
                      <w:szCs w:val="22"/>
                    </w:rPr>
                    <w:t>1,200</w:t>
                  </w:r>
                </w:p>
              </w:tc>
              <w:tc>
                <w:tcPr>
                  <w:tcW w:w="680" w:type="dxa"/>
                  <w:tcBorders>
                    <w:top w:val="single" w:sz="4" w:space="0" w:color="auto"/>
                    <w:left w:val="single" w:sz="4" w:space="0" w:color="auto"/>
                  </w:tcBorders>
                </w:tcPr>
                <w:p w14:paraId="1C6D7603" w14:textId="77777777" w:rsidR="003D565B" w:rsidRPr="00DC54C7" w:rsidRDefault="003D565B" w:rsidP="003D565B">
                  <w:pPr>
                    <w:rPr>
                      <w:rFonts w:eastAsia="SimSun"/>
                      <w:szCs w:val="22"/>
                    </w:rPr>
                  </w:pPr>
                </w:p>
              </w:tc>
              <w:tc>
                <w:tcPr>
                  <w:tcW w:w="681" w:type="dxa"/>
                  <w:tcBorders>
                    <w:top w:val="single" w:sz="4" w:space="0" w:color="auto"/>
                  </w:tcBorders>
                </w:tcPr>
                <w:p w14:paraId="2E5511D4" w14:textId="77777777" w:rsidR="003D565B" w:rsidRPr="00DC54C7" w:rsidRDefault="003D565B" w:rsidP="003D565B">
                  <w:pPr>
                    <w:rPr>
                      <w:rFonts w:eastAsia="SimSun"/>
                      <w:szCs w:val="22"/>
                    </w:rPr>
                  </w:pPr>
                </w:p>
              </w:tc>
            </w:tr>
          </w:tbl>
          <w:p w14:paraId="76D2665E" w14:textId="77777777" w:rsidR="003D565B" w:rsidRPr="00DC54C7" w:rsidRDefault="003D565B" w:rsidP="00944826">
            <w:pPr>
              <w:jc w:val="center"/>
              <w:rPr>
                <w:rFonts w:eastAsia="SimSun"/>
                <w:szCs w:val="22"/>
              </w:rPr>
            </w:pPr>
          </w:p>
          <w:p w14:paraId="00AE0E53" w14:textId="77777777" w:rsidR="003D565B" w:rsidRPr="00DC54C7" w:rsidRDefault="003D565B" w:rsidP="00944826">
            <w:pPr>
              <w:jc w:val="center"/>
              <w:rPr>
                <w:rFonts w:eastAsia="SimSun"/>
                <w:szCs w:val="22"/>
              </w:rPr>
            </w:pPr>
            <w:r w:rsidRPr="00DC54C7">
              <w:rPr>
                <w:rFonts w:eastAsia="SimSun"/>
                <w:szCs w:val="22"/>
              </w:rPr>
              <w:t>+ Property, Plant &amp;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58"/>
              <w:gridCol w:w="821"/>
              <w:gridCol w:w="619"/>
              <w:gridCol w:w="619"/>
            </w:tblGrid>
            <w:tr w:rsidR="003D565B" w:rsidRPr="00DC54C7" w14:paraId="70DA3361" w14:textId="77777777" w:rsidTr="00944826">
              <w:tc>
                <w:tcPr>
                  <w:tcW w:w="863" w:type="dxa"/>
                  <w:tcBorders>
                    <w:top w:val="single" w:sz="4" w:space="0" w:color="auto"/>
                  </w:tcBorders>
                </w:tcPr>
                <w:p w14:paraId="30684877" w14:textId="77777777" w:rsidR="003D565B" w:rsidRPr="00DC54C7" w:rsidRDefault="003D565B" w:rsidP="003D565B">
                  <w:pPr>
                    <w:rPr>
                      <w:rFonts w:eastAsia="SimSun"/>
                      <w:szCs w:val="22"/>
                    </w:rPr>
                  </w:pPr>
                  <w:r w:rsidRPr="00DC54C7">
                    <w:rPr>
                      <w:rFonts w:eastAsia="SimSun"/>
                      <w:szCs w:val="22"/>
                    </w:rPr>
                    <w:t>Unadj.</w:t>
                  </w:r>
                </w:p>
              </w:tc>
              <w:tc>
                <w:tcPr>
                  <w:tcW w:w="793" w:type="dxa"/>
                  <w:tcBorders>
                    <w:top w:val="single" w:sz="4" w:space="0" w:color="auto"/>
                    <w:right w:val="single" w:sz="4" w:space="0" w:color="auto"/>
                  </w:tcBorders>
                </w:tcPr>
                <w:p w14:paraId="2BB0CD8E" w14:textId="77777777" w:rsidR="003D565B" w:rsidRPr="00DC54C7" w:rsidRDefault="003D565B" w:rsidP="00944826">
                  <w:pPr>
                    <w:jc w:val="right"/>
                    <w:rPr>
                      <w:rFonts w:eastAsia="SimSun"/>
                      <w:szCs w:val="22"/>
                    </w:rPr>
                  </w:pPr>
                  <w:r w:rsidRPr="00DC54C7">
                    <w:rPr>
                      <w:rFonts w:eastAsia="SimSun"/>
                      <w:szCs w:val="22"/>
                    </w:rPr>
                    <w:t>40,000</w:t>
                  </w:r>
                </w:p>
              </w:tc>
              <w:tc>
                <w:tcPr>
                  <w:tcW w:w="662" w:type="dxa"/>
                  <w:tcBorders>
                    <w:top w:val="single" w:sz="4" w:space="0" w:color="auto"/>
                    <w:left w:val="single" w:sz="4" w:space="0" w:color="auto"/>
                  </w:tcBorders>
                </w:tcPr>
                <w:p w14:paraId="38CA9B23" w14:textId="77777777" w:rsidR="003D565B" w:rsidRPr="00DC54C7" w:rsidRDefault="003D565B" w:rsidP="003D565B">
                  <w:pPr>
                    <w:rPr>
                      <w:rFonts w:eastAsia="SimSun"/>
                      <w:szCs w:val="22"/>
                    </w:rPr>
                  </w:pPr>
                </w:p>
              </w:tc>
              <w:tc>
                <w:tcPr>
                  <w:tcW w:w="662" w:type="dxa"/>
                  <w:tcBorders>
                    <w:top w:val="single" w:sz="4" w:space="0" w:color="auto"/>
                  </w:tcBorders>
                </w:tcPr>
                <w:p w14:paraId="4FAE680A" w14:textId="77777777" w:rsidR="003D565B" w:rsidRPr="00DC54C7" w:rsidRDefault="003D565B" w:rsidP="003D565B">
                  <w:pPr>
                    <w:rPr>
                      <w:rFonts w:eastAsia="SimSun"/>
                      <w:szCs w:val="22"/>
                    </w:rPr>
                  </w:pPr>
                </w:p>
              </w:tc>
            </w:tr>
            <w:tr w:rsidR="003D565B" w:rsidRPr="00DC54C7" w14:paraId="0A2AFEC3" w14:textId="77777777" w:rsidTr="00944826">
              <w:tc>
                <w:tcPr>
                  <w:tcW w:w="863" w:type="dxa"/>
                </w:tcPr>
                <w:p w14:paraId="7DF1F1B7" w14:textId="77777777" w:rsidR="003D565B" w:rsidRPr="00DC54C7" w:rsidRDefault="003D565B" w:rsidP="003D565B">
                  <w:pPr>
                    <w:rPr>
                      <w:rFonts w:eastAsia="SimSun"/>
                      <w:szCs w:val="22"/>
                    </w:rPr>
                  </w:pPr>
                </w:p>
              </w:tc>
              <w:tc>
                <w:tcPr>
                  <w:tcW w:w="793" w:type="dxa"/>
                  <w:tcBorders>
                    <w:right w:val="single" w:sz="4" w:space="0" w:color="auto"/>
                  </w:tcBorders>
                </w:tcPr>
                <w:p w14:paraId="45D305D2" w14:textId="77777777" w:rsidR="003D565B" w:rsidRPr="00DC54C7" w:rsidRDefault="003D565B" w:rsidP="00944826">
                  <w:pPr>
                    <w:jc w:val="right"/>
                    <w:rPr>
                      <w:rFonts w:eastAsia="SimSun"/>
                      <w:szCs w:val="22"/>
                    </w:rPr>
                  </w:pPr>
                </w:p>
              </w:tc>
              <w:tc>
                <w:tcPr>
                  <w:tcW w:w="662" w:type="dxa"/>
                  <w:tcBorders>
                    <w:left w:val="single" w:sz="4" w:space="0" w:color="auto"/>
                  </w:tcBorders>
                </w:tcPr>
                <w:p w14:paraId="4B932B5F" w14:textId="77777777" w:rsidR="003D565B" w:rsidRPr="00DC54C7" w:rsidRDefault="003D565B" w:rsidP="003D565B">
                  <w:pPr>
                    <w:rPr>
                      <w:rFonts w:eastAsia="SimSun"/>
                      <w:szCs w:val="22"/>
                    </w:rPr>
                  </w:pPr>
                </w:p>
              </w:tc>
              <w:tc>
                <w:tcPr>
                  <w:tcW w:w="662" w:type="dxa"/>
                </w:tcPr>
                <w:p w14:paraId="67F3AC6F" w14:textId="77777777" w:rsidR="003D565B" w:rsidRPr="00DC54C7" w:rsidRDefault="003D565B" w:rsidP="003D565B">
                  <w:pPr>
                    <w:rPr>
                      <w:rFonts w:eastAsia="SimSun"/>
                      <w:szCs w:val="22"/>
                    </w:rPr>
                  </w:pPr>
                </w:p>
              </w:tc>
            </w:tr>
            <w:tr w:rsidR="003D565B" w:rsidRPr="00DC54C7" w14:paraId="0F158BA8" w14:textId="77777777" w:rsidTr="00944826">
              <w:tc>
                <w:tcPr>
                  <w:tcW w:w="863" w:type="dxa"/>
                  <w:tcBorders>
                    <w:top w:val="single" w:sz="4" w:space="0" w:color="auto"/>
                    <w:bottom w:val="single" w:sz="4" w:space="0" w:color="auto"/>
                  </w:tcBorders>
                </w:tcPr>
                <w:p w14:paraId="2E7C298D" w14:textId="77777777" w:rsidR="003D565B" w:rsidRPr="00DC54C7" w:rsidRDefault="003D565B" w:rsidP="003D565B">
                  <w:pPr>
                    <w:rPr>
                      <w:rFonts w:eastAsia="SimSun"/>
                      <w:szCs w:val="22"/>
                    </w:rPr>
                  </w:pPr>
                  <w:r w:rsidRPr="00DC54C7">
                    <w:rPr>
                      <w:rFonts w:eastAsia="SimSun"/>
                      <w:szCs w:val="22"/>
                    </w:rPr>
                    <w:t>Adj.</w:t>
                  </w:r>
                </w:p>
              </w:tc>
              <w:tc>
                <w:tcPr>
                  <w:tcW w:w="793" w:type="dxa"/>
                  <w:tcBorders>
                    <w:top w:val="single" w:sz="4" w:space="0" w:color="auto"/>
                    <w:bottom w:val="single" w:sz="4" w:space="0" w:color="auto"/>
                    <w:right w:val="single" w:sz="4" w:space="0" w:color="auto"/>
                  </w:tcBorders>
                </w:tcPr>
                <w:p w14:paraId="6C52CE3A" w14:textId="77777777" w:rsidR="003D565B" w:rsidRPr="00DC54C7" w:rsidRDefault="003D565B" w:rsidP="003D565B">
                  <w:pPr>
                    <w:rPr>
                      <w:rFonts w:eastAsia="SimSun"/>
                      <w:szCs w:val="22"/>
                    </w:rPr>
                  </w:pPr>
                  <w:r w:rsidRPr="00DC54C7">
                    <w:rPr>
                      <w:rFonts w:eastAsia="SimSun"/>
                      <w:szCs w:val="22"/>
                    </w:rPr>
                    <w:t>40,000</w:t>
                  </w:r>
                </w:p>
              </w:tc>
              <w:tc>
                <w:tcPr>
                  <w:tcW w:w="662" w:type="dxa"/>
                  <w:tcBorders>
                    <w:top w:val="single" w:sz="4" w:space="0" w:color="auto"/>
                    <w:left w:val="single" w:sz="4" w:space="0" w:color="auto"/>
                    <w:bottom w:val="single" w:sz="4" w:space="0" w:color="auto"/>
                  </w:tcBorders>
                </w:tcPr>
                <w:p w14:paraId="3FBE7644" w14:textId="77777777" w:rsidR="003D565B" w:rsidRPr="00DC54C7" w:rsidRDefault="003D565B" w:rsidP="003D565B">
                  <w:pPr>
                    <w:rPr>
                      <w:rFonts w:eastAsia="SimSun"/>
                      <w:szCs w:val="22"/>
                    </w:rPr>
                  </w:pPr>
                </w:p>
              </w:tc>
              <w:tc>
                <w:tcPr>
                  <w:tcW w:w="662" w:type="dxa"/>
                  <w:tcBorders>
                    <w:top w:val="single" w:sz="4" w:space="0" w:color="auto"/>
                    <w:bottom w:val="single" w:sz="4" w:space="0" w:color="auto"/>
                  </w:tcBorders>
                </w:tcPr>
                <w:p w14:paraId="08CBD776" w14:textId="77777777" w:rsidR="003D565B" w:rsidRPr="00DC54C7" w:rsidRDefault="003D565B" w:rsidP="003D565B">
                  <w:pPr>
                    <w:rPr>
                      <w:rFonts w:eastAsia="SimSun"/>
                      <w:szCs w:val="22"/>
                    </w:rPr>
                  </w:pPr>
                </w:p>
              </w:tc>
            </w:tr>
          </w:tbl>
          <w:p w14:paraId="489B71F0" w14:textId="77777777" w:rsidR="003D565B" w:rsidRPr="00DC54C7" w:rsidRDefault="003D565B" w:rsidP="00944826">
            <w:pPr>
              <w:tabs>
                <w:tab w:val="left" w:pos="944"/>
                <w:tab w:val="left" w:pos="1826"/>
                <w:tab w:val="left" w:pos="2223"/>
              </w:tabs>
              <w:rPr>
                <w:rFonts w:eastAsia="SimSun"/>
                <w:szCs w:val="22"/>
              </w:rPr>
            </w:pPr>
          </w:p>
          <w:p w14:paraId="0E6EF016"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Accumulated</w:t>
            </w:r>
            <w:r w:rsidR="00F01DA3" w:rsidRPr="00DC54C7">
              <w:rPr>
                <w:rFonts w:eastAsia="SimSun"/>
                <w:szCs w:val="22"/>
              </w:rPr>
              <w:t xml:space="preserve"> Depr</w:t>
            </w:r>
            <w:r w:rsidR="00F01DA3">
              <w:rPr>
                <w:rFonts w:eastAsia="SimSun"/>
                <w:szCs w:val="22"/>
              </w:rPr>
              <w:t>eciation</w:t>
            </w:r>
            <w:r w:rsidR="003D565B" w:rsidRPr="00DC54C7">
              <w:rPr>
                <w:rFonts w:eastAsia="SimSun"/>
                <w:szCs w:val="22"/>
              </w:rPr>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26"/>
              <w:gridCol w:w="671"/>
              <w:gridCol w:w="711"/>
              <w:gridCol w:w="809"/>
            </w:tblGrid>
            <w:tr w:rsidR="003D565B" w:rsidRPr="00DC54C7" w14:paraId="7D13A1EF" w14:textId="77777777" w:rsidTr="00944826">
              <w:tc>
                <w:tcPr>
                  <w:tcW w:w="863" w:type="dxa"/>
                  <w:tcBorders>
                    <w:top w:val="single" w:sz="4" w:space="0" w:color="auto"/>
                  </w:tcBorders>
                </w:tcPr>
                <w:p w14:paraId="50FD450C" w14:textId="77777777" w:rsidR="003D565B" w:rsidRPr="00DC54C7" w:rsidRDefault="003D565B" w:rsidP="003D565B">
                  <w:pPr>
                    <w:rPr>
                      <w:rFonts w:eastAsia="SimSun"/>
                      <w:szCs w:val="22"/>
                    </w:rPr>
                  </w:pPr>
                </w:p>
              </w:tc>
              <w:tc>
                <w:tcPr>
                  <w:tcW w:w="793" w:type="dxa"/>
                  <w:tcBorders>
                    <w:top w:val="single" w:sz="4" w:space="0" w:color="auto"/>
                    <w:right w:val="single" w:sz="4" w:space="0" w:color="auto"/>
                  </w:tcBorders>
                </w:tcPr>
                <w:p w14:paraId="1F4EBB06" w14:textId="77777777" w:rsidR="003D565B" w:rsidRPr="00DC54C7" w:rsidRDefault="003D565B" w:rsidP="00944826">
                  <w:pPr>
                    <w:jc w:val="right"/>
                    <w:rPr>
                      <w:rFonts w:eastAsia="SimSun"/>
                      <w:szCs w:val="22"/>
                    </w:rPr>
                  </w:pPr>
                </w:p>
              </w:tc>
              <w:tc>
                <w:tcPr>
                  <w:tcW w:w="662" w:type="dxa"/>
                  <w:tcBorders>
                    <w:top w:val="single" w:sz="4" w:space="0" w:color="auto"/>
                    <w:left w:val="single" w:sz="4" w:space="0" w:color="auto"/>
                  </w:tcBorders>
                </w:tcPr>
                <w:p w14:paraId="2A698A9B" w14:textId="77777777" w:rsidR="003D565B" w:rsidRPr="00DC54C7" w:rsidRDefault="003D565B" w:rsidP="00944826">
                  <w:pPr>
                    <w:jc w:val="right"/>
                    <w:rPr>
                      <w:rFonts w:eastAsia="SimSun"/>
                      <w:szCs w:val="22"/>
                    </w:rPr>
                  </w:pPr>
                  <w:r w:rsidRPr="00DC54C7">
                    <w:rPr>
                      <w:rFonts w:eastAsia="SimSun"/>
                      <w:szCs w:val="22"/>
                    </w:rPr>
                    <w:t>0</w:t>
                  </w:r>
                </w:p>
              </w:tc>
              <w:tc>
                <w:tcPr>
                  <w:tcW w:w="662" w:type="dxa"/>
                  <w:tcBorders>
                    <w:top w:val="single" w:sz="4" w:space="0" w:color="auto"/>
                  </w:tcBorders>
                </w:tcPr>
                <w:p w14:paraId="2DF72358"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363AD57C" w14:textId="77777777" w:rsidTr="00944826">
              <w:tc>
                <w:tcPr>
                  <w:tcW w:w="863" w:type="dxa"/>
                  <w:tcBorders>
                    <w:bottom w:val="single" w:sz="4" w:space="0" w:color="auto"/>
                  </w:tcBorders>
                </w:tcPr>
                <w:p w14:paraId="75384C27" w14:textId="77777777" w:rsidR="003D565B" w:rsidRPr="00DC54C7" w:rsidRDefault="003D565B" w:rsidP="003D565B">
                  <w:pPr>
                    <w:rPr>
                      <w:rFonts w:eastAsia="SimSun"/>
                      <w:szCs w:val="22"/>
                    </w:rPr>
                  </w:pPr>
                </w:p>
              </w:tc>
              <w:tc>
                <w:tcPr>
                  <w:tcW w:w="793" w:type="dxa"/>
                  <w:tcBorders>
                    <w:bottom w:val="single" w:sz="4" w:space="0" w:color="auto"/>
                    <w:right w:val="single" w:sz="4" w:space="0" w:color="auto"/>
                  </w:tcBorders>
                </w:tcPr>
                <w:p w14:paraId="0BCE579A" w14:textId="77777777" w:rsidR="003D565B" w:rsidRPr="00DC54C7" w:rsidRDefault="003D565B" w:rsidP="00944826">
                  <w:pPr>
                    <w:jc w:val="right"/>
                    <w:rPr>
                      <w:rFonts w:eastAsia="SimSun"/>
                      <w:szCs w:val="22"/>
                    </w:rPr>
                  </w:pPr>
                </w:p>
              </w:tc>
              <w:tc>
                <w:tcPr>
                  <w:tcW w:w="662" w:type="dxa"/>
                  <w:tcBorders>
                    <w:left w:val="single" w:sz="4" w:space="0" w:color="auto"/>
                    <w:bottom w:val="single" w:sz="4" w:space="0" w:color="auto"/>
                  </w:tcBorders>
                </w:tcPr>
                <w:p w14:paraId="060363EC" w14:textId="77777777" w:rsidR="003D565B" w:rsidRPr="00DC54C7" w:rsidRDefault="003D565B" w:rsidP="00944826">
                  <w:pPr>
                    <w:jc w:val="right"/>
                    <w:rPr>
                      <w:rFonts w:eastAsia="SimSun"/>
                      <w:szCs w:val="22"/>
                    </w:rPr>
                  </w:pPr>
                  <w:r w:rsidRPr="00DC54C7">
                    <w:rPr>
                      <w:rFonts w:eastAsia="SimSun"/>
                      <w:szCs w:val="22"/>
                    </w:rPr>
                    <w:t>2,000</w:t>
                  </w:r>
                </w:p>
              </w:tc>
              <w:tc>
                <w:tcPr>
                  <w:tcW w:w="662" w:type="dxa"/>
                  <w:tcBorders>
                    <w:bottom w:val="single" w:sz="4" w:space="0" w:color="auto"/>
                  </w:tcBorders>
                </w:tcPr>
                <w:p w14:paraId="4B1D1852" w14:textId="77777777" w:rsidR="003D565B" w:rsidRPr="00DC54C7" w:rsidRDefault="003D565B" w:rsidP="003D565B">
                  <w:pPr>
                    <w:rPr>
                      <w:rFonts w:eastAsia="SimSun"/>
                      <w:szCs w:val="22"/>
                    </w:rPr>
                  </w:pPr>
                  <w:r w:rsidRPr="00DC54C7">
                    <w:rPr>
                      <w:rFonts w:eastAsia="SimSun"/>
                      <w:szCs w:val="22"/>
                    </w:rPr>
                    <w:t>(d)</w:t>
                  </w:r>
                </w:p>
              </w:tc>
            </w:tr>
            <w:tr w:rsidR="003D565B" w:rsidRPr="00DC54C7" w14:paraId="42D016BA" w14:textId="77777777" w:rsidTr="00944826">
              <w:tc>
                <w:tcPr>
                  <w:tcW w:w="863" w:type="dxa"/>
                  <w:tcBorders>
                    <w:top w:val="single" w:sz="4" w:space="0" w:color="auto"/>
                  </w:tcBorders>
                </w:tcPr>
                <w:p w14:paraId="0A1CCBC5" w14:textId="77777777" w:rsidR="003D565B" w:rsidRPr="00DC54C7" w:rsidRDefault="003D565B" w:rsidP="003D565B">
                  <w:pPr>
                    <w:rPr>
                      <w:rFonts w:eastAsia="SimSun"/>
                      <w:szCs w:val="22"/>
                    </w:rPr>
                  </w:pPr>
                </w:p>
              </w:tc>
              <w:tc>
                <w:tcPr>
                  <w:tcW w:w="793" w:type="dxa"/>
                  <w:tcBorders>
                    <w:top w:val="single" w:sz="4" w:space="0" w:color="auto"/>
                    <w:right w:val="single" w:sz="4" w:space="0" w:color="auto"/>
                  </w:tcBorders>
                </w:tcPr>
                <w:p w14:paraId="0DC1F041" w14:textId="77777777" w:rsidR="003D565B" w:rsidRPr="00DC54C7" w:rsidRDefault="003D565B" w:rsidP="003D565B">
                  <w:pPr>
                    <w:rPr>
                      <w:rFonts w:eastAsia="SimSun"/>
                      <w:szCs w:val="22"/>
                    </w:rPr>
                  </w:pPr>
                </w:p>
              </w:tc>
              <w:tc>
                <w:tcPr>
                  <w:tcW w:w="662" w:type="dxa"/>
                  <w:tcBorders>
                    <w:top w:val="single" w:sz="4" w:space="0" w:color="auto"/>
                    <w:left w:val="single" w:sz="4" w:space="0" w:color="auto"/>
                  </w:tcBorders>
                </w:tcPr>
                <w:p w14:paraId="642A9D1E" w14:textId="77777777" w:rsidR="003D565B" w:rsidRPr="00DC54C7" w:rsidRDefault="003D565B" w:rsidP="003D565B">
                  <w:pPr>
                    <w:rPr>
                      <w:rFonts w:eastAsia="SimSun"/>
                      <w:szCs w:val="22"/>
                    </w:rPr>
                  </w:pPr>
                  <w:r w:rsidRPr="00DC54C7">
                    <w:rPr>
                      <w:rFonts w:eastAsia="SimSun"/>
                      <w:szCs w:val="22"/>
                    </w:rPr>
                    <w:t>2,000</w:t>
                  </w:r>
                </w:p>
              </w:tc>
              <w:tc>
                <w:tcPr>
                  <w:tcW w:w="662" w:type="dxa"/>
                  <w:tcBorders>
                    <w:top w:val="single" w:sz="4" w:space="0" w:color="auto"/>
                  </w:tcBorders>
                </w:tcPr>
                <w:p w14:paraId="51DA67E1" w14:textId="77777777" w:rsidR="003D565B" w:rsidRPr="00DC54C7" w:rsidRDefault="003D565B" w:rsidP="003D565B">
                  <w:pPr>
                    <w:rPr>
                      <w:rFonts w:eastAsia="SimSun"/>
                      <w:szCs w:val="22"/>
                    </w:rPr>
                  </w:pPr>
                </w:p>
              </w:tc>
            </w:tr>
          </w:tbl>
          <w:p w14:paraId="4404BE4E" w14:textId="77777777" w:rsidR="003D565B" w:rsidRPr="00DC54C7" w:rsidRDefault="003D565B" w:rsidP="003D565B">
            <w:pPr>
              <w:rPr>
                <w:rFonts w:eastAsia="SimSun"/>
                <w:szCs w:val="22"/>
              </w:rPr>
            </w:pPr>
          </w:p>
        </w:tc>
        <w:tc>
          <w:tcPr>
            <w:tcW w:w="2850" w:type="dxa"/>
          </w:tcPr>
          <w:p w14:paraId="05057CEC"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57"/>
              <w:gridCol w:w="596"/>
              <w:gridCol w:w="610"/>
              <w:gridCol w:w="861"/>
            </w:tblGrid>
            <w:tr w:rsidR="003D565B" w:rsidRPr="00DC54C7" w14:paraId="56504FB5" w14:textId="77777777" w:rsidTr="00944826">
              <w:tc>
                <w:tcPr>
                  <w:tcW w:w="572" w:type="dxa"/>
                  <w:tcBorders>
                    <w:top w:val="single" w:sz="4" w:space="0" w:color="auto"/>
                  </w:tcBorders>
                </w:tcPr>
                <w:p w14:paraId="3E962142" w14:textId="77777777" w:rsidR="003D565B" w:rsidRPr="00DC54C7" w:rsidRDefault="003D565B" w:rsidP="003D565B">
                  <w:pPr>
                    <w:rPr>
                      <w:rFonts w:eastAsia="SimSun"/>
                      <w:szCs w:val="22"/>
                    </w:rPr>
                  </w:pPr>
                </w:p>
              </w:tc>
              <w:tc>
                <w:tcPr>
                  <w:tcW w:w="613" w:type="dxa"/>
                  <w:tcBorders>
                    <w:top w:val="single" w:sz="4" w:space="0" w:color="auto"/>
                    <w:right w:val="single" w:sz="4" w:space="0" w:color="auto"/>
                  </w:tcBorders>
                </w:tcPr>
                <w:p w14:paraId="2086AB4F" w14:textId="77777777" w:rsidR="003D565B" w:rsidRPr="00DC54C7" w:rsidRDefault="003D565B" w:rsidP="003D565B">
                  <w:pPr>
                    <w:rPr>
                      <w:rFonts w:eastAsia="SimSun"/>
                      <w:szCs w:val="22"/>
                    </w:rPr>
                  </w:pPr>
                </w:p>
              </w:tc>
              <w:tc>
                <w:tcPr>
                  <w:tcW w:w="613" w:type="dxa"/>
                  <w:tcBorders>
                    <w:top w:val="single" w:sz="4" w:space="0" w:color="auto"/>
                    <w:left w:val="single" w:sz="4" w:space="0" w:color="auto"/>
                  </w:tcBorders>
                </w:tcPr>
                <w:p w14:paraId="6966B05E" w14:textId="77777777" w:rsidR="003D565B" w:rsidRPr="00DC54C7" w:rsidRDefault="003D565B" w:rsidP="00944826">
                  <w:pPr>
                    <w:jc w:val="right"/>
                    <w:rPr>
                      <w:rFonts w:eastAsia="SimSun"/>
                      <w:szCs w:val="22"/>
                    </w:rPr>
                  </w:pPr>
                  <w:r w:rsidRPr="00DC54C7">
                    <w:rPr>
                      <w:rFonts w:eastAsia="SimSun"/>
                      <w:szCs w:val="22"/>
                    </w:rPr>
                    <w:t>250</w:t>
                  </w:r>
                </w:p>
              </w:tc>
              <w:tc>
                <w:tcPr>
                  <w:tcW w:w="863" w:type="dxa"/>
                  <w:tcBorders>
                    <w:top w:val="single" w:sz="4" w:space="0" w:color="auto"/>
                  </w:tcBorders>
                </w:tcPr>
                <w:p w14:paraId="2388E89B"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1EF78975" w14:textId="77777777" w:rsidTr="00944826">
              <w:tc>
                <w:tcPr>
                  <w:tcW w:w="572" w:type="dxa"/>
                  <w:tcBorders>
                    <w:bottom w:val="single" w:sz="4" w:space="0" w:color="auto"/>
                  </w:tcBorders>
                </w:tcPr>
                <w:p w14:paraId="620EC4F1" w14:textId="77777777" w:rsidR="003D565B" w:rsidRPr="00DC54C7" w:rsidRDefault="003D565B" w:rsidP="003D565B">
                  <w:pPr>
                    <w:rPr>
                      <w:rFonts w:eastAsia="SimSun"/>
                      <w:szCs w:val="22"/>
                    </w:rPr>
                  </w:pPr>
                </w:p>
              </w:tc>
              <w:tc>
                <w:tcPr>
                  <w:tcW w:w="613" w:type="dxa"/>
                  <w:tcBorders>
                    <w:bottom w:val="single" w:sz="4" w:space="0" w:color="auto"/>
                    <w:right w:val="single" w:sz="4" w:space="0" w:color="auto"/>
                  </w:tcBorders>
                </w:tcPr>
                <w:p w14:paraId="6BA64ADB" w14:textId="77777777" w:rsidR="003D565B" w:rsidRPr="00DC54C7" w:rsidRDefault="003D565B" w:rsidP="003D565B">
                  <w:pPr>
                    <w:rPr>
                      <w:rFonts w:eastAsia="SimSun"/>
                      <w:szCs w:val="22"/>
                    </w:rPr>
                  </w:pPr>
                </w:p>
              </w:tc>
              <w:tc>
                <w:tcPr>
                  <w:tcW w:w="613" w:type="dxa"/>
                  <w:tcBorders>
                    <w:left w:val="single" w:sz="4" w:space="0" w:color="auto"/>
                    <w:bottom w:val="single" w:sz="4" w:space="0" w:color="auto"/>
                  </w:tcBorders>
                </w:tcPr>
                <w:p w14:paraId="6592B6AE" w14:textId="77777777" w:rsidR="003D565B" w:rsidRPr="00DC54C7" w:rsidRDefault="003D565B" w:rsidP="00944826">
                  <w:pPr>
                    <w:jc w:val="right"/>
                    <w:rPr>
                      <w:rFonts w:eastAsia="SimSun"/>
                      <w:szCs w:val="22"/>
                    </w:rPr>
                  </w:pPr>
                </w:p>
              </w:tc>
              <w:tc>
                <w:tcPr>
                  <w:tcW w:w="863" w:type="dxa"/>
                  <w:tcBorders>
                    <w:bottom w:val="single" w:sz="4" w:space="0" w:color="auto"/>
                  </w:tcBorders>
                </w:tcPr>
                <w:p w14:paraId="48772C9E" w14:textId="77777777" w:rsidR="003D565B" w:rsidRPr="00DC54C7" w:rsidRDefault="003D565B" w:rsidP="003D565B">
                  <w:pPr>
                    <w:rPr>
                      <w:rFonts w:eastAsia="SimSun"/>
                      <w:szCs w:val="22"/>
                    </w:rPr>
                  </w:pPr>
                </w:p>
              </w:tc>
            </w:tr>
            <w:tr w:rsidR="003D565B" w:rsidRPr="00DC54C7" w14:paraId="767EF1B5" w14:textId="77777777" w:rsidTr="00944826">
              <w:tc>
                <w:tcPr>
                  <w:tcW w:w="572" w:type="dxa"/>
                  <w:tcBorders>
                    <w:top w:val="single" w:sz="4" w:space="0" w:color="auto"/>
                  </w:tcBorders>
                </w:tcPr>
                <w:p w14:paraId="1961221A" w14:textId="77777777" w:rsidR="003D565B" w:rsidRPr="00DC54C7" w:rsidRDefault="003D565B" w:rsidP="003D565B">
                  <w:pPr>
                    <w:rPr>
                      <w:rFonts w:eastAsia="SimSun"/>
                      <w:szCs w:val="22"/>
                    </w:rPr>
                  </w:pPr>
                </w:p>
              </w:tc>
              <w:tc>
                <w:tcPr>
                  <w:tcW w:w="613" w:type="dxa"/>
                  <w:tcBorders>
                    <w:top w:val="single" w:sz="4" w:space="0" w:color="auto"/>
                    <w:right w:val="single" w:sz="4" w:space="0" w:color="auto"/>
                  </w:tcBorders>
                </w:tcPr>
                <w:p w14:paraId="3E65F5B2" w14:textId="77777777" w:rsidR="003D565B" w:rsidRPr="00DC54C7" w:rsidRDefault="003D565B" w:rsidP="003D565B">
                  <w:pPr>
                    <w:rPr>
                      <w:rFonts w:eastAsia="SimSun"/>
                      <w:szCs w:val="22"/>
                    </w:rPr>
                  </w:pPr>
                </w:p>
              </w:tc>
              <w:tc>
                <w:tcPr>
                  <w:tcW w:w="613" w:type="dxa"/>
                  <w:tcBorders>
                    <w:top w:val="single" w:sz="4" w:space="0" w:color="auto"/>
                    <w:left w:val="single" w:sz="4" w:space="0" w:color="auto"/>
                  </w:tcBorders>
                </w:tcPr>
                <w:p w14:paraId="688F749E" w14:textId="77777777" w:rsidR="003D565B" w:rsidRPr="00DC54C7" w:rsidRDefault="003D565B" w:rsidP="00944826">
                  <w:pPr>
                    <w:jc w:val="right"/>
                    <w:rPr>
                      <w:rFonts w:eastAsia="SimSun"/>
                      <w:szCs w:val="22"/>
                    </w:rPr>
                  </w:pPr>
                  <w:r w:rsidRPr="00DC54C7">
                    <w:rPr>
                      <w:rFonts w:eastAsia="SimSun"/>
                      <w:szCs w:val="22"/>
                    </w:rPr>
                    <w:t>250</w:t>
                  </w:r>
                </w:p>
              </w:tc>
              <w:tc>
                <w:tcPr>
                  <w:tcW w:w="863" w:type="dxa"/>
                  <w:tcBorders>
                    <w:top w:val="single" w:sz="4" w:space="0" w:color="auto"/>
                  </w:tcBorders>
                </w:tcPr>
                <w:p w14:paraId="6279D220" w14:textId="77777777" w:rsidR="003D565B" w:rsidRPr="00DC54C7" w:rsidRDefault="003D565B" w:rsidP="003D565B">
                  <w:pPr>
                    <w:rPr>
                      <w:rFonts w:eastAsia="SimSun"/>
                      <w:szCs w:val="22"/>
                    </w:rPr>
                  </w:pPr>
                  <w:r w:rsidRPr="00DC54C7">
                    <w:rPr>
                      <w:rFonts w:eastAsia="SimSun"/>
                      <w:szCs w:val="22"/>
                    </w:rPr>
                    <w:t>Adj.</w:t>
                  </w:r>
                </w:p>
              </w:tc>
            </w:tr>
          </w:tbl>
          <w:p w14:paraId="7F0BB605" w14:textId="77777777" w:rsidR="003D565B" w:rsidRPr="00DC54C7" w:rsidRDefault="003D565B" w:rsidP="003D565B">
            <w:pPr>
              <w:rPr>
                <w:rFonts w:eastAsia="SimSun"/>
                <w:szCs w:val="22"/>
              </w:rPr>
            </w:pPr>
          </w:p>
          <w:p w14:paraId="7F52D506"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Dividend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57"/>
              <w:gridCol w:w="596"/>
              <w:gridCol w:w="610"/>
              <w:gridCol w:w="861"/>
            </w:tblGrid>
            <w:tr w:rsidR="003D565B" w:rsidRPr="00DC54C7" w14:paraId="5E82F66E" w14:textId="77777777" w:rsidTr="00944826">
              <w:tc>
                <w:tcPr>
                  <w:tcW w:w="572" w:type="dxa"/>
                  <w:tcBorders>
                    <w:top w:val="single" w:sz="4" w:space="0" w:color="auto"/>
                  </w:tcBorders>
                </w:tcPr>
                <w:p w14:paraId="27C34716" w14:textId="77777777" w:rsidR="003D565B" w:rsidRPr="00DC54C7" w:rsidRDefault="003D565B" w:rsidP="003D565B">
                  <w:pPr>
                    <w:rPr>
                      <w:rFonts w:eastAsia="SimSun"/>
                      <w:szCs w:val="22"/>
                    </w:rPr>
                  </w:pPr>
                </w:p>
              </w:tc>
              <w:tc>
                <w:tcPr>
                  <w:tcW w:w="613" w:type="dxa"/>
                  <w:tcBorders>
                    <w:top w:val="single" w:sz="4" w:space="0" w:color="auto"/>
                    <w:right w:val="single" w:sz="4" w:space="0" w:color="auto"/>
                  </w:tcBorders>
                </w:tcPr>
                <w:p w14:paraId="098ACCDF" w14:textId="77777777" w:rsidR="003D565B" w:rsidRPr="00DC54C7" w:rsidRDefault="003D565B" w:rsidP="003D565B">
                  <w:pPr>
                    <w:rPr>
                      <w:rFonts w:eastAsia="SimSun"/>
                      <w:szCs w:val="22"/>
                    </w:rPr>
                  </w:pPr>
                </w:p>
              </w:tc>
              <w:tc>
                <w:tcPr>
                  <w:tcW w:w="613" w:type="dxa"/>
                  <w:tcBorders>
                    <w:top w:val="single" w:sz="4" w:space="0" w:color="auto"/>
                    <w:left w:val="single" w:sz="4" w:space="0" w:color="auto"/>
                  </w:tcBorders>
                </w:tcPr>
                <w:p w14:paraId="2CE22B21" w14:textId="77777777" w:rsidR="003D565B" w:rsidRPr="00DC54C7" w:rsidRDefault="003D565B" w:rsidP="00944826">
                  <w:pPr>
                    <w:jc w:val="right"/>
                    <w:rPr>
                      <w:rFonts w:eastAsia="SimSun"/>
                      <w:szCs w:val="22"/>
                    </w:rPr>
                  </w:pPr>
                  <w:r w:rsidRPr="00DC54C7">
                    <w:rPr>
                      <w:rFonts w:eastAsia="SimSun"/>
                      <w:szCs w:val="22"/>
                    </w:rPr>
                    <w:t>0</w:t>
                  </w:r>
                </w:p>
              </w:tc>
              <w:tc>
                <w:tcPr>
                  <w:tcW w:w="863" w:type="dxa"/>
                  <w:tcBorders>
                    <w:top w:val="single" w:sz="4" w:space="0" w:color="auto"/>
                  </w:tcBorders>
                </w:tcPr>
                <w:p w14:paraId="7B9D5997"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007E136E" w14:textId="77777777" w:rsidTr="00944826">
              <w:tc>
                <w:tcPr>
                  <w:tcW w:w="572" w:type="dxa"/>
                  <w:tcBorders>
                    <w:bottom w:val="single" w:sz="4" w:space="0" w:color="auto"/>
                  </w:tcBorders>
                </w:tcPr>
                <w:p w14:paraId="6134CE79" w14:textId="77777777" w:rsidR="003D565B" w:rsidRPr="00DC54C7" w:rsidRDefault="003D565B" w:rsidP="003D565B">
                  <w:pPr>
                    <w:rPr>
                      <w:rFonts w:eastAsia="SimSun"/>
                      <w:szCs w:val="22"/>
                    </w:rPr>
                  </w:pPr>
                </w:p>
              </w:tc>
              <w:tc>
                <w:tcPr>
                  <w:tcW w:w="613" w:type="dxa"/>
                  <w:tcBorders>
                    <w:bottom w:val="single" w:sz="4" w:space="0" w:color="auto"/>
                    <w:right w:val="single" w:sz="4" w:space="0" w:color="auto"/>
                  </w:tcBorders>
                </w:tcPr>
                <w:p w14:paraId="41E1E31B" w14:textId="77777777" w:rsidR="003D565B" w:rsidRPr="00DC54C7" w:rsidRDefault="003D565B" w:rsidP="003D565B">
                  <w:pPr>
                    <w:rPr>
                      <w:rFonts w:eastAsia="SimSun"/>
                      <w:szCs w:val="22"/>
                    </w:rPr>
                  </w:pPr>
                </w:p>
              </w:tc>
              <w:tc>
                <w:tcPr>
                  <w:tcW w:w="613" w:type="dxa"/>
                  <w:tcBorders>
                    <w:left w:val="single" w:sz="4" w:space="0" w:color="auto"/>
                    <w:bottom w:val="single" w:sz="4" w:space="0" w:color="auto"/>
                  </w:tcBorders>
                </w:tcPr>
                <w:p w14:paraId="11D252E9" w14:textId="77777777" w:rsidR="003D565B" w:rsidRPr="00DC54C7" w:rsidRDefault="003D565B" w:rsidP="00944826">
                  <w:pPr>
                    <w:jc w:val="right"/>
                    <w:rPr>
                      <w:rFonts w:eastAsia="SimSun"/>
                      <w:szCs w:val="22"/>
                    </w:rPr>
                  </w:pPr>
                  <w:r w:rsidRPr="00DC54C7">
                    <w:rPr>
                      <w:rFonts w:eastAsia="SimSun"/>
                      <w:szCs w:val="22"/>
                    </w:rPr>
                    <w:t>750</w:t>
                  </w:r>
                </w:p>
              </w:tc>
              <w:tc>
                <w:tcPr>
                  <w:tcW w:w="863" w:type="dxa"/>
                  <w:tcBorders>
                    <w:bottom w:val="single" w:sz="4" w:space="0" w:color="auto"/>
                  </w:tcBorders>
                </w:tcPr>
                <w:p w14:paraId="4CC36ECA" w14:textId="77777777" w:rsidR="003D565B" w:rsidRPr="00DC54C7" w:rsidRDefault="003D565B" w:rsidP="003D565B">
                  <w:pPr>
                    <w:rPr>
                      <w:rFonts w:eastAsia="SimSun"/>
                      <w:szCs w:val="22"/>
                    </w:rPr>
                  </w:pPr>
                  <w:r w:rsidRPr="00DC54C7">
                    <w:rPr>
                      <w:rFonts w:eastAsia="SimSun"/>
                      <w:szCs w:val="22"/>
                    </w:rPr>
                    <w:t>(i)</w:t>
                  </w:r>
                </w:p>
              </w:tc>
            </w:tr>
            <w:tr w:rsidR="003D565B" w:rsidRPr="00DC54C7" w14:paraId="4A754E12" w14:textId="77777777" w:rsidTr="00944826">
              <w:tc>
                <w:tcPr>
                  <w:tcW w:w="572" w:type="dxa"/>
                  <w:tcBorders>
                    <w:top w:val="single" w:sz="4" w:space="0" w:color="auto"/>
                  </w:tcBorders>
                </w:tcPr>
                <w:p w14:paraId="7FBC007B" w14:textId="77777777" w:rsidR="003D565B" w:rsidRPr="00DC54C7" w:rsidRDefault="003D565B" w:rsidP="003D565B">
                  <w:pPr>
                    <w:rPr>
                      <w:rFonts w:eastAsia="SimSun"/>
                      <w:szCs w:val="22"/>
                    </w:rPr>
                  </w:pPr>
                </w:p>
              </w:tc>
              <w:tc>
                <w:tcPr>
                  <w:tcW w:w="613" w:type="dxa"/>
                  <w:tcBorders>
                    <w:top w:val="single" w:sz="4" w:space="0" w:color="auto"/>
                    <w:right w:val="single" w:sz="4" w:space="0" w:color="auto"/>
                  </w:tcBorders>
                </w:tcPr>
                <w:p w14:paraId="6A6B5E40" w14:textId="77777777" w:rsidR="003D565B" w:rsidRPr="00DC54C7" w:rsidRDefault="003D565B" w:rsidP="003D565B">
                  <w:pPr>
                    <w:rPr>
                      <w:rFonts w:eastAsia="SimSun"/>
                      <w:szCs w:val="22"/>
                    </w:rPr>
                  </w:pPr>
                </w:p>
              </w:tc>
              <w:tc>
                <w:tcPr>
                  <w:tcW w:w="613" w:type="dxa"/>
                  <w:tcBorders>
                    <w:top w:val="single" w:sz="4" w:space="0" w:color="auto"/>
                    <w:left w:val="single" w:sz="4" w:space="0" w:color="auto"/>
                  </w:tcBorders>
                </w:tcPr>
                <w:p w14:paraId="340BB476" w14:textId="77777777" w:rsidR="003D565B" w:rsidRPr="00DC54C7" w:rsidRDefault="003D565B" w:rsidP="00944826">
                  <w:pPr>
                    <w:jc w:val="right"/>
                    <w:rPr>
                      <w:rFonts w:eastAsia="SimSun"/>
                      <w:szCs w:val="22"/>
                    </w:rPr>
                  </w:pPr>
                  <w:r w:rsidRPr="00DC54C7">
                    <w:rPr>
                      <w:rFonts w:eastAsia="SimSun"/>
                      <w:szCs w:val="22"/>
                    </w:rPr>
                    <w:t>750</w:t>
                  </w:r>
                </w:p>
              </w:tc>
              <w:tc>
                <w:tcPr>
                  <w:tcW w:w="863" w:type="dxa"/>
                  <w:tcBorders>
                    <w:top w:val="single" w:sz="4" w:space="0" w:color="auto"/>
                  </w:tcBorders>
                </w:tcPr>
                <w:p w14:paraId="4016EC55" w14:textId="77777777" w:rsidR="003D565B" w:rsidRPr="00DC54C7" w:rsidRDefault="003D565B" w:rsidP="003D565B">
                  <w:pPr>
                    <w:rPr>
                      <w:rFonts w:eastAsia="SimSun"/>
                      <w:szCs w:val="22"/>
                    </w:rPr>
                  </w:pPr>
                  <w:r w:rsidRPr="00DC54C7">
                    <w:rPr>
                      <w:rFonts w:eastAsia="SimSun"/>
                      <w:szCs w:val="22"/>
                    </w:rPr>
                    <w:t>Adj.</w:t>
                  </w:r>
                </w:p>
              </w:tc>
            </w:tr>
          </w:tbl>
          <w:p w14:paraId="1140F689" w14:textId="77777777" w:rsidR="003D565B" w:rsidRPr="00DC54C7" w:rsidRDefault="003D565B" w:rsidP="003D565B">
            <w:pPr>
              <w:rPr>
                <w:rFonts w:eastAsia="SimSun"/>
                <w:szCs w:val="22"/>
              </w:rPr>
            </w:pPr>
          </w:p>
          <w:p w14:paraId="043EB220"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Unearned Revenue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03"/>
              <w:gridCol w:w="606"/>
              <w:gridCol w:w="606"/>
              <w:gridCol w:w="809"/>
            </w:tblGrid>
            <w:tr w:rsidR="003D565B" w:rsidRPr="00DC54C7" w14:paraId="3E942707" w14:textId="77777777" w:rsidTr="00944826">
              <w:tc>
                <w:tcPr>
                  <w:tcW w:w="454" w:type="dxa"/>
                  <w:tcBorders>
                    <w:top w:val="single" w:sz="4" w:space="0" w:color="auto"/>
                  </w:tcBorders>
                </w:tcPr>
                <w:p w14:paraId="74442C9F" w14:textId="77777777" w:rsidR="003D565B" w:rsidRPr="00DC54C7" w:rsidRDefault="003D565B" w:rsidP="003D565B">
                  <w:pPr>
                    <w:rPr>
                      <w:rFonts w:eastAsia="SimSun"/>
                      <w:szCs w:val="22"/>
                    </w:rPr>
                  </w:pPr>
                </w:p>
              </w:tc>
              <w:tc>
                <w:tcPr>
                  <w:tcW w:w="677" w:type="dxa"/>
                  <w:tcBorders>
                    <w:top w:val="single" w:sz="4" w:space="0" w:color="auto"/>
                    <w:right w:val="single" w:sz="4" w:space="0" w:color="auto"/>
                  </w:tcBorders>
                </w:tcPr>
                <w:p w14:paraId="7670B609" w14:textId="77777777" w:rsidR="003D565B" w:rsidRPr="00DC54C7" w:rsidRDefault="003D565B" w:rsidP="00944826">
                  <w:pPr>
                    <w:jc w:val="right"/>
                    <w:rPr>
                      <w:rFonts w:eastAsia="SimSun"/>
                      <w:szCs w:val="22"/>
                    </w:rPr>
                  </w:pPr>
                </w:p>
              </w:tc>
              <w:tc>
                <w:tcPr>
                  <w:tcW w:w="677" w:type="dxa"/>
                  <w:tcBorders>
                    <w:top w:val="single" w:sz="4" w:space="0" w:color="auto"/>
                    <w:left w:val="single" w:sz="4" w:space="0" w:color="auto"/>
                  </w:tcBorders>
                </w:tcPr>
                <w:p w14:paraId="5D047539" w14:textId="77777777" w:rsidR="003D565B" w:rsidRPr="00DC54C7" w:rsidRDefault="003D565B" w:rsidP="00944826">
                  <w:pPr>
                    <w:jc w:val="right"/>
                    <w:rPr>
                      <w:rFonts w:eastAsia="SimSun"/>
                      <w:szCs w:val="22"/>
                    </w:rPr>
                  </w:pPr>
                  <w:r w:rsidRPr="00DC54C7">
                    <w:rPr>
                      <w:rFonts w:eastAsia="SimSun"/>
                      <w:szCs w:val="22"/>
                    </w:rPr>
                    <w:t>500</w:t>
                  </w:r>
                </w:p>
              </w:tc>
              <w:tc>
                <w:tcPr>
                  <w:tcW w:w="784" w:type="dxa"/>
                  <w:tcBorders>
                    <w:top w:val="single" w:sz="4" w:space="0" w:color="auto"/>
                  </w:tcBorders>
                </w:tcPr>
                <w:p w14:paraId="0F11F296"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28EACDCB" w14:textId="77777777" w:rsidTr="00944826">
              <w:tc>
                <w:tcPr>
                  <w:tcW w:w="454" w:type="dxa"/>
                  <w:tcBorders>
                    <w:bottom w:val="single" w:sz="4" w:space="0" w:color="auto"/>
                  </w:tcBorders>
                </w:tcPr>
                <w:p w14:paraId="54AA1CC5" w14:textId="77777777" w:rsidR="003D565B" w:rsidRPr="00DC54C7" w:rsidRDefault="003D565B" w:rsidP="003D565B">
                  <w:pPr>
                    <w:rPr>
                      <w:rFonts w:eastAsia="SimSun"/>
                      <w:szCs w:val="22"/>
                    </w:rPr>
                  </w:pPr>
                  <w:r w:rsidRPr="00DC54C7">
                    <w:rPr>
                      <w:rFonts w:eastAsia="SimSun"/>
                      <w:szCs w:val="22"/>
                    </w:rPr>
                    <w:t>(e)</w:t>
                  </w:r>
                </w:p>
              </w:tc>
              <w:tc>
                <w:tcPr>
                  <w:tcW w:w="677" w:type="dxa"/>
                  <w:tcBorders>
                    <w:bottom w:val="single" w:sz="4" w:space="0" w:color="auto"/>
                    <w:right w:val="single" w:sz="4" w:space="0" w:color="auto"/>
                  </w:tcBorders>
                </w:tcPr>
                <w:p w14:paraId="1D1E9A9E" w14:textId="77777777" w:rsidR="003D565B" w:rsidRPr="00DC54C7" w:rsidRDefault="003D565B" w:rsidP="00944826">
                  <w:pPr>
                    <w:jc w:val="right"/>
                    <w:rPr>
                      <w:rFonts w:eastAsia="SimSun"/>
                      <w:szCs w:val="22"/>
                    </w:rPr>
                  </w:pPr>
                  <w:r w:rsidRPr="00DC54C7">
                    <w:rPr>
                      <w:rFonts w:eastAsia="SimSun"/>
                      <w:szCs w:val="22"/>
                    </w:rPr>
                    <w:t>400</w:t>
                  </w:r>
                </w:p>
              </w:tc>
              <w:tc>
                <w:tcPr>
                  <w:tcW w:w="677" w:type="dxa"/>
                  <w:tcBorders>
                    <w:left w:val="single" w:sz="4" w:space="0" w:color="auto"/>
                    <w:bottom w:val="single" w:sz="4" w:space="0" w:color="auto"/>
                  </w:tcBorders>
                </w:tcPr>
                <w:p w14:paraId="3A1E6C33" w14:textId="77777777" w:rsidR="003D565B" w:rsidRPr="00DC54C7" w:rsidRDefault="003D565B" w:rsidP="003D565B">
                  <w:pPr>
                    <w:rPr>
                      <w:rFonts w:eastAsia="SimSun"/>
                      <w:szCs w:val="22"/>
                    </w:rPr>
                  </w:pPr>
                </w:p>
              </w:tc>
              <w:tc>
                <w:tcPr>
                  <w:tcW w:w="784" w:type="dxa"/>
                  <w:tcBorders>
                    <w:bottom w:val="single" w:sz="4" w:space="0" w:color="auto"/>
                  </w:tcBorders>
                </w:tcPr>
                <w:p w14:paraId="3C29C156" w14:textId="77777777" w:rsidR="003D565B" w:rsidRPr="00DC54C7" w:rsidRDefault="003D565B" w:rsidP="003D565B">
                  <w:pPr>
                    <w:rPr>
                      <w:rFonts w:eastAsia="SimSun"/>
                      <w:szCs w:val="22"/>
                    </w:rPr>
                  </w:pPr>
                </w:p>
              </w:tc>
            </w:tr>
            <w:tr w:rsidR="003D565B" w:rsidRPr="00DC54C7" w14:paraId="64B269CA" w14:textId="77777777" w:rsidTr="00944826">
              <w:tc>
                <w:tcPr>
                  <w:tcW w:w="454" w:type="dxa"/>
                  <w:tcBorders>
                    <w:top w:val="single" w:sz="4" w:space="0" w:color="auto"/>
                  </w:tcBorders>
                </w:tcPr>
                <w:p w14:paraId="52E5BE82" w14:textId="77777777" w:rsidR="003D565B" w:rsidRPr="00DC54C7" w:rsidRDefault="003D565B" w:rsidP="003D565B">
                  <w:pPr>
                    <w:rPr>
                      <w:rFonts w:eastAsia="SimSun"/>
                      <w:szCs w:val="22"/>
                    </w:rPr>
                  </w:pPr>
                  <w:r w:rsidRPr="00DC54C7">
                    <w:rPr>
                      <w:rFonts w:eastAsia="SimSun"/>
                      <w:szCs w:val="22"/>
                    </w:rPr>
                    <w:t>Adj.</w:t>
                  </w:r>
                </w:p>
              </w:tc>
              <w:tc>
                <w:tcPr>
                  <w:tcW w:w="677" w:type="dxa"/>
                  <w:tcBorders>
                    <w:top w:val="single" w:sz="4" w:space="0" w:color="auto"/>
                    <w:right w:val="single" w:sz="4" w:space="0" w:color="auto"/>
                  </w:tcBorders>
                </w:tcPr>
                <w:p w14:paraId="52CA724B" w14:textId="77777777" w:rsidR="003D565B" w:rsidRPr="00DC54C7" w:rsidRDefault="003D565B" w:rsidP="003D565B">
                  <w:pPr>
                    <w:rPr>
                      <w:rFonts w:eastAsia="SimSun"/>
                      <w:szCs w:val="22"/>
                    </w:rPr>
                  </w:pPr>
                  <w:r w:rsidRPr="00DC54C7">
                    <w:rPr>
                      <w:rFonts w:eastAsia="SimSun"/>
                      <w:szCs w:val="22"/>
                    </w:rPr>
                    <w:t>100</w:t>
                  </w:r>
                </w:p>
              </w:tc>
              <w:tc>
                <w:tcPr>
                  <w:tcW w:w="677" w:type="dxa"/>
                  <w:tcBorders>
                    <w:top w:val="single" w:sz="4" w:space="0" w:color="auto"/>
                    <w:left w:val="single" w:sz="4" w:space="0" w:color="auto"/>
                  </w:tcBorders>
                </w:tcPr>
                <w:p w14:paraId="3B8F84C2" w14:textId="77777777" w:rsidR="003D565B" w:rsidRPr="00DC54C7" w:rsidRDefault="003D565B" w:rsidP="00944826">
                  <w:pPr>
                    <w:jc w:val="right"/>
                    <w:rPr>
                      <w:rFonts w:eastAsia="SimSun"/>
                      <w:szCs w:val="22"/>
                    </w:rPr>
                  </w:pPr>
                </w:p>
              </w:tc>
              <w:tc>
                <w:tcPr>
                  <w:tcW w:w="784" w:type="dxa"/>
                  <w:tcBorders>
                    <w:top w:val="single" w:sz="4" w:space="0" w:color="auto"/>
                  </w:tcBorders>
                </w:tcPr>
                <w:p w14:paraId="0BE4D455" w14:textId="77777777" w:rsidR="003D565B" w:rsidRPr="00DC54C7" w:rsidRDefault="003D565B" w:rsidP="003D565B">
                  <w:pPr>
                    <w:rPr>
                      <w:rFonts w:eastAsia="SimSun"/>
                      <w:szCs w:val="22"/>
                    </w:rPr>
                  </w:pPr>
                </w:p>
              </w:tc>
            </w:tr>
          </w:tbl>
          <w:p w14:paraId="2B914AF8" w14:textId="77777777" w:rsidR="003D565B" w:rsidRPr="00DC54C7" w:rsidRDefault="003D565B" w:rsidP="003D565B">
            <w:pPr>
              <w:rPr>
                <w:rFonts w:eastAsia="SimSun"/>
                <w:szCs w:val="22"/>
              </w:rPr>
            </w:pPr>
          </w:p>
          <w:p w14:paraId="7FF5C4BC"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Notes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73"/>
              <w:gridCol w:w="473"/>
              <w:gridCol w:w="821"/>
              <w:gridCol w:w="857"/>
            </w:tblGrid>
            <w:tr w:rsidR="003D565B" w:rsidRPr="00DC54C7" w14:paraId="1AA5DFFE" w14:textId="77777777" w:rsidTr="00A854B2">
              <w:tc>
                <w:tcPr>
                  <w:tcW w:w="473" w:type="dxa"/>
                  <w:tcBorders>
                    <w:top w:val="single" w:sz="4" w:space="0" w:color="auto"/>
                    <w:bottom w:val="single" w:sz="4" w:space="0" w:color="auto"/>
                  </w:tcBorders>
                </w:tcPr>
                <w:p w14:paraId="12896CCA" w14:textId="77777777" w:rsidR="003D565B" w:rsidRPr="00DC54C7" w:rsidRDefault="003D565B" w:rsidP="003D565B">
                  <w:pPr>
                    <w:rPr>
                      <w:rFonts w:eastAsia="SimSun"/>
                      <w:szCs w:val="22"/>
                    </w:rPr>
                  </w:pPr>
                </w:p>
              </w:tc>
              <w:tc>
                <w:tcPr>
                  <w:tcW w:w="473" w:type="dxa"/>
                  <w:tcBorders>
                    <w:top w:val="single" w:sz="4" w:space="0" w:color="auto"/>
                    <w:bottom w:val="single" w:sz="4" w:space="0" w:color="auto"/>
                    <w:right w:val="single" w:sz="4" w:space="0" w:color="auto"/>
                  </w:tcBorders>
                </w:tcPr>
                <w:p w14:paraId="3D1F4B0A" w14:textId="77777777" w:rsidR="003D565B" w:rsidRPr="00DC54C7" w:rsidRDefault="003D565B" w:rsidP="003D565B">
                  <w:pPr>
                    <w:rPr>
                      <w:rFonts w:eastAsia="SimSun"/>
                      <w:szCs w:val="22"/>
                    </w:rPr>
                  </w:pPr>
                </w:p>
              </w:tc>
              <w:tc>
                <w:tcPr>
                  <w:tcW w:w="821" w:type="dxa"/>
                  <w:tcBorders>
                    <w:top w:val="single" w:sz="4" w:space="0" w:color="auto"/>
                    <w:left w:val="single" w:sz="4" w:space="0" w:color="auto"/>
                    <w:bottom w:val="single" w:sz="4" w:space="0" w:color="auto"/>
                  </w:tcBorders>
                </w:tcPr>
                <w:p w14:paraId="748E874F" w14:textId="77777777" w:rsidR="003D565B" w:rsidRPr="00DC54C7" w:rsidRDefault="003D565B" w:rsidP="00944826">
                  <w:pPr>
                    <w:jc w:val="right"/>
                    <w:rPr>
                      <w:rFonts w:eastAsia="SimSun"/>
                      <w:szCs w:val="22"/>
                    </w:rPr>
                  </w:pPr>
                  <w:r w:rsidRPr="00DC54C7">
                    <w:rPr>
                      <w:rFonts w:eastAsia="SimSun"/>
                      <w:szCs w:val="22"/>
                    </w:rPr>
                    <w:t>30,000</w:t>
                  </w:r>
                </w:p>
              </w:tc>
              <w:tc>
                <w:tcPr>
                  <w:tcW w:w="857" w:type="dxa"/>
                  <w:tcBorders>
                    <w:top w:val="single" w:sz="4" w:space="0" w:color="auto"/>
                    <w:bottom w:val="single" w:sz="4" w:space="0" w:color="auto"/>
                  </w:tcBorders>
                </w:tcPr>
                <w:p w14:paraId="1AE9E93F"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2B9099D9" w14:textId="77777777" w:rsidTr="00A854B2">
              <w:tc>
                <w:tcPr>
                  <w:tcW w:w="473" w:type="dxa"/>
                  <w:tcBorders>
                    <w:top w:val="single" w:sz="4" w:space="0" w:color="auto"/>
                  </w:tcBorders>
                </w:tcPr>
                <w:p w14:paraId="688EDF66" w14:textId="77777777" w:rsidR="003D565B" w:rsidRPr="00DC54C7" w:rsidRDefault="003D565B" w:rsidP="003D565B">
                  <w:pPr>
                    <w:rPr>
                      <w:rFonts w:eastAsia="SimSun"/>
                      <w:szCs w:val="22"/>
                    </w:rPr>
                  </w:pPr>
                </w:p>
              </w:tc>
              <w:tc>
                <w:tcPr>
                  <w:tcW w:w="473" w:type="dxa"/>
                  <w:tcBorders>
                    <w:top w:val="single" w:sz="4" w:space="0" w:color="auto"/>
                    <w:right w:val="single" w:sz="4" w:space="0" w:color="auto"/>
                  </w:tcBorders>
                </w:tcPr>
                <w:p w14:paraId="4C1D3AE0" w14:textId="77777777" w:rsidR="003D565B" w:rsidRPr="00DC54C7" w:rsidRDefault="003D565B" w:rsidP="003D565B">
                  <w:pPr>
                    <w:rPr>
                      <w:rFonts w:eastAsia="SimSun"/>
                      <w:szCs w:val="22"/>
                    </w:rPr>
                  </w:pPr>
                </w:p>
              </w:tc>
              <w:tc>
                <w:tcPr>
                  <w:tcW w:w="821" w:type="dxa"/>
                  <w:tcBorders>
                    <w:top w:val="single" w:sz="4" w:space="0" w:color="auto"/>
                    <w:left w:val="single" w:sz="4" w:space="0" w:color="auto"/>
                  </w:tcBorders>
                </w:tcPr>
                <w:p w14:paraId="18686FA8" w14:textId="77777777" w:rsidR="003D565B" w:rsidRPr="00DC54C7" w:rsidRDefault="003D565B" w:rsidP="00944826">
                  <w:pPr>
                    <w:jc w:val="right"/>
                    <w:rPr>
                      <w:rFonts w:eastAsia="SimSun"/>
                      <w:szCs w:val="22"/>
                    </w:rPr>
                  </w:pPr>
                  <w:r w:rsidRPr="00DC54C7">
                    <w:rPr>
                      <w:rFonts w:eastAsia="SimSun"/>
                      <w:szCs w:val="22"/>
                    </w:rPr>
                    <w:t>30,000</w:t>
                  </w:r>
                </w:p>
              </w:tc>
              <w:tc>
                <w:tcPr>
                  <w:tcW w:w="857" w:type="dxa"/>
                  <w:tcBorders>
                    <w:top w:val="single" w:sz="4" w:space="0" w:color="auto"/>
                  </w:tcBorders>
                </w:tcPr>
                <w:p w14:paraId="7990300F" w14:textId="77777777" w:rsidR="003D565B" w:rsidRPr="00DC54C7" w:rsidRDefault="003D565B" w:rsidP="003D565B">
                  <w:pPr>
                    <w:rPr>
                      <w:rFonts w:eastAsia="SimSun"/>
                      <w:szCs w:val="22"/>
                    </w:rPr>
                  </w:pPr>
                  <w:r w:rsidRPr="00DC54C7">
                    <w:rPr>
                      <w:rFonts w:eastAsia="SimSun"/>
                      <w:szCs w:val="22"/>
                    </w:rPr>
                    <w:t>Adj.</w:t>
                  </w:r>
                </w:p>
              </w:tc>
            </w:tr>
          </w:tbl>
          <w:p w14:paraId="656AF0F9" w14:textId="77777777" w:rsidR="003D565B" w:rsidRPr="00DC54C7" w:rsidRDefault="003D565B" w:rsidP="003D565B">
            <w:pPr>
              <w:rPr>
                <w:rFonts w:eastAsia="SimSun"/>
                <w:szCs w:val="22"/>
              </w:rPr>
            </w:pPr>
          </w:p>
          <w:p w14:paraId="52AB63D0"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Interest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45"/>
              <w:gridCol w:w="547"/>
              <w:gridCol w:w="823"/>
              <w:gridCol w:w="809"/>
            </w:tblGrid>
            <w:tr w:rsidR="003D565B" w:rsidRPr="00DC54C7" w14:paraId="52B18EA2" w14:textId="77777777" w:rsidTr="00A854B2">
              <w:tc>
                <w:tcPr>
                  <w:tcW w:w="445" w:type="dxa"/>
                  <w:tcBorders>
                    <w:top w:val="single" w:sz="4" w:space="0" w:color="auto"/>
                  </w:tcBorders>
                </w:tcPr>
                <w:p w14:paraId="1420F6DC" w14:textId="77777777" w:rsidR="003D565B" w:rsidRPr="00DC54C7" w:rsidRDefault="003D565B" w:rsidP="003D565B">
                  <w:pPr>
                    <w:rPr>
                      <w:rFonts w:eastAsia="SimSun"/>
                      <w:szCs w:val="22"/>
                    </w:rPr>
                  </w:pPr>
                </w:p>
              </w:tc>
              <w:tc>
                <w:tcPr>
                  <w:tcW w:w="547" w:type="dxa"/>
                  <w:tcBorders>
                    <w:top w:val="single" w:sz="4" w:space="0" w:color="auto"/>
                    <w:right w:val="single" w:sz="4" w:space="0" w:color="auto"/>
                  </w:tcBorders>
                </w:tcPr>
                <w:p w14:paraId="4FAB16A9" w14:textId="77777777" w:rsidR="003D565B" w:rsidRPr="00DC54C7" w:rsidRDefault="003D565B" w:rsidP="00944826">
                  <w:pPr>
                    <w:jc w:val="right"/>
                    <w:rPr>
                      <w:rFonts w:eastAsia="SimSun"/>
                      <w:szCs w:val="22"/>
                    </w:rPr>
                  </w:pPr>
                </w:p>
              </w:tc>
              <w:tc>
                <w:tcPr>
                  <w:tcW w:w="823" w:type="dxa"/>
                  <w:tcBorders>
                    <w:top w:val="single" w:sz="4" w:space="0" w:color="auto"/>
                    <w:left w:val="single" w:sz="4" w:space="0" w:color="auto"/>
                  </w:tcBorders>
                </w:tcPr>
                <w:p w14:paraId="719128D5" w14:textId="77777777" w:rsidR="003D565B" w:rsidRPr="00DC54C7" w:rsidRDefault="003D565B" w:rsidP="00944826">
                  <w:pPr>
                    <w:jc w:val="right"/>
                    <w:rPr>
                      <w:rFonts w:eastAsia="SimSun"/>
                      <w:szCs w:val="22"/>
                    </w:rPr>
                  </w:pPr>
                  <w:r w:rsidRPr="00DC54C7">
                    <w:rPr>
                      <w:rFonts w:eastAsia="SimSun"/>
                      <w:szCs w:val="22"/>
                    </w:rPr>
                    <w:t>0</w:t>
                  </w:r>
                </w:p>
              </w:tc>
              <w:tc>
                <w:tcPr>
                  <w:tcW w:w="809" w:type="dxa"/>
                  <w:tcBorders>
                    <w:top w:val="single" w:sz="4" w:space="0" w:color="auto"/>
                  </w:tcBorders>
                </w:tcPr>
                <w:p w14:paraId="68D8729B"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61C1D1AF" w14:textId="77777777" w:rsidTr="00A854B2">
              <w:tc>
                <w:tcPr>
                  <w:tcW w:w="445" w:type="dxa"/>
                  <w:tcBorders>
                    <w:bottom w:val="single" w:sz="4" w:space="0" w:color="auto"/>
                  </w:tcBorders>
                </w:tcPr>
                <w:p w14:paraId="00B9AD07" w14:textId="77777777" w:rsidR="003D565B" w:rsidRPr="00DC54C7" w:rsidRDefault="003D565B" w:rsidP="003D565B">
                  <w:pPr>
                    <w:rPr>
                      <w:rFonts w:eastAsia="SimSun"/>
                      <w:szCs w:val="22"/>
                    </w:rPr>
                  </w:pPr>
                </w:p>
              </w:tc>
              <w:tc>
                <w:tcPr>
                  <w:tcW w:w="547" w:type="dxa"/>
                  <w:tcBorders>
                    <w:bottom w:val="single" w:sz="4" w:space="0" w:color="auto"/>
                    <w:right w:val="single" w:sz="4" w:space="0" w:color="auto"/>
                  </w:tcBorders>
                </w:tcPr>
                <w:p w14:paraId="6E2FA6A7" w14:textId="77777777" w:rsidR="003D565B" w:rsidRPr="00DC54C7" w:rsidRDefault="003D565B" w:rsidP="00944826">
                  <w:pPr>
                    <w:jc w:val="right"/>
                    <w:rPr>
                      <w:rFonts w:eastAsia="SimSun"/>
                      <w:szCs w:val="22"/>
                    </w:rPr>
                  </w:pPr>
                </w:p>
              </w:tc>
              <w:tc>
                <w:tcPr>
                  <w:tcW w:w="823" w:type="dxa"/>
                  <w:tcBorders>
                    <w:left w:val="single" w:sz="4" w:space="0" w:color="auto"/>
                    <w:bottom w:val="single" w:sz="4" w:space="0" w:color="auto"/>
                  </w:tcBorders>
                </w:tcPr>
                <w:p w14:paraId="35194EF4" w14:textId="77777777" w:rsidR="003D565B" w:rsidRPr="00DC54C7" w:rsidRDefault="003D565B" w:rsidP="003D565B">
                  <w:pPr>
                    <w:rPr>
                      <w:rFonts w:eastAsia="SimSun"/>
                      <w:szCs w:val="22"/>
                    </w:rPr>
                  </w:pPr>
                  <w:r w:rsidRPr="00DC54C7">
                    <w:rPr>
                      <w:rFonts w:eastAsia="SimSun"/>
                      <w:szCs w:val="22"/>
                    </w:rPr>
                    <w:t>3,000</w:t>
                  </w:r>
                </w:p>
              </w:tc>
              <w:tc>
                <w:tcPr>
                  <w:tcW w:w="809" w:type="dxa"/>
                  <w:tcBorders>
                    <w:bottom w:val="single" w:sz="4" w:space="0" w:color="auto"/>
                  </w:tcBorders>
                </w:tcPr>
                <w:p w14:paraId="26F6B671" w14:textId="77777777" w:rsidR="003D565B" w:rsidRPr="00DC54C7" w:rsidRDefault="003D565B" w:rsidP="003D565B">
                  <w:pPr>
                    <w:rPr>
                      <w:rFonts w:eastAsia="SimSun"/>
                      <w:szCs w:val="22"/>
                    </w:rPr>
                  </w:pPr>
                  <w:r w:rsidRPr="00DC54C7">
                    <w:rPr>
                      <w:rFonts w:eastAsia="SimSun"/>
                      <w:szCs w:val="22"/>
                    </w:rPr>
                    <w:t>(g)</w:t>
                  </w:r>
                </w:p>
              </w:tc>
            </w:tr>
            <w:tr w:rsidR="003D565B" w:rsidRPr="00DC54C7" w14:paraId="0D5A2F90" w14:textId="77777777" w:rsidTr="00A854B2">
              <w:tc>
                <w:tcPr>
                  <w:tcW w:w="445" w:type="dxa"/>
                  <w:tcBorders>
                    <w:top w:val="single" w:sz="4" w:space="0" w:color="auto"/>
                  </w:tcBorders>
                </w:tcPr>
                <w:p w14:paraId="63960F19" w14:textId="77777777" w:rsidR="003D565B" w:rsidRPr="00DC54C7" w:rsidRDefault="003D565B" w:rsidP="003D565B">
                  <w:pPr>
                    <w:rPr>
                      <w:rFonts w:eastAsia="SimSun"/>
                      <w:szCs w:val="22"/>
                    </w:rPr>
                  </w:pPr>
                </w:p>
              </w:tc>
              <w:tc>
                <w:tcPr>
                  <w:tcW w:w="547" w:type="dxa"/>
                  <w:tcBorders>
                    <w:top w:val="single" w:sz="4" w:space="0" w:color="auto"/>
                    <w:right w:val="single" w:sz="4" w:space="0" w:color="auto"/>
                  </w:tcBorders>
                </w:tcPr>
                <w:p w14:paraId="0ECE1AD6" w14:textId="77777777" w:rsidR="003D565B" w:rsidRPr="00DC54C7" w:rsidRDefault="003D565B" w:rsidP="003D565B">
                  <w:pPr>
                    <w:rPr>
                      <w:rFonts w:eastAsia="SimSun"/>
                      <w:szCs w:val="22"/>
                    </w:rPr>
                  </w:pPr>
                </w:p>
              </w:tc>
              <w:tc>
                <w:tcPr>
                  <w:tcW w:w="823" w:type="dxa"/>
                  <w:tcBorders>
                    <w:top w:val="single" w:sz="4" w:space="0" w:color="auto"/>
                    <w:left w:val="single" w:sz="4" w:space="0" w:color="auto"/>
                  </w:tcBorders>
                </w:tcPr>
                <w:p w14:paraId="13E834AC" w14:textId="77777777" w:rsidR="003D565B" w:rsidRPr="00DC54C7" w:rsidRDefault="003D565B" w:rsidP="00944826">
                  <w:pPr>
                    <w:jc w:val="right"/>
                    <w:rPr>
                      <w:rFonts w:eastAsia="SimSun"/>
                      <w:szCs w:val="22"/>
                    </w:rPr>
                  </w:pPr>
                  <w:r w:rsidRPr="00DC54C7">
                    <w:rPr>
                      <w:rFonts w:eastAsia="SimSun"/>
                      <w:szCs w:val="22"/>
                    </w:rPr>
                    <w:t>3,000</w:t>
                  </w:r>
                </w:p>
              </w:tc>
              <w:tc>
                <w:tcPr>
                  <w:tcW w:w="809" w:type="dxa"/>
                  <w:tcBorders>
                    <w:top w:val="single" w:sz="4" w:space="0" w:color="auto"/>
                  </w:tcBorders>
                </w:tcPr>
                <w:p w14:paraId="4E39756A" w14:textId="77777777" w:rsidR="003D565B" w:rsidRPr="00DC54C7" w:rsidRDefault="003D565B" w:rsidP="003D565B">
                  <w:pPr>
                    <w:rPr>
                      <w:rFonts w:eastAsia="SimSun"/>
                      <w:szCs w:val="22"/>
                    </w:rPr>
                  </w:pPr>
                  <w:r w:rsidRPr="00DC54C7">
                    <w:rPr>
                      <w:rFonts w:eastAsia="SimSun"/>
                      <w:szCs w:val="22"/>
                    </w:rPr>
                    <w:t>Adj.</w:t>
                  </w:r>
                </w:p>
              </w:tc>
            </w:tr>
          </w:tbl>
          <w:p w14:paraId="57DF68CC" w14:textId="77777777" w:rsidR="003D565B" w:rsidRPr="00DC54C7" w:rsidRDefault="003D565B" w:rsidP="003D565B">
            <w:pPr>
              <w:rPr>
                <w:rFonts w:eastAsia="SimSun"/>
                <w:szCs w:val="22"/>
              </w:rPr>
            </w:pPr>
          </w:p>
          <w:p w14:paraId="30C450DF"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Income Taxes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08"/>
              <w:gridCol w:w="586"/>
              <w:gridCol w:w="821"/>
              <w:gridCol w:w="809"/>
            </w:tblGrid>
            <w:tr w:rsidR="003D565B" w:rsidRPr="00DC54C7" w14:paraId="33C7CCBF" w14:textId="77777777" w:rsidTr="00944826">
              <w:tc>
                <w:tcPr>
                  <w:tcW w:w="454" w:type="dxa"/>
                  <w:tcBorders>
                    <w:top w:val="single" w:sz="4" w:space="0" w:color="auto"/>
                  </w:tcBorders>
                </w:tcPr>
                <w:p w14:paraId="765F5107" w14:textId="77777777" w:rsidR="003D565B" w:rsidRPr="00DC54C7" w:rsidRDefault="003D565B" w:rsidP="003D565B">
                  <w:pPr>
                    <w:rPr>
                      <w:rFonts w:eastAsia="SimSun"/>
                      <w:szCs w:val="22"/>
                    </w:rPr>
                  </w:pPr>
                </w:p>
              </w:tc>
              <w:tc>
                <w:tcPr>
                  <w:tcW w:w="677" w:type="dxa"/>
                  <w:tcBorders>
                    <w:top w:val="single" w:sz="4" w:space="0" w:color="auto"/>
                    <w:right w:val="single" w:sz="4" w:space="0" w:color="auto"/>
                  </w:tcBorders>
                </w:tcPr>
                <w:p w14:paraId="41B46777" w14:textId="77777777" w:rsidR="003D565B" w:rsidRPr="00DC54C7" w:rsidRDefault="003D565B" w:rsidP="00944826">
                  <w:pPr>
                    <w:jc w:val="right"/>
                    <w:rPr>
                      <w:rFonts w:eastAsia="SimSun"/>
                      <w:szCs w:val="22"/>
                    </w:rPr>
                  </w:pPr>
                </w:p>
              </w:tc>
              <w:tc>
                <w:tcPr>
                  <w:tcW w:w="677" w:type="dxa"/>
                  <w:tcBorders>
                    <w:top w:val="single" w:sz="4" w:space="0" w:color="auto"/>
                    <w:left w:val="single" w:sz="4" w:space="0" w:color="auto"/>
                  </w:tcBorders>
                </w:tcPr>
                <w:p w14:paraId="40F205B0" w14:textId="77777777" w:rsidR="003D565B" w:rsidRPr="00DC54C7" w:rsidRDefault="003D565B" w:rsidP="00944826">
                  <w:pPr>
                    <w:jc w:val="right"/>
                    <w:rPr>
                      <w:rFonts w:eastAsia="SimSun"/>
                      <w:szCs w:val="22"/>
                    </w:rPr>
                  </w:pPr>
                  <w:r w:rsidRPr="00DC54C7">
                    <w:rPr>
                      <w:rFonts w:eastAsia="SimSun"/>
                      <w:szCs w:val="22"/>
                    </w:rPr>
                    <w:t>0</w:t>
                  </w:r>
                </w:p>
              </w:tc>
              <w:tc>
                <w:tcPr>
                  <w:tcW w:w="784" w:type="dxa"/>
                  <w:tcBorders>
                    <w:top w:val="single" w:sz="4" w:space="0" w:color="auto"/>
                  </w:tcBorders>
                </w:tcPr>
                <w:p w14:paraId="1FD11964"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0E35E38B" w14:textId="77777777" w:rsidTr="00944826">
              <w:tc>
                <w:tcPr>
                  <w:tcW w:w="454" w:type="dxa"/>
                  <w:tcBorders>
                    <w:bottom w:val="single" w:sz="4" w:space="0" w:color="auto"/>
                  </w:tcBorders>
                </w:tcPr>
                <w:p w14:paraId="130696CD" w14:textId="77777777" w:rsidR="003D565B" w:rsidRPr="00DC54C7" w:rsidRDefault="003D565B" w:rsidP="003D565B">
                  <w:pPr>
                    <w:rPr>
                      <w:rFonts w:eastAsia="SimSun"/>
                      <w:szCs w:val="22"/>
                    </w:rPr>
                  </w:pPr>
                </w:p>
              </w:tc>
              <w:tc>
                <w:tcPr>
                  <w:tcW w:w="677" w:type="dxa"/>
                  <w:tcBorders>
                    <w:bottom w:val="single" w:sz="4" w:space="0" w:color="auto"/>
                    <w:right w:val="single" w:sz="4" w:space="0" w:color="auto"/>
                  </w:tcBorders>
                </w:tcPr>
                <w:p w14:paraId="7ED40106" w14:textId="77777777" w:rsidR="003D565B" w:rsidRPr="00DC54C7" w:rsidRDefault="003D565B" w:rsidP="00944826">
                  <w:pPr>
                    <w:jc w:val="right"/>
                    <w:rPr>
                      <w:rFonts w:eastAsia="SimSun"/>
                      <w:szCs w:val="22"/>
                    </w:rPr>
                  </w:pPr>
                </w:p>
              </w:tc>
              <w:tc>
                <w:tcPr>
                  <w:tcW w:w="677" w:type="dxa"/>
                  <w:tcBorders>
                    <w:left w:val="single" w:sz="4" w:space="0" w:color="auto"/>
                    <w:bottom w:val="single" w:sz="4" w:space="0" w:color="auto"/>
                  </w:tcBorders>
                </w:tcPr>
                <w:p w14:paraId="2638391E" w14:textId="77777777" w:rsidR="003D565B" w:rsidRPr="00DC54C7" w:rsidRDefault="003D565B" w:rsidP="00944826">
                  <w:pPr>
                    <w:jc w:val="right"/>
                    <w:rPr>
                      <w:rFonts w:eastAsia="SimSun"/>
                      <w:szCs w:val="22"/>
                    </w:rPr>
                  </w:pPr>
                  <w:r w:rsidRPr="00DC54C7">
                    <w:rPr>
                      <w:rFonts w:eastAsia="SimSun"/>
                      <w:szCs w:val="22"/>
                    </w:rPr>
                    <w:t>26,110</w:t>
                  </w:r>
                </w:p>
              </w:tc>
              <w:tc>
                <w:tcPr>
                  <w:tcW w:w="784" w:type="dxa"/>
                  <w:tcBorders>
                    <w:bottom w:val="single" w:sz="4" w:space="0" w:color="auto"/>
                  </w:tcBorders>
                </w:tcPr>
                <w:p w14:paraId="55F40A24" w14:textId="77777777" w:rsidR="003D565B" w:rsidRPr="00DC54C7" w:rsidRDefault="003D565B" w:rsidP="003D565B">
                  <w:pPr>
                    <w:rPr>
                      <w:rFonts w:eastAsia="SimSun"/>
                      <w:szCs w:val="22"/>
                    </w:rPr>
                  </w:pPr>
                  <w:r w:rsidRPr="00DC54C7">
                    <w:rPr>
                      <w:rFonts w:eastAsia="SimSun"/>
                      <w:szCs w:val="22"/>
                    </w:rPr>
                    <w:t>(h)</w:t>
                  </w:r>
                </w:p>
              </w:tc>
            </w:tr>
            <w:tr w:rsidR="003D565B" w:rsidRPr="00DC54C7" w14:paraId="071EE84B" w14:textId="77777777" w:rsidTr="00944826">
              <w:tc>
                <w:tcPr>
                  <w:tcW w:w="454" w:type="dxa"/>
                  <w:tcBorders>
                    <w:top w:val="single" w:sz="4" w:space="0" w:color="auto"/>
                  </w:tcBorders>
                </w:tcPr>
                <w:p w14:paraId="44670484" w14:textId="77777777" w:rsidR="003D565B" w:rsidRPr="00DC54C7" w:rsidRDefault="003D565B" w:rsidP="003D565B">
                  <w:pPr>
                    <w:rPr>
                      <w:rFonts w:eastAsia="SimSun"/>
                      <w:szCs w:val="22"/>
                    </w:rPr>
                  </w:pPr>
                </w:p>
              </w:tc>
              <w:tc>
                <w:tcPr>
                  <w:tcW w:w="677" w:type="dxa"/>
                  <w:tcBorders>
                    <w:top w:val="single" w:sz="4" w:space="0" w:color="auto"/>
                    <w:right w:val="single" w:sz="4" w:space="0" w:color="auto"/>
                  </w:tcBorders>
                </w:tcPr>
                <w:p w14:paraId="3F251E8F" w14:textId="77777777" w:rsidR="003D565B" w:rsidRPr="00DC54C7" w:rsidRDefault="003D565B" w:rsidP="003D565B">
                  <w:pPr>
                    <w:rPr>
                      <w:rFonts w:eastAsia="SimSun"/>
                      <w:szCs w:val="22"/>
                    </w:rPr>
                  </w:pPr>
                </w:p>
              </w:tc>
              <w:tc>
                <w:tcPr>
                  <w:tcW w:w="677" w:type="dxa"/>
                  <w:tcBorders>
                    <w:top w:val="single" w:sz="4" w:space="0" w:color="auto"/>
                    <w:left w:val="single" w:sz="4" w:space="0" w:color="auto"/>
                  </w:tcBorders>
                </w:tcPr>
                <w:p w14:paraId="0E122F4A" w14:textId="77777777" w:rsidR="003D565B" w:rsidRPr="00DC54C7" w:rsidRDefault="003D565B" w:rsidP="00944826">
                  <w:pPr>
                    <w:jc w:val="right"/>
                    <w:rPr>
                      <w:rFonts w:eastAsia="SimSun"/>
                      <w:szCs w:val="22"/>
                    </w:rPr>
                  </w:pPr>
                  <w:r w:rsidRPr="00DC54C7">
                    <w:rPr>
                      <w:rFonts w:eastAsia="SimSun"/>
                      <w:szCs w:val="22"/>
                    </w:rPr>
                    <w:t>26,110</w:t>
                  </w:r>
                </w:p>
              </w:tc>
              <w:tc>
                <w:tcPr>
                  <w:tcW w:w="784" w:type="dxa"/>
                  <w:tcBorders>
                    <w:top w:val="single" w:sz="4" w:space="0" w:color="auto"/>
                  </w:tcBorders>
                </w:tcPr>
                <w:p w14:paraId="6AACED77" w14:textId="77777777" w:rsidR="003D565B" w:rsidRPr="00DC54C7" w:rsidRDefault="003D565B" w:rsidP="003D565B">
                  <w:pPr>
                    <w:rPr>
                      <w:rFonts w:eastAsia="SimSun"/>
                      <w:szCs w:val="22"/>
                    </w:rPr>
                  </w:pPr>
                  <w:r w:rsidRPr="00DC54C7">
                    <w:rPr>
                      <w:rFonts w:eastAsia="SimSun"/>
                      <w:szCs w:val="22"/>
                    </w:rPr>
                    <w:t>Adj.</w:t>
                  </w:r>
                </w:p>
              </w:tc>
            </w:tr>
          </w:tbl>
          <w:p w14:paraId="47C2349A" w14:textId="77777777" w:rsidR="003D565B" w:rsidRPr="00DC54C7" w:rsidRDefault="003D565B" w:rsidP="003D565B">
            <w:pPr>
              <w:rPr>
                <w:rFonts w:eastAsia="SimSun"/>
                <w:szCs w:val="22"/>
              </w:rPr>
            </w:pPr>
          </w:p>
        </w:tc>
        <w:tc>
          <w:tcPr>
            <w:tcW w:w="3583" w:type="dxa"/>
          </w:tcPr>
          <w:p w14:paraId="0068C9FF" w14:textId="77777777" w:rsidR="003D565B" w:rsidRPr="00DC54C7" w:rsidRDefault="003D565B" w:rsidP="00944826">
            <w:pPr>
              <w:jc w:val="center"/>
              <w:rPr>
                <w:rFonts w:eastAsia="SimSun"/>
                <w:szCs w:val="22"/>
              </w:rPr>
            </w:pPr>
            <w:r w:rsidRPr="00DC54C7">
              <w:rPr>
                <w:rFonts w:eastAsia="SimSun"/>
                <w:szCs w:val="22"/>
              </w:rPr>
              <w:t>+ Contributed Capital –</w:t>
            </w:r>
          </w:p>
          <w:tbl>
            <w:tblPr>
              <w:tblW w:w="33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7"/>
              <w:gridCol w:w="828"/>
              <w:gridCol w:w="827"/>
              <w:gridCol w:w="828"/>
            </w:tblGrid>
            <w:tr w:rsidR="003D565B" w:rsidRPr="00DC54C7" w14:paraId="235804D4" w14:textId="77777777" w:rsidTr="00944826">
              <w:tc>
                <w:tcPr>
                  <w:tcW w:w="827" w:type="dxa"/>
                  <w:tcBorders>
                    <w:top w:val="single" w:sz="4" w:space="0" w:color="auto"/>
                  </w:tcBorders>
                </w:tcPr>
                <w:p w14:paraId="4F19EB24" w14:textId="77777777" w:rsidR="003D565B" w:rsidRPr="00DC54C7" w:rsidRDefault="003D565B" w:rsidP="003D565B">
                  <w:pPr>
                    <w:rPr>
                      <w:rFonts w:eastAsia="SimSun"/>
                      <w:szCs w:val="22"/>
                    </w:rPr>
                  </w:pPr>
                </w:p>
              </w:tc>
              <w:tc>
                <w:tcPr>
                  <w:tcW w:w="828" w:type="dxa"/>
                  <w:tcBorders>
                    <w:top w:val="single" w:sz="4" w:space="0" w:color="auto"/>
                    <w:right w:val="single" w:sz="4" w:space="0" w:color="auto"/>
                  </w:tcBorders>
                </w:tcPr>
                <w:p w14:paraId="305EA410" w14:textId="77777777" w:rsidR="003D565B" w:rsidRPr="00DC54C7" w:rsidRDefault="003D565B" w:rsidP="00944826">
                  <w:pPr>
                    <w:jc w:val="right"/>
                    <w:rPr>
                      <w:rFonts w:eastAsia="SimSun"/>
                      <w:szCs w:val="22"/>
                    </w:rPr>
                  </w:pPr>
                </w:p>
              </w:tc>
              <w:tc>
                <w:tcPr>
                  <w:tcW w:w="827" w:type="dxa"/>
                  <w:tcBorders>
                    <w:top w:val="single" w:sz="4" w:space="0" w:color="auto"/>
                    <w:left w:val="single" w:sz="4" w:space="0" w:color="auto"/>
                  </w:tcBorders>
                </w:tcPr>
                <w:p w14:paraId="39C8D5D3" w14:textId="77777777" w:rsidR="003D565B" w:rsidRPr="00DC54C7" w:rsidRDefault="003D565B" w:rsidP="00944826">
                  <w:pPr>
                    <w:jc w:val="right"/>
                    <w:rPr>
                      <w:rFonts w:eastAsia="SimSun"/>
                      <w:szCs w:val="22"/>
                    </w:rPr>
                  </w:pPr>
                  <w:r w:rsidRPr="00DC54C7">
                    <w:rPr>
                      <w:rFonts w:eastAsia="SimSun"/>
                      <w:szCs w:val="22"/>
                    </w:rPr>
                    <w:t>10,000</w:t>
                  </w:r>
                </w:p>
              </w:tc>
              <w:tc>
                <w:tcPr>
                  <w:tcW w:w="828" w:type="dxa"/>
                  <w:tcBorders>
                    <w:top w:val="single" w:sz="4" w:space="0" w:color="auto"/>
                  </w:tcBorders>
                </w:tcPr>
                <w:p w14:paraId="68BFDB96" w14:textId="77777777" w:rsidR="003D565B" w:rsidRPr="00DC54C7" w:rsidRDefault="003D565B" w:rsidP="003D565B">
                  <w:pPr>
                    <w:rPr>
                      <w:rFonts w:eastAsia="SimSun"/>
                      <w:szCs w:val="22"/>
                    </w:rPr>
                  </w:pPr>
                  <w:r w:rsidRPr="00DC54C7">
                    <w:rPr>
                      <w:rFonts w:eastAsia="SimSun"/>
                      <w:szCs w:val="22"/>
                    </w:rPr>
                    <w:t>Unadj.</w:t>
                  </w:r>
                </w:p>
              </w:tc>
            </w:tr>
          </w:tbl>
          <w:p w14:paraId="02BDEBBF" w14:textId="77777777" w:rsidR="003D565B" w:rsidRPr="00DC54C7" w:rsidRDefault="003D565B" w:rsidP="00944826">
            <w:pPr>
              <w:jc w:val="center"/>
              <w:rPr>
                <w:rFonts w:eastAsia="SimSun"/>
                <w:szCs w:val="22"/>
              </w:rPr>
            </w:pPr>
          </w:p>
          <w:p w14:paraId="4B09B0BD"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Retained Earnings +</w:t>
            </w:r>
          </w:p>
          <w:tbl>
            <w:tblPr>
              <w:tblW w:w="4953"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6"/>
              <w:gridCol w:w="831"/>
              <w:gridCol w:w="839"/>
              <w:gridCol w:w="839"/>
            </w:tblGrid>
            <w:tr w:rsidR="003D565B" w:rsidRPr="00DC54C7" w14:paraId="2BB02D42" w14:textId="77777777" w:rsidTr="0015328A">
              <w:tc>
                <w:tcPr>
                  <w:tcW w:w="1228" w:type="pct"/>
                  <w:tcBorders>
                    <w:top w:val="single" w:sz="4" w:space="0" w:color="auto"/>
                  </w:tcBorders>
                </w:tcPr>
                <w:p w14:paraId="4DCE1EE6" w14:textId="77777777" w:rsidR="003D565B" w:rsidRPr="00DC54C7" w:rsidRDefault="003D565B" w:rsidP="003D565B">
                  <w:pPr>
                    <w:rPr>
                      <w:rFonts w:eastAsia="SimSun"/>
                      <w:szCs w:val="22"/>
                    </w:rPr>
                  </w:pPr>
                </w:p>
              </w:tc>
              <w:tc>
                <w:tcPr>
                  <w:tcW w:w="1249" w:type="pct"/>
                  <w:tcBorders>
                    <w:top w:val="single" w:sz="4" w:space="0" w:color="auto"/>
                    <w:right w:val="single" w:sz="4" w:space="0" w:color="auto"/>
                  </w:tcBorders>
                </w:tcPr>
                <w:p w14:paraId="77843F09" w14:textId="77777777" w:rsidR="003D565B" w:rsidRPr="00DC54C7" w:rsidRDefault="003D565B" w:rsidP="003D565B">
                  <w:pPr>
                    <w:rPr>
                      <w:rFonts w:eastAsia="SimSun"/>
                      <w:szCs w:val="22"/>
                    </w:rPr>
                  </w:pPr>
                </w:p>
              </w:tc>
              <w:tc>
                <w:tcPr>
                  <w:tcW w:w="1261" w:type="pct"/>
                  <w:tcBorders>
                    <w:top w:val="single" w:sz="4" w:space="0" w:color="auto"/>
                    <w:left w:val="single" w:sz="4" w:space="0" w:color="auto"/>
                  </w:tcBorders>
                </w:tcPr>
                <w:p w14:paraId="2773222D" w14:textId="77777777" w:rsidR="003D565B" w:rsidRPr="00DC54C7" w:rsidRDefault="003D565B" w:rsidP="00944826">
                  <w:pPr>
                    <w:jc w:val="right"/>
                    <w:rPr>
                      <w:rFonts w:eastAsia="SimSun"/>
                      <w:szCs w:val="22"/>
                    </w:rPr>
                  </w:pPr>
                  <w:r w:rsidRPr="00DC54C7">
                    <w:rPr>
                      <w:rFonts w:eastAsia="SimSun"/>
                      <w:szCs w:val="22"/>
                    </w:rPr>
                    <w:t>0</w:t>
                  </w:r>
                </w:p>
              </w:tc>
              <w:tc>
                <w:tcPr>
                  <w:tcW w:w="1262" w:type="pct"/>
                  <w:tcBorders>
                    <w:top w:val="single" w:sz="4" w:space="0" w:color="auto"/>
                  </w:tcBorders>
                </w:tcPr>
                <w:p w14:paraId="06F2CD07" w14:textId="77777777" w:rsidR="003D565B" w:rsidRPr="00DC54C7" w:rsidRDefault="003D565B" w:rsidP="003D565B">
                  <w:pPr>
                    <w:rPr>
                      <w:rFonts w:eastAsia="SimSun"/>
                      <w:szCs w:val="22"/>
                    </w:rPr>
                  </w:pPr>
                  <w:r w:rsidRPr="00DC54C7">
                    <w:rPr>
                      <w:rFonts w:eastAsia="SimSun"/>
                      <w:szCs w:val="22"/>
                    </w:rPr>
                    <w:t>Unadj.</w:t>
                  </w:r>
                </w:p>
              </w:tc>
            </w:tr>
          </w:tbl>
          <w:p w14:paraId="20C4FACB" w14:textId="77777777" w:rsidR="003D565B" w:rsidRPr="00DC54C7" w:rsidRDefault="003D565B" w:rsidP="00944826">
            <w:pPr>
              <w:jc w:val="center"/>
              <w:rPr>
                <w:rFonts w:eastAsia="SimSun"/>
                <w:szCs w:val="22"/>
              </w:rPr>
            </w:pPr>
          </w:p>
          <w:p w14:paraId="3FD611F7" w14:textId="77777777" w:rsidR="003D565B" w:rsidRPr="00DC54C7" w:rsidRDefault="003D565B" w:rsidP="00944826">
            <w:pPr>
              <w:jc w:val="center"/>
              <w:rPr>
                <w:rFonts w:eastAsia="SimSun"/>
                <w:szCs w:val="22"/>
              </w:rPr>
            </w:pPr>
            <w:r w:rsidRPr="00DC54C7">
              <w:rPr>
                <w:rFonts w:eastAsia="SimSun"/>
                <w:szCs w:val="22"/>
              </w:rPr>
              <w:t>+ Dividends</w:t>
            </w:r>
            <w:r w:rsidR="000304F6">
              <w:rPr>
                <w:rFonts w:eastAsia="SimSun"/>
                <w:szCs w:val="22"/>
              </w:rPr>
              <w:t xml:space="preserve"> </w:t>
            </w:r>
            <w:r w:rsidRPr="00DC54C7">
              <w:rPr>
                <w:rFonts w:eastAsia="SimSun"/>
                <w:szCs w:val="22"/>
              </w:rPr>
              <w:t>–</w:t>
            </w:r>
          </w:p>
          <w:tbl>
            <w:tblPr>
              <w:tblW w:w="4933"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21"/>
              <w:gridCol w:w="835"/>
            </w:tblGrid>
            <w:tr w:rsidR="003D565B" w:rsidRPr="00DC54C7" w14:paraId="17E058E4" w14:textId="77777777" w:rsidTr="00473D4D">
              <w:tc>
                <w:tcPr>
                  <w:tcW w:w="1239" w:type="pct"/>
                  <w:tcBorders>
                    <w:top w:val="single" w:sz="4" w:space="0" w:color="auto"/>
                  </w:tcBorders>
                </w:tcPr>
                <w:p w14:paraId="127C10DE" w14:textId="77777777" w:rsidR="003D565B" w:rsidRPr="00DC54C7" w:rsidRDefault="003D565B" w:rsidP="003D565B">
                  <w:pPr>
                    <w:rPr>
                      <w:rFonts w:eastAsia="SimSun"/>
                      <w:szCs w:val="22"/>
                    </w:rPr>
                  </w:pPr>
                  <w:r w:rsidRPr="00DC54C7">
                    <w:rPr>
                      <w:rFonts w:eastAsia="SimSun"/>
                      <w:szCs w:val="22"/>
                    </w:rPr>
                    <w:t>Unadj.</w:t>
                  </w:r>
                </w:p>
              </w:tc>
              <w:tc>
                <w:tcPr>
                  <w:tcW w:w="1261" w:type="pct"/>
                  <w:tcBorders>
                    <w:top w:val="single" w:sz="4" w:space="0" w:color="auto"/>
                    <w:right w:val="single" w:sz="4" w:space="0" w:color="auto"/>
                  </w:tcBorders>
                </w:tcPr>
                <w:p w14:paraId="3C9FC9D9" w14:textId="77777777" w:rsidR="003D565B" w:rsidRPr="00DC54C7" w:rsidRDefault="003D565B" w:rsidP="00944826">
                  <w:pPr>
                    <w:jc w:val="right"/>
                    <w:rPr>
                      <w:rFonts w:eastAsia="SimSun"/>
                      <w:szCs w:val="22"/>
                    </w:rPr>
                  </w:pPr>
                  <w:r w:rsidRPr="00DC54C7">
                    <w:rPr>
                      <w:rFonts w:eastAsia="SimSun"/>
                      <w:szCs w:val="22"/>
                    </w:rPr>
                    <w:t>0</w:t>
                  </w:r>
                </w:p>
              </w:tc>
              <w:tc>
                <w:tcPr>
                  <w:tcW w:w="1239" w:type="pct"/>
                  <w:tcBorders>
                    <w:top w:val="single" w:sz="4" w:space="0" w:color="auto"/>
                    <w:left w:val="single" w:sz="4" w:space="0" w:color="auto"/>
                  </w:tcBorders>
                </w:tcPr>
                <w:p w14:paraId="590F6252" w14:textId="77777777" w:rsidR="003D565B" w:rsidRPr="00DC54C7" w:rsidRDefault="003D565B" w:rsidP="003D565B">
                  <w:pPr>
                    <w:rPr>
                      <w:rFonts w:eastAsia="SimSun"/>
                      <w:szCs w:val="22"/>
                    </w:rPr>
                  </w:pPr>
                </w:p>
              </w:tc>
              <w:tc>
                <w:tcPr>
                  <w:tcW w:w="1261" w:type="pct"/>
                  <w:tcBorders>
                    <w:top w:val="single" w:sz="4" w:space="0" w:color="auto"/>
                  </w:tcBorders>
                </w:tcPr>
                <w:p w14:paraId="3E3BD17C" w14:textId="77777777" w:rsidR="003D565B" w:rsidRPr="00DC54C7" w:rsidRDefault="003D565B" w:rsidP="003D565B">
                  <w:pPr>
                    <w:rPr>
                      <w:rFonts w:eastAsia="SimSun"/>
                      <w:szCs w:val="22"/>
                    </w:rPr>
                  </w:pPr>
                </w:p>
              </w:tc>
            </w:tr>
            <w:tr w:rsidR="003D565B" w:rsidRPr="00DC54C7" w14:paraId="02DB45FA" w14:textId="77777777" w:rsidTr="00473D4D">
              <w:tc>
                <w:tcPr>
                  <w:tcW w:w="1239" w:type="pct"/>
                  <w:tcBorders>
                    <w:bottom w:val="single" w:sz="4" w:space="0" w:color="auto"/>
                  </w:tcBorders>
                </w:tcPr>
                <w:p w14:paraId="14BEEA50" w14:textId="77777777" w:rsidR="003D565B" w:rsidRPr="00DC54C7" w:rsidRDefault="003D565B" w:rsidP="003D565B">
                  <w:pPr>
                    <w:rPr>
                      <w:rFonts w:eastAsia="SimSun"/>
                      <w:szCs w:val="22"/>
                    </w:rPr>
                  </w:pPr>
                  <w:r w:rsidRPr="00DC54C7">
                    <w:rPr>
                      <w:rFonts w:eastAsia="SimSun"/>
                      <w:szCs w:val="22"/>
                    </w:rPr>
                    <w:t>(i)</w:t>
                  </w:r>
                </w:p>
              </w:tc>
              <w:tc>
                <w:tcPr>
                  <w:tcW w:w="1261" w:type="pct"/>
                  <w:tcBorders>
                    <w:bottom w:val="single" w:sz="4" w:space="0" w:color="auto"/>
                    <w:right w:val="single" w:sz="4" w:space="0" w:color="auto"/>
                  </w:tcBorders>
                </w:tcPr>
                <w:p w14:paraId="7B2FBD79" w14:textId="77777777" w:rsidR="003D565B" w:rsidRPr="00DC54C7" w:rsidRDefault="003D565B" w:rsidP="00944826">
                  <w:pPr>
                    <w:jc w:val="right"/>
                    <w:rPr>
                      <w:rFonts w:eastAsia="SimSun"/>
                      <w:szCs w:val="22"/>
                    </w:rPr>
                  </w:pPr>
                  <w:r w:rsidRPr="00DC54C7">
                    <w:rPr>
                      <w:rFonts w:eastAsia="SimSun"/>
                      <w:szCs w:val="22"/>
                    </w:rPr>
                    <w:t>750</w:t>
                  </w:r>
                </w:p>
              </w:tc>
              <w:tc>
                <w:tcPr>
                  <w:tcW w:w="1239" w:type="pct"/>
                  <w:tcBorders>
                    <w:left w:val="single" w:sz="4" w:space="0" w:color="auto"/>
                    <w:bottom w:val="single" w:sz="4" w:space="0" w:color="auto"/>
                  </w:tcBorders>
                </w:tcPr>
                <w:p w14:paraId="7184D6EC" w14:textId="77777777" w:rsidR="003D565B" w:rsidRPr="00DC54C7" w:rsidRDefault="003D565B" w:rsidP="003D565B">
                  <w:pPr>
                    <w:rPr>
                      <w:rFonts w:eastAsia="SimSun"/>
                      <w:szCs w:val="22"/>
                    </w:rPr>
                  </w:pPr>
                </w:p>
              </w:tc>
              <w:tc>
                <w:tcPr>
                  <w:tcW w:w="1261" w:type="pct"/>
                  <w:tcBorders>
                    <w:bottom w:val="single" w:sz="4" w:space="0" w:color="auto"/>
                  </w:tcBorders>
                </w:tcPr>
                <w:p w14:paraId="10360144" w14:textId="77777777" w:rsidR="003D565B" w:rsidRPr="00DC54C7" w:rsidRDefault="003D565B" w:rsidP="003D565B">
                  <w:pPr>
                    <w:rPr>
                      <w:rFonts w:eastAsia="SimSun"/>
                      <w:szCs w:val="22"/>
                    </w:rPr>
                  </w:pPr>
                </w:p>
              </w:tc>
            </w:tr>
            <w:tr w:rsidR="003D565B" w:rsidRPr="00DC54C7" w14:paraId="597ACB09" w14:textId="77777777" w:rsidTr="00473D4D">
              <w:tc>
                <w:tcPr>
                  <w:tcW w:w="1239" w:type="pct"/>
                  <w:tcBorders>
                    <w:top w:val="single" w:sz="4" w:space="0" w:color="auto"/>
                  </w:tcBorders>
                </w:tcPr>
                <w:p w14:paraId="31184B1B" w14:textId="77777777" w:rsidR="003D565B" w:rsidRPr="00DC54C7" w:rsidRDefault="003D565B" w:rsidP="003D565B">
                  <w:pPr>
                    <w:rPr>
                      <w:rFonts w:eastAsia="SimSun"/>
                      <w:szCs w:val="22"/>
                    </w:rPr>
                  </w:pPr>
                  <w:r w:rsidRPr="00DC54C7">
                    <w:rPr>
                      <w:rFonts w:eastAsia="SimSun"/>
                      <w:szCs w:val="22"/>
                    </w:rPr>
                    <w:t>Adj.</w:t>
                  </w:r>
                </w:p>
              </w:tc>
              <w:tc>
                <w:tcPr>
                  <w:tcW w:w="1261" w:type="pct"/>
                  <w:tcBorders>
                    <w:top w:val="single" w:sz="4" w:space="0" w:color="auto"/>
                    <w:right w:val="single" w:sz="4" w:space="0" w:color="auto"/>
                  </w:tcBorders>
                </w:tcPr>
                <w:p w14:paraId="0C062900" w14:textId="77777777" w:rsidR="003D565B" w:rsidRPr="00DC54C7" w:rsidRDefault="003D565B" w:rsidP="00944826">
                  <w:pPr>
                    <w:jc w:val="right"/>
                    <w:rPr>
                      <w:rFonts w:eastAsia="SimSun"/>
                      <w:szCs w:val="22"/>
                    </w:rPr>
                  </w:pPr>
                  <w:r w:rsidRPr="00DC54C7">
                    <w:rPr>
                      <w:rFonts w:eastAsia="SimSun"/>
                      <w:szCs w:val="22"/>
                    </w:rPr>
                    <w:t>750</w:t>
                  </w:r>
                </w:p>
              </w:tc>
              <w:tc>
                <w:tcPr>
                  <w:tcW w:w="1239" w:type="pct"/>
                  <w:tcBorders>
                    <w:top w:val="single" w:sz="4" w:space="0" w:color="auto"/>
                    <w:left w:val="single" w:sz="4" w:space="0" w:color="auto"/>
                  </w:tcBorders>
                </w:tcPr>
                <w:p w14:paraId="635F957A" w14:textId="77777777" w:rsidR="003D565B" w:rsidRPr="00DC54C7" w:rsidRDefault="003D565B" w:rsidP="003D565B">
                  <w:pPr>
                    <w:rPr>
                      <w:rFonts w:eastAsia="SimSun"/>
                      <w:szCs w:val="22"/>
                    </w:rPr>
                  </w:pPr>
                </w:p>
              </w:tc>
              <w:tc>
                <w:tcPr>
                  <w:tcW w:w="1261" w:type="pct"/>
                  <w:tcBorders>
                    <w:top w:val="single" w:sz="4" w:space="0" w:color="auto"/>
                  </w:tcBorders>
                </w:tcPr>
                <w:p w14:paraId="64F6572A" w14:textId="77777777" w:rsidR="003D565B" w:rsidRPr="00DC54C7" w:rsidRDefault="003D565B" w:rsidP="003D565B">
                  <w:pPr>
                    <w:rPr>
                      <w:rFonts w:eastAsia="SimSun"/>
                      <w:szCs w:val="22"/>
                    </w:rPr>
                  </w:pPr>
                </w:p>
              </w:tc>
            </w:tr>
          </w:tbl>
          <w:p w14:paraId="56CBFDDF" w14:textId="77777777" w:rsidR="003D565B" w:rsidRPr="00DC54C7" w:rsidRDefault="003D565B" w:rsidP="00944826">
            <w:pPr>
              <w:jc w:val="center"/>
              <w:rPr>
                <w:rFonts w:eastAsia="SimSun"/>
                <w:szCs w:val="22"/>
              </w:rPr>
            </w:pPr>
          </w:p>
          <w:p w14:paraId="6AD7398A" w14:textId="77777777" w:rsidR="003D565B" w:rsidRPr="00DC54C7" w:rsidRDefault="00801A23" w:rsidP="00944826">
            <w:pPr>
              <w:jc w:val="center"/>
              <w:rPr>
                <w:rFonts w:eastAsia="SimSun"/>
                <w:szCs w:val="22"/>
              </w:rPr>
            </w:pPr>
            <w:r>
              <w:rPr>
                <w:rFonts w:eastAsia="SimSun"/>
                <w:szCs w:val="22"/>
              </w:rPr>
              <w:t>−</w:t>
            </w:r>
            <w:r w:rsidR="003D565B" w:rsidRPr="00DC54C7">
              <w:rPr>
                <w:rFonts w:eastAsia="SimSun"/>
                <w:szCs w:val="22"/>
              </w:rPr>
              <w:t xml:space="preserve"> </w:t>
            </w:r>
            <w:r w:rsidR="00F01DA3">
              <w:rPr>
                <w:rFonts w:eastAsia="SimSun"/>
                <w:szCs w:val="22"/>
              </w:rPr>
              <w:t>Service Revenue</w:t>
            </w:r>
            <w:r w:rsidR="003D565B" w:rsidRPr="00DC54C7">
              <w:rPr>
                <w:rFonts w:eastAsia="SimSun"/>
                <w:szCs w:val="22"/>
              </w:rPr>
              <w:t xml:space="preserve"> +</w:t>
            </w:r>
          </w:p>
          <w:tbl>
            <w:tblPr>
              <w:tblW w:w="3357"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66"/>
              <w:gridCol w:w="835"/>
            </w:tblGrid>
            <w:tr w:rsidR="003D565B" w:rsidRPr="00DC54C7" w14:paraId="7552E5A2" w14:textId="77777777" w:rsidTr="00473D4D">
              <w:tc>
                <w:tcPr>
                  <w:tcW w:w="1223" w:type="pct"/>
                  <w:tcBorders>
                    <w:top w:val="single" w:sz="4" w:space="0" w:color="auto"/>
                  </w:tcBorders>
                </w:tcPr>
                <w:p w14:paraId="5DC741B1" w14:textId="77777777" w:rsidR="003D565B" w:rsidRPr="00DC54C7" w:rsidRDefault="003D565B" w:rsidP="003D565B">
                  <w:pPr>
                    <w:rPr>
                      <w:rFonts w:eastAsia="SimSun"/>
                      <w:szCs w:val="22"/>
                    </w:rPr>
                  </w:pPr>
                </w:p>
              </w:tc>
              <w:tc>
                <w:tcPr>
                  <w:tcW w:w="1244" w:type="pct"/>
                  <w:tcBorders>
                    <w:top w:val="single" w:sz="4" w:space="0" w:color="auto"/>
                    <w:right w:val="single" w:sz="4" w:space="0" w:color="auto"/>
                  </w:tcBorders>
                </w:tcPr>
                <w:p w14:paraId="40300622" w14:textId="77777777" w:rsidR="003D565B" w:rsidRPr="00DC54C7" w:rsidRDefault="003D565B" w:rsidP="003D565B">
                  <w:pPr>
                    <w:rPr>
                      <w:rFonts w:eastAsia="SimSun"/>
                      <w:szCs w:val="22"/>
                    </w:rPr>
                  </w:pPr>
                </w:p>
              </w:tc>
              <w:tc>
                <w:tcPr>
                  <w:tcW w:w="1290" w:type="pct"/>
                  <w:tcBorders>
                    <w:top w:val="single" w:sz="4" w:space="0" w:color="auto"/>
                    <w:left w:val="single" w:sz="4" w:space="0" w:color="auto"/>
                  </w:tcBorders>
                </w:tcPr>
                <w:p w14:paraId="0D68103C" w14:textId="77777777" w:rsidR="003D565B" w:rsidRPr="00473D4D" w:rsidRDefault="003D565B" w:rsidP="00944826">
                  <w:pPr>
                    <w:jc w:val="right"/>
                    <w:rPr>
                      <w:rFonts w:eastAsia="SimSun"/>
                      <w:sz w:val="20"/>
                    </w:rPr>
                  </w:pPr>
                  <w:r w:rsidRPr="00473D4D">
                    <w:rPr>
                      <w:rFonts w:eastAsia="SimSun"/>
                      <w:sz w:val="20"/>
                    </w:rPr>
                    <w:t>120,000</w:t>
                  </w:r>
                </w:p>
              </w:tc>
              <w:tc>
                <w:tcPr>
                  <w:tcW w:w="1244" w:type="pct"/>
                  <w:tcBorders>
                    <w:top w:val="single" w:sz="4" w:space="0" w:color="auto"/>
                  </w:tcBorders>
                </w:tcPr>
                <w:p w14:paraId="6C438504" w14:textId="77777777" w:rsidR="003D565B" w:rsidRPr="00DC54C7" w:rsidRDefault="003D565B" w:rsidP="003D565B">
                  <w:pPr>
                    <w:rPr>
                      <w:rFonts w:eastAsia="SimSun"/>
                      <w:szCs w:val="22"/>
                    </w:rPr>
                  </w:pPr>
                  <w:r w:rsidRPr="00DC54C7">
                    <w:rPr>
                      <w:rFonts w:eastAsia="SimSun"/>
                      <w:szCs w:val="22"/>
                    </w:rPr>
                    <w:t>Unadj.</w:t>
                  </w:r>
                </w:p>
              </w:tc>
            </w:tr>
            <w:tr w:rsidR="003D565B" w:rsidRPr="00DC54C7" w14:paraId="162B6003" w14:textId="77777777" w:rsidTr="00473D4D">
              <w:tc>
                <w:tcPr>
                  <w:tcW w:w="1223" w:type="pct"/>
                  <w:tcBorders>
                    <w:bottom w:val="single" w:sz="4" w:space="0" w:color="auto"/>
                  </w:tcBorders>
                </w:tcPr>
                <w:p w14:paraId="0840695F" w14:textId="77777777" w:rsidR="003D565B" w:rsidRPr="00DC54C7" w:rsidRDefault="003D565B" w:rsidP="003D565B">
                  <w:pPr>
                    <w:rPr>
                      <w:rFonts w:eastAsia="SimSun"/>
                      <w:szCs w:val="22"/>
                    </w:rPr>
                  </w:pPr>
                </w:p>
              </w:tc>
              <w:tc>
                <w:tcPr>
                  <w:tcW w:w="1244" w:type="pct"/>
                  <w:tcBorders>
                    <w:bottom w:val="single" w:sz="4" w:space="0" w:color="auto"/>
                    <w:right w:val="single" w:sz="4" w:space="0" w:color="auto"/>
                  </w:tcBorders>
                </w:tcPr>
                <w:p w14:paraId="2A171C2F" w14:textId="77777777" w:rsidR="003D565B" w:rsidRPr="00DC54C7" w:rsidRDefault="003D565B" w:rsidP="003D565B">
                  <w:pPr>
                    <w:rPr>
                      <w:rFonts w:eastAsia="SimSun"/>
                      <w:szCs w:val="22"/>
                    </w:rPr>
                  </w:pPr>
                </w:p>
              </w:tc>
              <w:tc>
                <w:tcPr>
                  <w:tcW w:w="1290" w:type="pct"/>
                  <w:tcBorders>
                    <w:left w:val="single" w:sz="4" w:space="0" w:color="auto"/>
                    <w:bottom w:val="single" w:sz="4" w:space="0" w:color="auto"/>
                  </w:tcBorders>
                </w:tcPr>
                <w:p w14:paraId="53A0F32A" w14:textId="77777777" w:rsidR="003D565B" w:rsidRPr="00473D4D" w:rsidRDefault="003D565B" w:rsidP="00944826">
                  <w:pPr>
                    <w:jc w:val="right"/>
                    <w:rPr>
                      <w:rFonts w:eastAsia="SimSun"/>
                      <w:sz w:val="20"/>
                    </w:rPr>
                  </w:pPr>
                  <w:r w:rsidRPr="00473D4D">
                    <w:rPr>
                      <w:rFonts w:eastAsia="SimSun"/>
                      <w:sz w:val="20"/>
                    </w:rPr>
                    <w:t>400</w:t>
                  </w:r>
                </w:p>
              </w:tc>
              <w:tc>
                <w:tcPr>
                  <w:tcW w:w="1244" w:type="pct"/>
                  <w:tcBorders>
                    <w:bottom w:val="single" w:sz="4" w:space="0" w:color="auto"/>
                  </w:tcBorders>
                </w:tcPr>
                <w:p w14:paraId="609D8605" w14:textId="77777777" w:rsidR="003D565B" w:rsidRPr="00DC54C7" w:rsidRDefault="003D565B" w:rsidP="003D565B">
                  <w:pPr>
                    <w:rPr>
                      <w:rFonts w:eastAsia="SimSun"/>
                      <w:szCs w:val="22"/>
                    </w:rPr>
                  </w:pPr>
                  <w:r w:rsidRPr="00DC54C7">
                    <w:rPr>
                      <w:rFonts w:eastAsia="SimSun"/>
                      <w:szCs w:val="22"/>
                    </w:rPr>
                    <w:t>(e)</w:t>
                  </w:r>
                </w:p>
              </w:tc>
            </w:tr>
            <w:tr w:rsidR="003D565B" w:rsidRPr="00DC54C7" w14:paraId="72127BFF" w14:textId="77777777" w:rsidTr="00473D4D">
              <w:tc>
                <w:tcPr>
                  <w:tcW w:w="1223" w:type="pct"/>
                  <w:tcBorders>
                    <w:top w:val="single" w:sz="4" w:space="0" w:color="auto"/>
                  </w:tcBorders>
                </w:tcPr>
                <w:p w14:paraId="190EFFAD" w14:textId="77777777" w:rsidR="003D565B" w:rsidRPr="00DC54C7" w:rsidRDefault="003D565B" w:rsidP="003D565B">
                  <w:pPr>
                    <w:rPr>
                      <w:rFonts w:eastAsia="SimSun"/>
                      <w:szCs w:val="22"/>
                    </w:rPr>
                  </w:pPr>
                </w:p>
              </w:tc>
              <w:tc>
                <w:tcPr>
                  <w:tcW w:w="1244" w:type="pct"/>
                  <w:tcBorders>
                    <w:top w:val="single" w:sz="4" w:space="0" w:color="auto"/>
                    <w:right w:val="single" w:sz="4" w:space="0" w:color="auto"/>
                  </w:tcBorders>
                </w:tcPr>
                <w:p w14:paraId="6F73463E" w14:textId="77777777" w:rsidR="003D565B" w:rsidRPr="00DC54C7" w:rsidRDefault="003D565B" w:rsidP="003D565B">
                  <w:pPr>
                    <w:rPr>
                      <w:rFonts w:eastAsia="SimSun"/>
                      <w:szCs w:val="22"/>
                    </w:rPr>
                  </w:pPr>
                </w:p>
              </w:tc>
              <w:tc>
                <w:tcPr>
                  <w:tcW w:w="1290" w:type="pct"/>
                  <w:tcBorders>
                    <w:top w:val="single" w:sz="4" w:space="0" w:color="auto"/>
                    <w:left w:val="single" w:sz="4" w:space="0" w:color="auto"/>
                  </w:tcBorders>
                </w:tcPr>
                <w:p w14:paraId="345AB3C8" w14:textId="77777777" w:rsidR="003D565B" w:rsidRPr="00473D4D" w:rsidRDefault="003D565B" w:rsidP="00944826">
                  <w:pPr>
                    <w:jc w:val="right"/>
                    <w:rPr>
                      <w:rFonts w:eastAsia="SimSun"/>
                      <w:sz w:val="20"/>
                    </w:rPr>
                  </w:pPr>
                  <w:r w:rsidRPr="00473D4D">
                    <w:rPr>
                      <w:rFonts w:eastAsia="SimSun"/>
                      <w:sz w:val="20"/>
                    </w:rPr>
                    <w:t>120,400</w:t>
                  </w:r>
                </w:p>
              </w:tc>
              <w:tc>
                <w:tcPr>
                  <w:tcW w:w="1244" w:type="pct"/>
                  <w:tcBorders>
                    <w:top w:val="single" w:sz="4" w:space="0" w:color="auto"/>
                  </w:tcBorders>
                </w:tcPr>
                <w:p w14:paraId="16AFD1DB" w14:textId="77777777" w:rsidR="003D565B" w:rsidRPr="00DC54C7" w:rsidRDefault="003D565B" w:rsidP="003D565B">
                  <w:pPr>
                    <w:rPr>
                      <w:rFonts w:eastAsia="SimSun"/>
                      <w:szCs w:val="22"/>
                    </w:rPr>
                  </w:pPr>
                  <w:r w:rsidRPr="00DC54C7">
                    <w:rPr>
                      <w:rFonts w:eastAsia="SimSun"/>
                      <w:szCs w:val="22"/>
                    </w:rPr>
                    <w:t>Adj.</w:t>
                  </w:r>
                </w:p>
              </w:tc>
            </w:tr>
          </w:tbl>
          <w:p w14:paraId="4A2BE3BE" w14:textId="77777777" w:rsidR="003D565B" w:rsidRPr="00DC54C7" w:rsidRDefault="003D565B" w:rsidP="00944826">
            <w:pPr>
              <w:jc w:val="center"/>
              <w:rPr>
                <w:rFonts w:eastAsia="SimSun"/>
                <w:szCs w:val="22"/>
              </w:rPr>
            </w:pPr>
          </w:p>
          <w:p w14:paraId="10CCBE7A" w14:textId="77777777" w:rsidR="003D565B" w:rsidRPr="00DC54C7" w:rsidRDefault="003D565B" w:rsidP="00944826">
            <w:pPr>
              <w:jc w:val="center"/>
              <w:rPr>
                <w:rFonts w:eastAsia="SimSun"/>
                <w:szCs w:val="22"/>
              </w:rPr>
            </w:pPr>
            <w:r w:rsidRPr="00DC54C7">
              <w:rPr>
                <w:rFonts w:eastAsia="SimSun"/>
                <w:szCs w:val="22"/>
              </w:rPr>
              <w:t>+ Interest Revenue –</w:t>
            </w:r>
          </w:p>
          <w:tbl>
            <w:tblPr>
              <w:tblW w:w="3326"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35"/>
              <w:gridCol w:w="835"/>
            </w:tblGrid>
            <w:tr w:rsidR="003D565B" w:rsidRPr="00DC54C7" w14:paraId="23AF68E6" w14:textId="77777777" w:rsidTr="0015328A">
              <w:tc>
                <w:tcPr>
                  <w:tcW w:w="1234" w:type="pct"/>
                  <w:tcBorders>
                    <w:top w:val="single" w:sz="4" w:space="0" w:color="auto"/>
                  </w:tcBorders>
                </w:tcPr>
                <w:p w14:paraId="19B4089E" w14:textId="77777777" w:rsidR="003D565B" w:rsidRPr="00DC54C7" w:rsidRDefault="003D565B" w:rsidP="003D565B">
                  <w:pPr>
                    <w:rPr>
                      <w:rFonts w:eastAsia="SimSun"/>
                      <w:szCs w:val="22"/>
                    </w:rPr>
                  </w:pPr>
                </w:p>
              </w:tc>
              <w:tc>
                <w:tcPr>
                  <w:tcW w:w="1255" w:type="pct"/>
                  <w:tcBorders>
                    <w:top w:val="single" w:sz="4" w:space="0" w:color="auto"/>
                    <w:right w:val="single" w:sz="4" w:space="0" w:color="auto"/>
                  </w:tcBorders>
                </w:tcPr>
                <w:p w14:paraId="2ABB5504" w14:textId="77777777" w:rsidR="003D565B" w:rsidRPr="00DC54C7" w:rsidRDefault="003D565B" w:rsidP="00944826">
                  <w:pPr>
                    <w:jc w:val="right"/>
                    <w:rPr>
                      <w:rFonts w:eastAsia="SimSun"/>
                      <w:szCs w:val="22"/>
                    </w:rPr>
                  </w:pPr>
                </w:p>
              </w:tc>
              <w:tc>
                <w:tcPr>
                  <w:tcW w:w="1255" w:type="pct"/>
                  <w:tcBorders>
                    <w:top w:val="single" w:sz="4" w:space="0" w:color="auto"/>
                    <w:left w:val="single" w:sz="4" w:space="0" w:color="auto"/>
                  </w:tcBorders>
                </w:tcPr>
                <w:p w14:paraId="6FB93618" w14:textId="77777777" w:rsidR="003D565B" w:rsidRPr="00DC54C7" w:rsidRDefault="003D565B" w:rsidP="00944826">
                  <w:pPr>
                    <w:jc w:val="right"/>
                    <w:rPr>
                      <w:rFonts w:eastAsia="SimSun"/>
                      <w:szCs w:val="22"/>
                    </w:rPr>
                  </w:pPr>
                  <w:r w:rsidRPr="00DC54C7">
                    <w:rPr>
                      <w:rFonts w:eastAsia="SimSun"/>
                      <w:szCs w:val="22"/>
                    </w:rPr>
                    <w:t>1,200</w:t>
                  </w:r>
                </w:p>
              </w:tc>
              <w:tc>
                <w:tcPr>
                  <w:tcW w:w="1255" w:type="pct"/>
                  <w:tcBorders>
                    <w:top w:val="single" w:sz="4" w:space="0" w:color="auto"/>
                  </w:tcBorders>
                </w:tcPr>
                <w:p w14:paraId="2F5D270A" w14:textId="77777777" w:rsidR="003D565B" w:rsidRPr="00DC54C7" w:rsidRDefault="003D565B" w:rsidP="003D565B">
                  <w:pPr>
                    <w:rPr>
                      <w:rFonts w:eastAsia="SimSun"/>
                      <w:szCs w:val="22"/>
                    </w:rPr>
                  </w:pPr>
                  <w:r w:rsidRPr="00DC54C7">
                    <w:rPr>
                      <w:rFonts w:eastAsia="SimSun"/>
                      <w:szCs w:val="22"/>
                    </w:rPr>
                    <w:t>(f)</w:t>
                  </w:r>
                </w:p>
              </w:tc>
            </w:tr>
          </w:tbl>
          <w:p w14:paraId="1B581739" w14:textId="77777777" w:rsidR="003D565B" w:rsidRPr="00DC54C7" w:rsidRDefault="003D565B" w:rsidP="00944826">
            <w:pPr>
              <w:jc w:val="center"/>
              <w:rPr>
                <w:rFonts w:eastAsia="SimSun"/>
                <w:szCs w:val="22"/>
              </w:rPr>
            </w:pPr>
          </w:p>
          <w:p w14:paraId="1D7FAD1E" w14:textId="77777777" w:rsidR="003D565B" w:rsidRPr="00DC54C7" w:rsidRDefault="003D565B" w:rsidP="00944826">
            <w:pPr>
              <w:jc w:val="center"/>
              <w:rPr>
                <w:rFonts w:eastAsia="SimSun"/>
                <w:szCs w:val="22"/>
              </w:rPr>
            </w:pPr>
            <w:r w:rsidRPr="00DC54C7">
              <w:rPr>
                <w:rFonts w:eastAsia="SimSun"/>
                <w:szCs w:val="22"/>
              </w:rPr>
              <w:t xml:space="preserve">+ </w:t>
            </w:r>
            <w:r w:rsidR="00061424">
              <w:rPr>
                <w:rFonts w:eastAsia="SimSun"/>
                <w:sz w:val="21"/>
                <w:szCs w:val="21"/>
              </w:rPr>
              <w:t xml:space="preserve">Salaries and </w:t>
            </w:r>
            <w:r w:rsidRPr="00DC54C7">
              <w:rPr>
                <w:rFonts w:eastAsia="SimSun"/>
                <w:szCs w:val="22"/>
              </w:rPr>
              <w:t>Wage Expense –</w:t>
            </w:r>
          </w:p>
          <w:tbl>
            <w:tblPr>
              <w:tblW w:w="4927"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9"/>
              <w:gridCol w:w="836"/>
              <w:gridCol w:w="820"/>
              <w:gridCol w:w="833"/>
            </w:tblGrid>
            <w:tr w:rsidR="003D565B" w:rsidRPr="00DC54C7" w14:paraId="28348E73" w14:textId="77777777" w:rsidTr="0015328A">
              <w:tc>
                <w:tcPr>
                  <w:tcW w:w="1239" w:type="pct"/>
                  <w:tcBorders>
                    <w:top w:val="single" w:sz="4" w:space="0" w:color="auto"/>
                  </w:tcBorders>
                </w:tcPr>
                <w:p w14:paraId="46210F58" w14:textId="77777777" w:rsidR="003D565B" w:rsidRPr="00DC54C7" w:rsidRDefault="003D565B" w:rsidP="003D565B">
                  <w:pPr>
                    <w:rPr>
                      <w:rFonts w:eastAsia="SimSun"/>
                      <w:szCs w:val="22"/>
                    </w:rPr>
                  </w:pPr>
                  <w:r w:rsidRPr="00DC54C7">
                    <w:rPr>
                      <w:rFonts w:eastAsia="SimSun"/>
                      <w:szCs w:val="22"/>
                    </w:rPr>
                    <w:t>Unadj.</w:t>
                  </w:r>
                </w:p>
              </w:tc>
              <w:tc>
                <w:tcPr>
                  <w:tcW w:w="1263" w:type="pct"/>
                  <w:tcBorders>
                    <w:top w:val="single" w:sz="4" w:space="0" w:color="auto"/>
                    <w:right w:val="single" w:sz="4" w:space="0" w:color="auto"/>
                  </w:tcBorders>
                </w:tcPr>
                <w:p w14:paraId="7D568CB0" w14:textId="77777777" w:rsidR="003D565B" w:rsidRPr="00DC54C7" w:rsidRDefault="003D565B" w:rsidP="00944826">
                  <w:pPr>
                    <w:jc w:val="right"/>
                    <w:rPr>
                      <w:rFonts w:eastAsia="SimSun"/>
                      <w:szCs w:val="22"/>
                    </w:rPr>
                  </w:pPr>
                  <w:r w:rsidRPr="00DC54C7">
                    <w:rPr>
                      <w:rFonts w:eastAsia="SimSun"/>
                      <w:szCs w:val="22"/>
                    </w:rPr>
                    <w:t>32,000</w:t>
                  </w:r>
                </w:p>
              </w:tc>
              <w:tc>
                <w:tcPr>
                  <w:tcW w:w="1239" w:type="pct"/>
                  <w:tcBorders>
                    <w:top w:val="single" w:sz="4" w:space="0" w:color="auto"/>
                    <w:left w:val="single" w:sz="4" w:space="0" w:color="auto"/>
                  </w:tcBorders>
                </w:tcPr>
                <w:p w14:paraId="7C604773" w14:textId="77777777" w:rsidR="003D565B" w:rsidRPr="00DC54C7" w:rsidRDefault="003D565B" w:rsidP="003D565B">
                  <w:pPr>
                    <w:rPr>
                      <w:rFonts w:eastAsia="SimSun"/>
                      <w:szCs w:val="22"/>
                    </w:rPr>
                  </w:pPr>
                </w:p>
              </w:tc>
              <w:tc>
                <w:tcPr>
                  <w:tcW w:w="1260" w:type="pct"/>
                  <w:tcBorders>
                    <w:top w:val="single" w:sz="4" w:space="0" w:color="auto"/>
                  </w:tcBorders>
                </w:tcPr>
                <w:p w14:paraId="14A20F60" w14:textId="77777777" w:rsidR="003D565B" w:rsidRPr="00DC54C7" w:rsidRDefault="003D565B" w:rsidP="003D565B">
                  <w:pPr>
                    <w:rPr>
                      <w:rFonts w:eastAsia="SimSun"/>
                      <w:szCs w:val="22"/>
                    </w:rPr>
                  </w:pPr>
                </w:p>
              </w:tc>
            </w:tr>
          </w:tbl>
          <w:p w14:paraId="03498A94" w14:textId="77777777" w:rsidR="003D565B" w:rsidRPr="00DC54C7" w:rsidRDefault="003D565B" w:rsidP="00944826">
            <w:pPr>
              <w:jc w:val="center"/>
              <w:rPr>
                <w:rFonts w:eastAsia="SimSun"/>
                <w:szCs w:val="22"/>
              </w:rPr>
            </w:pPr>
          </w:p>
          <w:p w14:paraId="3755F71B" w14:textId="77777777" w:rsidR="003D565B" w:rsidRPr="00DC54C7" w:rsidRDefault="003D565B" w:rsidP="00944826">
            <w:pPr>
              <w:jc w:val="center"/>
              <w:rPr>
                <w:rFonts w:eastAsia="SimSun"/>
                <w:szCs w:val="22"/>
              </w:rPr>
            </w:pPr>
            <w:r w:rsidRPr="00DC54C7">
              <w:rPr>
                <w:rFonts w:eastAsia="SimSun"/>
                <w:szCs w:val="22"/>
              </w:rPr>
              <w:t>+ Utilities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9"/>
              <w:gridCol w:w="835"/>
              <w:gridCol w:w="820"/>
              <w:gridCol w:w="835"/>
            </w:tblGrid>
            <w:tr w:rsidR="003D565B" w:rsidRPr="00DC54C7" w14:paraId="34DD2897" w14:textId="77777777" w:rsidTr="0015328A">
              <w:tc>
                <w:tcPr>
                  <w:tcW w:w="1238" w:type="pct"/>
                  <w:tcBorders>
                    <w:top w:val="single" w:sz="4" w:space="0" w:color="auto"/>
                  </w:tcBorders>
                </w:tcPr>
                <w:p w14:paraId="77F58825" w14:textId="77777777" w:rsidR="003D565B" w:rsidRPr="00DC54C7" w:rsidRDefault="003D565B" w:rsidP="003D565B">
                  <w:pPr>
                    <w:rPr>
                      <w:rFonts w:eastAsia="SimSun"/>
                      <w:szCs w:val="22"/>
                    </w:rPr>
                  </w:pPr>
                  <w:r w:rsidRPr="00DC54C7">
                    <w:rPr>
                      <w:rFonts w:eastAsia="SimSun"/>
                      <w:szCs w:val="22"/>
                    </w:rPr>
                    <w:t>Unadj.</w:t>
                  </w:r>
                </w:p>
              </w:tc>
              <w:tc>
                <w:tcPr>
                  <w:tcW w:w="1262" w:type="pct"/>
                  <w:tcBorders>
                    <w:top w:val="single" w:sz="4" w:space="0" w:color="auto"/>
                    <w:right w:val="single" w:sz="4" w:space="0" w:color="auto"/>
                  </w:tcBorders>
                </w:tcPr>
                <w:p w14:paraId="2174F345" w14:textId="77777777" w:rsidR="003D565B" w:rsidRPr="00DC54C7" w:rsidRDefault="003D565B" w:rsidP="00944826">
                  <w:pPr>
                    <w:jc w:val="right"/>
                    <w:rPr>
                      <w:rFonts w:eastAsia="SimSun"/>
                      <w:szCs w:val="22"/>
                    </w:rPr>
                  </w:pPr>
                  <w:r w:rsidRPr="00DC54C7">
                    <w:rPr>
                      <w:rFonts w:eastAsia="SimSun"/>
                      <w:szCs w:val="22"/>
                    </w:rPr>
                    <w:t>1,000</w:t>
                  </w:r>
                </w:p>
              </w:tc>
              <w:tc>
                <w:tcPr>
                  <w:tcW w:w="1239" w:type="pct"/>
                  <w:tcBorders>
                    <w:top w:val="single" w:sz="4" w:space="0" w:color="auto"/>
                    <w:left w:val="single" w:sz="4" w:space="0" w:color="auto"/>
                  </w:tcBorders>
                </w:tcPr>
                <w:p w14:paraId="1EA57369" w14:textId="77777777" w:rsidR="003D565B" w:rsidRPr="00DC54C7" w:rsidRDefault="003D565B" w:rsidP="003D565B">
                  <w:pPr>
                    <w:rPr>
                      <w:rFonts w:eastAsia="SimSun"/>
                      <w:szCs w:val="22"/>
                    </w:rPr>
                  </w:pPr>
                </w:p>
              </w:tc>
              <w:tc>
                <w:tcPr>
                  <w:tcW w:w="1262" w:type="pct"/>
                  <w:tcBorders>
                    <w:top w:val="single" w:sz="4" w:space="0" w:color="auto"/>
                  </w:tcBorders>
                </w:tcPr>
                <w:p w14:paraId="4C4958B6" w14:textId="77777777" w:rsidR="003D565B" w:rsidRPr="00DC54C7" w:rsidRDefault="003D565B" w:rsidP="003D565B">
                  <w:pPr>
                    <w:rPr>
                      <w:rFonts w:eastAsia="SimSun"/>
                      <w:szCs w:val="22"/>
                    </w:rPr>
                  </w:pPr>
                </w:p>
              </w:tc>
            </w:tr>
          </w:tbl>
          <w:p w14:paraId="236B06F8" w14:textId="77777777" w:rsidR="003D565B" w:rsidRPr="00DC54C7" w:rsidRDefault="003D565B" w:rsidP="00944826">
            <w:pPr>
              <w:jc w:val="center"/>
              <w:rPr>
                <w:rFonts w:eastAsia="SimSun"/>
                <w:szCs w:val="22"/>
              </w:rPr>
            </w:pPr>
          </w:p>
          <w:p w14:paraId="5BF710F7" w14:textId="77777777" w:rsidR="003D565B" w:rsidRPr="00DC54C7" w:rsidRDefault="003D565B" w:rsidP="00944826">
            <w:pPr>
              <w:jc w:val="center"/>
              <w:rPr>
                <w:rFonts w:eastAsia="SimSun"/>
                <w:szCs w:val="22"/>
              </w:rPr>
            </w:pPr>
            <w:r w:rsidRPr="00DC54C7">
              <w:rPr>
                <w:rFonts w:eastAsia="SimSun"/>
                <w:szCs w:val="22"/>
              </w:rPr>
              <w:t>+ Telephone Expense –</w:t>
            </w:r>
          </w:p>
          <w:tbl>
            <w:tblPr>
              <w:tblW w:w="3312"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21"/>
              <w:gridCol w:w="835"/>
            </w:tblGrid>
            <w:tr w:rsidR="003D565B" w:rsidRPr="00DC54C7" w14:paraId="398FB482" w14:textId="77777777" w:rsidTr="0015328A">
              <w:tc>
                <w:tcPr>
                  <w:tcW w:w="1239" w:type="pct"/>
                  <w:tcBorders>
                    <w:top w:val="single" w:sz="4" w:space="0" w:color="auto"/>
                  </w:tcBorders>
                </w:tcPr>
                <w:p w14:paraId="3052A867" w14:textId="77777777" w:rsidR="003D565B" w:rsidRPr="00DC54C7" w:rsidRDefault="003D565B" w:rsidP="003D565B">
                  <w:pPr>
                    <w:rPr>
                      <w:rFonts w:eastAsia="SimSun"/>
                      <w:szCs w:val="22"/>
                    </w:rPr>
                  </w:pPr>
                  <w:r w:rsidRPr="00DC54C7">
                    <w:rPr>
                      <w:rFonts w:eastAsia="SimSun"/>
                      <w:szCs w:val="22"/>
                    </w:rPr>
                    <w:t>Unadj.</w:t>
                  </w:r>
                </w:p>
              </w:tc>
              <w:tc>
                <w:tcPr>
                  <w:tcW w:w="1261" w:type="pct"/>
                  <w:tcBorders>
                    <w:top w:val="single" w:sz="4" w:space="0" w:color="auto"/>
                    <w:right w:val="single" w:sz="4" w:space="0" w:color="auto"/>
                  </w:tcBorders>
                </w:tcPr>
                <w:p w14:paraId="6E1334A2" w14:textId="77777777" w:rsidR="003D565B" w:rsidRPr="00DC54C7" w:rsidRDefault="003D565B" w:rsidP="00944826">
                  <w:pPr>
                    <w:jc w:val="right"/>
                    <w:rPr>
                      <w:rFonts w:eastAsia="SimSun"/>
                      <w:szCs w:val="22"/>
                    </w:rPr>
                  </w:pPr>
                  <w:r w:rsidRPr="00DC54C7">
                    <w:rPr>
                      <w:rFonts w:eastAsia="SimSun"/>
                      <w:szCs w:val="22"/>
                    </w:rPr>
                    <w:t>500</w:t>
                  </w:r>
                </w:p>
              </w:tc>
              <w:tc>
                <w:tcPr>
                  <w:tcW w:w="1239" w:type="pct"/>
                  <w:tcBorders>
                    <w:top w:val="single" w:sz="4" w:space="0" w:color="auto"/>
                    <w:left w:val="single" w:sz="4" w:space="0" w:color="auto"/>
                  </w:tcBorders>
                </w:tcPr>
                <w:p w14:paraId="71D7140C" w14:textId="77777777" w:rsidR="003D565B" w:rsidRPr="00DC54C7" w:rsidRDefault="003D565B" w:rsidP="003D565B">
                  <w:pPr>
                    <w:rPr>
                      <w:rFonts w:eastAsia="SimSun"/>
                      <w:szCs w:val="22"/>
                    </w:rPr>
                  </w:pPr>
                </w:p>
              </w:tc>
              <w:tc>
                <w:tcPr>
                  <w:tcW w:w="1261" w:type="pct"/>
                  <w:tcBorders>
                    <w:top w:val="single" w:sz="4" w:space="0" w:color="auto"/>
                  </w:tcBorders>
                </w:tcPr>
                <w:p w14:paraId="63291176" w14:textId="77777777" w:rsidR="003D565B" w:rsidRPr="00DC54C7" w:rsidRDefault="003D565B" w:rsidP="003D565B">
                  <w:pPr>
                    <w:rPr>
                      <w:rFonts w:eastAsia="SimSun"/>
                      <w:szCs w:val="22"/>
                    </w:rPr>
                  </w:pPr>
                </w:p>
              </w:tc>
            </w:tr>
          </w:tbl>
          <w:p w14:paraId="590CB47E" w14:textId="77777777" w:rsidR="003D565B" w:rsidRPr="00DC54C7" w:rsidRDefault="003D565B" w:rsidP="00944826">
            <w:pPr>
              <w:jc w:val="center"/>
              <w:rPr>
                <w:rFonts w:eastAsia="SimSun"/>
                <w:szCs w:val="22"/>
              </w:rPr>
            </w:pPr>
          </w:p>
          <w:p w14:paraId="57753ABC" w14:textId="77777777" w:rsidR="003D565B" w:rsidRPr="00DC54C7" w:rsidRDefault="003D565B" w:rsidP="00944826">
            <w:pPr>
              <w:jc w:val="center"/>
              <w:rPr>
                <w:rFonts w:eastAsia="SimSun"/>
                <w:szCs w:val="22"/>
              </w:rPr>
            </w:pPr>
            <w:r w:rsidRPr="00DC54C7">
              <w:rPr>
                <w:rFonts w:eastAsia="SimSun"/>
                <w:szCs w:val="22"/>
              </w:rPr>
              <w:t>+ Supplies Expense –</w:t>
            </w:r>
          </w:p>
          <w:tbl>
            <w:tblPr>
              <w:tblW w:w="4933"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1"/>
              <w:gridCol w:w="835"/>
              <w:gridCol w:w="821"/>
              <w:gridCol w:w="835"/>
            </w:tblGrid>
            <w:tr w:rsidR="003D565B" w:rsidRPr="00DC54C7" w14:paraId="1252217D" w14:textId="77777777" w:rsidTr="0015328A">
              <w:tc>
                <w:tcPr>
                  <w:tcW w:w="1239" w:type="pct"/>
                  <w:tcBorders>
                    <w:top w:val="single" w:sz="4" w:space="0" w:color="auto"/>
                  </w:tcBorders>
                </w:tcPr>
                <w:p w14:paraId="475B2CE4" w14:textId="77777777" w:rsidR="003D565B" w:rsidRPr="00DC54C7" w:rsidRDefault="003D565B" w:rsidP="003D565B">
                  <w:pPr>
                    <w:rPr>
                      <w:rFonts w:eastAsia="SimSun"/>
                      <w:szCs w:val="22"/>
                    </w:rPr>
                  </w:pPr>
                  <w:r w:rsidRPr="00DC54C7">
                    <w:rPr>
                      <w:rFonts w:eastAsia="SimSun"/>
                      <w:szCs w:val="22"/>
                    </w:rPr>
                    <w:t>(a)</w:t>
                  </w:r>
                </w:p>
              </w:tc>
              <w:tc>
                <w:tcPr>
                  <w:tcW w:w="1261" w:type="pct"/>
                  <w:tcBorders>
                    <w:top w:val="single" w:sz="4" w:space="0" w:color="auto"/>
                    <w:right w:val="single" w:sz="4" w:space="0" w:color="auto"/>
                  </w:tcBorders>
                </w:tcPr>
                <w:p w14:paraId="0FD60491" w14:textId="77777777" w:rsidR="003D565B" w:rsidRPr="00DC54C7" w:rsidRDefault="003D565B" w:rsidP="00944826">
                  <w:pPr>
                    <w:jc w:val="right"/>
                    <w:rPr>
                      <w:rFonts w:eastAsia="SimSun"/>
                      <w:szCs w:val="22"/>
                    </w:rPr>
                  </w:pPr>
                  <w:r w:rsidRPr="00DC54C7">
                    <w:rPr>
                      <w:rFonts w:eastAsia="SimSun"/>
                      <w:szCs w:val="22"/>
                    </w:rPr>
                    <w:t>1,000</w:t>
                  </w:r>
                </w:p>
              </w:tc>
              <w:tc>
                <w:tcPr>
                  <w:tcW w:w="1239" w:type="pct"/>
                  <w:tcBorders>
                    <w:top w:val="single" w:sz="4" w:space="0" w:color="auto"/>
                    <w:left w:val="single" w:sz="4" w:space="0" w:color="auto"/>
                  </w:tcBorders>
                </w:tcPr>
                <w:p w14:paraId="2079EB12" w14:textId="77777777" w:rsidR="003D565B" w:rsidRPr="00DC54C7" w:rsidRDefault="003D565B" w:rsidP="003D565B">
                  <w:pPr>
                    <w:rPr>
                      <w:rFonts w:eastAsia="SimSun"/>
                      <w:szCs w:val="22"/>
                    </w:rPr>
                  </w:pPr>
                </w:p>
              </w:tc>
              <w:tc>
                <w:tcPr>
                  <w:tcW w:w="1261" w:type="pct"/>
                  <w:tcBorders>
                    <w:top w:val="single" w:sz="4" w:space="0" w:color="auto"/>
                  </w:tcBorders>
                </w:tcPr>
                <w:p w14:paraId="003BD474" w14:textId="77777777" w:rsidR="003D565B" w:rsidRPr="00DC54C7" w:rsidRDefault="003D565B" w:rsidP="003D565B">
                  <w:pPr>
                    <w:rPr>
                      <w:rFonts w:eastAsia="SimSun"/>
                      <w:szCs w:val="22"/>
                    </w:rPr>
                  </w:pPr>
                </w:p>
              </w:tc>
            </w:tr>
          </w:tbl>
          <w:p w14:paraId="73DB667D" w14:textId="77777777" w:rsidR="003D565B" w:rsidRPr="00DC54C7" w:rsidRDefault="003D565B" w:rsidP="00944826">
            <w:pPr>
              <w:jc w:val="center"/>
              <w:rPr>
                <w:rFonts w:eastAsia="SimSun"/>
                <w:szCs w:val="22"/>
              </w:rPr>
            </w:pPr>
          </w:p>
          <w:p w14:paraId="42F7CCD1" w14:textId="77777777" w:rsidR="003D565B" w:rsidRPr="00DC54C7" w:rsidRDefault="003D565B" w:rsidP="00944826">
            <w:pPr>
              <w:jc w:val="center"/>
              <w:rPr>
                <w:rFonts w:eastAsia="SimSun"/>
                <w:szCs w:val="22"/>
              </w:rPr>
            </w:pPr>
            <w:r w:rsidRPr="00DC54C7">
              <w:rPr>
                <w:rFonts w:eastAsia="SimSun"/>
                <w:szCs w:val="22"/>
              </w:rPr>
              <w:t>+ Rent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3D565B" w:rsidRPr="00DC54C7" w14:paraId="59E3A0D0" w14:textId="77777777" w:rsidTr="0015328A">
              <w:tc>
                <w:tcPr>
                  <w:tcW w:w="1239" w:type="pct"/>
                  <w:tcBorders>
                    <w:top w:val="single" w:sz="4" w:space="0" w:color="auto"/>
                  </w:tcBorders>
                </w:tcPr>
                <w:p w14:paraId="37794046" w14:textId="77777777" w:rsidR="003D565B" w:rsidRPr="00DC54C7" w:rsidRDefault="003D565B" w:rsidP="003D565B">
                  <w:pPr>
                    <w:rPr>
                      <w:rFonts w:eastAsia="SimSun"/>
                      <w:szCs w:val="22"/>
                    </w:rPr>
                  </w:pPr>
                  <w:r w:rsidRPr="00DC54C7">
                    <w:rPr>
                      <w:rFonts w:eastAsia="SimSun"/>
                      <w:szCs w:val="22"/>
                    </w:rPr>
                    <w:t>(b)</w:t>
                  </w:r>
                </w:p>
              </w:tc>
              <w:tc>
                <w:tcPr>
                  <w:tcW w:w="1259" w:type="pct"/>
                  <w:tcBorders>
                    <w:top w:val="single" w:sz="4" w:space="0" w:color="auto"/>
                    <w:right w:val="single" w:sz="4" w:space="0" w:color="auto"/>
                  </w:tcBorders>
                </w:tcPr>
                <w:p w14:paraId="41A388CF" w14:textId="77777777" w:rsidR="003D565B" w:rsidRPr="00DC54C7" w:rsidRDefault="003D565B" w:rsidP="00944826">
                  <w:pPr>
                    <w:jc w:val="right"/>
                    <w:rPr>
                      <w:rFonts w:eastAsia="SimSun"/>
                      <w:szCs w:val="22"/>
                    </w:rPr>
                  </w:pPr>
                  <w:r w:rsidRPr="00DC54C7">
                    <w:rPr>
                      <w:rFonts w:eastAsia="SimSun"/>
                      <w:szCs w:val="22"/>
                    </w:rPr>
                    <w:t>4,000</w:t>
                  </w:r>
                </w:p>
              </w:tc>
              <w:tc>
                <w:tcPr>
                  <w:tcW w:w="1241" w:type="pct"/>
                  <w:tcBorders>
                    <w:top w:val="single" w:sz="4" w:space="0" w:color="auto"/>
                    <w:left w:val="single" w:sz="4" w:space="0" w:color="auto"/>
                  </w:tcBorders>
                </w:tcPr>
                <w:p w14:paraId="39C43CB3" w14:textId="77777777" w:rsidR="003D565B" w:rsidRPr="00DC54C7" w:rsidRDefault="003D565B" w:rsidP="003D565B">
                  <w:pPr>
                    <w:rPr>
                      <w:rFonts w:eastAsia="SimSun"/>
                      <w:szCs w:val="22"/>
                    </w:rPr>
                  </w:pPr>
                </w:p>
              </w:tc>
              <w:tc>
                <w:tcPr>
                  <w:tcW w:w="1262" w:type="pct"/>
                  <w:tcBorders>
                    <w:top w:val="single" w:sz="4" w:space="0" w:color="auto"/>
                  </w:tcBorders>
                </w:tcPr>
                <w:p w14:paraId="38596E27" w14:textId="77777777" w:rsidR="003D565B" w:rsidRPr="00DC54C7" w:rsidRDefault="003D565B" w:rsidP="003D565B">
                  <w:pPr>
                    <w:rPr>
                      <w:rFonts w:eastAsia="SimSun"/>
                      <w:szCs w:val="22"/>
                    </w:rPr>
                  </w:pPr>
                </w:p>
              </w:tc>
            </w:tr>
          </w:tbl>
          <w:p w14:paraId="0C9D32D1" w14:textId="77777777" w:rsidR="003D565B" w:rsidRPr="00DC54C7" w:rsidRDefault="003D565B" w:rsidP="003D565B">
            <w:pPr>
              <w:rPr>
                <w:rFonts w:eastAsia="SimSun"/>
                <w:szCs w:val="22"/>
              </w:rPr>
            </w:pPr>
          </w:p>
          <w:p w14:paraId="05B33AF2" w14:textId="77777777" w:rsidR="003D565B" w:rsidRPr="00DC54C7" w:rsidRDefault="003D565B" w:rsidP="00944826">
            <w:pPr>
              <w:jc w:val="center"/>
              <w:rPr>
                <w:rFonts w:eastAsia="SimSun"/>
                <w:szCs w:val="22"/>
              </w:rPr>
            </w:pPr>
            <w:r w:rsidRPr="00DC54C7">
              <w:rPr>
                <w:rFonts w:eastAsia="SimSun"/>
                <w:szCs w:val="22"/>
              </w:rPr>
              <w:t>+ Insurance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3D565B" w:rsidRPr="00DC54C7" w14:paraId="2794BAF4" w14:textId="77777777" w:rsidTr="0015328A">
              <w:tc>
                <w:tcPr>
                  <w:tcW w:w="1239" w:type="pct"/>
                  <w:tcBorders>
                    <w:top w:val="single" w:sz="4" w:space="0" w:color="auto"/>
                  </w:tcBorders>
                </w:tcPr>
                <w:p w14:paraId="47E9002C" w14:textId="77777777" w:rsidR="003D565B" w:rsidRPr="00DC54C7" w:rsidRDefault="003D565B" w:rsidP="003D565B">
                  <w:pPr>
                    <w:rPr>
                      <w:rFonts w:eastAsia="SimSun"/>
                      <w:szCs w:val="22"/>
                    </w:rPr>
                  </w:pPr>
                  <w:r w:rsidRPr="00DC54C7">
                    <w:rPr>
                      <w:rFonts w:eastAsia="SimSun"/>
                      <w:szCs w:val="22"/>
                    </w:rPr>
                    <w:t xml:space="preserve">(c) </w:t>
                  </w:r>
                </w:p>
              </w:tc>
              <w:tc>
                <w:tcPr>
                  <w:tcW w:w="1259" w:type="pct"/>
                  <w:tcBorders>
                    <w:top w:val="single" w:sz="4" w:space="0" w:color="auto"/>
                    <w:right w:val="single" w:sz="4" w:space="0" w:color="auto"/>
                  </w:tcBorders>
                </w:tcPr>
                <w:p w14:paraId="50B882E8" w14:textId="77777777" w:rsidR="003D565B" w:rsidRPr="00DC54C7" w:rsidRDefault="003D565B" w:rsidP="00944826">
                  <w:pPr>
                    <w:jc w:val="right"/>
                    <w:rPr>
                      <w:rFonts w:eastAsia="SimSun"/>
                      <w:szCs w:val="22"/>
                    </w:rPr>
                  </w:pPr>
                  <w:r w:rsidRPr="00DC54C7">
                    <w:rPr>
                      <w:rFonts w:eastAsia="SimSun"/>
                      <w:szCs w:val="22"/>
                    </w:rPr>
                    <w:t>3,500</w:t>
                  </w:r>
                </w:p>
              </w:tc>
              <w:tc>
                <w:tcPr>
                  <w:tcW w:w="1241" w:type="pct"/>
                  <w:tcBorders>
                    <w:top w:val="single" w:sz="4" w:space="0" w:color="auto"/>
                    <w:left w:val="single" w:sz="4" w:space="0" w:color="auto"/>
                  </w:tcBorders>
                </w:tcPr>
                <w:p w14:paraId="5182DFD6" w14:textId="77777777" w:rsidR="003D565B" w:rsidRPr="00DC54C7" w:rsidRDefault="003D565B" w:rsidP="003D565B">
                  <w:pPr>
                    <w:rPr>
                      <w:rFonts w:eastAsia="SimSun"/>
                      <w:szCs w:val="22"/>
                    </w:rPr>
                  </w:pPr>
                </w:p>
              </w:tc>
              <w:tc>
                <w:tcPr>
                  <w:tcW w:w="1262" w:type="pct"/>
                  <w:tcBorders>
                    <w:top w:val="single" w:sz="4" w:space="0" w:color="auto"/>
                  </w:tcBorders>
                </w:tcPr>
                <w:p w14:paraId="24D2019D" w14:textId="77777777" w:rsidR="003D565B" w:rsidRPr="00DC54C7" w:rsidRDefault="003D565B" w:rsidP="003D565B">
                  <w:pPr>
                    <w:rPr>
                      <w:rFonts w:eastAsia="SimSun"/>
                      <w:szCs w:val="22"/>
                    </w:rPr>
                  </w:pPr>
                </w:p>
              </w:tc>
            </w:tr>
          </w:tbl>
          <w:p w14:paraId="0FD4F118" w14:textId="77777777" w:rsidR="003D565B" w:rsidRPr="00DC54C7" w:rsidRDefault="003D565B" w:rsidP="00944826">
            <w:pPr>
              <w:jc w:val="center"/>
              <w:rPr>
                <w:rFonts w:eastAsia="SimSun"/>
                <w:szCs w:val="22"/>
              </w:rPr>
            </w:pPr>
          </w:p>
          <w:p w14:paraId="7731E003" w14:textId="77777777" w:rsidR="003D565B" w:rsidRPr="00DC54C7" w:rsidRDefault="003D565B" w:rsidP="00944826">
            <w:pPr>
              <w:jc w:val="center"/>
              <w:rPr>
                <w:rFonts w:eastAsia="SimSun"/>
                <w:szCs w:val="22"/>
              </w:rPr>
            </w:pPr>
            <w:r w:rsidRPr="00DC54C7">
              <w:rPr>
                <w:rFonts w:eastAsia="SimSun"/>
                <w:szCs w:val="22"/>
              </w:rPr>
              <w:t>+ Depreciation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3D565B" w:rsidRPr="00DC54C7" w14:paraId="63A4D8FB" w14:textId="77777777" w:rsidTr="0015328A">
              <w:tc>
                <w:tcPr>
                  <w:tcW w:w="1239" w:type="pct"/>
                  <w:tcBorders>
                    <w:top w:val="single" w:sz="4" w:space="0" w:color="auto"/>
                  </w:tcBorders>
                </w:tcPr>
                <w:p w14:paraId="4F6BB911" w14:textId="77777777" w:rsidR="003D565B" w:rsidRPr="00DC54C7" w:rsidRDefault="003D565B" w:rsidP="003D565B">
                  <w:pPr>
                    <w:rPr>
                      <w:rFonts w:eastAsia="SimSun"/>
                      <w:szCs w:val="22"/>
                    </w:rPr>
                  </w:pPr>
                  <w:r w:rsidRPr="00DC54C7">
                    <w:rPr>
                      <w:rFonts w:eastAsia="SimSun"/>
                      <w:szCs w:val="22"/>
                    </w:rPr>
                    <w:t>(d)</w:t>
                  </w:r>
                </w:p>
              </w:tc>
              <w:tc>
                <w:tcPr>
                  <w:tcW w:w="1259" w:type="pct"/>
                  <w:tcBorders>
                    <w:top w:val="single" w:sz="4" w:space="0" w:color="auto"/>
                    <w:right w:val="single" w:sz="4" w:space="0" w:color="auto"/>
                  </w:tcBorders>
                </w:tcPr>
                <w:p w14:paraId="72A7A341" w14:textId="77777777" w:rsidR="003D565B" w:rsidRPr="00DC54C7" w:rsidRDefault="003D565B" w:rsidP="00944826">
                  <w:pPr>
                    <w:jc w:val="right"/>
                    <w:rPr>
                      <w:rFonts w:eastAsia="SimSun"/>
                      <w:szCs w:val="22"/>
                    </w:rPr>
                  </w:pPr>
                  <w:r w:rsidRPr="00DC54C7">
                    <w:rPr>
                      <w:rFonts w:eastAsia="SimSun"/>
                      <w:szCs w:val="22"/>
                    </w:rPr>
                    <w:t>2,000</w:t>
                  </w:r>
                </w:p>
              </w:tc>
              <w:tc>
                <w:tcPr>
                  <w:tcW w:w="1241" w:type="pct"/>
                  <w:tcBorders>
                    <w:top w:val="single" w:sz="4" w:space="0" w:color="auto"/>
                    <w:left w:val="single" w:sz="4" w:space="0" w:color="auto"/>
                  </w:tcBorders>
                </w:tcPr>
                <w:p w14:paraId="242EEBE7" w14:textId="77777777" w:rsidR="003D565B" w:rsidRPr="00DC54C7" w:rsidRDefault="003D565B" w:rsidP="003D565B">
                  <w:pPr>
                    <w:rPr>
                      <w:rFonts w:eastAsia="SimSun"/>
                      <w:szCs w:val="22"/>
                    </w:rPr>
                  </w:pPr>
                </w:p>
              </w:tc>
              <w:tc>
                <w:tcPr>
                  <w:tcW w:w="1262" w:type="pct"/>
                  <w:tcBorders>
                    <w:top w:val="single" w:sz="4" w:space="0" w:color="auto"/>
                  </w:tcBorders>
                </w:tcPr>
                <w:p w14:paraId="371CB6FD" w14:textId="77777777" w:rsidR="003D565B" w:rsidRPr="00DC54C7" w:rsidRDefault="003D565B" w:rsidP="003D565B">
                  <w:pPr>
                    <w:rPr>
                      <w:rFonts w:eastAsia="SimSun"/>
                      <w:szCs w:val="22"/>
                    </w:rPr>
                  </w:pPr>
                </w:p>
              </w:tc>
            </w:tr>
          </w:tbl>
          <w:p w14:paraId="4625038E" w14:textId="77777777" w:rsidR="003D565B" w:rsidRPr="00DC54C7" w:rsidRDefault="003D565B" w:rsidP="00944826">
            <w:pPr>
              <w:jc w:val="center"/>
              <w:rPr>
                <w:rFonts w:eastAsia="SimSun"/>
                <w:szCs w:val="22"/>
              </w:rPr>
            </w:pPr>
          </w:p>
          <w:p w14:paraId="1506276B" w14:textId="77777777" w:rsidR="003D565B" w:rsidRPr="00DC54C7" w:rsidRDefault="003D565B" w:rsidP="00944826">
            <w:pPr>
              <w:jc w:val="center"/>
              <w:rPr>
                <w:rFonts w:eastAsia="SimSun"/>
                <w:szCs w:val="22"/>
              </w:rPr>
            </w:pPr>
            <w:r w:rsidRPr="00DC54C7">
              <w:rPr>
                <w:rFonts w:eastAsia="SimSun"/>
                <w:szCs w:val="22"/>
              </w:rPr>
              <w:t>+ Interest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3D565B" w:rsidRPr="00DC54C7" w14:paraId="39F6EA27" w14:textId="77777777" w:rsidTr="0015328A">
              <w:tc>
                <w:tcPr>
                  <w:tcW w:w="1239" w:type="pct"/>
                  <w:tcBorders>
                    <w:top w:val="single" w:sz="4" w:space="0" w:color="auto"/>
                  </w:tcBorders>
                </w:tcPr>
                <w:p w14:paraId="2822FCA1" w14:textId="77777777" w:rsidR="003D565B" w:rsidRPr="00DC54C7" w:rsidRDefault="003D565B" w:rsidP="003D565B">
                  <w:pPr>
                    <w:rPr>
                      <w:rFonts w:eastAsia="SimSun"/>
                      <w:szCs w:val="22"/>
                    </w:rPr>
                  </w:pPr>
                  <w:r w:rsidRPr="00DC54C7">
                    <w:rPr>
                      <w:rFonts w:eastAsia="SimSun"/>
                      <w:szCs w:val="22"/>
                    </w:rPr>
                    <w:t>(g)</w:t>
                  </w:r>
                </w:p>
              </w:tc>
              <w:tc>
                <w:tcPr>
                  <w:tcW w:w="1259" w:type="pct"/>
                  <w:tcBorders>
                    <w:top w:val="single" w:sz="4" w:space="0" w:color="auto"/>
                    <w:right w:val="single" w:sz="4" w:space="0" w:color="auto"/>
                  </w:tcBorders>
                </w:tcPr>
                <w:p w14:paraId="61426E46" w14:textId="77777777" w:rsidR="003D565B" w:rsidRPr="00DC54C7" w:rsidRDefault="003D565B" w:rsidP="00944826">
                  <w:pPr>
                    <w:jc w:val="right"/>
                    <w:rPr>
                      <w:rFonts w:eastAsia="SimSun"/>
                      <w:szCs w:val="22"/>
                    </w:rPr>
                  </w:pPr>
                  <w:r w:rsidRPr="00DC54C7">
                    <w:rPr>
                      <w:rFonts w:eastAsia="SimSun"/>
                      <w:szCs w:val="22"/>
                    </w:rPr>
                    <w:t>3,000</w:t>
                  </w:r>
                </w:p>
              </w:tc>
              <w:tc>
                <w:tcPr>
                  <w:tcW w:w="1241" w:type="pct"/>
                  <w:tcBorders>
                    <w:top w:val="single" w:sz="4" w:space="0" w:color="auto"/>
                    <w:left w:val="single" w:sz="4" w:space="0" w:color="auto"/>
                  </w:tcBorders>
                </w:tcPr>
                <w:p w14:paraId="4C8D5FB3" w14:textId="77777777" w:rsidR="003D565B" w:rsidRPr="00DC54C7" w:rsidRDefault="003D565B" w:rsidP="003D565B">
                  <w:pPr>
                    <w:rPr>
                      <w:rFonts w:eastAsia="SimSun"/>
                      <w:szCs w:val="22"/>
                    </w:rPr>
                  </w:pPr>
                </w:p>
              </w:tc>
              <w:tc>
                <w:tcPr>
                  <w:tcW w:w="1262" w:type="pct"/>
                  <w:tcBorders>
                    <w:top w:val="single" w:sz="4" w:space="0" w:color="auto"/>
                  </w:tcBorders>
                </w:tcPr>
                <w:p w14:paraId="669D41EC" w14:textId="77777777" w:rsidR="003D565B" w:rsidRPr="00DC54C7" w:rsidRDefault="003D565B" w:rsidP="003D565B">
                  <w:pPr>
                    <w:rPr>
                      <w:rFonts w:eastAsia="SimSun"/>
                      <w:szCs w:val="22"/>
                    </w:rPr>
                  </w:pPr>
                </w:p>
              </w:tc>
            </w:tr>
          </w:tbl>
          <w:p w14:paraId="5081B7D4" w14:textId="77777777" w:rsidR="003D565B" w:rsidRPr="00DC54C7" w:rsidRDefault="003D565B" w:rsidP="00944826">
            <w:pPr>
              <w:jc w:val="center"/>
              <w:rPr>
                <w:rFonts w:eastAsia="SimSun"/>
                <w:szCs w:val="22"/>
              </w:rPr>
            </w:pPr>
          </w:p>
          <w:p w14:paraId="1B761BCE" w14:textId="77777777" w:rsidR="003D565B" w:rsidRPr="00DC54C7" w:rsidRDefault="003D565B" w:rsidP="00944826">
            <w:pPr>
              <w:jc w:val="center"/>
              <w:rPr>
                <w:rFonts w:eastAsia="SimSun"/>
                <w:szCs w:val="22"/>
              </w:rPr>
            </w:pPr>
            <w:r w:rsidRPr="00DC54C7">
              <w:rPr>
                <w:rFonts w:eastAsia="SimSun"/>
                <w:szCs w:val="22"/>
              </w:rPr>
              <w:t>+ Income Tax Expense –</w:t>
            </w:r>
          </w:p>
          <w:tbl>
            <w:tblPr>
              <w:tblW w:w="4929"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0"/>
              <w:gridCol w:w="833"/>
              <w:gridCol w:w="821"/>
              <w:gridCol w:w="835"/>
            </w:tblGrid>
            <w:tr w:rsidR="003D565B" w:rsidRPr="00DC54C7" w14:paraId="424002A6" w14:textId="77777777" w:rsidTr="0015328A">
              <w:tc>
                <w:tcPr>
                  <w:tcW w:w="1239" w:type="pct"/>
                  <w:tcBorders>
                    <w:top w:val="single" w:sz="4" w:space="0" w:color="auto"/>
                  </w:tcBorders>
                </w:tcPr>
                <w:p w14:paraId="1D1574DF" w14:textId="77777777" w:rsidR="003D565B" w:rsidRPr="00DC54C7" w:rsidRDefault="003D565B" w:rsidP="003D565B">
                  <w:pPr>
                    <w:rPr>
                      <w:rFonts w:eastAsia="SimSun"/>
                      <w:szCs w:val="22"/>
                    </w:rPr>
                  </w:pPr>
                  <w:r w:rsidRPr="00DC54C7">
                    <w:rPr>
                      <w:rFonts w:eastAsia="SimSun"/>
                      <w:szCs w:val="22"/>
                    </w:rPr>
                    <w:t>(h)</w:t>
                  </w:r>
                </w:p>
              </w:tc>
              <w:tc>
                <w:tcPr>
                  <w:tcW w:w="1259" w:type="pct"/>
                  <w:tcBorders>
                    <w:top w:val="single" w:sz="4" w:space="0" w:color="auto"/>
                    <w:right w:val="single" w:sz="4" w:space="0" w:color="auto"/>
                  </w:tcBorders>
                </w:tcPr>
                <w:p w14:paraId="5B3149FB" w14:textId="77777777" w:rsidR="003D565B" w:rsidRPr="00DC54C7" w:rsidRDefault="003D565B" w:rsidP="00944826">
                  <w:pPr>
                    <w:jc w:val="right"/>
                    <w:rPr>
                      <w:rFonts w:eastAsia="SimSun"/>
                      <w:szCs w:val="22"/>
                    </w:rPr>
                  </w:pPr>
                  <w:r w:rsidRPr="00DC54C7">
                    <w:rPr>
                      <w:rFonts w:eastAsia="SimSun"/>
                      <w:szCs w:val="22"/>
                    </w:rPr>
                    <w:t>26,110</w:t>
                  </w:r>
                </w:p>
              </w:tc>
              <w:tc>
                <w:tcPr>
                  <w:tcW w:w="1241" w:type="pct"/>
                  <w:tcBorders>
                    <w:top w:val="single" w:sz="4" w:space="0" w:color="auto"/>
                    <w:left w:val="single" w:sz="4" w:space="0" w:color="auto"/>
                  </w:tcBorders>
                </w:tcPr>
                <w:p w14:paraId="0CEFFA27" w14:textId="77777777" w:rsidR="003D565B" w:rsidRPr="00DC54C7" w:rsidRDefault="003D565B" w:rsidP="003D565B">
                  <w:pPr>
                    <w:rPr>
                      <w:rFonts w:eastAsia="SimSun"/>
                      <w:szCs w:val="22"/>
                    </w:rPr>
                  </w:pPr>
                </w:p>
              </w:tc>
              <w:tc>
                <w:tcPr>
                  <w:tcW w:w="1262" w:type="pct"/>
                  <w:tcBorders>
                    <w:top w:val="single" w:sz="4" w:space="0" w:color="auto"/>
                  </w:tcBorders>
                </w:tcPr>
                <w:p w14:paraId="6D5C6715" w14:textId="77777777" w:rsidR="003D565B" w:rsidRDefault="003D565B" w:rsidP="003D565B">
                  <w:pPr>
                    <w:rPr>
                      <w:rFonts w:eastAsia="SimSun"/>
                      <w:szCs w:val="22"/>
                    </w:rPr>
                  </w:pPr>
                </w:p>
                <w:p w14:paraId="0CEB8452" w14:textId="77777777" w:rsidR="0015328A" w:rsidRPr="00DC54C7" w:rsidRDefault="0015328A" w:rsidP="003D565B">
                  <w:pPr>
                    <w:rPr>
                      <w:rFonts w:eastAsia="SimSun"/>
                      <w:szCs w:val="22"/>
                    </w:rPr>
                  </w:pPr>
                </w:p>
              </w:tc>
            </w:tr>
          </w:tbl>
          <w:p w14:paraId="2CB2715F" w14:textId="77777777" w:rsidR="003D565B" w:rsidRPr="00DC54C7" w:rsidRDefault="003D565B" w:rsidP="00944826">
            <w:pPr>
              <w:jc w:val="center"/>
              <w:rPr>
                <w:rFonts w:eastAsia="SimSun"/>
                <w:szCs w:val="22"/>
              </w:rPr>
            </w:pPr>
          </w:p>
        </w:tc>
      </w:tr>
    </w:tbl>
    <w:p w14:paraId="1E1EC0F9" w14:textId="77777777" w:rsidR="00433CA5" w:rsidRDefault="003D565B" w:rsidP="000A3DD2">
      <w:pPr>
        <w:pStyle w:val="Heading1"/>
        <w:spacing w:before="0" w:after="0"/>
      </w:pPr>
      <w:r w:rsidRPr="00DC54C7">
        <w:br w:type="page"/>
      </w:r>
      <w:r w:rsidR="00433CA5" w:rsidRPr="00DC54C7">
        <w:lastRenderedPageBreak/>
        <w:t>HANDOUT 4</w:t>
      </w:r>
      <w:r w:rsidR="00801A23" w:rsidRPr="00750FD5">
        <w:t>–</w:t>
      </w:r>
      <w:r w:rsidR="00433CA5" w:rsidRPr="00DC54C7">
        <w:t>2</w:t>
      </w:r>
    </w:p>
    <w:p w14:paraId="1CDDD0D3" w14:textId="77777777" w:rsidR="00813942" w:rsidRPr="00543331" w:rsidRDefault="00813942" w:rsidP="000A3DD2">
      <w:pPr>
        <w:pStyle w:val="BodyText"/>
        <w:spacing w:after="120"/>
      </w:pPr>
      <w:r>
        <w:t>Use the balances in the T-accounts in handout 4</w:t>
      </w:r>
      <w:r w:rsidR="00801A23" w:rsidRPr="00DF3C97">
        <w:rPr>
          <w:b/>
        </w:rPr>
        <w:t>–</w:t>
      </w:r>
      <w:r>
        <w:t xml:space="preserve">1 to prepare an adjusted trial balance. </w:t>
      </w:r>
    </w:p>
    <w:p w14:paraId="04A0E342" w14:textId="77777777" w:rsidR="003D565B" w:rsidRPr="00DC54C7" w:rsidRDefault="003D565B" w:rsidP="003D565B">
      <w:pPr>
        <w:jc w:val="center"/>
        <w:rPr>
          <w:szCs w:val="22"/>
        </w:rPr>
      </w:pPr>
      <w:r w:rsidRPr="00DC54C7">
        <w:rPr>
          <w:szCs w:val="22"/>
        </w:rPr>
        <w:t>Deana’s Decorators</w:t>
      </w:r>
    </w:p>
    <w:p w14:paraId="2B3AFBB9" w14:textId="77777777" w:rsidR="003D565B" w:rsidRPr="00DC54C7" w:rsidRDefault="003D565B" w:rsidP="003D565B">
      <w:pPr>
        <w:jc w:val="center"/>
        <w:rPr>
          <w:szCs w:val="22"/>
        </w:rPr>
      </w:pPr>
      <w:r w:rsidRPr="00DC54C7">
        <w:rPr>
          <w:szCs w:val="22"/>
        </w:rPr>
        <w:t>Adjusted Trial Balance</w:t>
      </w:r>
    </w:p>
    <w:p w14:paraId="10D7AA26" w14:textId="77777777" w:rsidR="00391BCE" w:rsidRPr="00DC54C7" w:rsidRDefault="003D565B" w:rsidP="003D565B">
      <w:pPr>
        <w:jc w:val="center"/>
        <w:rPr>
          <w:szCs w:val="22"/>
        </w:rPr>
      </w:pPr>
      <w:r w:rsidRPr="00DC54C7">
        <w:rPr>
          <w:szCs w:val="22"/>
        </w:rPr>
        <w:t>De</w:t>
      </w:r>
      <w:r w:rsidR="00391BCE" w:rsidRPr="00DC54C7">
        <w:rPr>
          <w:szCs w:val="22"/>
        </w:rPr>
        <w:t xml:space="preserve">cember 31, </w:t>
      </w:r>
      <w:r w:rsidR="00C25690">
        <w:rPr>
          <w:szCs w:val="22"/>
        </w:rPr>
        <w:t>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2"/>
        <w:gridCol w:w="2160"/>
        <w:gridCol w:w="2160"/>
      </w:tblGrid>
      <w:tr w:rsidR="003D565B" w:rsidRPr="00DC54C7" w14:paraId="54A02FDC" w14:textId="77777777" w:rsidTr="00944826">
        <w:tc>
          <w:tcPr>
            <w:tcW w:w="4392" w:type="dxa"/>
          </w:tcPr>
          <w:p w14:paraId="3CA72149" w14:textId="77777777" w:rsidR="003D565B" w:rsidRPr="00DC54C7" w:rsidRDefault="003D565B" w:rsidP="00944826">
            <w:pPr>
              <w:spacing w:before="100" w:beforeAutospacing="1"/>
              <w:rPr>
                <w:rFonts w:eastAsia="SimSun"/>
                <w:szCs w:val="22"/>
              </w:rPr>
            </w:pPr>
          </w:p>
        </w:tc>
        <w:tc>
          <w:tcPr>
            <w:tcW w:w="2160" w:type="dxa"/>
          </w:tcPr>
          <w:p w14:paraId="72B4D12C" w14:textId="77777777" w:rsidR="003D565B" w:rsidRPr="00DC54C7" w:rsidRDefault="003D565B" w:rsidP="00944826">
            <w:pPr>
              <w:spacing w:before="100" w:beforeAutospacing="1"/>
              <w:jc w:val="center"/>
              <w:rPr>
                <w:rFonts w:eastAsia="SimSun"/>
                <w:szCs w:val="22"/>
              </w:rPr>
            </w:pPr>
            <w:r w:rsidRPr="00DC54C7">
              <w:rPr>
                <w:rFonts w:eastAsia="SimSun"/>
                <w:szCs w:val="22"/>
              </w:rPr>
              <w:t>Debit</w:t>
            </w:r>
          </w:p>
        </w:tc>
        <w:tc>
          <w:tcPr>
            <w:tcW w:w="2160" w:type="dxa"/>
          </w:tcPr>
          <w:p w14:paraId="1DC97528" w14:textId="77777777" w:rsidR="003D565B" w:rsidRPr="00DC54C7" w:rsidRDefault="003D565B" w:rsidP="00944826">
            <w:pPr>
              <w:spacing w:before="100" w:beforeAutospacing="1"/>
              <w:jc w:val="center"/>
              <w:rPr>
                <w:rFonts w:eastAsia="SimSun"/>
                <w:szCs w:val="22"/>
              </w:rPr>
            </w:pPr>
            <w:r w:rsidRPr="00DC54C7">
              <w:rPr>
                <w:rFonts w:eastAsia="SimSun"/>
                <w:szCs w:val="22"/>
              </w:rPr>
              <w:t>Credit</w:t>
            </w:r>
          </w:p>
        </w:tc>
      </w:tr>
      <w:tr w:rsidR="003D565B" w:rsidRPr="00DC54C7" w14:paraId="26806BD6" w14:textId="77777777" w:rsidTr="00A854B2">
        <w:trPr>
          <w:trHeight w:val="346"/>
        </w:trPr>
        <w:tc>
          <w:tcPr>
            <w:tcW w:w="4392" w:type="dxa"/>
            <w:vAlign w:val="center"/>
          </w:tcPr>
          <w:p w14:paraId="2058EAD5" w14:textId="77777777" w:rsidR="003D565B" w:rsidRPr="00DC54C7" w:rsidRDefault="003D565B" w:rsidP="00944826">
            <w:pPr>
              <w:spacing w:before="100" w:beforeAutospacing="1"/>
              <w:rPr>
                <w:rFonts w:eastAsia="SimSun"/>
                <w:szCs w:val="22"/>
              </w:rPr>
            </w:pPr>
            <w:r w:rsidRPr="00DC54C7">
              <w:rPr>
                <w:rFonts w:eastAsia="SimSun"/>
                <w:szCs w:val="22"/>
              </w:rPr>
              <w:t>Cash</w:t>
            </w:r>
          </w:p>
        </w:tc>
        <w:tc>
          <w:tcPr>
            <w:tcW w:w="2160" w:type="dxa"/>
          </w:tcPr>
          <w:p w14:paraId="0E35B40A" w14:textId="77777777" w:rsidR="003D565B" w:rsidRPr="00DC54C7" w:rsidRDefault="003D565B" w:rsidP="00944826">
            <w:pPr>
              <w:spacing w:before="100" w:beforeAutospacing="1"/>
              <w:jc w:val="right"/>
              <w:rPr>
                <w:rFonts w:eastAsia="SimSun"/>
                <w:szCs w:val="22"/>
              </w:rPr>
            </w:pPr>
          </w:p>
        </w:tc>
        <w:tc>
          <w:tcPr>
            <w:tcW w:w="2160" w:type="dxa"/>
          </w:tcPr>
          <w:p w14:paraId="3D48A220" w14:textId="77777777" w:rsidR="003D565B" w:rsidRPr="00DC54C7" w:rsidRDefault="003D565B" w:rsidP="00944826">
            <w:pPr>
              <w:spacing w:before="100" w:beforeAutospacing="1"/>
              <w:jc w:val="right"/>
              <w:rPr>
                <w:rFonts w:eastAsia="SimSun"/>
                <w:szCs w:val="22"/>
              </w:rPr>
            </w:pPr>
          </w:p>
        </w:tc>
      </w:tr>
      <w:tr w:rsidR="003D565B" w:rsidRPr="00DC54C7" w14:paraId="4C48D553" w14:textId="77777777" w:rsidTr="00A854B2">
        <w:trPr>
          <w:trHeight w:val="346"/>
        </w:trPr>
        <w:tc>
          <w:tcPr>
            <w:tcW w:w="4392" w:type="dxa"/>
            <w:vAlign w:val="center"/>
          </w:tcPr>
          <w:p w14:paraId="27B5ABCA" w14:textId="77777777" w:rsidR="003D565B" w:rsidRPr="00DC54C7" w:rsidRDefault="003D565B" w:rsidP="00944826">
            <w:pPr>
              <w:spacing w:before="100" w:beforeAutospacing="1"/>
              <w:rPr>
                <w:rFonts w:eastAsia="SimSun"/>
                <w:szCs w:val="22"/>
              </w:rPr>
            </w:pPr>
            <w:r w:rsidRPr="00DC54C7">
              <w:rPr>
                <w:rFonts w:eastAsia="SimSun"/>
                <w:szCs w:val="22"/>
              </w:rPr>
              <w:t>Supplies</w:t>
            </w:r>
          </w:p>
        </w:tc>
        <w:tc>
          <w:tcPr>
            <w:tcW w:w="2160" w:type="dxa"/>
          </w:tcPr>
          <w:p w14:paraId="7F8C1CF3" w14:textId="77777777" w:rsidR="003D565B" w:rsidRPr="00DC54C7" w:rsidRDefault="003D565B" w:rsidP="00944826">
            <w:pPr>
              <w:spacing w:before="100" w:beforeAutospacing="1"/>
              <w:jc w:val="right"/>
              <w:rPr>
                <w:rFonts w:eastAsia="SimSun"/>
                <w:szCs w:val="22"/>
              </w:rPr>
            </w:pPr>
          </w:p>
        </w:tc>
        <w:tc>
          <w:tcPr>
            <w:tcW w:w="2160" w:type="dxa"/>
          </w:tcPr>
          <w:p w14:paraId="3D3F9BCD" w14:textId="77777777" w:rsidR="003D565B" w:rsidRPr="00DC54C7" w:rsidRDefault="003D565B" w:rsidP="00944826">
            <w:pPr>
              <w:spacing w:before="100" w:beforeAutospacing="1"/>
              <w:jc w:val="right"/>
              <w:rPr>
                <w:rFonts w:eastAsia="SimSun"/>
                <w:szCs w:val="22"/>
              </w:rPr>
            </w:pPr>
          </w:p>
        </w:tc>
      </w:tr>
      <w:tr w:rsidR="003D565B" w:rsidRPr="00DC54C7" w14:paraId="67F4D5F8" w14:textId="77777777" w:rsidTr="00A854B2">
        <w:trPr>
          <w:trHeight w:val="346"/>
        </w:trPr>
        <w:tc>
          <w:tcPr>
            <w:tcW w:w="4392" w:type="dxa"/>
            <w:vAlign w:val="center"/>
          </w:tcPr>
          <w:p w14:paraId="212CA06E" w14:textId="77777777" w:rsidR="003D565B" w:rsidRPr="00DC54C7" w:rsidRDefault="003D565B" w:rsidP="00944826">
            <w:pPr>
              <w:spacing w:before="100" w:beforeAutospacing="1"/>
              <w:rPr>
                <w:rFonts w:eastAsia="SimSun"/>
                <w:szCs w:val="22"/>
              </w:rPr>
            </w:pPr>
            <w:r w:rsidRPr="00DC54C7">
              <w:rPr>
                <w:rFonts w:eastAsia="SimSun"/>
                <w:szCs w:val="22"/>
              </w:rPr>
              <w:t>Accounts Receivable</w:t>
            </w:r>
          </w:p>
        </w:tc>
        <w:tc>
          <w:tcPr>
            <w:tcW w:w="2160" w:type="dxa"/>
          </w:tcPr>
          <w:p w14:paraId="4813562E" w14:textId="77777777" w:rsidR="003D565B" w:rsidRPr="00DC54C7" w:rsidRDefault="003D565B" w:rsidP="00944826">
            <w:pPr>
              <w:spacing w:before="100" w:beforeAutospacing="1"/>
              <w:jc w:val="right"/>
              <w:rPr>
                <w:rFonts w:eastAsia="SimSun"/>
                <w:szCs w:val="22"/>
              </w:rPr>
            </w:pPr>
          </w:p>
        </w:tc>
        <w:tc>
          <w:tcPr>
            <w:tcW w:w="2160" w:type="dxa"/>
          </w:tcPr>
          <w:p w14:paraId="28DE01B9" w14:textId="77777777" w:rsidR="003D565B" w:rsidRPr="00DC54C7" w:rsidRDefault="003D565B" w:rsidP="00944826">
            <w:pPr>
              <w:spacing w:before="100" w:beforeAutospacing="1"/>
              <w:jc w:val="right"/>
              <w:rPr>
                <w:rFonts w:eastAsia="SimSun"/>
                <w:szCs w:val="22"/>
              </w:rPr>
            </w:pPr>
          </w:p>
        </w:tc>
      </w:tr>
      <w:tr w:rsidR="003D565B" w:rsidRPr="00DC54C7" w14:paraId="30BC5816" w14:textId="77777777" w:rsidTr="00A854B2">
        <w:trPr>
          <w:trHeight w:val="346"/>
        </w:trPr>
        <w:tc>
          <w:tcPr>
            <w:tcW w:w="4392" w:type="dxa"/>
            <w:vAlign w:val="center"/>
          </w:tcPr>
          <w:p w14:paraId="36C17B0A" w14:textId="77777777" w:rsidR="003D565B" w:rsidRPr="00DC54C7" w:rsidRDefault="003D565B" w:rsidP="00944826">
            <w:pPr>
              <w:spacing w:before="100" w:beforeAutospacing="1"/>
              <w:rPr>
                <w:rFonts w:eastAsia="SimSun"/>
                <w:szCs w:val="22"/>
              </w:rPr>
            </w:pPr>
            <w:r w:rsidRPr="00DC54C7">
              <w:rPr>
                <w:rFonts w:eastAsia="SimSun"/>
                <w:szCs w:val="22"/>
              </w:rPr>
              <w:t>Prepaid Rent</w:t>
            </w:r>
          </w:p>
        </w:tc>
        <w:tc>
          <w:tcPr>
            <w:tcW w:w="2160" w:type="dxa"/>
          </w:tcPr>
          <w:p w14:paraId="3799F059" w14:textId="77777777" w:rsidR="003D565B" w:rsidRPr="00DC54C7" w:rsidRDefault="003D565B" w:rsidP="00944826">
            <w:pPr>
              <w:spacing w:before="100" w:beforeAutospacing="1"/>
              <w:jc w:val="right"/>
              <w:rPr>
                <w:rFonts w:eastAsia="SimSun"/>
                <w:szCs w:val="22"/>
              </w:rPr>
            </w:pPr>
          </w:p>
        </w:tc>
        <w:tc>
          <w:tcPr>
            <w:tcW w:w="2160" w:type="dxa"/>
          </w:tcPr>
          <w:p w14:paraId="27A64546" w14:textId="77777777" w:rsidR="003D565B" w:rsidRPr="00DC54C7" w:rsidRDefault="003D565B" w:rsidP="00944826">
            <w:pPr>
              <w:spacing w:before="100" w:beforeAutospacing="1"/>
              <w:jc w:val="right"/>
              <w:rPr>
                <w:rFonts w:eastAsia="SimSun"/>
                <w:szCs w:val="22"/>
              </w:rPr>
            </w:pPr>
          </w:p>
        </w:tc>
      </w:tr>
      <w:tr w:rsidR="003D565B" w:rsidRPr="00DC54C7" w14:paraId="43837A54" w14:textId="77777777" w:rsidTr="00A854B2">
        <w:trPr>
          <w:trHeight w:val="346"/>
        </w:trPr>
        <w:tc>
          <w:tcPr>
            <w:tcW w:w="4392" w:type="dxa"/>
            <w:vAlign w:val="center"/>
          </w:tcPr>
          <w:p w14:paraId="448C0CAC" w14:textId="77777777" w:rsidR="003D565B" w:rsidRPr="00DC54C7" w:rsidRDefault="003D565B" w:rsidP="00944826">
            <w:pPr>
              <w:spacing w:before="100" w:beforeAutospacing="1"/>
              <w:rPr>
                <w:rFonts w:eastAsia="SimSun"/>
                <w:szCs w:val="22"/>
              </w:rPr>
            </w:pPr>
            <w:r w:rsidRPr="00DC54C7">
              <w:rPr>
                <w:rFonts w:eastAsia="SimSun"/>
                <w:szCs w:val="22"/>
              </w:rPr>
              <w:t>Prepaid Insurance</w:t>
            </w:r>
          </w:p>
        </w:tc>
        <w:tc>
          <w:tcPr>
            <w:tcW w:w="2160" w:type="dxa"/>
          </w:tcPr>
          <w:p w14:paraId="4BCF03AA" w14:textId="77777777" w:rsidR="003D565B" w:rsidRPr="00DC54C7" w:rsidRDefault="003D565B" w:rsidP="00944826">
            <w:pPr>
              <w:spacing w:before="100" w:beforeAutospacing="1"/>
              <w:jc w:val="right"/>
              <w:rPr>
                <w:rFonts w:eastAsia="SimSun"/>
                <w:szCs w:val="22"/>
              </w:rPr>
            </w:pPr>
          </w:p>
        </w:tc>
        <w:tc>
          <w:tcPr>
            <w:tcW w:w="2160" w:type="dxa"/>
          </w:tcPr>
          <w:p w14:paraId="5FCC8126" w14:textId="77777777" w:rsidR="003D565B" w:rsidRPr="00DC54C7" w:rsidRDefault="003D565B" w:rsidP="00944826">
            <w:pPr>
              <w:spacing w:before="100" w:beforeAutospacing="1"/>
              <w:jc w:val="right"/>
              <w:rPr>
                <w:rFonts w:eastAsia="SimSun"/>
                <w:szCs w:val="22"/>
              </w:rPr>
            </w:pPr>
          </w:p>
        </w:tc>
      </w:tr>
      <w:tr w:rsidR="003D565B" w:rsidRPr="00DC54C7" w14:paraId="191DAB7E" w14:textId="77777777" w:rsidTr="00A854B2">
        <w:trPr>
          <w:trHeight w:val="346"/>
        </w:trPr>
        <w:tc>
          <w:tcPr>
            <w:tcW w:w="4392" w:type="dxa"/>
            <w:vAlign w:val="center"/>
          </w:tcPr>
          <w:p w14:paraId="25F8B518" w14:textId="77777777" w:rsidR="003D565B" w:rsidRPr="00DC54C7" w:rsidRDefault="003D565B" w:rsidP="00944826">
            <w:pPr>
              <w:spacing w:before="100" w:beforeAutospacing="1"/>
              <w:rPr>
                <w:rFonts w:eastAsia="SimSun"/>
                <w:szCs w:val="22"/>
              </w:rPr>
            </w:pPr>
            <w:r w:rsidRPr="00DC54C7">
              <w:rPr>
                <w:rFonts w:eastAsia="SimSun"/>
                <w:szCs w:val="22"/>
              </w:rPr>
              <w:t>Certificate of Deposit</w:t>
            </w:r>
          </w:p>
        </w:tc>
        <w:tc>
          <w:tcPr>
            <w:tcW w:w="2160" w:type="dxa"/>
          </w:tcPr>
          <w:p w14:paraId="5148259F" w14:textId="77777777" w:rsidR="003D565B" w:rsidRPr="00DC54C7" w:rsidRDefault="003D565B" w:rsidP="00944826">
            <w:pPr>
              <w:spacing w:before="100" w:beforeAutospacing="1"/>
              <w:jc w:val="right"/>
              <w:rPr>
                <w:rFonts w:eastAsia="SimSun"/>
                <w:szCs w:val="22"/>
              </w:rPr>
            </w:pPr>
          </w:p>
        </w:tc>
        <w:tc>
          <w:tcPr>
            <w:tcW w:w="2160" w:type="dxa"/>
          </w:tcPr>
          <w:p w14:paraId="57D81EAD" w14:textId="77777777" w:rsidR="003D565B" w:rsidRPr="00DC54C7" w:rsidRDefault="003D565B" w:rsidP="00944826">
            <w:pPr>
              <w:spacing w:before="100" w:beforeAutospacing="1"/>
              <w:jc w:val="right"/>
              <w:rPr>
                <w:rFonts w:eastAsia="SimSun"/>
                <w:szCs w:val="22"/>
              </w:rPr>
            </w:pPr>
          </w:p>
        </w:tc>
      </w:tr>
      <w:tr w:rsidR="003D565B" w:rsidRPr="00DC54C7" w14:paraId="15FBA47C" w14:textId="77777777" w:rsidTr="00A854B2">
        <w:trPr>
          <w:trHeight w:val="346"/>
        </w:trPr>
        <w:tc>
          <w:tcPr>
            <w:tcW w:w="4392" w:type="dxa"/>
            <w:vAlign w:val="center"/>
          </w:tcPr>
          <w:p w14:paraId="2248AFAE" w14:textId="77777777" w:rsidR="003D565B" w:rsidRPr="00DC54C7" w:rsidRDefault="003D565B" w:rsidP="00944826">
            <w:pPr>
              <w:spacing w:before="100" w:beforeAutospacing="1"/>
              <w:rPr>
                <w:rFonts w:eastAsia="SimSun"/>
                <w:szCs w:val="22"/>
              </w:rPr>
            </w:pPr>
            <w:r w:rsidRPr="00DC54C7">
              <w:rPr>
                <w:rFonts w:eastAsia="SimSun"/>
                <w:szCs w:val="22"/>
              </w:rPr>
              <w:t>Interest Receivable</w:t>
            </w:r>
          </w:p>
        </w:tc>
        <w:tc>
          <w:tcPr>
            <w:tcW w:w="2160" w:type="dxa"/>
          </w:tcPr>
          <w:p w14:paraId="598874CF" w14:textId="77777777" w:rsidR="003D565B" w:rsidRPr="00DC54C7" w:rsidRDefault="003D565B" w:rsidP="00944826">
            <w:pPr>
              <w:spacing w:before="100" w:beforeAutospacing="1"/>
              <w:jc w:val="right"/>
              <w:rPr>
                <w:rFonts w:eastAsia="SimSun"/>
                <w:szCs w:val="22"/>
              </w:rPr>
            </w:pPr>
          </w:p>
        </w:tc>
        <w:tc>
          <w:tcPr>
            <w:tcW w:w="2160" w:type="dxa"/>
          </w:tcPr>
          <w:p w14:paraId="62F617CB" w14:textId="77777777" w:rsidR="003D565B" w:rsidRPr="00DC54C7" w:rsidRDefault="003D565B" w:rsidP="00944826">
            <w:pPr>
              <w:spacing w:before="100" w:beforeAutospacing="1"/>
              <w:jc w:val="right"/>
              <w:rPr>
                <w:rFonts w:eastAsia="SimSun"/>
                <w:szCs w:val="22"/>
              </w:rPr>
            </w:pPr>
          </w:p>
        </w:tc>
      </w:tr>
      <w:tr w:rsidR="003D565B" w:rsidRPr="00DC54C7" w14:paraId="16CD6239" w14:textId="77777777" w:rsidTr="00A854B2">
        <w:trPr>
          <w:trHeight w:val="346"/>
        </w:trPr>
        <w:tc>
          <w:tcPr>
            <w:tcW w:w="4392" w:type="dxa"/>
            <w:vAlign w:val="center"/>
          </w:tcPr>
          <w:p w14:paraId="71E1E570" w14:textId="77777777" w:rsidR="003D565B" w:rsidRPr="00DC54C7" w:rsidRDefault="003D565B" w:rsidP="00944826">
            <w:pPr>
              <w:spacing w:before="100" w:beforeAutospacing="1"/>
              <w:rPr>
                <w:rFonts w:eastAsia="SimSun"/>
                <w:szCs w:val="22"/>
              </w:rPr>
            </w:pPr>
            <w:r w:rsidRPr="00DC54C7">
              <w:rPr>
                <w:rFonts w:eastAsia="SimSun"/>
                <w:szCs w:val="22"/>
              </w:rPr>
              <w:t>Property, Plant &amp; Equipment</w:t>
            </w:r>
          </w:p>
        </w:tc>
        <w:tc>
          <w:tcPr>
            <w:tcW w:w="2160" w:type="dxa"/>
          </w:tcPr>
          <w:p w14:paraId="022BE2F7" w14:textId="77777777" w:rsidR="003D565B" w:rsidRPr="00DC54C7" w:rsidRDefault="003D565B" w:rsidP="00944826">
            <w:pPr>
              <w:spacing w:before="100" w:beforeAutospacing="1"/>
              <w:jc w:val="right"/>
              <w:rPr>
                <w:rFonts w:eastAsia="SimSun"/>
                <w:szCs w:val="22"/>
              </w:rPr>
            </w:pPr>
          </w:p>
        </w:tc>
        <w:tc>
          <w:tcPr>
            <w:tcW w:w="2160" w:type="dxa"/>
          </w:tcPr>
          <w:p w14:paraId="68AED925" w14:textId="77777777" w:rsidR="003D565B" w:rsidRPr="00DC54C7" w:rsidRDefault="003D565B" w:rsidP="00944826">
            <w:pPr>
              <w:spacing w:before="100" w:beforeAutospacing="1"/>
              <w:jc w:val="right"/>
              <w:rPr>
                <w:rFonts w:eastAsia="SimSun"/>
                <w:szCs w:val="22"/>
              </w:rPr>
            </w:pPr>
          </w:p>
        </w:tc>
      </w:tr>
      <w:tr w:rsidR="003D565B" w:rsidRPr="00DC54C7" w14:paraId="3EB87167" w14:textId="77777777" w:rsidTr="00A854B2">
        <w:trPr>
          <w:trHeight w:val="346"/>
        </w:trPr>
        <w:tc>
          <w:tcPr>
            <w:tcW w:w="4392" w:type="dxa"/>
            <w:vAlign w:val="center"/>
          </w:tcPr>
          <w:p w14:paraId="603DDFE6" w14:textId="77777777" w:rsidR="003D565B" w:rsidRPr="00DC54C7" w:rsidRDefault="003D565B" w:rsidP="00944826">
            <w:pPr>
              <w:spacing w:before="100" w:beforeAutospacing="1"/>
              <w:rPr>
                <w:rFonts w:eastAsia="SimSun"/>
                <w:szCs w:val="22"/>
              </w:rPr>
            </w:pPr>
            <w:r w:rsidRPr="00DC54C7">
              <w:rPr>
                <w:rFonts w:eastAsia="SimSun"/>
                <w:szCs w:val="22"/>
              </w:rPr>
              <w:t>Accumulated Depreciation</w:t>
            </w:r>
          </w:p>
        </w:tc>
        <w:tc>
          <w:tcPr>
            <w:tcW w:w="2160" w:type="dxa"/>
          </w:tcPr>
          <w:p w14:paraId="40C3676D" w14:textId="77777777" w:rsidR="003D565B" w:rsidRPr="00DC54C7" w:rsidRDefault="003D565B" w:rsidP="00944826">
            <w:pPr>
              <w:spacing w:before="100" w:beforeAutospacing="1"/>
              <w:jc w:val="right"/>
              <w:rPr>
                <w:rFonts w:eastAsia="SimSun"/>
                <w:szCs w:val="22"/>
              </w:rPr>
            </w:pPr>
          </w:p>
        </w:tc>
        <w:tc>
          <w:tcPr>
            <w:tcW w:w="2160" w:type="dxa"/>
          </w:tcPr>
          <w:p w14:paraId="23639784" w14:textId="77777777" w:rsidR="003D565B" w:rsidRPr="00DC54C7" w:rsidRDefault="003D565B" w:rsidP="00944826">
            <w:pPr>
              <w:spacing w:before="100" w:beforeAutospacing="1"/>
              <w:jc w:val="right"/>
              <w:rPr>
                <w:rFonts w:eastAsia="SimSun"/>
                <w:szCs w:val="22"/>
              </w:rPr>
            </w:pPr>
          </w:p>
        </w:tc>
      </w:tr>
      <w:tr w:rsidR="003D565B" w:rsidRPr="00DC54C7" w14:paraId="2687FD58" w14:textId="77777777" w:rsidTr="00A854B2">
        <w:trPr>
          <w:trHeight w:val="346"/>
        </w:trPr>
        <w:tc>
          <w:tcPr>
            <w:tcW w:w="4392" w:type="dxa"/>
            <w:vAlign w:val="center"/>
          </w:tcPr>
          <w:p w14:paraId="44E35D13" w14:textId="77777777" w:rsidR="003D565B" w:rsidRPr="00DC54C7" w:rsidRDefault="003D565B" w:rsidP="00944826">
            <w:pPr>
              <w:spacing w:before="100" w:beforeAutospacing="1"/>
              <w:rPr>
                <w:rFonts w:eastAsia="SimSun"/>
                <w:szCs w:val="22"/>
              </w:rPr>
            </w:pPr>
            <w:r w:rsidRPr="00DC54C7">
              <w:rPr>
                <w:rFonts w:eastAsia="SimSun"/>
                <w:szCs w:val="22"/>
              </w:rPr>
              <w:t>Accounts Payable</w:t>
            </w:r>
          </w:p>
        </w:tc>
        <w:tc>
          <w:tcPr>
            <w:tcW w:w="2160" w:type="dxa"/>
          </w:tcPr>
          <w:p w14:paraId="617687E1" w14:textId="77777777" w:rsidR="003D565B" w:rsidRPr="00DC54C7" w:rsidRDefault="003D565B" w:rsidP="00944826">
            <w:pPr>
              <w:spacing w:before="100" w:beforeAutospacing="1"/>
              <w:jc w:val="right"/>
              <w:rPr>
                <w:rFonts w:eastAsia="SimSun"/>
                <w:szCs w:val="22"/>
              </w:rPr>
            </w:pPr>
          </w:p>
        </w:tc>
        <w:tc>
          <w:tcPr>
            <w:tcW w:w="2160" w:type="dxa"/>
          </w:tcPr>
          <w:p w14:paraId="1B47A4BF" w14:textId="77777777" w:rsidR="003D565B" w:rsidRPr="00DC54C7" w:rsidRDefault="003D565B" w:rsidP="00944826">
            <w:pPr>
              <w:spacing w:before="100" w:beforeAutospacing="1"/>
              <w:jc w:val="right"/>
              <w:rPr>
                <w:rFonts w:eastAsia="SimSun"/>
                <w:szCs w:val="22"/>
              </w:rPr>
            </w:pPr>
          </w:p>
        </w:tc>
      </w:tr>
      <w:tr w:rsidR="003D565B" w:rsidRPr="00DC54C7" w14:paraId="09C716D3" w14:textId="77777777" w:rsidTr="00A854B2">
        <w:trPr>
          <w:trHeight w:val="346"/>
        </w:trPr>
        <w:tc>
          <w:tcPr>
            <w:tcW w:w="4392" w:type="dxa"/>
            <w:vAlign w:val="center"/>
          </w:tcPr>
          <w:p w14:paraId="4A0ED729" w14:textId="77777777" w:rsidR="003D565B" w:rsidRPr="00DC54C7" w:rsidRDefault="003D565B" w:rsidP="00944826">
            <w:pPr>
              <w:spacing w:before="100" w:beforeAutospacing="1"/>
              <w:rPr>
                <w:rFonts w:eastAsia="SimSun"/>
                <w:szCs w:val="22"/>
              </w:rPr>
            </w:pPr>
            <w:r w:rsidRPr="00DC54C7">
              <w:rPr>
                <w:rFonts w:eastAsia="SimSun"/>
                <w:szCs w:val="22"/>
              </w:rPr>
              <w:t>Dividend Payable</w:t>
            </w:r>
          </w:p>
        </w:tc>
        <w:tc>
          <w:tcPr>
            <w:tcW w:w="2160" w:type="dxa"/>
          </w:tcPr>
          <w:p w14:paraId="36611098" w14:textId="77777777" w:rsidR="003D565B" w:rsidRPr="00DC54C7" w:rsidRDefault="003D565B" w:rsidP="00944826">
            <w:pPr>
              <w:spacing w:before="100" w:beforeAutospacing="1"/>
              <w:jc w:val="right"/>
              <w:rPr>
                <w:rFonts w:eastAsia="SimSun"/>
                <w:szCs w:val="22"/>
              </w:rPr>
            </w:pPr>
          </w:p>
        </w:tc>
        <w:tc>
          <w:tcPr>
            <w:tcW w:w="2160" w:type="dxa"/>
          </w:tcPr>
          <w:p w14:paraId="44C662BF" w14:textId="77777777" w:rsidR="003D565B" w:rsidRPr="00DC54C7" w:rsidRDefault="003D565B" w:rsidP="00944826">
            <w:pPr>
              <w:spacing w:before="100" w:beforeAutospacing="1"/>
              <w:jc w:val="right"/>
              <w:rPr>
                <w:rFonts w:eastAsia="SimSun"/>
                <w:szCs w:val="22"/>
              </w:rPr>
            </w:pPr>
          </w:p>
        </w:tc>
      </w:tr>
      <w:tr w:rsidR="003D565B" w:rsidRPr="00DC54C7" w14:paraId="66FFB8C2" w14:textId="77777777" w:rsidTr="00A854B2">
        <w:trPr>
          <w:trHeight w:val="346"/>
        </w:trPr>
        <w:tc>
          <w:tcPr>
            <w:tcW w:w="4392" w:type="dxa"/>
            <w:vAlign w:val="center"/>
          </w:tcPr>
          <w:p w14:paraId="35C36389" w14:textId="77777777" w:rsidR="003D565B" w:rsidRPr="00DC54C7" w:rsidRDefault="003D565B" w:rsidP="00944826">
            <w:pPr>
              <w:spacing w:before="100" w:beforeAutospacing="1"/>
              <w:rPr>
                <w:rFonts w:eastAsia="SimSun"/>
                <w:szCs w:val="22"/>
              </w:rPr>
            </w:pPr>
            <w:r w:rsidRPr="00DC54C7">
              <w:rPr>
                <w:rFonts w:eastAsia="SimSun"/>
                <w:szCs w:val="22"/>
              </w:rPr>
              <w:t>Unearned Revenue</w:t>
            </w:r>
          </w:p>
        </w:tc>
        <w:tc>
          <w:tcPr>
            <w:tcW w:w="2160" w:type="dxa"/>
          </w:tcPr>
          <w:p w14:paraId="23CE522B" w14:textId="77777777" w:rsidR="003D565B" w:rsidRPr="00DC54C7" w:rsidRDefault="003D565B" w:rsidP="00944826">
            <w:pPr>
              <w:spacing w:before="100" w:beforeAutospacing="1"/>
              <w:jc w:val="right"/>
              <w:rPr>
                <w:rFonts w:eastAsia="SimSun"/>
                <w:szCs w:val="22"/>
              </w:rPr>
            </w:pPr>
          </w:p>
        </w:tc>
        <w:tc>
          <w:tcPr>
            <w:tcW w:w="2160" w:type="dxa"/>
          </w:tcPr>
          <w:p w14:paraId="3D32F577" w14:textId="77777777" w:rsidR="003D565B" w:rsidRPr="00DC54C7" w:rsidRDefault="003D565B" w:rsidP="00944826">
            <w:pPr>
              <w:spacing w:before="100" w:beforeAutospacing="1"/>
              <w:jc w:val="right"/>
              <w:rPr>
                <w:rFonts w:eastAsia="SimSun"/>
                <w:szCs w:val="22"/>
              </w:rPr>
            </w:pPr>
          </w:p>
        </w:tc>
      </w:tr>
      <w:tr w:rsidR="003D565B" w:rsidRPr="00DC54C7" w14:paraId="530EC211" w14:textId="77777777" w:rsidTr="00A854B2">
        <w:trPr>
          <w:trHeight w:val="346"/>
        </w:trPr>
        <w:tc>
          <w:tcPr>
            <w:tcW w:w="4392" w:type="dxa"/>
            <w:vAlign w:val="center"/>
          </w:tcPr>
          <w:p w14:paraId="7B5FE535" w14:textId="77777777" w:rsidR="003D565B" w:rsidRPr="00DC54C7" w:rsidRDefault="003D565B" w:rsidP="00944826">
            <w:pPr>
              <w:spacing w:before="100" w:beforeAutospacing="1"/>
              <w:rPr>
                <w:rFonts w:eastAsia="SimSun"/>
                <w:szCs w:val="22"/>
              </w:rPr>
            </w:pPr>
            <w:r w:rsidRPr="00DC54C7">
              <w:rPr>
                <w:rFonts w:eastAsia="SimSun"/>
                <w:szCs w:val="22"/>
              </w:rPr>
              <w:t>Notes Payable</w:t>
            </w:r>
          </w:p>
        </w:tc>
        <w:tc>
          <w:tcPr>
            <w:tcW w:w="2160" w:type="dxa"/>
          </w:tcPr>
          <w:p w14:paraId="28E91053" w14:textId="77777777" w:rsidR="003D565B" w:rsidRPr="00DC54C7" w:rsidRDefault="003D565B" w:rsidP="00944826">
            <w:pPr>
              <w:spacing w:before="100" w:beforeAutospacing="1"/>
              <w:jc w:val="right"/>
              <w:rPr>
                <w:rFonts w:eastAsia="SimSun"/>
                <w:szCs w:val="22"/>
              </w:rPr>
            </w:pPr>
          </w:p>
        </w:tc>
        <w:tc>
          <w:tcPr>
            <w:tcW w:w="2160" w:type="dxa"/>
          </w:tcPr>
          <w:p w14:paraId="1024138D" w14:textId="77777777" w:rsidR="003D565B" w:rsidRPr="00DC54C7" w:rsidRDefault="003D565B" w:rsidP="00944826">
            <w:pPr>
              <w:spacing w:before="100" w:beforeAutospacing="1"/>
              <w:jc w:val="right"/>
              <w:rPr>
                <w:rFonts w:eastAsia="SimSun"/>
                <w:szCs w:val="22"/>
              </w:rPr>
            </w:pPr>
          </w:p>
        </w:tc>
      </w:tr>
      <w:tr w:rsidR="003D565B" w:rsidRPr="00DC54C7" w14:paraId="282DD2F1" w14:textId="77777777" w:rsidTr="00A854B2">
        <w:trPr>
          <w:trHeight w:val="346"/>
        </w:trPr>
        <w:tc>
          <w:tcPr>
            <w:tcW w:w="4392" w:type="dxa"/>
            <w:vAlign w:val="center"/>
          </w:tcPr>
          <w:p w14:paraId="7837E8B4" w14:textId="77777777" w:rsidR="003D565B" w:rsidRPr="00DC54C7" w:rsidRDefault="003D565B" w:rsidP="00944826">
            <w:pPr>
              <w:spacing w:before="100" w:beforeAutospacing="1"/>
              <w:rPr>
                <w:rFonts w:eastAsia="SimSun"/>
                <w:szCs w:val="22"/>
              </w:rPr>
            </w:pPr>
            <w:r w:rsidRPr="00DC54C7">
              <w:rPr>
                <w:rFonts w:eastAsia="SimSun"/>
                <w:szCs w:val="22"/>
              </w:rPr>
              <w:t>Interest Payable</w:t>
            </w:r>
          </w:p>
        </w:tc>
        <w:tc>
          <w:tcPr>
            <w:tcW w:w="2160" w:type="dxa"/>
          </w:tcPr>
          <w:p w14:paraId="13E73C20" w14:textId="77777777" w:rsidR="003D565B" w:rsidRPr="00DC54C7" w:rsidRDefault="003D565B" w:rsidP="00944826">
            <w:pPr>
              <w:spacing w:before="100" w:beforeAutospacing="1"/>
              <w:jc w:val="right"/>
              <w:rPr>
                <w:rFonts w:eastAsia="SimSun"/>
                <w:szCs w:val="22"/>
              </w:rPr>
            </w:pPr>
          </w:p>
        </w:tc>
        <w:tc>
          <w:tcPr>
            <w:tcW w:w="2160" w:type="dxa"/>
          </w:tcPr>
          <w:p w14:paraId="28FA5F7C" w14:textId="77777777" w:rsidR="003D565B" w:rsidRPr="00DC54C7" w:rsidRDefault="003D565B" w:rsidP="00944826">
            <w:pPr>
              <w:spacing w:before="100" w:beforeAutospacing="1"/>
              <w:jc w:val="right"/>
              <w:rPr>
                <w:rFonts w:eastAsia="SimSun"/>
                <w:szCs w:val="22"/>
              </w:rPr>
            </w:pPr>
          </w:p>
        </w:tc>
      </w:tr>
      <w:tr w:rsidR="003D565B" w:rsidRPr="00DC54C7" w14:paraId="2E8DB618" w14:textId="77777777" w:rsidTr="00A854B2">
        <w:trPr>
          <w:trHeight w:val="346"/>
        </w:trPr>
        <w:tc>
          <w:tcPr>
            <w:tcW w:w="4392" w:type="dxa"/>
            <w:vAlign w:val="center"/>
          </w:tcPr>
          <w:p w14:paraId="0102388D" w14:textId="77777777" w:rsidR="003D565B" w:rsidRPr="00DC54C7" w:rsidRDefault="003D565B" w:rsidP="00944826">
            <w:pPr>
              <w:spacing w:before="100" w:beforeAutospacing="1"/>
              <w:rPr>
                <w:rFonts w:eastAsia="SimSun"/>
                <w:szCs w:val="22"/>
              </w:rPr>
            </w:pPr>
            <w:r w:rsidRPr="00DC54C7">
              <w:rPr>
                <w:rFonts w:eastAsia="SimSun"/>
                <w:szCs w:val="22"/>
              </w:rPr>
              <w:t>Income Taxes Payable</w:t>
            </w:r>
          </w:p>
        </w:tc>
        <w:tc>
          <w:tcPr>
            <w:tcW w:w="2160" w:type="dxa"/>
          </w:tcPr>
          <w:p w14:paraId="4D403A43" w14:textId="77777777" w:rsidR="003D565B" w:rsidRPr="00DC54C7" w:rsidRDefault="003D565B" w:rsidP="00944826">
            <w:pPr>
              <w:spacing w:before="100" w:beforeAutospacing="1"/>
              <w:jc w:val="right"/>
              <w:rPr>
                <w:rFonts w:eastAsia="SimSun"/>
                <w:szCs w:val="22"/>
              </w:rPr>
            </w:pPr>
          </w:p>
        </w:tc>
        <w:tc>
          <w:tcPr>
            <w:tcW w:w="2160" w:type="dxa"/>
          </w:tcPr>
          <w:p w14:paraId="3407E94B" w14:textId="77777777" w:rsidR="003D565B" w:rsidRPr="00DC54C7" w:rsidRDefault="003D565B" w:rsidP="00944826">
            <w:pPr>
              <w:spacing w:before="100" w:beforeAutospacing="1"/>
              <w:jc w:val="right"/>
              <w:rPr>
                <w:rFonts w:eastAsia="SimSun"/>
                <w:szCs w:val="22"/>
              </w:rPr>
            </w:pPr>
          </w:p>
        </w:tc>
      </w:tr>
      <w:tr w:rsidR="003D565B" w:rsidRPr="00DC54C7" w14:paraId="34346924" w14:textId="77777777" w:rsidTr="00A854B2">
        <w:trPr>
          <w:trHeight w:val="346"/>
        </w:trPr>
        <w:tc>
          <w:tcPr>
            <w:tcW w:w="4392" w:type="dxa"/>
            <w:vAlign w:val="center"/>
          </w:tcPr>
          <w:p w14:paraId="0D8F7403" w14:textId="77777777" w:rsidR="003D565B" w:rsidRPr="00DC54C7" w:rsidRDefault="003D565B" w:rsidP="00944826">
            <w:pPr>
              <w:spacing w:before="100" w:beforeAutospacing="1"/>
              <w:rPr>
                <w:rFonts w:eastAsia="SimSun"/>
                <w:szCs w:val="22"/>
              </w:rPr>
            </w:pPr>
            <w:r w:rsidRPr="00DC54C7">
              <w:rPr>
                <w:rFonts w:eastAsia="SimSun"/>
                <w:szCs w:val="22"/>
              </w:rPr>
              <w:t>Contributed Capital</w:t>
            </w:r>
          </w:p>
        </w:tc>
        <w:tc>
          <w:tcPr>
            <w:tcW w:w="2160" w:type="dxa"/>
          </w:tcPr>
          <w:p w14:paraId="536260E5" w14:textId="77777777" w:rsidR="003D565B" w:rsidRPr="00DC54C7" w:rsidRDefault="003D565B" w:rsidP="00944826">
            <w:pPr>
              <w:spacing w:before="100" w:beforeAutospacing="1"/>
              <w:jc w:val="right"/>
              <w:rPr>
                <w:rFonts w:eastAsia="SimSun"/>
                <w:szCs w:val="22"/>
              </w:rPr>
            </w:pPr>
          </w:p>
        </w:tc>
        <w:tc>
          <w:tcPr>
            <w:tcW w:w="2160" w:type="dxa"/>
          </w:tcPr>
          <w:p w14:paraId="002C07D0" w14:textId="77777777" w:rsidR="003D565B" w:rsidRPr="00DC54C7" w:rsidRDefault="003D565B" w:rsidP="00944826">
            <w:pPr>
              <w:spacing w:before="100" w:beforeAutospacing="1"/>
              <w:jc w:val="right"/>
              <w:rPr>
                <w:rFonts w:eastAsia="SimSun"/>
                <w:szCs w:val="22"/>
              </w:rPr>
            </w:pPr>
          </w:p>
        </w:tc>
      </w:tr>
      <w:tr w:rsidR="003D565B" w:rsidRPr="00DC54C7" w14:paraId="714E3970" w14:textId="77777777" w:rsidTr="00A854B2">
        <w:trPr>
          <w:trHeight w:val="346"/>
        </w:trPr>
        <w:tc>
          <w:tcPr>
            <w:tcW w:w="4392" w:type="dxa"/>
            <w:vAlign w:val="center"/>
          </w:tcPr>
          <w:p w14:paraId="59B254DB" w14:textId="77777777" w:rsidR="003D565B" w:rsidRPr="00DC54C7" w:rsidRDefault="003D565B" w:rsidP="00944826">
            <w:pPr>
              <w:spacing w:before="100" w:beforeAutospacing="1"/>
              <w:rPr>
                <w:rFonts w:eastAsia="SimSun"/>
                <w:szCs w:val="22"/>
              </w:rPr>
            </w:pPr>
            <w:r w:rsidRPr="00DC54C7">
              <w:rPr>
                <w:rFonts w:eastAsia="SimSun"/>
                <w:szCs w:val="22"/>
              </w:rPr>
              <w:t>Retained Earnings</w:t>
            </w:r>
          </w:p>
        </w:tc>
        <w:tc>
          <w:tcPr>
            <w:tcW w:w="2160" w:type="dxa"/>
          </w:tcPr>
          <w:p w14:paraId="296E486D" w14:textId="77777777" w:rsidR="003D565B" w:rsidRPr="00DC54C7" w:rsidRDefault="003D565B" w:rsidP="00944826">
            <w:pPr>
              <w:spacing w:before="100" w:beforeAutospacing="1"/>
              <w:jc w:val="right"/>
              <w:rPr>
                <w:rFonts w:eastAsia="SimSun"/>
                <w:szCs w:val="22"/>
              </w:rPr>
            </w:pPr>
          </w:p>
        </w:tc>
        <w:tc>
          <w:tcPr>
            <w:tcW w:w="2160" w:type="dxa"/>
          </w:tcPr>
          <w:p w14:paraId="06DD4289" w14:textId="77777777" w:rsidR="003D565B" w:rsidRPr="00DC54C7" w:rsidRDefault="003D565B" w:rsidP="00944826">
            <w:pPr>
              <w:spacing w:before="100" w:beforeAutospacing="1"/>
              <w:jc w:val="right"/>
              <w:rPr>
                <w:rFonts w:eastAsia="SimSun"/>
                <w:szCs w:val="22"/>
              </w:rPr>
            </w:pPr>
          </w:p>
        </w:tc>
      </w:tr>
      <w:tr w:rsidR="003D565B" w:rsidRPr="00DC54C7" w14:paraId="17B61094" w14:textId="77777777" w:rsidTr="00A854B2">
        <w:trPr>
          <w:trHeight w:val="346"/>
        </w:trPr>
        <w:tc>
          <w:tcPr>
            <w:tcW w:w="4392" w:type="dxa"/>
            <w:vAlign w:val="center"/>
          </w:tcPr>
          <w:p w14:paraId="60FE7C51" w14:textId="77777777" w:rsidR="003D565B" w:rsidRPr="00DC54C7" w:rsidRDefault="003D565B" w:rsidP="00944826">
            <w:pPr>
              <w:spacing w:before="100" w:beforeAutospacing="1"/>
              <w:rPr>
                <w:rFonts w:eastAsia="SimSun"/>
                <w:szCs w:val="22"/>
              </w:rPr>
            </w:pPr>
            <w:r w:rsidRPr="00DC54C7">
              <w:rPr>
                <w:rFonts w:eastAsia="SimSun"/>
                <w:szCs w:val="22"/>
              </w:rPr>
              <w:t>Dividends</w:t>
            </w:r>
          </w:p>
        </w:tc>
        <w:tc>
          <w:tcPr>
            <w:tcW w:w="2160" w:type="dxa"/>
          </w:tcPr>
          <w:p w14:paraId="1DF4085E" w14:textId="77777777" w:rsidR="003D565B" w:rsidRPr="00DC54C7" w:rsidRDefault="003D565B" w:rsidP="00944826">
            <w:pPr>
              <w:spacing w:before="100" w:beforeAutospacing="1"/>
              <w:jc w:val="right"/>
              <w:rPr>
                <w:rFonts w:eastAsia="SimSun"/>
                <w:szCs w:val="22"/>
              </w:rPr>
            </w:pPr>
          </w:p>
        </w:tc>
        <w:tc>
          <w:tcPr>
            <w:tcW w:w="2160" w:type="dxa"/>
          </w:tcPr>
          <w:p w14:paraId="35F1C8EE" w14:textId="77777777" w:rsidR="003D565B" w:rsidRPr="00DC54C7" w:rsidRDefault="003D565B" w:rsidP="00944826">
            <w:pPr>
              <w:spacing w:before="100" w:beforeAutospacing="1"/>
              <w:jc w:val="right"/>
              <w:rPr>
                <w:rFonts w:eastAsia="SimSun"/>
                <w:szCs w:val="22"/>
              </w:rPr>
            </w:pPr>
          </w:p>
        </w:tc>
      </w:tr>
      <w:tr w:rsidR="003D565B" w:rsidRPr="00DC54C7" w14:paraId="1B8A2E09" w14:textId="77777777" w:rsidTr="00A854B2">
        <w:trPr>
          <w:trHeight w:val="346"/>
        </w:trPr>
        <w:tc>
          <w:tcPr>
            <w:tcW w:w="4392" w:type="dxa"/>
            <w:vAlign w:val="center"/>
          </w:tcPr>
          <w:p w14:paraId="3EA6C77F" w14:textId="77777777" w:rsidR="003D565B" w:rsidRPr="00DC54C7" w:rsidRDefault="00F01DA3" w:rsidP="00944826">
            <w:pPr>
              <w:spacing w:before="100" w:beforeAutospacing="1"/>
              <w:rPr>
                <w:rFonts w:eastAsia="SimSun"/>
                <w:szCs w:val="22"/>
              </w:rPr>
            </w:pPr>
            <w:r>
              <w:rPr>
                <w:rFonts w:eastAsia="SimSun"/>
                <w:szCs w:val="22"/>
              </w:rPr>
              <w:t>Service Revenue</w:t>
            </w:r>
          </w:p>
        </w:tc>
        <w:tc>
          <w:tcPr>
            <w:tcW w:w="2160" w:type="dxa"/>
          </w:tcPr>
          <w:p w14:paraId="1F4022CA" w14:textId="77777777" w:rsidR="003D565B" w:rsidRPr="00DC54C7" w:rsidRDefault="003D565B" w:rsidP="00944826">
            <w:pPr>
              <w:spacing w:before="100" w:beforeAutospacing="1"/>
              <w:jc w:val="right"/>
              <w:rPr>
                <w:rFonts w:eastAsia="SimSun"/>
                <w:szCs w:val="22"/>
              </w:rPr>
            </w:pPr>
          </w:p>
        </w:tc>
        <w:tc>
          <w:tcPr>
            <w:tcW w:w="2160" w:type="dxa"/>
          </w:tcPr>
          <w:p w14:paraId="7A835614" w14:textId="77777777" w:rsidR="003D565B" w:rsidRPr="00DC54C7" w:rsidRDefault="003D565B" w:rsidP="00944826">
            <w:pPr>
              <w:spacing w:before="100" w:beforeAutospacing="1"/>
              <w:jc w:val="right"/>
              <w:rPr>
                <w:rFonts w:eastAsia="SimSun"/>
                <w:szCs w:val="22"/>
              </w:rPr>
            </w:pPr>
          </w:p>
        </w:tc>
      </w:tr>
      <w:tr w:rsidR="003D565B" w:rsidRPr="00DC54C7" w14:paraId="13CAC7EF" w14:textId="77777777" w:rsidTr="00A854B2">
        <w:trPr>
          <w:trHeight w:val="346"/>
        </w:trPr>
        <w:tc>
          <w:tcPr>
            <w:tcW w:w="4392" w:type="dxa"/>
            <w:vAlign w:val="center"/>
          </w:tcPr>
          <w:p w14:paraId="1F14D0FC" w14:textId="77777777" w:rsidR="003D565B" w:rsidRPr="00DC54C7" w:rsidRDefault="003D565B" w:rsidP="00944826">
            <w:pPr>
              <w:spacing w:before="100" w:beforeAutospacing="1"/>
              <w:rPr>
                <w:rFonts w:eastAsia="SimSun"/>
                <w:szCs w:val="22"/>
              </w:rPr>
            </w:pPr>
            <w:r w:rsidRPr="00DC54C7">
              <w:rPr>
                <w:rFonts w:eastAsia="SimSun"/>
                <w:szCs w:val="22"/>
              </w:rPr>
              <w:t>Interest Revenue</w:t>
            </w:r>
          </w:p>
        </w:tc>
        <w:tc>
          <w:tcPr>
            <w:tcW w:w="2160" w:type="dxa"/>
          </w:tcPr>
          <w:p w14:paraId="7CA2127C" w14:textId="77777777" w:rsidR="003D565B" w:rsidRPr="00DC54C7" w:rsidRDefault="003D565B" w:rsidP="00944826">
            <w:pPr>
              <w:spacing w:before="100" w:beforeAutospacing="1"/>
              <w:jc w:val="right"/>
              <w:rPr>
                <w:rFonts w:eastAsia="SimSun"/>
                <w:szCs w:val="22"/>
              </w:rPr>
            </w:pPr>
          </w:p>
        </w:tc>
        <w:tc>
          <w:tcPr>
            <w:tcW w:w="2160" w:type="dxa"/>
          </w:tcPr>
          <w:p w14:paraId="70AC0F10" w14:textId="77777777" w:rsidR="003D565B" w:rsidRPr="00DC54C7" w:rsidRDefault="003D565B" w:rsidP="00944826">
            <w:pPr>
              <w:spacing w:before="100" w:beforeAutospacing="1"/>
              <w:jc w:val="right"/>
              <w:rPr>
                <w:rFonts w:eastAsia="SimSun"/>
                <w:szCs w:val="22"/>
              </w:rPr>
            </w:pPr>
          </w:p>
        </w:tc>
      </w:tr>
      <w:tr w:rsidR="003D565B" w:rsidRPr="00DC54C7" w14:paraId="04CC970A" w14:textId="77777777" w:rsidTr="00A854B2">
        <w:trPr>
          <w:trHeight w:val="346"/>
        </w:trPr>
        <w:tc>
          <w:tcPr>
            <w:tcW w:w="4392" w:type="dxa"/>
            <w:vAlign w:val="center"/>
          </w:tcPr>
          <w:p w14:paraId="6564DDAF" w14:textId="77777777" w:rsidR="003D565B" w:rsidRPr="00DC54C7" w:rsidRDefault="00061424" w:rsidP="00944826">
            <w:pPr>
              <w:spacing w:before="100" w:beforeAutospacing="1"/>
              <w:rPr>
                <w:rFonts w:eastAsia="SimSun"/>
                <w:szCs w:val="22"/>
              </w:rPr>
            </w:pPr>
            <w:r w:rsidRPr="00061424">
              <w:rPr>
                <w:rFonts w:eastAsia="SimSun"/>
                <w:szCs w:val="22"/>
              </w:rPr>
              <w:t xml:space="preserve">Salaries and </w:t>
            </w:r>
            <w:r w:rsidR="003D565B" w:rsidRPr="00DC54C7">
              <w:rPr>
                <w:rFonts w:eastAsia="SimSun"/>
                <w:szCs w:val="22"/>
              </w:rPr>
              <w:t>Wage Expense</w:t>
            </w:r>
          </w:p>
        </w:tc>
        <w:tc>
          <w:tcPr>
            <w:tcW w:w="2160" w:type="dxa"/>
          </w:tcPr>
          <w:p w14:paraId="699975D0" w14:textId="77777777" w:rsidR="003D565B" w:rsidRPr="00DC54C7" w:rsidRDefault="003D565B" w:rsidP="00944826">
            <w:pPr>
              <w:spacing w:before="100" w:beforeAutospacing="1"/>
              <w:jc w:val="right"/>
              <w:rPr>
                <w:rFonts w:eastAsia="SimSun"/>
                <w:szCs w:val="22"/>
              </w:rPr>
            </w:pPr>
          </w:p>
        </w:tc>
        <w:tc>
          <w:tcPr>
            <w:tcW w:w="2160" w:type="dxa"/>
          </w:tcPr>
          <w:p w14:paraId="3F499457" w14:textId="77777777" w:rsidR="003D565B" w:rsidRPr="00DC54C7" w:rsidRDefault="003D565B" w:rsidP="00944826">
            <w:pPr>
              <w:spacing w:before="100" w:beforeAutospacing="1"/>
              <w:jc w:val="right"/>
              <w:rPr>
                <w:rFonts w:eastAsia="SimSun"/>
                <w:szCs w:val="22"/>
              </w:rPr>
            </w:pPr>
          </w:p>
        </w:tc>
      </w:tr>
      <w:tr w:rsidR="003D565B" w:rsidRPr="00DC54C7" w14:paraId="0E6FA2F6" w14:textId="77777777" w:rsidTr="00A854B2">
        <w:trPr>
          <w:trHeight w:val="346"/>
        </w:trPr>
        <w:tc>
          <w:tcPr>
            <w:tcW w:w="4392" w:type="dxa"/>
            <w:vAlign w:val="center"/>
          </w:tcPr>
          <w:p w14:paraId="37CB0E69" w14:textId="77777777" w:rsidR="003D565B" w:rsidRPr="00DC54C7" w:rsidRDefault="003D565B" w:rsidP="00944826">
            <w:pPr>
              <w:spacing w:before="100" w:beforeAutospacing="1"/>
              <w:rPr>
                <w:rFonts w:eastAsia="SimSun"/>
                <w:szCs w:val="22"/>
              </w:rPr>
            </w:pPr>
            <w:r w:rsidRPr="00DC54C7">
              <w:rPr>
                <w:rFonts w:eastAsia="SimSun"/>
                <w:szCs w:val="22"/>
              </w:rPr>
              <w:t>Utilities Expense</w:t>
            </w:r>
          </w:p>
        </w:tc>
        <w:tc>
          <w:tcPr>
            <w:tcW w:w="2160" w:type="dxa"/>
          </w:tcPr>
          <w:p w14:paraId="03F49955" w14:textId="77777777" w:rsidR="003D565B" w:rsidRPr="00DC54C7" w:rsidRDefault="003D565B" w:rsidP="00944826">
            <w:pPr>
              <w:spacing w:before="100" w:beforeAutospacing="1"/>
              <w:jc w:val="right"/>
              <w:rPr>
                <w:rFonts w:eastAsia="SimSun"/>
                <w:szCs w:val="22"/>
              </w:rPr>
            </w:pPr>
          </w:p>
        </w:tc>
        <w:tc>
          <w:tcPr>
            <w:tcW w:w="2160" w:type="dxa"/>
          </w:tcPr>
          <w:p w14:paraId="59AAF46B" w14:textId="77777777" w:rsidR="003D565B" w:rsidRPr="00DC54C7" w:rsidRDefault="003D565B" w:rsidP="00944826">
            <w:pPr>
              <w:spacing w:before="100" w:beforeAutospacing="1"/>
              <w:jc w:val="right"/>
              <w:rPr>
                <w:rFonts w:eastAsia="SimSun"/>
                <w:szCs w:val="22"/>
              </w:rPr>
            </w:pPr>
          </w:p>
        </w:tc>
      </w:tr>
      <w:tr w:rsidR="003D565B" w:rsidRPr="00DC54C7" w14:paraId="4D376D36" w14:textId="77777777" w:rsidTr="00A854B2">
        <w:trPr>
          <w:trHeight w:val="346"/>
        </w:trPr>
        <w:tc>
          <w:tcPr>
            <w:tcW w:w="4392" w:type="dxa"/>
            <w:vAlign w:val="center"/>
          </w:tcPr>
          <w:p w14:paraId="6BCB7508" w14:textId="77777777" w:rsidR="003D565B" w:rsidRPr="00DC54C7" w:rsidRDefault="003D565B" w:rsidP="00944826">
            <w:pPr>
              <w:spacing w:before="100" w:beforeAutospacing="1"/>
              <w:rPr>
                <w:rFonts w:eastAsia="SimSun"/>
                <w:szCs w:val="22"/>
              </w:rPr>
            </w:pPr>
            <w:r w:rsidRPr="00DC54C7">
              <w:rPr>
                <w:rFonts w:eastAsia="SimSun"/>
                <w:szCs w:val="22"/>
              </w:rPr>
              <w:t>Telephone Expense</w:t>
            </w:r>
          </w:p>
        </w:tc>
        <w:tc>
          <w:tcPr>
            <w:tcW w:w="2160" w:type="dxa"/>
            <w:tcBorders>
              <w:bottom w:val="single" w:sz="4" w:space="0" w:color="auto"/>
            </w:tcBorders>
          </w:tcPr>
          <w:p w14:paraId="7755A08D" w14:textId="77777777" w:rsidR="003D565B" w:rsidRPr="00DC54C7" w:rsidRDefault="003D565B" w:rsidP="00944826">
            <w:pPr>
              <w:spacing w:before="100" w:beforeAutospacing="1"/>
              <w:jc w:val="right"/>
              <w:rPr>
                <w:rFonts w:eastAsia="SimSun"/>
                <w:szCs w:val="22"/>
              </w:rPr>
            </w:pPr>
          </w:p>
        </w:tc>
        <w:tc>
          <w:tcPr>
            <w:tcW w:w="2160" w:type="dxa"/>
            <w:tcBorders>
              <w:bottom w:val="single" w:sz="4" w:space="0" w:color="auto"/>
            </w:tcBorders>
          </w:tcPr>
          <w:p w14:paraId="2AFD29C0" w14:textId="77777777" w:rsidR="003D565B" w:rsidRPr="00DC54C7" w:rsidRDefault="003D565B" w:rsidP="00944826">
            <w:pPr>
              <w:spacing w:before="100" w:beforeAutospacing="1"/>
              <w:jc w:val="right"/>
              <w:rPr>
                <w:rFonts w:eastAsia="SimSun"/>
                <w:szCs w:val="22"/>
              </w:rPr>
            </w:pPr>
          </w:p>
        </w:tc>
      </w:tr>
      <w:tr w:rsidR="003D565B" w:rsidRPr="00DC54C7" w14:paraId="7359D3D9" w14:textId="77777777" w:rsidTr="00A854B2">
        <w:trPr>
          <w:trHeight w:val="346"/>
        </w:trPr>
        <w:tc>
          <w:tcPr>
            <w:tcW w:w="4392" w:type="dxa"/>
            <w:vAlign w:val="center"/>
          </w:tcPr>
          <w:p w14:paraId="62658EE0" w14:textId="77777777" w:rsidR="003D565B" w:rsidRPr="00DC54C7" w:rsidRDefault="003D565B" w:rsidP="00944826">
            <w:pPr>
              <w:spacing w:before="100" w:beforeAutospacing="1"/>
              <w:rPr>
                <w:rFonts w:eastAsia="SimSun"/>
                <w:szCs w:val="22"/>
              </w:rPr>
            </w:pPr>
            <w:r w:rsidRPr="00DC54C7">
              <w:rPr>
                <w:rFonts w:eastAsia="SimSun"/>
                <w:szCs w:val="22"/>
              </w:rPr>
              <w:t>Supplies Expense</w:t>
            </w:r>
          </w:p>
        </w:tc>
        <w:tc>
          <w:tcPr>
            <w:tcW w:w="2160" w:type="dxa"/>
          </w:tcPr>
          <w:p w14:paraId="6D27148B" w14:textId="77777777" w:rsidR="003D565B" w:rsidRPr="00DC54C7" w:rsidRDefault="003D565B" w:rsidP="00944826">
            <w:pPr>
              <w:spacing w:before="100" w:beforeAutospacing="1"/>
              <w:jc w:val="right"/>
              <w:rPr>
                <w:rFonts w:eastAsia="SimSun"/>
                <w:szCs w:val="22"/>
              </w:rPr>
            </w:pPr>
          </w:p>
        </w:tc>
        <w:tc>
          <w:tcPr>
            <w:tcW w:w="2160" w:type="dxa"/>
          </w:tcPr>
          <w:p w14:paraId="0F4C0B4A" w14:textId="77777777" w:rsidR="003D565B" w:rsidRPr="00DC54C7" w:rsidRDefault="003D565B" w:rsidP="00944826">
            <w:pPr>
              <w:spacing w:before="100" w:beforeAutospacing="1"/>
              <w:jc w:val="right"/>
              <w:rPr>
                <w:rFonts w:eastAsia="SimSun"/>
                <w:szCs w:val="22"/>
              </w:rPr>
            </w:pPr>
          </w:p>
        </w:tc>
      </w:tr>
      <w:tr w:rsidR="003D565B" w:rsidRPr="00DC54C7" w14:paraId="62A8523F" w14:textId="77777777" w:rsidTr="00A854B2">
        <w:trPr>
          <w:trHeight w:val="346"/>
        </w:trPr>
        <w:tc>
          <w:tcPr>
            <w:tcW w:w="4392" w:type="dxa"/>
            <w:vAlign w:val="center"/>
          </w:tcPr>
          <w:p w14:paraId="58210DFD" w14:textId="77777777" w:rsidR="003D565B" w:rsidRPr="00DC54C7" w:rsidRDefault="003D565B" w:rsidP="00944826">
            <w:pPr>
              <w:spacing w:before="100" w:beforeAutospacing="1"/>
              <w:rPr>
                <w:rFonts w:eastAsia="SimSun"/>
                <w:szCs w:val="22"/>
              </w:rPr>
            </w:pPr>
            <w:r w:rsidRPr="00DC54C7">
              <w:rPr>
                <w:rFonts w:eastAsia="SimSun"/>
                <w:szCs w:val="22"/>
              </w:rPr>
              <w:t>Rent Expense</w:t>
            </w:r>
          </w:p>
        </w:tc>
        <w:tc>
          <w:tcPr>
            <w:tcW w:w="2160" w:type="dxa"/>
          </w:tcPr>
          <w:p w14:paraId="07227AF4" w14:textId="77777777" w:rsidR="003D565B" w:rsidRPr="00DC54C7" w:rsidRDefault="003D565B" w:rsidP="00944826">
            <w:pPr>
              <w:spacing w:before="100" w:beforeAutospacing="1"/>
              <w:jc w:val="right"/>
              <w:rPr>
                <w:rFonts w:eastAsia="SimSun"/>
                <w:szCs w:val="22"/>
              </w:rPr>
            </w:pPr>
          </w:p>
        </w:tc>
        <w:tc>
          <w:tcPr>
            <w:tcW w:w="2160" w:type="dxa"/>
          </w:tcPr>
          <w:p w14:paraId="50D3A686" w14:textId="77777777" w:rsidR="003D565B" w:rsidRPr="00DC54C7" w:rsidRDefault="003D565B" w:rsidP="00944826">
            <w:pPr>
              <w:spacing w:before="100" w:beforeAutospacing="1"/>
              <w:jc w:val="right"/>
              <w:rPr>
                <w:rFonts w:eastAsia="SimSun"/>
                <w:szCs w:val="22"/>
              </w:rPr>
            </w:pPr>
          </w:p>
        </w:tc>
      </w:tr>
      <w:tr w:rsidR="003D565B" w:rsidRPr="00DC54C7" w14:paraId="295E1329" w14:textId="77777777" w:rsidTr="00A854B2">
        <w:trPr>
          <w:trHeight w:val="346"/>
        </w:trPr>
        <w:tc>
          <w:tcPr>
            <w:tcW w:w="4392" w:type="dxa"/>
            <w:vAlign w:val="center"/>
          </w:tcPr>
          <w:p w14:paraId="6E68267B" w14:textId="77777777" w:rsidR="003D565B" w:rsidRPr="00DC54C7" w:rsidRDefault="003D565B" w:rsidP="00944826">
            <w:pPr>
              <w:spacing w:before="100" w:beforeAutospacing="1"/>
              <w:rPr>
                <w:rFonts w:eastAsia="SimSun"/>
                <w:szCs w:val="22"/>
              </w:rPr>
            </w:pPr>
            <w:r w:rsidRPr="00DC54C7">
              <w:rPr>
                <w:rFonts w:eastAsia="SimSun"/>
                <w:szCs w:val="22"/>
              </w:rPr>
              <w:t>Insurance Expense</w:t>
            </w:r>
          </w:p>
        </w:tc>
        <w:tc>
          <w:tcPr>
            <w:tcW w:w="2160" w:type="dxa"/>
          </w:tcPr>
          <w:p w14:paraId="2C993698" w14:textId="77777777" w:rsidR="003D565B" w:rsidRPr="00DC54C7" w:rsidRDefault="003D565B" w:rsidP="00944826">
            <w:pPr>
              <w:spacing w:before="100" w:beforeAutospacing="1"/>
              <w:jc w:val="right"/>
              <w:rPr>
                <w:rFonts w:eastAsia="SimSun"/>
                <w:szCs w:val="22"/>
              </w:rPr>
            </w:pPr>
          </w:p>
        </w:tc>
        <w:tc>
          <w:tcPr>
            <w:tcW w:w="2160" w:type="dxa"/>
          </w:tcPr>
          <w:p w14:paraId="0CD02D14" w14:textId="77777777" w:rsidR="003D565B" w:rsidRPr="00DC54C7" w:rsidRDefault="003D565B" w:rsidP="00944826">
            <w:pPr>
              <w:spacing w:before="100" w:beforeAutospacing="1"/>
              <w:jc w:val="right"/>
              <w:rPr>
                <w:rFonts w:eastAsia="SimSun"/>
                <w:szCs w:val="22"/>
              </w:rPr>
            </w:pPr>
          </w:p>
        </w:tc>
      </w:tr>
      <w:tr w:rsidR="003D565B" w:rsidRPr="00DC54C7" w14:paraId="73C8A058" w14:textId="77777777" w:rsidTr="00A854B2">
        <w:trPr>
          <w:trHeight w:val="346"/>
        </w:trPr>
        <w:tc>
          <w:tcPr>
            <w:tcW w:w="4392" w:type="dxa"/>
            <w:vAlign w:val="center"/>
          </w:tcPr>
          <w:p w14:paraId="1911DCE5" w14:textId="77777777" w:rsidR="003D565B" w:rsidRPr="00DC54C7" w:rsidRDefault="003D565B" w:rsidP="00944826">
            <w:pPr>
              <w:spacing w:before="100" w:beforeAutospacing="1"/>
              <w:rPr>
                <w:rFonts w:eastAsia="SimSun"/>
                <w:szCs w:val="22"/>
              </w:rPr>
            </w:pPr>
            <w:r w:rsidRPr="00DC54C7">
              <w:rPr>
                <w:rFonts w:eastAsia="SimSun"/>
                <w:szCs w:val="22"/>
              </w:rPr>
              <w:t>Depreciation Expense</w:t>
            </w:r>
          </w:p>
        </w:tc>
        <w:tc>
          <w:tcPr>
            <w:tcW w:w="2160" w:type="dxa"/>
          </w:tcPr>
          <w:p w14:paraId="5D53FE3A" w14:textId="77777777" w:rsidR="003D565B" w:rsidRPr="00DC54C7" w:rsidRDefault="003D565B" w:rsidP="00944826">
            <w:pPr>
              <w:spacing w:before="100" w:beforeAutospacing="1"/>
              <w:jc w:val="right"/>
              <w:rPr>
                <w:rFonts w:eastAsia="SimSun"/>
                <w:szCs w:val="22"/>
              </w:rPr>
            </w:pPr>
          </w:p>
        </w:tc>
        <w:tc>
          <w:tcPr>
            <w:tcW w:w="2160" w:type="dxa"/>
          </w:tcPr>
          <w:p w14:paraId="7A4CEA62" w14:textId="77777777" w:rsidR="003D565B" w:rsidRPr="00DC54C7" w:rsidRDefault="003D565B" w:rsidP="00944826">
            <w:pPr>
              <w:spacing w:before="100" w:beforeAutospacing="1"/>
              <w:jc w:val="right"/>
              <w:rPr>
                <w:rFonts w:eastAsia="SimSun"/>
                <w:szCs w:val="22"/>
              </w:rPr>
            </w:pPr>
          </w:p>
        </w:tc>
      </w:tr>
      <w:tr w:rsidR="003D565B" w:rsidRPr="00DC54C7" w14:paraId="43F53F12" w14:textId="77777777" w:rsidTr="00A854B2">
        <w:trPr>
          <w:trHeight w:val="346"/>
        </w:trPr>
        <w:tc>
          <w:tcPr>
            <w:tcW w:w="4392" w:type="dxa"/>
            <w:vAlign w:val="center"/>
          </w:tcPr>
          <w:p w14:paraId="72BC3BCA" w14:textId="77777777" w:rsidR="003D565B" w:rsidRPr="00DC54C7" w:rsidRDefault="003D565B" w:rsidP="00944826">
            <w:pPr>
              <w:spacing w:before="100" w:beforeAutospacing="1"/>
              <w:rPr>
                <w:rFonts w:eastAsia="SimSun"/>
                <w:szCs w:val="22"/>
              </w:rPr>
            </w:pPr>
            <w:r w:rsidRPr="00DC54C7">
              <w:rPr>
                <w:rFonts w:eastAsia="SimSun"/>
                <w:szCs w:val="22"/>
              </w:rPr>
              <w:t>Interest Expense</w:t>
            </w:r>
          </w:p>
        </w:tc>
        <w:tc>
          <w:tcPr>
            <w:tcW w:w="2160" w:type="dxa"/>
          </w:tcPr>
          <w:p w14:paraId="3A4E9CE9" w14:textId="77777777" w:rsidR="003D565B" w:rsidRPr="00DC54C7" w:rsidRDefault="003D565B" w:rsidP="00944826">
            <w:pPr>
              <w:spacing w:before="100" w:beforeAutospacing="1"/>
              <w:jc w:val="right"/>
              <w:rPr>
                <w:rFonts w:eastAsia="SimSun"/>
                <w:szCs w:val="22"/>
              </w:rPr>
            </w:pPr>
          </w:p>
        </w:tc>
        <w:tc>
          <w:tcPr>
            <w:tcW w:w="2160" w:type="dxa"/>
          </w:tcPr>
          <w:p w14:paraId="74E6591A" w14:textId="77777777" w:rsidR="003D565B" w:rsidRPr="00DC54C7" w:rsidRDefault="003D565B" w:rsidP="00944826">
            <w:pPr>
              <w:spacing w:before="100" w:beforeAutospacing="1"/>
              <w:jc w:val="right"/>
              <w:rPr>
                <w:rFonts w:eastAsia="SimSun"/>
                <w:szCs w:val="22"/>
              </w:rPr>
            </w:pPr>
          </w:p>
        </w:tc>
      </w:tr>
      <w:tr w:rsidR="003D565B" w:rsidRPr="00DC54C7" w14:paraId="0B8C3D67" w14:textId="77777777" w:rsidTr="00A854B2">
        <w:trPr>
          <w:trHeight w:val="346"/>
        </w:trPr>
        <w:tc>
          <w:tcPr>
            <w:tcW w:w="4392" w:type="dxa"/>
            <w:vAlign w:val="center"/>
          </w:tcPr>
          <w:p w14:paraId="32815C7F" w14:textId="77777777" w:rsidR="003D565B" w:rsidRPr="00DC54C7" w:rsidRDefault="003D565B" w:rsidP="00944826">
            <w:pPr>
              <w:spacing w:before="100" w:beforeAutospacing="1"/>
              <w:rPr>
                <w:rFonts w:eastAsia="SimSun"/>
                <w:szCs w:val="22"/>
              </w:rPr>
            </w:pPr>
            <w:r w:rsidRPr="00DC54C7">
              <w:rPr>
                <w:rFonts w:eastAsia="SimSun"/>
                <w:szCs w:val="22"/>
              </w:rPr>
              <w:t>Income Tax Expense</w:t>
            </w:r>
          </w:p>
        </w:tc>
        <w:tc>
          <w:tcPr>
            <w:tcW w:w="2160" w:type="dxa"/>
            <w:tcBorders>
              <w:bottom w:val="single" w:sz="12" w:space="0" w:color="auto"/>
            </w:tcBorders>
          </w:tcPr>
          <w:p w14:paraId="27C64E81" w14:textId="77777777" w:rsidR="003D565B" w:rsidRPr="00DC54C7" w:rsidRDefault="003D565B" w:rsidP="00944826">
            <w:pPr>
              <w:spacing w:before="100" w:beforeAutospacing="1"/>
              <w:jc w:val="right"/>
              <w:rPr>
                <w:rFonts w:eastAsia="SimSun"/>
                <w:szCs w:val="22"/>
              </w:rPr>
            </w:pPr>
          </w:p>
        </w:tc>
        <w:tc>
          <w:tcPr>
            <w:tcW w:w="2160" w:type="dxa"/>
            <w:tcBorders>
              <w:bottom w:val="single" w:sz="12" w:space="0" w:color="auto"/>
            </w:tcBorders>
          </w:tcPr>
          <w:p w14:paraId="7DBE6095" w14:textId="77777777" w:rsidR="003D565B" w:rsidRPr="00DC54C7" w:rsidRDefault="003D565B" w:rsidP="00944826">
            <w:pPr>
              <w:spacing w:before="100" w:beforeAutospacing="1"/>
              <w:jc w:val="right"/>
              <w:rPr>
                <w:rFonts w:eastAsia="SimSun"/>
                <w:szCs w:val="22"/>
              </w:rPr>
            </w:pPr>
          </w:p>
        </w:tc>
      </w:tr>
      <w:tr w:rsidR="003D565B" w:rsidRPr="00DC54C7" w14:paraId="45FF06BE" w14:textId="77777777" w:rsidTr="00A854B2">
        <w:trPr>
          <w:trHeight w:val="346"/>
        </w:trPr>
        <w:tc>
          <w:tcPr>
            <w:tcW w:w="4392" w:type="dxa"/>
            <w:vAlign w:val="center"/>
          </w:tcPr>
          <w:p w14:paraId="1E1C42E8" w14:textId="77777777" w:rsidR="003D565B" w:rsidRPr="00DC54C7" w:rsidRDefault="0015328A" w:rsidP="00944826">
            <w:pPr>
              <w:spacing w:before="100" w:beforeAutospacing="1"/>
              <w:rPr>
                <w:rFonts w:eastAsia="SimSun"/>
                <w:szCs w:val="22"/>
              </w:rPr>
            </w:pPr>
            <w:r>
              <w:rPr>
                <w:rFonts w:eastAsia="SimSun"/>
                <w:szCs w:val="22"/>
              </w:rPr>
              <w:tab/>
            </w:r>
            <w:r w:rsidR="003D565B" w:rsidRPr="00DC54C7">
              <w:rPr>
                <w:rFonts w:eastAsia="SimSun"/>
                <w:szCs w:val="22"/>
              </w:rPr>
              <w:t>Total</w:t>
            </w:r>
            <w:r>
              <w:rPr>
                <w:rFonts w:eastAsia="SimSun"/>
                <w:szCs w:val="22"/>
              </w:rPr>
              <w:t>s</w:t>
            </w:r>
          </w:p>
        </w:tc>
        <w:tc>
          <w:tcPr>
            <w:tcW w:w="2160" w:type="dxa"/>
            <w:tcBorders>
              <w:top w:val="single" w:sz="12" w:space="0" w:color="auto"/>
              <w:bottom w:val="single" w:sz="12" w:space="0" w:color="auto"/>
            </w:tcBorders>
          </w:tcPr>
          <w:p w14:paraId="3D3F7162" w14:textId="77777777" w:rsidR="003D565B" w:rsidRPr="00DC54C7" w:rsidRDefault="003D565B" w:rsidP="00944826">
            <w:pPr>
              <w:spacing w:before="100" w:beforeAutospacing="1"/>
              <w:jc w:val="right"/>
              <w:rPr>
                <w:rFonts w:eastAsia="SimSun"/>
                <w:szCs w:val="22"/>
              </w:rPr>
            </w:pPr>
          </w:p>
        </w:tc>
        <w:tc>
          <w:tcPr>
            <w:tcW w:w="2160" w:type="dxa"/>
            <w:tcBorders>
              <w:top w:val="single" w:sz="12" w:space="0" w:color="auto"/>
              <w:bottom w:val="single" w:sz="12" w:space="0" w:color="auto"/>
            </w:tcBorders>
          </w:tcPr>
          <w:p w14:paraId="45ED91CC" w14:textId="77777777" w:rsidR="003D565B" w:rsidRPr="00DC54C7" w:rsidRDefault="003D565B" w:rsidP="00944826">
            <w:pPr>
              <w:spacing w:before="100" w:beforeAutospacing="1"/>
              <w:jc w:val="right"/>
              <w:rPr>
                <w:rFonts w:eastAsia="SimSun"/>
                <w:szCs w:val="22"/>
              </w:rPr>
            </w:pPr>
          </w:p>
        </w:tc>
      </w:tr>
    </w:tbl>
    <w:p w14:paraId="63B27360" w14:textId="77777777" w:rsidR="00391BCE" w:rsidRDefault="003D565B" w:rsidP="00391BCE">
      <w:pPr>
        <w:pStyle w:val="Heading1"/>
        <w:spacing w:before="240"/>
      </w:pPr>
      <w:r w:rsidRPr="00DC54C7">
        <w:br w:type="page"/>
      </w:r>
      <w:r w:rsidR="00391BCE" w:rsidRPr="00DC54C7">
        <w:lastRenderedPageBreak/>
        <w:t>HANDOUT 4</w:t>
      </w:r>
      <w:r w:rsidR="00801A23" w:rsidRPr="00750FD5">
        <w:t>–</w:t>
      </w:r>
      <w:r w:rsidR="00391BCE" w:rsidRPr="00DC54C7">
        <w:t>2 SOLUTION</w:t>
      </w:r>
    </w:p>
    <w:p w14:paraId="5001073C" w14:textId="77777777" w:rsidR="000A3DD2" w:rsidRPr="00543331" w:rsidRDefault="000A3DD2" w:rsidP="000A3DD2">
      <w:pPr>
        <w:pStyle w:val="BodyText"/>
        <w:spacing w:after="120"/>
      </w:pPr>
      <w:r>
        <w:t>Use the balances in the T-accounts in handout 4</w:t>
      </w:r>
      <w:r w:rsidR="00801A23" w:rsidRPr="00DF3C97">
        <w:rPr>
          <w:b/>
        </w:rPr>
        <w:t>–</w:t>
      </w:r>
      <w:r>
        <w:t xml:space="preserve">1 to prepare an adjusted trial balance. </w:t>
      </w:r>
    </w:p>
    <w:p w14:paraId="527F6F13" w14:textId="77777777" w:rsidR="003D565B" w:rsidRPr="00DC54C7" w:rsidRDefault="003D565B" w:rsidP="00391BCE">
      <w:pPr>
        <w:pStyle w:val="Heading2"/>
        <w:jc w:val="center"/>
        <w:rPr>
          <w:b w:val="0"/>
          <w:szCs w:val="22"/>
        </w:rPr>
      </w:pPr>
      <w:r w:rsidRPr="00DC54C7">
        <w:rPr>
          <w:b w:val="0"/>
        </w:rPr>
        <w:t>Deana’s Decorators</w:t>
      </w:r>
      <w:r w:rsidR="00391BCE" w:rsidRPr="00DC54C7">
        <w:rPr>
          <w:b w:val="0"/>
        </w:rPr>
        <w:br/>
      </w:r>
      <w:r w:rsidRPr="00DC54C7">
        <w:rPr>
          <w:b w:val="0"/>
        </w:rPr>
        <w:t>Adjusted Trial Balance</w:t>
      </w:r>
      <w:r w:rsidR="00391BCE" w:rsidRPr="00DC54C7">
        <w:rPr>
          <w:b w:val="0"/>
        </w:rPr>
        <w:br/>
      </w:r>
      <w:r w:rsidRPr="00DC54C7">
        <w:rPr>
          <w:b w:val="0"/>
          <w:szCs w:val="22"/>
        </w:rPr>
        <w:t xml:space="preserve">December </w:t>
      </w:r>
      <w:r w:rsidR="00391BCE" w:rsidRPr="00DC54C7">
        <w:rPr>
          <w:b w:val="0"/>
          <w:szCs w:val="22"/>
        </w:rPr>
        <w:t xml:space="preserve">31, </w:t>
      </w:r>
      <w:r w:rsidR="00C25690">
        <w:rPr>
          <w:b w:val="0"/>
          <w:szCs w:val="22"/>
        </w:rPr>
        <w:t>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440"/>
        <w:gridCol w:w="1440"/>
      </w:tblGrid>
      <w:tr w:rsidR="003D565B" w:rsidRPr="00DC54C7" w14:paraId="7531F1F8" w14:textId="77777777" w:rsidTr="00504F84">
        <w:trPr>
          <w:jc w:val="center"/>
        </w:trPr>
        <w:tc>
          <w:tcPr>
            <w:tcW w:w="3168" w:type="dxa"/>
          </w:tcPr>
          <w:p w14:paraId="7DD5036A" w14:textId="77777777" w:rsidR="003D565B" w:rsidRPr="00DC54C7" w:rsidRDefault="003D565B" w:rsidP="00944826">
            <w:pPr>
              <w:spacing w:before="100" w:beforeAutospacing="1"/>
              <w:rPr>
                <w:rFonts w:eastAsia="SimSun"/>
                <w:szCs w:val="22"/>
              </w:rPr>
            </w:pPr>
          </w:p>
        </w:tc>
        <w:tc>
          <w:tcPr>
            <w:tcW w:w="1440" w:type="dxa"/>
          </w:tcPr>
          <w:p w14:paraId="6FF0FFB4" w14:textId="77777777" w:rsidR="003D565B" w:rsidRPr="00DC54C7" w:rsidRDefault="003D565B" w:rsidP="00944826">
            <w:pPr>
              <w:spacing w:before="100" w:beforeAutospacing="1"/>
              <w:jc w:val="center"/>
              <w:rPr>
                <w:rFonts w:eastAsia="SimSun"/>
                <w:szCs w:val="22"/>
              </w:rPr>
            </w:pPr>
            <w:r w:rsidRPr="00DC54C7">
              <w:rPr>
                <w:rFonts w:eastAsia="SimSun"/>
                <w:szCs w:val="22"/>
              </w:rPr>
              <w:t>Debit</w:t>
            </w:r>
          </w:p>
        </w:tc>
        <w:tc>
          <w:tcPr>
            <w:tcW w:w="1440" w:type="dxa"/>
          </w:tcPr>
          <w:p w14:paraId="0B8E8285" w14:textId="77777777" w:rsidR="003D565B" w:rsidRPr="00DC54C7" w:rsidRDefault="003D565B" w:rsidP="00944826">
            <w:pPr>
              <w:spacing w:before="100" w:beforeAutospacing="1"/>
              <w:jc w:val="center"/>
              <w:rPr>
                <w:rFonts w:eastAsia="SimSun"/>
                <w:szCs w:val="22"/>
              </w:rPr>
            </w:pPr>
            <w:r w:rsidRPr="00DC54C7">
              <w:rPr>
                <w:rFonts w:eastAsia="SimSun"/>
                <w:szCs w:val="22"/>
              </w:rPr>
              <w:t>Credit</w:t>
            </w:r>
          </w:p>
        </w:tc>
      </w:tr>
      <w:tr w:rsidR="003D565B" w:rsidRPr="00DC54C7" w14:paraId="4ADD456F" w14:textId="77777777" w:rsidTr="00504F84">
        <w:trPr>
          <w:jc w:val="center"/>
        </w:trPr>
        <w:tc>
          <w:tcPr>
            <w:tcW w:w="3168" w:type="dxa"/>
            <w:vAlign w:val="center"/>
          </w:tcPr>
          <w:p w14:paraId="181CA624" w14:textId="77777777" w:rsidR="003D565B" w:rsidRPr="00DC54C7" w:rsidRDefault="003D565B" w:rsidP="00614B37">
            <w:pPr>
              <w:rPr>
                <w:rFonts w:eastAsia="SimSun"/>
                <w:szCs w:val="22"/>
              </w:rPr>
            </w:pPr>
            <w:r w:rsidRPr="00DC54C7">
              <w:rPr>
                <w:rFonts w:eastAsia="SimSun"/>
                <w:szCs w:val="22"/>
              </w:rPr>
              <w:t>Cash</w:t>
            </w:r>
          </w:p>
        </w:tc>
        <w:tc>
          <w:tcPr>
            <w:tcW w:w="1440" w:type="dxa"/>
          </w:tcPr>
          <w:p w14:paraId="1E1E6E0D" w14:textId="77777777" w:rsidR="003D565B" w:rsidRPr="00DC54C7" w:rsidRDefault="00D32154" w:rsidP="00614B37">
            <w:pPr>
              <w:jc w:val="right"/>
              <w:rPr>
                <w:rFonts w:eastAsia="SimSun"/>
                <w:szCs w:val="22"/>
              </w:rPr>
            </w:pPr>
            <w:r w:rsidRPr="00DC54C7">
              <w:rPr>
                <w:rFonts w:eastAsia="SimSun"/>
                <w:szCs w:val="22"/>
              </w:rPr>
              <w:t xml:space="preserve">$ </w:t>
            </w:r>
            <w:r w:rsidR="003D565B" w:rsidRPr="00DC54C7">
              <w:rPr>
                <w:rFonts w:eastAsia="SimSun"/>
                <w:szCs w:val="22"/>
              </w:rPr>
              <w:t>43,450</w:t>
            </w:r>
          </w:p>
        </w:tc>
        <w:tc>
          <w:tcPr>
            <w:tcW w:w="1440" w:type="dxa"/>
          </w:tcPr>
          <w:p w14:paraId="10709A54" w14:textId="77777777" w:rsidR="003D565B" w:rsidRPr="00DC54C7" w:rsidRDefault="003D565B" w:rsidP="00614B37">
            <w:pPr>
              <w:jc w:val="right"/>
              <w:rPr>
                <w:rFonts w:eastAsia="SimSun"/>
                <w:szCs w:val="22"/>
              </w:rPr>
            </w:pPr>
          </w:p>
        </w:tc>
      </w:tr>
      <w:tr w:rsidR="003D565B" w:rsidRPr="00DC54C7" w14:paraId="53FF7BB5" w14:textId="77777777" w:rsidTr="00504F84">
        <w:trPr>
          <w:jc w:val="center"/>
        </w:trPr>
        <w:tc>
          <w:tcPr>
            <w:tcW w:w="3168" w:type="dxa"/>
            <w:vAlign w:val="center"/>
          </w:tcPr>
          <w:p w14:paraId="25BD80A7" w14:textId="77777777" w:rsidR="003D565B" w:rsidRPr="00DC54C7" w:rsidRDefault="003D565B" w:rsidP="00614B37">
            <w:pPr>
              <w:rPr>
                <w:rFonts w:eastAsia="SimSun"/>
                <w:szCs w:val="22"/>
              </w:rPr>
            </w:pPr>
            <w:r w:rsidRPr="00DC54C7">
              <w:rPr>
                <w:rFonts w:eastAsia="SimSun"/>
                <w:szCs w:val="22"/>
              </w:rPr>
              <w:t>Supplies</w:t>
            </w:r>
          </w:p>
        </w:tc>
        <w:tc>
          <w:tcPr>
            <w:tcW w:w="1440" w:type="dxa"/>
          </w:tcPr>
          <w:p w14:paraId="71FD4B86" w14:textId="77777777" w:rsidR="003D565B" w:rsidRPr="00DC54C7" w:rsidRDefault="003D565B" w:rsidP="00614B37">
            <w:pPr>
              <w:jc w:val="right"/>
              <w:rPr>
                <w:rFonts w:eastAsia="SimSun"/>
                <w:szCs w:val="22"/>
              </w:rPr>
            </w:pPr>
            <w:r w:rsidRPr="00DC54C7">
              <w:rPr>
                <w:rFonts w:eastAsia="SimSun"/>
                <w:szCs w:val="22"/>
              </w:rPr>
              <w:t>800</w:t>
            </w:r>
          </w:p>
        </w:tc>
        <w:tc>
          <w:tcPr>
            <w:tcW w:w="1440" w:type="dxa"/>
          </w:tcPr>
          <w:p w14:paraId="1D47511D" w14:textId="77777777" w:rsidR="003D565B" w:rsidRPr="00DC54C7" w:rsidRDefault="003D565B" w:rsidP="00614B37">
            <w:pPr>
              <w:jc w:val="right"/>
              <w:rPr>
                <w:rFonts w:eastAsia="SimSun"/>
                <w:szCs w:val="22"/>
              </w:rPr>
            </w:pPr>
          </w:p>
        </w:tc>
      </w:tr>
      <w:tr w:rsidR="003D565B" w:rsidRPr="00DC54C7" w14:paraId="5614986E" w14:textId="77777777" w:rsidTr="00504F84">
        <w:trPr>
          <w:jc w:val="center"/>
        </w:trPr>
        <w:tc>
          <w:tcPr>
            <w:tcW w:w="3168" w:type="dxa"/>
            <w:vAlign w:val="center"/>
          </w:tcPr>
          <w:p w14:paraId="0B39B51C" w14:textId="77777777" w:rsidR="003D565B" w:rsidRPr="00DC54C7" w:rsidRDefault="003D565B" w:rsidP="00614B37">
            <w:pPr>
              <w:rPr>
                <w:rFonts w:eastAsia="SimSun"/>
                <w:szCs w:val="22"/>
              </w:rPr>
            </w:pPr>
            <w:r w:rsidRPr="00DC54C7">
              <w:rPr>
                <w:rFonts w:eastAsia="SimSun"/>
                <w:szCs w:val="22"/>
              </w:rPr>
              <w:t>Accounts Receivable</w:t>
            </w:r>
          </w:p>
        </w:tc>
        <w:tc>
          <w:tcPr>
            <w:tcW w:w="1440" w:type="dxa"/>
          </w:tcPr>
          <w:p w14:paraId="3FE5AB4B" w14:textId="77777777" w:rsidR="003D565B" w:rsidRPr="00DC54C7" w:rsidRDefault="003D565B" w:rsidP="00614B37">
            <w:pPr>
              <w:jc w:val="right"/>
              <w:rPr>
                <w:rFonts w:eastAsia="SimSun"/>
                <w:szCs w:val="22"/>
              </w:rPr>
            </w:pPr>
            <w:r w:rsidRPr="00DC54C7">
              <w:rPr>
                <w:rFonts w:eastAsia="SimSun"/>
                <w:szCs w:val="22"/>
              </w:rPr>
              <w:t>4,000</w:t>
            </w:r>
          </w:p>
        </w:tc>
        <w:tc>
          <w:tcPr>
            <w:tcW w:w="1440" w:type="dxa"/>
          </w:tcPr>
          <w:p w14:paraId="68E937F5" w14:textId="77777777" w:rsidR="003D565B" w:rsidRPr="00DC54C7" w:rsidRDefault="003D565B" w:rsidP="00614B37">
            <w:pPr>
              <w:jc w:val="right"/>
              <w:rPr>
                <w:rFonts w:eastAsia="SimSun"/>
                <w:szCs w:val="22"/>
              </w:rPr>
            </w:pPr>
          </w:p>
        </w:tc>
      </w:tr>
      <w:tr w:rsidR="003D565B" w:rsidRPr="00DC54C7" w14:paraId="2BEE97E8" w14:textId="77777777" w:rsidTr="00504F84">
        <w:trPr>
          <w:jc w:val="center"/>
        </w:trPr>
        <w:tc>
          <w:tcPr>
            <w:tcW w:w="3168" w:type="dxa"/>
            <w:vAlign w:val="center"/>
          </w:tcPr>
          <w:p w14:paraId="6F289969" w14:textId="77777777" w:rsidR="003D565B" w:rsidRPr="00DC54C7" w:rsidRDefault="003D565B" w:rsidP="00614B37">
            <w:pPr>
              <w:rPr>
                <w:rFonts w:eastAsia="SimSun"/>
                <w:szCs w:val="22"/>
              </w:rPr>
            </w:pPr>
            <w:r w:rsidRPr="00DC54C7">
              <w:rPr>
                <w:rFonts w:eastAsia="SimSun"/>
                <w:szCs w:val="22"/>
              </w:rPr>
              <w:t>Prepaid Rent</w:t>
            </w:r>
          </w:p>
        </w:tc>
        <w:tc>
          <w:tcPr>
            <w:tcW w:w="1440" w:type="dxa"/>
          </w:tcPr>
          <w:p w14:paraId="03924F1A" w14:textId="77777777" w:rsidR="003D565B" w:rsidRPr="00DC54C7" w:rsidRDefault="003D565B" w:rsidP="00614B37">
            <w:pPr>
              <w:jc w:val="right"/>
              <w:rPr>
                <w:rFonts w:eastAsia="SimSun"/>
                <w:szCs w:val="22"/>
              </w:rPr>
            </w:pPr>
            <w:r w:rsidRPr="00DC54C7">
              <w:rPr>
                <w:rFonts w:eastAsia="SimSun"/>
                <w:szCs w:val="22"/>
              </w:rPr>
              <w:t>8,000</w:t>
            </w:r>
          </w:p>
        </w:tc>
        <w:tc>
          <w:tcPr>
            <w:tcW w:w="1440" w:type="dxa"/>
          </w:tcPr>
          <w:p w14:paraId="1EF158F6" w14:textId="77777777" w:rsidR="003D565B" w:rsidRPr="00DC54C7" w:rsidRDefault="003D565B" w:rsidP="00614B37">
            <w:pPr>
              <w:jc w:val="right"/>
              <w:rPr>
                <w:rFonts w:eastAsia="SimSun"/>
                <w:szCs w:val="22"/>
              </w:rPr>
            </w:pPr>
          </w:p>
        </w:tc>
      </w:tr>
      <w:tr w:rsidR="003D565B" w:rsidRPr="00DC54C7" w14:paraId="726FC7F3" w14:textId="77777777" w:rsidTr="00504F84">
        <w:trPr>
          <w:jc w:val="center"/>
        </w:trPr>
        <w:tc>
          <w:tcPr>
            <w:tcW w:w="3168" w:type="dxa"/>
            <w:vAlign w:val="center"/>
          </w:tcPr>
          <w:p w14:paraId="7B465E25" w14:textId="77777777" w:rsidR="003D565B" w:rsidRPr="00DC54C7" w:rsidRDefault="003D565B" w:rsidP="00614B37">
            <w:pPr>
              <w:rPr>
                <w:rFonts w:eastAsia="SimSun"/>
                <w:szCs w:val="22"/>
              </w:rPr>
            </w:pPr>
            <w:r w:rsidRPr="00DC54C7">
              <w:rPr>
                <w:rFonts w:eastAsia="SimSun"/>
                <w:szCs w:val="22"/>
              </w:rPr>
              <w:t>Prepaid Insurance</w:t>
            </w:r>
          </w:p>
        </w:tc>
        <w:tc>
          <w:tcPr>
            <w:tcW w:w="1440" w:type="dxa"/>
          </w:tcPr>
          <w:p w14:paraId="55969A7D" w14:textId="77777777" w:rsidR="003D565B" w:rsidRPr="00DC54C7" w:rsidRDefault="003D565B" w:rsidP="00614B37">
            <w:pPr>
              <w:jc w:val="right"/>
              <w:rPr>
                <w:rFonts w:eastAsia="SimSun"/>
                <w:szCs w:val="22"/>
              </w:rPr>
            </w:pPr>
            <w:r w:rsidRPr="00DC54C7">
              <w:rPr>
                <w:rFonts w:eastAsia="SimSun"/>
                <w:szCs w:val="22"/>
              </w:rPr>
              <w:t>2,500</w:t>
            </w:r>
          </w:p>
        </w:tc>
        <w:tc>
          <w:tcPr>
            <w:tcW w:w="1440" w:type="dxa"/>
          </w:tcPr>
          <w:p w14:paraId="0DB1A0BA" w14:textId="77777777" w:rsidR="003D565B" w:rsidRPr="00DC54C7" w:rsidRDefault="003D565B" w:rsidP="00614B37">
            <w:pPr>
              <w:jc w:val="right"/>
              <w:rPr>
                <w:rFonts w:eastAsia="SimSun"/>
                <w:szCs w:val="22"/>
              </w:rPr>
            </w:pPr>
          </w:p>
        </w:tc>
      </w:tr>
      <w:tr w:rsidR="003D565B" w:rsidRPr="00DC54C7" w14:paraId="2DA07156" w14:textId="77777777" w:rsidTr="00504F84">
        <w:trPr>
          <w:jc w:val="center"/>
        </w:trPr>
        <w:tc>
          <w:tcPr>
            <w:tcW w:w="3168" w:type="dxa"/>
            <w:vAlign w:val="center"/>
          </w:tcPr>
          <w:p w14:paraId="4556A0F3" w14:textId="77777777" w:rsidR="003D565B" w:rsidRPr="00DC54C7" w:rsidRDefault="003D565B" w:rsidP="00614B37">
            <w:pPr>
              <w:rPr>
                <w:rFonts w:eastAsia="SimSun"/>
                <w:szCs w:val="22"/>
              </w:rPr>
            </w:pPr>
            <w:r w:rsidRPr="00DC54C7">
              <w:rPr>
                <w:rFonts w:eastAsia="SimSun"/>
                <w:szCs w:val="22"/>
              </w:rPr>
              <w:t>Certificate of Deposit</w:t>
            </w:r>
          </w:p>
        </w:tc>
        <w:tc>
          <w:tcPr>
            <w:tcW w:w="1440" w:type="dxa"/>
          </w:tcPr>
          <w:p w14:paraId="276964DE" w14:textId="77777777" w:rsidR="003D565B" w:rsidRPr="00DC54C7" w:rsidRDefault="003D565B" w:rsidP="00614B37">
            <w:pPr>
              <w:jc w:val="right"/>
              <w:rPr>
                <w:rFonts w:eastAsia="SimSun"/>
                <w:szCs w:val="22"/>
              </w:rPr>
            </w:pPr>
            <w:r w:rsidRPr="00DC54C7">
              <w:rPr>
                <w:rFonts w:eastAsia="SimSun"/>
                <w:szCs w:val="22"/>
              </w:rPr>
              <w:t>20,000</w:t>
            </w:r>
          </w:p>
        </w:tc>
        <w:tc>
          <w:tcPr>
            <w:tcW w:w="1440" w:type="dxa"/>
          </w:tcPr>
          <w:p w14:paraId="114F6348" w14:textId="77777777" w:rsidR="003D565B" w:rsidRPr="00DC54C7" w:rsidRDefault="003D565B" w:rsidP="00614B37">
            <w:pPr>
              <w:jc w:val="right"/>
              <w:rPr>
                <w:rFonts w:eastAsia="SimSun"/>
                <w:szCs w:val="22"/>
              </w:rPr>
            </w:pPr>
          </w:p>
        </w:tc>
      </w:tr>
      <w:tr w:rsidR="003D565B" w:rsidRPr="00DC54C7" w14:paraId="60DE9097" w14:textId="77777777" w:rsidTr="00504F84">
        <w:trPr>
          <w:jc w:val="center"/>
        </w:trPr>
        <w:tc>
          <w:tcPr>
            <w:tcW w:w="3168" w:type="dxa"/>
            <w:vAlign w:val="center"/>
          </w:tcPr>
          <w:p w14:paraId="7F28C236" w14:textId="77777777" w:rsidR="003D565B" w:rsidRPr="00DC54C7" w:rsidRDefault="003D565B" w:rsidP="00614B37">
            <w:pPr>
              <w:rPr>
                <w:rFonts w:eastAsia="SimSun"/>
                <w:szCs w:val="22"/>
              </w:rPr>
            </w:pPr>
            <w:r w:rsidRPr="00DC54C7">
              <w:rPr>
                <w:rFonts w:eastAsia="SimSun"/>
                <w:szCs w:val="22"/>
              </w:rPr>
              <w:t>Interest Receivable</w:t>
            </w:r>
          </w:p>
        </w:tc>
        <w:tc>
          <w:tcPr>
            <w:tcW w:w="1440" w:type="dxa"/>
          </w:tcPr>
          <w:p w14:paraId="59AF86E1" w14:textId="77777777" w:rsidR="003D565B" w:rsidRPr="00DC54C7" w:rsidRDefault="003D565B" w:rsidP="00614B37">
            <w:pPr>
              <w:jc w:val="right"/>
              <w:rPr>
                <w:rFonts w:eastAsia="SimSun"/>
                <w:szCs w:val="22"/>
              </w:rPr>
            </w:pPr>
            <w:r w:rsidRPr="00DC54C7">
              <w:rPr>
                <w:rFonts w:eastAsia="SimSun"/>
                <w:szCs w:val="22"/>
              </w:rPr>
              <w:t>1,200</w:t>
            </w:r>
          </w:p>
        </w:tc>
        <w:tc>
          <w:tcPr>
            <w:tcW w:w="1440" w:type="dxa"/>
          </w:tcPr>
          <w:p w14:paraId="3DD649EB" w14:textId="77777777" w:rsidR="003D565B" w:rsidRPr="00DC54C7" w:rsidRDefault="003D565B" w:rsidP="00614B37">
            <w:pPr>
              <w:jc w:val="right"/>
              <w:rPr>
                <w:rFonts w:eastAsia="SimSun"/>
                <w:szCs w:val="22"/>
              </w:rPr>
            </w:pPr>
          </w:p>
        </w:tc>
      </w:tr>
      <w:tr w:rsidR="003D565B" w:rsidRPr="00DC54C7" w14:paraId="451D921C" w14:textId="77777777" w:rsidTr="00504F84">
        <w:trPr>
          <w:jc w:val="center"/>
        </w:trPr>
        <w:tc>
          <w:tcPr>
            <w:tcW w:w="3168" w:type="dxa"/>
            <w:vAlign w:val="center"/>
          </w:tcPr>
          <w:p w14:paraId="555DD0FD" w14:textId="77777777" w:rsidR="003D565B" w:rsidRPr="00DC54C7" w:rsidRDefault="003D565B" w:rsidP="00614B37">
            <w:pPr>
              <w:rPr>
                <w:rFonts w:eastAsia="SimSun"/>
                <w:szCs w:val="22"/>
              </w:rPr>
            </w:pPr>
            <w:r w:rsidRPr="00DC54C7">
              <w:rPr>
                <w:rFonts w:eastAsia="SimSun"/>
                <w:szCs w:val="22"/>
              </w:rPr>
              <w:t>Property, Plant &amp; Equipment</w:t>
            </w:r>
          </w:p>
        </w:tc>
        <w:tc>
          <w:tcPr>
            <w:tcW w:w="1440" w:type="dxa"/>
          </w:tcPr>
          <w:p w14:paraId="0B27557A" w14:textId="77777777" w:rsidR="003D565B" w:rsidRPr="00DC54C7" w:rsidRDefault="003D565B" w:rsidP="00614B37">
            <w:pPr>
              <w:jc w:val="right"/>
              <w:rPr>
                <w:rFonts w:eastAsia="SimSun"/>
                <w:szCs w:val="22"/>
              </w:rPr>
            </w:pPr>
            <w:r w:rsidRPr="00DC54C7">
              <w:rPr>
                <w:rFonts w:eastAsia="SimSun"/>
                <w:szCs w:val="22"/>
              </w:rPr>
              <w:t>40,000</w:t>
            </w:r>
          </w:p>
        </w:tc>
        <w:tc>
          <w:tcPr>
            <w:tcW w:w="1440" w:type="dxa"/>
          </w:tcPr>
          <w:p w14:paraId="7F06DB72" w14:textId="77777777" w:rsidR="003D565B" w:rsidRPr="00DC54C7" w:rsidRDefault="003D565B" w:rsidP="00614B37">
            <w:pPr>
              <w:jc w:val="right"/>
              <w:rPr>
                <w:rFonts w:eastAsia="SimSun"/>
                <w:szCs w:val="22"/>
              </w:rPr>
            </w:pPr>
          </w:p>
        </w:tc>
      </w:tr>
      <w:tr w:rsidR="003D565B" w:rsidRPr="00DC54C7" w14:paraId="4853799F" w14:textId="77777777" w:rsidTr="00504F84">
        <w:trPr>
          <w:jc w:val="center"/>
        </w:trPr>
        <w:tc>
          <w:tcPr>
            <w:tcW w:w="3168" w:type="dxa"/>
            <w:vAlign w:val="center"/>
          </w:tcPr>
          <w:p w14:paraId="1A7B1304" w14:textId="77777777" w:rsidR="003D565B" w:rsidRPr="00DC54C7" w:rsidRDefault="003D565B" w:rsidP="00614B37">
            <w:pPr>
              <w:rPr>
                <w:rFonts w:eastAsia="SimSun"/>
                <w:szCs w:val="22"/>
              </w:rPr>
            </w:pPr>
            <w:r w:rsidRPr="00DC54C7">
              <w:rPr>
                <w:rFonts w:eastAsia="SimSun"/>
                <w:szCs w:val="22"/>
              </w:rPr>
              <w:t>Accumulated Depreciation</w:t>
            </w:r>
          </w:p>
        </w:tc>
        <w:tc>
          <w:tcPr>
            <w:tcW w:w="1440" w:type="dxa"/>
          </w:tcPr>
          <w:p w14:paraId="7E9547EE" w14:textId="77777777" w:rsidR="003D565B" w:rsidRPr="00DC54C7" w:rsidRDefault="003D565B" w:rsidP="00614B37">
            <w:pPr>
              <w:jc w:val="right"/>
              <w:rPr>
                <w:rFonts w:eastAsia="SimSun"/>
                <w:szCs w:val="22"/>
              </w:rPr>
            </w:pPr>
          </w:p>
        </w:tc>
        <w:tc>
          <w:tcPr>
            <w:tcW w:w="1440" w:type="dxa"/>
          </w:tcPr>
          <w:p w14:paraId="3FF5809A" w14:textId="77777777" w:rsidR="003D565B" w:rsidRPr="00DC54C7" w:rsidRDefault="00D32154" w:rsidP="00614B37">
            <w:pPr>
              <w:jc w:val="right"/>
              <w:rPr>
                <w:rFonts w:eastAsia="SimSun"/>
                <w:szCs w:val="22"/>
              </w:rPr>
            </w:pPr>
            <w:r w:rsidRPr="00DC54C7">
              <w:rPr>
                <w:rFonts w:eastAsia="SimSun"/>
                <w:szCs w:val="22"/>
              </w:rPr>
              <w:t xml:space="preserve">$   </w:t>
            </w:r>
            <w:r w:rsidR="003D565B" w:rsidRPr="00DC54C7">
              <w:rPr>
                <w:rFonts w:eastAsia="SimSun"/>
                <w:szCs w:val="22"/>
              </w:rPr>
              <w:t>2,000</w:t>
            </w:r>
          </w:p>
        </w:tc>
      </w:tr>
      <w:tr w:rsidR="003D565B" w:rsidRPr="00DC54C7" w14:paraId="4A81BB19" w14:textId="77777777" w:rsidTr="00504F84">
        <w:trPr>
          <w:jc w:val="center"/>
        </w:trPr>
        <w:tc>
          <w:tcPr>
            <w:tcW w:w="3168" w:type="dxa"/>
            <w:vAlign w:val="center"/>
          </w:tcPr>
          <w:p w14:paraId="456DB542" w14:textId="77777777" w:rsidR="003D565B" w:rsidRPr="00DC54C7" w:rsidRDefault="003D565B" w:rsidP="00614B37">
            <w:pPr>
              <w:rPr>
                <w:rFonts w:eastAsia="SimSun"/>
                <w:szCs w:val="22"/>
              </w:rPr>
            </w:pPr>
            <w:r w:rsidRPr="00DC54C7">
              <w:rPr>
                <w:rFonts w:eastAsia="SimSun"/>
                <w:szCs w:val="22"/>
              </w:rPr>
              <w:t>Accounts Payable</w:t>
            </w:r>
          </w:p>
        </w:tc>
        <w:tc>
          <w:tcPr>
            <w:tcW w:w="1440" w:type="dxa"/>
          </w:tcPr>
          <w:p w14:paraId="1CCF7F6B" w14:textId="77777777" w:rsidR="003D565B" w:rsidRPr="00DC54C7" w:rsidRDefault="003D565B" w:rsidP="00614B37">
            <w:pPr>
              <w:jc w:val="right"/>
              <w:rPr>
                <w:rFonts w:eastAsia="SimSun"/>
                <w:szCs w:val="22"/>
              </w:rPr>
            </w:pPr>
          </w:p>
        </w:tc>
        <w:tc>
          <w:tcPr>
            <w:tcW w:w="1440" w:type="dxa"/>
          </w:tcPr>
          <w:p w14:paraId="5F57E890" w14:textId="77777777" w:rsidR="003D565B" w:rsidRPr="00DC54C7" w:rsidRDefault="003D565B" w:rsidP="00614B37">
            <w:pPr>
              <w:jc w:val="right"/>
              <w:rPr>
                <w:rFonts w:eastAsia="SimSun"/>
                <w:szCs w:val="22"/>
              </w:rPr>
            </w:pPr>
            <w:r w:rsidRPr="00DC54C7">
              <w:rPr>
                <w:rFonts w:eastAsia="SimSun"/>
                <w:szCs w:val="22"/>
              </w:rPr>
              <w:t>250</w:t>
            </w:r>
          </w:p>
        </w:tc>
      </w:tr>
      <w:tr w:rsidR="003D565B" w:rsidRPr="00DC54C7" w14:paraId="5A5E1BC3" w14:textId="77777777" w:rsidTr="00504F84">
        <w:trPr>
          <w:jc w:val="center"/>
        </w:trPr>
        <w:tc>
          <w:tcPr>
            <w:tcW w:w="3168" w:type="dxa"/>
            <w:vAlign w:val="center"/>
          </w:tcPr>
          <w:p w14:paraId="6DF37F4D" w14:textId="77777777" w:rsidR="003D565B" w:rsidRPr="00DC54C7" w:rsidRDefault="003D565B" w:rsidP="00614B37">
            <w:pPr>
              <w:rPr>
                <w:rFonts w:eastAsia="SimSun"/>
                <w:szCs w:val="22"/>
              </w:rPr>
            </w:pPr>
            <w:r w:rsidRPr="00DC54C7">
              <w:rPr>
                <w:rFonts w:eastAsia="SimSun"/>
                <w:szCs w:val="22"/>
              </w:rPr>
              <w:t>Dividend Payable</w:t>
            </w:r>
          </w:p>
        </w:tc>
        <w:tc>
          <w:tcPr>
            <w:tcW w:w="1440" w:type="dxa"/>
          </w:tcPr>
          <w:p w14:paraId="3167A948" w14:textId="77777777" w:rsidR="003D565B" w:rsidRPr="00DC54C7" w:rsidRDefault="003D565B" w:rsidP="00614B37">
            <w:pPr>
              <w:jc w:val="right"/>
              <w:rPr>
                <w:rFonts w:eastAsia="SimSun"/>
                <w:szCs w:val="22"/>
              </w:rPr>
            </w:pPr>
          </w:p>
        </w:tc>
        <w:tc>
          <w:tcPr>
            <w:tcW w:w="1440" w:type="dxa"/>
          </w:tcPr>
          <w:p w14:paraId="70D5EFD1" w14:textId="77777777" w:rsidR="003D565B" w:rsidRPr="00DC54C7" w:rsidRDefault="003D565B" w:rsidP="00614B37">
            <w:pPr>
              <w:jc w:val="right"/>
              <w:rPr>
                <w:rFonts w:eastAsia="SimSun"/>
                <w:szCs w:val="22"/>
              </w:rPr>
            </w:pPr>
            <w:r w:rsidRPr="00DC54C7">
              <w:rPr>
                <w:rFonts w:eastAsia="SimSun"/>
                <w:szCs w:val="22"/>
              </w:rPr>
              <w:t>750</w:t>
            </w:r>
          </w:p>
        </w:tc>
      </w:tr>
      <w:tr w:rsidR="003D565B" w:rsidRPr="00DC54C7" w14:paraId="5ED05CEB" w14:textId="77777777" w:rsidTr="00504F84">
        <w:trPr>
          <w:jc w:val="center"/>
        </w:trPr>
        <w:tc>
          <w:tcPr>
            <w:tcW w:w="3168" w:type="dxa"/>
            <w:vAlign w:val="center"/>
          </w:tcPr>
          <w:p w14:paraId="675BE4F9" w14:textId="77777777" w:rsidR="003D565B" w:rsidRPr="00DC54C7" w:rsidRDefault="003D565B" w:rsidP="00614B37">
            <w:pPr>
              <w:rPr>
                <w:rFonts w:eastAsia="SimSun"/>
                <w:szCs w:val="22"/>
              </w:rPr>
            </w:pPr>
            <w:r w:rsidRPr="00DC54C7">
              <w:rPr>
                <w:rFonts w:eastAsia="SimSun"/>
                <w:szCs w:val="22"/>
              </w:rPr>
              <w:t>Unearned Revenue</w:t>
            </w:r>
          </w:p>
        </w:tc>
        <w:tc>
          <w:tcPr>
            <w:tcW w:w="1440" w:type="dxa"/>
          </w:tcPr>
          <w:p w14:paraId="4B6C1C31" w14:textId="77777777" w:rsidR="003D565B" w:rsidRPr="00DC54C7" w:rsidRDefault="003D565B" w:rsidP="00614B37">
            <w:pPr>
              <w:jc w:val="right"/>
              <w:rPr>
                <w:rFonts w:eastAsia="SimSun"/>
                <w:szCs w:val="22"/>
              </w:rPr>
            </w:pPr>
          </w:p>
        </w:tc>
        <w:tc>
          <w:tcPr>
            <w:tcW w:w="1440" w:type="dxa"/>
          </w:tcPr>
          <w:p w14:paraId="0D8267AF" w14:textId="77777777" w:rsidR="003D565B" w:rsidRPr="00DC54C7" w:rsidRDefault="003D565B" w:rsidP="00614B37">
            <w:pPr>
              <w:jc w:val="right"/>
              <w:rPr>
                <w:rFonts w:eastAsia="SimSun"/>
                <w:szCs w:val="22"/>
              </w:rPr>
            </w:pPr>
            <w:r w:rsidRPr="00DC54C7">
              <w:rPr>
                <w:rFonts w:eastAsia="SimSun"/>
                <w:szCs w:val="22"/>
              </w:rPr>
              <w:t>100</w:t>
            </w:r>
          </w:p>
        </w:tc>
      </w:tr>
      <w:tr w:rsidR="003D565B" w:rsidRPr="00DC54C7" w14:paraId="4AD5DB09" w14:textId="77777777" w:rsidTr="00504F84">
        <w:trPr>
          <w:jc w:val="center"/>
        </w:trPr>
        <w:tc>
          <w:tcPr>
            <w:tcW w:w="3168" w:type="dxa"/>
            <w:vAlign w:val="center"/>
          </w:tcPr>
          <w:p w14:paraId="7A8993FC" w14:textId="77777777" w:rsidR="003D565B" w:rsidRPr="00DC54C7" w:rsidRDefault="003D565B" w:rsidP="00614B37">
            <w:pPr>
              <w:rPr>
                <w:rFonts w:eastAsia="SimSun"/>
                <w:szCs w:val="22"/>
              </w:rPr>
            </w:pPr>
            <w:r w:rsidRPr="00DC54C7">
              <w:rPr>
                <w:rFonts w:eastAsia="SimSun"/>
                <w:szCs w:val="22"/>
              </w:rPr>
              <w:t>Notes Payable</w:t>
            </w:r>
          </w:p>
        </w:tc>
        <w:tc>
          <w:tcPr>
            <w:tcW w:w="1440" w:type="dxa"/>
          </w:tcPr>
          <w:p w14:paraId="0AFF2AFA" w14:textId="77777777" w:rsidR="003D565B" w:rsidRPr="00DC54C7" w:rsidRDefault="003D565B" w:rsidP="00614B37">
            <w:pPr>
              <w:jc w:val="right"/>
              <w:rPr>
                <w:rFonts w:eastAsia="SimSun"/>
                <w:szCs w:val="22"/>
              </w:rPr>
            </w:pPr>
          </w:p>
        </w:tc>
        <w:tc>
          <w:tcPr>
            <w:tcW w:w="1440" w:type="dxa"/>
          </w:tcPr>
          <w:p w14:paraId="7A20792E" w14:textId="77777777" w:rsidR="003D565B" w:rsidRPr="00DC54C7" w:rsidRDefault="003D565B" w:rsidP="00614B37">
            <w:pPr>
              <w:jc w:val="right"/>
              <w:rPr>
                <w:rFonts w:eastAsia="SimSun"/>
                <w:szCs w:val="22"/>
              </w:rPr>
            </w:pPr>
            <w:r w:rsidRPr="00DC54C7">
              <w:rPr>
                <w:rFonts w:eastAsia="SimSun"/>
                <w:szCs w:val="22"/>
              </w:rPr>
              <w:t>30,000</w:t>
            </w:r>
          </w:p>
        </w:tc>
      </w:tr>
      <w:tr w:rsidR="003D565B" w:rsidRPr="00DC54C7" w14:paraId="4FDD9BAD" w14:textId="77777777" w:rsidTr="00504F84">
        <w:trPr>
          <w:jc w:val="center"/>
        </w:trPr>
        <w:tc>
          <w:tcPr>
            <w:tcW w:w="3168" w:type="dxa"/>
            <w:vAlign w:val="center"/>
          </w:tcPr>
          <w:p w14:paraId="0940D5E5" w14:textId="77777777" w:rsidR="003D565B" w:rsidRPr="00DC54C7" w:rsidRDefault="003D565B" w:rsidP="00614B37">
            <w:pPr>
              <w:rPr>
                <w:rFonts w:eastAsia="SimSun"/>
                <w:szCs w:val="22"/>
              </w:rPr>
            </w:pPr>
            <w:r w:rsidRPr="00DC54C7">
              <w:rPr>
                <w:rFonts w:eastAsia="SimSun"/>
                <w:szCs w:val="22"/>
              </w:rPr>
              <w:t>Interest Payable</w:t>
            </w:r>
          </w:p>
        </w:tc>
        <w:tc>
          <w:tcPr>
            <w:tcW w:w="1440" w:type="dxa"/>
          </w:tcPr>
          <w:p w14:paraId="175A5BB4" w14:textId="77777777" w:rsidR="003D565B" w:rsidRPr="00DC54C7" w:rsidRDefault="003D565B" w:rsidP="00614B37">
            <w:pPr>
              <w:jc w:val="right"/>
              <w:rPr>
                <w:rFonts w:eastAsia="SimSun"/>
                <w:szCs w:val="22"/>
              </w:rPr>
            </w:pPr>
          </w:p>
        </w:tc>
        <w:tc>
          <w:tcPr>
            <w:tcW w:w="1440" w:type="dxa"/>
          </w:tcPr>
          <w:p w14:paraId="007CD3FF" w14:textId="77777777" w:rsidR="003D565B" w:rsidRPr="00DC54C7" w:rsidRDefault="003D565B" w:rsidP="00614B37">
            <w:pPr>
              <w:jc w:val="right"/>
              <w:rPr>
                <w:rFonts w:eastAsia="SimSun"/>
                <w:szCs w:val="22"/>
              </w:rPr>
            </w:pPr>
            <w:r w:rsidRPr="00DC54C7">
              <w:rPr>
                <w:rFonts w:eastAsia="SimSun"/>
                <w:szCs w:val="22"/>
              </w:rPr>
              <w:t>3,000</w:t>
            </w:r>
          </w:p>
        </w:tc>
      </w:tr>
      <w:tr w:rsidR="003D565B" w:rsidRPr="00DC54C7" w14:paraId="72665AAC" w14:textId="77777777" w:rsidTr="00504F84">
        <w:trPr>
          <w:jc w:val="center"/>
        </w:trPr>
        <w:tc>
          <w:tcPr>
            <w:tcW w:w="3168" w:type="dxa"/>
            <w:vAlign w:val="center"/>
          </w:tcPr>
          <w:p w14:paraId="03AA24FA" w14:textId="77777777" w:rsidR="003D565B" w:rsidRPr="00DC54C7" w:rsidRDefault="003D565B" w:rsidP="00614B37">
            <w:pPr>
              <w:rPr>
                <w:rFonts w:eastAsia="SimSun"/>
                <w:szCs w:val="22"/>
              </w:rPr>
            </w:pPr>
            <w:r w:rsidRPr="00DC54C7">
              <w:rPr>
                <w:rFonts w:eastAsia="SimSun"/>
                <w:szCs w:val="22"/>
              </w:rPr>
              <w:t>Income Taxes Payable</w:t>
            </w:r>
          </w:p>
        </w:tc>
        <w:tc>
          <w:tcPr>
            <w:tcW w:w="1440" w:type="dxa"/>
          </w:tcPr>
          <w:p w14:paraId="315943B1" w14:textId="77777777" w:rsidR="003D565B" w:rsidRPr="00DC54C7" w:rsidRDefault="003D565B" w:rsidP="00614B37">
            <w:pPr>
              <w:jc w:val="right"/>
              <w:rPr>
                <w:rFonts w:eastAsia="SimSun"/>
                <w:szCs w:val="22"/>
              </w:rPr>
            </w:pPr>
          </w:p>
        </w:tc>
        <w:tc>
          <w:tcPr>
            <w:tcW w:w="1440" w:type="dxa"/>
          </w:tcPr>
          <w:p w14:paraId="4886B1F8" w14:textId="77777777" w:rsidR="003D565B" w:rsidRPr="00DC54C7" w:rsidRDefault="003D565B" w:rsidP="00614B37">
            <w:pPr>
              <w:jc w:val="right"/>
              <w:rPr>
                <w:rFonts w:eastAsia="SimSun"/>
                <w:szCs w:val="22"/>
              </w:rPr>
            </w:pPr>
            <w:r w:rsidRPr="00DC54C7">
              <w:rPr>
                <w:rFonts w:eastAsia="SimSun"/>
                <w:szCs w:val="22"/>
              </w:rPr>
              <w:t>26,110</w:t>
            </w:r>
          </w:p>
        </w:tc>
      </w:tr>
      <w:tr w:rsidR="003D565B" w:rsidRPr="00DC54C7" w14:paraId="0B79E8CB" w14:textId="77777777" w:rsidTr="00504F84">
        <w:trPr>
          <w:jc w:val="center"/>
        </w:trPr>
        <w:tc>
          <w:tcPr>
            <w:tcW w:w="3168" w:type="dxa"/>
            <w:vAlign w:val="center"/>
          </w:tcPr>
          <w:p w14:paraId="5BB161AF" w14:textId="77777777" w:rsidR="003D565B" w:rsidRPr="00DC54C7" w:rsidRDefault="003D565B" w:rsidP="00614B37">
            <w:pPr>
              <w:rPr>
                <w:rFonts w:eastAsia="SimSun"/>
                <w:szCs w:val="22"/>
              </w:rPr>
            </w:pPr>
            <w:r w:rsidRPr="00DC54C7">
              <w:rPr>
                <w:rFonts w:eastAsia="SimSun"/>
                <w:szCs w:val="22"/>
              </w:rPr>
              <w:t>Contributed Capital</w:t>
            </w:r>
          </w:p>
        </w:tc>
        <w:tc>
          <w:tcPr>
            <w:tcW w:w="1440" w:type="dxa"/>
          </w:tcPr>
          <w:p w14:paraId="3EFD5150" w14:textId="77777777" w:rsidR="003D565B" w:rsidRPr="00DC54C7" w:rsidRDefault="003D565B" w:rsidP="00614B37">
            <w:pPr>
              <w:jc w:val="right"/>
              <w:rPr>
                <w:rFonts w:eastAsia="SimSun"/>
                <w:szCs w:val="22"/>
              </w:rPr>
            </w:pPr>
          </w:p>
        </w:tc>
        <w:tc>
          <w:tcPr>
            <w:tcW w:w="1440" w:type="dxa"/>
          </w:tcPr>
          <w:p w14:paraId="172542A1" w14:textId="77777777" w:rsidR="003D565B" w:rsidRPr="00DC54C7" w:rsidRDefault="003D565B" w:rsidP="00614B37">
            <w:pPr>
              <w:jc w:val="right"/>
              <w:rPr>
                <w:rFonts w:eastAsia="SimSun"/>
                <w:szCs w:val="22"/>
              </w:rPr>
            </w:pPr>
            <w:r w:rsidRPr="00DC54C7">
              <w:rPr>
                <w:rFonts w:eastAsia="SimSun"/>
                <w:szCs w:val="22"/>
              </w:rPr>
              <w:t>10,000</w:t>
            </w:r>
          </w:p>
        </w:tc>
      </w:tr>
      <w:tr w:rsidR="003D565B" w:rsidRPr="00DC54C7" w14:paraId="27F1049A" w14:textId="77777777" w:rsidTr="00504F84">
        <w:trPr>
          <w:jc w:val="center"/>
        </w:trPr>
        <w:tc>
          <w:tcPr>
            <w:tcW w:w="3168" w:type="dxa"/>
            <w:vAlign w:val="center"/>
          </w:tcPr>
          <w:p w14:paraId="5EE4601A" w14:textId="77777777" w:rsidR="003D565B" w:rsidRPr="00DC54C7" w:rsidRDefault="003D565B" w:rsidP="00614B37">
            <w:pPr>
              <w:rPr>
                <w:rFonts w:eastAsia="SimSun"/>
                <w:szCs w:val="22"/>
              </w:rPr>
            </w:pPr>
            <w:r w:rsidRPr="00DC54C7">
              <w:rPr>
                <w:rFonts w:eastAsia="SimSun"/>
                <w:szCs w:val="22"/>
              </w:rPr>
              <w:t>Retained Earnings</w:t>
            </w:r>
          </w:p>
        </w:tc>
        <w:tc>
          <w:tcPr>
            <w:tcW w:w="1440" w:type="dxa"/>
          </w:tcPr>
          <w:p w14:paraId="7A47B3A9" w14:textId="77777777" w:rsidR="003D565B" w:rsidRPr="00DC54C7" w:rsidRDefault="003D565B" w:rsidP="00614B37">
            <w:pPr>
              <w:jc w:val="right"/>
              <w:rPr>
                <w:rFonts w:eastAsia="SimSun"/>
                <w:szCs w:val="22"/>
              </w:rPr>
            </w:pPr>
          </w:p>
        </w:tc>
        <w:tc>
          <w:tcPr>
            <w:tcW w:w="1440" w:type="dxa"/>
          </w:tcPr>
          <w:p w14:paraId="2BC46204" w14:textId="77777777" w:rsidR="003D565B" w:rsidRPr="00DC54C7" w:rsidRDefault="003D565B" w:rsidP="00614B37">
            <w:pPr>
              <w:jc w:val="right"/>
              <w:rPr>
                <w:rFonts w:eastAsia="SimSun"/>
                <w:szCs w:val="22"/>
              </w:rPr>
            </w:pPr>
            <w:r w:rsidRPr="00DC54C7">
              <w:rPr>
                <w:rFonts w:eastAsia="SimSun"/>
                <w:szCs w:val="22"/>
              </w:rPr>
              <w:t>0</w:t>
            </w:r>
          </w:p>
        </w:tc>
      </w:tr>
      <w:tr w:rsidR="003D565B" w:rsidRPr="00DC54C7" w14:paraId="0E77BF21" w14:textId="77777777" w:rsidTr="00504F84">
        <w:trPr>
          <w:jc w:val="center"/>
        </w:trPr>
        <w:tc>
          <w:tcPr>
            <w:tcW w:w="3168" w:type="dxa"/>
            <w:vAlign w:val="center"/>
          </w:tcPr>
          <w:p w14:paraId="644A56EB" w14:textId="77777777" w:rsidR="003D565B" w:rsidRPr="00DC54C7" w:rsidRDefault="003D565B" w:rsidP="000304F6">
            <w:pPr>
              <w:rPr>
                <w:rFonts w:eastAsia="SimSun"/>
                <w:szCs w:val="22"/>
              </w:rPr>
            </w:pPr>
            <w:r w:rsidRPr="00DC54C7">
              <w:rPr>
                <w:rFonts w:eastAsia="SimSun"/>
                <w:szCs w:val="22"/>
              </w:rPr>
              <w:t xml:space="preserve">Dividends </w:t>
            </w:r>
          </w:p>
        </w:tc>
        <w:tc>
          <w:tcPr>
            <w:tcW w:w="1440" w:type="dxa"/>
          </w:tcPr>
          <w:p w14:paraId="12F56072" w14:textId="77777777" w:rsidR="003D565B" w:rsidRPr="00DC54C7" w:rsidRDefault="003D565B" w:rsidP="00614B37">
            <w:pPr>
              <w:jc w:val="right"/>
              <w:rPr>
                <w:rFonts w:eastAsia="SimSun"/>
                <w:szCs w:val="22"/>
              </w:rPr>
            </w:pPr>
            <w:r w:rsidRPr="00DC54C7">
              <w:rPr>
                <w:rFonts w:eastAsia="SimSun"/>
                <w:szCs w:val="22"/>
              </w:rPr>
              <w:t>750</w:t>
            </w:r>
          </w:p>
        </w:tc>
        <w:tc>
          <w:tcPr>
            <w:tcW w:w="1440" w:type="dxa"/>
          </w:tcPr>
          <w:p w14:paraId="6A81BE8B" w14:textId="77777777" w:rsidR="003D565B" w:rsidRPr="00DC54C7" w:rsidRDefault="003D565B" w:rsidP="00614B37">
            <w:pPr>
              <w:jc w:val="right"/>
              <w:rPr>
                <w:rFonts w:eastAsia="SimSun"/>
                <w:szCs w:val="22"/>
              </w:rPr>
            </w:pPr>
          </w:p>
        </w:tc>
      </w:tr>
      <w:tr w:rsidR="003D565B" w:rsidRPr="00DC54C7" w14:paraId="19D6480C" w14:textId="77777777" w:rsidTr="00504F84">
        <w:trPr>
          <w:jc w:val="center"/>
        </w:trPr>
        <w:tc>
          <w:tcPr>
            <w:tcW w:w="3168" w:type="dxa"/>
            <w:vAlign w:val="center"/>
          </w:tcPr>
          <w:p w14:paraId="22EC064B" w14:textId="77777777" w:rsidR="003D565B" w:rsidRPr="00DC54C7" w:rsidRDefault="00F01DA3" w:rsidP="00614B37">
            <w:pPr>
              <w:rPr>
                <w:rFonts w:eastAsia="SimSun"/>
                <w:szCs w:val="22"/>
              </w:rPr>
            </w:pPr>
            <w:r>
              <w:rPr>
                <w:rFonts w:eastAsia="SimSun"/>
                <w:szCs w:val="22"/>
              </w:rPr>
              <w:t>Service Revenue</w:t>
            </w:r>
          </w:p>
        </w:tc>
        <w:tc>
          <w:tcPr>
            <w:tcW w:w="1440" w:type="dxa"/>
          </w:tcPr>
          <w:p w14:paraId="53BA32A7" w14:textId="77777777" w:rsidR="003D565B" w:rsidRPr="00DC54C7" w:rsidRDefault="003D565B" w:rsidP="00614B37">
            <w:pPr>
              <w:jc w:val="right"/>
              <w:rPr>
                <w:rFonts w:eastAsia="SimSun"/>
                <w:szCs w:val="22"/>
              </w:rPr>
            </w:pPr>
          </w:p>
        </w:tc>
        <w:tc>
          <w:tcPr>
            <w:tcW w:w="1440" w:type="dxa"/>
          </w:tcPr>
          <w:p w14:paraId="29360E7B" w14:textId="77777777" w:rsidR="003D565B" w:rsidRPr="00DC54C7" w:rsidRDefault="003D565B" w:rsidP="00614B37">
            <w:pPr>
              <w:jc w:val="right"/>
              <w:rPr>
                <w:rFonts w:eastAsia="SimSun"/>
                <w:szCs w:val="22"/>
              </w:rPr>
            </w:pPr>
            <w:r w:rsidRPr="00DC54C7">
              <w:rPr>
                <w:rFonts w:eastAsia="SimSun"/>
                <w:szCs w:val="22"/>
              </w:rPr>
              <w:t>120,400</w:t>
            </w:r>
          </w:p>
        </w:tc>
      </w:tr>
      <w:tr w:rsidR="003D565B" w:rsidRPr="00DC54C7" w14:paraId="57A30165" w14:textId="77777777" w:rsidTr="00504F84">
        <w:trPr>
          <w:jc w:val="center"/>
        </w:trPr>
        <w:tc>
          <w:tcPr>
            <w:tcW w:w="3168" w:type="dxa"/>
            <w:vAlign w:val="center"/>
          </w:tcPr>
          <w:p w14:paraId="4C96B326" w14:textId="77777777" w:rsidR="003D565B" w:rsidRPr="00DC54C7" w:rsidRDefault="003D565B" w:rsidP="00614B37">
            <w:pPr>
              <w:rPr>
                <w:rFonts w:eastAsia="SimSun"/>
                <w:szCs w:val="22"/>
              </w:rPr>
            </w:pPr>
            <w:r w:rsidRPr="00DC54C7">
              <w:rPr>
                <w:rFonts w:eastAsia="SimSun"/>
                <w:szCs w:val="22"/>
              </w:rPr>
              <w:t>Interest Revenue</w:t>
            </w:r>
          </w:p>
        </w:tc>
        <w:tc>
          <w:tcPr>
            <w:tcW w:w="1440" w:type="dxa"/>
          </w:tcPr>
          <w:p w14:paraId="4C639AE3" w14:textId="77777777" w:rsidR="003D565B" w:rsidRPr="00DC54C7" w:rsidRDefault="003D565B" w:rsidP="00614B37">
            <w:pPr>
              <w:jc w:val="right"/>
              <w:rPr>
                <w:rFonts w:eastAsia="SimSun"/>
                <w:szCs w:val="22"/>
              </w:rPr>
            </w:pPr>
          </w:p>
        </w:tc>
        <w:tc>
          <w:tcPr>
            <w:tcW w:w="1440" w:type="dxa"/>
          </w:tcPr>
          <w:p w14:paraId="2439C764" w14:textId="77777777" w:rsidR="003D565B" w:rsidRPr="00DC54C7" w:rsidRDefault="003D565B" w:rsidP="00614B37">
            <w:pPr>
              <w:jc w:val="right"/>
              <w:rPr>
                <w:rFonts w:eastAsia="SimSun"/>
                <w:szCs w:val="22"/>
              </w:rPr>
            </w:pPr>
            <w:r w:rsidRPr="00DC54C7">
              <w:rPr>
                <w:rFonts w:eastAsia="SimSun"/>
                <w:szCs w:val="22"/>
              </w:rPr>
              <w:t>1,200</w:t>
            </w:r>
          </w:p>
        </w:tc>
      </w:tr>
      <w:tr w:rsidR="00061424" w:rsidRPr="00DC54C7" w14:paraId="1755FB5A" w14:textId="77777777" w:rsidTr="00504F84">
        <w:trPr>
          <w:jc w:val="center"/>
        </w:trPr>
        <w:tc>
          <w:tcPr>
            <w:tcW w:w="3168" w:type="dxa"/>
            <w:vAlign w:val="center"/>
          </w:tcPr>
          <w:p w14:paraId="23797721" w14:textId="77777777" w:rsidR="00061424" w:rsidRPr="00DC54C7" w:rsidRDefault="00061424" w:rsidP="00B27301">
            <w:pPr>
              <w:spacing w:before="100" w:beforeAutospacing="1"/>
              <w:rPr>
                <w:rFonts w:eastAsia="SimSun"/>
                <w:szCs w:val="22"/>
              </w:rPr>
            </w:pPr>
            <w:r w:rsidRPr="00061424">
              <w:rPr>
                <w:rFonts w:eastAsia="SimSun"/>
                <w:szCs w:val="22"/>
              </w:rPr>
              <w:t xml:space="preserve">Salaries and </w:t>
            </w:r>
            <w:r w:rsidRPr="00DC54C7">
              <w:rPr>
                <w:rFonts w:eastAsia="SimSun"/>
                <w:szCs w:val="22"/>
              </w:rPr>
              <w:t>Wage Expense</w:t>
            </w:r>
          </w:p>
        </w:tc>
        <w:tc>
          <w:tcPr>
            <w:tcW w:w="1440" w:type="dxa"/>
          </w:tcPr>
          <w:p w14:paraId="05DBF500" w14:textId="77777777" w:rsidR="00061424" w:rsidRPr="00DC54C7" w:rsidRDefault="00061424" w:rsidP="00614B37">
            <w:pPr>
              <w:jc w:val="right"/>
              <w:rPr>
                <w:rFonts w:eastAsia="SimSun"/>
                <w:szCs w:val="22"/>
              </w:rPr>
            </w:pPr>
            <w:r w:rsidRPr="00DC54C7">
              <w:rPr>
                <w:rFonts w:eastAsia="SimSun"/>
                <w:szCs w:val="22"/>
              </w:rPr>
              <w:t>32,000</w:t>
            </w:r>
          </w:p>
        </w:tc>
        <w:tc>
          <w:tcPr>
            <w:tcW w:w="1440" w:type="dxa"/>
          </w:tcPr>
          <w:p w14:paraId="6252A377" w14:textId="77777777" w:rsidR="00061424" w:rsidRPr="00DC54C7" w:rsidRDefault="00061424" w:rsidP="00614B37">
            <w:pPr>
              <w:jc w:val="right"/>
              <w:rPr>
                <w:rFonts w:eastAsia="SimSun"/>
                <w:szCs w:val="22"/>
              </w:rPr>
            </w:pPr>
          </w:p>
        </w:tc>
      </w:tr>
      <w:tr w:rsidR="003D565B" w:rsidRPr="00DC54C7" w14:paraId="12B54E31" w14:textId="77777777" w:rsidTr="00504F84">
        <w:trPr>
          <w:jc w:val="center"/>
        </w:trPr>
        <w:tc>
          <w:tcPr>
            <w:tcW w:w="3168" w:type="dxa"/>
            <w:vAlign w:val="center"/>
          </w:tcPr>
          <w:p w14:paraId="58986D7B" w14:textId="77777777" w:rsidR="003D565B" w:rsidRPr="00DC54C7" w:rsidRDefault="003D565B" w:rsidP="00614B37">
            <w:pPr>
              <w:rPr>
                <w:rFonts w:eastAsia="SimSun"/>
                <w:szCs w:val="22"/>
              </w:rPr>
            </w:pPr>
            <w:r w:rsidRPr="00DC54C7">
              <w:rPr>
                <w:rFonts w:eastAsia="SimSun"/>
                <w:szCs w:val="22"/>
              </w:rPr>
              <w:t>Utilities Expense</w:t>
            </w:r>
          </w:p>
        </w:tc>
        <w:tc>
          <w:tcPr>
            <w:tcW w:w="1440" w:type="dxa"/>
          </w:tcPr>
          <w:p w14:paraId="6AACF3F4" w14:textId="77777777" w:rsidR="003D565B" w:rsidRPr="00DC54C7" w:rsidRDefault="003D565B" w:rsidP="00614B37">
            <w:pPr>
              <w:jc w:val="right"/>
              <w:rPr>
                <w:rFonts w:eastAsia="SimSun"/>
                <w:szCs w:val="22"/>
              </w:rPr>
            </w:pPr>
            <w:r w:rsidRPr="00DC54C7">
              <w:rPr>
                <w:rFonts w:eastAsia="SimSun"/>
                <w:szCs w:val="22"/>
              </w:rPr>
              <w:t>1,000</w:t>
            </w:r>
          </w:p>
        </w:tc>
        <w:tc>
          <w:tcPr>
            <w:tcW w:w="1440" w:type="dxa"/>
          </w:tcPr>
          <w:p w14:paraId="0817C38B" w14:textId="77777777" w:rsidR="003D565B" w:rsidRPr="00DC54C7" w:rsidRDefault="003D565B" w:rsidP="00614B37">
            <w:pPr>
              <w:jc w:val="right"/>
              <w:rPr>
                <w:rFonts w:eastAsia="SimSun"/>
                <w:szCs w:val="22"/>
              </w:rPr>
            </w:pPr>
          </w:p>
        </w:tc>
      </w:tr>
      <w:tr w:rsidR="003D565B" w:rsidRPr="00DC54C7" w14:paraId="46809454" w14:textId="77777777" w:rsidTr="00504F84">
        <w:trPr>
          <w:jc w:val="center"/>
        </w:trPr>
        <w:tc>
          <w:tcPr>
            <w:tcW w:w="3168" w:type="dxa"/>
            <w:vAlign w:val="center"/>
          </w:tcPr>
          <w:p w14:paraId="50856519" w14:textId="77777777" w:rsidR="003D565B" w:rsidRPr="00DC54C7" w:rsidRDefault="003D565B" w:rsidP="00614B37">
            <w:pPr>
              <w:rPr>
                <w:rFonts w:eastAsia="SimSun"/>
                <w:szCs w:val="22"/>
              </w:rPr>
            </w:pPr>
            <w:r w:rsidRPr="00DC54C7">
              <w:rPr>
                <w:rFonts w:eastAsia="SimSun"/>
                <w:szCs w:val="22"/>
              </w:rPr>
              <w:t>Telephone Expense</w:t>
            </w:r>
          </w:p>
        </w:tc>
        <w:tc>
          <w:tcPr>
            <w:tcW w:w="1440" w:type="dxa"/>
            <w:tcBorders>
              <w:bottom w:val="single" w:sz="4" w:space="0" w:color="auto"/>
            </w:tcBorders>
          </w:tcPr>
          <w:p w14:paraId="28844BDF" w14:textId="77777777" w:rsidR="003D565B" w:rsidRPr="00DC54C7" w:rsidRDefault="003D565B" w:rsidP="00614B37">
            <w:pPr>
              <w:jc w:val="right"/>
              <w:rPr>
                <w:rFonts w:eastAsia="SimSun"/>
                <w:szCs w:val="22"/>
              </w:rPr>
            </w:pPr>
            <w:r w:rsidRPr="00DC54C7">
              <w:rPr>
                <w:rFonts w:eastAsia="SimSun"/>
                <w:szCs w:val="22"/>
              </w:rPr>
              <w:t>500</w:t>
            </w:r>
          </w:p>
        </w:tc>
        <w:tc>
          <w:tcPr>
            <w:tcW w:w="1440" w:type="dxa"/>
            <w:tcBorders>
              <w:bottom w:val="single" w:sz="4" w:space="0" w:color="auto"/>
            </w:tcBorders>
          </w:tcPr>
          <w:p w14:paraId="765F710A" w14:textId="77777777" w:rsidR="003D565B" w:rsidRPr="00DC54C7" w:rsidRDefault="003D565B" w:rsidP="00614B37">
            <w:pPr>
              <w:jc w:val="right"/>
              <w:rPr>
                <w:rFonts w:eastAsia="SimSun"/>
                <w:szCs w:val="22"/>
              </w:rPr>
            </w:pPr>
          </w:p>
        </w:tc>
      </w:tr>
      <w:tr w:rsidR="003D565B" w:rsidRPr="00DC54C7" w14:paraId="17D1D497" w14:textId="77777777" w:rsidTr="00504F84">
        <w:trPr>
          <w:jc w:val="center"/>
        </w:trPr>
        <w:tc>
          <w:tcPr>
            <w:tcW w:w="3168" w:type="dxa"/>
            <w:vAlign w:val="center"/>
          </w:tcPr>
          <w:p w14:paraId="4DC7328E" w14:textId="77777777" w:rsidR="003D565B" w:rsidRPr="00DC54C7" w:rsidRDefault="003D565B" w:rsidP="00614B37">
            <w:pPr>
              <w:rPr>
                <w:rFonts w:eastAsia="SimSun"/>
                <w:szCs w:val="22"/>
              </w:rPr>
            </w:pPr>
            <w:r w:rsidRPr="00DC54C7">
              <w:rPr>
                <w:rFonts w:eastAsia="SimSun"/>
                <w:szCs w:val="22"/>
              </w:rPr>
              <w:t>Supplies Expense</w:t>
            </w:r>
          </w:p>
        </w:tc>
        <w:tc>
          <w:tcPr>
            <w:tcW w:w="1440" w:type="dxa"/>
          </w:tcPr>
          <w:p w14:paraId="6DEB5BD5" w14:textId="77777777" w:rsidR="003D565B" w:rsidRPr="00DC54C7" w:rsidRDefault="003D565B" w:rsidP="00614B37">
            <w:pPr>
              <w:jc w:val="right"/>
              <w:rPr>
                <w:rFonts w:eastAsia="SimSun"/>
                <w:szCs w:val="22"/>
              </w:rPr>
            </w:pPr>
            <w:r w:rsidRPr="00DC54C7">
              <w:rPr>
                <w:rFonts w:eastAsia="SimSun"/>
                <w:szCs w:val="22"/>
              </w:rPr>
              <w:t>1,000</w:t>
            </w:r>
          </w:p>
        </w:tc>
        <w:tc>
          <w:tcPr>
            <w:tcW w:w="1440" w:type="dxa"/>
          </w:tcPr>
          <w:p w14:paraId="792EE9F2" w14:textId="77777777" w:rsidR="003D565B" w:rsidRPr="00DC54C7" w:rsidRDefault="003D565B" w:rsidP="00614B37">
            <w:pPr>
              <w:jc w:val="right"/>
              <w:rPr>
                <w:rFonts w:eastAsia="SimSun"/>
                <w:szCs w:val="22"/>
              </w:rPr>
            </w:pPr>
          </w:p>
        </w:tc>
      </w:tr>
      <w:tr w:rsidR="003D565B" w:rsidRPr="00DC54C7" w14:paraId="75647F5C" w14:textId="77777777" w:rsidTr="00504F84">
        <w:trPr>
          <w:jc w:val="center"/>
        </w:trPr>
        <w:tc>
          <w:tcPr>
            <w:tcW w:w="3168" w:type="dxa"/>
            <w:vAlign w:val="center"/>
          </w:tcPr>
          <w:p w14:paraId="67D55914" w14:textId="77777777" w:rsidR="003D565B" w:rsidRPr="00DC54C7" w:rsidRDefault="003D565B" w:rsidP="00614B37">
            <w:pPr>
              <w:rPr>
                <w:rFonts w:eastAsia="SimSun"/>
                <w:szCs w:val="22"/>
              </w:rPr>
            </w:pPr>
            <w:r w:rsidRPr="00DC54C7">
              <w:rPr>
                <w:rFonts w:eastAsia="SimSun"/>
                <w:szCs w:val="22"/>
              </w:rPr>
              <w:t>Rent Expense</w:t>
            </w:r>
          </w:p>
        </w:tc>
        <w:tc>
          <w:tcPr>
            <w:tcW w:w="1440" w:type="dxa"/>
          </w:tcPr>
          <w:p w14:paraId="7EC74541" w14:textId="77777777" w:rsidR="003D565B" w:rsidRPr="00DC54C7" w:rsidRDefault="003D565B" w:rsidP="00614B37">
            <w:pPr>
              <w:jc w:val="right"/>
              <w:rPr>
                <w:rFonts w:eastAsia="SimSun"/>
                <w:szCs w:val="22"/>
              </w:rPr>
            </w:pPr>
            <w:r w:rsidRPr="00DC54C7">
              <w:rPr>
                <w:rFonts w:eastAsia="SimSun"/>
                <w:szCs w:val="22"/>
              </w:rPr>
              <w:t>4,000</w:t>
            </w:r>
          </w:p>
        </w:tc>
        <w:tc>
          <w:tcPr>
            <w:tcW w:w="1440" w:type="dxa"/>
          </w:tcPr>
          <w:p w14:paraId="3DB8CB85" w14:textId="77777777" w:rsidR="003D565B" w:rsidRPr="00DC54C7" w:rsidRDefault="003D565B" w:rsidP="00614B37">
            <w:pPr>
              <w:jc w:val="right"/>
              <w:rPr>
                <w:rFonts w:eastAsia="SimSun"/>
                <w:szCs w:val="22"/>
              </w:rPr>
            </w:pPr>
          </w:p>
        </w:tc>
      </w:tr>
      <w:tr w:rsidR="003D565B" w:rsidRPr="00DC54C7" w14:paraId="4DFD13C2" w14:textId="77777777" w:rsidTr="00504F84">
        <w:trPr>
          <w:jc w:val="center"/>
        </w:trPr>
        <w:tc>
          <w:tcPr>
            <w:tcW w:w="3168" w:type="dxa"/>
            <w:vAlign w:val="center"/>
          </w:tcPr>
          <w:p w14:paraId="2B76E8A8" w14:textId="77777777" w:rsidR="003D565B" w:rsidRPr="00DC54C7" w:rsidRDefault="003D565B" w:rsidP="00614B37">
            <w:pPr>
              <w:rPr>
                <w:rFonts w:eastAsia="SimSun"/>
                <w:szCs w:val="22"/>
              </w:rPr>
            </w:pPr>
            <w:r w:rsidRPr="00DC54C7">
              <w:rPr>
                <w:rFonts w:eastAsia="SimSun"/>
                <w:szCs w:val="22"/>
              </w:rPr>
              <w:t>Insurance Expense</w:t>
            </w:r>
          </w:p>
        </w:tc>
        <w:tc>
          <w:tcPr>
            <w:tcW w:w="1440" w:type="dxa"/>
          </w:tcPr>
          <w:p w14:paraId="0BC82ECE" w14:textId="77777777" w:rsidR="003D565B" w:rsidRPr="00DC54C7" w:rsidRDefault="003D565B" w:rsidP="00614B37">
            <w:pPr>
              <w:jc w:val="right"/>
              <w:rPr>
                <w:rFonts w:eastAsia="SimSun"/>
                <w:szCs w:val="22"/>
              </w:rPr>
            </w:pPr>
            <w:r w:rsidRPr="00DC54C7">
              <w:rPr>
                <w:rFonts w:eastAsia="SimSun"/>
                <w:szCs w:val="22"/>
              </w:rPr>
              <w:t>3,500</w:t>
            </w:r>
          </w:p>
        </w:tc>
        <w:tc>
          <w:tcPr>
            <w:tcW w:w="1440" w:type="dxa"/>
          </w:tcPr>
          <w:p w14:paraId="19B84A0A" w14:textId="77777777" w:rsidR="003D565B" w:rsidRPr="00DC54C7" w:rsidRDefault="003D565B" w:rsidP="00614B37">
            <w:pPr>
              <w:jc w:val="right"/>
              <w:rPr>
                <w:rFonts w:eastAsia="SimSun"/>
                <w:szCs w:val="22"/>
              </w:rPr>
            </w:pPr>
          </w:p>
        </w:tc>
      </w:tr>
      <w:tr w:rsidR="003D565B" w:rsidRPr="00DC54C7" w14:paraId="79A1B573" w14:textId="77777777" w:rsidTr="00504F84">
        <w:trPr>
          <w:jc w:val="center"/>
        </w:trPr>
        <w:tc>
          <w:tcPr>
            <w:tcW w:w="3168" w:type="dxa"/>
            <w:vAlign w:val="center"/>
          </w:tcPr>
          <w:p w14:paraId="00EBE72D" w14:textId="77777777" w:rsidR="003D565B" w:rsidRPr="00DC54C7" w:rsidRDefault="003D565B" w:rsidP="00614B37">
            <w:pPr>
              <w:rPr>
                <w:rFonts w:eastAsia="SimSun"/>
                <w:szCs w:val="22"/>
              </w:rPr>
            </w:pPr>
            <w:r w:rsidRPr="00DC54C7">
              <w:rPr>
                <w:rFonts w:eastAsia="SimSun"/>
                <w:szCs w:val="22"/>
              </w:rPr>
              <w:t>Depreciation Expense</w:t>
            </w:r>
          </w:p>
        </w:tc>
        <w:tc>
          <w:tcPr>
            <w:tcW w:w="1440" w:type="dxa"/>
          </w:tcPr>
          <w:p w14:paraId="751059D3" w14:textId="77777777" w:rsidR="003D565B" w:rsidRPr="00DC54C7" w:rsidRDefault="003D565B" w:rsidP="00614B37">
            <w:pPr>
              <w:jc w:val="right"/>
              <w:rPr>
                <w:rFonts w:eastAsia="SimSun"/>
                <w:szCs w:val="22"/>
              </w:rPr>
            </w:pPr>
            <w:r w:rsidRPr="00DC54C7">
              <w:rPr>
                <w:rFonts w:eastAsia="SimSun"/>
                <w:szCs w:val="22"/>
              </w:rPr>
              <w:t>2,000</w:t>
            </w:r>
          </w:p>
        </w:tc>
        <w:tc>
          <w:tcPr>
            <w:tcW w:w="1440" w:type="dxa"/>
          </w:tcPr>
          <w:p w14:paraId="0F52E180" w14:textId="77777777" w:rsidR="003D565B" w:rsidRPr="00DC54C7" w:rsidRDefault="003D565B" w:rsidP="00614B37">
            <w:pPr>
              <w:jc w:val="right"/>
              <w:rPr>
                <w:rFonts w:eastAsia="SimSun"/>
                <w:szCs w:val="22"/>
              </w:rPr>
            </w:pPr>
          </w:p>
        </w:tc>
      </w:tr>
      <w:tr w:rsidR="003D565B" w:rsidRPr="00DC54C7" w14:paraId="6186E547" w14:textId="77777777" w:rsidTr="00504F84">
        <w:trPr>
          <w:jc w:val="center"/>
        </w:trPr>
        <w:tc>
          <w:tcPr>
            <w:tcW w:w="3168" w:type="dxa"/>
            <w:vAlign w:val="center"/>
          </w:tcPr>
          <w:p w14:paraId="4BBB07B2" w14:textId="77777777" w:rsidR="003D565B" w:rsidRPr="00DC54C7" w:rsidRDefault="003D565B" w:rsidP="00614B37">
            <w:pPr>
              <w:rPr>
                <w:rFonts w:eastAsia="SimSun"/>
                <w:szCs w:val="22"/>
              </w:rPr>
            </w:pPr>
            <w:r w:rsidRPr="00DC54C7">
              <w:rPr>
                <w:rFonts w:eastAsia="SimSun"/>
                <w:szCs w:val="22"/>
              </w:rPr>
              <w:t>Interest Expense</w:t>
            </w:r>
          </w:p>
        </w:tc>
        <w:tc>
          <w:tcPr>
            <w:tcW w:w="1440" w:type="dxa"/>
          </w:tcPr>
          <w:p w14:paraId="61230883" w14:textId="77777777" w:rsidR="003D565B" w:rsidRPr="00DC54C7" w:rsidRDefault="003D565B" w:rsidP="00614B37">
            <w:pPr>
              <w:jc w:val="right"/>
              <w:rPr>
                <w:rFonts w:eastAsia="SimSun"/>
                <w:szCs w:val="22"/>
              </w:rPr>
            </w:pPr>
            <w:r w:rsidRPr="00DC54C7">
              <w:rPr>
                <w:rFonts w:eastAsia="SimSun"/>
                <w:szCs w:val="22"/>
              </w:rPr>
              <w:t>3,000</w:t>
            </w:r>
          </w:p>
        </w:tc>
        <w:tc>
          <w:tcPr>
            <w:tcW w:w="1440" w:type="dxa"/>
          </w:tcPr>
          <w:p w14:paraId="180A630F" w14:textId="77777777" w:rsidR="003D565B" w:rsidRPr="00DC54C7" w:rsidRDefault="003D565B" w:rsidP="00614B37">
            <w:pPr>
              <w:jc w:val="right"/>
              <w:rPr>
                <w:rFonts w:eastAsia="SimSun"/>
                <w:szCs w:val="22"/>
              </w:rPr>
            </w:pPr>
          </w:p>
        </w:tc>
      </w:tr>
      <w:tr w:rsidR="003D565B" w:rsidRPr="00DC54C7" w14:paraId="58C37B75" w14:textId="77777777" w:rsidTr="00504F84">
        <w:trPr>
          <w:jc w:val="center"/>
        </w:trPr>
        <w:tc>
          <w:tcPr>
            <w:tcW w:w="3168" w:type="dxa"/>
            <w:vAlign w:val="center"/>
          </w:tcPr>
          <w:p w14:paraId="0F16C2CA" w14:textId="77777777" w:rsidR="003D565B" w:rsidRPr="00DC54C7" w:rsidRDefault="003D565B" w:rsidP="00614B37">
            <w:pPr>
              <w:rPr>
                <w:rFonts w:eastAsia="SimSun"/>
                <w:szCs w:val="22"/>
              </w:rPr>
            </w:pPr>
            <w:r w:rsidRPr="00DC54C7">
              <w:rPr>
                <w:rFonts w:eastAsia="SimSun"/>
                <w:szCs w:val="22"/>
              </w:rPr>
              <w:t>Income Tax Expense</w:t>
            </w:r>
          </w:p>
        </w:tc>
        <w:tc>
          <w:tcPr>
            <w:tcW w:w="1440" w:type="dxa"/>
            <w:tcBorders>
              <w:bottom w:val="single" w:sz="12" w:space="0" w:color="auto"/>
            </w:tcBorders>
          </w:tcPr>
          <w:p w14:paraId="773B8BBB" w14:textId="77777777" w:rsidR="003D565B" w:rsidRPr="00DC54C7" w:rsidRDefault="003D565B" w:rsidP="00614B37">
            <w:pPr>
              <w:jc w:val="right"/>
              <w:rPr>
                <w:rFonts w:eastAsia="SimSun"/>
                <w:szCs w:val="22"/>
              </w:rPr>
            </w:pPr>
            <w:r w:rsidRPr="00DC54C7">
              <w:rPr>
                <w:rFonts w:eastAsia="SimSun"/>
                <w:szCs w:val="22"/>
              </w:rPr>
              <w:t>26,110</w:t>
            </w:r>
          </w:p>
        </w:tc>
        <w:tc>
          <w:tcPr>
            <w:tcW w:w="1440" w:type="dxa"/>
            <w:tcBorders>
              <w:bottom w:val="single" w:sz="12" w:space="0" w:color="auto"/>
            </w:tcBorders>
          </w:tcPr>
          <w:p w14:paraId="426C88A8" w14:textId="77777777" w:rsidR="003D565B" w:rsidRPr="00DC54C7" w:rsidRDefault="003D565B" w:rsidP="00614B37">
            <w:pPr>
              <w:jc w:val="right"/>
              <w:rPr>
                <w:rFonts w:eastAsia="SimSun"/>
                <w:szCs w:val="22"/>
              </w:rPr>
            </w:pPr>
          </w:p>
        </w:tc>
      </w:tr>
      <w:tr w:rsidR="003D565B" w:rsidRPr="00DC54C7" w14:paraId="466AE1BF" w14:textId="77777777" w:rsidTr="00504F84">
        <w:trPr>
          <w:jc w:val="center"/>
        </w:trPr>
        <w:tc>
          <w:tcPr>
            <w:tcW w:w="3168" w:type="dxa"/>
            <w:vAlign w:val="center"/>
          </w:tcPr>
          <w:p w14:paraId="5E641CF5" w14:textId="77777777" w:rsidR="003D565B" w:rsidRPr="00DC54C7" w:rsidRDefault="0015328A" w:rsidP="00614B37">
            <w:pPr>
              <w:rPr>
                <w:rFonts w:eastAsia="SimSun"/>
                <w:szCs w:val="22"/>
              </w:rPr>
            </w:pPr>
            <w:r>
              <w:rPr>
                <w:rFonts w:eastAsia="SimSun"/>
                <w:szCs w:val="22"/>
              </w:rPr>
              <w:tab/>
            </w:r>
            <w:r w:rsidR="003D565B" w:rsidRPr="00DC54C7">
              <w:rPr>
                <w:rFonts w:eastAsia="SimSun"/>
                <w:szCs w:val="22"/>
              </w:rPr>
              <w:t>Total</w:t>
            </w:r>
            <w:r>
              <w:rPr>
                <w:rFonts w:eastAsia="SimSun"/>
                <w:szCs w:val="22"/>
              </w:rPr>
              <w:t>s</w:t>
            </w:r>
          </w:p>
        </w:tc>
        <w:tc>
          <w:tcPr>
            <w:tcW w:w="1440" w:type="dxa"/>
            <w:tcBorders>
              <w:top w:val="single" w:sz="12" w:space="0" w:color="auto"/>
              <w:bottom w:val="single" w:sz="12" w:space="0" w:color="auto"/>
            </w:tcBorders>
          </w:tcPr>
          <w:p w14:paraId="41B7BA98" w14:textId="77777777" w:rsidR="003D565B" w:rsidRPr="00DC54C7" w:rsidRDefault="00D32154" w:rsidP="00614B37">
            <w:pPr>
              <w:jc w:val="right"/>
              <w:rPr>
                <w:rFonts w:eastAsia="SimSun"/>
                <w:szCs w:val="22"/>
              </w:rPr>
            </w:pPr>
            <w:r w:rsidRPr="00DC54C7">
              <w:rPr>
                <w:rFonts w:eastAsia="SimSun"/>
                <w:szCs w:val="22"/>
              </w:rPr>
              <w:t>$</w:t>
            </w:r>
            <w:r w:rsidR="003D565B" w:rsidRPr="00DC54C7">
              <w:rPr>
                <w:rFonts w:eastAsia="SimSun"/>
                <w:szCs w:val="22"/>
              </w:rPr>
              <w:t>193,810</w:t>
            </w:r>
          </w:p>
        </w:tc>
        <w:tc>
          <w:tcPr>
            <w:tcW w:w="1440" w:type="dxa"/>
            <w:tcBorders>
              <w:top w:val="single" w:sz="12" w:space="0" w:color="auto"/>
              <w:bottom w:val="single" w:sz="12" w:space="0" w:color="auto"/>
            </w:tcBorders>
          </w:tcPr>
          <w:p w14:paraId="407E4005" w14:textId="77777777" w:rsidR="003D565B" w:rsidRPr="00DC54C7" w:rsidRDefault="00D32154" w:rsidP="00614B37">
            <w:pPr>
              <w:jc w:val="right"/>
              <w:rPr>
                <w:rFonts w:eastAsia="SimSun"/>
                <w:szCs w:val="22"/>
              </w:rPr>
            </w:pPr>
            <w:r w:rsidRPr="00DC54C7">
              <w:rPr>
                <w:rFonts w:eastAsia="SimSun"/>
                <w:szCs w:val="22"/>
              </w:rPr>
              <w:t>$</w:t>
            </w:r>
            <w:r w:rsidR="003D565B" w:rsidRPr="00DC54C7">
              <w:rPr>
                <w:rFonts w:eastAsia="SimSun"/>
                <w:szCs w:val="22"/>
              </w:rPr>
              <w:t>193,810</w:t>
            </w:r>
          </w:p>
        </w:tc>
      </w:tr>
    </w:tbl>
    <w:p w14:paraId="0D6345BD" w14:textId="77777777" w:rsidR="00B0601D" w:rsidRPr="00DC54C7" w:rsidRDefault="003D565B" w:rsidP="003A553F">
      <w:pPr>
        <w:pStyle w:val="Heading1"/>
        <w:spacing w:before="240"/>
      </w:pPr>
      <w:r w:rsidRPr="00DC54C7">
        <w:br w:type="page"/>
      </w:r>
      <w:r w:rsidR="00B0601D" w:rsidRPr="00DC54C7">
        <w:lastRenderedPageBreak/>
        <w:t>HANDOUT 4</w:t>
      </w:r>
      <w:r w:rsidR="00801A23" w:rsidRPr="00750FD5">
        <w:t>–</w:t>
      </w:r>
      <w:r w:rsidR="00B0601D" w:rsidRPr="00DC54C7">
        <w:t>3</w:t>
      </w:r>
    </w:p>
    <w:p w14:paraId="347725F9" w14:textId="77777777" w:rsidR="00B0601D" w:rsidRDefault="00B0601D" w:rsidP="00B0601D">
      <w:pPr>
        <w:pStyle w:val="Heading1"/>
        <w:spacing w:before="240"/>
        <w:jc w:val="center"/>
        <w:rPr>
          <w:u w:val="none"/>
        </w:rPr>
      </w:pPr>
      <w:r w:rsidRPr="00DC54C7">
        <w:rPr>
          <w:u w:val="none"/>
        </w:rPr>
        <w:t>FINANCIAL STATEMENTS</w:t>
      </w:r>
    </w:p>
    <w:p w14:paraId="59F891C7" w14:textId="77777777" w:rsidR="000A3DD2" w:rsidRDefault="000A3DD2" w:rsidP="000A3DD2">
      <w:pPr>
        <w:pStyle w:val="BodyText"/>
        <w:jc w:val="left"/>
      </w:pPr>
      <w:r>
        <w:t>Use the adjusted trial balance in Handout 4</w:t>
      </w:r>
      <w:r w:rsidR="00801A23" w:rsidRPr="00DF3C97">
        <w:rPr>
          <w:b/>
        </w:rPr>
        <w:t>–</w:t>
      </w:r>
      <w:r>
        <w:t xml:space="preserve">2 to prepare in good form an income statement, a statement of retained earnings, and a classified balance sheet for Deana’s Decorators. </w:t>
      </w:r>
    </w:p>
    <w:p w14:paraId="2FFD74B5" w14:textId="77777777" w:rsidR="00B0601D" w:rsidRPr="00DC54C7" w:rsidRDefault="00B0601D" w:rsidP="00B0601D">
      <w:pPr>
        <w:jc w:val="center"/>
        <w:rPr>
          <w:szCs w:val="22"/>
        </w:rPr>
      </w:pPr>
      <w:r w:rsidRPr="00DC54C7">
        <w:rPr>
          <w:szCs w:val="22"/>
        </w:rPr>
        <w:t>Deana’s Decorators</w:t>
      </w:r>
    </w:p>
    <w:p w14:paraId="29730F6F" w14:textId="77777777" w:rsidR="00B0601D" w:rsidRPr="00DC54C7" w:rsidRDefault="00B0601D" w:rsidP="00B0601D">
      <w:pPr>
        <w:jc w:val="center"/>
        <w:rPr>
          <w:szCs w:val="22"/>
        </w:rPr>
      </w:pPr>
      <w:r w:rsidRPr="00DC54C7">
        <w:rPr>
          <w:szCs w:val="22"/>
        </w:rPr>
        <w:t>Income Statement</w:t>
      </w:r>
    </w:p>
    <w:p w14:paraId="3E23DA55" w14:textId="77777777" w:rsidR="00B0601D" w:rsidRPr="00DC54C7" w:rsidRDefault="00B0601D" w:rsidP="00B0601D">
      <w:pPr>
        <w:jc w:val="center"/>
        <w:rPr>
          <w:szCs w:val="22"/>
        </w:rPr>
      </w:pPr>
      <w:r w:rsidRPr="00DC54C7">
        <w:rPr>
          <w:szCs w:val="22"/>
        </w:rPr>
        <w:t xml:space="preserve">For the year ended December 31, </w:t>
      </w:r>
      <w:r w:rsidR="00C25690">
        <w:rPr>
          <w:szCs w:val="22"/>
        </w:rPr>
        <w:t>2016</w:t>
      </w:r>
    </w:p>
    <w:p w14:paraId="007BD3E3" w14:textId="77777777" w:rsidR="00B0601D" w:rsidRPr="00DC54C7" w:rsidRDefault="00B0601D" w:rsidP="00B0601D">
      <w:pPr>
        <w:jc w:val="cente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5"/>
        <w:gridCol w:w="2160"/>
      </w:tblGrid>
      <w:tr w:rsidR="00B0601D" w:rsidRPr="00DC54C7" w14:paraId="087AA0E9" w14:textId="77777777" w:rsidTr="00944826">
        <w:trPr>
          <w:jc w:val="center"/>
        </w:trPr>
        <w:tc>
          <w:tcPr>
            <w:tcW w:w="5875" w:type="dxa"/>
          </w:tcPr>
          <w:p w14:paraId="297C593F" w14:textId="77777777" w:rsidR="00B0601D" w:rsidRPr="00DC54C7" w:rsidRDefault="00B0601D" w:rsidP="00944826">
            <w:pPr>
              <w:spacing w:line="360" w:lineRule="auto"/>
              <w:rPr>
                <w:rFonts w:eastAsia="SimSun"/>
                <w:szCs w:val="22"/>
              </w:rPr>
            </w:pPr>
          </w:p>
        </w:tc>
        <w:tc>
          <w:tcPr>
            <w:tcW w:w="2160" w:type="dxa"/>
          </w:tcPr>
          <w:p w14:paraId="22789F0E" w14:textId="77777777" w:rsidR="00B0601D" w:rsidRPr="00DC54C7" w:rsidRDefault="00B0601D" w:rsidP="00944826">
            <w:pPr>
              <w:spacing w:line="360" w:lineRule="auto"/>
              <w:jc w:val="right"/>
              <w:rPr>
                <w:rFonts w:eastAsia="SimSun"/>
                <w:szCs w:val="22"/>
              </w:rPr>
            </w:pPr>
          </w:p>
        </w:tc>
      </w:tr>
      <w:tr w:rsidR="00B0601D" w:rsidRPr="00DC54C7" w14:paraId="0FED1065" w14:textId="77777777" w:rsidTr="00944826">
        <w:trPr>
          <w:jc w:val="center"/>
        </w:trPr>
        <w:tc>
          <w:tcPr>
            <w:tcW w:w="5875" w:type="dxa"/>
          </w:tcPr>
          <w:p w14:paraId="637BCB0B" w14:textId="77777777" w:rsidR="00B0601D" w:rsidRPr="00DC54C7" w:rsidRDefault="00B0601D" w:rsidP="00944826">
            <w:pPr>
              <w:spacing w:line="360" w:lineRule="auto"/>
              <w:rPr>
                <w:rFonts w:eastAsia="SimSun"/>
                <w:szCs w:val="22"/>
              </w:rPr>
            </w:pPr>
          </w:p>
        </w:tc>
        <w:tc>
          <w:tcPr>
            <w:tcW w:w="2160" w:type="dxa"/>
          </w:tcPr>
          <w:p w14:paraId="1F2956A1" w14:textId="77777777" w:rsidR="00B0601D" w:rsidRPr="00DC54C7" w:rsidRDefault="00B0601D" w:rsidP="00944826">
            <w:pPr>
              <w:spacing w:line="360" w:lineRule="auto"/>
              <w:jc w:val="right"/>
              <w:rPr>
                <w:rFonts w:eastAsia="SimSun"/>
                <w:szCs w:val="22"/>
              </w:rPr>
            </w:pPr>
          </w:p>
        </w:tc>
      </w:tr>
      <w:tr w:rsidR="00B0601D" w:rsidRPr="00DC54C7" w14:paraId="7929F92A" w14:textId="77777777" w:rsidTr="00944826">
        <w:trPr>
          <w:jc w:val="center"/>
        </w:trPr>
        <w:tc>
          <w:tcPr>
            <w:tcW w:w="5875" w:type="dxa"/>
          </w:tcPr>
          <w:p w14:paraId="149AA51F" w14:textId="77777777" w:rsidR="00B0601D" w:rsidRPr="00DC54C7" w:rsidRDefault="00B0601D" w:rsidP="00944826">
            <w:pPr>
              <w:spacing w:line="360" w:lineRule="auto"/>
              <w:rPr>
                <w:rFonts w:eastAsia="SimSun"/>
                <w:szCs w:val="22"/>
              </w:rPr>
            </w:pPr>
          </w:p>
        </w:tc>
        <w:tc>
          <w:tcPr>
            <w:tcW w:w="2160" w:type="dxa"/>
          </w:tcPr>
          <w:p w14:paraId="0BBD531B" w14:textId="77777777" w:rsidR="00B0601D" w:rsidRPr="00DC54C7" w:rsidRDefault="00B0601D" w:rsidP="00944826">
            <w:pPr>
              <w:spacing w:line="360" w:lineRule="auto"/>
              <w:jc w:val="right"/>
              <w:rPr>
                <w:rFonts w:eastAsia="SimSun"/>
                <w:szCs w:val="22"/>
                <w:u w:val="single"/>
              </w:rPr>
            </w:pPr>
          </w:p>
        </w:tc>
      </w:tr>
      <w:tr w:rsidR="00B0601D" w:rsidRPr="00DC54C7" w14:paraId="693775DD" w14:textId="77777777" w:rsidTr="00944826">
        <w:trPr>
          <w:jc w:val="center"/>
        </w:trPr>
        <w:tc>
          <w:tcPr>
            <w:tcW w:w="5875" w:type="dxa"/>
          </w:tcPr>
          <w:p w14:paraId="5A48AF9A" w14:textId="77777777" w:rsidR="00B0601D" w:rsidRPr="00DC54C7" w:rsidRDefault="00B0601D" w:rsidP="00944826">
            <w:pPr>
              <w:spacing w:line="360" w:lineRule="auto"/>
              <w:rPr>
                <w:rFonts w:eastAsia="SimSun"/>
                <w:szCs w:val="22"/>
              </w:rPr>
            </w:pPr>
          </w:p>
        </w:tc>
        <w:tc>
          <w:tcPr>
            <w:tcW w:w="2160" w:type="dxa"/>
          </w:tcPr>
          <w:p w14:paraId="31857DCA" w14:textId="77777777" w:rsidR="00B0601D" w:rsidRPr="00DC54C7" w:rsidRDefault="00B0601D" w:rsidP="00944826">
            <w:pPr>
              <w:spacing w:line="360" w:lineRule="auto"/>
              <w:jc w:val="right"/>
              <w:rPr>
                <w:rFonts w:eastAsia="SimSun"/>
                <w:szCs w:val="22"/>
              </w:rPr>
            </w:pPr>
          </w:p>
        </w:tc>
      </w:tr>
      <w:tr w:rsidR="00B0601D" w:rsidRPr="00DC54C7" w14:paraId="11A1AB0A" w14:textId="77777777" w:rsidTr="00944826">
        <w:trPr>
          <w:jc w:val="center"/>
        </w:trPr>
        <w:tc>
          <w:tcPr>
            <w:tcW w:w="5875" w:type="dxa"/>
          </w:tcPr>
          <w:p w14:paraId="0FB18411" w14:textId="77777777" w:rsidR="00B0601D" w:rsidRPr="00DC54C7" w:rsidRDefault="00B0601D" w:rsidP="00944826">
            <w:pPr>
              <w:spacing w:line="360" w:lineRule="auto"/>
              <w:rPr>
                <w:rFonts w:eastAsia="SimSun"/>
                <w:szCs w:val="22"/>
              </w:rPr>
            </w:pPr>
          </w:p>
        </w:tc>
        <w:tc>
          <w:tcPr>
            <w:tcW w:w="2160" w:type="dxa"/>
          </w:tcPr>
          <w:p w14:paraId="28243F6B" w14:textId="77777777" w:rsidR="00B0601D" w:rsidRPr="00DC54C7" w:rsidRDefault="00B0601D" w:rsidP="00944826">
            <w:pPr>
              <w:spacing w:line="360" w:lineRule="auto"/>
              <w:jc w:val="right"/>
              <w:rPr>
                <w:rFonts w:eastAsia="SimSun"/>
                <w:szCs w:val="22"/>
              </w:rPr>
            </w:pPr>
          </w:p>
        </w:tc>
      </w:tr>
      <w:tr w:rsidR="00B0601D" w:rsidRPr="00DC54C7" w14:paraId="77AEBFF8" w14:textId="77777777" w:rsidTr="00944826">
        <w:trPr>
          <w:jc w:val="center"/>
        </w:trPr>
        <w:tc>
          <w:tcPr>
            <w:tcW w:w="5875" w:type="dxa"/>
          </w:tcPr>
          <w:p w14:paraId="022B56D5" w14:textId="77777777" w:rsidR="00B0601D" w:rsidRPr="00DC54C7" w:rsidRDefault="00B0601D" w:rsidP="00944826">
            <w:pPr>
              <w:spacing w:line="360" w:lineRule="auto"/>
              <w:rPr>
                <w:rFonts w:eastAsia="SimSun"/>
                <w:szCs w:val="22"/>
              </w:rPr>
            </w:pPr>
          </w:p>
        </w:tc>
        <w:tc>
          <w:tcPr>
            <w:tcW w:w="2160" w:type="dxa"/>
          </w:tcPr>
          <w:p w14:paraId="53AEE5B2" w14:textId="77777777" w:rsidR="00B0601D" w:rsidRPr="00DC54C7" w:rsidRDefault="00B0601D" w:rsidP="00944826">
            <w:pPr>
              <w:spacing w:line="360" w:lineRule="auto"/>
              <w:jc w:val="right"/>
              <w:rPr>
                <w:rFonts w:eastAsia="SimSun"/>
                <w:szCs w:val="22"/>
              </w:rPr>
            </w:pPr>
          </w:p>
        </w:tc>
      </w:tr>
      <w:tr w:rsidR="00B0601D" w:rsidRPr="00DC54C7" w14:paraId="2A6CBC35" w14:textId="77777777" w:rsidTr="00944826">
        <w:trPr>
          <w:jc w:val="center"/>
        </w:trPr>
        <w:tc>
          <w:tcPr>
            <w:tcW w:w="5875" w:type="dxa"/>
          </w:tcPr>
          <w:p w14:paraId="060789EE" w14:textId="77777777" w:rsidR="00B0601D" w:rsidRPr="00DC54C7" w:rsidRDefault="00B0601D" w:rsidP="00944826">
            <w:pPr>
              <w:spacing w:line="360" w:lineRule="auto"/>
              <w:rPr>
                <w:rFonts w:eastAsia="SimSun"/>
                <w:szCs w:val="22"/>
              </w:rPr>
            </w:pPr>
          </w:p>
        </w:tc>
        <w:tc>
          <w:tcPr>
            <w:tcW w:w="2160" w:type="dxa"/>
          </w:tcPr>
          <w:p w14:paraId="6A431440" w14:textId="77777777" w:rsidR="00B0601D" w:rsidRPr="00DC54C7" w:rsidRDefault="00B0601D" w:rsidP="00944826">
            <w:pPr>
              <w:spacing w:line="360" w:lineRule="auto"/>
              <w:jc w:val="right"/>
              <w:rPr>
                <w:rFonts w:eastAsia="SimSun"/>
                <w:szCs w:val="22"/>
              </w:rPr>
            </w:pPr>
          </w:p>
        </w:tc>
      </w:tr>
      <w:tr w:rsidR="00B0601D" w:rsidRPr="00DC54C7" w14:paraId="270D8050" w14:textId="77777777" w:rsidTr="00944826">
        <w:trPr>
          <w:jc w:val="center"/>
        </w:trPr>
        <w:tc>
          <w:tcPr>
            <w:tcW w:w="5875" w:type="dxa"/>
          </w:tcPr>
          <w:p w14:paraId="287D18BE" w14:textId="77777777" w:rsidR="00B0601D" w:rsidRPr="00DC54C7" w:rsidRDefault="00B0601D" w:rsidP="00944826">
            <w:pPr>
              <w:spacing w:line="360" w:lineRule="auto"/>
              <w:rPr>
                <w:rFonts w:eastAsia="SimSun"/>
                <w:szCs w:val="22"/>
              </w:rPr>
            </w:pPr>
          </w:p>
        </w:tc>
        <w:tc>
          <w:tcPr>
            <w:tcW w:w="2160" w:type="dxa"/>
          </w:tcPr>
          <w:p w14:paraId="622B028B" w14:textId="77777777" w:rsidR="00B0601D" w:rsidRPr="00DC54C7" w:rsidRDefault="00B0601D" w:rsidP="00944826">
            <w:pPr>
              <w:spacing w:line="360" w:lineRule="auto"/>
              <w:jc w:val="right"/>
              <w:rPr>
                <w:rFonts w:eastAsia="SimSun"/>
                <w:szCs w:val="22"/>
              </w:rPr>
            </w:pPr>
          </w:p>
        </w:tc>
      </w:tr>
      <w:tr w:rsidR="00B0601D" w:rsidRPr="00DC54C7" w14:paraId="3939B62A" w14:textId="77777777" w:rsidTr="00944826">
        <w:trPr>
          <w:jc w:val="center"/>
        </w:trPr>
        <w:tc>
          <w:tcPr>
            <w:tcW w:w="5875" w:type="dxa"/>
          </w:tcPr>
          <w:p w14:paraId="4C005388" w14:textId="77777777" w:rsidR="00B0601D" w:rsidRPr="00DC54C7" w:rsidRDefault="00B0601D" w:rsidP="00944826">
            <w:pPr>
              <w:spacing w:line="360" w:lineRule="auto"/>
              <w:rPr>
                <w:rFonts w:eastAsia="SimSun"/>
                <w:szCs w:val="22"/>
              </w:rPr>
            </w:pPr>
          </w:p>
        </w:tc>
        <w:tc>
          <w:tcPr>
            <w:tcW w:w="2160" w:type="dxa"/>
          </w:tcPr>
          <w:p w14:paraId="43915369" w14:textId="77777777" w:rsidR="00B0601D" w:rsidRPr="00DC54C7" w:rsidRDefault="00B0601D" w:rsidP="00944826">
            <w:pPr>
              <w:spacing w:line="360" w:lineRule="auto"/>
              <w:jc w:val="right"/>
              <w:rPr>
                <w:rFonts w:eastAsia="SimSun"/>
                <w:szCs w:val="22"/>
              </w:rPr>
            </w:pPr>
          </w:p>
        </w:tc>
      </w:tr>
      <w:tr w:rsidR="00B0601D" w:rsidRPr="00DC54C7" w14:paraId="77864A38" w14:textId="77777777" w:rsidTr="00944826">
        <w:trPr>
          <w:jc w:val="center"/>
        </w:trPr>
        <w:tc>
          <w:tcPr>
            <w:tcW w:w="5875" w:type="dxa"/>
          </w:tcPr>
          <w:p w14:paraId="760E4CFC" w14:textId="77777777" w:rsidR="00B0601D" w:rsidRPr="00DC54C7" w:rsidRDefault="00B0601D" w:rsidP="00944826">
            <w:pPr>
              <w:spacing w:line="360" w:lineRule="auto"/>
              <w:rPr>
                <w:rFonts w:eastAsia="SimSun"/>
                <w:szCs w:val="22"/>
              </w:rPr>
            </w:pPr>
          </w:p>
        </w:tc>
        <w:tc>
          <w:tcPr>
            <w:tcW w:w="2160" w:type="dxa"/>
          </w:tcPr>
          <w:p w14:paraId="1DAC56AF" w14:textId="77777777" w:rsidR="00B0601D" w:rsidRPr="00DC54C7" w:rsidRDefault="00B0601D" w:rsidP="00944826">
            <w:pPr>
              <w:spacing w:line="360" w:lineRule="auto"/>
              <w:jc w:val="right"/>
              <w:rPr>
                <w:rFonts w:eastAsia="SimSun"/>
                <w:szCs w:val="22"/>
              </w:rPr>
            </w:pPr>
          </w:p>
        </w:tc>
      </w:tr>
      <w:tr w:rsidR="00B0601D" w:rsidRPr="00DC54C7" w14:paraId="712D4F05" w14:textId="77777777" w:rsidTr="00944826">
        <w:trPr>
          <w:jc w:val="center"/>
        </w:trPr>
        <w:tc>
          <w:tcPr>
            <w:tcW w:w="5875" w:type="dxa"/>
          </w:tcPr>
          <w:p w14:paraId="75DA2D98" w14:textId="77777777" w:rsidR="00B0601D" w:rsidRPr="00DC54C7" w:rsidRDefault="00B0601D" w:rsidP="00944826">
            <w:pPr>
              <w:spacing w:line="360" w:lineRule="auto"/>
              <w:rPr>
                <w:rFonts w:eastAsia="SimSun"/>
                <w:szCs w:val="22"/>
              </w:rPr>
            </w:pPr>
          </w:p>
        </w:tc>
        <w:tc>
          <w:tcPr>
            <w:tcW w:w="2160" w:type="dxa"/>
          </w:tcPr>
          <w:p w14:paraId="4E1405BF" w14:textId="77777777" w:rsidR="00B0601D" w:rsidRPr="00DC54C7" w:rsidRDefault="00B0601D" w:rsidP="00944826">
            <w:pPr>
              <w:spacing w:line="360" w:lineRule="auto"/>
              <w:jc w:val="right"/>
              <w:rPr>
                <w:rFonts w:eastAsia="SimSun"/>
                <w:szCs w:val="22"/>
              </w:rPr>
            </w:pPr>
          </w:p>
        </w:tc>
      </w:tr>
      <w:tr w:rsidR="00B0601D" w:rsidRPr="00DC54C7" w14:paraId="26F4CB87" w14:textId="77777777" w:rsidTr="00944826">
        <w:trPr>
          <w:jc w:val="center"/>
        </w:trPr>
        <w:tc>
          <w:tcPr>
            <w:tcW w:w="5875" w:type="dxa"/>
          </w:tcPr>
          <w:p w14:paraId="723D5C76" w14:textId="77777777" w:rsidR="00B0601D" w:rsidRPr="00DC54C7" w:rsidRDefault="00B0601D" w:rsidP="00944826">
            <w:pPr>
              <w:spacing w:line="360" w:lineRule="auto"/>
              <w:rPr>
                <w:rFonts w:eastAsia="SimSun"/>
                <w:szCs w:val="22"/>
              </w:rPr>
            </w:pPr>
          </w:p>
        </w:tc>
        <w:tc>
          <w:tcPr>
            <w:tcW w:w="2160" w:type="dxa"/>
          </w:tcPr>
          <w:p w14:paraId="37111F91" w14:textId="77777777" w:rsidR="00B0601D" w:rsidRPr="00DC54C7" w:rsidRDefault="00B0601D" w:rsidP="00944826">
            <w:pPr>
              <w:spacing w:line="360" w:lineRule="auto"/>
              <w:jc w:val="right"/>
              <w:rPr>
                <w:rFonts w:eastAsia="SimSun"/>
                <w:szCs w:val="22"/>
              </w:rPr>
            </w:pPr>
          </w:p>
        </w:tc>
      </w:tr>
      <w:tr w:rsidR="00B0601D" w:rsidRPr="00DC54C7" w14:paraId="236E70BD" w14:textId="77777777" w:rsidTr="00944826">
        <w:trPr>
          <w:jc w:val="center"/>
        </w:trPr>
        <w:tc>
          <w:tcPr>
            <w:tcW w:w="5875" w:type="dxa"/>
          </w:tcPr>
          <w:p w14:paraId="1830C952" w14:textId="77777777" w:rsidR="00B0601D" w:rsidRPr="00DC54C7" w:rsidRDefault="00B0601D" w:rsidP="00944826">
            <w:pPr>
              <w:spacing w:line="360" w:lineRule="auto"/>
              <w:rPr>
                <w:rFonts w:eastAsia="SimSun"/>
                <w:szCs w:val="22"/>
              </w:rPr>
            </w:pPr>
          </w:p>
        </w:tc>
        <w:tc>
          <w:tcPr>
            <w:tcW w:w="2160" w:type="dxa"/>
          </w:tcPr>
          <w:p w14:paraId="22A80903" w14:textId="77777777" w:rsidR="00B0601D" w:rsidRPr="00DC54C7" w:rsidRDefault="00B0601D" w:rsidP="00944826">
            <w:pPr>
              <w:spacing w:line="360" w:lineRule="auto"/>
              <w:jc w:val="right"/>
              <w:rPr>
                <w:rFonts w:eastAsia="SimSun"/>
                <w:szCs w:val="22"/>
              </w:rPr>
            </w:pPr>
          </w:p>
        </w:tc>
      </w:tr>
      <w:tr w:rsidR="00B0601D" w:rsidRPr="00DC54C7" w14:paraId="23733B6D" w14:textId="77777777" w:rsidTr="00944826">
        <w:trPr>
          <w:jc w:val="center"/>
        </w:trPr>
        <w:tc>
          <w:tcPr>
            <w:tcW w:w="5875" w:type="dxa"/>
          </w:tcPr>
          <w:p w14:paraId="5EE7C26C" w14:textId="77777777" w:rsidR="00B0601D" w:rsidRPr="00DC54C7" w:rsidRDefault="00B0601D" w:rsidP="00944826">
            <w:pPr>
              <w:spacing w:line="360" w:lineRule="auto"/>
              <w:rPr>
                <w:rFonts w:eastAsia="SimSun"/>
                <w:szCs w:val="22"/>
              </w:rPr>
            </w:pPr>
          </w:p>
        </w:tc>
        <w:tc>
          <w:tcPr>
            <w:tcW w:w="2160" w:type="dxa"/>
          </w:tcPr>
          <w:p w14:paraId="7C1A992D" w14:textId="77777777" w:rsidR="00B0601D" w:rsidRPr="00DC54C7" w:rsidRDefault="00B0601D" w:rsidP="00944826">
            <w:pPr>
              <w:spacing w:line="360" w:lineRule="auto"/>
              <w:jc w:val="right"/>
              <w:rPr>
                <w:rFonts w:eastAsia="SimSun"/>
                <w:szCs w:val="22"/>
                <w:u w:val="single"/>
              </w:rPr>
            </w:pPr>
          </w:p>
        </w:tc>
      </w:tr>
      <w:tr w:rsidR="00B0601D" w:rsidRPr="00DC54C7" w14:paraId="62348DF4" w14:textId="77777777" w:rsidTr="00944826">
        <w:trPr>
          <w:jc w:val="center"/>
        </w:trPr>
        <w:tc>
          <w:tcPr>
            <w:tcW w:w="5875" w:type="dxa"/>
          </w:tcPr>
          <w:p w14:paraId="16BB839D" w14:textId="77777777" w:rsidR="00B0601D" w:rsidRPr="00DC54C7" w:rsidRDefault="00B0601D" w:rsidP="00944826">
            <w:pPr>
              <w:spacing w:line="360" w:lineRule="auto"/>
              <w:rPr>
                <w:rFonts w:eastAsia="SimSun"/>
                <w:szCs w:val="22"/>
              </w:rPr>
            </w:pPr>
          </w:p>
        </w:tc>
        <w:tc>
          <w:tcPr>
            <w:tcW w:w="2160" w:type="dxa"/>
          </w:tcPr>
          <w:p w14:paraId="32B4EEA9" w14:textId="77777777" w:rsidR="00B0601D" w:rsidRPr="00DC54C7" w:rsidRDefault="00B0601D" w:rsidP="00944826">
            <w:pPr>
              <w:spacing w:line="360" w:lineRule="auto"/>
              <w:jc w:val="right"/>
              <w:rPr>
                <w:rFonts w:eastAsia="SimSun"/>
                <w:szCs w:val="22"/>
                <w:u w:val="single"/>
              </w:rPr>
            </w:pPr>
          </w:p>
        </w:tc>
      </w:tr>
      <w:tr w:rsidR="00B0601D" w:rsidRPr="00DC54C7" w14:paraId="12865230" w14:textId="77777777" w:rsidTr="00944826">
        <w:trPr>
          <w:jc w:val="center"/>
        </w:trPr>
        <w:tc>
          <w:tcPr>
            <w:tcW w:w="5875" w:type="dxa"/>
          </w:tcPr>
          <w:p w14:paraId="1536AB33" w14:textId="77777777" w:rsidR="00B0601D" w:rsidRPr="00DC54C7" w:rsidRDefault="00B0601D" w:rsidP="00944826">
            <w:pPr>
              <w:spacing w:line="360" w:lineRule="auto"/>
              <w:rPr>
                <w:rFonts w:eastAsia="SimSun"/>
                <w:szCs w:val="22"/>
              </w:rPr>
            </w:pPr>
          </w:p>
        </w:tc>
        <w:tc>
          <w:tcPr>
            <w:tcW w:w="2160" w:type="dxa"/>
          </w:tcPr>
          <w:p w14:paraId="6D528A08" w14:textId="77777777" w:rsidR="00B0601D" w:rsidRPr="00DC54C7" w:rsidRDefault="00B0601D" w:rsidP="00944826">
            <w:pPr>
              <w:spacing w:line="360" w:lineRule="auto"/>
              <w:jc w:val="right"/>
              <w:rPr>
                <w:rFonts w:eastAsia="SimSun"/>
                <w:szCs w:val="22"/>
                <w:u w:val="double"/>
              </w:rPr>
            </w:pPr>
          </w:p>
        </w:tc>
      </w:tr>
      <w:tr w:rsidR="009143E3" w:rsidRPr="00DC54C7" w14:paraId="1ABE8D3E" w14:textId="77777777" w:rsidTr="00944826">
        <w:trPr>
          <w:jc w:val="center"/>
        </w:trPr>
        <w:tc>
          <w:tcPr>
            <w:tcW w:w="5875" w:type="dxa"/>
          </w:tcPr>
          <w:p w14:paraId="460BC9E3" w14:textId="77777777" w:rsidR="009143E3" w:rsidRPr="00DC54C7" w:rsidRDefault="009143E3" w:rsidP="00944826">
            <w:pPr>
              <w:spacing w:line="360" w:lineRule="auto"/>
              <w:rPr>
                <w:rFonts w:eastAsia="SimSun"/>
                <w:szCs w:val="22"/>
              </w:rPr>
            </w:pPr>
          </w:p>
        </w:tc>
        <w:tc>
          <w:tcPr>
            <w:tcW w:w="2160" w:type="dxa"/>
          </w:tcPr>
          <w:p w14:paraId="4D4CEA1F" w14:textId="77777777" w:rsidR="009143E3" w:rsidRPr="00DC54C7" w:rsidRDefault="009143E3" w:rsidP="00944826">
            <w:pPr>
              <w:spacing w:line="360" w:lineRule="auto"/>
              <w:jc w:val="right"/>
              <w:rPr>
                <w:rFonts w:eastAsia="SimSun"/>
                <w:szCs w:val="22"/>
                <w:u w:val="double"/>
              </w:rPr>
            </w:pPr>
          </w:p>
        </w:tc>
      </w:tr>
    </w:tbl>
    <w:p w14:paraId="1B3D3F2B" w14:textId="77777777" w:rsidR="00B0601D" w:rsidRPr="00DC54C7" w:rsidRDefault="00B0601D" w:rsidP="00B0601D">
      <w:pPr>
        <w:jc w:val="center"/>
        <w:rPr>
          <w:szCs w:val="22"/>
        </w:rPr>
      </w:pPr>
    </w:p>
    <w:p w14:paraId="17AD1E94" w14:textId="77777777" w:rsidR="00B0601D" w:rsidRPr="00DC54C7" w:rsidRDefault="00B0601D" w:rsidP="00B0601D">
      <w:pPr>
        <w:jc w:val="center"/>
        <w:rPr>
          <w:szCs w:val="22"/>
        </w:rPr>
      </w:pPr>
      <w:r w:rsidRPr="00DC54C7">
        <w:rPr>
          <w:szCs w:val="22"/>
        </w:rPr>
        <w:t>Deana’s Decorators</w:t>
      </w:r>
    </w:p>
    <w:p w14:paraId="677AD1F4" w14:textId="77777777" w:rsidR="00B0601D" w:rsidRPr="00DC54C7" w:rsidRDefault="00B0601D" w:rsidP="00B0601D">
      <w:pPr>
        <w:jc w:val="center"/>
        <w:rPr>
          <w:szCs w:val="22"/>
        </w:rPr>
      </w:pPr>
      <w:r w:rsidRPr="00DC54C7">
        <w:rPr>
          <w:szCs w:val="22"/>
        </w:rPr>
        <w:t>Statement of Retained Earnings</w:t>
      </w:r>
    </w:p>
    <w:p w14:paraId="6DD574B3" w14:textId="77777777" w:rsidR="00B0601D" w:rsidRPr="00DC54C7" w:rsidRDefault="00B0601D" w:rsidP="00B0601D">
      <w:pPr>
        <w:jc w:val="center"/>
        <w:rPr>
          <w:szCs w:val="22"/>
        </w:rPr>
      </w:pPr>
      <w:r w:rsidRPr="00DC54C7">
        <w:rPr>
          <w:szCs w:val="22"/>
        </w:rPr>
        <w:t xml:space="preserve">For the year ended December 31, </w:t>
      </w:r>
      <w:r w:rsidR="00C25690">
        <w:rPr>
          <w:szCs w:val="22"/>
        </w:rPr>
        <w:t>2016</w:t>
      </w:r>
    </w:p>
    <w:p w14:paraId="30EAE8EB" w14:textId="77777777" w:rsidR="00B0601D" w:rsidRPr="00DC54C7" w:rsidRDefault="00B0601D" w:rsidP="00B0601D">
      <w:pPr>
        <w:jc w:val="cente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5"/>
        <w:gridCol w:w="2160"/>
      </w:tblGrid>
      <w:tr w:rsidR="00B0601D" w:rsidRPr="00DC54C7" w14:paraId="6F9B5106" w14:textId="77777777" w:rsidTr="00944826">
        <w:trPr>
          <w:jc w:val="center"/>
        </w:trPr>
        <w:tc>
          <w:tcPr>
            <w:tcW w:w="5875" w:type="dxa"/>
          </w:tcPr>
          <w:p w14:paraId="3EF65CCF" w14:textId="77777777" w:rsidR="00B0601D" w:rsidRPr="00DC54C7" w:rsidRDefault="00B0601D" w:rsidP="00944826">
            <w:pPr>
              <w:spacing w:line="360" w:lineRule="auto"/>
              <w:rPr>
                <w:rFonts w:eastAsia="SimSun"/>
                <w:szCs w:val="22"/>
              </w:rPr>
            </w:pPr>
          </w:p>
        </w:tc>
        <w:tc>
          <w:tcPr>
            <w:tcW w:w="2160" w:type="dxa"/>
          </w:tcPr>
          <w:p w14:paraId="0C533816" w14:textId="77777777" w:rsidR="00B0601D" w:rsidRPr="00DC54C7" w:rsidRDefault="00B0601D" w:rsidP="00944826">
            <w:pPr>
              <w:spacing w:line="360" w:lineRule="auto"/>
              <w:jc w:val="right"/>
              <w:rPr>
                <w:rFonts w:eastAsia="SimSun"/>
                <w:szCs w:val="22"/>
              </w:rPr>
            </w:pPr>
          </w:p>
        </w:tc>
      </w:tr>
      <w:tr w:rsidR="00B0601D" w:rsidRPr="00DC54C7" w14:paraId="7CD0BF81" w14:textId="77777777" w:rsidTr="00944826">
        <w:trPr>
          <w:jc w:val="center"/>
        </w:trPr>
        <w:tc>
          <w:tcPr>
            <w:tcW w:w="5875" w:type="dxa"/>
          </w:tcPr>
          <w:p w14:paraId="34803363" w14:textId="77777777" w:rsidR="00B0601D" w:rsidRPr="00DC54C7" w:rsidRDefault="00B0601D" w:rsidP="00944826">
            <w:pPr>
              <w:spacing w:line="360" w:lineRule="auto"/>
              <w:rPr>
                <w:rFonts w:eastAsia="SimSun"/>
                <w:szCs w:val="22"/>
              </w:rPr>
            </w:pPr>
          </w:p>
        </w:tc>
        <w:tc>
          <w:tcPr>
            <w:tcW w:w="2160" w:type="dxa"/>
          </w:tcPr>
          <w:p w14:paraId="35403F7F" w14:textId="77777777" w:rsidR="00B0601D" w:rsidRPr="00DC54C7" w:rsidRDefault="00B0601D" w:rsidP="00944826">
            <w:pPr>
              <w:spacing w:line="360" w:lineRule="auto"/>
              <w:jc w:val="right"/>
              <w:rPr>
                <w:rFonts w:eastAsia="SimSun"/>
                <w:szCs w:val="22"/>
              </w:rPr>
            </w:pPr>
          </w:p>
        </w:tc>
      </w:tr>
      <w:tr w:rsidR="00B0601D" w:rsidRPr="00DC54C7" w14:paraId="017265A1" w14:textId="77777777" w:rsidTr="00944826">
        <w:trPr>
          <w:jc w:val="center"/>
        </w:trPr>
        <w:tc>
          <w:tcPr>
            <w:tcW w:w="5875" w:type="dxa"/>
          </w:tcPr>
          <w:p w14:paraId="6F4FA5EE" w14:textId="77777777" w:rsidR="00B0601D" w:rsidRPr="00DC54C7" w:rsidRDefault="00B0601D" w:rsidP="00944826">
            <w:pPr>
              <w:spacing w:line="360" w:lineRule="auto"/>
              <w:rPr>
                <w:rFonts w:eastAsia="SimSun"/>
                <w:szCs w:val="22"/>
              </w:rPr>
            </w:pPr>
          </w:p>
        </w:tc>
        <w:tc>
          <w:tcPr>
            <w:tcW w:w="2160" w:type="dxa"/>
          </w:tcPr>
          <w:p w14:paraId="5D9D9538" w14:textId="77777777" w:rsidR="00B0601D" w:rsidRPr="00DC54C7" w:rsidRDefault="00B0601D" w:rsidP="00944826">
            <w:pPr>
              <w:spacing w:line="360" w:lineRule="auto"/>
              <w:jc w:val="right"/>
              <w:rPr>
                <w:rFonts w:eastAsia="SimSun"/>
                <w:szCs w:val="22"/>
              </w:rPr>
            </w:pPr>
          </w:p>
        </w:tc>
      </w:tr>
      <w:tr w:rsidR="00B0601D" w:rsidRPr="00DC54C7" w14:paraId="7B25CC74" w14:textId="77777777" w:rsidTr="00944826">
        <w:trPr>
          <w:jc w:val="center"/>
        </w:trPr>
        <w:tc>
          <w:tcPr>
            <w:tcW w:w="5875" w:type="dxa"/>
          </w:tcPr>
          <w:p w14:paraId="1CB194A0" w14:textId="77777777" w:rsidR="00B0601D" w:rsidRPr="00DC54C7" w:rsidRDefault="00B0601D" w:rsidP="00944826">
            <w:pPr>
              <w:spacing w:line="360" w:lineRule="auto"/>
              <w:rPr>
                <w:rFonts w:eastAsia="SimSun"/>
                <w:szCs w:val="22"/>
              </w:rPr>
            </w:pPr>
          </w:p>
        </w:tc>
        <w:tc>
          <w:tcPr>
            <w:tcW w:w="2160" w:type="dxa"/>
          </w:tcPr>
          <w:p w14:paraId="639F8E5F" w14:textId="77777777" w:rsidR="00B0601D" w:rsidRPr="00DC54C7" w:rsidRDefault="00B0601D" w:rsidP="00944826">
            <w:pPr>
              <w:spacing w:line="360" w:lineRule="auto"/>
              <w:jc w:val="right"/>
              <w:rPr>
                <w:rFonts w:eastAsia="SimSun"/>
                <w:szCs w:val="22"/>
              </w:rPr>
            </w:pPr>
          </w:p>
        </w:tc>
      </w:tr>
      <w:tr w:rsidR="009143E3" w:rsidRPr="00DC54C7" w14:paraId="00D6F361" w14:textId="77777777" w:rsidTr="00944826">
        <w:trPr>
          <w:jc w:val="center"/>
        </w:trPr>
        <w:tc>
          <w:tcPr>
            <w:tcW w:w="5875" w:type="dxa"/>
          </w:tcPr>
          <w:p w14:paraId="742182E9" w14:textId="77777777" w:rsidR="009143E3" w:rsidRPr="00DC54C7" w:rsidRDefault="009143E3" w:rsidP="00944826">
            <w:pPr>
              <w:spacing w:line="360" w:lineRule="auto"/>
              <w:rPr>
                <w:rFonts w:eastAsia="SimSun"/>
                <w:szCs w:val="22"/>
              </w:rPr>
            </w:pPr>
          </w:p>
        </w:tc>
        <w:tc>
          <w:tcPr>
            <w:tcW w:w="2160" w:type="dxa"/>
          </w:tcPr>
          <w:p w14:paraId="44A81FC0" w14:textId="77777777" w:rsidR="009143E3" w:rsidRPr="00DC54C7" w:rsidRDefault="009143E3" w:rsidP="00944826">
            <w:pPr>
              <w:spacing w:line="360" w:lineRule="auto"/>
              <w:jc w:val="right"/>
              <w:rPr>
                <w:rFonts w:eastAsia="SimSun"/>
                <w:szCs w:val="22"/>
              </w:rPr>
            </w:pPr>
          </w:p>
        </w:tc>
      </w:tr>
    </w:tbl>
    <w:p w14:paraId="51436F8F" w14:textId="77777777" w:rsidR="00B0601D" w:rsidRPr="00DC54C7" w:rsidRDefault="00B0601D" w:rsidP="003A553F">
      <w:pPr>
        <w:pStyle w:val="Heading1"/>
        <w:spacing w:before="240"/>
      </w:pPr>
      <w:r w:rsidRPr="00DC54C7">
        <w:rPr>
          <w:szCs w:val="22"/>
        </w:rPr>
        <w:br w:type="page"/>
      </w:r>
      <w:r w:rsidRPr="00DC54C7">
        <w:lastRenderedPageBreak/>
        <w:t>HANDOUT 4</w:t>
      </w:r>
      <w:r w:rsidR="00801A23" w:rsidRPr="00750FD5">
        <w:t>–</w:t>
      </w:r>
      <w:r w:rsidRPr="00DC54C7">
        <w:t>3</w:t>
      </w:r>
      <w:r w:rsidR="00733016" w:rsidRPr="00733016">
        <w:rPr>
          <w:u w:val="none"/>
        </w:rPr>
        <w:t>, continued</w:t>
      </w:r>
    </w:p>
    <w:p w14:paraId="231B97F2" w14:textId="77777777" w:rsidR="00B0601D" w:rsidRPr="00DC54C7" w:rsidRDefault="00B0601D" w:rsidP="00B0601D">
      <w:pPr>
        <w:jc w:val="center"/>
        <w:rPr>
          <w:szCs w:val="22"/>
        </w:rPr>
      </w:pPr>
    </w:p>
    <w:p w14:paraId="74A0D96E" w14:textId="77777777" w:rsidR="00B0601D" w:rsidRPr="00DC54C7" w:rsidRDefault="00B0601D" w:rsidP="00B0601D">
      <w:pPr>
        <w:jc w:val="center"/>
        <w:rPr>
          <w:szCs w:val="22"/>
        </w:rPr>
      </w:pPr>
      <w:r w:rsidRPr="00DC54C7">
        <w:rPr>
          <w:szCs w:val="22"/>
        </w:rPr>
        <w:t>Deana’s Decorators</w:t>
      </w:r>
    </w:p>
    <w:p w14:paraId="59C24BD8" w14:textId="77777777" w:rsidR="00B0601D" w:rsidRPr="00DC54C7" w:rsidRDefault="00B0601D" w:rsidP="00B0601D">
      <w:pPr>
        <w:jc w:val="center"/>
        <w:rPr>
          <w:szCs w:val="22"/>
        </w:rPr>
      </w:pPr>
      <w:r w:rsidRPr="00DC54C7">
        <w:rPr>
          <w:szCs w:val="22"/>
        </w:rPr>
        <w:t>Balance Sheet</w:t>
      </w:r>
    </w:p>
    <w:p w14:paraId="0DE4731D" w14:textId="77777777" w:rsidR="00B0601D" w:rsidRPr="00DC54C7" w:rsidRDefault="00B0601D" w:rsidP="00B0601D">
      <w:pPr>
        <w:jc w:val="center"/>
        <w:rPr>
          <w:szCs w:val="22"/>
        </w:rPr>
      </w:pPr>
      <w:r w:rsidRPr="00DC54C7">
        <w:rPr>
          <w:szCs w:val="22"/>
        </w:rPr>
        <w:t xml:space="preserve">December 31, </w:t>
      </w:r>
      <w:r w:rsidR="00C25690">
        <w:rPr>
          <w:szCs w:val="22"/>
        </w:rPr>
        <w:t>2016</w:t>
      </w:r>
    </w:p>
    <w:p w14:paraId="1020EA9E" w14:textId="77777777" w:rsidR="00B0601D" w:rsidRPr="00DC54C7" w:rsidRDefault="00B0601D" w:rsidP="00B0601D">
      <w:pPr>
        <w:jc w:val="center"/>
        <w:rPr>
          <w:szCs w:val="22"/>
        </w:rPr>
      </w:pPr>
    </w:p>
    <w:tbl>
      <w:tblPr>
        <w:tblW w:w="0" w:type="auto"/>
        <w:jc w:val="center"/>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1"/>
        <w:gridCol w:w="2111"/>
      </w:tblGrid>
      <w:tr w:rsidR="0015328A" w:rsidRPr="00DC54C7" w14:paraId="6A44BCC9" w14:textId="77777777" w:rsidTr="009143E3">
        <w:trPr>
          <w:jc w:val="center"/>
        </w:trPr>
        <w:tc>
          <w:tcPr>
            <w:tcW w:w="8002" w:type="dxa"/>
            <w:gridSpan w:val="2"/>
            <w:tcBorders>
              <w:top w:val="nil"/>
              <w:left w:val="nil"/>
              <w:bottom w:val="single" w:sz="2" w:space="0" w:color="auto"/>
              <w:right w:val="nil"/>
            </w:tcBorders>
          </w:tcPr>
          <w:p w14:paraId="59D56306" w14:textId="77777777" w:rsidR="0015328A" w:rsidRPr="00DC54C7" w:rsidRDefault="0015328A" w:rsidP="0015328A">
            <w:pPr>
              <w:spacing w:line="360" w:lineRule="atLeast"/>
              <w:jc w:val="center"/>
              <w:rPr>
                <w:rFonts w:eastAsia="SimSun"/>
                <w:szCs w:val="22"/>
              </w:rPr>
            </w:pPr>
            <w:r w:rsidRPr="00DC54C7">
              <w:rPr>
                <w:rFonts w:eastAsia="SimSun"/>
                <w:b/>
                <w:szCs w:val="22"/>
              </w:rPr>
              <w:t>Assets</w:t>
            </w:r>
          </w:p>
        </w:tc>
      </w:tr>
      <w:tr w:rsidR="003A553F" w:rsidRPr="00DC54C7" w14:paraId="2B93D650"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6A0B6287"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51CFCA61" w14:textId="77777777" w:rsidR="003A553F" w:rsidRPr="00DC54C7" w:rsidRDefault="003A553F" w:rsidP="00944826">
            <w:pPr>
              <w:spacing w:line="360" w:lineRule="atLeast"/>
              <w:jc w:val="right"/>
              <w:rPr>
                <w:rFonts w:eastAsia="SimSun"/>
                <w:szCs w:val="22"/>
              </w:rPr>
            </w:pPr>
          </w:p>
        </w:tc>
      </w:tr>
      <w:tr w:rsidR="003A553F" w:rsidRPr="00DC54C7" w14:paraId="7813C3A0" w14:textId="77777777" w:rsidTr="009143E3">
        <w:trPr>
          <w:jc w:val="center"/>
        </w:trPr>
        <w:tc>
          <w:tcPr>
            <w:tcW w:w="5891" w:type="dxa"/>
            <w:tcBorders>
              <w:top w:val="single" w:sz="2" w:space="0" w:color="auto"/>
            </w:tcBorders>
          </w:tcPr>
          <w:p w14:paraId="61918431" w14:textId="77777777" w:rsidR="003A553F" w:rsidRPr="00DC54C7" w:rsidRDefault="003A553F" w:rsidP="00944826">
            <w:pPr>
              <w:spacing w:line="360" w:lineRule="atLeast"/>
              <w:rPr>
                <w:rFonts w:eastAsia="SimSun"/>
                <w:szCs w:val="22"/>
              </w:rPr>
            </w:pPr>
          </w:p>
        </w:tc>
        <w:tc>
          <w:tcPr>
            <w:tcW w:w="2111" w:type="dxa"/>
            <w:tcBorders>
              <w:top w:val="single" w:sz="2" w:space="0" w:color="auto"/>
            </w:tcBorders>
          </w:tcPr>
          <w:p w14:paraId="2689306E" w14:textId="77777777" w:rsidR="003A553F" w:rsidRPr="00DC54C7" w:rsidRDefault="003A553F" w:rsidP="00944826">
            <w:pPr>
              <w:spacing w:line="360" w:lineRule="atLeast"/>
              <w:jc w:val="right"/>
              <w:rPr>
                <w:rFonts w:eastAsia="SimSun"/>
                <w:szCs w:val="22"/>
              </w:rPr>
            </w:pPr>
          </w:p>
        </w:tc>
      </w:tr>
      <w:tr w:rsidR="003A553F" w:rsidRPr="00DC54C7" w14:paraId="656D0A98" w14:textId="77777777" w:rsidTr="009143E3">
        <w:trPr>
          <w:jc w:val="center"/>
        </w:trPr>
        <w:tc>
          <w:tcPr>
            <w:tcW w:w="5891" w:type="dxa"/>
          </w:tcPr>
          <w:p w14:paraId="2944BEE6" w14:textId="77777777" w:rsidR="003A553F" w:rsidRPr="00DC54C7" w:rsidRDefault="003A553F" w:rsidP="00944826">
            <w:pPr>
              <w:spacing w:line="360" w:lineRule="atLeast"/>
              <w:rPr>
                <w:rFonts w:eastAsia="SimSun"/>
                <w:szCs w:val="22"/>
              </w:rPr>
            </w:pPr>
          </w:p>
        </w:tc>
        <w:tc>
          <w:tcPr>
            <w:tcW w:w="2111" w:type="dxa"/>
          </w:tcPr>
          <w:p w14:paraId="4D5C3513" w14:textId="77777777" w:rsidR="003A553F" w:rsidRPr="00DC54C7" w:rsidRDefault="003A553F" w:rsidP="00944826">
            <w:pPr>
              <w:spacing w:line="360" w:lineRule="atLeast"/>
              <w:jc w:val="right"/>
              <w:rPr>
                <w:rFonts w:eastAsia="SimSun"/>
                <w:szCs w:val="22"/>
              </w:rPr>
            </w:pPr>
          </w:p>
        </w:tc>
      </w:tr>
      <w:tr w:rsidR="003A553F" w:rsidRPr="00DC54C7" w14:paraId="2B3FFC28" w14:textId="77777777" w:rsidTr="009143E3">
        <w:trPr>
          <w:jc w:val="center"/>
        </w:trPr>
        <w:tc>
          <w:tcPr>
            <w:tcW w:w="5891" w:type="dxa"/>
          </w:tcPr>
          <w:p w14:paraId="233C4A41" w14:textId="77777777" w:rsidR="003A553F" w:rsidRPr="00DC54C7" w:rsidRDefault="003A553F" w:rsidP="00944826">
            <w:pPr>
              <w:spacing w:line="360" w:lineRule="atLeast"/>
              <w:rPr>
                <w:rFonts w:eastAsia="SimSun"/>
                <w:szCs w:val="22"/>
              </w:rPr>
            </w:pPr>
          </w:p>
        </w:tc>
        <w:tc>
          <w:tcPr>
            <w:tcW w:w="2111" w:type="dxa"/>
          </w:tcPr>
          <w:p w14:paraId="5AF95BB4" w14:textId="77777777" w:rsidR="003A553F" w:rsidRPr="00DC54C7" w:rsidRDefault="003A553F" w:rsidP="00944826">
            <w:pPr>
              <w:spacing w:line="360" w:lineRule="atLeast"/>
              <w:jc w:val="right"/>
              <w:rPr>
                <w:rFonts w:eastAsia="SimSun"/>
                <w:szCs w:val="22"/>
              </w:rPr>
            </w:pPr>
          </w:p>
        </w:tc>
      </w:tr>
      <w:tr w:rsidR="003A553F" w:rsidRPr="00DC54C7" w14:paraId="46F024E9" w14:textId="77777777" w:rsidTr="009143E3">
        <w:trPr>
          <w:jc w:val="center"/>
        </w:trPr>
        <w:tc>
          <w:tcPr>
            <w:tcW w:w="5891" w:type="dxa"/>
          </w:tcPr>
          <w:p w14:paraId="50B9565C" w14:textId="77777777" w:rsidR="003A553F" w:rsidRPr="00DC54C7" w:rsidRDefault="003A553F" w:rsidP="00944826">
            <w:pPr>
              <w:spacing w:line="360" w:lineRule="atLeast"/>
              <w:rPr>
                <w:rFonts w:eastAsia="SimSun"/>
                <w:szCs w:val="22"/>
              </w:rPr>
            </w:pPr>
          </w:p>
        </w:tc>
        <w:tc>
          <w:tcPr>
            <w:tcW w:w="2111" w:type="dxa"/>
          </w:tcPr>
          <w:p w14:paraId="7132DA5D" w14:textId="77777777" w:rsidR="003A553F" w:rsidRPr="00DC54C7" w:rsidRDefault="003A553F" w:rsidP="00944826">
            <w:pPr>
              <w:spacing w:line="360" w:lineRule="atLeast"/>
              <w:jc w:val="right"/>
              <w:rPr>
                <w:rFonts w:eastAsia="SimSun"/>
                <w:szCs w:val="22"/>
              </w:rPr>
            </w:pPr>
          </w:p>
        </w:tc>
      </w:tr>
      <w:tr w:rsidR="003A553F" w:rsidRPr="00DC54C7" w14:paraId="101F993C" w14:textId="77777777" w:rsidTr="009143E3">
        <w:trPr>
          <w:jc w:val="center"/>
        </w:trPr>
        <w:tc>
          <w:tcPr>
            <w:tcW w:w="5891" w:type="dxa"/>
          </w:tcPr>
          <w:p w14:paraId="05C4D3B1" w14:textId="77777777" w:rsidR="003A553F" w:rsidRPr="00DC54C7" w:rsidRDefault="003A553F" w:rsidP="00944826">
            <w:pPr>
              <w:spacing w:line="360" w:lineRule="atLeast"/>
              <w:rPr>
                <w:rFonts w:eastAsia="SimSun"/>
                <w:szCs w:val="22"/>
              </w:rPr>
            </w:pPr>
          </w:p>
        </w:tc>
        <w:tc>
          <w:tcPr>
            <w:tcW w:w="2111" w:type="dxa"/>
          </w:tcPr>
          <w:p w14:paraId="6AF9E6FE" w14:textId="77777777" w:rsidR="003A553F" w:rsidRPr="00DC54C7" w:rsidRDefault="003A553F" w:rsidP="00944826">
            <w:pPr>
              <w:spacing w:line="360" w:lineRule="atLeast"/>
              <w:jc w:val="right"/>
              <w:rPr>
                <w:rFonts w:eastAsia="SimSun"/>
                <w:szCs w:val="22"/>
              </w:rPr>
            </w:pPr>
          </w:p>
        </w:tc>
      </w:tr>
      <w:tr w:rsidR="003A553F" w:rsidRPr="00DC54C7" w14:paraId="38911FAE" w14:textId="77777777" w:rsidTr="009143E3">
        <w:trPr>
          <w:jc w:val="center"/>
        </w:trPr>
        <w:tc>
          <w:tcPr>
            <w:tcW w:w="5891" w:type="dxa"/>
          </w:tcPr>
          <w:p w14:paraId="2746491F" w14:textId="77777777" w:rsidR="003A553F" w:rsidRPr="00DC54C7" w:rsidRDefault="003A553F" w:rsidP="00944826">
            <w:pPr>
              <w:spacing w:line="360" w:lineRule="atLeast"/>
              <w:rPr>
                <w:rFonts w:eastAsia="SimSun"/>
                <w:szCs w:val="22"/>
              </w:rPr>
            </w:pPr>
          </w:p>
        </w:tc>
        <w:tc>
          <w:tcPr>
            <w:tcW w:w="2111" w:type="dxa"/>
          </w:tcPr>
          <w:p w14:paraId="4E6FF830" w14:textId="77777777" w:rsidR="003A553F" w:rsidRPr="00DC54C7" w:rsidRDefault="003A553F" w:rsidP="00944826">
            <w:pPr>
              <w:spacing w:line="360" w:lineRule="atLeast"/>
              <w:jc w:val="right"/>
              <w:rPr>
                <w:rFonts w:eastAsia="SimSun"/>
                <w:szCs w:val="22"/>
              </w:rPr>
            </w:pPr>
          </w:p>
        </w:tc>
      </w:tr>
      <w:tr w:rsidR="003A553F" w:rsidRPr="00DC54C7" w14:paraId="1DC85A42" w14:textId="77777777" w:rsidTr="009143E3">
        <w:trPr>
          <w:jc w:val="center"/>
        </w:trPr>
        <w:tc>
          <w:tcPr>
            <w:tcW w:w="5891" w:type="dxa"/>
          </w:tcPr>
          <w:p w14:paraId="327932AC" w14:textId="77777777" w:rsidR="003A553F" w:rsidRPr="00DC54C7" w:rsidRDefault="003A553F" w:rsidP="00944826">
            <w:pPr>
              <w:spacing w:line="360" w:lineRule="atLeast"/>
              <w:rPr>
                <w:rFonts w:eastAsia="SimSun"/>
                <w:szCs w:val="22"/>
              </w:rPr>
            </w:pPr>
          </w:p>
        </w:tc>
        <w:tc>
          <w:tcPr>
            <w:tcW w:w="2111" w:type="dxa"/>
          </w:tcPr>
          <w:p w14:paraId="6E99CFDE" w14:textId="77777777" w:rsidR="003A553F" w:rsidRPr="00DC54C7" w:rsidRDefault="003A553F" w:rsidP="00944826">
            <w:pPr>
              <w:spacing w:line="360" w:lineRule="atLeast"/>
              <w:jc w:val="right"/>
              <w:rPr>
                <w:rFonts w:eastAsia="SimSun"/>
                <w:szCs w:val="22"/>
              </w:rPr>
            </w:pPr>
          </w:p>
        </w:tc>
      </w:tr>
      <w:tr w:rsidR="003A553F" w:rsidRPr="00DC54C7" w14:paraId="72A822C3" w14:textId="77777777" w:rsidTr="009143E3">
        <w:trPr>
          <w:jc w:val="center"/>
        </w:trPr>
        <w:tc>
          <w:tcPr>
            <w:tcW w:w="5891" w:type="dxa"/>
          </w:tcPr>
          <w:p w14:paraId="2A3B4AF4" w14:textId="77777777" w:rsidR="003A553F" w:rsidRPr="00DC54C7" w:rsidRDefault="003A553F" w:rsidP="00944826">
            <w:pPr>
              <w:spacing w:line="360" w:lineRule="atLeast"/>
              <w:rPr>
                <w:rFonts w:eastAsia="SimSun"/>
                <w:szCs w:val="22"/>
              </w:rPr>
            </w:pPr>
          </w:p>
        </w:tc>
        <w:tc>
          <w:tcPr>
            <w:tcW w:w="2111" w:type="dxa"/>
          </w:tcPr>
          <w:p w14:paraId="3FB7363A" w14:textId="77777777" w:rsidR="003A553F" w:rsidRPr="00DC54C7" w:rsidRDefault="003A553F" w:rsidP="00944826">
            <w:pPr>
              <w:spacing w:line="360" w:lineRule="atLeast"/>
              <w:jc w:val="right"/>
              <w:rPr>
                <w:rFonts w:eastAsia="SimSun"/>
                <w:szCs w:val="22"/>
              </w:rPr>
            </w:pPr>
          </w:p>
        </w:tc>
      </w:tr>
      <w:tr w:rsidR="003A553F" w:rsidRPr="00DC54C7" w14:paraId="09055F87" w14:textId="77777777" w:rsidTr="009143E3">
        <w:trPr>
          <w:jc w:val="center"/>
        </w:trPr>
        <w:tc>
          <w:tcPr>
            <w:tcW w:w="5891" w:type="dxa"/>
          </w:tcPr>
          <w:p w14:paraId="374A8EEC" w14:textId="77777777" w:rsidR="003A553F" w:rsidRPr="00DC54C7" w:rsidRDefault="003A553F" w:rsidP="00944826">
            <w:pPr>
              <w:spacing w:line="360" w:lineRule="atLeast"/>
              <w:rPr>
                <w:rFonts w:eastAsia="SimSun"/>
                <w:szCs w:val="22"/>
              </w:rPr>
            </w:pPr>
          </w:p>
        </w:tc>
        <w:tc>
          <w:tcPr>
            <w:tcW w:w="2111" w:type="dxa"/>
          </w:tcPr>
          <w:p w14:paraId="4259C5C8" w14:textId="77777777" w:rsidR="003A553F" w:rsidRPr="00DC54C7" w:rsidRDefault="003A553F" w:rsidP="00944826">
            <w:pPr>
              <w:spacing w:line="360" w:lineRule="atLeast"/>
              <w:jc w:val="right"/>
              <w:rPr>
                <w:rFonts w:eastAsia="SimSun"/>
                <w:szCs w:val="22"/>
              </w:rPr>
            </w:pPr>
          </w:p>
        </w:tc>
      </w:tr>
      <w:tr w:rsidR="003A553F" w:rsidRPr="00DC54C7" w14:paraId="7FE3CA55" w14:textId="77777777" w:rsidTr="009143E3">
        <w:trPr>
          <w:jc w:val="center"/>
        </w:trPr>
        <w:tc>
          <w:tcPr>
            <w:tcW w:w="5891" w:type="dxa"/>
          </w:tcPr>
          <w:p w14:paraId="2E2E77AA" w14:textId="77777777" w:rsidR="003A553F" w:rsidRPr="00DC54C7" w:rsidRDefault="003A553F" w:rsidP="00944826">
            <w:pPr>
              <w:spacing w:line="360" w:lineRule="atLeast"/>
              <w:rPr>
                <w:rFonts w:eastAsia="SimSun"/>
                <w:szCs w:val="22"/>
              </w:rPr>
            </w:pPr>
          </w:p>
        </w:tc>
        <w:tc>
          <w:tcPr>
            <w:tcW w:w="2111" w:type="dxa"/>
          </w:tcPr>
          <w:p w14:paraId="47B18262" w14:textId="77777777" w:rsidR="003A553F" w:rsidRPr="00DC54C7" w:rsidRDefault="003A553F" w:rsidP="00944826">
            <w:pPr>
              <w:spacing w:line="360" w:lineRule="atLeast"/>
              <w:jc w:val="right"/>
              <w:rPr>
                <w:rFonts w:eastAsia="SimSun"/>
                <w:szCs w:val="22"/>
              </w:rPr>
            </w:pPr>
          </w:p>
        </w:tc>
      </w:tr>
      <w:tr w:rsidR="003A553F" w:rsidRPr="00DC54C7" w14:paraId="57E5E734" w14:textId="77777777" w:rsidTr="009143E3">
        <w:trPr>
          <w:jc w:val="center"/>
        </w:trPr>
        <w:tc>
          <w:tcPr>
            <w:tcW w:w="5891" w:type="dxa"/>
            <w:tcBorders>
              <w:bottom w:val="single" w:sz="2" w:space="0" w:color="auto"/>
            </w:tcBorders>
          </w:tcPr>
          <w:p w14:paraId="60D60BD3" w14:textId="77777777" w:rsidR="003A553F" w:rsidRPr="00DC54C7" w:rsidRDefault="003A553F" w:rsidP="00944826">
            <w:pPr>
              <w:spacing w:line="360" w:lineRule="atLeast"/>
              <w:rPr>
                <w:rFonts w:eastAsia="SimSun"/>
                <w:szCs w:val="22"/>
              </w:rPr>
            </w:pPr>
          </w:p>
        </w:tc>
        <w:tc>
          <w:tcPr>
            <w:tcW w:w="2111" w:type="dxa"/>
            <w:tcBorders>
              <w:bottom w:val="single" w:sz="2" w:space="0" w:color="auto"/>
            </w:tcBorders>
          </w:tcPr>
          <w:p w14:paraId="0E907BB1" w14:textId="77777777" w:rsidR="003A553F" w:rsidRPr="00DC54C7" w:rsidRDefault="003A553F" w:rsidP="00944826">
            <w:pPr>
              <w:spacing w:line="360" w:lineRule="atLeast"/>
              <w:jc w:val="right"/>
              <w:rPr>
                <w:rFonts w:eastAsia="SimSun"/>
                <w:szCs w:val="22"/>
              </w:rPr>
            </w:pPr>
          </w:p>
        </w:tc>
      </w:tr>
      <w:tr w:rsidR="003A553F" w:rsidRPr="00DC54C7" w14:paraId="1648AB3B"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29E38EAF"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19E58C6B" w14:textId="77777777" w:rsidR="003A553F" w:rsidRPr="00DC54C7" w:rsidRDefault="003A553F" w:rsidP="00944826">
            <w:pPr>
              <w:spacing w:line="360" w:lineRule="atLeast"/>
              <w:jc w:val="right"/>
              <w:rPr>
                <w:rFonts w:eastAsia="SimSun"/>
                <w:szCs w:val="22"/>
              </w:rPr>
            </w:pPr>
          </w:p>
        </w:tc>
      </w:tr>
      <w:tr w:rsidR="0015328A" w:rsidRPr="00DC54C7" w14:paraId="62051C33" w14:textId="77777777" w:rsidTr="009143E3">
        <w:trPr>
          <w:jc w:val="center"/>
        </w:trPr>
        <w:tc>
          <w:tcPr>
            <w:tcW w:w="8002" w:type="dxa"/>
            <w:gridSpan w:val="2"/>
            <w:tcBorders>
              <w:top w:val="single" w:sz="2" w:space="0" w:color="auto"/>
              <w:left w:val="nil"/>
              <w:bottom w:val="single" w:sz="2" w:space="0" w:color="auto"/>
              <w:right w:val="nil"/>
            </w:tcBorders>
          </w:tcPr>
          <w:p w14:paraId="7CDDBF69" w14:textId="77777777" w:rsidR="0015328A" w:rsidRPr="00DC54C7" w:rsidRDefault="0015328A" w:rsidP="0015328A">
            <w:pPr>
              <w:spacing w:line="360" w:lineRule="atLeast"/>
              <w:jc w:val="center"/>
              <w:rPr>
                <w:rFonts w:eastAsia="SimSun"/>
                <w:szCs w:val="22"/>
              </w:rPr>
            </w:pPr>
            <w:r w:rsidRPr="00DC54C7">
              <w:rPr>
                <w:rFonts w:eastAsia="SimSun"/>
                <w:b/>
                <w:szCs w:val="22"/>
              </w:rPr>
              <w:t>Liabilities</w:t>
            </w:r>
          </w:p>
        </w:tc>
      </w:tr>
      <w:tr w:rsidR="003A553F" w:rsidRPr="00DC54C7" w14:paraId="26E0A1B7"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7917B082"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1CDB5F38" w14:textId="77777777" w:rsidR="003A553F" w:rsidRPr="00DC54C7" w:rsidRDefault="003A553F" w:rsidP="00944826">
            <w:pPr>
              <w:spacing w:line="360" w:lineRule="atLeast"/>
              <w:jc w:val="right"/>
              <w:rPr>
                <w:rFonts w:eastAsia="SimSun"/>
                <w:szCs w:val="22"/>
              </w:rPr>
            </w:pPr>
          </w:p>
        </w:tc>
      </w:tr>
      <w:tr w:rsidR="003A553F" w:rsidRPr="00DC54C7" w14:paraId="3407245B" w14:textId="77777777" w:rsidTr="009143E3">
        <w:trPr>
          <w:jc w:val="center"/>
        </w:trPr>
        <w:tc>
          <w:tcPr>
            <w:tcW w:w="5891" w:type="dxa"/>
            <w:tcBorders>
              <w:top w:val="single" w:sz="2" w:space="0" w:color="auto"/>
            </w:tcBorders>
          </w:tcPr>
          <w:p w14:paraId="12A8B011" w14:textId="77777777" w:rsidR="003A553F" w:rsidRPr="00DC54C7" w:rsidRDefault="003A553F" w:rsidP="00944826">
            <w:pPr>
              <w:spacing w:line="360" w:lineRule="atLeast"/>
              <w:rPr>
                <w:rFonts w:eastAsia="SimSun"/>
                <w:szCs w:val="22"/>
              </w:rPr>
            </w:pPr>
          </w:p>
        </w:tc>
        <w:tc>
          <w:tcPr>
            <w:tcW w:w="2111" w:type="dxa"/>
            <w:tcBorders>
              <w:top w:val="single" w:sz="2" w:space="0" w:color="auto"/>
            </w:tcBorders>
          </w:tcPr>
          <w:p w14:paraId="6C7733B2" w14:textId="77777777" w:rsidR="003A553F" w:rsidRPr="00DC54C7" w:rsidRDefault="003A553F" w:rsidP="00944826">
            <w:pPr>
              <w:spacing w:line="360" w:lineRule="atLeast"/>
              <w:jc w:val="right"/>
              <w:rPr>
                <w:rFonts w:eastAsia="SimSun"/>
                <w:szCs w:val="22"/>
              </w:rPr>
            </w:pPr>
          </w:p>
        </w:tc>
      </w:tr>
      <w:tr w:rsidR="003A553F" w:rsidRPr="00DC54C7" w14:paraId="781BD4F6" w14:textId="77777777" w:rsidTr="009143E3">
        <w:trPr>
          <w:jc w:val="center"/>
        </w:trPr>
        <w:tc>
          <w:tcPr>
            <w:tcW w:w="5891" w:type="dxa"/>
          </w:tcPr>
          <w:p w14:paraId="110A9818" w14:textId="77777777" w:rsidR="003A553F" w:rsidRPr="00DC54C7" w:rsidRDefault="003A553F" w:rsidP="00944826">
            <w:pPr>
              <w:spacing w:line="360" w:lineRule="atLeast"/>
              <w:rPr>
                <w:rFonts w:eastAsia="SimSun"/>
                <w:szCs w:val="22"/>
              </w:rPr>
            </w:pPr>
          </w:p>
        </w:tc>
        <w:tc>
          <w:tcPr>
            <w:tcW w:w="2111" w:type="dxa"/>
          </w:tcPr>
          <w:p w14:paraId="5E798CCF" w14:textId="77777777" w:rsidR="003A553F" w:rsidRPr="00DC54C7" w:rsidRDefault="003A553F" w:rsidP="00944826">
            <w:pPr>
              <w:spacing w:line="360" w:lineRule="atLeast"/>
              <w:jc w:val="right"/>
              <w:rPr>
                <w:rFonts w:eastAsia="SimSun"/>
                <w:szCs w:val="22"/>
              </w:rPr>
            </w:pPr>
          </w:p>
        </w:tc>
      </w:tr>
      <w:tr w:rsidR="003A553F" w:rsidRPr="00DC54C7" w14:paraId="6F3A18F3" w14:textId="77777777" w:rsidTr="009143E3">
        <w:trPr>
          <w:jc w:val="center"/>
        </w:trPr>
        <w:tc>
          <w:tcPr>
            <w:tcW w:w="5891" w:type="dxa"/>
          </w:tcPr>
          <w:p w14:paraId="5EC5D38E" w14:textId="77777777" w:rsidR="003A553F" w:rsidRPr="00DC54C7" w:rsidRDefault="003A553F" w:rsidP="00944826">
            <w:pPr>
              <w:spacing w:line="360" w:lineRule="atLeast"/>
              <w:rPr>
                <w:rFonts w:eastAsia="SimSun"/>
                <w:szCs w:val="22"/>
              </w:rPr>
            </w:pPr>
          </w:p>
        </w:tc>
        <w:tc>
          <w:tcPr>
            <w:tcW w:w="2111" w:type="dxa"/>
          </w:tcPr>
          <w:p w14:paraId="6651E7E5" w14:textId="77777777" w:rsidR="003A553F" w:rsidRPr="00DC54C7" w:rsidRDefault="003A553F" w:rsidP="00944826">
            <w:pPr>
              <w:spacing w:line="360" w:lineRule="atLeast"/>
              <w:jc w:val="right"/>
              <w:rPr>
                <w:rFonts w:eastAsia="SimSun"/>
                <w:szCs w:val="22"/>
              </w:rPr>
            </w:pPr>
          </w:p>
        </w:tc>
      </w:tr>
      <w:tr w:rsidR="003A553F" w:rsidRPr="00DC54C7" w14:paraId="6CC10188" w14:textId="77777777" w:rsidTr="009143E3">
        <w:trPr>
          <w:jc w:val="center"/>
        </w:trPr>
        <w:tc>
          <w:tcPr>
            <w:tcW w:w="5891" w:type="dxa"/>
          </w:tcPr>
          <w:p w14:paraId="22DC1D89" w14:textId="77777777" w:rsidR="003A553F" w:rsidRPr="00DC54C7" w:rsidRDefault="003A553F" w:rsidP="00944826">
            <w:pPr>
              <w:spacing w:line="360" w:lineRule="atLeast"/>
              <w:rPr>
                <w:rFonts w:eastAsia="SimSun"/>
                <w:szCs w:val="22"/>
              </w:rPr>
            </w:pPr>
          </w:p>
        </w:tc>
        <w:tc>
          <w:tcPr>
            <w:tcW w:w="2111" w:type="dxa"/>
          </w:tcPr>
          <w:p w14:paraId="7165E2F7" w14:textId="77777777" w:rsidR="003A553F" w:rsidRPr="00DC54C7" w:rsidRDefault="003A553F" w:rsidP="00944826">
            <w:pPr>
              <w:spacing w:line="360" w:lineRule="atLeast"/>
              <w:jc w:val="right"/>
              <w:rPr>
                <w:rFonts w:eastAsia="SimSun"/>
                <w:szCs w:val="22"/>
              </w:rPr>
            </w:pPr>
          </w:p>
        </w:tc>
      </w:tr>
      <w:tr w:rsidR="003A553F" w:rsidRPr="00DC54C7" w14:paraId="535AAC4A" w14:textId="77777777" w:rsidTr="009143E3">
        <w:trPr>
          <w:jc w:val="center"/>
        </w:trPr>
        <w:tc>
          <w:tcPr>
            <w:tcW w:w="5891" w:type="dxa"/>
            <w:vAlign w:val="center"/>
          </w:tcPr>
          <w:p w14:paraId="4364BC83" w14:textId="77777777" w:rsidR="003A553F" w:rsidRPr="00DC54C7" w:rsidRDefault="003A553F" w:rsidP="00944826">
            <w:pPr>
              <w:spacing w:line="360" w:lineRule="atLeast"/>
              <w:rPr>
                <w:rFonts w:eastAsia="SimSun"/>
                <w:szCs w:val="22"/>
              </w:rPr>
            </w:pPr>
          </w:p>
        </w:tc>
        <w:tc>
          <w:tcPr>
            <w:tcW w:w="2111" w:type="dxa"/>
          </w:tcPr>
          <w:p w14:paraId="0AA0BC0B" w14:textId="77777777" w:rsidR="003A553F" w:rsidRPr="00DC54C7" w:rsidRDefault="003A553F" w:rsidP="00944826">
            <w:pPr>
              <w:spacing w:line="360" w:lineRule="atLeast"/>
              <w:jc w:val="right"/>
              <w:rPr>
                <w:rFonts w:eastAsia="SimSun"/>
                <w:szCs w:val="22"/>
              </w:rPr>
            </w:pPr>
          </w:p>
        </w:tc>
      </w:tr>
      <w:tr w:rsidR="003A553F" w:rsidRPr="00DC54C7" w14:paraId="0314816B" w14:textId="77777777" w:rsidTr="009143E3">
        <w:trPr>
          <w:jc w:val="center"/>
        </w:trPr>
        <w:tc>
          <w:tcPr>
            <w:tcW w:w="5891" w:type="dxa"/>
            <w:tcBorders>
              <w:bottom w:val="single" w:sz="2" w:space="0" w:color="auto"/>
            </w:tcBorders>
            <w:vAlign w:val="center"/>
          </w:tcPr>
          <w:p w14:paraId="589078DC" w14:textId="77777777" w:rsidR="003A553F" w:rsidRPr="00DC54C7" w:rsidRDefault="003A553F" w:rsidP="00944826">
            <w:pPr>
              <w:spacing w:line="360" w:lineRule="atLeast"/>
              <w:rPr>
                <w:rFonts w:eastAsia="SimSun"/>
                <w:szCs w:val="22"/>
              </w:rPr>
            </w:pPr>
          </w:p>
        </w:tc>
        <w:tc>
          <w:tcPr>
            <w:tcW w:w="2111" w:type="dxa"/>
            <w:tcBorders>
              <w:bottom w:val="single" w:sz="2" w:space="0" w:color="auto"/>
            </w:tcBorders>
          </w:tcPr>
          <w:p w14:paraId="397971EE" w14:textId="77777777" w:rsidR="003A553F" w:rsidRPr="00DC54C7" w:rsidRDefault="003A553F" w:rsidP="00944826">
            <w:pPr>
              <w:spacing w:line="360" w:lineRule="atLeast"/>
              <w:jc w:val="right"/>
              <w:rPr>
                <w:rFonts w:eastAsia="SimSun"/>
                <w:szCs w:val="22"/>
              </w:rPr>
            </w:pPr>
          </w:p>
        </w:tc>
      </w:tr>
      <w:tr w:rsidR="003A553F" w:rsidRPr="00DC54C7" w14:paraId="1A5CE620"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44B5A410"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0763CA84" w14:textId="77777777" w:rsidR="003A553F" w:rsidRPr="00DC54C7" w:rsidRDefault="003A553F" w:rsidP="00944826">
            <w:pPr>
              <w:spacing w:line="360" w:lineRule="atLeast"/>
              <w:jc w:val="right"/>
              <w:rPr>
                <w:rFonts w:eastAsia="SimSun"/>
                <w:szCs w:val="22"/>
              </w:rPr>
            </w:pPr>
          </w:p>
        </w:tc>
      </w:tr>
      <w:tr w:rsidR="003A553F" w:rsidRPr="00DC54C7" w14:paraId="0F39D659"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78F507A1"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6B32998E" w14:textId="77777777" w:rsidR="003A553F" w:rsidRPr="00DC54C7" w:rsidRDefault="003A553F" w:rsidP="00944826">
            <w:pPr>
              <w:spacing w:line="360" w:lineRule="atLeast"/>
              <w:jc w:val="right"/>
              <w:rPr>
                <w:rFonts w:eastAsia="SimSun"/>
                <w:szCs w:val="22"/>
              </w:rPr>
            </w:pPr>
          </w:p>
        </w:tc>
      </w:tr>
      <w:tr w:rsidR="0015328A" w:rsidRPr="00DC54C7" w14:paraId="235556C0" w14:textId="77777777" w:rsidTr="009143E3">
        <w:trPr>
          <w:jc w:val="center"/>
        </w:trPr>
        <w:tc>
          <w:tcPr>
            <w:tcW w:w="8002" w:type="dxa"/>
            <w:gridSpan w:val="2"/>
            <w:tcBorders>
              <w:top w:val="single" w:sz="2" w:space="0" w:color="auto"/>
              <w:left w:val="nil"/>
              <w:bottom w:val="single" w:sz="2" w:space="0" w:color="auto"/>
              <w:right w:val="nil"/>
            </w:tcBorders>
          </w:tcPr>
          <w:p w14:paraId="38E0CE41" w14:textId="77777777" w:rsidR="0015328A" w:rsidRPr="00DC54C7" w:rsidRDefault="0015328A" w:rsidP="0015328A">
            <w:pPr>
              <w:spacing w:line="360" w:lineRule="atLeast"/>
              <w:jc w:val="center"/>
              <w:rPr>
                <w:rFonts w:eastAsia="SimSun"/>
                <w:szCs w:val="22"/>
              </w:rPr>
            </w:pPr>
            <w:r w:rsidRPr="00DC54C7">
              <w:rPr>
                <w:rFonts w:eastAsia="SimSun"/>
                <w:b/>
                <w:szCs w:val="22"/>
              </w:rPr>
              <w:t>Stockholders’ Equity</w:t>
            </w:r>
          </w:p>
        </w:tc>
      </w:tr>
      <w:tr w:rsidR="003A553F" w:rsidRPr="00DC54C7" w14:paraId="03A4116E"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1BEDD400"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0DEACC16" w14:textId="77777777" w:rsidR="003A553F" w:rsidRPr="00DC54C7" w:rsidRDefault="003A553F" w:rsidP="00944826">
            <w:pPr>
              <w:spacing w:line="360" w:lineRule="atLeast"/>
              <w:jc w:val="right"/>
              <w:rPr>
                <w:rFonts w:eastAsia="SimSun"/>
                <w:szCs w:val="22"/>
              </w:rPr>
            </w:pPr>
          </w:p>
        </w:tc>
      </w:tr>
      <w:tr w:rsidR="003A553F" w:rsidRPr="00DC54C7" w14:paraId="27CD89C6" w14:textId="77777777" w:rsidTr="009143E3">
        <w:trPr>
          <w:jc w:val="center"/>
        </w:trPr>
        <w:tc>
          <w:tcPr>
            <w:tcW w:w="5891" w:type="dxa"/>
            <w:tcBorders>
              <w:top w:val="single" w:sz="2" w:space="0" w:color="auto"/>
              <w:left w:val="single" w:sz="2" w:space="0" w:color="auto"/>
              <w:bottom w:val="single" w:sz="2" w:space="0" w:color="auto"/>
              <w:right w:val="single" w:sz="2" w:space="0" w:color="auto"/>
            </w:tcBorders>
          </w:tcPr>
          <w:p w14:paraId="483D6D98" w14:textId="77777777" w:rsidR="003A553F" w:rsidRPr="00DC54C7" w:rsidRDefault="003A553F" w:rsidP="00944826">
            <w:pPr>
              <w:spacing w:line="360" w:lineRule="atLeast"/>
              <w:rPr>
                <w:rFonts w:eastAsia="SimSun"/>
                <w:szCs w:val="22"/>
              </w:rPr>
            </w:pPr>
          </w:p>
        </w:tc>
        <w:tc>
          <w:tcPr>
            <w:tcW w:w="2111" w:type="dxa"/>
            <w:tcBorders>
              <w:top w:val="single" w:sz="2" w:space="0" w:color="auto"/>
              <w:left w:val="single" w:sz="2" w:space="0" w:color="auto"/>
              <w:bottom w:val="single" w:sz="2" w:space="0" w:color="auto"/>
              <w:right w:val="single" w:sz="2" w:space="0" w:color="auto"/>
            </w:tcBorders>
          </w:tcPr>
          <w:p w14:paraId="77A248BE" w14:textId="77777777" w:rsidR="003A553F" w:rsidRPr="00DC54C7" w:rsidRDefault="003A553F" w:rsidP="00944826">
            <w:pPr>
              <w:spacing w:line="360" w:lineRule="atLeast"/>
              <w:jc w:val="right"/>
              <w:rPr>
                <w:rFonts w:eastAsia="SimSun"/>
                <w:szCs w:val="22"/>
              </w:rPr>
            </w:pPr>
          </w:p>
        </w:tc>
      </w:tr>
      <w:tr w:rsidR="003A553F" w:rsidRPr="00DC54C7" w14:paraId="3233760D" w14:textId="77777777" w:rsidTr="009143E3">
        <w:trPr>
          <w:jc w:val="center"/>
        </w:trPr>
        <w:tc>
          <w:tcPr>
            <w:tcW w:w="5891" w:type="dxa"/>
            <w:tcBorders>
              <w:top w:val="single" w:sz="2" w:space="0" w:color="auto"/>
            </w:tcBorders>
          </w:tcPr>
          <w:p w14:paraId="132B4860" w14:textId="77777777" w:rsidR="003A553F" w:rsidRPr="00DC54C7" w:rsidRDefault="003A553F" w:rsidP="00944826">
            <w:pPr>
              <w:spacing w:line="360" w:lineRule="atLeast"/>
              <w:rPr>
                <w:rFonts w:eastAsia="SimSun"/>
                <w:szCs w:val="22"/>
              </w:rPr>
            </w:pPr>
          </w:p>
        </w:tc>
        <w:tc>
          <w:tcPr>
            <w:tcW w:w="2111" w:type="dxa"/>
            <w:tcBorders>
              <w:top w:val="single" w:sz="2" w:space="0" w:color="auto"/>
            </w:tcBorders>
          </w:tcPr>
          <w:p w14:paraId="7E843D60" w14:textId="77777777" w:rsidR="003A553F" w:rsidRPr="00DC54C7" w:rsidRDefault="003A553F" w:rsidP="00944826">
            <w:pPr>
              <w:spacing w:line="360" w:lineRule="atLeast"/>
              <w:jc w:val="right"/>
              <w:rPr>
                <w:rFonts w:eastAsia="SimSun"/>
                <w:szCs w:val="22"/>
              </w:rPr>
            </w:pPr>
          </w:p>
        </w:tc>
      </w:tr>
      <w:tr w:rsidR="003A553F" w:rsidRPr="00DC54C7" w14:paraId="1FBCE645" w14:textId="77777777" w:rsidTr="009143E3">
        <w:trPr>
          <w:jc w:val="center"/>
        </w:trPr>
        <w:tc>
          <w:tcPr>
            <w:tcW w:w="5891" w:type="dxa"/>
          </w:tcPr>
          <w:p w14:paraId="7B449308" w14:textId="77777777" w:rsidR="003A553F" w:rsidRPr="00DC54C7" w:rsidRDefault="003A553F" w:rsidP="00944826">
            <w:pPr>
              <w:spacing w:line="360" w:lineRule="atLeast"/>
              <w:rPr>
                <w:rFonts w:eastAsia="SimSun"/>
                <w:szCs w:val="22"/>
              </w:rPr>
            </w:pPr>
          </w:p>
        </w:tc>
        <w:tc>
          <w:tcPr>
            <w:tcW w:w="2111" w:type="dxa"/>
          </w:tcPr>
          <w:p w14:paraId="10C99099" w14:textId="77777777" w:rsidR="003A553F" w:rsidRPr="00DC54C7" w:rsidRDefault="003A553F" w:rsidP="00944826">
            <w:pPr>
              <w:spacing w:line="360" w:lineRule="atLeast"/>
              <w:jc w:val="right"/>
              <w:rPr>
                <w:rFonts w:eastAsia="SimSun"/>
                <w:szCs w:val="22"/>
              </w:rPr>
            </w:pPr>
          </w:p>
        </w:tc>
      </w:tr>
    </w:tbl>
    <w:p w14:paraId="2CDAB0BF" w14:textId="77777777" w:rsidR="00B0601D" w:rsidRPr="00DC54C7" w:rsidRDefault="00B0601D" w:rsidP="00B0601D">
      <w:pPr>
        <w:pStyle w:val="Heading1"/>
        <w:spacing w:before="240"/>
      </w:pPr>
      <w:r w:rsidRPr="00DC54C7">
        <w:br w:type="page"/>
      </w:r>
      <w:r w:rsidRPr="00DC54C7">
        <w:lastRenderedPageBreak/>
        <w:t>HANDOUT 4</w:t>
      </w:r>
      <w:r w:rsidR="00801A23" w:rsidRPr="00750FD5">
        <w:t>–</w:t>
      </w:r>
      <w:r w:rsidRPr="00DC54C7">
        <w:t>3 SOLUTION</w:t>
      </w:r>
    </w:p>
    <w:p w14:paraId="5CBB5465" w14:textId="77777777" w:rsidR="00B0601D" w:rsidRDefault="00B0601D" w:rsidP="00B0601D">
      <w:pPr>
        <w:pStyle w:val="Heading1"/>
        <w:spacing w:before="240"/>
        <w:jc w:val="center"/>
        <w:rPr>
          <w:u w:val="none"/>
        </w:rPr>
      </w:pPr>
      <w:r w:rsidRPr="00DC54C7">
        <w:rPr>
          <w:u w:val="none"/>
        </w:rPr>
        <w:t>FINANCIAL STATEMENTS</w:t>
      </w:r>
    </w:p>
    <w:p w14:paraId="19A18BB3" w14:textId="77777777" w:rsidR="000A3DD2" w:rsidRDefault="000A3DD2" w:rsidP="000A3DD2">
      <w:pPr>
        <w:pStyle w:val="BodyText"/>
        <w:jc w:val="left"/>
      </w:pPr>
      <w:r>
        <w:t>Use the adjusted trial balance in Handout 4</w:t>
      </w:r>
      <w:r w:rsidR="00801A23" w:rsidRPr="00DF3C97">
        <w:rPr>
          <w:b/>
        </w:rPr>
        <w:t>–</w:t>
      </w:r>
      <w:r>
        <w:t xml:space="preserve">2 to prepare in good form an income statement, a statement of retained earnings, and a classified balance sheet for Deana’s Decorators. </w:t>
      </w:r>
    </w:p>
    <w:p w14:paraId="6578FFCE" w14:textId="77777777" w:rsidR="003D565B" w:rsidRPr="00DC54C7" w:rsidRDefault="003D565B" w:rsidP="00B0601D">
      <w:pPr>
        <w:jc w:val="center"/>
        <w:rPr>
          <w:szCs w:val="22"/>
        </w:rPr>
      </w:pPr>
      <w:r w:rsidRPr="00DC54C7">
        <w:rPr>
          <w:szCs w:val="22"/>
        </w:rPr>
        <w:t>Deana’s Decorators</w:t>
      </w:r>
    </w:p>
    <w:p w14:paraId="6DFA815D" w14:textId="77777777" w:rsidR="003D565B" w:rsidRPr="00DC54C7" w:rsidRDefault="003D565B" w:rsidP="003D565B">
      <w:pPr>
        <w:jc w:val="center"/>
        <w:rPr>
          <w:szCs w:val="22"/>
        </w:rPr>
      </w:pPr>
      <w:r w:rsidRPr="00DC54C7">
        <w:rPr>
          <w:szCs w:val="22"/>
        </w:rPr>
        <w:t>Income Statement</w:t>
      </w:r>
    </w:p>
    <w:p w14:paraId="3E41AC78" w14:textId="77777777" w:rsidR="003D565B" w:rsidRPr="00DC54C7" w:rsidRDefault="003D565B" w:rsidP="003D565B">
      <w:pPr>
        <w:jc w:val="center"/>
        <w:rPr>
          <w:szCs w:val="22"/>
        </w:rPr>
      </w:pPr>
      <w:r w:rsidRPr="00DC54C7">
        <w:rPr>
          <w:szCs w:val="22"/>
        </w:rPr>
        <w:t>For the year ended December 31</w:t>
      </w:r>
      <w:r w:rsidR="00B0601D" w:rsidRPr="00DC54C7">
        <w:rPr>
          <w:szCs w:val="22"/>
        </w:rPr>
        <w:t xml:space="preserve">, </w:t>
      </w:r>
      <w:r w:rsidR="00C25690">
        <w:rPr>
          <w:szCs w:val="22"/>
        </w:rPr>
        <w:t>2016</w:t>
      </w:r>
    </w:p>
    <w:p w14:paraId="78824FC8" w14:textId="77777777" w:rsidR="003D565B" w:rsidRPr="00DC54C7" w:rsidRDefault="003D565B" w:rsidP="003D565B">
      <w:pPr>
        <w:jc w:val="center"/>
        <w:rPr>
          <w:szCs w:val="22"/>
        </w:rPr>
      </w:pPr>
    </w:p>
    <w:tbl>
      <w:tblPr>
        <w:tblW w:w="0" w:type="auto"/>
        <w:jc w:val="center"/>
        <w:tblLook w:val="01E0" w:firstRow="1" w:lastRow="1" w:firstColumn="1" w:lastColumn="1" w:noHBand="0" w:noVBand="0"/>
      </w:tblPr>
      <w:tblGrid>
        <w:gridCol w:w="5875"/>
        <w:gridCol w:w="2160"/>
      </w:tblGrid>
      <w:tr w:rsidR="003D565B" w:rsidRPr="00DC54C7" w14:paraId="0A45A650" w14:textId="77777777" w:rsidTr="009143E3">
        <w:trPr>
          <w:jc w:val="center"/>
        </w:trPr>
        <w:tc>
          <w:tcPr>
            <w:tcW w:w="5875" w:type="dxa"/>
          </w:tcPr>
          <w:p w14:paraId="3A3BA3D8" w14:textId="77777777" w:rsidR="003D565B" w:rsidRPr="00DC54C7" w:rsidRDefault="003D565B" w:rsidP="003D565B">
            <w:pPr>
              <w:rPr>
                <w:rFonts w:eastAsia="SimSun"/>
                <w:szCs w:val="22"/>
              </w:rPr>
            </w:pPr>
            <w:r w:rsidRPr="00DC54C7">
              <w:rPr>
                <w:rFonts w:eastAsia="SimSun"/>
                <w:szCs w:val="22"/>
              </w:rPr>
              <w:t>Revenue</w:t>
            </w:r>
            <w:r w:rsidR="00391BCE" w:rsidRPr="00DC54C7">
              <w:rPr>
                <w:rFonts w:eastAsia="SimSun"/>
                <w:szCs w:val="22"/>
              </w:rPr>
              <w:t>s:</w:t>
            </w:r>
          </w:p>
        </w:tc>
        <w:tc>
          <w:tcPr>
            <w:tcW w:w="2160" w:type="dxa"/>
          </w:tcPr>
          <w:p w14:paraId="1D09566F" w14:textId="77777777" w:rsidR="003D565B" w:rsidRPr="00DC54C7" w:rsidRDefault="003D565B" w:rsidP="00944826">
            <w:pPr>
              <w:jc w:val="right"/>
              <w:rPr>
                <w:rFonts w:eastAsia="SimSun"/>
                <w:szCs w:val="22"/>
              </w:rPr>
            </w:pPr>
          </w:p>
        </w:tc>
      </w:tr>
      <w:tr w:rsidR="00391BCE" w:rsidRPr="00DC54C7" w14:paraId="0199A8B1" w14:textId="77777777" w:rsidTr="009143E3">
        <w:trPr>
          <w:jc w:val="center"/>
        </w:trPr>
        <w:tc>
          <w:tcPr>
            <w:tcW w:w="5875" w:type="dxa"/>
          </w:tcPr>
          <w:p w14:paraId="2D09F134" w14:textId="77777777" w:rsidR="00391BCE" w:rsidRPr="00DC54C7" w:rsidRDefault="0015328A" w:rsidP="0015328A">
            <w:pPr>
              <w:rPr>
                <w:rFonts w:eastAsia="SimSun"/>
                <w:szCs w:val="22"/>
              </w:rPr>
            </w:pPr>
            <w:r>
              <w:rPr>
                <w:rFonts w:eastAsia="SimSun"/>
                <w:szCs w:val="22"/>
              </w:rPr>
              <w:tab/>
            </w:r>
            <w:r w:rsidR="00F01DA3">
              <w:rPr>
                <w:rFonts w:eastAsia="SimSun"/>
                <w:szCs w:val="22"/>
              </w:rPr>
              <w:t>Service Revenue</w:t>
            </w:r>
          </w:p>
        </w:tc>
        <w:tc>
          <w:tcPr>
            <w:tcW w:w="2160" w:type="dxa"/>
          </w:tcPr>
          <w:p w14:paraId="71771CD2" w14:textId="77777777" w:rsidR="00391BCE" w:rsidRPr="00DC54C7" w:rsidRDefault="00391BCE" w:rsidP="00944826">
            <w:pPr>
              <w:jc w:val="right"/>
              <w:rPr>
                <w:rFonts w:eastAsia="SimSun"/>
                <w:szCs w:val="22"/>
              </w:rPr>
            </w:pPr>
            <w:r w:rsidRPr="00DC54C7">
              <w:rPr>
                <w:rFonts w:eastAsia="SimSun"/>
                <w:szCs w:val="22"/>
              </w:rPr>
              <w:t>$120,400</w:t>
            </w:r>
          </w:p>
        </w:tc>
      </w:tr>
      <w:tr w:rsidR="00391BCE" w:rsidRPr="00DC54C7" w14:paraId="0981E2D9" w14:textId="77777777" w:rsidTr="009143E3">
        <w:trPr>
          <w:jc w:val="center"/>
        </w:trPr>
        <w:tc>
          <w:tcPr>
            <w:tcW w:w="5875" w:type="dxa"/>
          </w:tcPr>
          <w:p w14:paraId="7EE94046" w14:textId="77777777" w:rsidR="00391BCE" w:rsidRPr="00DC54C7" w:rsidRDefault="0015328A" w:rsidP="0015328A">
            <w:pPr>
              <w:rPr>
                <w:rFonts w:eastAsia="SimSun"/>
                <w:szCs w:val="22"/>
              </w:rPr>
            </w:pPr>
            <w:r>
              <w:rPr>
                <w:rFonts w:eastAsia="SimSun"/>
                <w:szCs w:val="22"/>
              </w:rPr>
              <w:tab/>
            </w:r>
            <w:r w:rsidR="00391BCE" w:rsidRPr="00DC54C7">
              <w:rPr>
                <w:rFonts w:eastAsia="SimSun"/>
                <w:szCs w:val="22"/>
              </w:rPr>
              <w:t>Interest Revenue</w:t>
            </w:r>
          </w:p>
        </w:tc>
        <w:tc>
          <w:tcPr>
            <w:tcW w:w="2160" w:type="dxa"/>
          </w:tcPr>
          <w:p w14:paraId="5553C38D" w14:textId="77777777" w:rsidR="00391BCE" w:rsidRPr="00DC54C7" w:rsidRDefault="00391BCE" w:rsidP="00944826">
            <w:pPr>
              <w:jc w:val="right"/>
              <w:rPr>
                <w:rFonts w:eastAsia="SimSun"/>
                <w:szCs w:val="22"/>
                <w:u w:val="single"/>
              </w:rPr>
            </w:pPr>
            <w:r w:rsidRPr="00DC54C7">
              <w:rPr>
                <w:rFonts w:eastAsia="SimSun"/>
                <w:szCs w:val="22"/>
                <w:u w:val="single"/>
              </w:rPr>
              <w:t xml:space="preserve">      1,200</w:t>
            </w:r>
          </w:p>
        </w:tc>
      </w:tr>
      <w:tr w:rsidR="00391BCE" w:rsidRPr="00DC54C7" w14:paraId="37C90355" w14:textId="77777777" w:rsidTr="009143E3">
        <w:trPr>
          <w:jc w:val="center"/>
        </w:trPr>
        <w:tc>
          <w:tcPr>
            <w:tcW w:w="5875" w:type="dxa"/>
          </w:tcPr>
          <w:p w14:paraId="56E86484" w14:textId="77777777" w:rsidR="00391BCE" w:rsidRPr="00DC54C7" w:rsidRDefault="0015328A" w:rsidP="003D565B">
            <w:pPr>
              <w:rPr>
                <w:rFonts w:eastAsia="SimSun"/>
                <w:szCs w:val="22"/>
              </w:rPr>
            </w:pPr>
            <w:r>
              <w:rPr>
                <w:rFonts w:eastAsia="SimSun"/>
                <w:szCs w:val="22"/>
              </w:rPr>
              <w:tab/>
            </w:r>
            <w:r>
              <w:rPr>
                <w:rFonts w:eastAsia="SimSun"/>
                <w:szCs w:val="22"/>
              </w:rPr>
              <w:tab/>
            </w:r>
            <w:r w:rsidR="00391BCE" w:rsidRPr="00DC54C7">
              <w:rPr>
                <w:rFonts w:eastAsia="SimSun"/>
                <w:szCs w:val="22"/>
              </w:rPr>
              <w:t>Total Revenues</w:t>
            </w:r>
          </w:p>
        </w:tc>
        <w:tc>
          <w:tcPr>
            <w:tcW w:w="2160" w:type="dxa"/>
          </w:tcPr>
          <w:p w14:paraId="2C64F2F2" w14:textId="77777777" w:rsidR="00391BCE" w:rsidRPr="009143E3" w:rsidRDefault="009143E3" w:rsidP="00944826">
            <w:pPr>
              <w:jc w:val="right"/>
              <w:rPr>
                <w:rFonts w:eastAsia="SimSun"/>
                <w:szCs w:val="22"/>
                <w:u w:val="single"/>
              </w:rPr>
            </w:pPr>
            <w:r>
              <w:rPr>
                <w:rFonts w:eastAsia="SimSun"/>
                <w:szCs w:val="22"/>
                <w:u w:val="single"/>
              </w:rPr>
              <w:t xml:space="preserve">  </w:t>
            </w:r>
            <w:r w:rsidR="00391BCE" w:rsidRPr="009143E3">
              <w:rPr>
                <w:rFonts w:eastAsia="SimSun"/>
                <w:szCs w:val="22"/>
                <w:u w:val="single"/>
              </w:rPr>
              <w:t>121,600</w:t>
            </w:r>
          </w:p>
        </w:tc>
      </w:tr>
      <w:tr w:rsidR="00391BCE" w:rsidRPr="00DC54C7" w14:paraId="28A5AE68" w14:textId="77777777" w:rsidTr="009143E3">
        <w:trPr>
          <w:jc w:val="center"/>
        </w:trPr>
        <w:tc>
          <w:tcPr>
            <w:tcW w:w="5875" w:type="dxa"/>
          </w:tcPr>
          <w:p w14:paraId="3591B06B" w14:textId="77777777" w:rsidR="00391BCE" w:rsidRPr="00DC54C7" w:rsidRDefault="00391BCE" w:rsidP="003D565B">
            <w:pPr>
              <w:rPr>
                <w:rFonts w:eastAsia="SimSun"/>
                <w:szCs w:val="22"/>
              </w:rPr>
            </w:pPr>
            <w:r w:rsidRPr="00DC54C7">
              <w:rPr>
                <w:rFonts w:eastAsia="SimSun"/>
                <w:szCs w:val="22"/>
              </w:rPr>
              <w:t>Expenses:</w:t>
            </w:r>
          </w:p>
        </w:tc>
        <w:tc>
          <w:tcPr>
            <w:tcW w:w="2160" w:type="dxa"/>
          </w:tcPr>
          <w:p w14:paraId="3129B8DC" w14:textId="77777777" w:rsidR="00391BCE" w:rsidRPr="00DC54C7" w:rsidRDefault="00391BCE" w:rsidP="00944826">
            <w:pPr>
              <w:jc w:val="right"/>
              <w:rPr>
                <w:rFonts w:eastAsia="SimSun"/>
                <w:szCs w:val="22"/>
              </w:rPr>
            </w:pPr>
          </w:p>
        </w:tc>
      </w:tr>
      <w:tr w:rsidR="00061424" w:rsidRPr="00DC54C7" w14:paraId="6A3E510E" w14:textId="77777777" w:rsidTr="00B27301">
        <w:trPr>
          <w:jc w:val="center"/>
        </w:trPr>
        <w:tc>
          <w:tcPr>
            <w:tcW w:w="5875" w:type="dxa"/>
            <w:vAlign w:val="center"/>
          </w:tcPr>
          <w:p w14:paraId="7720A77E" w14:textId="77777777" w:rsidR="00061424" w:rsidRPr="00DC54C7" w:rsidRDefault="00061424" w:rsidP="00B27301">
            <w:pPr>
              <w:spacing w:before="100" w:beforeAutospacing="1"/>
              <w:rPr>
                <w:rFonts w:eastAsia="SimSun"/>
                <w:szCs w:val="22"/>
              </w:rPr>
            </w:pPr>
            <w:r>
              <w:rPr>
                <w:rFonts w:eastAsia="SimSun"/>
                <w:szCs w:val="22"/>
              </w:rPr>
              <w:tab/>
            </w:r>
            <w:r w:rsidRPr="00061424">
              <w:rPr>
                <w:rFonts w:eastAsia="SimSun"/>
                <w:szCs w:val="22"/>
              </w:rPr>
              <w:t xml:space="preserve">Salaries and </w:t>
            </w:r>
            <w:r w:rsidRPr="00DC54C7">
              <w:rPr>
                <w:rFonts w:eastAsia="SimSun"/>
                <w:szCs w:val="22"/>
              </w:rPr>
              <w:t>Wage Expense</w:t>
            </w:r>
          </w:p>
        </w:tc>
        <w:tc>
          <w:tcPr>
            <w:tcW w:w="2160" w:type="dxa"/>
          </w:tcPr>
          <w:p w14:paraId="3AC67333" w14:textId="77777777" w:rsidR="00061424" w:rsidRPr="00DC54C7" w:rsidRDefault="00061424" w:rsidP="00944826">
            <w:pPr>
              <w:jc w:val="right"/>
              <w:rPr>
                <w:rFonts w:eastAsia="SimSun"/>
                <w:szCs w:val="22"/>
              </w:rPr>
            </w:pPr>
            <w:r w:rsidRPr="00DC54C7">
              <w:rPr>
                <w:rFonts w:eastAsia="SimSun"/>
                <w:szCs w:val="22"/>
              </w:rPr>
              <w:t>32,000</w:t>
            </w:r>
          </w:p>
        </w:tc>
      </w:tr>
      <w:tr w:rsidR="00061424" w:rsidRPr="00DC54C7" w14:paraId="2690E625" w14:textId="77777777" w:rsidTr="009143E3">
        <w:trPr>
          <w:jc w:val="center"/>
        </w:trPr>
        <w:tc>
          <w:tcPr>
            <w:tcW w:w="5875" w:type="dxa"/>
          </w:tcPr>
          <w:p w14:paraId="73B864A5" w14:textId="77777777" w:rsidR="00061424" w:rsidRPr="00DC54C7" w:rsidRDefault="00061424" w:rsidP="0015328A">
            <w:pPr>
              <w:rPr>
                <w:rFonts w:eastAsia="SimSun"/>
                <w:szCs w:val="22"/>
              </w:rPr>
            </w:pPr>
            <w:r>
              <w:rPr>
                <w:rFonts w:eastAsia="SimSun"/>
                <w:szCs w:val="22"/>
              </w:rPr>
              <w:tab/>
            </w:r>
            <w:r w:rsidRPr="00DC54C7">
              <w:rPr>
                <w:rFonts w:eastAsia="SimSun"/>
                <w:szCs w:val="22"/>
              </w:rPr>
              <w:t>Utilities Expense</w:t>
            </w:r>
          </w:p>
        </w:tc>
        <w:tc>
          <w:tcPr>
            <w:tcW w:w="2160" w:type="dxa"/>
          </w:tcPr>
          <w:p w14:paraId="03F9F0A0" w14:textId="77777777" w:rsidR="00061424" w:rsidRPr="00DC54C7" w:rsidRDefault="00061424" w:rsidP="00944826">
            <w:pPr>
              <w:jc w:val="right"/>
              <w:rPr>
                <w:rFonts w:eastAsia="SimSun"/>
                <w:szCs w:val="22"/>
              </w:rPr>
            </w:pPr>
            <w:r w:rsidRPr="00DC54C7">
              <w:rPr>
                <w:rFonts w:eastAsia="SimSun"/>
                <w:szCs w:val="22"/>
              </w:rPr>
              <w:t>1,000</w:t>
            </w:r>
          </w:p>
        </w:tc>
      </w:tr>
      <w:tr w:rsidR="00061424" w:rsidRPr="00DC54C7" w14:paraId="1A0B96BA" w14:textId="77777777" w:rsidTr="009143E3">
        <w:trPr>
          <w:jc w:val="center"/>
        </w:trPr>
        <w:tc>
          <w:tcPr>
            <w:tcW w:w="5875" w:type="dxa"/>
          </w:tcPr>
          <w:p w14:paraId="1FD9DFE0" w14:textId="77777777" w:rsidR="00061424" w:rsidRPr="00DC54C7" w:rsidRDefault="00061424" w:rsidP="0015328A">
            <w:pPr>
              <w:rPr>
                <w:rFonts w:eastAsia="SimSun"/>
                <w:szCs w:val="22"/>
              </w:rPr>
            </w:pPr>
            <w:r>
              <w:rPr>
                <w:rFonts w:eastAsia="SimSun"/>
                <w:szCs w:val="22"/>
              </w:rPr>
              <w:tab/>
            </w:r>
            <w:r w:rsidRPr="00DC54C7">
              <w:rPr>
                <w:rFonts w:eastAsia="SimSun"/>
                <w:szCs w:val="22"/>
              </w:rPr>
              <w:t>Telephone Expense</w:t>
            </w:r>
          </w:p>
        </w:tc>
        <w:tc>
          <w:tcPr>
            <w:tcW w:w="2160" w:type="dxa"/>
          </w:tcPr>
          <w:p w14:paraId="046E6454" w14:textId="77777777" w:rsidR="00061424" w:rsidRPr="00DC54C7" w:rsidRDefault="00061424" w:rsidP="00944826">
            <w:pPr>
              <w:jc w:val="right"/>
              <w:rPr>
                <w:rFonts w:eastAsia="SimSun"/>
                <w:szCs w:val="22"/>
              </w:rPr>
            </w:pPr>
            <w:r w:rsidRPr="00DC54C7">
              <w:rPr>
                <w:rFonts w:eastAsia="SimSun"/>
                <w:szCs w:val="22"/>
              </w:rPr>
              <w:t>500</w:t>
            </w:r>
          </w:p>
        </w:tc>
      </w:tr>
      <w:tr w:rsidR="00061424" w:rsidRPr="00DC54C7" w14:paraId="4C455DE4" w14:textId="77777777" w:rsidTr="009143E3">
        <w:trPr>
          <w:jc w:val="center"/>
        </w:trPr>
        <w:tc>
          <w:tcPr>
            <w:tcW w:w="5875" w:type="dxa"/>
          </w:tcPr>
          <w:p w14:paraId="49A2177D" w14:textId="77777777" w:rsidR="00061424" w:rsidRPr="00DC54C7" w:rsidRDefault="00061424" w:rsidP="0015328A">
            <w:pPr>
              <w:rPr>
                <w:rFonts w:eastAsia="SimSun"/>
                <w:szCs w:val="22"/>
              </w:rPr>
            </w:pPr>
            <w:r>
              <w:rPr>
                <w:rFonts w:eastAsia="SimSun"/>
                <w:szCs w:val="22"/>
              </w:rPr>
              <w:tab/>
            </w:r>
            <w:r w:rsidRPr="00DC54C7">
              <w:rPr>
                <w:rFonts w:eastAsia="SimSun"/>
                <w:szCs w:val="22"/>
              </w:rPr>
              <w:t>Supplies Expense</w:t>
            </w:r>
          </w:p>
        </w:tc>
        <w:tc>
          <w:tcPr>
            <w:tcW w:w="2160" w:type="dxa"/>
          </w:tcPr>
          <w:p w14:paraId="6A6BFFE8" w14:textId="77777777" w:rsidR="00061424" w:rsidRPr="00DC54C7" w:rsidRDefault="00061424" w:rsidP="00944826">
            <w:pPr>
              <w:jc w:val="right"/>
              <w:rPr>
                <w:rFonts w:eastAsia="SimSun"/>
                <w:szCs w:val="22"/>
              </w:rPr>
            </w:pPr>
            <w:r w:rsidRPr="00DC54C7">
              <w:rPr>
                <w:rFonts w:eastAsia="SimSun"/>
                <w:szCs w:val="22"/>
              </w:rPr>
              <w:t>1,000</w:t>
            </w:r>
          </w:p>
        </w:tc>
      </w:tr>
      <w:tr w:rsidR="00061424" w:rsidRPr="00DC54C7" w14:paraId="016D0712" w14:textId="77777777" w:rsidTr="009143E3">
        <w:trPr>
          <w:jc w:val="center"/>
        </w:trPr>
        <w:tc>
          <w:tcPr>
            <w:tcW w:w="5875" w:type="dxa"/>
          </w:tcPr>
          <w:p w14:paraId="1C2FE246" w14:textId="77777777" w:rsidR="00061424" w:rsidRPr="00DC54C7" w:rsidRDefault="00061424" w:rsidP="003D565B">
            <w:pPr>
              <w:rPr>
                <w:rFonts w:eastAsia="SimSun"/>
                <w:szCs w:val="22"/>
              </w:rPr>
            </w:pPr>
            <w:r>
              <w:rPr>
                <w:rFonts w:eastAsia="SimSun"/>
                <w:szCs w:val="22"/>
              </w:rPr>
              <w:tab/>
            </w:r>
            <w:r w:rsidRPr="00DC54C7">
              <w:rPr>
                <w:rFonts w:eastAsia="SimSun"/>
                <w:szCs w:val="22"/>
              </w:rPr>
              <w:t>Rent Expense</w:t>
            </w:r>
          </w:p>
        </w:tc>
        <w:tc>
          <w:tcPr>
            <w:tcW w:w="2160" w:type="dxa"/>
          </w:tcPr>
          <w:p w14:paraId="7408673A" w14:textId="77777777" w:rsidR="00061424" w:rsidRPr="00DC54C7" w:rsidRDefault="00061424" w:rsidP="00944826">
            <w:pPr>
              <w:jc w:val="right"/>
              <w:rPr>
                <w:rFonts w:eastAsia="SimSun"/>
                <w:szCs w:val="22"/>
              </w:rPr>
            </w:pPr>
            <w:r w:rsidRPr="00DC54C7">
              <w:rPr>
                <w:rFonts w:eastAsia="SimSun"/>
                <w:szCs w:val="22"/>
              </w:rPr>
              <w:t>4,000</w:t>
            </w:r>
          </w:p>
        </w:tc>
      </w:tr>
      <w:tr w:rsidR="00061424" w:rsidRPr="00DC54C7" w14:paraId="0BBADB0D" w14:textId="77777777" w:rsidTr="009143E3">
        <w:trPr>
          <w:jc w:val="center"/>
        </w:trPr>
        <w:tc>
          <w:tcPr>
            <w:tcW w:w="5875" w:type="dxa"/>
          </w:tcPr>
          <w:p w14:paraId="4EB4FFB3" w14:textId="77777777" w:rsidR="00061424" w:rsidRPr="00DC54C7" w:rsidRDefault="00061424" w:rsidP="003D565B">
            <w:pPr>
              <w:rPr>
                <w:rFonts w:eastAsia="SimSun"/>
                <w:szCs w:val="22"/>
              </w:rPr>
            </w:pPr>
            <w:r>
              <w:rPr>
                <w:rFonts w:eastAsia="SimSun"/>
                <w:szCs w:val="22"/>
              </w:rPr>
              <w:tab/>
            </w:r>
            <w:r w:rsidRPr="00DC54C7">
              <w:rPr>
                <w:rFonts w:eastAsia="SimSun"/>
                <w:szCs w:val="22"/>
              </w:rPr>
              <w:t>Insurance Expense</w:t>
            </w:r>
          </w:p>
        </w:tc>
        <w:tc>
          <w:tcPr>
            <w:tcW w:w="2160" w:type="dxa"/>
          </w:tcPr>
          <w:p w14:paraId="10C25EC8" w14:textId="77777777" w:rsidR="00061424" w:rsidRPr="00DC54C7" w:rsidRDefault="00061424" w:rsidP="00944826">
            <w:pPr>
              <w:jc w:val="right"/>
              <w:rPr>
                <w:rFonts w:eastAsia="SimSun"/>
                <w:szCs w:val="22"/>
              </w:rPr>
            </w:pPr>
            <w:r w:rsidRPr="00DC54C7">
              <w:rPr>
                <w:rFonts w:eastAsia="SimSun"/>
                <w:szCs w:val="22"/>
              </w:rPr>
              <w:t>3,500</w:t>
            </w:r>
          </w:p>
        </w:tc>
      </w:tr>
      <w:tr w:rsidR="00061424" w:rsidRPr="00DC54C7" w14:paraId="577D2E64" w14:textId="77777777" w:rsidTr="009143E3">
        <w:trPr>
          <w:jc w:val="center"/>
        </w:trPr>
        <w:tc>
          <w:tcPr>
            <w:tcW w:w="5875" w:type="dxa"/>
          </w:tcPr>
          <w:p w14:paraId="1A7244A3" w14:textId="77777777" w:rsidR="00061424" w:rsidRPr="00DC54C7" w:rsidRDefault="00061424" w:rsidP="003D565B">
            <w:pPr>
              <w:rPr>
                <w:rFonts w:eastAsia="SimSun"/>
                <w:szCs w:val="22"/>
              </w:rPr>
            </w:pPr>
            <w:r>
              <w:rPr>
                <w:rFonts w:eastAsia="SimSun"/>
                <w:szCs w:val="22"/>
              </w:rPr>
              <w:tab/>
            </w:r>
            <w:r w:rsidRPr="00DC54C7">
              <w:rPr>
                <w:rFonts w:eastAsia="SimSun"/>
                <w:szCs w:val="22"/>
              </w:rPr>
              <w:t>Depreciation Expense</w:t>
            </w:r>
          </w:p>
        </w:tc>
        <w:tc>
          <w:tcPr>
            <w:tcW w:w="2160" w:type="dxa"/>
          </w:tcPr>
          <w:p w14:paraId="2CBFDC8F" w14:textId="77777777" w:rsidR="00061424" w:rsidRPr="00DC54C7" w:rsidRDefault="00061424" w:rsidP="00944826">
            <w:pPr>
              <w:jc w:val="right"/>
              <w:rPr>
                <w:rFonts w:eastAsia="SimSun"/>
                <w:szCs w:val="22"/>
              </w:rPr>
            </w:pPr>
            <w:r w:rsidRPr="00DC54C7">
              <w:rPr>
                <w:rFonts w:eastAsia="SimSun"/>
                <w:szCs w:val="22"/>
              </w:rPr>
              <w:t>2,000</w:t>
            </w:r>
          </w:p>
        </w:tc>
      </w:tr>
      <w:tr w:rsidR="00061424" w:rsidRPr="00DC54C7" w14:paraId="161C8006" w14:textId="77777777" w:rsidTr="009143E3">
        <w:trPr>
          <w:jc w:val="center"/>
        </w:trPr>
        <w:tc>
          <w:tcPr>
            <w:tcW w:w="5875" w:type="dxa"/>
          </w:tcPr>
          <w:p w14:paraId="7869A75D" w14:textId="77777777" w:rsidR="00061424" w:rsidRPr="00DC54C7" w:rsidRDefault="00061424" w:rsidP="00E54669">
            <w:pPr>
              <w:rPr>
                <w:rFonts w:eastAsia="SimSun"/>
                <w:szCs w:val="22"/>
              </w:rPr>
            </w:pPr>
            <w:r>
              <w:rPr>
                <w:rFonts w:eastAsia="SimSun"/>
                <w:szCs w:val="22"/>
              </w:rPr>
              <w:tab/>
            </w:r>
            <w:r w:rsidRPr="00DC54C7">
              <w:rPr>
                <w:rFonts w:eastAsia="SimSun"/>
                <w:szCs w:val="22"/>
              </w:rPr>
              <w:t>Interest Expense</w:t>
            </w:r>
          </w:p>
        </w:tc>
        <w:tc>
          <w:tcPr>
            <w:tcW w:w="2160" w:type="dxa"/>
          </w:tcPr>
          <w:p w14:paraId="0846905A" w14:textId="77777777" w:rsidR="00061424" w:rsidRPr="00DC54C7" w:rsidRDefault="00061424" w:rsidP="00E54669">
            <w:pPr>
              <w:jc w:val="right"/>
              <w:rPr>
                <w:rFonts w:eastAsia="SimSun"/>
                <w:szCs w:val="22"/>
              </w:rPr>
            </w:pPr>
            <w:r w:rsidRPr="00DC54C7">
              <w:rPr>
                <w:rFonts w:eastAsia="SimSun"/>
                <w:szCs w:val="22"/>
              </w:rPr>
              <w:t xml:space="preserve">     3,000</w:t>
            </w:r>
          </w:p>
        </w:tc>
      </w:tr>
      <w:tr w:rsidR="00061424" w:rsidRPr="00DC54C7" w14:paraId="36897C0E" w14:textId="77777777" w:rsidTr="009143E3">
        <w:trPr>
          <w:jc w:val="center"/>
        </w:trPr>
        <w:tc>
          <w:tcPr>
            <w:tcW w:w="5875" w:type="dxa"/>
          </w:tcPr>
          <w:p w14:paraId="5E6829EA" w14:textId="77777777" w:rsidR="00061424" w:rsidRPr="00DC54C7" w:rsidRDefault="00061424" w:rsidP="00E54669">
            <w:pPr>
              <w:rPr>
                <w:rFonts w:eastAsia="SimSun"/>
                <w:szCs w:val="22"/>
              </w:rPr>
            </w:pPr>
            <w:r>
              <w:rPr>
                <w:rFonts w:eastAsia="SimSun"/>
                <w:szCs w:val="22"/>
              </w:rPr>
              <w:tab/>
            </w:r>
            <w:r w:rsidRPr="00DC54C7">
              <w:rPr>
                <w:rFonts w:eastAsia="SimSun"/>
                <w:szCs w:val="22"/>
              </w:rPr>
              <w:t>Income Tax Expense</w:t>
            </w:r>
          </w:p>
        </w:tc>
        <w:tc>
          <w:tcPr>
            <w:tcW w:w="2160" w:type="dxa"/>
          </w:tcPr>
          <w:p w14:paraId="5D1CD7A3" w14:textId="77777777" w:rsidR="00061424" w:rsidRPr="00DC54C7" w:rsidRDefault="00061424" w:rsidP="00E54669">
            <w:pPr>
              <w:jc w:val="right"/>
              <w:rPr>
                <w:rFonts w:eastAsia="SimSun"/>
                <w:szCs w:val="22"/>
                <w:u w:val="single"/>
              </w:rPr>
            </w:pPr>
            <w:r w:rsidRPr="00DC54C7">
              <w:rPr>
                <w:rFonts w:eastAsia="SimSun"/>
                <w:szCs w:val="22"/>
                <w:u w:val="single"/>
              </w:rPr>
              <w:t xml:space="preserve">   26,110</w:t>
            </w:r>
          </w:p>
        </w:tc>
      </w:tr>
      <w:tr w:rsidR="00061424" w:rsidRPr="00DC54C7" w14:paraId="2D71CC3C" w14:textId="77777777" w:rsidTr="009143E3">
        <w:trPr>
          <w:jc w:val="center"/>
        </w:trPr>
        <w:tc>
          <w:tcPr>
            <w:tcW w:w="5875" w:type="dxa"/>
          </w:tcPr>
          <w:p w14:paraId="5368F7E1" w14:textId="77777777" w:rsidR="00061424" w:rsidRPr="00DC54C7" w:rsidRDefault="00061424" w:rsidP="00E54669">
            <w:pPr>
              <w:rPr>
                <w:rFonts w:eastAsia="SimSun"/>
                <w:szCs w:val="22"/>
              </w:rPr>
            </w:pPr>
            <w:r>
              <w:rPr>
                <w:rFonts w:eastAsia="SimSun"/>
                <w:szCs w:val="22"/>
              </w:rPr>
              <w:tab/>
            </w:r>
            <w:r>
              <w:rPr>
                <w:rFonts w:eastAsia="SimSun"/>
                <w:szCs w:val="22"/>
              </w:rPr>
              <w:tab/>
            </w:r>
            <w:r w:rsidRPr="00DC54C7">
              <w:rPr>
                <w:rFonts w:eastAsia="SimSun"/>
                <w:szCs w:val="22"/>
              </w:rPr>
              <w:t>Total Expenses</w:t>
            </w:r>
          </w:p>
        </w:tc>
        <w:tc>
          <w:tcPr>
            <w:tcW w:w="2160" w:type="dxa"/>
          </w:tcPr>
          <w:p w14:paraId="7CFA67EC" w14:textId="77777777" w:rsidR="00061424" w:rsidRPr="00DC54C7" w:rsidRDefault="00061424" w:rsidP="00E54669">
            <w:pPr>
              <w:jc w:val="right"/>
              <w:rPr>
                <w:rFonts w:eastAsia="SimSun"/>
                <w:szCs w:val="22"/>
                <w:u w:val="single"/>
              </w:rPr>
            </w:pPr>
            <w:r w:rsidRPr="00DC54C7">
              <w:rPr>
                <w:rFonts w:eastAsia="SimSun"/>
                <w:szCs w:val="22"/>
                <w:u w:val="single"/>
              </w:rPr>
              <w:t xml:space="preserve">   73,110</w:t>
            </w:r>
          </w:p>
        </w:tc>
      </w:tr>
      <w:tr w:rsidR="00061424" w:rsidRPr="00DC54C7" w14:paraId="7B95DB19" w14:textId="77777777" w:rsidTr="009143E3">
        <w:trPr>
          <w:jc w:val="center"/>
        </w:trPr>
        <w:tc>
          <w:tcPr>
            <w:tcW w:w="5875" w:type="dxa"/>
          </w:tcPr>
          <w:p w14:paraId="01B4EB40" w14:textId="77777777" w:rsidR="00061424" w:rsidRPr="00DC54C7" w:rsidRDefault="00061424" w:rsidP="00E54669">
            <w:pPr>
              <w:rPr>
                <w:rFonts w:eastAsia="SimSun"/>
                <w:szCs w:val="22"/>
              </w:rPr>
            </w:pPr>
            <w:r w:rsidRPr="00DC54C7">
              <w:rPr>
                <w:rFonts w:eastAsia="SimSun"/>
                <w:szCs w:val="22"/>
              </w:rPr>
              <w:t>Net Income</w:t>
            </w:r>
          </w:p>
        </w:tc>
        <w:tc>
          <w:tcPr>
            <w:tcW w:w="2160" w:type="dxa"/>
          </w:tcPr>
          <w:p w14:paraId="14B19460" w14:textId="77777777" w:rsidR="00061424" w:rsidRPr="00DC54C7" w:rsidRDefault="00061424" w:rsidP="00E54669">
            <w:pPr>
              <w:jc w:val="right"/>
              <w:rPr>
                <w:rFonts w:eastAsia="SimSun"/>
                <w:szCs w:val="22"/>
                <w:u w:val="double"/>
              </w:rPr>
            </w:pPr>
            <w:r w:rsidRPr="00DC54C7">
              <w:rPr>
                <w:rFonts w:eastAsia="SimSun"/>
                <w:szCs w:val="22"/>
                <w:u w:val="double"/>
              </w:rPr>
              <w:t>$ 48,490</w:t>
            </w:r>
          </w:p>
        </w:tc>
      </w:tr>
      <w:tr w:rsidR="00061424" w:rsidRPr="00DC54C7" w14:paraId="624DCDB0" w14:textId="77777777" w:rsidTr="009143E3">
        <w:trPr>
          <w:jc w:val="center"/>
        </w:trPr>
        <w:tc>
          <w:tcPr>
            <w:tcW w:w="5875" w:type="dxa"/>
          </w:tcPr>
          <w:p w14:paraId="3F035614" w14:textId="77777777" w:rsidR="00061424" w:rsidRDefault="00061424" w:rsidP="00E54669">
            <w:pPr>
              <w:rPr>
                <w:rFonts w:eastAsia="SimSun"/>
                <w:szCs w:val="22"/>
              </w:rPr>
            </w:pPr>
          </w:p>
        </w:tc>
        <w:tc>
          <w:tcPr>
            <w:tcW w:w="2160" w:type="dxa"/>
          </w:tcPr>
          <w:p w14:paraId="7E0A0AD0" w14:textId="77777777" w:rsidR="00061424" w:rsidRPr="00DC54C7" w:rsidRDefault="00061424" w:rsidP="00E54669">
            <w:pPr>
              <w:jc w:val="right"/>
              <w:rPr>
                <w:rFonts w:eastAsia="SimSun"/>
                <w:szCs w:val="22"/>
                <w:u w:val="single"/>
              </w:rPr>
            </w:pPr>
          </w:p>
        </w:tc>
      </w:tr>
    </w:tbl>
    <w:p w14:paraId="5DD8CA27" w14:textId="77777777" w:rsidR="003D565B" w:rsidRPr="00DC54C7" w:rsidRDefault="003D565B" w:rsidP="003D565B">
      <w:pPr>
        <w:jc w:val="center"/>
        <w:rPr>
          <w:szCs w:val="22"/>
        </w:rPr>
      </w:pPr>
    </w:p>
    <w:p w14:paraId="60D0259D" w14:textId="77777777" w:rsidR="003D565B" w:rsidRPr="00DC54C7" w:rsidRDefault="003D565B" w:rsidP="003D565B">
      <w:pPr>
        <w:jc w:val="center"/>
        <w:rPr>
          <w:szCs w:val="22"/>
        </w:rPr>
      </w:pPr>
      <w:r w:rsidRPr="00DC54C7">
        <w:rPr>
          <w:szCs w:val="22"/>
        </w:rPr>
        <w:t>Deana’s Decorators</w:t>
      </w:r>
    </w:p>
    <w:p w14:paraId="2C3FE402" w14:textId="77777777" w:rsidR="003D565B" w:rsidRPr="00DC54C7" w:rsidRDefault="003D565B" w:rsidP="003D565B">
      <w:pPr>
        <w:jc w:val="center"/>
        <w:rPr>
          <w:szCs w:val="22"/>
        </w:rPr>
      </w:pPr>
      <w:r w:rsidRPr="00DC54C7">
        <w:rPr>
          <w:szCs w:val="22"/>
        </w:rPr>
        <w:t>Statement of Retained Earnings</w:t>
      </w:r>
    </w:p>
    <w:p w14:paraId="2A1AF0C0" w14:textId="77777777" w:rsidR="003D565B" w:rsidRPr="00DC54C7" w:rsidRDefault="003D565B" w:rsidP="003D565B">
      <w:pPr>
        <w:jc w:val="center"/>
        <w:rPr>
          <w:szCs w:val="22"/>
        </w:rPr>
      </w:pPr>
      <w:r w:rsidRPr="00DC54C7">
        <w:rPr>
          <w:szCs w:val="22"/>
        </w:rPr>
        <w:t>For the year ended December 31</w:t>
      </w:r>
      <w:r w:rsidR="00B0601D" w:rsidRPr="00DC54C7">
        <w:rPr>
          <w:szCs w:val="22"/>
        </w:rPr>
        <w:t xml:space="preserve">, </w:t>
      </w:r>
      <w:r w:rsidR="00C25690">
        <w:rPr>
          <w:szCs w:val="22"/>
        </w:rPr>
        <w:t>2016</w:t>
      </w:r>
    </w:p>
    <w:p w14:paraId="6692CF4A" w14:textId="77777777" w:rsidR="003D565B" w:rsidRPr="00DC54C7" w:rsidRDefault="003D565B" w:rsidP="003D565B">
      <w:pPr>
        <w:jc w:val="center"/>
        <w:rPr>
          <w:szCs w:val="22"/>
        </w:rPr>
      </w:pPr>
    </w:p>
    <w:tbl>
      <w:tblPr>
        <w:tblW w:w="0" w:type="auto"/>
        <w:jc w:val="center"/>
        <w:tblLook w:val="01E0" w:firstRow="1" w:lastRow="1" w:firstColumn="1" w:lastColumn="1" w:noHBand="0" w:noVBand="0"/>
      </w:tblPr>
      <w:tblGrid>
        <w:gridCol w:w="5875"/>
        <w:gridCol w:w="2160"/>
      </w:tblGrid>
      <w:tr w:rsidR="003D565B" w:rsidRPr="00DC54C7" w14:paraId="297D00BD" w14:textId="77777777" w:rsidTr="009143E3">
        <w:trPr>
          <w:jc w:val="center"/>
        </w:trPr>
        <w:tc>
          <w:tcPr>
            <w:tcW w:w="5875" w:type="dxa"/>
          </w:tcPr>
          <w:p w14:paraId="2927260C" w14:textId="77777777" w:rsidR="003D565B" w:rsidRPr="00DC54C7" w:rsidRDefault="009143E3" w:rsidP="009143E3">
            <w:pPr>
              <w:rPr>
                <w:rFonts w:eastAsia="SimSun"/>
                <w:szCs w:val="22"/>
              </w:rPr>
            </w:pPr>
            <w:r>
              <w:rPr>
                <w:rFonts w:eastAsia="SimSun"/>
                <w:szCs w:val="22"/>
              </w:rPr>
              <w:t xml:space="preserve">Balance, </w:t>
            </w:r>
            <w:r w:rsidRPr="00DC54C7">
              <w:rPr>
                <w:rFonts w:eastAsia="SimSun"/>
                <w:szCs w:val="22"/>
              </w:rPr>
              <w:t>January 1</w:t>
            </w:r>
          </w:p>
        </w:tc>
        <w:tc>
          <w:tcPr>
            <w:tcW w:w="2160" w:type="dxa"/>
          </w:tcPr>
          <w:p w14:paraId="5DEB5DDE" w14:textId="77777777" w:rsidR="003D565B" w:rsidRPr="00DC54C7" w:rsidRDefault="003D565B" w:rsidP="00944826">
            <w:pPr>
              <w:jc w:val="right"/>
              <w:rPr>
                <w:rFonts w:eastAsia="SimSun"/>
                <w:szCs w:val="22"/>
              </w:rPr>
            </w:pPr>
            <w:r w:rsidRPr="00DC54C7">
              <w:rPr>
                <w:rFonts w:eastAsia="SimSun"/>
                <w:szCs w:val="22"/>
              </w:rPr>
              <w:t>$0</w:t>
            </w:r>
          </w:p>
        </w:tc>
      </w:tr>
      <w:tr w:rsidR="003D565B" w:rsidRPr="00DC54C7" w14:paraId="39F3FD60" w14:textId="77777777" w:rsidTr="009143E3">
        <w:trPr>
          <w:jc w:val="center"/>
        </w:trPr>
        <w:tc>
          <w:tcPr>
            <w:tcW w:w="5875" w:type="dxa"/>
          </w:tcPr>
          <w:p w14:paraId="3B922C80" w14:textId="77777777" w:rsidR="003D565B" w:rsidRPr="00DC54C7" w:rsidRDefault="009143E3" w:rsidP="009143E3">
            <w:pPr>
              <w:rPr>
                <w:rFonts w:eastAsia="SimSun"/>
                <w:szCs w:val="22"/>
              </w:rPr>
            </w:pPr>
            <w:r>
              <w:rPr>
                <w:rFonts w:eastAsia="SimSun"/>
                <w:szCs w:val="22"/>
              </w:rPr>
              <w:t xml:space="preserve">Add: </w:t>
            </w:r>
            <w:r w:rsidRPr="00DC54C7">
              <w:rPr>
                <w:rFonts w:eastAsia="SimSun"/>
                <w:szCs w:val="22"/>
              </w:rPr>
              <w:t xml:space="preserve">Net </w:t>
            </w:r>
            <w:r>
              <w:rPr>
                <w:rFonts w:eastAsia="SimSun"/>
                <w:szCs w:val="22"/>
              </w:rPr>
              <w:t>I</w:t>
            </w:r>
            <w:r w:rsidRPr="00DC54C7">
              <w:rPr>
                <w:rFonts w:eastAsia="SimSun"/>
                <w:szCs w:val="22"/>
              </w:rPr>
              <w:t>ncome</w:t>
            </w:r>
          </w:p>
        </w:tc>
        <w:tc>
          <w:tcPr>
            <w:tcW w:w="2160" w:type="dxa"/>
          </w:tcPr>
          <w:p w14:paraId="71C1FC2B" w14:textId="77777777" w:rsidR="003D565B" w:rsidRPr="00DC54C7" w:rsidRDefault="003D565B" w:rsidP="00944826">
            <w:pPr>
              <w:jc w:val="right"/>
              <w:rPr>
                <w:rFonts w:eastAsia="SimSun"/>
                <w:szCs w:val="22"/>
              </w:rPr>
            </w:pPr>
            <w:r w:rsidRPr="00DC54C7">
              <w:rPr>
                <w:rFonts w:eastAsia="SimSun"/>
                <w:szCs w:val="22"/>
              </w:rPr>
              <w:t>48,490</w:t>
            </w:r>
          </w:p>
        </w:tc>
      </w:tr>
      <w:tr w:rsidR="009143E3" w:rsidRPr="00DC54C7" w14:paraId="09A39166" w14:textId="77777777" w:rsidTr="009143E3">
        <w:trPr>
          <w:jc w:val="center"/>
        </w:trPr>
        <w:tc>
          <w:tcPr>
            <w:tcW w:w="5875" w:type="dxa"/>
          </w:tcPr>
          <w:p w14:paraId="604C1A2C" w14:textId="77777777" w:rsidR="009143E3" w:rsidRPr="00DC54C7" w:rsidRDefault="000304F6" w:rsidP="000304F6">
            <w:pPr>
              <w:rPr>
                <w:rFonts w:eastAsia="SimSun"/>
                <w:szCs w:val="22"/>
              </w:rPr>
            </w:pPr>
            <w:r>
              <w:rPr>
                <w:rFonts w:eastAsia="SimSun"/>
                <w:szCs w:val="22"/>
              </w:rPr>
              <w:t xml:space="preserve">Less: </w:t>
            </w:r>
            <w:r w:rsidR="009143E3" w:rsidRPr="00DC54C7">
              <w:rPr>
                <w:rFonts w:eastAsia="SimSun"/>
                <w:szCs w:val="22"/>
              </w:rPr>
              <w:t xml:space="preserve">Dividends </w:t>
            </w:r>
          </w:p>
        </w:tc>
        <w:tc>
          <w:tcPr>
            <w:tcW w:w="2160" w:type="dxa"/>
          </w:tcPr>
          <w:p w14:paraId="62950311" w14:textId="77777777" w:rsidR="009143E3" w:rsidRPr="00DC54C7" w:rsidRDefault="009143E3" w:rsidP="00E54669">
            <w:pPr>
              <w:jc w:val="right"/>
              <w:rPr>
                <w:rFonts w:eastAsia="SimSun"/>
                <w:szCs w:val="22"/>
                <w:u w:val="single"/>
              </w:rPr>
            </w:pPr>
            <w:r w:rsidRPr="00DC54C7">
              <w:rPr>
                <w:rFonts w:eastAsia="SimSun"/>
                <w:szCs w:val="22"/>
                <w:u w:val="single"/>
              </w:rPr>
              <w:t xml:space="preserve">    (750)</w:t>
            </w:r>
          </w:p>
        </w:tc>
      </w:tr>
      <w:tr w:rsidR="009143E3" w:rsidRPr="00DC54C7" w14:paraId="7B6B03D4" w14:textId="77777777" w:rsidTr="009143E3">
        <w:trPr>
          <w:jc w:val="center"/>
        </w:trPr>
        <w:tc>
          <w:tcPr>
            <w:tcW w:w="5875" w:type="dxa"/>
          </w:tcPr>
          <w:p w14:paraId="630DB0F2" w14:textId="77777777" w:rsidR="009143E3" w:rsidRPr="00DC54C7" w:rsidRDefault="009143E3" w:rsidP="00E54669">
            <w:pPr>
              <w:rPr>
                <w:rFonts w:eastAsia="SimSun"/>
                <w:szCs w:val="22"/>
              </w:rPr>
            </w:pPr>
            <w:r>
              <w:rPr>
                <w:rFonts w:eastAsia="SimSun"/>
                <w:szCs w:val="22"/>
              </w:rPr>
              <w:t xml:space="preserve">Balance, </w:t>
            </w:r>
            <w:r w:rsidRPr="00DC54C7">
              <w:rPr>
                <w:rFonts w:eastAsia="SimSun"/>
                <w:szCs w:val="22"/>
              </w:rPr>
              <w:t>December 31</w:t>
            </w:r>
          </w:p>
        </w:tc>
        <w:tc>
          <w:tcPr>
            <w:tcW w:w="2160" w:type="dxa"/>
          </w:tcPr>
          <w:p w14:paraId="1F4A2B47" w14:textId="77777777" w:rsidR="009143E3" w:rsidRPr="00DC54C7" w:rsidRDefault="009143E3" w:rsidP="00E54669">
            <w:pPr>
              <w:jc w:val="right"/>
              <w:rPr>
                <w:rFonts w:eastAsia="SimSun"/>
                <w:szCs w:val="22"/>
                <w:u w:val="double"/>
              </w:rPr>
            </w:pPr>
            <w:r w:rsidRPr="00DC54C7">
              <w:rPr>
                <w:rFonts w:eastAsia="SimSun"/>
                <w:szCs w:val="22"/>
                <w:u w:val="double"/>
              </w:rPr>
              <w:t>$47,740</w:t>
            </w:r>
          </w:p>
        </w:tc>
      </w:tr>
      <w:tr w:rsidR="009143E3" w:rsidRPr="00DC54C7" w14:paraId="5B808785" w14:textId="77777777" w:rsidTr="009143E3">
        <w:trPr>
          <w:jc w:val="center"/>
        </w:trPr>
        <w:tc>
          <w:tcPr>
            <w:tcW w:w="5875" w:type="dxa"/>
          </w:tcPr>
          <w:p w14:paraId="537ECF54" w14:textId="77777777" w:rsidR="009143E3" w:rsidRDefault="009143E3" w:rsidP="009143E3">
            <w:pPr>
              <w:rPr>
                <w:rFonts w:eastAsia="SimSun"/>
                <w:szCs w:val="22"/>
              </w:rPr>
            </w:pPr>
          </w:p>
        </w:tc>
        <w:tc>
          <w:tcPr>
            <w:tcW w:w="2160" w:type="dxa"/>
          </w:tcPr>
          <w:p w14:paraId="42E4B856" w14:textId="77777777" w:rsidR="009143E3" w:rsidRPr="00DC54C7" w:rsidRDefault="009143E3" w:rsidP="00944826">
            <w:pPr>
              <w:jc w:val="right"/>
              <w:rPr>
                <w:rFonts w:eastAsia="SimSun"/>
                <w:szCs w:val="22"/>
              </w:rPr>
            </w:pPr>
          </w:p>
        </w:tc>
      </w:tr>
    </w:tbl>
    <w:p w14:paraId="6CDBCFB5" w14:textId="77777777" w:rsidR="003D565B" w:rsidRPr="00DC54C7" w:rsidRDefault="003D565B" w:rsidP="003D565B">
      <w:pPr>
        <w:jc w:val="center"/>
        <w:rPr>
          <w:szCs w:val="22"/>
        </w:rPr>
      </w:pPr>
    </w:p>
    <w:p w14:paraId="47BC3D27" w14:textId="77777777" w:rsidR="00B0601D" w:rsidRDefault="003D565B" w:rsidP="00B0601D">
      <w:pPr>
        <w:pStyle w:val="Heading1"/>
        <w:spacing w:before="240"/>
        <w:rPr>
          <w:u w:val="none"/>
        </w:rPr>
      </w:pPr>
      <w:r w:rsidRPr="00DC54C7">
        <w:rPr>
          <w:szCs w:val="22"/>
        </w:rPr>
        <w:br w:type="page"/>
      </w:r>
      <w:r w:rsidR="00B0601D" w:rsidRPr="00DC54C7">
        <w:lastRenderedPageBreak/>
        <w:t>HANDOUT 4</w:t>
      </w:r>
      <w:r w:rsidR="00801A23" w:rsidRPr="00750FD5">
        <w:t>–</w:t>
      </w:r>
      <w:r w:rsidR="00B0601D" w:rsidRPr="00DC54C7">
        <w:t>3 SOLUTION</w:t>
      </w:r>
      <w:r w:rsidR="00733016" w:rsidRPr="00733016">
        <w:rPr>
          <w:u w:val="none"/>
        </w:rPr>
        <w:t>, continued</w:t>
      </w:r>
    </w:p>
    <w:p w14:paraId="1B82D850" w14:textId="77777777" w:rsidR="009143E3" w:rsidRPr="009143E3" w:rsidRDefault="009143E3" w:rsidP="009143E3">
      <w:pPr>
        <w:pStyle w:val="BodyText"/>
      </w:pPr>
    </w:p>
    <w:tbl>
      <w:tblPr>
        <w:tblW w:w="0" w:type="auto"/>
        <w:jc w:val="center"/>
        <w:tblLook w:val="01E0" w:firstRow="1" w:lastRow="1" w:firstColumn="1" w:lastColumn="1" w:noHBand="0" w:noVBand="0"/>
      </w:tblPr>
      <w:tblGrid>
        <w:gridCol w:w="5080"/>
        <w:gridCol w:w="1728"/>
      </w:tblGrid>
      <w:tr w:rsidR="009143E3" w:rsidRPr="00E54669" w14:paraId="79DA1761" w14:textId="77777777" w:rsidTr="00E54669">
        <w:trPr>
          <w:jc w:val="center"/>
        </w:trPr>
        <w:tc>
          <w:tcPr>
            <w:tcW w:w="6808" w:type="dxa"/>
            <w:gridSpan w:val="2"/>
          </w:tcPr>
          <w:p w14:paraId="05B1320F" w14:textId="77777777" w:rsidR="009143E3" w:rsidRPr="00E54669" w:rsidRDefault="009143E3" w:rsidP="00E54669">
            <w:pPr>
              <w:jc w:val="center"/>
              <w:rPr>
                <w:rFonts w:eastAsia="SimSun"/>
                <w:b/>
                <w:szCs w:val="22"/>
              </w:rPr>
            </w:pPr>
            <w:r w:rsidRPr="00E54669">
              <w:rPr>
                <w:szCs w:val="22"/>
              </w:rPr>
              <w:t>Deana’s Decorators Sheet</w:t>
            </w:r>
          </w:p>
        </w:tc>
      </w:tr>
      <w:tr w:rsidR="009143E3" w:rsidRPr="00E54669" w14:paraId="5EE8A00C" w14:textId="77777777" w:rsidTr="00E54669">
        <w:trPr>
          <w:jc w:val="center"/>
        </w:trPr>
        <w:tc>
          <w:tcPr>
            <w:tcW w:w="6808" w:type="dxa"/>
            <w:gridSpan w:val="2"/>
          </w:tcPr>
          <w:p w14:paraId="3EBFCB57" w14:textId="77777777" w:rsidR="009143E3" w:rsidRPr="00E54669" w:rsidRDefault="009143E3" w:rsidP="00E54669">
            <w:pPr>
              <w:jc w:val="center"/>
              <w:rPr>
                <w:rFonts w:eastAsia="SimSun"/>
                <w:b/>
                <w:szCs w:val="22"/>
              </w:rPr>
            </w:pPr>
            <w:r w:rsidRPr="00E54669">
              <w:rPr>
                <w:szCs w:val="22"/>
              </w:rPr>
              <w:t>Balance Sheet</w:t>
            </w:r>
          </w:p>
        </w:tc>
      </w:tr>
      <w:tr w:rsidR="009143E3" w:rsidRPr="00E54669" w14:paraId="3EAB05E1" w14:textId="77777777" w:rsidTr="00E54669">
        <w:trPr>
          <w:jc w:val="center"/>
        </w:trPr>
        <w:tc>
          <w:tcPr>
            <w:tcW w:w="6808" w:type="dxa"/>
            <w:gridSpan w:val="2"/>
          </w:tcPr>
          <w:p w14:paraId="1D50C53A" w14:textId="77777777" w:rsidR="009143E3" w:rsidRPr="00E54669" w:rsidRDefault="009143E3" w:rsidP="00E54669">
            <w:pPr>
              <w:jc w:val="center"/>
              <w:rPr>
                <w:rFonts w:eastAsia="SimSun"/>
                <w:b/>
                <w:szCs w:val="22"/>
              </w:rPr>
            </w:pPr>
            <w:r w:rsidRPr="00E54669">
              <w:rPr>
                <w:szCs w:val="22"/>
              </w:rPr>
              <w:t xml:space="preserve">December 31, </w:t>
            </w:r>
            <w:r w:rsidR="00C25690">
              <w:rPr>
                <w:szCs w:val="22"/>
              </w:rPr>
              <w:t>2016</w:t>
            </w:r>
          </w:p>
        </w:tc>
      </w:tr>
      <w:tr w:rsidR="009143E3" w:rsidRPr="00E54669" w14:paraId="18C1DFF7" w14:textId="77777777" w:rsidTr="00E54669">
        <w:trPr>
          <w:jc w:val="center"/>
        </w:trPr>
        <w:tc>
          <w:tcPr>
            <w:tcW w:w="6808" w:type="dxa"/>
            <w:gridSpan w:val="2"/>
          </w:tcPr>
          <w:p w14:paraId="420D7157" w14:textId="77777777" w:rsidR="009143E3" w:rsidRPr="00E54669" w:rsidRDefault="009143E3" w:rsidP="00E54669">
            <w:pPr>
              <w:jc w:val="center"/>
              <w:rPr>
                <w:rFonts w:eastAsia="SimSun"/>
                <w:b/>
                <w:szCs w:val="22"/>
              </w:rPr>
            </w:pPr>
          </w:p>
        </w:tc>
      </w:tr>
      <w:tr w:rsidR="009143E3" w:rsidRPr="00E54669" w14:paraId="4F29806F" w14:textId="77777777" w:rsidTr="00E54669">
        <w:trPr>
          <w:jc w:val="center"/>
        </w:trPr>
        <w:tc>
          <w:tcPr>
            <w:tcW w:w="6808" w:type="dxa"/>
            <w:gridSpan w:val="2"/>
          </w:tcPr>
          <w:p w14:paraId="60B9B389" w14:textId="77777777" w:rsidR="009143E3" w:rsidRPr="00E54669" w:rsidRDefault="009143E3" w:rsidP="00E54669">
            <w:pPr>
              <w:jc w:val="center"/>
              <w:rPr>
                <w:rFonts w:eastAsia="SimSun"/>
                <w:szCs w:val="22"/>
              </w:rPr>
            </w:pPr>
            <w:r w:rsidRPr="00E54669">
              <w:rPr>
                <w:rFonts w:eastAsia="SimSun"/>
                <w:b/>
                <w:szCs w:val="22"/>
              </w:rPr>
              <w:t>Assets</w:t>
            </w:r>
          </w:p>
        </w:tc>
      </w:tr>
      <w:tr w:rsidR="003A553F" w:rsidRPr="00E54669" w14:paraId="5D15C720" w14:textId="77777777" w:rsidTr="00E54669">
        <w:trPr>
          <w:jc w:val="center"/>
        </w:trPr>
        <w:tc>
          <w:tcPr>
            <w:tcW w:w="5080" w:type="dxa"/>
          </w:tcPr>
          <w:p w14:paraId="06311139" w14:textId="77777777" w:rsidR="003A553F" w:rsidRPr="00E54669" w:rsidRDefault="003A553F" w:rsidP="003D565B">
            <w:pPr>
              <w:rPr>
                <w:rFonts w:eastAsia="SimSun"/>
                <w:szCs w:val="22"/>
              </w:rPr>
            </w:pPr>
            <w:r w:rsidRPr="00E54669">
              <w:rPr>
                <w:rFonts w:eastAsia="SimSun"/>
                <w:szCs w:val="22"/>
              </w:rPr>
              <w:t>Current Assets</w:t>
            </w:r>
          </w:p>
        </w:tc>
        <w:tc>
          <w:tcPr>
            <w:tcW w:w="1728" w:type="dxa"/>
          </w:tcPr>
          <w:p w14:paraId="236E6497" w14:textId="77777777" w:rsidR="003A553F" w:rsidRPr="00E54669" w:rsidRDefault="003A553F" w:rsidP="00E54669">
            <w:pPr>
              <w:jc w:val="right"/>
              <w:rPr>
                <w:rFonts w:eastAsia="SimSun"/>
                <w:szCs w:val="22"/>
              </w:rPr>
            </w:pPr>
          </w:p>
        </w:tc>
      </w:tr>
      <w:tr w:rsidR="003A553F" w:rsidRPr="00E54669" w14:paraId="18AFB09A" w14:textId="77777777" w:rsidTr="00E54669">
        <w:trPr>
          <w:jc w:val="center"/>
        </w:trPr>
        <w:tc>
          <w:tcPr>
            <w:tcW w:w="5080" w:type="dxa"/>
          </w:tcPr>
          <w:p w14:paraId="27850166" w14:textId="77777777" w:rsidR="003A553F" w:rsidRPr="00E54669" w:rsidRDefault="009143E3" w:rsidP="003D565B">
            <w:pPr>
              <w:rPr>
                <w:rFonts w:eastAsia="SimSun"/>
                <w:szCs w:val="22"/>
              </w:rPr>
            </w:pPr>
            <w:r w:rsidRPr="00E54669">
              <w:rPr>
                <w:rFonts w:eastAsia="SimSun"/>
                <w:szCs w:val="22"/>
              </w:rPr>
              <w:tab/>
            </w:r>
            <w:r w:rsidR="003A553F" w:rsidRPr="00E54669">
              <w:rPr>
                <w:rFonts w:eastAsia="SimSun"/>
                <w:szCs w:val="22"/>
              </w:rPr>
              <w:t>Cash</w:t>
            </w:r>
          </w:p>
        </w:tc>
        <w:tc>
          <w:tcPr>
            <w:tcW w:w="1728" w:type="dxa"/>
          </w:tcPr>
          <w:p w14:paraId="349379AD" w14:textId="77777777" w:rsidR="003A553F" w:rsidRPr="00E54669" w:rsidRDefault="003A553F" w:rsidP="00E54669">
            <w:pPr>
              <w:jc w:val="right"/>
              <w:rPr>
                <w:rFonts w:eastAsia="SimSun"/>
                <w:szCs w:val="22"/>
              </w:rPr>
            </w:pPr>
            <w:r w:rsidRPr="00E54669">
              <w:rPr>
                <w:rFonts w:eastAsia="SimSun"/>
                <w:szCs w:val="22"/>
              </w:rPr>
              <w:t>$</w:t>
            </w:r>
            <w:r w:rsidR="009143E3" w:rsidRPr="00E54669">
              <w:rPr>
                <w:rFonts w:eastAsia="SimSun"/>
                <w:szCs w:val="22"/>
              </w:rPr>
              <w:t xml:space="preserve"> </w:t>
            </w:r>
            <w:r w:rsidRPr="00E54669">
              <w:rPr>
                <w:rFonts w:eastAsia="SimSun"/>
                <w:szCs w:val="22"/>
              </w:rPr>
              <w:t>43,450</w:t>
            </w:r>
          </w:p>
        </w:tc>
      </w:tr>
      <w:tr w:rsidR="003A553F" w:rsidRPr="00E54669" w14:paraId="262F0808" w14:textId="77777777" w:rsidTr="00E54669">
        <w:trPr>
          <w:jc w:val="center"/>
        </w:trPr>
        <w:tc>
          <w:tcPr>
            <w:tcW w:w="5080" w:type="dxa"/>
          </w:tcPr>
          <w:p w14:paraId="2716B3C0" w14:textId="77777777" w:rsidR="003A553F" w:rsidRPr="00E54669" w:rsidRDefault="009143E3" w:rsidP="003A553F">
            <w:pPr>
              <w:rPr>
                <w:rFonts w:eastAsia="SimSun"/>
                <w:szCs w:val="22"/>
              </w:rPr>
            </w:pPr>
            <w:r w:rsidRPr="00E54669">
              <w:rPr>
                <w:rFonts w:eastAsia="SimSun"/>
                <w:szCs w:val="22"/>
              </w:rPr>
              <w:tab/>
            </w:r>
            <w:r w:rsidR="003A553F" w:rsidRPr="00E54669">
              <w:rPr>
                <w:rFonts w:eastAsia="SimSun"/>
                <w:szCs w:val="22"/>
              </w:rPr>
              <w:t>Certificate of Deposit</w:t>
            </w:r>
          </w:p>
        </w:tc>
        <w:tc>
          <w:tcPr>
            <w:tcW w:w="1728" w:type="dxa"/>
          </w:tcPr>
          <w:p w14:paraId="2CFAA23F" w14:textId="77777777" w:rsidR="003A553F" w:rsidRPr="00E54669" w:rsidRDefault="003A553F" w:rsidP="00E54669">
            <w:pPr>
              <w:jc w:val="right"/>
              <w:rPr>
                <w:rFonts w:eastAsia="SimSun"/>
                <w:szCs w:val="22"/>
              </w:rPr>
            </w:pPr>
            <w:r w:rsidRPr="00E54669">
              <w:rPr>
                <w:rFonts w:eastAsia="SimSun"/>
                <w:szCs w:val="22"/>
              </w:rPr>
              <w:t>20,000</w:t>
            </w:r>
          </w:p>
        </w:tc>
      </w:tr>
      <w:tr w:rsidR="003A553F" w:rsidRPr="00E54669" w14:paraId="77EC45B8" w14:textId="77777777" w:rsidTr="00E54669">
        <w:trPr>
          <w:jc w:val="center"/>
        </w:trPr>
        <w:tc>
          <w:tcPr>
            <w:tcW w:w="5080" w:type="dxa"/>
          </w:tcPr>
          <w:p w14:paraId="7553D6C5"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Supplies</w:t>
            </w:r>
          </w:p>
        </w:tc>
        <w:tc>
          <w:tcPr>
            <w:tcW w:w="1728" w:type="dxa"/>
          </w:tcPr>
          <w:p w14:paraId="2C6348CA" w14:textId="77777777" w:rsidR="003A553F" w:rsidRPr="00E54669" w:rsidRDefault="003A553F" w:rsidP="00E54669">
            <w:pPr>
              <w:jc w:val="right"/>
              <w:rPr>
                <w:rFonts w:eastAsia="SimSun"/>
                <w:szCs w:val="22"/>
              </w:rPr>
            </w:pPr>
            <w:r w:rsidRPr="00E54669">
              <w:rPr>
                <w:rFonts w:eastAsia="SimSun"/>
                <w:szCs w:val="22"/>
              </w:rPr>
              <w:t>800</w:t>
            </w:r>
          </w:p>
        </w:tc>
      </w:tr>
      <w:tr w:rsidR="003A553F" w:rsidRPr="00E54669" w14:paraId="6379A366" w14:textId="77777777" w:rsidTr="00E54669">
        <w:trPr>
          <w:jc w:val="center"/>
        </w:trPr>
        <w:tc>
          <w:tcPr>
            <w:tcW w:w="5080" w:type="dxa"/>
          </w:tcPr>
          <w:p w14:paraId="3E3BA9F7"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Accounts Receivable</w:t>
            </w:r>
          </w:p>
        </w:tc>
        <w:tc>
          <w:tcPr>
            <w:tcW w:w="1728" w:type="dxa"/>
          </w:tcPr>
          <w:p w14:paraId="11F447F8" w14:textId="77777777" w:rsidR="003A553F" w:rsidRPr="00E54669" w:rsidRDefault="003A553F" w:rsidP="00E54669">
            <w:pPr>
              <w:jc w:val="right"/>
              <w:rPr>
                <w:rFonts w:eastAsia="SimSun"/>
                <w:szCs w:val="22"/>
              </w:rPr>
            </w:pPr>
            <w:r w:rsidRPr="00E54669">
              <w:rPr>
                <w:rFonts w:eastAsia="SimSun"/>
                <w:szCs w:val="22"/>
              </w:rPr>
              <w:t>4,000</w:t>
            </w:r>
          </w:p>
        </w:tc>
      </w:tr>
      <w:tr w:rsidR="003A553F" w:rsidRPr="00E54669" w14:paraId="3803F876" w14:textId="77777777" w:rsidTr="00E54669">
        <w:trPr>
          <w:jc w:val="center"/>
        </w:trPr>
        <w:tc>
          <w:tcPr>
            <w:tcW w:w="5080" w:type="dxa"/>
          </w:tcPr>
          <w:p w14:paraId="4C7E63A2"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Interest Receivables</w:t>
            </w:r>
          </w:p>
        </w:tc>
        <w:tc>
          <w:tcPr>
            <w:tcW w:w="1728" w:type="dxa"/>
          </w:tcPr>
          <w:p w14:paraId="27C1270D" w14:textId="77777777" w:rsidR="003A553F" w:rsidRPr="00E54669" w:rsidRDefault="003A553F" w:rsidP="00E54669">
            <w:pPr>
              <w:jc w:val="right"/>
              <w:rPr>
                <w:rFonts w:eastAsia="SimSun"/>
                <w:szCs w:val="22"/>
              </w:rPr>
            </w:pPr>
            <w:r w:rsidRPr="00E54669">
              <w:rPr>
                <w:rFonts w:eastAsia="SimSun"/>
                <w:szCs w:val="22"/>
              </w:rPr>
              <w:t>1,200</w:t>
            </w:r>
          </w:p>
        </w:tc>
      </w:tr>
      <w:tr w:rsidR="003A553F" w:rsidRPr="00E54669" w14:paraId="7AED53D8" w14:textId="77777777" w:rsidTr="00E54669">
        <w:trPr>
          <w:jc w:val="center"/>
        </w:trPr>
        <w:tc>
          <w:tcPr>
            <w:tcW w:w="5080" w:type="dxa"/>
          </w:tcPr>
          <w:p w14:paraId="0B5F9F70"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Prepaid Rent</w:t>
            </w:r>
          </w:p>
        </w:tc>
        <w:tc>
          <w:tcPr>
            <w:tcW w:w="1728" w:type="dxa"/>
          </w:tcPr>
          <w:p w14:paraId="6E74339F" w14:textId="77777777" w:rsidR="003A553F" w:rsidRPr="00E54669" w:rsidRDefault="003A553F" w:rsidP="00E54669">
            <w:pPr>
              <w:jc w:val="right"/>
              <w:rPr>
                <w:rFonts w:eastAsia="SimSun"/>
                <w:szCs w:val="22"/>
              </w:rPr>
            </w:pPr>
            <w:r w:rsidRPr="00E54669">
              <w:rPr>
                <w:rFonts w:eastAsia="SimSun"/>
                <w:szCs w:val="22"/>
              </w:rPr>
              <w:t>8,000</w:t>
            </w:r>
          </w:p>
        </w:tc>
      </w:tr>
      <w:tr w:rsidR="003A553F" w:rsidRPr="00E54669" w14:paraId="0027171D" w14:textId="77777777" w:rsidTr="00E54669">
        <w:trPr>
          <w:jc w:val="center"/>
        </w:trPr>
        <w:tc>
          <w:tcPr>
            <w:tcW w:w="5080" w:type="dxa"/>
          </w:tcPr>
          <w:p w14:paraId="7DB673AF"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Prepaid Insurance</w:t>
            </w:r>
          </w:p>
        </w:tc>
        <w:tc>
          <w:tcPr>
            <w:tcW w:w="1728" w:type="dxa"/>
          </w:tcPr>
          <w:p w14:paraId="5B810845" w14:textId="77777777" w:rsidR="003A553F" w:rsidRPr="00E54669" w:rsidRDefault="009143E3" w:rsidP="00E54669">
            <w:pPr>
              <w:jc w:val="right"/>
              <w:rPr>
                <w:rFonts w:eastAsia="SimSun"/>
                <w:szCs w:val="22"/>
                <w:u w:val="single"/>
              </w:rPr>
            </w:pPr>
            <w:r w:rsidRPr="00E54669">
              <w:rPr>
                <w:rFonts w:eastAsia="SimSun"/>
                <w:szCs w:val="22"/>
                <w:u w:val="single"/>
              </w:rPr>
              <w:t xml:space="preserve">      </w:t>
            </w:r>
            <w:r w:rsidR="003A553F" w:rsidRPr="00E54669">
              <w:rPr>
                <w:rFonts w:eastAsia="SimSun"/>
                <w:szCs w:val="22"/>
                <w:u w:val="single"/>
              </w:rPr>
              <w:t>2,500</w:t>
            </w:r>
          </w:p>
        </w:tc>
      </w:tr>
      <w:tr w:rsidR="003A553F" w:rsidRPr="00E54669" w14:paraId="7A7681B9" w14:textId="77777777" w:rsidTr="00E54669">
        <w:trPr>
          <w:jc w:val="center"/>
        </w:trPr>
        <w:tc>
          <w:tcPr>
            <w:tcW w:w="5080" w:type="dxa"/>
          </w:tcPr>
          <w:p w14:paraId="76AE510E" w14:textId="77777777" w:rsidR="003A553F" w:rsidRPr="00E54669" w:rsidRDefault="009143E3" w:rsidP="009143E3">
            <w:pPr>
              <w:rPr>
                <w:rFonts w:eastAsia="SimSun"/>
                <w:szCs w:val="22"/>
              </w:rPr>
            </w:pPr>
            <w:r w:rsidRPr="00E54669">
              <w:rPr>
                <w:rFonts w:eastAsia="SimSun"/>
                <w:szCs w:val="22"/>
              </w:rPr>
              <w:tab/>
            </w:r>
            <w:r w:rsidRPr="00E54669">
              <w:rPr>
                <w:rFonts w:eastAsia="SimSun"/>
                <w:szCs w:val="22"/>
              </w:rPr>
              <w:tab/>
            </w:r>
            <w:r w:rsidR="003A553F" w:rsidRPr="00E54669">
              <w:rPr>
                <w:rFonts w:eastAsia="SimSun"/>
                <w:szCs w:val="22"/>
              </w:rPr>
              <w:t>T</w:t>
            </w:r>
            <w:r w:rsidRPr="00E54669">
              <w:rPr>
                <w:rFonts w:eastAsia="SimSun"/>
                <w:szCs w:val="22"/>
              </w:rPr>
              <w:t>o</w:t>
            </w:r>
            <w:r w:rsidR="003A553F" w:rsidRPr="00E54669">
              <w:rPr>
                <w:rFonts w:eastAsia="SimSun"/>
                <w:szCs w:val="22"/>
              </w:rPr>
              <w:t>tal Current Assets</w:t>
            </w:r>
          </w:p>
        </w:tc>
        <w:tc>
          <w:tcPr>
            <w:tcW w:w="1728" w:type="dxa"/>
          </w:tcPr>
          <w:p w14:paraId="186875A9" w14:textId="77777777" w:rsidR="003A553F" w:rsidRPr="00E54669" w:rsidRDefault="003A553F" w:rsidP="00E54669">
            <w:pPr>
              <w:jc w:val="right"/>
              <w:rPr>
                <w:rFonts w:eastAsia="SimSun"/>
                <w:szCs w:val="22"/>
              </w:rPr>
            </w:pPr>
            <w:r w:rsidRPr="00E54669">
              <w:rPr>
                <w:rFonts w:eastAsia="SimSun"/>
                <w:szCs w:val="22"/>
              </w:rPr>
              <w:t>79,950</w:t>
            </w:r>
          </w:p>
        </w:tc>
      </w:tr>
      <w:tr w:rsidR="003A553F" w:rsidRPr="00E54669" w14:paraId="36FF6A54" w14:textId="77777777" w:rsidTr="00E54669">
        <w:trPr>
          <w:jc w:val="center"/>
        </w:trPr>
        <w:tc>
          <w:tcPr>
            <w:tcW w:w="5080" w:type="dxa"/>
          </w:tcPr>
          <w:p w14:paraId="2F5B924A" w14:textId="77777777" w:rsidR="003A553F" w:rsidRPr="00E54669" w:rsidRDefault="003A553F" w:rsidP="003D565B">
            <w:pPr>
              <w:rPr>
                <w:rFonts w:eastAsia="SimSun"/>
                <w:szCs w:val="22"/>
              </w:rPr>
            </w:pPr>
            <w:r w:rsidRPr="00E54669">
              <w:rPr>
                <w:rFonts w:eastAsia="SimSun"/>
                <w:szCs w:val="22"/>
              </w:rPr>
              <w:t>Property, Plant &amp; Equipment</w:t>
            </w:r>
            <w:r w:rsidR="009143E3" w:rsidRPr="00E54669">
              <w:rPr>
                <w:rFonts w:eastAsia="SimSun"/>
                <w:szCs w:val="22"/>
              </w:rPr>
              <w:t>, Net of</w:t>
            </w:r>
          </w:p>
        </w:tc>
        <w:tc>
          <w:tcPr>
            <w:tcW w:w="1728" w:type="dxa"/>
          </w:tcPr>
          <w:p w14:paraId="6707F2ED" w14:textId="77777777" w:rsidR="003A553F" w:rsidRPr="00E54669" w:rsidRDefault="003A553F" w:rsidP="00E54669">
            <w:pPr>
              <w:jc w:val="right"/>
              <w:rPr>
                <w:rFonts w:eastAsia="SimSun"/>
                <w:szCs w:val="22"/>
              </w:rPr>
            </w:pPr>
          </w:p>
        </w:tc>
      </w:tr>
      <w:tr w:rsidR="003A553F" w:rsidRPr="00E54669" w14:paraId="4E00F05B" w14:textId="77777777" w:rsidTr="00E54669">
        <w:trPr>
          <w:jc w:val="center"/>
        </w:trPr>
        <w:tc>
          <w:tcPr>
            <w:tcW w:w="5080" w:type="dxa"/>
          </w:tcPr>
          <w:p w14:paraId="7F9EF87F" w14:textId="77777777" w:rsidR="003A553F" w:rsidRPr="00E54669" w:rsidRDefault="009143E3" w:rsidP="009143E3">
            <w:pPr>
              <w:rPr>
                <w:rFonts w:eastAsia="SimSun"/>
                <w:szCs w:val="22"/>
              </w:rPr>
            </w:pPr>
            <w:r w:rsidRPr="00E54669">
              <w:rPr>
                <w:rFonts w:eastAsia="SimSun"/>
                <w:szCs w:val="22"/>
              </w:rPr>
              <w:tab/>
              <w:t xml:space="preserve">Accumulated </w:t>
            </w:r>
            <w:r w:rsidR="00C92A98" w:rsidRPr="00E54669">
              <w:rPr>
                <w:rFonts w:eastAsia="SimSun"/>
                <w:szCs w:val="22"/>
              </w:rPr>
              <w:t>D</w:t>
            </w:r>
            <w:r w:rsidR="003A553F" w:rsidRPr="00E54669">
              <w:rPr>
                <w:rFonts w:eastAsia="SimSun"/>
                <w:szCs w:val="22"/>
              </w:rPr>
              <w:t>epreciation</w:t>
            </w:r>
          </w:p>
        </w:tc>
        <w:tc>
          <w:tcPr>
            <w:tcW w:w="1728" w:type="dxa"/>
          </w:tcPr>
          <w:p w14:paraId="10B01421" w14:textId="77777777" w:rsidR="003A553F" w:rsidRPr="00E54669" w:rsidRDefault="009143E3" w:rsidP="00E54669">
            <w:pPr>
              <w:jc w:val="right"/>
              <w:rPr>
                <w:rFonts w:eastAsia="SimSun"/>
                <w:szCs w:val="22"/>
                <w:u w:val="single"/>
              </w:rPr>
            </w:pPr>
            <w:r w:rsidRPr="00E54669">
              <w:rPr>
                <w:rFonts w:eastAsia="SimSun"/>
                <w:szCs w:val="22"/>
                <w:u w:val="single"/>
              </w:rPr>
              <w:t xml:space="preserve">   38,000</w:t>
            </w:r>
          </w:p>
        </w:tc>
      </w:tr>
      <w:tr w:rsidR="003A553F" w:rsidRPr="00E54669" w14:paraId="43189594" w14:textId="77777777" w:rsidTr="00E54669">
        <w:trPr>
          <w:jc w:val="center"/>
        </w:trPr>
        <w:tc>
          <w:tcPr>
            <w:tcW w:w="5080" w:type="dxa"/>
          </w:tcPr>
          <w:p w14:paraId="1511C002" w14:textId="77777777" w:rsidR="003A553F" w:rsidRPr="00E54669" w:rsidRDefault="003A553F" w:rsidP="003D565B">
            <w:pPr>
              <w:rPr>
                <w:rFonts w:eastAsia="SimSun"/>
                <w:szCs w:val="22"/>
              </w:rPr>
            </w:pPr>
            <w:r w:rsidRPr="00E54669">
              <w:rPr>
                <w:rFonts w:eastAsia="SimSun"/>
                <w:szCs w:val="22"/>
              </w:rPr>
              <w:t>Total Assets</w:t>
            </w:r>
          </w:p>
        </w:tc>
        <w:tc>
          <w:tcPr>
            <w:tcW w:w="1728" w:type="dxa"/>
          </w:tcPr>
          <w:p w14:paraId="64FFC43F" w14:textId="77777777" w:rsidR="003A553F" w:rsidRPr="00E54669" w:rsidRDefault="003A553F" w:rsidP="00E54669">
            <w:pPr>
              <w:jc w:val="right"/>
              <w:rPr>
                <w:rFonts w:eastAsia="SimSun"/>
                <w:szCs w:val="22"/>
                <w:u w:val="double"/>
              </w:rPr>
            </w:pPr>
            <w:r w:rsidRPr="00E54669">
              <w:rPr>
                <w:rFonts w:eastAsia="SimSun"/>
                <w:szCs w:val="22"/>
                <w:u w:val="double"/>
              </w:rPr>
              <w:t>$117,950</w:t>
            </w:r>
          </w:p>
        </w:tc>
      </w:tr>
      <w:tr w:rsidR="003A553F" w:rsidRPr="00E54669" w14:paraId="61E29313" w14:textId="77777777" w:rsidTr="00E54669">
        <w:trPr>
          <w:jc w:val="center"/>
        </w:trPr>
        <w:tc>
          <w:tcPr>
            <w:tcW w:w="5080" w:type="dxa"/>
          </w:tcPr>
          <w:p w14:paraId="212F2FCD" w14:textId="77777777" w:rsidR="003A553F" w:rsidRPr="00E54669" w:rsidRDefault="003A553F" w:rsidP="003D565B">
            <w:pPr>
              <w:rPr>
                <w:rFonts w:eastAsia="SimSun"/>
                <w:szCs w:val="22"/>
              </w:rPr>
            </w:pPr>
          </w:p>
        </w:tc>
        <w:tc>
          <w:tcPr>
            <w:tcW w:w="1728" w:type="dxa"/>
          </w:tcPr>
          <w:p w14:paraId="2A498791" w14:textId="77777777" w:rsidR="003A553F" w:rsidRPr="00E54669" w:rsidRDefault="003A553F" w:rsidP="00E54669">
            <w:pPr>
              <w:jc w:val="right"/>
              <w:rPr>
                <w:rFonts w:eastAsia="SimSun"/>
                <w:szCs w:val="22"/>
              </w:rPr>
            </w:pPr>
          </w:p>
        </w:tc>
      </w:tr>
      <w:tr w:rsidR="009143E3" w:rsidRPr="00E54669" w14:paraId="165B95AB" w14:textId="77777777" w:rsidTr="00E54669">
        <w:trPr>
          <w:jc w:val="center"/>
        </w:trPr>
        <w:tc>
          <w:tcPr>
            <w:tcW w:w="6808" w:type="dxa"/>
            <w:gridSpan w:val="2"/>
          </w:tcPr>
          <w:p w14:paraId="4C313218" w14:textId="77777777" w:rsidR="009143E3" w:rsidRPr="00E54669" w:rsidRDefault="009143E3" w:rsidP="00E54669">
            <w:pPr>
              <w:jc w:val="center"/>
              <w:rPr>
                <w:rFonts w:eastAsia="SimSun"/>
                <w:szCs w:val="22"/>
              </w:rPr>
            </w:pPr>
            <w:r w:rsidRPr="00E54669">
              <w:rPr>
                <w:rFonts w:eastAsia="SimSun"/>
                <w:b/>
                <w:szCs w:val="22"/>
              </w:rPr>
              <w:t>Liabilities</w:t>
            </w:r>
          </w:p>
        </w:tc>
      </w:tr>
      <w:tr w:rsidR="003A553F" w:rsidRPr="00E54669" w14:paraId="66B72FBD" w14:textId="77777777" w:rsidTr="00E54669">
        <w:trPr>
          <w:jc w:val="center"/>
        </w:trPr>
        <w:tc>
          <w:tcPr>
            <w:tcW w:w="5080" w:type="dxa"/>
          </w:tcPr>
          <w:p w14:paraId="52897785" w14:textId="77777777" w:rsidR="003A553F" w:rsidRPr="00E54669" w:rsidRDefault="003A553F" w:rsidP="003D565B">
            <w:pPr>
              <w:rPr>
                <w:rFonts w:eastAsia="SimSun"/>
                <w:szCs w:val="22"/>
              </w:rPr>
            </w:pPr>
            <w:r w:rsidRPr="00E54669">
              <w:rPr>
                <w:rFonts w:eastAsia="SimSun"/>
                <w:szCs w:val="22"/>
              </w:rPr>
              <w:t>Current Liabilities:</w:t>
            </w:r>
          </w:p>
        </w:tc>
        <w:tc>
          <w:tcPr>
            <w:tcW w:w="1728" w:type="dxa"/>
          </w:tcPr>
          <w:p w14:paraId="7EBAFE35" w14:textId="77777777" w:rsidR="003A553F" w:rsidRPr="00E54669" w:rsidRDefault="003A553F" w:rsidP="00E54669">
            <w:pPr>
              <w:jc w:val="right"/>
              <w:rPr>
                <w:rFonts w:eastAsia="SimSun"/>
                <w:szCs w:val="22"/>
              </w:rPr>
            </w:pPr>
          </w:p>
        </w:tc>
      </w:tr>
      <w:tr w:rsidR="003A553F" w:rsidRPr="00E54669" w14:paraId="58CF7400" w14:textId="77777777" w:rsidTr="00E54669">
        <w:trPr>
          <w:jc w:val="center"/>
        </w:trPr>
        <w:tc>
          <w:tcPr>
            <w:tcW w:w="5080" w:type="dxa"/>
          </w:tcPr>
          <w:p w14:paraId="1CAF4280"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Accounts Payable</w:t>
            </w:r>
          </w:p>
        </w:tc>
        <w:tc>
          <w:tcPr>
            <w:tcW w:w="1728" w:type="dxa"/>
          </w:tcPr>
          <w:p w14:paraId="0A96DE01" w14:textId="77777777" w:rsidR="003A553F" w:rsidRPr="00E54669" w:rsidRDefault="003A553F" w:rsidP="00E54669">
            <w:pPr>
              <w:jc w:val="right"/>
              <w:rPr>
                <w:rFonts w:eastAsia="SimSun"/>
                <w:szCs w:val="22"/>
              </w:rPr>
            </w:pPr>
            <w:r w:rsidRPr="00E54669">
              <w:rPr>
                <w:rFonts w:eastAsia="SimSun"/>
                <w:szCs w:val="22"/>
              </w:rPr>
              <w:t>$      250</w:t>
            </w:r>
          </w:p>
        </w:tc>
      </w:tr>
      <w:tr w:rsidR="003A553F" w:rsidRPr="00E54669" w14:paraId="173632C4" w14:textId="77777777" w:rsidTr="00E54669">
        <w:trPr>
          <w:jc w:val="center"/>
        </w:trPr>
        <w:tc>
          <w:tcPr>
            <w:tcW w:w="5080" w:type="dxa"/>
          </w:tcPr>
          <w:p w14:paraId="29A20136"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Dividends Payable</w:t>
            </w:r>
          </w:p>
        </w:tc>
        <w:tc>
          <w:tcPr>
            <w:tcW w:w="1728" w:type="dxa"/>
          </w:tcPr>
          <w:p w14:paraId="47154CF5" w14:textId="77777777" w:rsidR="003A553F" w:rsidRPr="00E54669" w:rsidRDefault="003A553F" w:rsidP="00E54669">
            <w:pPr>
              <w:jc w:val="right"/>
              <w:rPr>
                <w:rFonts w:eastAsia="SimSun"/>
                <w:szCs w:val="22"/>
              </w:rPr>
            </w:pPr>
            <w:r w:rsidRPr="00E54669">
              <w:rPr>
                <w:rFonts w:eastAsia="SimSun"/>
                <w:szCs w:val="22"/>
              </w:rPr>
              <w:t>750</w:t>
            </w:r>
          </w:p>
        </w:tc>
      </w:tr>
      <w:tr w:rsidR="003A553F" w:rsidRPr="00E54669" w14:paraId="37D99BD7" w14:textId="77777777" w:rsidTr="00E54669">
        <w:trPr>
          <w:jc w:val="center"/>
        </w:trPr>
        <w:tc>
          <w:tcPr>
            <w:tcW w:w="5080" w:type="dxa"/>
          </w:tcPr>
          <w:p w14:paraId="154641ED"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Unearned Revenue</w:t>
            </w:r>
          </w:p>
        </w:tc>
        <w:tc>
          <w:tcPr>
            <w:tcW w:w="1728" w:type="dxa"/>
          </w:tcPr>
          <w:p w14:paraId="435BE7D5" w14:textId="77777777" w:rsidR="003A553F" w:rsidRPr="00E54669" w:rsidRDefault="003A553F" w:rsidP="00E54669">
            <w:pPr>
              <w:jc w:val="right"/>
              <w:rPr>
                <w:rFonts w:eastAsia="SimSun"/>
                <w:szCs w:val="22"/>
              </w:rPr>
            </w:pPr>
            <w:r w:rsidRPr="00E54669">
              <w:rPr>
                <w:rFonts w:eastAsia="SimSun"/>
                <w:szCs w:val="22"/>
              </w:rPr>
              <w:t>100</w:t>
            </w:r>
          </w:p>
        </w:tc>
      </w:tr>
      <w:tr w:rsidR="003A553F" w:rsidRPr="00E54669" w14:paraId="5C2C358A" w14:textId="77777777" w:rsidTr="00E54669">
        <w:trPr>
          <w:jc w:val="center"/>
        </w:trPr>
        <w:tc>
          <w:tcPr>
            <w:tcW w:w="5080" w:type="dxa"/>
          </w:tcPr>
          <w:p w14:paraId="323C4932"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Note Payable</w:t>
            </w:r>
          </w:p>
        </w:tc>
        <w:tc>
          <w:tcPr>
            <w:tcW w:w="1728" w:type="dxa"/>
          </w:tcPr>
          <w:p w14:paraId="4DD0BE95" w14:textId="77777777" w:rsidR="003A553F" w:rsidRPr="00E54669" w:rsidRDefault="003A553F" w:rsidP="00E54669">
            <w:pPr>
              <w:jc w:val="right"/>
              <w:rPr>
                <w:rFonts w:eastAsia="SimSun"/>
                <w:szCs w:val="22"/>
              </w:rPr>
            </w:pPr>
            <w:r w:rsidRPr="00E54669">
              <w:rPr>
                <w:rFonts w:eastAsia="SimSun"/>
                <w:szCs w:val="22"/>
              </w:rPr>
              <w:t>30,000</w:t>
            </w:r>
          </w:p>
        </w:tc>
      </w:tr>
      <w:tr w:rsidR="003A553F" w:rsidRPr="00E54669" w14:paraId="664E93B3" w14:textId="77777777" w:rsidTr="00E54669">
        <w:trPr>
          <w:jc w:val="center"/>
        </w:trPr>
        <w:tc>
          <w:tcPr>
            <w:tcW w:w="5080" w:type="dxa"/>
          </w:tcPr>
          <w:p w14:paraId="270EE00D"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Interest Payable</w:t>
            </w:r>
          </w:p>
        </w:tc>
        <w:tc>
          <w:tcPr>
            <w:tcW w:w="1728" w:type="dxa"/>
          </w:tcPr>
          <w:p w14:paraId="00B6224D" w14:textId="77777777" w:rsidR="003A553F" w:rsidRPr="00E54669" w:rsidRDefault="003A553F" w:rsidP="00E54669">
            <w:pPr>
              <w:jc w:val="right"/>
              <w:rPr>
                <w:rFonts w:eastAsia="SimSun"/>
                <w:szCs w:val="22"/>
              </w:rPr>
            </w:pPr>
            <w:r w:rsidRPr="00E54669">
              <w:rPr>
                <w:rFonts w:eastAsia="SimSun"/>
                <w:szCs w:val="22"/>
              </w:rPr>
              <w:t>3,000</w:t>
            </w:r>
          </w:p>
        </w:tc>
      </w:tr>
      <w:tr w:rsidR="003A553F" w:rsidRPr="00E54669" w14:paraId="50A12AEC" w14:textId="77777777" w:rsidTr="00E54669">
        <w:trPr>
          <w:jc w:val="center"/>
        </w:trPr>
        <w:tc>
          <w:tcPr>
            <w:tcW w:w="5080" w:type="dxa"/>
          </w:tcPr>
          <w:p w14:paraId="6F852EEA" w14:textId="77777777" w:rsidR="003A553F" w:rsidRPr="00E54669" w:rsidRDefault="009143E3" w:rsidP="009143E3">
            <w:pPr>
              <w:rPr>
                <w:rFonts w:eastAsia="SimSun"/>
                <w:szCs w:val="22"/>
              </w:rPr>
            </w:pPr>
            <w:r w:rsidRPr="00E54669">
              <w:rPr>
                <w:rFonts w:eastAsia="SimSun"/>
                <w:szCs w:val="22"/>
              </w:rPr>
              <w:tab/>
            </w:r>
            <w:r w:rsidR="003A553F" w:rsidRPr="00E54669">
              <w:rPr>
                <w:rFonts w:eastAsia="SimSun"/>
                <w:szCs w:val="22"/>
              </w:rPr>
              <w:t>Income Taxes Payable</w:t>
            </w:r>
          </w:p>
        </w:tc>
        <w:tc>
          <w:tcPr>
            <w:tcW w:w="1728" w:type="dxa"/>
          </w:tcPr>
          <w:p w14:paraId="6365BA19" w14:textId="77777777" w:rsidR="003A553F" w:rsidRPr="00E54669" w:rsidRDefault="003A553F" w:rsidP="00E54669">
            <w:pPr>
              <w:jc w:val="right"/>
              <w:rPr>
                <w:rFonts w:eastAsia="SimSun"/>
                <w:szCs w:val="22"/>
                <w:u w:val="single"/>
              </w:rPr>
            </w:pPr>
            <w:r w:rsidRPr="00E54669">
              <w:rPr>
                <w:rFonts w:eastAsia="SimSun"/>
                <w:szCs w:val="22"/>
                <w:u w:val="single"/>
              </w:rPr>
              <w:t xml:space="preserve">    26 110</w:t>
            </w:r>
          </w:p>
        </w:tc>
      </w:tr>
      <w:tr w:rsidR="003A553F" w:rsidRPr="00E54669" w14:paraId="435F7236" w14:textId="77777777" w:rsidTr="00E54669">
        <w:trPr>
          <w:jc w:val="center"/>
        </w:trPr>
        <w:tc>
          <w:tcPr>
            <w:tcW w:w="5080" w:type="dxa"/>
          </w:tcPr>
          <w:p w14:paraId="51F87168" w14:textId="77777777" w:rsidR="003A553F" w:rsidRPr="00E54669" w:rsidRDefault="009143E3" w:rsidP="003D565B">
            <w:pPr>
              <w:rPr>
                <w:rFonts w:eastAsia="SimSun"/>
                <w:szCs w:val="22"/>
              </w:rPr>
            </w:pPr>
            <w:r w:rsidRPr="00E54669">
              <w:rPr>
                <w:rFonts w:eastAsia="SimSun"/>
                <w:szCs w:val="22"/>
              </w:rPr>
              <w:tab/>
            </w:r>
            <w:r w:rsidRPr="00E54669">
              <w:rPr>
                <w:rFonts w:eastAsia="SimSun"/>
                <w:szCs w:val="22"/>
              </w:rPr>
              <w:tab/>
            </w:r>
            <w:r w:rsidR="003A553F" w:rsidRPr="00E54669">
              <w:rPr>
                <w:rFonts w:eastAsia="SimSun"/>
                <w:szCs w:val="22"/>
              </w:rPr>
              <w:t>Total Current Liabilities</w:t>
            </w:r>
          </w:p>
        </w:tc>
        <w:tc>
          <w:tcPr>
            <w:tcW w:w="1728" w:type="dxa"/>
          </w:tcPr>
          <w:p w14:paraId="43237C2C" w14:textId="77777777" w:rsidR="003A553F" w:rsidRPr="00E54669" w:rsidRDefault="003A553F" w:rsidP="00E54669">
            <w:pPr>
              <w:jc w:val="right"/>
              <w:rPr>
                <w:rFonts w:eastAsia="SimSun"/>
                <w:szCs w:val="22"/>
                <w:u w:val="single"/>
              </w:rPr>
            </w:pPr>
            <w:r w:rsidRPr="00E54669">
              <w:rPr>
                <w:rFonts w:eastAsia="SimSun"/>
                <w:szCs w:val="22"/>
                <w:u w:val="single"/>
              </w:rPr>
              <w:t xml:space="preserve">    60,210</w:t>
            </w:r>
          </w:p>
        </w:tc>
      </w:tr>
      <w:tr w:rsidR="003A553F" w:rsidRPr="00E54669" w14:paraId="5B0BF94B" w14:textId="77777777" w:rsidTr="00E54669">
        <w:trPr>
          <w:jc w:val="center"/>
        </w:trPr>
        <w:tc>
          <w:tcPr>
            <w:tcW w:w="5080" w:type="dxa"/>
          </w:tcPr>
          <w:p w14:paraId="3FAD4D5F" w14:textId="77777777" w:rsidR="003A553F" w:rsidRPr="00E54669" w:rsidRDefault="003A553F" w:rsidP="003D565B">
            <w:pPr>
              <w:rPr>
                <w:rFonts w:eastAsia="SimSun"/>
                <w:szCs w:val="22"/>
              </w:rPr>
            </w:pPr>
          </w:p>
        </w:tc>
        <w:tc>
          <w:tcPr>
            <w:tcW w:w="1728" w:type="dxa"/>
          </w:tcPr>
          <w:p w14:paraId="767E017C" w14:textId="77777777" w:rsidR="003A553F" w:rsidRPr="00E54669" w:rsidRDefault="003A553F" w:rsidP="00E54669">
            <w:pPr>
              <w:jc w:val="right"/>
              <w:rPr>
                <w:rFonts w:eastAsia="SimSun"/>
                <w:szCs w:val="22"/>
              </w:rPr>
            </w:pPr>
          </w:p>
        </w:tc>
      </w:tr>
      <w:tr w:rsidR="009143E3" w:rsidRPr="00E54669" w14:paraId="1FACC2B8" w14:textId="77777777" w:rsidTr="00E54669">
        <w:trPr>
          <w:jc w:val="center"/>
        </w:trPr>
        <w:tc>
          <w:tcPr>
            <w:tcW w:w="6808" w:type="dxa"/>
            <w:gridSpan w:val="2"/>
          </w:tcPr>
          <w:p w14:paraId="756786D6" w14:textId="77777777" w:rsidR="009143E3" w:rsidRPr="00E54669" w:rsidRDefault="009143E3" w:rsidP="00E54669">
            <w:pPr>
              <w:jc w:val="center"/>
              <w:rPr>
                <w:rFonts w:eastAsia="SimSun"/>
                <w:szCs w:val="22"/>
              </w:rPr>
            </w:pPr>
            <w:r w:rsidRPr="00E54669">
              <w:rPr>
                <w:rFonts w:eastAsia="SimSun"/>
                <w:b/>
                <w:szCs w:val="22"/>
              </w:rPr>
              <w:t>Stockholders’ Equity</w:t>
            </w:r>
          </w:p>
        </w:tc>
      </w:tr>
      <w:tr w:rsidR="003A553F" w:rsidRPr="00E54669" w14:paraId="70FFA2D4" w14:textId="77777777" w:rsidTr="00E54669">
        <w:trPr>
          <w:jc w:val="center"/>
        </w:trPr>
        <w:tc>
          <w:tcPr>
            <w:tcW w:w="5080" w:type="dxa"/>
          </w:tcPr>
          <w:p w14:paraId="41B6D3CD" w14:textId="77777777" w:rsidR="003A553F" w:rsidRPr="00E54669" w:rsidRDefault="003A553F" w:rsidP="003D565B">
            <w:pPr>
              <w:rPr>
                <w:rFonts w:eastAsia="SimSun"/>
                <w:szCs w:val="22"/>
              </w:rPr>
            </w:pPr>
            <w:r w:rsidRPr="00E54669">
              <w:rPr>
                <w:rFonts w:eastAsia="SimSun"/>
                <w:szCs w:val="22"/>
              </w:rPr>
              <w:t>Contributed Capital</w:t>
            </w:r>
          </w:p>
        </w:tc>
        <w:tc>
          <w:tcPr>
            <w:tcW w:w="1728" w:type="dxa"/>
          </w:tcPr>
          <w:p w14:paraId="1DE839D7" w14:textId="77777777" w:rsidR="003A553F" w:rsidRPr="00E54669" w:rsidRDefault="003A553F" w:rsidP="00E54669">
            <w:pPr>
              <w:jc w:val="right"/>
              <w:rPr>
                <w:rFonts w:eastAsia="SimSun"/>
                <w:szCs w:val="22"/>
              </w:rPr>
            </w:pPr>
            <w:r w:rsidRPr="00E54669">
              <w:rPr>
                <w:rFonts w:eastAsia="SimSun"/>
                <w:szCs w:val="22"/>
              </w:rPr>
              <w:t>10,000</w:t>
            </w:r>
          </w:p>
        </w:tc>
      </w:tr>
      <w:tr w:rsidR="003A553F" w:rsidRPr="00E54669" w14:paraId="7A602C97" w14:textId="77777777" w:rsidTr="00E54669">
        <w:trPr>
          <w:jc w:val="center"/>
        </w:trPr>
        <w:tc>
          <w:tcPr>
            <w:tcW w:w="5080" w:type="dxa"/>
          </w:tcPr>
          <w:p w14:paraId="1A1681EC" w14:textId="77777777" w:rsidR="003A553F" w:rsidRPr="00E54669" w:rsidRDefault="003A553F" w:rsidP="003D565B">
            <w:pPr>
              <w:rPr>
                <w:rFonts w:eastAsia="SimSun"/>
                <w:szCs w:val="22"/>
              </w:rPr>
            </w:pPr>
            <w:r w:rsidRPr="00E54669">
              <w:rPr>
                <w:rFonts w:eastAsia="SimSun"/>
                <w:szCs w:val="22"/>
              </w:rPr>
              <w:t>Retained Earnings</w:t>
            </w:r>
          </w:p>
        </w:tc>
        <w:tc>
          <w:tcPr>
            <w:tcW w:w="1728" w:type="dxa"/>
          </w:tcPr>
          <w:p w14:paraId="6C830B94" w14:textId="77777777" w:rsidR="003A553F" w:rsidRPr="00E54669" w:rsidRDefault="003A553F" w:rsidP="00E54669">
            <w:pPr>
              <w:jc w:val="right"/>
              <w:rPr>
                <w:rFonts w:eastAsia="SimSun"/>
                <w:szCs w:val="22"/>
                <w:u w:val="single"/>
              </w:rPr>
            </w:pPr>
            <w:r w:rsidRPr="00E54669">
              <w:rPr>
                <w:rFonts w:eastAsia="SimSun"/>
                <w:szCs w:val="22"/>
                <w:u w:val="single"/>
              </w:rPr>
              <w:t xml:space="preserve">    47,740</w:t>
            </w:r>
          </w:p>
        </w:tc>
      </w:tr>
      <w:tr w:rsidR="003A553F" w:rsidRPr="00E54669" w14:paraId="59A9FF15" w14:textId="77777777" w:rsidTr="00E54669">
        <w:trPr>
          <w:jc w:val="center"/>
        </w:trPr>
        <w:tc>
          <w:tcPr>
            <w:tcW w:w="5080" w:type="dxa"/>
          </w:tcPr>
          <w:p w14:paraId="569B9890" w14:textId="77777777" w:rsidR="003A553F" w:rsidRPr="00E54669" w:rsidRDefault="009143E3" w:rsidP="003D565B">
            <w:pPr>
              <w:rPr>
                <w:rFonts w:eastAsia="SimSun"/>
                <w:szCs w:val="22"/>
              </w:rPr>
            </w:pPr>
            <w:r w:rsidRPr="00E54669">
              <w:rPr>
                <w:rFonts w:eastAsia="SimSun"/>
                <w:szCs w:val="22"/>
              </w:rPr>
              <w:tab/>
            </w:r>
            <w:r w:rsidRPr="00E54669">
              <w:rPr>
                <w:rFonts w:eastAsia="SimSun"/>
                <w:szCs w:val="22"/>
              </w:rPr>
              <w:tab/>
            </w:r>
            <w:r w:rsidR="003A553F" w:rsidRPr="00E54669">
              <w:rPr>
                <w:rFonts w:eastAsia="SimSun"/>
                <w:szCs w:val="22"/>
              </w:rPr>
              <w:t>Total Stockholders’ Equity</w:t>
            </w:r>
          </w:p>
        </w:tc>
        <w:tc>
          <w:tcPr>
            <w:tcW w:w="1728" w:type="dxa"/>
          </w:tcPr>
          <w:p w14:paraId="2A38A1F5" w14:textId="77777777" w:rsidR="003A553F" w:rsidRPr="00E54669" w:rsidRDefault="003A553F" w:rsidP="00E54669">
            <w:pPr>
              <w:jc w:val="right"/>
              <w:rPr>
                <w:rFonts w:eastAsia="SimSun"/>
                <w:szCs w:val="22"/>
                <w:u w:val="single"/>
              </w:rPr>
            </w:pPr>
            <w:r w:rsidRPr="00E54669">
              <w:rPr>
                <w:rFonts w:eastAsia="SimSun"/>
                <w:szCs w:val="22"/>
                <w:u w:val="single"/>
              </w:rPr>
              <w:t xml:space="preserve">    57,740</w:t>
            </w:r>
          </w:p>
        </w:tc>
      </w:tr>
      <w:tr w:rsidR="003A553F" w:rsidRPr="00E54669" w14:paraId="709E88DF" w14:textId="77777777" w:rsidTr="00E54669">
        <w:trPr>
          <w:jc w:val="center"/>
        </w:trPr>
        <w:tc>
          <w:tcPr>
            <w:tcW w:w="5080" w:type="dxa"/>
          </w:tcPr>
          <w:p w14:paraId="69ABA29E" w14:textId="77777777" w:rsidR="003A553F" w:rsidRPr="00E54669" w:rsidRDefault="003A553F" w:rsidP="003D565B">
            <w:pPr>
              <w:rPr>
                <w:rFonts w:eastAsia="SimSun"/>
                <w:szCs w:val="22"/>
              </w:rPr>
            </w:pPr>
            <w:r w:rsidRPr="00E54669">
              <w:rPr>
                <w:rFonts w:eastAsia="SimSun"/>
                <w:szCs w:val="22"/>
              </w:rPr>
              <w:t>Total Liabilities and Stockholders’ Equity</w:t>
            </w:r>
          </w:p>
        </w:tc>
        <w:tc>
          <w:tcPr>
            <w:tcW w:w="1728" w:type="dxa"/>
          </w:tcPr>
          <w:p w14:paraId="788A6701" w14:textId="77777777" w:rsidR="003A553F" w:rsidRPr="00E54669" w:rsidRDefault="003A553F" w:rsidP="00E54669">
            <w:pPr>
              <w:jc w:val="right"/>
              <w:rPr>
                <w:rFonts w:eastAsia="SimSun"/>
                <w:szCs w:val="22"/>
                <w:u w:val="double"/>
              </w:rPr>
            </w:pPr>
            <w:r w:rsidRPr="00E54669">
              <w:rPr>
                <w:rFonts w:eastAsia="SimSun"/>
                <w:szCs w:val="22"/>
                <w:u w:val="double"/>
              </w:rPr>
              <w:t>$117,950</w:t>
            </w:r>
          </w:p>
        </w:tc>
      </w:tr>
    </w:tbl>
    <w:p w14:paraId="0CF5C86E" w14:textId="77777777" w:rsidR="00B0601D" w:rsidRPr="00DC54C7" w:rsidRDefault="00B0601D" w:rsidP="003D565B">
      <w:pPr>
        <w:pStyle w:val="Heading2"/>
        <w:rPr>
          <w:szCs w:val="22"/>
        </w:rPr>
      </w:pPr>
    </w:p>
    <w:p w14:paraId="4C16C95A" w14:textId="77777777" w:rsidR="003A553F" w:rsidRPr="00DC54C7" w:rsidRDefault="00B0601D" w:rsidP="003A553F">
      <w:pPr>
        <w:pStyle w:val="Heading1"/>
        <w:spacing w:before="240"/>
      </w:pPr>
      <w:r w:rsidRPr="00DC54C7">
        <w:br w:type="page"/>
      </w:r>
      <w:r w:rsidR="003A553F" w:rsidRPr="00DC54C7">
        <w:lastRenderedPageBreak/>
        <w:t>HANDOUT 4</w:t>
      </w:r>
      <w:r w:rsidR="00801A23" w:rsidRPr="00750FD5">
        <w:t>–</w:t>
      </w:r>
      <w:r w:rsidR="003A553F" w:rsidRPr="00DC54C7">
        <w:t>4</w:t>
      </w:r>
    </w:p>
    <w:p w14:paraId="21374DAD" w14:textId="77777777" w:rsidR="003A553F" w:rsidRPr="00DC54C7" w:rsidRDefault="003A553F" w:rsidP="003A553F">
      <w:pPr>
        <w:pStyle w:val="Heading1"/>
        <w:spacing w:before="240"/>
        <w:jc w:val="center"/>
        <w:rPr>
          <w:u w:val="none"/>
        </w:rPr>
      </w:pPr>
      <w:r w:rsidRPr="00DC54C7">
        <w:rPr>
          <w:u w:val="none"/>
        </w:rPr>
        <w:t xml:space="preserve">CLOSING ENTRIES, POSTING TO T-ACCOUNTS, </w:t>
      </w:r>
      <w:r w:rsidRPr="00DC54C7">
        <w:rPr>
          <w:u w:val="none"/>
        </w:rPr>
        <w:br/>
        <w:t>PREPARATION OF POST-CLOSING TRIAL BALANCE</w:t>
      </w:r>
    </w:p>
    <w:p w14:paraId="61ABA05D" w14:textId="77777777" w:rsidR="003A553F" w:rsidRPr="00DC54C7" w:rsidRDefault="000A3DD2" w:rsidP="003A553F">
      <w:pPr>
        <w:pStyle w:val="Heading2"/>
        <w:rPr>
          <w:b w:val="0"/>
          <w:bCs/>
        </w:rPr>
      </w:pPr>
      <w:r>
        <w:rPr>
          <w:b w:val="0"/>
          <w:bCs/>
        </w:rPr>
        <w:t>P</w:t>
      </w:r>
      <w:r w:rsidR="003A553F" w:rsidRPr="00DC54C7">
        <w:rPr>
          <w:b w:val="0"/>
          <w:bCs/>
        </w:rPr>
        <w:t>rep</w:t>
      </w:r>
      <w:r>
        <w:rPr>
          <w:b w:val="0"/>
          <w:bCs/>
        </w:rPr>
        <w:t>are the required closing entries f</w:t>
      </w:r>
      <w:r w:rsidRPr="00DC54C7">
        <w:rPr>
          <w:b w:val="0"/>
          <w:bCs/>
        </w:rPr>
        <w:t>or Deana’s Decorators</w:t>
      </w:r>
      <w:r>
        <w:rPr>
          <w:b w:val="0"/>
          <w:bCs/>
        </w:rPr>
        <w:t xml:space="preserve"> using the adjusted account balances set forth in Handout 4</w:t>
      </w:r>
      <w:r w:rsidR="00801A23" w:rsidRPr="00DF3C97">
        <w:rPr>
          <w:b w:val="0"/>
        </w:rPr>
        <w:t>–</w:t>
      </w:r>
      <w:r>
        <w:rPr>
          <w:b w:val="0"/>
          <w:bCs/>
        </w:rPr>
        <w:t>2</w:t>
      </w:r>
      <w:r w:rsidR="003A553F" w:rsidRPr="00DC54C7">
        <w:rPr>
          <w:b w:val="0"/>
          <w:bCs/>
        </w:rPr>
        <w:t>. Post the entries to the T-accounts shown on the next page. Then, prepare a post-closing trial balance.</w:t>
      </w:r>
    </w:p>
    <w:p w14:paraId="10340AAC" w14:textId="77777777" w:rsidR="003A553F" w:rsidRPr="00DC54C7" w:rsidRDefault="003A553F" w:rsidP="003A553F">
      <w:pPr>
        <w:rPr>
          <w:szCs w:val="22"/>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7"/>
        <w:gridCol w:w="5186"/>
        <w:gridCol w:w="1595"/>
        <w:gridCol w:w="1595"/>
      </w:tblGrid>
      <w:tr w:rsidR="003A553F" w:rsidRPr="00DC54C7" w14:paraId="1FE5FFDF" w14:textId="77777777" w:rsidTr="00944826">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378A17C4" w14:textId="77777777" w:rsidR="003A553F" w:rsidRPr="00DC54C7" w:rsidRDefault="003A553F" w:rsidP="00944826">
            <w:pPr>
              <w:jc w:val="center"/>
              <w:rPr>
                <w:rFonts w:eastAsia="SimSun"/>
                <w:szCs w:val="22"/>
              </w:rPr>
            </w:pPr>
            <w:r w:rsidRPr="00DC54C7">
              <w:rPr>
                <w:rFonts w:eastAsia="SimSun"/>
                <w:szCs w:val="22"/>
              </w:rPr>
              <w:t>Date</w:t>
            </w:r>
          </w:p>
        </w:tc>
        <w:tc>
          <w:tcPr>
            <w:tcW w:w="2675" w:type="pct"/>
            <w:tcBorders>
              <w:top w:val="single" w:sz="4" w:space="0" w:color="auto"/>
              <w:left w:val="single" w:sz="4" w:space="0" w:color="auto"/>
              <w:bottom w:val="single" w:sz="4" w:space="0" w:color="auto"/>
              <w:right w:val="single" w:sz="4" w:space="0" w:color="auto"/>
            </w:tcBorders>
            <w:vAlign w:val="center"/>
          </w:tcPr>
          <w:p w14:paraId="47BE8548" w14:textId="77777777" w:rsidR="003A553F" w:rsidRPr="00DC54C7" w:rsidRDefault="003A553F" w:rsidP="00944826">
            <w:pPr>
              <w:jc w:val="center"/>
              <w:rPr>
                <w:rFonts w:eastAsia="SimSun"/>
                <w:szCs w:val="22"/>
              </w:rPr>
            </w:pPr>
            <w:r w:rsidRPr="00DC54C7">
              <w:rPr>
                <w:rFonts w:eastAsia="SimSun"/>
                <w:szCs w:val="22"/>
              </w:rPr>
              <w:t>Accounts</w:t>
            </w:r>
          </w:p>
        </w:tc>
        <w:tc>
          <w:tcPr>
            <w:tcW w:w="823" w:type="pct"/>
            <w:tcBorders>
              <w:top w:val="single" w:sz="4" w:space="0" w:color="auto"/>
              <w:left w:val="single" w:sz="4" w:space="0" w:color="auto"/>
              <w:bottom w:val="single" w:sz="4" w:space="0" w:color="auto"/>
              <w:right w:val="single" w:sz="4" w:space="0" w:color="auto"/>
            </w:tcBorders>
            <w:vAlign w:val="center"/>
          </w:tcPr>
          <w:p w14:paraId="730BF524" w14:textId="77777777" w:rsidR="003A553F" w:rsidRPr="00DC54C7" w:rsidRDefault="003A553F" w:rsidP="00944826">
            <w:pPr>
              <w:jc w:val="center"/>
              <w:rPr>
                <w:rFonts w:eastAsia="SimSun"/>
                <w:szCs w:val="22"/>
              </w:rPr>
            </w:pPr>
            <w:r w:rsidRPr="00DC54C7">
              <w:rPr>
                <w:rFonts w:eastAsia="SimSun"/>
                <w:szCs w:val="22"/>
              </w:rPr>
              <w:t>Debit</w:t>
            </w:r>
          </w:p>
        </w:tc>
        <w:tc>
          <w:tcPr>
            <w:tcW w:w="823" w:type="pct"/>
            <w:tcBorders>
              <w:top w:val="single" w:sz="4" w:space="0" w:color="auto"/>
              <w:left w:val="single" w:sz="4" w:space="0" w:color="auto"/>
              <w:bottom w:val="single" w:sz="4" w:space="0" w:color="auto"/>
              <w:right w:val="single" w:sz="4" w:space="0" w:color="auto"/>
            </w:tcBorders>
            <w:vAlign w:val="center"/>
          </w:tcPr>
          <w:p w14:paraId="2CC86C0D" w14:textId="77777777" w:rsidR="003A553F" w:rsidRPr="00DC54C7" w:rsidRDefault="003A553F" w:rsidP="00944826">
            <w:pPr>
              <w:jc w:val="center"/>
              <w:rPr>
                <w:rFonts w:eastAsia="SimSun"/>
                <w:szCs w:val="22"/>
              </w:rPr>
            </w:pPr>
            <w:r w:rsidRPr="00DC54C7">
              <w:rPr>
                <w:rFonts w:eastAsia="SimSun"/>
                <w:szCs w:val="22"/>
              </w:rPr>
              <w:t>Credit</w:t>
            </w:r>
          </w:p>
        </w:tc>
      </w:tr>
      <w:tr w:rsidR="003A553F" w:rsidRPr="00DC54C7" w14:paraId="6725513E" w14:textId="77777777" w:rsidTr="00944826">
        <w:tc>
          <w:tcPr>
            <w:tcW w:w="679" w:type="pct"/>
            <w:tcBorders>
              <w:top w:val="single" w:sz="4" w:space="0" w:color="auto"/>
              <w:left w:val="single" w:sz="4" w:space="0" w:color="auto"/>
              <w:bottom w:val="single" w:sz="4" w:space="0" w:color="auto"/>
              <w:right w:val="single" w:sz="4" w:space="0" w:color="auto"/>
            </w:tcBorders>
          </w:tcPr>
          <w:p w14:paraId="5595DCFC"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left w:val="single" w:sz="4" w:space="0" w:color="auto"/>
              <w:bottom w:val="single" w:sz="4" w:space="0" w:color="auto"/>
              <w:right w:val="single" w:sz="4" w:space="0" w:color="auto"/>
            </w:tcBorders>
          </w:tcPr>
          <w:p w14:paraId="714B9A9E" w14:textId="77777777" w:rsidR="003A553F" w:rsidRPr="00DC54C7" w:rsidRDefault="003A553F" w:rsidP="00944826">
            <w:pPr>
              <w:spacing w:line="360" w:lineRule="auto"/>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C778EE3"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11B1A576" w14:textId="77777777" w:rsidR="003A553F" w:rsidRPr="00DC54C7" w:rsidRDefault="003A553F" w:rsidP="00944826">
            <w:pPr>
              <w:spacing w:line="360" w:lineRule="auto"/>
              <w:jc w:val="right"/>
              <w:rPr>
                <w:rFonts w:eastAsia="SimSun"/>
                <w:szCs w:val="22"/>
              </w:rPr>
            </w:pPr>
          </w:p>
        </w:tc>
      </w:tr>
      <w:tr w:rsidR="003A553F" w:rsidRPr="00DC54C7" w14:paraId="56BF6C2B" w14:textId="77777777" w:rsidTr="00944826">
        <w:tc>
          <w:tcPr>
            <w:tcW w:w="679" w:type="pct"/>
            <w:tcBorders>
              <w:top w:val="single" w:sz="4" w:space="0" w:color="auto"/>
              <w:bottom w:val="single" w:sz="4" w:space="0" w:color="auto"/>
            </w:tcBorders>
          </w:tcPr>
          <w:p w14:paraId="1DAAAC44"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379F6008"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7833D6A3"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77BE3335" w14:textId="77777777" w:rsidR="003A553F" w:rsidRPr="00DC54C7" w:rsidRDefault="003A553F" w:rsidP="00944826">
            <w:pPr>
              <w:spacing w:line="360" w:lineRule="auto"/>
              <w:jc w:val="right"/>
              <w:rPr>
                <w:rFonts w:eastAsia="SimSun"/>
                <w:szCs w:val="22"/>
              </w:rPr>
            </w:pPr>
          </w:p>
        </w:tc>
      </w:tr>
      <w:tr w:rsidR="003A553F" w:rsidRPr="00DC54C7" w14:paraId="02B8600A" w14:textId="77777777" w:rsidTr="00944826">
        <w:tc>
          <w:tcPr>
            <w:tcW w:w="679" w:type="pct"/>
            <w:tcBorders>
              <w:top w:val="single" w:sz="4" w:space="0" w:color="auto"/>
              <w:bottom w:val="single" w:sz="4" w:space="0" w:color="auto"/>
            </w:tcBorders>
          </w:tcPr>
          <w:p w14:paraId="08A58777"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514A8B8A" w14:textId="77777777" w:rsidR="003A553F" w:rsidRPr="00DC54C7" w:rsidRDefault="003A553F" w:rsidP="00944826">
            <w:pPr>
              <w:spacing w:line="360" w:lineRule="auto"/>
              <w:rPr>
                <w:rFonts w:eastAsia="SimSun"/>
                <w:i/>
                <w:szCs w:val="22"/>
              </w:rPr>
            </w:pPr>
          </w:p>
        </w:tc>
        <w:tc>
          <w:tcPr>
            <w:tcW w:w="823" w:type="pct"/>
            <w:tcBorders>
              <w:top w:val="single" w:sz="4" w:space="0" w:color="auto"/>
              <w:bottom w:val="single" w:sz="4" w:space="0" w:color="auto"/>
            </w:tcBorders>
          </w:tcPr>
          <w:p w14:paraId="33D80686"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017F10E9" w14:textId="77777777" w:rsidR="003A553F" w:rsidRPr="00DC54C7" w:rsidRDefault="003A553F" w:rsidP="00944826">
            <w:pPr>
              <w:spacing w:line="360" w:lineRule="auto"/>
              <w:jc w:val="right"/>
              <w:rPr>
                <w:rFonts w:eastAsia="SimSun"/>
                <w:szCs w:val="22"/>
              </w:rPr>
            </w:pPr>
          </w:p>
        </w:tc>
      </w:tr>
      <w:tr w:rsidR="003A553F" w:rsidRPr="00DC54C7" w14:paraId="12E5D8EF" w14:textId="77777777" w:rsidTr="00944826">
        <w:tc>
          <w:tcPr>
            <w:tcW w:w="679" w:type="pct"/>
            <w:tcBorders>
              <w:top w:val="single" w:sz="4" w:space="0" w:color="auto"/>
              <w:bottom w:val="single" w:sz="4" w:space="0" w:color="auto"/>
            </w:tcBorders>
          </w:tcPr>
          <w:p w14:paraId="7649053F"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6A5B2E44"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470AD945"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063DFB7F" w14:textId="77777777" w:rsidR="003A553F" w:rsidRPr="00DC54C7" w:rsidRDefault="003A553F" w:rsidP="00944826">
            <w:pPr>
              <w:spacing w:line="360" w:lineRule="auto"/>
              <w:jc w:val="right"/>
              <w:rPr>
                <w:rFonts w:eastAsia="SimSun"/>
                <w:szCs w:val="22"/>
              </w:rPr>
            </w:pPr>
          </w:p>
        </w:tc>
      </w:tr>
      <w:tr w:rsidR="003A553F" w:rsidRPr="00DC54C7" w14:paraId="49F1C66F" w14:textId="77777777" w:rsidTr="00944826">
        <w:tc>
          <w:tcPr>
            <w:tcW w:w="679" w:type="pct"/>
            <w:tcBorders>
              <w:top w:val="single" w:sz="4" w:space="0" w:color="auto"/>
              <w:bottom w:val="single" w:sz="4" w:space="0" w:color="auto"/>
            </w:tcBorders>
          </w:tcPr>
          <w:p w14:paraId="16BFF93B"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5DC90CF2"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050288D1"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4D4778CA" w14:textId="77777777" w:rsidR="003A553F" w:rsidRPr="00DC54C7" w:rsidRDefault="003A553F" w:rsidP="00944826">
            <w:pPr>
              <w:spacing w:line="360" w:lineRule="auto"/>
              <w:jc w:val="right"/>
              <w:rPr>
                <w:rFonts w:eastAsia="SimSun"/>
                <w:szCs w:val="22"/>
              </w:rPr>
            </w:pPr>
          </w:p>
        </w:tc>
      </w:tr>
      <w:tr w:rsidR="003A553F" w:rsidRPr="00DC54C7" w14:paraId="3F857EEF" w14:textId="77777777" w:rsidTr="00944826">
        <w:tc>
          <w:tcPr>
            <w:tcW w:w="679" w:type="pct"/>
            <w:tcBorders>
              <w:top w:val="single" w:sz="4" w:space="0" w:color="auto"/>
              <w:bottom w:val="single" w:sz="4" w:space="0" w:color="auto"/>
            </w:tcBorders>
          </w:tcPr>
          <w:p w14:paraId="5B565D20"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1B3F756F"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6C88F0DF"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5C8D9B23" w14:textId="77777777" w:rsidR="003A553F" w:rsidRPr="00DC54C7" w:rsidRDefault="003A553F" w:rsidP="00944826">
            <w:pPr>
              <w:spacing w:line="360" w:lineRule="auto"/>
              <w:jc w:val="right"/>
              <w:rPr>
                <w:rFonts w:eastAsia="SimSun"/>
                <w:szCs w:val="22"/>
              </w:rPr>
            </w:pPr>
          </w:p>
        </w:tc>
      </w:tr>
      <w:tr w:rsidR="003A553F" w:rsidRPr="00DC54C7" w14:paraId="3F55102B" w14:textId="77777777" w:rsidTr="00944826">
        <w:tc>
          <w:tcPr>
            <w:tcW w:w="679" w:type="pct"/>
            <w:tcBorders>
              <w:top w:val="single" w:sz="4" w:space="0" w:color="auto"/>
              <w:bottom w:val="single" w:sz="4" w:space="0" w:color="auto"/>
            </w:tcBorders>
          </w:tcPr>
          <w:p w14:paraId="7F635BE8"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21C9BF41"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53BAF0B6"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45B156A0" w14:textId="77777777" w:rsidR="003A553F" w:rsidRPr="00DC54C7" w:rsidRDefault="003A553F" w:rsidP="00944826">
            <w:pPr>
              <w:spacing w:line="360" w:lineRule="auto"/>
              <w:jc w:val="right"/>
              <w:rPr>
                <w:rFonts w:eastAsia="SimSun"/>
                <w:szCs w:val="22"/>
              </w:rPr>
            </w:pPr>
          </w:p>
        </w:tc>
      </w:tr>
      <w:tr w:rsidR="003A553F" w:rsidRPr="00DC54C7" w14:paraId="1B9AB4EC" w14:textId="77777777" w:rsidTr="00944826">
        <w:tc>
          <w:tcPr>
            <w:tcW w:w="679" w:type="pct"/>
            <w:tcBorders>
              <w:top w:val="single" w:sz="4" w:space="0" w:color="auto"/>
              <w:bottom w:val="single" w:sz="4" w:space="0" w:color="auto"/>
            </w:tcBorders>
          </w:tcPr>
          <w:p w14:paraId="3D5A0582"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4192156F"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1C4D088F"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524E297E" w14:textId="77777777" w:rsidR="003A553F" w:rsidRPr="00DC54C7" w:rsidRDefault="003A553F" w:rsidP="00944826">
            <w:pPr>
              <w:spacing w:line="360" w:lineRule="auto"/>
              <w:jc w:val="right"/>
              <w:rPr>
                <w:rFonts w:eastAsia="SimSun"/>
                <w:szCs w:val="22"/>
              </w:rPr>
            </w:pPr>
          </w:p>
        </w:tc>
      </w:tr>
      <w:tr w:rsidR="003A553F" w:rsidRPr="00DC54C7" w14:paraId="256CC600" w14:textId="77777777" w:rsidTr="00944826">
        <w:tc>
          <w:tcPr>
            <w:tcW w:w="679" w:type="pct"/>
            <w:tcBorders>
              <w:top w:val="single" w:sz="4" w:space="0" w:color="auto"/>
              <w:bottom w:val="single" w:sz="4" w:space="0" w:color="auto"/>
            </w:tcBorders>
          </w:tcPr>
          <w:p w14:paraId="191B75AA"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4D7DA983"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68DCED9D"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7E9496DE" w14:textId="77777777" w:rsidR="003A553F" w:rsidRPr="00DC54C7" w:rsidRDefault="003A553F" w:rsidP="00944826">
            <w:pPr>
              <w:spacing w:line="360" w:lineRule="auto"/>
              <w:jc w:val="right"/>
              <w:rPr>
                <w:rFonts w:eastAsia="SimSun"/>
                <w:szCs w:val="22"/>
              </w:rPr>
            </w:pPr>
          </w:p>
        </w:tc>
      </w:tr>
      <w:tr w:rsidR="003A553F" w:rsidRPr="00DC54C7" w14:paraId="13B84244" w14:textId="77777777" w:rsidTr="00944826">
        <w:tc>
          <w:tcPr>
            <w:tcW w:w="679" w:type="pct"/>
            <w:tcBorders>
              <w:top w:val="single" w:sz="4" w:space="0" w:color="auto"/>
              <w:bottom w:val="single" w:sz="4" w:space="0" w:color="auto"/>
            </w:tcBorders>
          </w:tcPr>
          <w:p w14:paraId="58F4B182"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3E4ABB51"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5400EC44"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4274BE60" w14:textId="77777777" w:rsidR="003A553F" w:rsidRPr="00DC54C7" w:rsidRDefault="003A553F" w:rsidP="00944826">
            <w:pPr>
              <w:spacing w:line="360" w:lineRule="auto"/>
              <w:jc w:val="right"/>
              <w:rPr>
                <w:rFonts w:eastAsia="SimSun"/>
                <w:szCs w:val="22"/>
              </w:rPr>
            </w:pPr>
          </w:p>
        </w:tc>
      </w:tr>
      <w:tr w:rsidR="003A553F" w:rsidRPr="00DC54C7" w14:paraId="0CEC8AFD" w14:textId="77777777" w:rsidTr="00944826">
        <w:tc>
          <w:tcPr>
            <w:tcW w:w="679" w:type="pct"/>
            <w:tcBorders>
              <w:top w:val="single" w:sz="4" w:space="0" w:color="auto"/>
              <w:bottom w:val="single" w:sz="4" w:space="0" w:color="auto"/>
            </w:tcBorders>
          </w:tcPr>
          <w:p w14:paraId="1ED2F8EE"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1EA48E37"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29F09FF6"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0F355AE4" w14:textId="77777777" w:rsidR="003A553F" w:rsidRPr="00DC54C7" w:rsidRDefault="003A553F" w:rsidP="00944826">
            <w:pPr>
              <w:spacing w:line="360" w:lineRule="auto"/>
              <w:jc w:val="right"/>
              <w:rPr>
                <w:rFonts w:eastAsia="SimSun"/>
                <w:szCs w:val="22"/>
              </w:rPr>
            </w:pPr>
          </w:p>
        </w:tc>
      </w:tr>
      <w:tr w:rsidR="003A553F" w:rsidRPr="00DC54C7" w14:paraId="5CFE46DB" w14:textId="77777777" w:rsidTr="00944826">
        <w:tc>
          <w:tcPr>
            <w:tcW w:w="679" w:type="pct"/>
            <w:tcBorders>
              <w:top w:val="single" w:sz="4" w:space="0" w:color="auto"/>
              <w:bottom w:val="single" w:sz="4" w:space="0" w:color="auto"/>
            </w:tcBorders>
          </w:tcPr>
          <w:p w14:paraId="699CBB30"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3CC611E1"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15A8BEBB"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05A9C52F" w14:textId="77777777" w:rsidR="003A553F" w:rsidRPr="00DC54C7" w:rsidRDefault="003A553F" w:rsidP="00944826">
            <w:pPr>
              <w:spacing w:line="360" w:lineRule="auto"/>
              <w:jc w:val="right"/>
              <w:rPr>
                <w:rFonts w:eastAsia="SimSun"/>
                <w:szCs w:val="22"/>
              </w:rPr>
            </w:pPr>
          </w:p>
        </w:tc>
      </w:tr>
      <w:tr w:rsidR="003A553F" w:rsidRPr="00DC54C7" w14:paraId="47B6D564" w14:textId="77777777" w:rsidTr="00944826">
        <w:tc>
          <w:tcPr>
            <w:tcW w:w="679" w:type="pct"/>
            <w:tcBorders>
              <w:top w:val="single" w:sz="4" w:space="0" w:color="auto"/>
              <w:bottom w:val="single" w:sz="4" w:space="0" w:color="auto"/>
            </w:tcBorders>
          </w:tcPr>
          <w:p w14:paraId="21F134E6"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3D872044" w14:textId="77777777" w:rsidR="003A553F" w:rsidRPr="00DC54C7" w:rsidRDefault="003A553F" w:rsidP="00944826">
            <w:pPr>
              <w:spacing w:line="360" w:lineRule="auto"/>
              <w:rPr>
                <w:rFonts w:eastAsia="SimSun"/>
                <w:i/>
                <w:szCs w:val="22"/>
              </w:rPr>
            </w:pPr>
          </w:p>
        </w:tc>
        <w:tc>
          <w:tcPr>
            <w:tcW w:w="823" w:type="pct"/>
            <w:tcBorders>
              <w:top w:val="single" w:sz="4" w:space="0" w:color="auto"/>
              <w:bottom w:val="single" w:sz="4" w:space="0" w:color="auto"/>
            </w:tcBorders>
          </w:tcPr>
          <w:p w14:paraId="03ED99D6"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4D336502" w14:textId="77777777" w:rsidR="003A553F" w:rsidRPr="00DC54C7" w:rsidRDefault="003A553F" w:rsidP="00944826">
            <w:pPr>
              <w:spacing w:line="360" w:lineRule="auto"/>
              <w:jc w:val="right"/>
              <w:rPr>
                <w:rFonts w:eastAsia="SimSun"/>
                <w:szCs w:val="22"/>
              </w:rPr>
            </w:pPr>
          </w:p>
        </w:tc>
      </w:tr>
      <w:tr w:rsidR="003A553F" w:rsidRPr="00DC54C7" w14:paraId="29E86DF5" w14:textId="77777777" w:rsidTr="00944826">
        <w:tc>
          <w:tcPr>
            <w:tcW w:w="679" w:type="pct"/>
            <w:tcBorders>
              <w:top w:val="single" w:sz="4" w:space="0" w:color="auto"/>
              <w:bottom w:val="single" w:sz="4" w:space="0" w:color="auto"/>
            </w:tcBorders>
          </w:tcPr>
          <w:p w14:paraId="4C254B19"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bottom w:val="single" w:sz="4" w:space="0" w:color="auto"/>
            </w:tcBorders>
          </w:tcPr>
          <w:p w14:paraId="4DBEDBE4" w14:textId="77777777" w:rsidR="003A553F" w:rsidRPr="00DC54C7" w:rsidRDefault="003A553F" w:rsidP="00944826">
            <w:pPr>
              <w:spacing w:line="360" w:lineRule="auto"/>
              <w:rPr>
                <w:rFonts w:eastAsia="SimSun"/>
                <w:szCs w:val="22"/>
              </w:rPr>
            </w:pPr>
          </w:p>
        </w:tc>
        <w:tc>
          <w:tcPr>
            <w:tcW w:w="823" w:type="pct"/>
            <w:tcBorders>
              <w:top w:val="single" w:sz="4" w:space="0" w:color="auto"/>
              <w:bottom w:val="single" w:sz="4" w:space="0" w:color="auto"/>
            </w:tcBorders>
          </w:tcPr>
          <w:p w14:paraId="2E06A38E"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bottom w:val="single" w:sz="4" w:space="0" w:color="auto"/>
            </w:tcBorders>
          </w:tcPr>
          <w:p w14:paraId="4FBD3D60" w14:textId="77777777" w:rsidR="003A553F" w:rsidRPr="00DC54C7" w:rsidRDefault="003A553F" w:rsidP="00944826">
            <w:pPr>
              <w:spacing w:line="360" w:lineRule="auto"/>
              <w:jc w:val="right"/>
              <w:rPr>
                <w:rFonts w:eastAsia="SimSun"/>
                <w:szCs w:val="22"/>
              </w:rPr>
            </w:pPr>
          </w:p>
        </w:tc>
      </w:tr>
      <w:tr w:rsidR="003A553F" w:rsidRPr="00DC54C7" w14:paraId="09874322" w14:textId="77777777" w:rsidTr="00944826">
        <w:tc>
          <w:tcPr>
            <w:tcW w:w="679" w:type="pct"/>
            <w:tcBorders>
              <w:top w:val="single" w:sz="4" w:space="0" w:color="auto"/>
            </w:tcBorders>
          </w:tcPr>
          <w:p w14:paraId="54CF20ED" w14:textId="77777777" w:rsidR="003A553F" w:rsidRPr="00DC54C7" w:rsidRDefault="003A553F" w:rsidP="00944826">
            <w:pPr>
              <w:spacing w:line="360" w:lineRule="auto"/>
              <w:jc w:val="center"/>
              <w:rPr>
                <w:rFonts w:eastAsia="SimSun"/>
                <w:szCs w:val="22"/>
              </w:rPr>
            </w:pPr>
          </w:p>
        </w:tc>
        <w:tc>
          <w:tcPr>
            <w:tcW w:w="2675" w:type="pct"/>
            <w:tcBorders>
              <w:top w:val="single" w:sz="4" w:space="0" w:color="auto"/>
            </w:tcBorders>
          </w:tcPr>
          <w:p w14:paraId="292F0488" w14:textId="77777777" w:rsidR="003A553F" w:rsidRPr="00DC54C7" w:rsidRDefault="003A553F" w:rsidP="00944826">
            <w:pPr>
              <w:spacing w:line="360" w:lineRule="auto"/>
              <w:rPr>
                <w:rFonts w:eastAsia="SimSun"/>
                <w:szCs w:val="22"/>
              </w:rPr>
            </w:pPr>
          </w:p>
        </w:tc>
        <w:tc>
          <w:tcPr>
            <w:tcW w:w="823" w:type="pct"/>
            <w:tcBorders>
              <w:top w:val="single" w:sz="4" w:space="0" w:color="auto"/>
            </w:tcBorders>
          </w:tcPr>
          <w:p w14:paraId="0BCDA67B" w14:textId="77777777" w:rsidR="003A553F" w:rsidRPr="00DC54C7" w:rsidRDefault="003A553F" w:rsidP="00944826">
            <w:pPr>
              <w:spacing w:line="360" w:lineRule="auto"/>
              <w:jc w:val="right"/>
              <w:rPr>
                <w:rFonts w:eastAsia="SimSun"/>
                <w:szCs w:val="22"/>
              </w:rPr>
            </w:pPr>
          </w:p>
        </w:tc>
        <w:tc>
          <w:tcPr>
            <w:tcW w:w="823" w:type="pct"/>
            <w:tcBorders>
              <w:top w:val="single" w:sz="4" w:space="0" w:color="auto"/>
            </w:tcBorders>
          </w:tcPr>
          <w:p w14:paraId="6B7884B0" w14:textId="77777777" w:rsidR="003A553F" w:rsidRPr="00DC54C7" w:rsidRDefault="003A553F" w:rsidP="00944826">
            <w:pPr>
              <w:spacing w:line="360" w:lineRule="auto"/>
              <w:jc w:val="right"/>
              <w:rPr>
                <w:rFonts w:eastAsia="SimSun"/>
                <w:szCs w:val="22"/>
              </w:rPr>
            </w:pPr>
          </w:p>
        </w:tc>
      </w:tr>
    </w:tbl>
    <w:p w14:paraId="2527381C" w14:textId="77777777" w:rsidR="003A553F" w:rsidRPr="00DC54C7" w:rsidRDefault="003D565B" w:rsidP="003A553F">
      <w:pPr>
        <w:pStyle w:val="Heading1"/>
        <w:spacing w:before="240"/>
      </w:pPr>
      <w:r w:rsidRPr="00DC54C7">
        <w:rPr>
          <w:rFonts w:ascii="Times New Roman" w:hAnsi="Times New Roman"/>
          <w:szCs w:val="22"/>
        </w:rPr>
        <w:br w:type="page"/>
      </w:r>
      <w:r w:rsidR="003A553F" w:rsidRPr="00DC54C7">
        <w:lastRenderedPageBreak/>
        <w:t>HANDOUT 4</w:t>
      </w:r>
      <w:r w:rsidR="00801A23" w:rsidRPr="00750FD5">
        <w:t>–</w:t>
      </w:r>
      <w:r w:rsidR="003A553F" w:rsidRPr="00DC54C7">
        <w:t>4</w:t>
      </w:r>
      <w:r w:rsidR="00733016" w:rsidRPr="00733016">
        <w:rPr>
          <w:u w:val="none"/>
        </w:rPr>
        <w:t>, continued</w:t>
      </w:r>
    </w:p>
    <w:tbl>
      <w:tblPr>
        <w:tblW w:w="930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014"/>
        <w:gridCol w:w="2783"/>
        <w:gridCol w:w="3566"/>
      </w:tblGrid>
      <w:tr w:rsidR="003D565B" w:rsidRPr="00DC54C7" w14:paraId="333CD671" w14:textId="77777777" w:rsidTr="00944826">
        <w:tc>
          <w:tcPr>
            <w:tcW w:w="3040" w:type="dxa"/>
          </w:tcPr>
          <w:p w14:paraId="6CA04BF5" w14:textId="77777777" w:rsidR="003D565B" w:rsidRPr="00DC54C7" w:rsidRDefault="003D565B" w:rsidP="00944826">
            <w:pPr>
              <w:jc w:val="center"/>
              <w:rPr>
                <w:rFonts w:eastAsia="SimSun"/>
                <w:b/>
                <w:sz w:val="21"/>
                <w:szCs w:val="21"/>
              </w:rPr>
            </w:pPr>
            <w:r w:rsidRPr="00DC54C7">
              <w:rPr>
                <w:rFonts w:eastAsia="SimSun"/>
                <w:b/>
                <w:sz w:val="21"/>
                <w:szCs w:val="21"/>
              </w:rPr>
              <w:t>Assets</w:t>
            </w:r>
          </w:p>
        </w:tc>
        <w:tc>
          <w:tcPr>
            <w:tcW w:w="2728" w:type="dxa"/>
          </w:tcPr>
          <w:p w14:paraId="5C8EE246" w14:textId="77777777" w:rsidR="003D565B" w:rsidRPr="00DC54C7" w:rsidRDefault="003D565B" w:rsidP="00944826">
            <w:pPr>
              <w:jc w:val="center"/>
              <w:rPr>
                <w:rFonts w:eastAsia="SimSun"/>
                <w:b/>
                <w:sz w:val="21"/>
                <w:szCs w:val="21"/>
              </w:rPr>
            </w:pPr>
            <w:r w:rsidRPr="00DC54C7">
              <w:rPr>
                <w:rFonts w:eastAsia="SimSun"/>
                <w:b/>
                <w:sz w:val="21"/>
                <w:szCs w:val="21"/>
              </w:rPr>
              <w:t>Liabilities</w:t>
            </w:r>
          </w:p>
        </w:tc>
        <w:tc>
          <w:tcPr>
            <w:tcW w:w="3536" w:type="dxa"/>
          </w:tcPr>
          <w:p w14:paraId="708B8366" w14:textId="77777777" w:rsidR="003D565B" w:rsidRPr="00DC54C7" w:rsidRDefault="003D565B" w:rsidP="00944826">
            <w:pPr>
              <w:jc w:val="center"/>
              <w:rPr>
                <w:rFonts w:eastAsia="SimSun"/>
                <w:b/>
                <w:sz w:val="21"/>
                <w:szCs w:val="21"/>
              </w:rPr>
            </w:pPr>
            <w:r w:rsidRPr="00DC54C7">
              <w:rPr>
                <w:rFonts w:eastAsia="SimSun"/>
                <w:b/>
                <w:sz w:val="21"/>
                <w:szCs w:val="21"/>
              </w:rPr>
              <w:t>Stockholders’ Equity</w:t>
            </w:r>
          </w:p>
        </w:tc>
      </w:tr>
      <w:tr w:rsidR="003D565B" w:rsidRPr="00DC54C7" w14:paraId="32CDF364" w14:textId="77777777" w:rsidTr="00944826">
        <w:trPr>
          <w:trHeight w:val="7775"/>
        </w:trPr>
        <w:tc>
          <w:tcPr>
            <w:tcW w:w="3040" w:type="dxa"/>
          </w:tcPr>
          <w:p w14:paraId="3FFB8697" w14:textId="77777777" w:rsidR="003D565B" w:rsidRPr="00DC54C7" w:rsidRDefault="003D565B" w:rsidP="00944826">
            <w:pPr>
              <w:jc w:val="center"/>
              <w:rPr>
                <w:rFonts w:eastAsia="SimSun"/>
                <w:sz w:val="21"/>
                <w:szCs w:val="21"/>
              </w:rPr>
            </w:pPr>
            <w:r w:rsidRPr="00DC54C7">
              <w:rPr>
                <w:rFonts w:eastAsia="SimSun"/>
                <w:sz w:val="21"/>
                <w:szCs w:val="21"/>
              </w:rPr>
              <w:t>+ Cash –</w:t>
            </w:r>
          </w:p>
          <w:tbl>
            <w:tblPr>
              <w:tblW w:w="2697"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2"/>
              <w:gridCol w:w="794"/>
              <w:gridCol w:w="691"/>
              <w:gridCol w:w="420"/>
            </w:tblGrid>
            <w:tr w:rsidR="003D565B" w:rsidRPr="00DC54C7" w14:paraId="41A63A75" w14:textId="77777777" w:rsidTr="00FA481F">
              <w:tc>
                <w:tcPr>
                  <w:tcW w:w="1468" w:type="pct"/>
                  <w:tcBorders>
                    <w:top w:val="single" w:sz="4" w:space="0" w:color="auto"/>
                  </w:tcBorders>
                </w:tcPr>
                <w:p w14:paraId="2F672B05" w14:textId="77777777" w:rsidR="003D565B" w:rsidRPr="00DC54C7" w:rsidRDefault="003D565B" w:rsidP="003D565B">
                  <w:pPr>
                    <w:rPr>
                      <w:rFonts w:eastAsia="SimSun"/>
                      <w:sz w:val="21"/>
                      <w:szCs w:val="21"/>
                    </w:rPr>
                  </w:pPr>
                  <w:r w:rsidRPr="00DC54C7">
                    <w:rPr>
                      <w:rFonts w:eastAsia="SimSun"/>
                      <w:sz w:val="21"/>
                      <w:szCs w:val="21"/>
                    </w:rPr>
                    <w:t>Unadj.</w:t>
                  </w:r>
                </w:p>
              </w:tc>
              <w:tc>
                <w:tcPr>
                  <w:tcW w:w="1472" w:type="pct"/>
                  <w:tcBorders>
                    <w:top w:val="single" w:sz="4" w:space="0" w:color="auto"/>
                    <w:right w:val="single" w:sz="4" w:space="0" w:color="auto"/>
                  </w:tcBorders>
                </w:tcPr>
                <w:p w14:paraId="23EA2254" w14:textId="77777777" w:rsidR="003D565B" w:rsidRPr="00DC54C7" w:rsidRDefault="003D565B" w:rsidP="00944826">
                  <w:pPr>
                    <w:jc w:val="right"/>
                    <w:rPr>
                      <w:rFonts w:eastAsia="SimSun"/>
                      <w:sz w:val="21"/>
                      <w:szCs w:val="21"/>
                    </w:rPr>
                  </w:pPr>
                  <w:r w:rsidRPr="00DC54C7">
                    <w:rPr>
                      <w:rFonts w:eastAsia="SimSun"/>
                      <w:sz w:val="21"/>
                      <w:szCs w:val="21"/>
                    </w:rPr>
                    <w:t>43,450</w:t>
                  </w:r>
                </w:p>
              </w:tc>
              <w:tc>
                <w:tcPr>
                  <w:tcW w:w="1281" w:type="pct"/>
                  <w:tcBorders>
                    <w:top w:val="single" w:sz="4" w:space="0" w:color="auto"/>
                    <w:left w:val="single" w:sz="4" w:space="0" w:color="auto"/>
                  </w:tcBorders>
                </w:tcPr>
                <w:p w14:paraId="6833BD3D" w14:textId="77777777" w:rsidR="003D565B" w:rsidRPr="00DC54C7" w:rsidRDefault="003D565B" w:rsidP="003D565B">
                  <w:pPr>
                    <w:rPr>
                      <w:rFonts w:eastAsia="SimSun"/>
                      <w:sz w:val="21"/>
                      <w:szCs w:val="21"/>
                    </w:rPr>
                  </w:pPr>
                </w:p>
              </w:tc>
              <w:tc>
                <w:tcPr>
                  <w:tcW w:w="779" w:type="pct"/>
                  <w:tcBorders>
                    <w:top w:val="single" w:sz="4" w:space="0" w:color="auto"/>
                  </w:tcBorders>
                </w:tcPr>
                <w:p w14:paraId="23EFCD5D" w14:textId="77777777" w:rsidR="003D565B" w:rsidRPr="00DC54C7" w:rsidRDefault="003D565B" w:rsidP="003D565B">
                  <w:pPr>
                    <w:rPr>
                      <w:rFonts w:eastAsia="SimSun"/>
                      <w:sz w:val="21"/>
                      <w:szCs w:val="21"/>
                    </w:rPr>
                  </w:pPr>
                </w:p>
              </w:tc>
            </w:tr>
            <w:tr w:rsidR="003D565B" w:rsidRPr="00DC54C7" w14:paraId="526ABD52" w14:textId="77777777" w:rsidTr="00FA481F">
              <w:tc>
                <w:tcPr>
                  <w:tcW w:w="1468" w:type="pct"/>
                </w:tcPr>
                <w:p w14:paraId="211D73E5" w14:textId="77777777" w:rsidR="003D565B" w:rsidRPr="00DC54C7" w:rsidRDefault="003D565B" w:rsidP="003D565B">
                  <w:pPr>
                    <w:rPr>
                      <w:rFonts w:eastAsia="SimSun"/>
                      <w:sz w:val="21"/>
                      <w:szCs w:val="21"/>
                    </w:rPr>
                  </w:pPr>
                </w:p>
              </w:tc>
              <w:tc>
                <w:tcPr>
                  <w:tcW w:w="1472" w:type="pct"/>
                  <w:tcBorders>
                    <w:right w:val="single" w:sz="4" w:space="0" w:color="auto"/>
                  </w:tcBorders>
                </w:tcPr>
                <w:p w14:paraId="01F3E66C" w14:textId="77777777" w:rsidR="003D565B" w:rsidRPr="00DC54C7" w:rsidRDefault="003D565B" w:rsidP="00944826">
                  <w:pPr>
                    <w:jc w:val="right"/>
                    <w:rPr>
                      <w:rFonts w:eastAsia="SimSun"/>
                      <w:sz w:val="21"/>
                      <w:szCs w:val="21"/>
                    </w:rPr>
                  </w:pPr>
                </w:p>
              </w:tc>
              <w:tc>
                <w:tcPr>
                  <w:tcW w:w="1281" w:type="pct"/>
                  <w:tcBorders>
                    <w:left w:val="single" w:sz="4" w:space="0" w:color="auto"/>
                  </w:tcBorders>
                </w:tcPr>
                <w:p w14:paraId="04DB62A1" w14:textId="77777777" w:rsidR="003D565B" w:rsidRPr="00DC54C7" w:rsidRDefault="003D565B" w:rsidP="00944826">
                  <w:pPr>
                    <w:jc w:val="right"/>
                    <w:rPr>
                      <w:rFonts w:eastAsia="SimSun"/>
                      <w:sz w:val="21"/>
                      <w:szCs w:val="21"/>
                    </w:rPr>
                  </w:pPr>
                </w:p>
              </w:tc>
              <w:tc>
                <w:tcPr>
                  <w:tcW w:w="779" w:type="pct"/>
                </w:tcPr>
                <w:p w14:paraId="6F63601A" w14:textId="77777777" w:rsidR="003D565B" w:rsidRPr="00DC54C7" w:rsidRDefault="003D565B" w:rsidP="003D565B">
                  <w:pPr>
                    <w:rPr>
                      <w:rFonts w:eastAsia="SimSun"/>
                      <w:sz w:val="21"/>
                      <w:szCs w:val="21"/>
                    </w:rPr>
                  </w:pPr>
                </w:p>
              </w:tc>
            </w:tr>
            <w:tr w:rsidR="003D565B" w:rsidRPr="00DC54C7" w14:paraId="6D906AAE" w14:textId="77777777" w:rsidTr="00FA481F">
              <w:tc>
                <w:tcPr>
                  <w:tcW w:w="1468" w:type="pct"/>
                  <w:tcBorders>
                    <w:top w:val="single" w:sz="4" w:space="0" w:color="auto"/>
                  </w:tcBorders>
                </w:tcPr>
                <w:p w14:paraId="63EDD578" w14:textId="77777777" w:rsidR="003D565B" w:rsidRPr="00DC54C7" w:rsidRDefault="003D565B" w:rsidP="003D565B">
                  <w:pPr>
                    <w:rPr>
                      <w:rFonts w:eastAsia="SimSun"/>
                      <w:sz w:val="21"/>
                      <w:szCs w:val="21"/>
                    </w:rPr>
                  </w:pPr>
                  <w:r w:rsidRPr="00DC54C7">
                    <w:rPr>
                      <w:rFonts w:eastAsia="SimSun"/>
                      <w:sz w:val="21"/>
                      <w:szCs w:val="21"/>
                    </w:rPr>
                    <w:t>Adj.</w:t>
                  </w:r>
                </w:p>
              </w:tc>
              <w:tc>
                <w:tcPr>
                  <w:tcW w:w="1472" w:type="pct"/>
                  <w:tcBorders>
                    <w:top w:val="single" w:sz="4" w:space="0" w:color="auto"/>
                    <w:right w:val="single" w:sz="4" w:space="0" w:color="auto"/>
                  </w:tcBorders>
                </w:tcPr>
                <w:p w14:paraId="36233EE7" w14:textId="77777777" w:rsidR="003D565B" w:rsidRPr="00DC54C7" w:rsidRDefault="003D565B" w:rsidP="00944826">
                  <w:pPr>
                    <w:jc w:val="right"/>
                    <w:rPr>
                      <w:rFonts w:eastAsia="SimSun"/>
                      <w:sz w:val="21"/>
                      <w:szCs w:val="21"/>
                    </w:rPr>
                  </w:pPr>
                  <w:r w:rsidRPr="00DC54C7">
                    <w:rPr>
                      <w:rFonts w:eastAsia="SimSun"/>
                      <w:sz w:val="21"/>
                      <w:szCs w:val="21"/>
                    </w:rPr>
                    <w:t>43,450</w:t>
                  </w:r>
                </w:p>
              </w:tc>
              <w:tc>
                <w:tcPr>
                  <w:tcW w:w="1281" w:type="pct"/>
                  <w:tcBorders>
                    <w:top w:val="single" w:sz="4" w:space="0" w:color="auto"/>
                    <w:left w:val="single" w:sz="4" w:space="0" w:color="auto"/>
                  </w:tcBorders>
                </w:tcPr>
                <w:p w14:paraId="0130E363" w14:textId="77777777" w:rsidR="003D565B" w:rsidRPr="00DC54C7" w:rsidRDefault="003D565B" w:rsidP="00944826">
                  <w:pPr>
                    <w:jc w:val="right"/>
                    <w:rPr>
                      <w:rFonts w:eastAsia="SimSun"/>
                      <w:sz w:val="21"/>
                      <w:szCs w:val="21"/>
                    </w:rPr>
                  </w:pPr>
                </w:p>
              </w:tc>
              <w:tc>
                <w:tcPr>
                  <w:tcW w:w="779" w:type="pct"/>
                  <w:tcBorders>
                    <w:top w:val="single" w:sz="4" w:space="0" w:color="auto"/>
                  </w:tcBorders>
                </w:tcPr>
                <w:p w14:paraId="4B8FFAAC" w14:textId="77777777" w:rsidR="003D565B" w:rsidRPr="00DC54C7" w:rsidRDefault="003D565B" w:rsidP="003D565B">
                  <w:pPr>
                    <w:rPr>
                      <w:rFonts w:eastAsia="SimSun"/>
                      <w:sz w:val="21"/>
                      <w:szCs w:val="21"/>
                    </w:rPr>
                  </w:pPr>
                </w:p>
              </w:tc>
            </w:tr>
          </w:tbl>
          <w:p w14:paraId="5859847A" w14:textId="77777777" w:rsidR="003D565B" w:rsidRPr="00DC54C7" w:rsidRDefault="003D565B" w:rsidP="003D565B">
            <w:pPr>
              <w:rPr>
                <w:rFonts w:eastAsia="SimSun"/>
                <w:sz w:val="21"/>
                <w:szCs w:val="21"/>
              </w:rPr>
            </w:pPr>
          </w:p>
          <w:p w14:paraId="7D3C327B" w14:textId="77777777" w:rsidR="003D565B" w:rsidRPr="00DC54C7" w:rsidRDefault="003D565B" w:rsidP="00944826">
            <w:pPr>
              <w:jc w:val="center"/>
              <w:rPr>
                <w:rFonts w:eastAsia="SimSun"/>
                <w:sz w:val="21"/>
                <w:szCs w:val="21"/>
              </w:rPr>
            </w:pPr>
            <w:r w:rsidRPr="00DC54C7">
              <w:rPr>
                <w:rFonts w:eastAsia="SimSun"/>
                <w:sz w:val="21"/>
                <w:szCs w:val="21"/>
              </w:rPr>
              <w:t>+ Supplies –</w:t>
            </w:r>
          </w:p>
          <w:tbl>
            <w:tblPr>
              <w:tblW w:w="273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6"/>
              <w:gridCol w:w="792"/>
              <w:gridCol w:w="689"/>
              <w:gridCol w:w="461"/>
            </w:tblGrid>
            <w:tr w:rsidR="003D565B" w:rsidRPr="00DC54C7" w14:paraId="4E1F5F99" w14:textId="77777777" w:rsidTr="00FA481F">
              <w:tc>
                <w:tcPr>
                  <w:tcW w:w="796" w:type="dxa"/>
                  <w:tcBorders>
                    <w:top w:val="single" w:sz="4" w:space="0" w:color="auto"/>
                  </w:tcBorders>
                </w:tcPr>
                <w:p w14:paraId="096983AF" w14:textId="77777777" w:rsidR="003D565B" w:rsidRPr="00DC54C7" w:rsidRDefault="003D565B" w:rsidP="003D565B">
                  <w:pPr>
                    <w:rPr>
                      <w:rFonts w:eastAsia="SimSun"/>
                      <w:sz w:val="21"/>
                      <w:szCs w:val="21"/>
                    </w:rPr>
                  </w:pPr>
                  <w:r w:rsidRPr="00DC54C7">
                    <w:rPr>
                      <w:rFonts w:eastAsia="SimSun"/>
                      <w:sz w:val="21"/>
                      <w:szCs w:val="21"/>
                    </w:rPr>
                    <w:t>Unadj.</w:t>
                  </w:r>
                </w:p>
              </w:tc>
              <w:tc>
                <w:tcPr>
                  <w:tcW w:w="792" w:type="dxa"/>
                  <w:tcBorders>
                    <w:top w:val="single" w:sz="4" w:space="0" w:color="auto"/>
                    <w:right w:val="single" w:sz="4" w:space="0" w:color="auto"/>
                  </w:tcBorders>
                </w:tcPr>
                <w:p w14:paraId="2FED92BD" w14:textId="77777777" w:rsidR="003D565B" w:rsidRPr="00DC54C7" w:rsidRDefault="003D565B" w:rsidP="00944826">
                  <w:pPr>
                    <w:jc w:val="right"/>
                    <w:rPr>
                      <w:rFonts w:eastAsia="SimSun"/>
                      <w:sz w:val="21"/>
                      <w:szCs w:val="21"/>
                    </w:rPr>
                  </w:pPr>
                  <w:r w:rsidRPr="00DC54C7">
                    <w:rPr>
                      <w:rFonts w:eastAsia="SimSun"/>
                      <w:sz w:val="21"/>
                      <w:szCs w:val="21"/>
                    </w:rPr>
                    <w:t>1,800</w:t>
                  </w:r>
                </w:p>
              </w:tc>
              <w:tc>
                <w:tcPr>
                  <w:tcW w:w="689" w:type="dxa"/>
                  <w:tcBorders>
                    <w:top w:val="single" w:sz="4" w:space="0" w:color="auto"/>
                    <w:left w:val="single" w:sz="4" w:space="0" w:color="auto"/>
                  </w:tcBorders>
                </w:tcPr>
                <w:p w14:paraId="48231F0C" w14:textId="77777777" w:rsidR="003D565B" w:rsidRPr="00DC54C7" w:rsidRDefault="003D565B" w:rsidP="003D565B">
                  <w:pPr>
                    <w:rPr>
                      <w:rFonts w:eastAsia="SimSun"/>
                      <w:sz w:val="21"/>
                      <w:szCs w:val="21"/>
                    </w:rPr>
                  </w:pPr>
                </w:p>
              </w:tc>
              <w:tc>
                <w:tcPr>
                  <w:tcW w:w="461" w:type="dxa"/>
                  <w:tcBorders>
                    <w:top w:val="single" w:sz="4" w:space="0" w:color="auto"/>
                  </w:tcBorders>
                </w:tcPr>
                <w:p w14:paraId="066AE6A8" w14:textId="77777777" w:rsidR="003D565B" w:rsidRPr="00DC54C7" w:rsidRDefault="003D565B" w:rsidP="003D565B">
                  <w:pPr>
                    <w:rPr>
                      <w:rFonts w:eastAsia="SimSun"/>
                      <w:sz w:val="21"/>
                      <w:szCs w:val="21"/>
                    </w:rPr>
                  </w:pPr>
                </w:p>
              </w:tc>
            </w:tr>
            <w:tr w:rsidR="003D565B" w:rsidRPr="00DC54C7" w14:paraId="1C7AB8FA" w14:textId="77777777" w:rsidTr="00FA481F">
              <w:tc>
                <w:tcPr>
                  <w:tcW w:w="796" w:type="dxa"/>
                </w:tcPr>
                <w:p w14:paraId="24A33CA3" w14:textId="77777777" w:rsidR="003D565B" w:rsidRPr="00DC54C7" w:rsidRDefault="003D565B" w:rsidP="003D565B">
                  <w:pPr>
                    <w:rPr>
                      <w:rFonts w:eastAsia="SimSun"/>
                      <w:sz w:val="21"/>
                      <w:szCs w:val="21"/>
                    </w:rPr>
                  </w:pPr>
                </w:p>
              </w:tc>
              <w:tc>
                <w:tcPr>
                  <w:tcW w:w="792" w:type="dxa"/>
                  <w:tcBorders>
                    <w:right w:val="single" w:sz="4" w:space="0" w:color="auto"/>
                  </w:tcBorders>
                </w:tcPr>
                <w:p w14:paraId="2559FAB4" w14:textId="77777777" w:rsidR="003D565B" w:rsidRPr="00DC54C7" w:rsidRDefault="003D565B" w:rsidP="00944826">
                  <w:pPr>
                    <w:jc w:val="right"/>
                    <w:rPr>
                      <w:rFonts w:eastAsia="SimSun"/>
                      <w:sz w:val="21"/>
                      <w:szCs w:val="21"/>
                    </w:rPr>
                  </w:pPr>
                </w:p>
              </w:tc>
              <w:tc>
                <w:tcPr>
                  <w:tcW w:w="689" w:type="dxa"/>
                  <w:tcBorders>
                    <w:left w:val="single" w:sz="4" w:space="0" w:color="auto"/>
                  </w:tcBorders>
                </w:tcPr>
                <w:p w14:paraId="07F39BCB" w14:textId="77777777" w:rsidR="003D565B" w:rsidRPr="00DC54C7" w:rsidRDefault="003D565B" w:rsidP="00944826">
                  <w:pPr>
                    <w:jc w:val="right"/>
                    <w:rPr>
                      <w:rFonts w:eastAsia="SimSun"/>
                      <w:sz w:val="21"/>
                      <w:szCs w:val="21"/>
                    </w:rPr>
                  </w:pPr>
                  <w:r w:rsidRPr="00DC54C7">
                    <w:rPr>
                      <w:rFonts w:eastAsia="SimSun"/>
                      <w:sz w:val="21"/>
                      <w:szCs w:val="21"/>
                    </w:rPr>
                    <w:t>1,000</w:t>
                  </w:r>
                </w:p>
              </w:tc>
              <w:tc>
                <w:tcPr>
                  <w:tcW w:w="461" w:type="dxa"/>
                </w:tcPr>
                <w:p w14:paraId="27AC6A67" w14:textId="77777777" w:rsidR="003D565B" w:rsidRPr="00DC54C7" w:rsidRDefault="003D565B" w:rsidP="003D565B">
                  <w:pPr>
                    <w:rPr>
                      <w:rFonts w:eastAsia="SimSun"/>
                      <w:sz w:val="21"/>
                      <w:szCs w:val="21"/>
                    </w:rPr>
                  </w:pPr>
                  <w:r w:rsidRPr="00DC54C7">
                    <w:rPr>
                      <w:rFonts w:eastAsia="SimSun"/>
                      <w:sz w:val="21"/>
                      <w:szCs w:val="21"/>
                    </w:rPr>
                    <w:t>(a)</w:t>
                  </w:r>
                </w:p>
              </w:tc>
            </w:tr>
            <w:tr w:rsidR="003D565B" w:rsidRPr="00DC54C7" w14:paraId="4FB2D3EF" w14:textId="77777777" w:rsidTr="00FA481F">
              <w:tc>
                <w:tcPr>
                  <w:tcW w:w="796" w:type="dxa"/>
                  <w:tcBorders>
                    <w:top w:val="single" w:sz="4" w:space="0" w:color="auto"/>
                  </w:tcBorders>
                </w:tcPr>
                <w:p w14:paraId="2B171435" w14:textId="77777777" w:rsidR="003D565B" w:rsidRPr="00DC54C7" w:rsidRDefault="003D565B" w:rsidP="003D565B">
                  <w:pPr>
                    <w:rPr>
                      <w:rFonts w:eastAsia="SimSun"/>
                      <w:sz w:val="21"/>
                      <w:szCs w:val="21"/>
                    </w:rPr>
                  </w:pPr>
                  <w:r w:rsidRPr="00DC54C7">
                    <w:rPr>
                      <w:rFonts w:eastAsia="SimSun"/>
                      <w:sz w:val="21"/>
                      <w:szCs w:val="21"/>
                    </w:rPr>
                    <w:t>Adj.</w:t>
                  </w:r>
                </w:p>
              </w:tc>
              <w:tc>
                <w:tcPr>
                  <w:tcW w:w="792" w:type="dxa"/>
                  <w:tcBorders>
                    <w:top w:val="single" w:sz="4" w:space="0" w:color="auto"/>
                    <w:right w:val="single" w:sz="4" w:space="0" w:color="auto"/>
                  </w:tcBorders>
                </w:tcPr>
                <w:p w14:paraId="2F6EF060" w14:textId="77777777" w:rsidR="003D565B" w:rsidRPr="00DC54C7" w:rsidRDefault="003D565B" w:rsidP="00944826">
                  <w:pPr>
                    <w:jc w:val="right"/>
                    <w:rPr>
                      <w:rFonts w:eastAsia="SimSun"/>
                      <w:sz w:val="21"/>
                      <w:szCs w:val="21"/>
                    </w:rPr>
                  </w:pPr>
                  <w:r w:rsidRPr="00DC54C7">
                    <w:rPr>
                      <w:rFonts w:eastAsia="SimSun"/>
                      <w:sz w:val="21"/>
                      <w:szCs w:val="21"/>
                    </w:rPr>
                    <w:t>800</w:t>
                  </w:r>
                </w:p>
              </w:tc>
              <w:tc>
                <w:tcPr>
                  <w:tcW w:w="689" w:type="dxa"/>
                  <w:tcBorders>
                    <w:top w:val="single" w:sz="4" w:space="0" w:color="auto"/>
                    <w:left w:val="single" w:sz="4" w:space="0" w:color="auto"/>
                  </w:tcBorders>
                </w:tcPr>
                <w:p w14:paraId="4E08526A" w14:textId="77777777" w:rsidR="003D565B" w:rsidRPr="00DC54C7" w:rsidRDefault="003D565B" w:rsidP="003D565B">
                  <w:pPr>
                    <w:rPr>
                      <w:rFonts w:eastAsia="SimSun"/>
                      <w:sz w:val="21"/>
                      <w:szCs w:val="21"/>
                    </w:rPr>
                  </w:pPr>
                </w:p>
              </w:tc>
              <w:tc>
                <w:tcPr>
                  <w:tcW w:w="461" w:type="dxa"/>
                  <w:tcBorders>
                    <w:top w:val="single" w:sz="4" w:space="0" w:color="auto"/>
                  </w:tcBorders>
                </w:tcPr>
                <w:p w14:paraId="304E878C" w14:textId="77777777" w:rsidR="003D565B" w:rsidRPr="00DC54C7" w:rsidRDefault="003D565B" w:rsidP="003D565B">
                  <w:pPr>
                    <w:rPr>
                      <w:rFonts w:eastAsia="SimSun"/>
                      <w:sz w:val="21"/>
                      <w:szCs w:val="21"/>
                    </w:rPr>
                  </w:pPr>
                </w:p>
              </w:tc>
            </w:tr>
          </w:tbl>
          <w:p w14:paraId="1A795C02" w14:textId="77777777" w:rsidR="003D565B" w:rsidRPr="00DC54C7" w:rsidRDefault="003D565B" w:rsidP="003D565B">
            <w:pPr>
              <w:rPr>
                <w:rFonts w:eastAsia="SimSun"/>
                <w:sz w:val="21"/>
                <w:szCs w:val="21"/>
              </w:rPr>
            </w:pPr>
          </w:p>
          <w:p w14:paraId="3CCB6695" w14:textId="77777777" w:rsidR="003D565B" w:rsidRPr="00DC54C7" w:rsidRDefault="003D565B" w:rsidP="00944826">
            <w:pPr>
              <w:jc w:val="center"/>
              <w:rPr>
                <w:rFonts w:eastAsia="SimSun"/>
                <w:sz w:val="21"/>
                <w:szCs w:val="21"/>
              </w:rPr>
            </w:pPr>
            <w:r w:rsidRPr="00DC54C7">
              <w:rPr>
                <w:rFonts w:eastAsia="SimSun"/>
                <w:sz w:val="21"/>
                <w:szCs w:val="21"/>
              </w:rPr>
              <w:t>+ Accounts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2"/>
              <w:gridCol w:w="792"/>
              <w:gridCol w:w="691"/>
              <w:gridCol w:w="461"/>
            </w:tblGrid>
            <w:tr w:rsidR="003D565B" w:rsidRPr="00DC54C7" w14:paraId="1287B72A" w14:textId="77777777" w:rsidTr="00FA481F">
              <w:tc>
                <w:tcPr>
                  <w:tcW w:w="792" w:type="dxa"/>
                  <w:tcBorders>
                    <w:top w:val="single" w:sz="4" w:space="0" w:color="auto"/>
                  </w:tcBorders>
                </w:tcPr>
                <w:p w14:paraId="622B4243" w14:textId="77777777" w:rsidR="003D565B" w:rsidRPr="00DC54C7" w:rsidRDefault="003D565B" w:rsidP="003D565B">
                  <w:pPr>
                    <w:rPr>
                      <w:rFonts w:eastAsia="SimSun"/>
                      <w:sz w:val="21"/>
                      <w:szCs w:val="21"/>
                    </w:rPr>
                  </w:pPr>
                  <w:r w:rsidRPr="00DC54C7">
                    <w:rPr>
                      <w:rFonts w:eastAsia="SimSun"/>
                      <w:sz w:val="21"/>
                      <w:szCs w:val="21"/>
                    </w:rPr>
                    <w:t>Unadj.</w:t>
                  </w:r>
                </w:p>
              </w:tc>
              <w:tc>
                <w:tcPr>
                  <w:tcW w:w="792" w:type="dxa"/>
                  <w:tcBorders>
                    <w:top w:val="single" w:sz="4" w:space="0" w:color="auto"/>
                    <w:right w:val="single" w:sz="4" w:space="0" w:color="auto"/>
                  </w:tcBorders>
                </w:tcPr>
                <w:p w14:paraId="3099DFE7"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691" w:type="dxa"/>
                  <w:tcBorders>
                    <w:top w:val="single" w:sz="4" w:space="0" w:color="auto"/>
                    <w:left w:val="single" w:sz="4" w:space="0" w:color="auto"/>
                  </w:tcBorders>
                </w:tcPr>
                <w:p w14:paraId="1A2F7969" w14:textId="77777777" w:rsidR="003D565B" w:rsidRPr="00DC54C7" w:rsidRDefault="003D565B" w:rsidP="00944826">
                  <w:pPr>
                    <w:jc w:val="right"/>
                    <w:rPr>
                      <w:rFonts w:eastAsia="SimSun"/>
                      <w:sz w:val="21"/>
                      <w:szCs w:val="21"/>
                    </w:rPr>
                  </w:pPr>
                </w:p>
              </w:tc>
              <w:tc>
                <w:tcPr>
                  <w:tcW w:w="461" w:type="dxa"/>
                  <w:tcBorders>
                    <w:top w:val="single" w:sz="4" w:space="0" w:color="auto"/>
                  </w:tcBorders>
                </w:tcPr>
                <w:p w14:paraId="2A51787A" w14:textId="77777777" w:rsidR="003D565B" w:rsidRPr="00DC54C7" w:rsidRDefault="003D565B" w:rsidP="003D565B">
                  <w:pPr>
                    <w:rPr>
                      <w:rFonts w:eastAsia="SimSun"/>
                      <w:sz w:val="21"/>
                      <w:szCs w:val="21"/>
                    </w:rPr>
                  </w:pPr>
                </w:p>
              </w:tc>
            </w:tr>
            <w:tr w:rsidR="003D565B" w:rsidRPr="00DC54C7" w14:paraId="40E35E98" w14:textId="77777777" w:rsidTr="00FA481F">
              <w:tc>
                <w:tcPr>
                  <w:tcW w:w="792" w:type="dxa"/>
                  <w:tcBorders>
                    <w:bottom w:val="single" w:sz="4" w:space="0" w:color="auto"/>
                  </w:tcBorders>
                </w:tcPr>
                <w:p w14:paraId="7B8A8DBC" w14:textId="77777777" w:rsidR="003D565B" w:rsidRPr="00DC54C7" w:rsidRDefault="003D565B" w:rsidP="003D565B">
                  <w:pPr>
                    <w:rPr>
                      <w:rFonts w:eastAsia="SimSun"/>
                      <w:sz w:val="21"/>
                      <w:szCs w:val="21"/>
                    </w:rPr>
                  </w:pPr>
                </w:p>
              </w:tc>
              <w:tc>
                <w:tcPr>
                  <w:tcW w:w="792" w:type="dxa"/>
                  <w:tcBorders>
                    <w:bottom w:val="single" w:sz="4" w:space="0" w:color="auto"/>
                    <w:right w:val="single" w:sz="4" w:space="0" w:color="auto"/>
                  </w:tcBorders>
                </w:tcPr>
                <w:p w14:paraId="0D6C7071" w14:textId="77777777" w:rsidR="003D565B" w:rsidRPr="00DC54C7" w:rsidRDefault="003D565B" w:rsidP="00944826">
                  <w:pPr>
                    <w:jc w:val="right"/>
                    <w:rPr>
                      <w:rFonts w:eastAsia="SimSun"/>
                      <w:sz w:val="21"/>
                      <w:szCs w:val="21"/>
                    </w:rPr>
                  </w:pPr>
                </w:p>
              </w:tc>
              <w:tc>
                <w:tcPr>
                  <w:tcW w:w="691" w:type="dxa"/>
                  <w:tcBorders>
                    <w:left w:val="single" w:sz="4" w:space="0" w:color="auto"/>
                    <w:bottom w:val="single" w:sz="4" w:space="0" w:color="auto"/>
                  </w:tcBorders>
                </w:tcPr>
                <w:p w14:paraId="14225E5E" w14:textId="77777777" w:rsidR="003D565B" w:rsidRPr="00DC54C7" w:rsidRDefault="003D565B" w:rsidP="00944826">
                  <w:pPr>
                    <w:jc w:val="right"/>
                    <w:rPr>
                      <w:rFonts w:eastAsia="SimSun"/>
                      <w:sz w:val="21"/>
                      <w:szCs w:val="21"/>
                    </w:rPr>
                  </w:pPr>
                </w:p>
              </w:tc>
              <w:tc>
                <w:tcPr>
                  <w:tcW w:w="461" w:type="dxa"/>
                  <w:tcBorders>
                    <w:bottom w:val="single" w:sz="4" w:space="0" w:color="auto"/>
                  </w:tcBorders>
                </w:tcPr>
                <w:p w14:paraId="058B0249" w14:textId="77777777" w:rsidR="003D565B" w:rsidRPr="00DC54C7" w:rsidRDefault="003D565B" w:rsidP="003D565B">
                  <w:pPr>
                    <w:rPr>
                      <w:rFonts w:eastAsia="SimSun"/>
                      <w:sz w:val="21"/>
                      <w:szCs w:val="21"/>
                    </w:rPr>
                  </w:pPr>
                </w:p>
              </w:tc>
            </w:tr>
            <w:tr w:rsidR="003D565B" w:rsidRPr="00DC54C7" w14:paraId="3CABBF39" w14:textId="77777777" w:rsidTr="00FA481F">
              <w:tc>
                <w:tcPr>
                  <w:tcW w:w="792" w:type="dxa"/>
                  <w:tcBorders>
                    <w:top w:val="single" w:sz="4" w:space="0" w:color="auto"/>
                  </w:tcBorders>
                </w:tcPr>
                <w:p w14:paraId="6DB0D046" w14:textId="77777777" w:rsidR="003D565B" w:rsidRPr="00DC54C7" w:rsidRDefault="003D565B" w:rsidP="003D565B">
                  <w:pPr>
                    <w:rPr>
                      <w:rFonts w:eastAsia="SimSun"/>
                      <w:sz w:val="21"/>
                      <w:szCs w:val="21"/>
                    </w:rPr>
                  </w:pPr>
                  <w:r w:rsidRPr="00DC54C7">
                    <w:rPr>
                      <w:rFonts w:eastAsia="SimSun"/>
                      <w:sz w:val="21"/>
                      <w:szCs w:val="21"/>
                    </w:rPr>
                    <w:t>Adj.</w:t>
                  </w:r>
                </w:p>
              </w:tc>
              <w:tc>
                <w:tcPr>
                  <w:tcW w:w="792" w:type="dxa"/>
                  <w:tcBorders>
                    <w:top w:val="single" w:sz="4" w:space="0" w:color="auto"/>
                    <w:right w:val="single" w:sz="4" w:space="0" w:color="auto"/>
                  </w:tcBorders>
                </w:tcPr>
                <w:p w14:paraId="3332EC37"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691" w:type="dxa"/>
                  <w:tcBorders>
                    <w:top w:val="single" w:sz="4" w:space="0" w:color="auto"/>
                    <w:left w:val="single" w:sz="4" w:space="0" w:color="auto"/>
                  </w:tcBorders>
                </w:tcPr>
                <w:p w14:paraId="439CCB47" w14:textId="77777777" w:rsidR="003D565B" w:rsidRPr="00DC54C7" w:rsidRDefault="003D565B" w:rsidP="00944826">
                  <w:pPr>
                    <w:jc w:val="right"/>
                    <w:rPr>
                      <w:rFonts w:eastAsia="SimSun"/>
                      <w:sz w:val="21"/>
                      <w:szCs w:val="21"/>
                    </w:rPr>
                  </w:pPr>
                </w:p>
              </w:tc>
              <w:tc>
                <w:tcPr>
                  <w:tcW w:w="461" w:type="dxa"/>
                  <w:tcBorders>
                    <w:top w:val="single" w:sz="4" w:space="0" w:color="auto"/>
                  </w:tcBorders>
                </w:tcPr>
                <w:p w14:paraId="712F3FB4" w14:textId="77777777" w:rsidR="003D565B" w:rsidRPr="00DC54C7" w:rsidRDefault="003D565B" w:rsidP="003D565B">
                  <w:pPr>
                    <w:rPr>
                      <w:rFonts w:eastAsia="SimSun"/>
                      <w:sz w:val="21"/>
                      <w:szCs w:val="21"/>
                    </w:rPr>
                  </w:pPr>
                </w:p>
              </w:tc>
            </w:tr>
          </w:tbl>
          <w:p w14:paraId="23D3B7AA" w14:textId="77777777" w:rsidR="003D565B" w:rsidRPr="00DC54C7" w:rsidRDefault="003D565B" w:rsidP="00944826">
            <w:pPr>
              <w:jc w:val="center"/>
              <w:rPr>
                <w:rFonts w:eastAsia="SimSun"/>
                <w:sz w:val="21"/>
                <w:szCs w:val="21"/>
              </w:rPr>
            </w:pPr>
          </w:p>
          <w:p w14:paraId="0C39B2F4" w14:textId="77777777" w:rsidR="003D565B" w:rsidRPr="00DC54C7" w:rsidRDefault="003D565B" w:rsidP="00944826">
            <w:pPr>
              <w:jc w:val="center"/>
              <w:rPr>
                <w:rFonts w:eastAsia="SimSun"/>
                <w:sz w:val="21"/>
                <w:szCs w:val="21"/>
              </w:rPr>
            </w:pPr>
            <w:r w:rsidRPr="00DC54C7">
              <w:rPr>
                <w:rFonts w:eastAsia="SimSun"/>
                <w:sz w:val="21"/>
                <w:szCs w:val="21"/>
              </w:rPr>
              <w:t>+ Prepaid Rent –</w:t>
            </w:r>
          </w:p>
          <w:tbl>
            <w:tblPr>
              <w:tblW w:w="265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82"/>
              <w:gridCol w:w="794"/>
              <w:gridCol w:w="689"/>
              <w:gridCol w:w="461"/>
            </w:tblGrid>
            <w:tr w:rsidR="003D565B" w:rsidRPr="00DC54C7" w14:paraId="0C302453" w14:textId="77777777" w:rsidTr="00A854B2">
              <w:tc>
                <w:tcPr>
                  <w:tcW w:w="792" w:type="dxa"/>
                  <w:tcBorders>
                    <w:top w:val="single" w:sz="4" w:space="0" w:color="auto"/>
                  </w:tcBorders>
                </w:tcPr>
                <w:p w14:paraId="1C92E4FA" w14:textId="77777777" w:rsidR="003D565B" w:rsidRPr="00DC54C7" w:rsidRDefault="003D565B" w:rsidP="003D565B">
                  <w:pPr>
                    <w:rPr>
                      <w:rFonts w:eastAsia="SimSun"/>
                      <w:sz w:val="21"/>
                      <w:szCs w:val="21"/>
                    </w:rPr>
                  </w:pPr>
                  <w:r w:rsidRPr="00DC54C7">
                    <w:rPr>
                      <w:rFonts w:eastAsia="SimSun"/>
                      <w:sz w:val="21"/>
                      <w:szCs w:val="21"/>
                    </w:rPr>
                    <w:t>Unadj.</w:t>
                  </w:r>
                </w:p>
              </w:tc>
              <w:tc>
                <w:tcPr>
                  <w:tcW w:w="706" w:type="dxa"/>
                  <w:tcBorders>
                    <w:top w:val="single" w:sz="4" w:space="0" w:color="auto"/>
                    <w:right w:val="single" w:sz="4" w:space="0" w:color="auto"/>
                  </w:tcBorders>
                </w:tcPr>
                <w:p w14:paraId="4A671659" w14:textId="77777777" w:rsidR="003D565B" w:rsidRPr="00DC54C7" w:rsidRDefault="003D565B" w:rsidP="00944826">
                  <w:pPr>
                    <w:jc w:val="right"/>
                    <w:rPr>
                      <w:rFonts w:eastAsia="SimSun"/>
                      <w:sz w:val="21"/>
                      <w:szCs w:val="21"/>
                    </w:rPr>
                  </w:pPr>
                  <w:r w:rsidRPr="00DC54C7">
                    <w:rPr>
                      <w:rFonts w:eastAsia="SimSun"/>
                      <w:sz w:val="21"/>
                      <w:szCs w:val="21"/>
                    </w:rPr>
                    <w:t>12,000</w:t>
                  </w:r>
                </w:p>
              </w:tc>
              <w:tc>
                <w:tcPr>
                  <w:tcW w:w="689" w:type="dxa"/>
                  <w:tcBorders>
                    <w:top w:val="single" w:sz="4" w:space="0" w:color="auto"/>
                    <w:left w:val="single" w:sz="4" w:space="0" w:color="auto"/>
                  </w:tcBorders>
                </w:tcPr>
                <w:p w14:paraId="6FD131C4" w14:textId="77777777" w:rsidR="003D565B" w:rsidRPr="00DC54C7" w:rsidRDefault="003D565B" w:rsidP="003D565B">
                  <w:pPr>
                    <w:rPr>
                      <w:rFonts w:eastAsia="SimSun"/>
                      <w:sz w:val="21"/>
                      <w:szCs w:val="21"/>
                    </w:rPr>
                  </w:pPr>
                </w:p>
              </w:tc>
              <w:tc>
                <w:tcPr>
                  <w:tcW w:w="463" w:type="dxa"/>
                  <w:tcBorders>
                    <w:top w:val="single" w:sz="4" w:space="0" w:color="auto"/>
                  </w:tcBorders>
                </w:tcPr>
                <w:p w14:paraId="476F1973" w14:textId="77777777" w:rsidR="003D565B" w:rsidRPr="00DC54C7" w:rsidRDefault="003D565B" w:rsidP="003D565B">
                  <w:pPr>
                    <w:rPr>
                      <w:rFonts w:eastAsia="SimSun"/>
                      <w:sz w:val="21"/>
                      <w:szCs w:val="21"/>
                    </w:rPr>
                  </w:pPr>
                </w:p>
              </w:tc>
            </w:tr>
            <w:tr w:rsidR="003D565B" w:rsidRPr="00DC54C7" w14:paraId="59157D23" w14:textId="77777777" w:rsidTr="00A854B2">
              <w:tc>
                <w:tcPr>
                  <w:tcW w:w="792" w:type="dxa"/>
                  <w:tcBorders>
                    <w:bottom w:val="single" w:sz="4" w:space="0" w:color="auto"/>
                  </w:tcBorders>
                </w:tcPr>
                <w:p w14:paraId="2DEE4BEF" w14:textId="77777777" w:rsidR="003D565B" w:rsidRPr="00DC54C7" w:rsidRDefault="003D565B" w:rsidP="003D565B">
                  <w:pPr>
                    <w:rPr>
                      <w:rFonts w:eastAsia="SimSun"/>
                      <w:sz w:val="21"/>
                      <w:szCs w:val="21"/>
                    </w:rPr>
                  </w:pPr>
                </w:p>
              </w:tc>
              <w:tc>
                <w:tcPr>
                  <w:tcW w:w="706" w:type="dxa"/>
                  <w:tcBorders>
                    <w:bottom w:val="single" w:sz="4" w:space="0" w:color="auto"/>
                    <w:right w:val="single" w:sz="4" w:space="0" w:color="auto"/>
                  </w:tcBorders>
                </w:tcPr>
                <w:p w14:paraId="29E3EA1D" w14:textId="77777777" w:rsidR="003D565B" w:rsidRPr="00DC54C7" w:rsidRDefault="003D565B" w:rsidP="00944826">
                  <w:pPr>
                    <w:jc w:val="right"/>
                    <w:rPr>
                      <w:rFonts w:eastAsia="SimSun"/>
                      <w:sz w:val="21"/>
                      <w:szCs w:val="21"/>
                    </w:rPr>
                  </w:pPr>
                </w:p>
              </w:tc>
              <w:tc>
                <w:tcPr>
                  <w:tcW w:w="689" w:type="dxa"/>
                  <w:tcBorders>
                    <w:left w:val="single" w:sz="4" w:space="0" w:color="auto"/>
                    <w:bottom w:val="single" w:sz="4" w:space="0" w:color="auto"/>
                  </w:tcBorders>
                </w:tcPr>
                <w:p w14:paraId="27992FA8"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463" w:type="dxa"/>
                  <w:tcBorders>
                    <w:bottom w:val="single" w:sz="4" w:space="0" w:color="auto"/>
                  </w:tcBorders>
                </w:tcPr>
                <w:p w14:paraId="3AC600B2" w14:textId="77777777" w:rsidR="003D565B" w:rsidRPr="00DC54C7" w:rsidRDefault="003D565B" w:rsidP="003D565B">
                  <w:pPr>
                    <w:rPr>
                      <w:rFonts w:eastAsia="SimSun"/>
                      <w:sz w:val="21"/>
                      <w:szCs w:val="21"/>
                    </w:rPr>
                  </w:pPr>
                  <w:r w:rsidRPr="00DC54C7">
                    <w:rPr>
                      <w:rFonts w:eastAsia="SimSun"/>
                      <w:sz w:val="21"/>
                      <w:szCs w:val="21"/>
                    </w:rPr>
                    <w:t>(b)</w:t>
                  </w:r>
                </w:p>
              </w:tc>
            </w:tr>
            <w:tr w:rsidR="003D565B" w:rsidRPr="00DC54C7" w14:paraId="77CF8B1F" w14:textId="77777777" w:rsidTr="00A854B2">
              <w:tc>
                <w:tcPr>
                  <w:tcW w:w="792" w:type="dxa"/>
                  <w:tcBorders>
                    <w:top w:val="single" w:sz="4" w:space="0" w:color="auto"/>
                  </w:tcBorders>
                </w:tcPr>
                <w:p w14:paraId="286E84B4" w14:textId="77777777" w:rsidR="003D565B" w:rsidRPr="00DC54C7" w:rsidRDefault="003D565B" w:rsidP="003D565B">
                  <w:pPr>
                    <w:rPr>
                      <w:rFonts w:eastAsia="SimSun"/>
                      <w:sz w:val="21"/>
                      <w:szCs w:val="21"/>
                    </w:rPr>
                  </w:pPr>
                  <w:r w:rsidRPr="00DC54C7">
                    <w:rPr>
                      <w:rFonts w:eastAsia="SimSun"/>
                      <w:sz w:val="21"/>
                      <w:szCs w:val="21"/>
                    </w:rPr>
                    <w:t>Adj.</w:t>
                  </w:r>
                </w:p>
              </w:tc>
              <w:tc>
                <w:tcPr>
                  <w:tcW w:w="706" w:type="dxa"/>
                  <w:tcBorders>
                    <w:top w:val="single" w:sz="4" w:space="0" w:color="auto"/>
                    <w:right w:val="single" w:sz="4" w:space="0" w:color="auto"/>
                  </w:tcBorders>
                </w:tcPr>
                <w:p w14:paraId="32E5B0D4" w14:textId="77777777" w:rsidR="003D565B" w:rsidRPr="00DC54C7" w:rsidRDefault="003D565B" w:rsidP="00944826">
                  <w:pPr>
                    <w:jc w:val="right"/>
                    <w:rPr>
                      <w:rFonts w:eastAsia="SimSun"/>
                      <w:sz w:val="21"/>
                      <w:szCs w:val="21"/>
                    </w:rPr>
                  </w:pPr>
                  <w:r w:rsidRPr="00DC54C7">
                    <w:rPr>
                      <w:rFonts w:eastAsia="SimSun"/>
                      <w:sz w:val="21"/>
                      <w:szCs w:val="21"/>
                    </w:rPr>
                    <w:t>8,000</w:t>
                  </w:r>
                </w:p>
              </w:tc>
              <w:tc>
                <w:tcPr>
                  <w:tcW w:w="689" w:type="dxa"/>
                  <w:tcBorders>
                    <w:top w:val="single" w:sz="4" w:space="0" w:color="auto"/>
                    <w:left w:val="single" w:sz="4" w:space="0" w:color="auto"/>
                  </w:tcBorders>
                </w:tcPr>
                <w:p w14:paraId="30BD7AC6" w14:textId="77777777" w:rsidR="003D565B" w:rsidRPr="00DC54C7" w:rsidRDefault="003D565B" w:rsidP="003D565B">
                  <w:pPr>
                    <w:rPr>
                      <w:rFonts w:eastAsia="SimSun"/>
                      <w:sz w:val="21"/>
                      <w:szCs w:val="21"/>
                    </w:rPr>
                  </w:pPr>
                </w:p>
              </w:tc>
              <w:tc>
                <w:tcPr>
                  <w:tcW w:w="463" w:type="dxa"/>
                  <w:tcBorders>
                    <w:top w:val="single" w:sz="4" w:space="0" w:color="auto"/>
                  </w:tcBorders>
                </w:tcPr>
                <w:p w14:paraId="701BDBE3" w14:textId="77777777" w:rsidR="003D565B" w:rsidRPr="00DC54C7" w:rsidRDefault="003D565B" w:rsidP="003D565B">
                  <w:pPr>
                    <w:rPr>
                      <w:rFonts w:eastAsia="SimSun"/>
                      <w:sz w:val="21"/>
                      <w:szCs w:val="21"/>
                    </w:rPr>
                  </w:pPr>
                </w:p>
              </w:tc>
            </w:tr>
          </w:tbl>
          <w:p w14:paraId="7019279C" w14:textId="77777777" w:rsidR="003D565B" w:rsidRPr="00DC54C7" w:rsidRDefault="003D565B" w:rsidP="00944826">
            <w:pPr>
              <w:jc w:val="center"/>
              <w:rPr>
                <w:rFonts w:eastAsia="SimSun"/>
                <w:sz w:val="21"/>
                <w:szCs w:val="21"/>
              </w:rPr>
            </w:pPr>
          </w:p>
          <w:p w14:paraId="1011758C" w14:textId="77777777" w:rsidR="003D565B" w:rsidRPr="00DC54C7" w:rsidRDefault="003D565B" w:rsidP="00944826">
            <w:pPr>
              <w:jc w:val="center"/>
              <w:rPr>
                <w:rFonts w:eastAsia="SimSun"/>
                <w:sz w:val="21"/>
                <w:szCs w:val="21"/>
              </w:rPr>
            </w:pPr>
            <w:r w:rsidRPr="00DC54C7">
              <w:rPr>
                <w:rFonts w:eastAsia="SimSun"/>
                <w:sz w:val="21"/>
                <w:szCs w:val="21"/>
              </w:rPr>
              <w:t>+ Prepaid Insurance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2"/>
              <w:gridCol w:w="792"/>
              <w:gridCol w:w="689"/>
              <w:gridCol w:w="461"/>
            </w:tblGrid>
            <w:tr w:rsidR="003D565B" w:rsidRPr="00DC54C7" w14:paraId="5229E8A1" w14:textId="77777777" w:rsidTr="00FA481F">
              <w:tc>
                <w:tcPr>
                  <w:tcW w:w="792" w:type="dxa"/>
                  <w:tcBorders>
                    <w:top w:val="single" w:sz="4" w:space="0" w:color="auto"/>
                  </w:tcBorders>
                </w:tcPr>
                <w:p w14:paraId="08D748AA" w14:textId="77777777" w:rsidR="003D565B" w:rsidRPr="00DC54C7" w:rsidRDefault="003D565B" w:rsidP="003D565B">
                  <w:pPr>
                    <w:rPr>
                      <w:rFonts w:eastAsia="SimSun"/>
                      <w:sz w:val="21"/>
                      <w:szCs w:val="21"/>
                    </w:rPr>
                  </w:pPr>
                  <w:r w:rsidRPr="00DC54C7">
                    <w:rPr>
                      <w:rFonts w:eastAsia="SimSun"/>
                      <w:sz w:val="21"/>
                      <w:szCs w:val="21"/>
                    </w:rPr>
                    <w:t>Unadj.</w:t>
                  </w:r>
                </w:p>
              </w:tc>
              <w:tc>
                <w:tcPr>
                  <w:tcW w:w="792" w:type="dxa"/>
                  <w:tcBorders>
                    <w:top w:val="single" w:sz="4" w:space="0" w:color="auto"/>
                    <w:right w:val="single" w:sz="4" w:space="0" w:color="auto"/>
                  </w:tcBorders>
                </w:tcPr>
                <w:p w14:paraId="460B5C34" w14:textId="77777777" w:rsidR="003D565B" w:rsidRPr="00DC54C7" w:rsidRDefault="003D565B" w:rsidP="00944826">
                  <w:pPr>
                    <w:jc w:val="right"/>
                    <w:rPr>
                      <w:rFonts w:eastAsia="SimSun"/>
                      <w:sz w:val="21"/>
                      <w:szCs w:val="21"/>
                    </w:rPr>
                  </w:pPr>
                  <w:r w:rsidRPr="00DC54C7">
                    <w:rPr>
                      <w:rFonts w:eastAsia="SimSun"/>
                      <w:sz w:val="21"/>
                      <w:szCs w:val="21"/>
                    </w:rPr>
                    <w:t>6,000</w:t>
                  </w:r>
                </w:p>
              </w:tc>
              <w:tc>
                <w:tcPr>
                  <w:tcW w:w="689" w:type="dxa"/>
                  <w:tcBorders>
                    <w:top w:val="single" w:sz="4" w:space="0" w:color="auto"/>
                    <w:left w:val="single" w:sz="4" w:space="0" w:color="auto"/>
                  </w:tcBorders>
                </w:tcPr>
                <w:p w14:paraId="3CDD0471" w14:textId="77777777" w:rsidR="003D565B" w:rsidRPr="00DC54C7" w:rsidRDefault="003D565B" w:rsidP="003D565B">
                  <w:pPr>
                    <w:rPr>
                      <w:rFonts w:eastAsia="SimSun"/>
                      <w:sz w:val="21"/>
                      <w:szCs w:val="21"/>
                    </w:rPr>
                  </w:pPr>
                </w:p>
              </w:tc>
              <w:tc>
                <w:tcPr>
                  <w:tcW w:w="461" w:type="dxa"/>
                  <w:tcBorders>
                    <w:top w:val="single" w:sz="4" w:space="0" w:color="auto"/>
                  </w:tcBorders>
                </w:tcPr>
                <w:p w14:paraId="06003CD2" w14:textId="77777777" w:rsidR="003D565B" w:rsidRPr="00DC54C7" w:rsidRDefault="003D565B" w:rsidP="003D565B">
                  <w:pPr>
                    <w:rPr>
                      <w:rFonts w:eastAsia="SimSun"/>
                      <w:sz w:val="21"/>
                      <w:szCs w:val="21"/>
                    </w:rPr>
                  </w:pPr>
                </w:p>
              </w:tc>
            </w:tr>
            <w:tr w:rsidR="003D565B" w:rsidRPr="00DC54C7" w14:paraId="4AB188BC" w14:textId="77777777" w:rsidTr="00FA481F">
              <w:tc>
                <w:tcPr>
                  <w:tcW w:w="792" w:type="dxa"/>
                  <w:tcBorders>
                    <w:bottom w:val="single" w:sz="4" w:space="0" w:color="auto"/>
                  </w:tcBorders>
                </w:tcPr>
                <w:p w14:paraId="2CCE4600" w14:textId="77777777" w:rsidR="003D565B" w:rsidRPr="00DC54C7" w:rsidRDefault="003D565B" w:rsidP="003D565B">
                  <w:pPr>
                    <w:rPr>
                      <w:rFonts w:eastAsia="SimSun"/>
                      <w:sz w:val="21"/>
                      <w:szCs w:val="21"/>
                    </w:rPr>
                  </w:pPr>
                </w:p>
              </w:tc>
              <w:tc>
                <w:tcPr>
                  <w:tcW w:w="792" w:type="dxa"/>
                  <w:tcBorders>
                    <w:bottom w:val="single" w:sz="4" w:space="0" w:color="auto"/>
                    <w:right w:val="single" w:sz="4" w:space="0" w:color="auto"/>
                  </w:tcBorders>
                </w:tcPr>
                <w:p w14:paraId="00603BDB" w14:textId="77777777" w:rsidR="003D565B" w:rsidRPr="00DC54C7" w:rsidRDefault="003D565B" w:rsidP="00944826">
                  <w:pPr>
                    <w:jc w:val="right"/>
                    <w:rPr>
                      <w:rFonts w:eastAsia="SimSun"/>
                      <w:sz w:val="21"/>
                      <w:szCs w:val="21"/>
                    </w:rPr>
                  </w:pPr>
                </w:p>
              </w:tc>
              <w:tc>
                <w:tcPr>
                  <w:tcW w:w="689" w:type="dxa"/>
                  <w:tcBorders>
                    <w:left w:val="single" w:sz="4" w:space="0" w:color="auto"/>
                    <w:bottom w:val="single" w:sz="4" w:space="0" w:color="auto"/>
                  </w:tcBorders>
                </w:tcPr>
                <w:p w14:paraId="06E4E979" w14:textId="77777777" w:rsidR="003D565B" w:rsidRPr="00DC54C7" w:rsidRDefault="003D565B" w:rsidP="00944826">
                  <w:pPr>
                    <w:jc w:val="right"/>
                    <w:rPr>
                      <w:rFonts w:eastAsia="SimSun"/>
                      <w:sz w:val="21"/>
                      <w:szCs w:val="21"/>
                    </w:rPr>
                  </w:pPr>
                  <w:r w:rsidRPr="00DC54C7">
                    <w:rPr>
                      <w:rFonts w:eastAsia="SimSun"/>
                      <w:sz w:val="21"/>
                      <w:szCs w:val="21"/>
                    </w:rPr>
                    <w:t>3,500</w:t>
                  </w:r>
                </w:p>
              </w:tc>
              <w:tc>
                <w:tcPr>
                  <w:tcW w:w="461" w:type="dxa"/>
                  <w:tcBorders>
                    <w:bottom w:val="single" w:sz="4" w:space="0" w:color="auto"/>
                  </w:tcBorders>
                </w:tcPr>
                <w:p w14:paraId="16DD812E" w14:textId="77777777" w:rsidR="003D565B" w:rsidRPr="00DC54C7" w:rsidRDefault="003D565B" w:rsidP="003D565B">
                  <w:pPr>
                    <w:rPr>
                      <w:rFonts w:eastAsia="SimSun"/>
                      <w:sz w:val="21"/>
                      <w:szCs w:val="21"/>
                    </w:rPr>
                  </w:pPr>
                  <w:r w:rsidRPr="00DC54C7">
                    <w:rPr>
                      <w:rFonts w:eastAsia="SimSun"/>
                      <w:sz w:val="21"/>
                      <w:szCs w:val="21"/>
                    </w:rPr>
                    <w:t>(c)</w:t>
                  </w:r>
                </w:p>
              </w:tc>
            </w:tr>
            <w:tr w:rsidR="003D565B" w:rsidRPr="00DC54C7" w14:paraId="72B8137A" w14:textId="77777777" w:rsidTr="00FA481F">
              <w:tc>
                <w:tcPr>
                  <w:tcW w:w="792" w:type="dxa"/>
                  <w:tcBorders>
                    <w:top w:val="single" w:sz="4" w:space="0" w:color="auto"/>
                  </w:tcBorders>
                </w:tcPr>
                <w:p w14:paraId="17D76662" w14:textId="77777777" w:rsidR="003D565B" w:rsidRPr="00DC54C7" w:rsidRDefault="003D565B" w:rsidP="003D565B">
                  <w:pPr>
                    <w:rPr>
                      <w:rFonts w:eastAsia="SimSun"/>
                      <w:sz w:val="21"/>
                      <w:szCs w:val="21"/>
                    </w:rPr>
                  </w:pPr>
                  <w:r w:rsidRPr="00DC54C7">
                    <w:rPr>
                      <w:rFonts w:eastAsia="SimSun"/>
                      <w:sz w:val="21"/>
                      <w:szCs w:val="21"/>
                    </w:rPr>
                    <w:t>Adj.</w:t>
                  </w:r>
                </w:p>
              </w:tc>
              <w:tc>
                <w:tcPr>
                  <w:tcW w:w="792" w:type="dxa"/>
                  <w:tcBorders>
                    <w:top w:val="single" w:sz="4" w:space="0" w:color="auto"/>
                    <w:right w:val="single" w:sz="4" w:space="0" w:color="auto"/>
                  </w:tcBorders>
                </w:tcPr>
                <w:p w14:paraId="3D7F83BC" w14:textId="77777777" w:rsidR="003D565B" w:rsidRPr="00DC54C7" w:rsidRDefault="003D565B" w:rsidP="00944826">
                  <w:pPr>
                    <w:jc w:val="right"/>
                    <w:rPr>
                      <w:rFonts w:eastAsia="SimSun"/>
                      <w:sz w:val="21"/>
                      <w:szCs w:val="21"/>
                    </w:rPr>
                  </w:pPr>
                  <w:r w:rsidRPr="00DC54C7">
                    <w:rPr>
                      <w:rFonts w:eastAsia="SimSun"/>
                      <w:sz w:val="21"/>
                      <w:szCs w:val="21"/>
                    </w:rPr>
                    <w:t>2,500</w:t>
                  </w:r>
                </w:p>
              </w:tc>
              <w:tc>
                <w:tcPr>
                  <w:tcW w:w="689" w:type="dxa"/>
                  <w:tcBorders>
                    <w:top w:val="single" w:sz="4" w:space="0" w:color="auto"/>
                    <w:left w:val="single" w:sz="4" w:space="0" w:color="auto"/>
                  </w:tcBorders>
                </w:tcPr>
                <w:p w14:paraId="5FED9DBC" w14:textId="77777777" w:rsidR="003D565B" w:rsidRPr="00DC54C7" w:rsidRDefault="003D565B" w:rsidP="003D565B">
                  <w:pPr>
                    <w:rPr>
                      <w:rFonts w:eastAsia="SimSun"/>
                      <w:sz w:val="21"/>
                      <w:szCs w:val="21"/>
                    </w:rPr>
                  </w:pPr>
                </w:p>
              </w:tc>
              <w:tc>
                <w:tcPr>
                  <w:tcW w:w="461" w:type="dxa"/>
                  <w:tcBorders>
                    <w:top w:val="single" w:sz="4" w:space="0" w:color="auto"/>
                  </w:tcBorders>
                </w:tcPr>
                <w:p w14:paraId="39C9185A" w14:textId="77777777" w:rsidR="003D565B" w:rsidRPr="00DC54C7" w:rsidRDefault="003D565B" w:rsidP="003D565B">
                  <w:pPr>
                    <w:rPr>
                      <w:rFonts w:eastAsia="SimSun"/>
                      <w:sz w:val="21"/>
                      <w:szCs w:val="21"/>
                    </w:rPr>
                  </w:pPr>
                </w:p>
              </w:tc>
            </w:tr>
          </w:tbl>
          <w:p w14:paraId="1AD026E9" w14:textId="77777777" w:rsidR="003D565B" w:rsidRPr="00DC54C7" w:rsidRDefault="003D565B" w:rsidP="00944826">
            <w:pPr>
              <w:jc w:val="center"/>
              <w:rPr>
                <w:rFonts w:eastAsia="SimSun"/>
                <w:sz w:val="21"/>
                <w:szCs w:val="21"/>
              </w:rPr>
            </w:pPr>
          </w:p>
          <w:p w14:paraId="3E716839" w14:textId="77777777" w:rsidR="003D565B" w:rsidRPr="00DC54C7" w:rsidRDefault="003D565B" w:rsidP="00944826">
            <w:pPr>
              <w:jc w:val="center"/>
              <w:rPr>
                <w:rFonts w:eastAsia="SimSun"/>
                <w:sz w:val="21"/>
                <w:szCs w:val="21"/>
              </w:rPr>
            </w:pPr>
            <w:r w:rsidRPr="00DC54C7">
              <w:rPr>
                <w:rFonts w:eastAsia="SimSun"/>
                <w:sz w:val="21"/>
                <w:szCs w:val="21"/>
              </w:rPr>
              <w:t>+ Certificate of Deposit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2"/>
              <w:gridCol w:w="794"/>
              <w:gridCol w:w="691"/>
              <w:gridCol w:w="461"/>
            </w:tblGrid>
            <w:tr w:rsidR="003D565B" w:rsidRPr="00DC54C7" w14:paraId="1F103A92" w14:textId="77777777" w:rsidTr="00FA481F">
              <w:tc>
                <w:tcPr>
                  <w:tcW w:w="792" w:type="dxa"/>
                  <w:tcBorders>
                    <w:top w:val="single" w:sz="4" w:space="0" w:color="auto"/>
                  </w:tcBorders>
                </w:tcPr>
                <w:p w14:paraId="1FB839A9" w14:textId="77777777" w:rsidR="003D565B" w:rsidRPr="00DC54C7" w:rsidRDefault="003D565B" w:rsidP="003D565B">
                  <w:pPr>
                    <w:rPr>
                      <w:rFonts w:eastAsia="SimSun"/>
                      <w:sz w:val="21"/>
                      <w:szCs w:val="21"/>
                    </w:rPr>
                  </w:pPr>
                  <w:r w:rsidRPr="00DC54C7">
                    <w:rPr>
                      <w:rFonts w:eastAsia="SimSun"/>
                      <w:sz w:val="21"/>
                      <w:szCs w:val="21"/>
                    </w:rPr>
                    <w:t>Unadj.</w:t>
                  </w:r>
                </w:p>
              </w:tc>
              <w:tc>
                <w:tcPr>
                  <w:tcW w:w="794" w:type="dxa"/>
                  <w:tcBorders>
                    <w:top w:val="single" w:sz="4" w:space="0" w:color="auto"/>
                    <w:right w:val="single" w:sz="4" w:space="0" w:color="auto"/>
                  </w:tcBorders>
                </w:tcPr>
                <w:p w14:paraId="7988D1E5" w14:textId="77777777" w:rsidR="003D565B" w:rsidRPr="00DC54C7" w:rsidRDefault="003D565B" w:rsidP="00944826">
                  <w:pPr>
                    <w:jc w:val="right"/>
                    <w:rPr>
                      <w:rFonts w:eastAsia="SimSun"/>
                      <w:sz w:val="21"/>
                      <w:szCs w:val="21"/>
                    </w:rPr>
                  </w:pPr>
                  <w:r w:rsidRPr="00DC54C7">
                    <w:rPr>
                      <w:rFonts w:eastAsia="SimSun"/>
                      <w:sz w:val="21"/>
                      <w:szCs w:val="21"/>
                    </w:rPr>
                    <w:t>20,000</w:t>
                  </w:r>
                </w:p>
              </w:tc>
              <w:tc>
                <w:tcPr>
                  <w:tcW w:w="691" w:type="dxa"/>
                  <w:tcBorders>
                    <w:top w:val="single" w:sz="4" w:space="0" w:color="auto"/>
                    <w:left w:val="single" w:sz="4" w:space="0" w:color="auto"/>
                  </w:tcBorders>
                </w:tcPr>
                <w:p w14:paraId="10E945AA" w14:textId="77777777" w:rsidR="003D565B" w:rsidRPr="00DC54C7" w:rsidRDefault="003D565B" w:rsidP="003D565B">
                  <w:pPr>
                    <w:rPr>
                      <w:rFonts w:eastAsia="SimSun"/>
                      <w:sz w:val="21"/>
                      <w:szCs w:val="21"/>
                    </w:rPr>
                  </w:pPr>
                </w:p>
              </w:tc>
              <w:tc>
                <w:tcPr>
                  <w:tcW w:w="461" w:type="dxa"/>
                  <w:tcBorders>
                    <w:top w:val="single" w:sz="4" w:space="0" w:color="auto"/>
                  </w:tcBorders>
                </w:tcPr>
                <w:p w14:paraId="60224DD1" w14:textId="77777777" w:rsidR="003D565B" w:rsidRPr="00DC54C7" w:rsidRDefault="003D565B" w:rsidP="003D565B">
                  <w:pPr>
                    <w:rPr>
                      <w:rFonts w:eastAsia="SimSun"/>
                      <w:sz w:val="21"/>
                      <w:szCs w:val="21"/>
                    </w:rPr>
                  </w:pPr>
                </w:p>
              </w:tc>
            </w:tr>
            <w:tr w:rsidR="003D565B" w:rsidRPr="00DC54C7" w14:paraId="07C3FC3C" w14:textId="77777777" w:rsidTr="00FA481F">
              <w:tc>
                <w:tcPr>
                  <w:tcW w:w="792" w:type="dxa"/>
                </w:tcPr>
                <w:p w14:paraId="4CA3BF3E" w14:textId="77777777" w:rsidR="003D565B" w:rsidRPr="00DC54C7" w:rsidRDefault="003D565B" w:rsidP="003D565B">
                  <w:pPr>
                    <w:rPr>
                      <w:rFonts w:eastAsia="SimSun"/>
                      <w:sz w:val="21"/>
                      <w:szCs w:val="21"/>
                    </w:rPr>
                  </w:pPr>
                </w:p>
              </w:tc>
              <w:tc>
                <w:tcPr>
                  <w:tcW w:w="794" w:type="dxa"/>
                  <w:tcBorders>
                    <w:right w:val="single" w:sz="4" w:space="0" w:color="auto"/>
                  </w:tcBorders>
                </w:tcPr>
                <w:p w14:paraId="40EC7CF3" w14:textId="77777777" w:rsidR="003D565B" w:rsidRPr="00DC54C7" w:rsidRDefault="003D565B" w:rsidP="00944826">
                  <w:pPr>
                    <w:jc w:val="right"/>
                    <w:rPr>
                      <w:rFonts w:eastAsia="SimSun"/>
                      <w:sz w:val="21"/>
                      <w:szCs w:val="21"/>
                    </w:rPr>
                  </w:pPr>
                </w:p>
              </w:tc>
              <w:tc>
                <w:tcPr>
                  <w:tcW w:w="691" w:type="dxa"/>
                  <w:tcBorders>
                    <w:left w:val="single" w:sz="4" w:space="0" w:color="auto"/>
                  </w:tcBorders>
                </w:tcPr>
                <w:p w14:paraId="4B823E6F" w14:textId="77777777" w:rsidR="003D565B" w:rsidRPr="00DC54C7" w:rsidRDefault="003D565B" w:rsidP="003D565B">
                  <w:pPr>
                    <w:rPr>
                      <w:rFonts w:eastAsia="SimSun"/>
                      <w:sz w:val="21"/>
                      <w:szCs w:val="21"/>
                    </w:rPr>
                  </w:pPr>
                </w:p>
              </w:tc>
              <w:tc>
                <w:tcPr>
                  <w:tcW w:w="461" w:type="dxa"/>
                </w:tcPr>
                <w:p w14:paraId="5EA1FF17" w14:textId="77777777" w:rsidR="003D565B" w:rsidRPr="00DC54C7" w:rsidRDefault="003D565B" w:rsidP="003D565B">
                  <w:pPr>
                    <w:rPr>
                      <w:rFonts w:eastAsia="SimSun"/>
                      <w:sz w:val="21"/>
                      <w:szCs w:val="21"/>
                    </w:rPr>
                  </w:pPr>
                </w:p>
              </w:tc>
            </w:tr>
            <w:tr w:rsidR="003D565B" w:rsidRPr="00DC54C7" w14:paraId="6CEC57C1" w14:textId="77777777" w:rsidTr="00FA481F">
              <w:tc>
                <w:tcPr>
                  <w:tcW w:w="792" w:type="dxa"/>
                  <w:tcBorders>
                    <w:top w:val="single" w:sz="4" w:space="0" w:color="auto"/>
                  </w:tcBorders>
                </w:tcPr>
                <w:p w14:paraId="04B04C56" w14:textId="77777777" w:rsidR="003D565B" w:rsidRPr="00DC54C7" w:rsidRDefault="003D565B" w:rsidP="003D565B">
                  <w:pPr>
                    <w:rPr>
                      <w:rFonts w:eastAsia="SimSun"/>
                      <w:sz w:val="21"/>
                      <w:szCs w:val="21"/>
                    </w:rPr>
                  </w:pPr>
                  <w:r w:rsidRPr="00DC54C7">
                    <w:rPr>
                      <w:rFonts w:eastAsia="SimSun"/>
                      <w:sz w:val="21"/>
                      <w:szCs w:val="21"/>
                    </w:rPr>
                    <w:t>Adj.</w:t>
                  </w:r>
                </w:p>
              </w:tc>
              <w:tc>
                <w:tcPr>
                  <w:tcW w:w="794" w:type="dxa"/>
                  <w:tcBorders>
                    <w:top w:val="single" w:sz="4" w:space="0" w:color="auto"/>
                    <w:right w:val="single" w:sz="4" w:space="0" w:color="auto"/>
                  </w:tcBorders>
                </w:tcPr>
                <w:p w14:paraId="7A6D3E1B" w14:textId="77777777" w:rsidR="003D565B" w:rsidRPr="00DC54C7" w:rsidRDefault="003D565B" w:rsidP="003D565B">
                  <w:pPr>
                    <w:rPr>
                      <w:rFonts w:eastAsia="SimSun"/>
                      <w:sz w:val="21"/>
                      <w:szCs w:val="21"/>
                    </w:rPr>
                  </w:pPr>
                  <w:r w:rsidRPr="00DC54C7">
                    <w:rPr>
                      <w:rFonts w:eastAsia="SimSun"/>
                      <w:sz w:val="21"/>
                      <w:szCs w:val="21"/>
                    </w:rPr>
                    <w:t>20,000</w:t>
                  </w:r>
                </w:p>
              </w:tc>
              <w:tc>
                <w:tcPr>
                  <w:tcW w:w="691" w:type="dxa"/>
                  <w:tcBorders>
                    <w:top w:val="single" w:sz="4" w:space="0" w:color="auto"/>
                    <w:left w:val="single" w:sz="4" w:space="0" w:color="auto"/>
                  </w:tcBorders>
                </w:tcPr>
                <w:p w14:paraId="4BF47ADC" w14:textId="77777777" w:rsidR="003D565B" w:rsidRPr="00DC54C7" w:rsidRDefault="003D565B" w:rsidP="003D565B">
                  <w:pPr>
                    <w:rPr>
                      <w:rFonts w:eastAsia="SimSun"/>
                      <w:sz w:val="21"/>
                      <w:szCs w:val="21"/>
                    </w:rPr>
                  </w:pPr>
                </w:p>
              </w:tc>
              <w:tc>
                <w:tcPr>
                  <w:tcW w:w="461" w:type="dxa"/>
                  <w:tcBorders>
                    <w:top w:val="single" w:sz="4" w:space="0" w:color="auto"/>
                  </w:tcBorders>
                </w:tcPr>
                <w:p w14:paraId="7D1A16DF" w14:textId="77777777" w:rsidR="003D565B" w:rsidRPr="00DC54C7" w:rsidRDefault="003D565B" w:rsidP="003D565B">
                  <w:pPr>
                    <w:rPr>
                      <w:rFonts w:eastAsia="SimSun"/>
                      <w:sz w:val="21"/>
                      <w:szCs w:val="21"/>
                    </w:rPr>
                  </w:pPr>
                </w:p>
              </w:tc>
            </w:tr>
          </w:tbl>
          <w:p w14:paraId="41EF72EF" w14:textId="77777777" w:rsidR="003D565B" w:rsidRPr="00DC54C7" w:rsidRDefault="003D565B" w:rsidP="00944826">
            <w:pPr>
              <w:jc w:val="center"/>
              <w:rPr>
                <w:rFonts w:eastAsia="SimSun"/>
                <w:sz w:val="21"/>
                <w:szCs w:val="21"/>
              </w:rPr>
            </w:pPr>
          </w:p>
          <w:p w14:paraId="1A19235A" w14:textId="77777777" w:rsidR="003D565B" w:rsidRPr="00DC54C7" w:rsidRDefault="003D565B" w:rsidP="00944826">
            <w:pPr>
              <w:jc w:val="center"/>
              <w:rPr>
                <w:rFonts w:eastAsia="SimSun"/>
                <w:sz w:val="21"/>
                <w:szCs w:val="21"/>
              </w:rPr>
            </w:pPr>
            <w:r w:rsidRPr="00DC54C7">
              <w:rPr>
                <w:rFonts w:eastAsia="SimSun"/>
                <w:sz w:val="21"/>
                <w:szCs w:val="21"/>
              </w:rPr>
              <w:t>+ Interest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3"/>
              <w:gridCol w:w="744"/>
              <w:gridCol w:w="691"/>
              <w:gridCol w:w="461"/>
            </w:tblGrid>
            <w:tr w:rsidR="003D565B" w:rsidRPr="00DC54C7" w14:paraId="15983F0E" w14:textId="77777777" w:rsidTr="00FA481F">
              <w:tc>
                <w:tcPr>
                  <w:tcW w:w="833" w:type="dxa"/>
                  <w:tcBorders>
                    <w:top w:val="single" w:sz="4" w:space="0" w:color="auto"/>
                  </w:tcBorders>
                </w:tcPr>
                <w:p w14:paraId="516DF615" w14:textId="77777777" w:rsidR="003D565B" w:rsidRPr="00DC54C7" w:rsidRDefault="003D565B" w:rsidP="003D565B">
                  <w:pPr>
                    <w:rPr>
                      <w:rFonts w:eastAsia="SimSun"/>
                      <w:sz w:val="21"/>
                      <w:szCs w:val="21"/>
                    </w:rPr>
                  </w:pPr>
                  <w:r w:rsidRPr="00DC54C7">
                    <w:rPr>
                      <w:rFonts w:eastAsia="SimSun"/>
                      <w:sz w:val="21"/>
                      <w:szCs w:val="21"/>
                    </w:rPr>
                    <w:t>Unadj.</w:t>
                  </w:r>
                </w:p>
              </w:tc>
              <w:tc>
                <w:tcPr>
                  <w:tcW w:w="744" w:type="dxa"/>
                  <w:tcBorders>
                    <w:top w:val="single" w:sz="4" w:space="0" w:color="auto"/>
                    <w:right w:val="single" w:sz="4" w:space="0" w:color="auto"/>
                  </w:tcBorders>
                </w:tcPr>
                <w:p w14:paraId="02865AED"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691" w:type="dxa"/>
                  <w:tcBorders>
                    <w:top w:val="single" w:sz="4" w:space="0" w:color="auto"/>
                    <w:left w:val="single" w:sz="4" w:space="0" w:color="auto"/>
                  </w:tcBorders>
                </w:tcPr>
                <w:p w14:paraId="775ADAA9" w14:textId="77777777" w:rsidR="003D565B" w:rsidRPr="00DC54C7" w:rsidRDefault="003D565B" w:rsidP="003D565B">
                  <w:pPr>
                    <w:rPr>
                      <w:rFonts w:eastAsia="SimSun"/>
                      <w:sz w:val="21"/>
                      <w:szCs w:val="21"/>
                    </w:rPr>
                  </w:pPr>
                </w:p>
              </w:tc>
              <w:tc>
                <w:tcPr>
                  <w:tcW w:w="461" w:type="dxa"/>
                  <w:tcBorders>
                    <w:top w:val="single" w:sz="4" w:space="0" w:color="auto"/>
                  </w:tcBorders>
                </w:tcPr>
                <w:p w14:paraId="738377CF" w14:textId="77777777" w:rsidR="003D565B" w:rsidRPr="00DC54C7" w:rsidRDefault="003D565B" w:rsidP="003D565B">
                  <w:pPr>
                    <w:rPr>
                      <w:rFonts w:eastAsia="SimSun"/>
                      <w:sz w:val="21"/>
                      <w:szCs w:val="21"/>
                    </w:rPr>
                  </w:pPr>
                </w:p>
              </w:tc>
            </w:tr>
            <w:tr w:rsidR="003D565B" w:rsidRPr="00DC54C7" w14:paraId="070D66E2" w14:textId="77777777" w:rsidTr="00FA481F">
              <w:tc>
                <w:tcPr>
                  <w:tcW w:w="833" w:type="dxa"/>
                  <w:tcBorders>
                    <w:bottom w:val="single" w:sz="4" w:space="0" w:color="auto"/>
                  </w:tcBorders>
                </w:tcPr>
                <w:p w14:paraId="0CB7C37F" w14:textId="77777777" w:rsidR="003D565B" w:rsidRPr="00DC54C7" w:rsidRDefault="003D565B" w:rsidP="003D565B">
                  <w:pPr>
                    <w:rPr>
                      <w:rFonts w:eastAsia="SimSun"/>
                      <w:sz w:val="21"/>
                      <w:szCs w:val="21"/>
                    </w:rPr>
                  </w:pPr>
                  <w:r w:rsidRPr="00DC54C7">
                    <w:rPr>
                      <w:rFonts w:eastAsia="SimSun"/>
                      <w:sz w:val="21"/>
                      <w:szCs w:val="21"/>
                    </w:rPr>
                    <w:t>(f)</w:t>
                  </w:r>
                </w:p>
              </w:tc>
              <w:tc>
                <w:tcPr>
                  <w:tcW w:w="744" w:type="dxa"/>
                  <w:tcBorders>
                    <w:bottom w:val="single" w:sz="4" w:space="0" w:color="auto"/>
                    <w:right w:val="single" w:sz="4" w:space="0" w:color="auto"/>
                  </w:tcBorders>
                </w:tcPr>
                <w:p w14:paraId="00D39696"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691" w:type="dxa"/>
                  <w:tcBorders>
                    <w:left w:val="single" w:sz="4" w:space="0" w:color="auto"/>
                    <w:bottom w:val="single" w:sz="4" w:space="0" w:color="auto"/>
                  </w:tcBorders>
                </w:tcPr>
                <w:p w14:paraId="5044BBDA" w14:textId="77777777" w:rsidR="003D565B" w:rsidRPr="00DC54C7" w:rsidRDefault="003D565B" w:rsidP="003D565B">
                  <w:pPr>
                    <w:rPr>
                      <w:rFonts w:eastAsia="SimSun"/>
                      <w:sz w:val="21"/>
                      <w:szCs w:val="21"/>
                    </w:rPr>
                  </w:pPr>
                </w:p>
              </w:tc>
              <w:tc>
                <w:tcPr>
                  <w:tcW w:w="461" w:type="dxa"/>
                  <w:tcBorders>
                    <w:bottom w:val="single" w:sz="4" w:space="0" w:color="auto"/>
                  </w:tcBorders>
                </w:tcPr>
                <w:p w14:paraId="77E77F59" w14:textId="77777777" w:rsidR="003D565B" w:rsidRPr="00DC54C7" w:rsidRDefault="003D565B" w:rsidP="003D565B">
                  <w:pPr>
                    <w:rPr>
                      <w:rFonts w:eastAsia="SimSun"/>
                      <w:sz w:val="21"/>
                      <w:szCs w:val="21"/>
                    </w:rPr>
                  </w:pPr>
                </w:p>
              </w:tc>
            </w:tr>
            <w:tr w:rsidR="003D565B" w:rsidRPr="00DC54C7" w14:paraId="4FFEAFDF" w14:textId="77777777" w:rsidTr="00FA481F">
              <w:tc>
                <w:tcPr>
                  <w:tcW w:w="833" w:type="dxa"/>
                  <w:tcBorders>
                    <w:top w:val="single" w:sz="4" w:space="0" w:color="auto"/>
                  </w:tcBorders>
                </w:tcPr>
                <w:p w14:paraId="28308ECC" w14:textId="77777777" w:rsidR="003D565B" w:rsidRPr="00DC54C7" w:rsidRDefault="003D565B" w:rsidP="003D565B">
                  <w:pPr>
                    <w:rPr>
                      <w:rFonts w:eastAsia="SimSun"/>
                      <w:sz w:val="21"/>
                      <w:szCs w:val="21"/>
                    </w:rPr>
                  </w:pPr>
                  <w:r w:rsidRPr="00DC54C7">
                    <w:rPr>
                      <w:rFonts w:eastAsia="SimSun"/>
                      <w:sz w:val="21"/>
                      <w:szCs w:val="21"/>
                    </w:rPr>
                    <w:t>Adj.</w:t>
                  </w:r>
                </w:p>
              </w:tc>
              <w:tc>
                <w:tcPr>
                  <w:tcW w:w="744" w:type="dxa"/>
                  <w:tcBorders>
                    <w:top w:val="single" w:sz="4" w:space="0" w:color="auto"/>
                    <w:right w:val="single" w:sz="4" w:space="0" w:color="auto"/>
                  </w:tcBorders>
                </w:tcPr>
                <w:p w14:paraId="69E2DF67"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691" w:type="dxa"/>
                  <w:tcBorders>
                    <w:top w:val="single" w:sz="4" w:space="0" w:color="auto"/>
                    <w:left w:val="single" w:sz="4" w:space="0" w:color="auto"/>
                  </w:tcBorders>
                </w:tcPr>
                <w:p w14:paraId="3FA17492" w14:textId="77777777" w:rsidR="003D565B" w:rsidRPr="00DC54C7" w:rsidRDefault="003D565B" w:rsidP="003D565B">
                  <w:pPr>
                    <w:rPr>
                      <w:rFonts w:eastAsia="SimSun"/>
                      <w:sz w:val="21"/>
                      <w:szCs w:val="21"/>
                    </w:rPr>
                  </w:pPr>
                </w:p>
              </w:tc>
              <w:tc>
                <w:tcPr>
                  <w:tcW w:w="461" w:type="dxa"/>
                  <w:tcBorders>
                    <w:top w:val="single" w:sz="4" w:space="0" w:color="auto"/>
                  </w:tcBorders>
                </w:tcPr>
                <w:p w14:paraId="3001CC13" w14:textId="77777777" w:rsidR="003D565B" w:rsidRPr="00DC54C7" w:rsidRDefault="003D565B" w:rsidP="003D565B">
                  <w:pPr>
                    <w:rPr>
                      <w:rFonts w:eastAsia="SimSun"/>
                      <w:sz w:val="21"/>
                      <w:szCs w:val="21"/>
                    </w:rPr>
                  </w:pPr>
                </w:p>
              </w:tc>
            </w:tr>
          </w:tbl>
          <w:p w14:paraId="78ADD5F9" w14:textId="77777777" w:rsidR="003D565B" w:rsidRPr="00DC54C7" w:rsidRDefault="003D565B" w:rsidP="00944826">
            <w:pPr>
              <w:jc w:val="center"/>
              <w:rPr>
                <w:rFonts w:eastAsia="SimSun"/>
                <w:sz w:val="21"/>
                <w:szCs w:val="21"/>
              </w:rPr>
            </w:pPr>
          </w:p>
          <w:p w14:paraId="3FF6BB1A" w14:textId="77777777" w:rsidR="003D565B" w:rsidRPr="00DC54C7" w:rsidRDefault="003D565B" w:rsidP="00944826">
            <w:pPr>
              <w:jc w:val="center"/>
              <w:rPr>
                <w:rFonts w:eastAsia="SimSun"/>
                <w:sz w:val="21"/>
                <w:szCs w:val="21"/>
              </w:rPr>
            </w:pPr>
            <w:r w:rsidRPr="00DC54C7">
              <w:rPr>
                <w:rFonts w:eastAsia="SimSun"/>
                <w:sz w:val="21"/>
                <w:szCs w:val="21"/>
              </w:rPr>
              <w:t>+ Property, Plant &amp; Equipment –</w:t>
            </w:r>
          </w:p>
          <w:tbl>
            <w:tblPr>
              <w:tblW w:w="278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2"/>
              <w:gridCol w:w="794"/>
              <w:gridCol w:w="691"/>
              <w:gridCol w:w="461"/>
            </w:tblGrid>
            <w:tr w:rsidR="003D565B" w:rsidRPr="00DC54C7" w14:paraId="120A500C" w14:textId="77777777" w:rsidTr="00FA481F">
              <w:tc>
                <w:tcPr>
                  <w:tcW w:w="842" w:type="dxa"/>
                  <w:tcBorders>
                    <w:top w:val="single" w:sz="4" w:space="0" w:color="auto"/>
                  </w:tcBorders>
                </w:tcPr>
                <w:p w14:paraId="7774A1D8" w14:textId="77777777" w:rsidR="003D565B" w:rsidRPr="00DC54C7" w:rsidRDefault="003D565B" w:rsidP="003D565B">
                  <w:pPr>
                    <w:rPr>
                      <w:rFonts w:eastAsia="SimSun"/>
                      <w:sz w:val="21"/>
                      <w:szCs w:val="21"/>
                    </w:rPr>
                  </w:pPr>
                  <w:r w:rsidRPr="00DC54C7">
                    <w:rPr>
                      <w:rFonts w:eastAsia="SimSun"/>
                      <w:sz w:val="21"/>
                      <w:szCs w:val="21"/>
                    </w:rPr>
                    <w:t>Unadj.</w:t>
                  </w:r>
                </w:p>
              </w:tc>
              <w:tc>
                <w:tcPr>
                  <w:tcW w:w="794" w:type="dxa"/>
                  <w:tcBorders>
                    <w:top w:val="single" w:sz="4" w:space="0" w:color="auto"/>
                    <w:right w:val="single" w:sz="4" w:space="0" w:color="auto"/>
                  </w:tcBorders>
                </w:tcPr>
                <w:p w14:paraId="5071CDA9" w14:textId="77777777" w:rsidR="003D565B" w:rsidRPr="00DC54C7" w:rsidRDefault="003D565B" w:rsidP="00944826">
                  <w:pPr>
                    <w:jc w:val="right"/>
                    <w:rPr>
                      <w:rFonts w:eastAsia="SimSun"/>
                      <w:sz w:val="21"/>
                      <w:szCs w:val="21"/>
                    </w:rPr>
                  </w:pPr>
                  <w:r w:rsidRPr="00DC54C7">
                    <w:rPr>
                      <w:rFonts w:eastAsia="SimSun"/>
                      <w:sz w:val="21"/>
                      <w:szCs w:val="21"/>
                    </w:rPr>
                    <w:t>40,000</w:t>
                  </w:r>
                </w:p>
              </w:tc>
              <w:tc>
                <w:tcPr>
                  <w:tcW w:w="691" w:type="dxa"/>
                  <w:tcBorders>
                    <w:top w:val="single" w:sz="4" w:space="0" w:color="auto"/>
                    <w:left w:val="single" w:sz="4" w:space="0" w:color="auto"/>
                  </w:tcBorders>
                </w:tcPr>
                <w:p w14:paraId="38EB9F57" w14:textId="77777777" w:rsidR="003D565B" w:rsidRPr="00DC54C7" w:rsidRDefault="003D565B" w:rsidP="003D565B">
                  <w:pPr>
                    <w:rPr>
                      <w:rFonts w:eastAsia="SimSun"/>
                      <w:sz w:val="21"/>
                      <w:szCs w:val="21"/>
                    </w:rPr>
                  </w:pPr>
                </w:p>
              </w:tc>
              <w:tc>
                <w:tcPr>
                  <w:tcW w:w="461" w:type="dxa"/>
                  <w:tcBorders>
                    <w:top w:val="single" w:sz="4" w:space="0" w:color="auto"/>
                  </w:tcBorders>
                </w:tcPr>
                <w:p w14:paraId="424CA95E" w14:textId="77777777" w:rsidR="003D565B" w:rsidRPr="00DC54C7" w:rsidRDefault="003D565B" w:rsidP="003D565B">
                  <w:pPr>
                    <w:rPr>
                      <w:rFonts w:eastAsia="SimSun"/>
                      <w:sz w:val="21"/>
                      <w:szCs w:val="21"/>
                    </w:rPr>
                  </w:pPr>
                </w:p>
              </w:tc>
            </w:tr>
            <w:tr w:rsidR="003D565B" w:rsidRPr="00DC54C7" w14:paraId="7DEF2F66" w14:textId="77777777" w:rsidTr="00FA481F">
              <w:tc>
                <w:tcPr>
                  <w:tcW w:w="842" w:type="dxa"/>
                </w:tcPr>
                <w:p w14:paraId="30AD881E" w14:textId="77777777" w:rsidR="003D565B" w:rsidRPr="00DC54C7" w:rsidRDefault="003D565B" w:rsidP="003D565B">
                  <w:pPr>
                    <w:rPr>
                      <w:rFonts w:eastAsia="SimSun"/>
                      <w:sz w:val="21"/>
                      <w:szCs w:val="21"/>
                    </w:rPr>
                  </w:pPr>
                </w:p>
              </w:tc>
              <w:tc>
                <w:tcPr>
                  <w:tcW w:w="794" w:type="dxa"/>
                  <w:tcBorders>
                    <w:right w:val="single" w:sz="4" w:space="0" w:color="auto"/>
                  </w:tcBorders>
                </w:tcPr>
                <w:p w14:paraId="0C4BC3BD" w14:textId="77777777" w:rsidR="003D565B" w:rsidRPr="00DC54C7" w:rsidRDefault="003D565B" w:rsidP="00944826">
                  <w:pPr>
                    <w:jc w:val="right"/>
                    <w:rPr>
                      <w:rFonts w:eastAsia="SimSun"/>
                      <w:sz w:val="21"/>
                      <w:szCs w:val="21"/>
                    </w:rPr>
                  </w:pPr>
                </w:p>
              </w:tc>
              <w:tc>
                <w:tcPr>
                  <w:tcW w:w="691" w:type="dxa"/>
                  <w:tcBorders>
                    <w:left w:val="single" w:sz="4" w:space="0" w:color="auto"/>
                  </w:tcBorders>
                </w:tcPr>
                <w:p w14:paraId="51A0DF29" w14:textId="77777777" w:rsidR="003D565B" w:rsidRPr="00DC54C7" w:rsidRDefault="003D565B" w:rsidP="003D565B">
                  <w:pPr>
                    <w:rPr>
                      <w:rFonts w:eastAsia="SimSun"/>
                      <w:sz w:val="21"/>
                      <w:szCs w:val="21"/>
                    </w:rPr>
                  </w:pPr>
                </w:p>
              </w:tc>
              <w:tc>
                <w:tcPr>
                  <w:tcW w:w="461" w:type="dxa"/>
                </w:tcPr>
                <w:p w14:paraId="239DF5E6" w14:textId="77777777" w:rsidR="003D565B" w:rsidRPr="00DC54C7" w:rsidRDefault="003D565B" w:rsidP="003D565B">
                  <w:pPr>
                    <w:rPr>
                      <w:rFonts w:eastAsia="SimSun"/>
                      <w:sz w:val="21"/>
                      <w:szCs w:val="21"/>
                    </w:rPr>
                  </w:pPr>
                </w:p>
              </w:tc>
            </w:tr>
            <w:tr w:rsidR="003D565B" w:rsidRPr="00DC54C7" w14:paraId="4AD3AB67" w14:textId="77777777" w:rsidTr="00FA481F">
              <w:tc>
                <w:tcPr>
                  <w:tcW w:w="842" w:type="dxa"/>
                  <w:tcBorders>
                    <w:top w:val="single" w:sz="4" w:space="0" w:color="auto"/>
                    <w:bottom w:val="single" w:sz="4" w:space="0" w:color="auto"/>
                  </w:tcBorders>
                </w:tcPr>
                <w:p w14:paraId="5BFA5AC2" w14:textId="77777777" w:rsidR="003D565B" w:rsidRPr="00DC54C7" w:rsidRDefault="003D565B" w:rsidP="003D565B">
                  <w:pPr>
                    <w:rPr>
                      <w:rFonts w:eastAsia="SimSun"/>
                      <w:sz w:val="21"/>
                      <w:szCs w:val="21"/>
                    </w:rPr>
                  </w:pPr>
                  <w:r w:rsidRPr="00DC54C7">
                    <w:rPr>
                      <w:rFonts w:eastAsia="SimSun"/>
                      <w:sz w:val="21"/>
                      <w:szCs w:val="21"/>
                    </w:rPr>
                    <w:t>Adj.</w:t>
                  </w:r>
                </w:p>
              </w:tc>
              <w:tc>
                <w:tcPr>
                  <w:tcW w:w="794" w:type="dxa"/>
                  <w:tcBorders>
                    <w:top w:val="single" w:sz="4" w:space="0" w:color="auto"/>
                    <w:bottom w:val="single" w:sz="4" w:space="0" w:color="auto"/>
                    <w:right w:val="single" w:sz="4" w:space="0" w:color="auto"/>
                  </w:tcBorders>
                </w:tcPr>
                <w:p w14:paraId="2E78A450" w14:textId="77777777" w:rsidR="003D565B" w:rsidRPr="00DC54C7" w:rsidRDefault="003D565B" w:rsidP="003D565B">
                  <w:pPr>
                    <w:rPr>
                      <w:rFonts w:eastAsia="SimSun"/>
                      <w:sz w:val="21"/>
                      <w:szCs w:val="21"/>
                    </w:rPr>
                  </w:pPr>
                  <w:r w:rsidRPr="00DC54C7">
                    <w:rPr>
                      <w:rFonts w:eastAsia="SimSun"/>
                      <w:sz w:val="21"/>
                      <w:szCs w:val="21"/>
                    </w:rPr>
                    <w:t>40,000</w:t>
                  </w:r>
                </w:p>
              </w:tc>
              <w:tc>
                <w:tcPr>
                  <w:tcW w:w="691" w:type="dxa"/>
                  <w:tcBorders>
                    <w:top w:val="single" w:sz="4" w:space="0" w:color="auto"/>
                    <w:left w:val="single" w:sz="4" w:space="0" w:color="auto"/>
                    <w:bottom w:val="single" w:sz="4" w:space="0" w:color="auto"/>
                  </w:tcBorders>
                </w:tcPr>
                <w:p w14:paraId="654450C0" w14:textId="77777777" w:rsidR="003D565B" w:rsidRPr="00DC54C7" w:rsidRDefault="003D565B" w:rsidP="003D565B">
                  <w:pPr>
                    <w:rPr>
                      <w:rFonts w:eastAsia="SimSun"/>
                      <w:sz w:val="21"/>
                      <w:szCs w:val="21"/>
                    </w:rPr>
                  </w:pPr>
                </w:p>
              </w:tc>
              <w:tc>
                <w:tcPr>
                  <w:tcW w:w="461" w:type="dxa"/>
                  <w:tcBorders>
                    <w:top w:val="single" w:sz="4" w:space="0" w:color="auto"/>
                    <w:bottom w:val="single" w:sz="4" w:space="0" w:color="auto"/>
                  </w:tcBorders>
                </w:tcPr>
                <w:p w14:paraId="08DABEBA" w14:textId="77777777" w:rsidR="003D565B" w:rsidRPr="00DC54C7" w:rsidRDefault="003D565B" w:rsidP="003D565B">
                  <w:pPr>
                    <w:rPr>
                      <w:rFonts w:eastAsia="SimSun"/>
                      <w:sz w:val="21"/>
                      <w:szCs w:val="21"/>
                    </w:rPr>
                  </w:pPr>
                </w:p>
              </w:tc>
            </w:tr>
          </w:tbl>
          <w:p w14:paraId="35637359" w14:textId="77777777" w:rsidR="003D565B" w:rsidRPr="00DC54C7" w:rsidRDefault="003D565B" w:rsidP="00944826">
            <w:pPr>
              <w:tabs>
                <w:tab w:val="left" w:pos="944"/>
                <w:tab w:val="left" w:pos="1826"/>
                <w:tab w:val="left" w:pos="2223"/>
              </w:tabs>
              <w:rPr>
                <w:rFonts w:eastAsia="SimSun"/>
                <w:sz w:val="21"/>
                <w:szCs w:val="21"/>
              </w:rPr>
            </w:pPr>
          </w:p>
          <w:p w14:paraId="434CEA82"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Accumulated </w:t>
            </w:r>
            <w:r w:rsidR="00F01DA3" w:rsidRPr="00DC54C7">
              <w:rPr>
                <w:rFonts w:eastAsia="SimSun"/>
                <w:szCs w:val="22"/>
              </w:rPr>
              <w:t>Depr</w:t>
            </w:r>
            <w:r w:rsidR="00F01DA3">
              <w:rPr>
                <w:rFonts w:eastAsia="SimSun"/>
                <w:szCs w:val="22"/>
              </w:rPr>
              <w:t>eciation</w:t>
            </w:r>
            <w:r w:rsidR="003D565B" w:rsidRPr="00DC54C7">
              <w:rPr>
                <w:rFonts w:eastAsia="SimSun"/>
                <w:sz w:val="21"/>
                <w:szCs w:val="21"/>
              </w:rPr>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4"/>
              <w:gridCol w:w="633"/>
              <w:gridCol w:w="689"/>
              <w:gridCol w:w="782"/>
            </w:tblGrid>
            <w:tr w:rsidR="003D565B" w:rsidRPr="00DC54C7" w14:paraId="1189CD6D" w14:textId="77777777" w:rsidTr="00944826">
              <w:tc>
                <w:tcPr>
                  <w:tcW w:w="863" w:type="dxa"/>
                  <w:tcBorders>
                    <w:top w:val="single" w:sz="4" w:space="0" w:color="auto"/>
                  </w:tcBorders>
                </w:tcPr>
                <w:p w14:paraId="78CD5A82" w14:textId="77777777" w:rsidR="003D565B" w:rsidRPr="00DC54C7" w:rsidRDefault="003D565B" w:rsidP="003D565B">
                  <w:pPr>
                    <w:rPr>
                      <w:rFonts w:eastAsia="SimSun"/>
                      <w:sz w:val="21"/>
                      <w:szCs w:val="21"/>
                    </w:rPr>
                  </w:pPr>
                </w:p>
              </w:tc>
              <w:tc>
                <w:tcPr>
                  <w:tcW w:w="793" w:type="dxa"/>
                  <w:tcBorders>
                    <w:top w:val="single" w:sz="4" w:space="0" w:color="auto"/>
                    <w:right w:val="single" w:sz="4" w:space="0" w:color="auto"/>
                  </w:tcBorders>
                </w:tcPr>
                <w:p w14:paraId="791632E5" w14:textId="77777777" w:rsidR="003D565B" w:rsidRPr="00DC54C7" w:rsidRDefault="003D565B" w:rsidP="00944826">
                  <w:pPr>
                    <w:jc w:val="right"/>
                    <w:rPr>
                      <w:rFonts w:eastAsia="SimSun"/>
                      <w:sz w:val="21"/>
                      <w:szCs w:val="21"/>
                    </w:rPr>
                  </w:pPr>
                </w:p>
              </w:tc>
              <w:tc>
                <w:tcPr>
                  <w:tcW w:w="662" w:type="dxa"/>
                  <w:tcBorders>
                    <w:top w:val="single" w:sz="4" w:space="0" w:color="auto"/>
                    <w:left w:val="single" w:sz="4" w:space="0" w:color="auto"/>
                  </w:tcBorders>
                </w:tcPr>
                <w:p w14:paraId="63AB7D31"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662" w:type="dxa"/>
                  <w:tcBorders>
                    <w:top w:val="single" w:sz="4" w:space="0" w:color="auto"/>
                  </w:tcBorders>
                </w:tcPr>
                <w:p w14:paraId="44EEA056"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56226E00" w14:textId="77777777" w:rsidTr="00944826">
              <w:tc>
                <w:tcPr>
                  <w:tcW w:w="863" w:type="dxa"/>
                  <w:tcBorders>
                    <w:bottom w:val="single" w:sz="4" w:space="0" w:color="auto"/>
                  </w:tcBorders>
                </w:tcPr>
                <w:p w14:paraId="6E9A7B54" w14:textId="77777777" w:rsidR="003D565B" w:rsidRPr="00DC54C7" w:rsidRDefault="003D565B" w:rsidP="003D565B">
                  <w:pPr>
                    <w:rPr>
                      <w:rFonts w:eastAsia="SimSun"/>
                      <w:sz w:val="21"/>
                      <w:szCs w:val="21"/>
                    </w:rPr>
                  </w:pPr>
                </w:p>
              </w:tc>
              <w:tc>
                <w:tcPr>
                  <w:tcW w:w="793" w:type="dxa"/>
                  <w:tcBorders>
                    <w:bottom w:val="single" w:sz="4" w:space="0" w:color="auto"/>
                    <w:right w:val="single" w:sz="4" w:space="0" w:color="auto"/>
                  </w:tcBorders>
                </w:tcPr>
                <w:p w14:paraId="377A3037" w14:textId="77777777" w:rsidR="003D565B" w:rsidRPr="00DC54C7" w:rsidRDefault="003D565B" w:rsidP="00944826">
                  <w:pPr>
                    <w:jc w:val="right"/>
                    <w:rPr>
                      <w:rFonts w:eastAsia="SimSun"/>
                      <w:sz w:val="21"/>
                      <w:szCs w:val="21"/>
                    </w:rPr>
                  </w:pPr>
                </w:p>
              </w:tc>
              <w:tc>
                <w:tcPr>
                  <w:tcW w:w="662" w:type="dxa"/>
                  <w:tcBorders>
                    <w:left w:val="single" w:sz="4" w:space="0" w:color="auto"/>
                    <w:bottom w:val="single" w:sz="4" w:space="0" w:color="auto"/>
                  </w:tcBorders>
                </w:tcPr>
                <w:p w14:paraId="65987AA1" w14:textId="77777777" w:rsidR="003D565B" w:rsidRPr="00DC54C7" w:rsidRDefault="003D565B" w:rsidP="00944826">
                  <w:pPr>
                    <w:jc w:val="right"/>
                    <w:rPr>
                      <w:rFonts w:eastAsia="SimSun"/>
                      <w:sz w:val="21"/>
                      <w:szCs w:val="21"/>
                    </w:rPr>
                  </w:pPr>
                  <w:r w:rsidRPr="00DC54C7">
                    <w:rPr>
                      <w:rFonts w:eastAsia="SimSun"/>
                      <w:sz w:val="21"/>
                      <w:szCs w:val="21"/>
                    </w:rPr>
                    <w:t>2,000</w:t>
                  </w:r>
                </w:p>
              </w:tc>
              <w:tc>
                <w:tcPr>
                  <w:tcW w:w="662" w:type="dxa"/>
                  <w:tcBorders>
                    <w:bottom w:val="single" w:sz="4" w:space="0" w:color="auto"/>
                  </w:tcBorders>
                </w:tcPr>
                <w:p w14:paraId="25A56BB9" w14:textId="77777777" w:rsidR="003D565B" w:rsidRPr="00DC54C7" w:rsidRDefault="003D565B" w:rsidP="003D565B">
                  <w:pPr>
                    <w:rPr>
                      <w:rFonts w:eastAsia="SimSun"/>
                      <w:sz w:val="21"/>
                      <w:szCs w:val="21"/>
                    </w:rPr>
                  </w:pPr>
                  <w:r w:rsidRPr="00DC54C7">
                    <w:rPr>
                      <w:rFonts w:eastAsia="SimSun"/>
                      <w:sz w:val="21"/>
                      <w:szCs w:val="21"/>
                    </w:rPr>
                    <w:t>(d)</w:t>
                  </w:r>
                </w:p>
              </w:tc>
            </w:tr>
            <w:tr w:rsidR="003D565B" w:rsidRPr="00DC54C7" w14:paraId="350B9556" w14:textId="77777777" w:rsidTr="00944826">
              <w:tc>
                <w:tcPr>
                  <w:tcW w:w="863" w:type="dxa"/>
                  <w:tcBorders>
                    <w:top w:val="single" w:sz="4" w:space="0" w:color="auto"/>
                  </w:tcBorders>
                </w:tcPr>
                <w:p w14:paraId="01E2CF05" w14:textId="77777777" w:rsidR="003D565B" w:rsidRPr="00DC54C7" w:rsidRDefault="003D565B" w:rsidP="003D565B">
                  <w:pPr>
                    <w:rPr>
                      <w:rFonts w:eastAsia="SimSun"/>
                      <w:sz w:val="21"/>
                      <w:szCs w:val="21"/>
                    </w:rPr>
                  </w:pPr>
                </w:p>
              </w:tc>
              <w:tc>
                <w:tcPr>
                  <w:tcW w:w="793" w:type="dxa"/>
                  <w:tcBorders>
                    <w:top w:val="single" w:sz="4" w:space="0" w:color="auto"/>
                    <w:right w:val="single" w:sz="4" w:space="0" w:color="auto"/>
                  </w:tcBorders>
                </w:tcPr>
                <w:p w14:paraId="752C9E32" w14:textId="77777777" w:rsidR="003D565B" w:rsidRPr="00DC54C7" w:rsidRDefault="003D565B" w:rsidP="003D565B">
                  <w:pPr>
                    <w:rPr>
                      <w:rFonts w:eastAsia="SimSun"/>
                      <w:sz w:val="21"/>
                      <w:szCs w:val="21"/>
                    </w:rPr>
                  </w:pPr>
                </w:p>
              </w:tc>
              <w:tc>
                <w:tcPr>
                  <w:tcW w:w="662" w:type="dxa"/>
                  <w:tcBorders>
                    <w:top w:val="single" w:sz="4" w:space="0" w:color="auto"/>
                    <w:left w:val="single" w:sz="4" w:space="0" w:color="auto"/>
                  </w:tcBorders>
                </w:tcPr>
                <w:p w14:paraId="4BBDEAE3" w14:textId="77777777" w:rsidR="003D565B" w:rsidRPr="00DC54C7" w:rsidRDefault="003D565B" w:rsidP="003D565B">
                  <w:pPr>
                    <w:rPr>
                      <w:rFonts w:eastAsia="SimSun"/>
                      <w:sz w:val="21"/>
                      <w:szCs w:val="21"/>
                    </w:rPr>
                  </w:pPr>
                  <w:r w:rsidRPr="00DC54C7">
                    <w:rPr>
                      <w:rFonts w:eastAsia="SimSun"/>
                      <w:sz w:val="21"/>
                      <w:szCs w:val="21"/>
                    </w:rPr>
                    <w:t>2,000</w:t>
                  </w:r>
                </w:p>
              </w:tc>
              <w:tc>
                <w:tcPr>
                  <w:tcW w:w="662" w:type="dxa"/>
                  <w:tcBorders>
                    <w:top w:val="single" w:sz="4" w:space="0" w:color="auto"/>
                  </w:tcBorders>
                </w:tcPr>
                <w:p w14:paraId="4FE8E7A5" w14:textId="77777777" w:rsidR="003D565B" w:rsidRPr="00DC54C7" w:rsidRDefault="003D565B" w:rsidP="003D565B">
                  <w:pPr>
                    <w:rPr>
                      <w:rFonts w:eastAsia="SimSun"/>
                      <w:sz w:val="21"/>
                      <w:szCs w:val="21"/>
                    </w:rPr>
                  </w:pPr>
                </w:p>
              </w:tc>
            </w:tr>
          </w:tbl>
          <w:p w14:paraId="186CC967" w14:textId="77777777" w:rsidR="003D565B" w:rsidRPr="00DC54C7" w:rsidRDefault="003D565B" w:rsidP="003D565B">
            <w:pPr>
              <w:rPr>
                <w:rFonts w:eastAsia="SimSun"/>
                <w:sz w:val="21"/>
                <w:szCs w:val="21"/>
              </w:rPr>
            </w:pPr>
          </w:p>
        </w:tc>
        <w:tc>
          <w:tcPr>
            <w:tcW w:w="2728" w:type="dxa"/>
          </w:tcPr>
          <w:p w14:paraId="207740FF"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10"/>
              <w:gridCol w:w="544"/>
              <w:gridCol w:w="599"/>
              <w:gridCol w:w="849"/>
            </w:tblGrid>
            <w:tr w:rsidR="003D565B" w:rsidRPr="00DC54C7" w14:paraId="6D6F9DD0" w14:textId="77777777" w:rsidTr="00A854B2">
              <w:tc>
                <w:tcPr>
                  <w:tcW w:w="510" w:type="dxa"/>
                  <w:tcBorders>
                    <w:top w:val="single" w:sz="4" w:space="0" w:color="auto"/>
                  </w:tcBorders>
                </w:tcPr>
                <w:p w14:paraId="1A05428B" w14:textId="77777777" w:rsidR="003D565B" w:rsidRPr="00DC54C7" w:rsidRDefault="003D565B" w:rsidP="003D565B">
                  <w:pPr>
                    <w:rPr>
                      <w:rFonts w:eastAsia="SimSun"/>
                      <w:sz w:val="21"/>
                      <w:szCs w:val="21"/>
                    </w:rPr>
                  </w:pPr>
                </w:p>
              </w:tc>
              <w:tc>
                <w:tcPr>
                  <w:tcW w:w="544" w:type="dxa"/>
                  <w:tcBorders>
                    <w:top w:val="single" w:sz="4" w:space="0" w:color="auto"/>
                    <w:right w:val="single" w:sz="4" w:space="0" w:color="auto"/>
                  </w:tcBorders>
                </w:tcPr>
                <w:p w14:paraId="56D6820C" w14:textId="77777777" w:rsidR="003D565B" w:rsidRPr="00DC54C7" w:rsidRDefault="003D565B" w:rsidP="003D565B">
                  <w:pPr>
                    <w:rPr>
                      <w:rFonts w:eastAsia="SimSun"/>
                      <w:sz w:val="21"/>
                      <w:szCs w:val="21"/>
                    </w:rPr>
                  </w:pPr>
                </w:p>
              </w:tc>
              <w:tc>
                <w:tcPr>
                  <w:tcW w:w="599" w:type="dxa"/>
                  <w:tcBorders>
                    <w:top w:val="single" w:sz="4" w:space="0" w:color="auto"/>
                    <w:left w:val="single" w:sz="4" w:space="0" w:color="auto"/>
                  </w:tcBorders>
                </w:tcPr>
                <w:p w14:paraId="7E47DEFF" w14:textId="77777777" w:rsidR="003D565B" w:rsidRPr="00DC54C7" w:rsidRDefault="003D565B" w:rsidP="00944826">
                  <w:pPr>
                    <w:jc w:val="right"/>
                    <w:rPr>
                      <w:rFonts w:eastAsia="SimSun"/>
                      <w:sz w:val="21"/>
                      <w:szCs w:val="21"/>
                    </w:rPr>
                  </w:pPr>
                  <w:r w:rsidRPr="00DC54C7">
                    <w:rPr>
                      <w:rFonts w:eastAsia="SimSun"/>
                      <w:sz w:val="21"/>
                      <w:szCs w:val="21"/>
                    </w:rPr>
                    <w:t>250</w:t>
                  </w:r>
                </w:p>
              </w:tc>
              <w:tc>
                <w:tcPr>
                  <w:tcW w:w="849" w:type="dxa"/>
                  <w:tcBorders>
                    <w:top w:val="single" w:sz="4" w:space="0" w:color="auto"/>
                  </w:tcBorders>
                </w:tcPr>
                <w:p w14:paraId="2642D845"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7D38EFCC" w14:textId="77777777" w:rsidTr="00A854B2">
              <w:tc>
                <w:tcPr>
                  <w:tcW w:w="510" w:type="dxa"/>
                  <w:tcBorders>
                    <w:bottom w:val="single" w:sz="4" w:space="0" w:color="auto"/>
                  </w:tcBorders>
                </w:tcPr>
                <w:p w14:paraId="6E063117" w14:textId="77777777" w:rsidR="003D565B" w:rsidRPr="00DC54C7" w:rsidRDefault="003D565B" w:rsidP="003D565B">
                  <w:pPr>
                    <w:rPr>
                      <w:rFonts w:eastAsia="SimSun"/>
                      <w:sz w:val="21"/>
                      <w:szCs w:val="21"/>
                    </w:rPr>
                  </w:pPr>
                </w:p>
              </w:tc>
              <w:tc>
                <w:tcPr>
                  <w:tcW w:w="544" w:type="dxa"/>
                  <w:tcBorders>
                    <w:bottom w:val="single" w:sz="4" w:space="0" w:color="auto"/>
                    <w:right w:val="single" w:sz="4" w:space="0" w:color="auto"/>
                  </w:tcBorders>
                </w:tcPr>
                <w:p w14:paraId="7E963B5C" w14:textId="77777777" w:rsidR="003D565B" w:rsidRPr="00DC54C7" w:rsidRDefault="003D565B" w:rsidP="003D565B">
                  <w:pPr>
                    <w:rPr>
                      <w:rFonts w:eastAsia="SimSun"/>
                      <w:sz w:val="21"/>
                      <w:szCs w:val="21"/>
                    </w:rPr>
                  </w:pPr>
                </w:p>
              </w:tc>
              <w:tc>
                <w:tcPr>
                  <w:tcW w:w="599" w:type="dxa"/>
                  <w:tcBorders>
                    <w:left w:val="single" w:sz="4" w:space="0" w:color="auto"/>
                    <w:bottom w:val="single" w:sz="4" w:space="0" w:color="auto"/>
                  </w:tcBorders>
                </w:tcPr>
                <w:p w14:paraId="647029F0" w14:textId="77777777" w:rsidR="003D565B" w:rsidRPr="00DC54C7" w:rsidRDefault="003D565B" w:rsidP="00944826">
                  <w:pPr>
                    <w:jc w:val="right"/>
                    <w:rPr>
                      <w:rFonts w:eastAsia="SimSun"/>
                      <w:sz w:val="21"/>
                      <w:szCs w:val="21"/>
                    </w:rPr>
                  </w:pPr>
                </w:p>
              </w:tc>
              <w:tc>
                <w:tcPr>
                  <w:tcW w:w="849" w:type="dxa"/>
                  <w:tcBorders>
                    <w:bottom w:val="single" w:sz="4" w:space="0" w:color="auto"/>
                  </w:tcBorders>
                </w:tcPr>
                <w:p w14:paraId="3E05BD38" w14:textId="77777777" w:rsidR="003D565B" w:rsidRPr="00DC54C7" w:rsidRDefault="003D565B" w:rsidP="003D565B">
                  <w:pPr>
                    <w:rPr>
                      <w:rFonts w:eastAsia="SimSun"/>
                      <w:sz w:val="21"/>
                      <w:szCs w:val="21"/>
                    </w:rPr>
                  </w:pPr>
                </w:p>
              </w:tc>
            </w:tr>
            <w:tr w:rsidR="003D565B" w:rsidRPr="00DC54C7" w14:paraId="2EFEDE09" w14:textId="77777777" w:rsidTr="00A854B2">
              <w:tc>
                <w:tcPr>
                  <w:tcW w:w="510" w:type="dxa"/>
                  <w:tcBorders>
                    <w:top w:val="single" w:sz="4" w:space="0" w:color="auto"/>
                  </w:tcBorders>
                </w:tcPr>
                <w:p w14:paraId="0C5458E1" w14:textId="77777777" w:rsidR="003D565B" w:rsidRPr="00DC54C7" w:rsidRDefault="003D565B" w:rsidP="003D565B">
                  <w:pPr>
                    <w:rPr>
                      <w:rFonts w:eastAsia="SimSun"/>
                      <w:sz w:val="21"/>
                      <w:szCs w:val="21"/>
                    </w:rPr>
                  </w:pPr>
                </w:p>
              </w:tc>
              <w:tc>
                <w:tcPr>
                  <w:tcW w:w="544" w:type="dxa"/>
                  <w:tcBorders>
                    <w:top w:val="single" w:sz="4" w:space="0" w:color="auto"/>
                    <w:right w:val="single" w:sz="4" w:space="0" w:color="auto"/>
                  </w:tcBorders>
                </w:tcPr>
                <w:p w14:paraId="1AE25548" w14:textId="77777777" w:rsidR="003D565B" w:rsidRPr="00DC54C7" w:rsidRDefault="003D565B" w:rsidP="003D565B">
                  <w:pPr>
                    <w:rPr>
                      <w:rFonts w:eastAsia="SimSun"/>
                      <w:sz w:val="21"/>
                      <w:szCs w:val="21"/>
                    </w:rPr>
                  </w:pPr>
                </w:p>
              </w:tc>
              <w:tc>
                <w:tcPr>
                  <w:tcW w:w="599" w:type="dxa"/>
                  <w:tcBorders>
                    <w:top w:val="single" w:sz="4" w:space="0" w:color="auto"/>
                    <w:left w:val="single" w:sz="4" w:space="0" w:color="auto"/>
                  </w:tcBorders>
                </w:tcPr>
                <w:p w14:paraId="77EE5EB4" w14:textId="77777777" w:rsidR="003D565B" w:rsidRPr="00DC54C7" w:rsidRDefault="003D565B" w:rsidP="00944826">
                  <w:pPr>
                    <w:jc w:val="right"/>
                    <w:rPr>
                      <w:rFonts w:eastAsia="SimSun"/>
                      <w:sz w:val="21"/>
                      <w:szCs w:val="21"/>
                    </w:rPr>
                  </w:pPr>
                  <w:r w:rsidRPr="00DC54C7">
                    <w:rPr>
                      <w:rFonts w:eastAsia="SimSun"/>
                      <w:sz w:val="21"/>
                      <w:szCs w:val="21"/>
                    </w:rPr>
                    <w:t>250</w:t>
                  </w:r>
                </w:p>
              </w:tc>
              <w:tc>
                <w:tcPr>
                  <w:tcW w:w="849" w:type="dxa"/>
                  <w:tcBorders>
                    <w:top w:val="single" w:sz="4" w:space="0" w:color="auto"/>
                  </w:tcBorders>
                </w:tcPr>
                <w:p w14:paraId="0EB41E66" w14:textId="77777777" w:rsidR="003D565B" w:rsidRPr="00DC54C7" w:rsidRDefault="003D565B" w:rsidP="003D565B">
                  <w:pPr>
                    <w:rPr>
                      <w:rFonts w:eastAsia="SimSun"/>
                      <w:sz w:val="21"/>
                      <w:szCs w:val="21"/>
                    </w:rPr>
                  </w:pPr>
                  <w:r w:rsidRPr="00DC54C7">
                    <w:rPr>
                      <w:rFonts w:eastAsia="SimSun"/>
                      <w:sz w:val="21"/>
                      <w:szCs w:val="21"/>
                    </w:rPr>
                    <w:t>Adj.</w:t>
                  </w:r>
                </w:p>
              </w:tc>
            </w:tr>
          </w:tbl>
          <w:p w14:paraId="0298D4D7" w14:textId="77777777" w:rsidR="003D565B" w:rsidRPr="00DC54C7" w:rsidRDefault="003D565B" w:rsidP="003D565B">
            <w:pPr>
              <w:rPr>
                <w:rFonts w:eastAsia="SimSun"/>
                <w:sz w:val="21"/>
                <w:szCs w:val="21"/>
              </w:rPr>
            </w:pPr>
          </w:p>
          <w:p w14:paraId="3C2A0037"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Dividend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07"/>
              <w:gridCol w:w="547"/>
              <w:gridCol w:w="605"/>
              <w:gridCol w:w="848"/>
            </w:tblGrid>
            <w:tr w:rsidR="003D565B" w:rsidRPr="00DC54C7" w14:paraId="4598616D" w14:textId="77777777" w:rsidTr="00FA481F">
              <w:tc>
                <w:tcPr>
                  <w:tcW w:w="507" w:type="dxa"/>
                  <w:tcBorders>
                    <w:top w:val="single" w:sz="4" w:space="0" w:color="auto"/>
                  </w:tcBorders>
                </w:tcPr>
                <w:p w14:paraId="32571C18" w14:textId="77777777" w:rsidR="003D565B" w:rsidRPr="00DC54C7" w:rsidRDefault="003D565B" w:rsidP="003D565B">
                  <w:pPr>
                    <w:rPr>
                      <w:rFonts w:eastAsia="SimSun"/>
                      <w:sz w:val="21"/>
                      <w:szCs w:val="21"/>
                    </w:rPr>
                  </w:pPr>
                </w:p>
              </w:tc>
              <w:tc>
                <w:tcPr>
                  <w:tcW w:w="547" w:type="dxa"/>
                  <w:tcBorders>
                    <w:top w:val="single" w:sz="4" w:space="0" w:color="auto"/>
                    <w:right w:val="single" w:sz="4" w:space="0" w:color="auto"/>
                  </w:tcBorders>
                </w:tcPr>
                <w:p w14:paraId="52DD9497" w14:textId="77777777" w:rsidR="003D565B" w:rsidRPr="00DC54C7" w:rsidRDefault="003D565B" w:rsidP="003D565B">
                  <w:pPr>
                    <w:rPr>
                      <w:rFonts w:eastAsia="SimSun"/>
                      <w:sz w:val="21"/>
                      <w:szCs w:val="21"/>
                    </w:rPr>
                  </w:pPr>
                </w:p>
              </w:tc>
              <w:tc>
                <w:tcPr>
                  <w:tcW w:w="605" w:type="dxa"/>
                  <w:tcBorders>
                    <w:top w:val="single" w:sz="4" w:space="0" w:color="auto"/>
                    <w:left w:val="single" w:sz="4" w:space="0" w:color="auto"/>
                  </w:tcBorders>
                </w:tcPr>
                <w:p w14:paraId="199A56D3"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848" w:type="dxa"/>
                  <w:tcBorders>
                    <w:top w:val="single" w:sz="4" w:space="0" w:color="auto"/>
                  </w:tcBorders>
                </w:tcPr>
                <w:p w14:paraId="51019AB1"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551A398B" w14:textId="77777777" w:rsidTr="00FA481F">
              <w:tc>
                <w:tcPr>
                  <w:tcW w:w="507" w:type="dxa"/>
                  <w:tcBorders>
                    <w:bottom w:val="single" w:sz="4" w:space="0" w:color="auto"/>
                  </w:tcBorders>
                </w:tcPr>
                <w:p w14:paraId="01DE665F" w14:textId="77777777" w:rsidR="003D565B" w:rsidRPr="00DC54C7" w:rsidRDefault="003D565B" w:rsidP="003D565B">
                  <w:pPr>
                    <w:rPr>
                      <w:rFonts w:eastAsia="SimSun"/>
                      <w:sz w:val="21"/>
                      <w:szCs w:val="21"/>
                    </w:rPr>
                  </w:pPr>
                </w:p>
              </w:tc>
              <w:tc>
                <w:tcPr>
                  <w:tcW w:w="547" w:type="dxa"/>
                  <w:tcBorders>
                    <w:bottom w:val="single" w:sz="4" w:space="0" w:color="auto"/>
                    <w:right w:val="single" w:sz="4" w:space="0" w:color="auto"/>
                  </w:tcBorders>
                </w:tcPr>
                <w:p w14:paraId="4C0A00D6" w14:textId="77777777" w:rsidR="003D565B" w:rsidRPr="00DC54C7" w:rsidRDefault="003D565B" w:rsidP="003D565B">
                  <w:pPr>
                    <w:rPr>
                      <w:rFonts w:eastAsia="SimSun"/>
                      <w:sz w:val="21"/>
                      <w:szCs w:val="21"/>
                    </w:rPr>
                  </w:pPr>
                </w:p>
              </w:tc>
              <w:tc>
                <w:tcPr>
                  <w:tcW w:w="605" w:type="dxa"/>
                  <w:tcBorders>
                    <w:left w:val="single" w:sz="4" w:space="0" w:color="auto"/>
                    <w:bottom w:val="single" w:sz="4" w:space="0" w:color="auto"/>
                  </w:tcBorders>
                </w:tcPr>
                <w:p w14:paraId="36CEDFAC"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848" w:type="dxa"/>
                  <w:tcBorders>
                    <w:bottom w:val="single" w:sz="4" w:space="0" w:color="auto"/>
                  </w:tcBorders>
                </w:tcPr>
                <w:p w14:paraId="3967905E" w14:textId="77777777" w:rsidR="003D565B" w:rsidRPr="00DC54C7" w:rsidRDefault="003D565B" w:rsidP="003D565B">
                  <w:pPr>
                    <w:rPr>
                      <w:rFonts w:eastAsia="SimSun"/>
                      <w:sz w:val="21"/>
                      <w:szCs w:val="21"/>
                    </w:rPr>
                  </w:pPr>
                  <w:r w:rsidRPr="00DC54C7">
                    <w:rPr>
                      <w:rFonts w:eastAsia="SimSun"/>
                      <w:sz w:val="21"/>
                      <w:szCs w:val="21"/>
                    </w:rPr>
                    <w:t>(i)</w:t>
                  </w:r>
                </w:p>
              </w:tc>
            </w:tr>
            <w:tr w:rsidR="003D565B" w:rsidRPr="00DC54C7" w14:paraId="56428459" w14:textId="77777777" w:rsidTr="00FA481F">
              <w:tc>
                <w:tcPr>
                  <w:tcW w:w="507" w:type="dxa"/>
                  <w:tcBorders>
                    <w:top w:val="single" w:sz="4" w:space="0" w:color="auto"/>
                  </w:tcBorders>
                </w:tcPr>
                <w:p w14:paraId="6A1E69B4" w14:textId="77777777" w:rsidR="003D565B" w:rsidRPr="00DC54C7" w:rsidRDefault="003D565B" w:rsidP="003D565B">
                  <w:pPr>
                    <w:rPr>
                      <w:rFonts w:eastAsia="SimSun"/>
                      <w:sz w:val="21"/>
                      <w:szCs w:val="21"/>
                    </w:rPr>
                  </w:pPr>
                </w:p>
              </w:tc>
              <w:tc>
                <w:tcPr>
                  <w:tcW w:w="547" w:type="dxa"/>
                  <w:tcBorders>
                    <w:top w:val="single" w:sz="4" w:space="0" w:color="auto"/>
                    <w:right w:val="single" w:sz="4" w:space="0" w:color="auto"/>
                  </w:tcBorders>
                </w:tcPr>
                <w:p w14:paraId="2BCA00EC" w14:textId="77777777" w:rsidR="003D565B" w:rsidRPr="00DC54C7" w:rsidRDefault="003D565B" w:rsidP="003D565B">
                  <w:pPr>
                    <w:rPr>
                      <w:rFonts w:eastAsia="SimSun"/>
                      <w:sz w:val="21"/>
                      <w:szCs w:val="21"/>
                    </w:rPr>
                  </w:pPr>
                </w:p>
              </w:tc>
              <w:tc>
                <w:tcPr>
                  <w:tcW w:w="605" w:type="dxa"/>
                  <w:tcBorders>
                    <w:top w:val="single" w:sz="4" w:space="0" w:color="auto"/>
                    <w:left w:val="single" w:sz="4" w:space="0" w:color="auto"/>
                  </w:tcBorders>
                </w:tcPr>
                <w:p w14:paraId="7F92321A"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848" w:type="dxa"/>
                  <w:tcBorders>
                    <w:top w:val="single" w:sz="4" w:space="0" w:color="auto"/>
                  </w:tcBorders>
                </w:tcPr>
                <w:p w14:paraId="2698FD84" w14:textId="77777777" w:rsidR="003D565B" w:rsidRPr="00DC54C7" w:rsidRDefault="003D565B" w:rsidP="003D565B">
                  <w:pPr>
                    <w:rPr>
                      <w:rFonts w:eastAsia="SimSun"/>
                      <w:sz w:val="21"/>
                      <w:szCs w:val="21"/>
                    </w:rPr>
                  </w:pPr>
                  <w:r w:rsidRPr="00DC54C7">
                    <w:rPr>
                      <w:rFonts w:eastAsia="SimSun"/>
                      <w:sz w:val="21"/>
                      <w:szCs w:val="21"/>
                    </w:rPr>
                    <w:t>Adj.</w:t>
                  </w:r>
                </w:p>
              </w:tc>
            </w:tr>
          </w:tbl>
          <w:p w14:paraId="50DC2A8A" w14:textId="77777777" w:rsidR="003D565B" w:rsidRPr="00DC54C7" w:rsidRDefault="003D565B" w:rsidP="003D565B">
            <w:pPr>
              <w:rPr>
                <w:rFonts w:eastAsia="SimSun"/>
                <w:sz w:val="21"/>
                <w:szCs w:val="21"/>
              </w:rPr>
            </w:pPr>
          </w:p>
          <w:p w14:paraId="2958D2AA"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Unearned Revenue +</w:t>
            </w:r>
          </w:p>
          <w:tbl>
            <w:tblPr>
              <w:tblW w:w="2547"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84"/>
              <w:gridCol w:w="554"/>
              <w:gridCol w:w="581"/>
              <w:gridCol w:w="828"/>
            </w:tblGrid>
            <w:tr w:rsidR="003D565B" w:rsidRPr="00DC54C7" w14:paraId="27761DAC" w14:textId="77777777" w:rsidTr="00FA481F">
              <w:tc>
                <w:tcPr>
                  <w:tcW w:w="562" w:type="dxa"/>
                  <w:tcBorders>
                    <w:top w:val="single" w:sz="4" w:space="0" w:color="auto"/>
                  </w:tcBorders>
                </w:tcPr>
                <w:p w14:paraId="4F969820" w14:textId="77777777" w:rsidR="003D565B" w:rsidRPr="00DC54C7" w:rsidRDefault="003D565B" w:rsidP="003D565B">
                  <w:pPr>
                    <w:rPr>
                      <w:rFonts w:eastAsia="SimSun"/>
                      <w:sz w:val="21"/>
                      <w:szCs w:val="21"/>
                    </w:rPr>
                  </w:pPr>
                </w:p>
              </w:tc>
              <w:tc>
                <w:tcPr>
                  <w:tcW w:w="559" w:type="dxa"/>
                  <w:tcBorders>
                    <w:top w:val="single" w:sz="4" w:space="0" w:color="auto"/>
                    <w:right w:val="single" w:sz="4" w:space="0" w:color="auto"/>
                  </w:tcBorders>
                </w:tcPr>
                <w:p w14:paraId="5F56F1B1" w14:textId="77777777" w:rsidR="003D565B" w:rsidRPr="00DC54C7" w:rsidRDefault="003D565B" w:rsidP="00944826">
                  <w:pPr>
                    <w:jc w:val="right"/>
                    <w:rPr>
                      <w:rFonts w:eastAsia="SimSun"/>
                      <w:sz w:val="21"/>
                      <w:szCs w:val="21"/>
                    </w:rPr>
                  </w:pPr>
                </w:p>
              </w:tc>
              <w:tc>
                <w:tcPr>
                  <w:tcW w:w="590" w:type="dxa"/>
                  <w:tcBorders>
                    <w:top w:val="single" w:sz="4" w:space="0" w:color="auto"/>
                    <w:left w:val="single" w:sz="4" w:space="0" w:color="auto"/>
                  </w:tcBorders>
                </w:tcPr>
                <w:p w14:paraId="25830CFC" w14:textId="77777777" w:rsidR="003D565B" w:rsidRPr="00DC54C7" w:rsidRDefault="003D565B" w:rsidP="00944826">
                  <w:pPr>
                    <w:jc w:val="right"/>
                    <w:rPr>
                      <w:rFonts w:eastAsia="SimSun"/>
                      <w:sz w:val="21"/>
                      <w:szCs w:val="21"/>
                    </w:rPr>
                  </w:pPr>
                  <w:r w:rsidRPr="00DC54C7">
                    <w:rPr>
                      <w:rFonts w:eastAsia="SimSun"/>
                      <w:sz w:val="21"/>
                      <w:szCs w:val="21"/>
                    </w:rPr>
                    <w:t>500</w:t>
                  </w:r>
                </w:p>
              </w:tc>
              <w:tc>
                <w:tcPr>
                  <w:tcW w:w="836" w:type="dxa"/>
                  <w:tcBorders>
                    <w:top w:val="single" w:sz="4" w:space="0" w:color="auto"/>
                  </w:tcBorders>
                </w:tcPr>
                <w:p w14:paraId="2F95F8CA"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47E1D1AD" w14:textId="77777777" w:rsidTr="00FA481F">
              <w:tc>
                <w:tcPr>
                  <w:tcW w:w="562" w:type="dxa"/>
                  <w:tcBorders>
                    <w:bottom w:val="single" w:sz="4" w:space="0" w:color="auto"/>
                  </w:tcBorders>
                </w:tcPr>
                <w:p w14:paraId="795D237A" w14:textId="77777777" w:rsidR="003D565B" w:rsidRPr="00DC54C7" w:rsidRDefault="003D565B" w:rsidP="003D565B">
                  <w:pPr>
                    <w:rPr>
                      <w:rFonts w:eastAsia="SimSun"/>
                      <w:sz w:val="21"/>
                      <w:szCs w:val="21"/>
                    </w:rPr>
                  </w:pPr>
                  <w:r w:rsidRPr="00DC54C7">
                    <w:rPr>
                      <w:rFonts w:eastAsia="SimSun"/>
                      <w:sz w:val="21"/>
                      <w:szCs w:val="21"/>
                    </w:rPr>
                    <w:t>(e)</w:t>
                  </w:r>
                </w:p>
              </w:tc>
              <w:tc>
                <w:tcPr>
                  <w:tcW w:w="559" w:type="dxa"/>
                  <w:tcBorders>
                    <w:bottom w:val="single" w:sz="4" w:space="0" w:color="auto"/>
                    <w:right w:val="single" w:sz="4" w:space="0" w:color="auto"/>
                  </w:tcBorders>
                </w:tcPr>
                <w:p w14:paraId="0526F0EA" w14:textId="77777777" w:rsidR="003D565B" w:rsidRPr="00DC54C7" w:rsidRDefault="003D565B" w:rsidP="00944826">
                  <w:pPr>
                    <w:jc w:val="right"/>
                    <w:rPr>
                      <w:rFonts w:eastAsia="SimSun"/>
                      <w:sz w:val="21"/>
                      <w:szCs w:val="21"/>
                    </w:rPr>
                  </w:pPr>
                  <w:r w:rsidRPr="00DC54C7">
                    <w:rPr>
                      <w:rFonts w:eastAsia="SimSun"/>
                      <w:sz w:val="21"/>
                      <w:szCs w:val="21"/>
                    </w:rPr>
                    <w:t>400</w:t>
                  </w:r>
                </w:p>
              </w:tc>
              <w:tc>
                <w:tcPr>
                  <w:tcW w:w="590" w:type="dxa"/>
                  <w:tcBorders>
                    <w:left w:val="single" w:sz="4" w:space="0" w:color="auto"/>
                    <w:bottom w:val="single" w:sz="4" w:space="0" w:color="auto"/>
                  </w:tcBorders>
                </w:tcPr>
                <w:p w14:paraId="41F50292" w14:textId="77777777" w:rsidR="003D565B" w:rsidRPr="00DC54C7" w:rsidRDefault="003D565B" w:rsidP="003D565B">
                  <w:pPr>
                    <w:rPr>
                      <w:rFonts w:eastAsia="SimSun"/>
                      <w:sz w:val="21"/>
                      <w:szCs w:val="21"/>
                    </w:rPr>
                  </w:pPr>
                </w:p>
              </w:tc>
              <w:tc>
                <w:tcPr>
                  <w:tcW w:w="836" w:type="dxa"/>
                  <w:tcBorders>
                    <w:bottom w:val="single" w:sz="4" w:space="0" w:color="auto"/>
                  </w:tcBorders>
                </w:tcPr>
                <w:p w14:paraId="6F707267" w14:textId="77777777" w:rsidR="003D565B" w:rsidRPr="00DC54C7" w:rsidRDefault="003D565B" w:rsidP="003D565B">
                  <w:pPr>
                    <w:rPr>
                      <w:rFonts w:eastAsia="SimSun"/>
                      <w:sz w:val="21"/>
                      <w:szCs w:val="21"/>
                    </w:rPr>
                  </w:pPr>
                </w:p>
              </w:tc>
            </w:tr>
            <w:tr w:rsidR="003D565B" w:rsidRPr="00DC54C7" w14:paraId="1A9E547E" w14:textId="77777777" w:rsidTr="00FA481F">
              <w:tc>
                <w:tcPr>
                  <w:tcW w:w="562" w:type="dxa"/>
                  <w:tcBorders>
                    <w:top w:val="single" w:sz="4" w:space="0" w:color="auto"/>
                  </w:tcBorders>
                </w:tcPr>
                <w:p w14:paraId="3D35C838" w14:textId="77777777" w:rsidR="003D565B" w:rsidRPr="00DC54C7" w:rsidRDefault="003D565B" w:rsidP="003D565B">
                  <w:pPr>
                    <w:rPr>
                      <w:rFonts w:eastAsia="SimSun"/>
                      <w:sz w:val="21"/>
                      <w:szCs w:val="21"/>
                    </w:rPr>
                  </w:pPr>
                  <w:r w:rsidRPr="00DC54C7">
                    <w:rPr>
                      <w:rFonts w:eastAsia="SimSun"/>
                      <w:sz w:val="21"/>
                      <w:szCs w:val="21"/>
                    </w:rPr>
                    <w:t>Adj.</w:t>
                  </w:r>
                </w:p>
              </w:tc>
              <w:tc>
                <w:tcPr>
                  <w:tcW w:w="559" w:type="dxa"/>
                  <w:tcBorders>
                    <w:top w:val="single" w:sz="4" w:space="0" w:color="auto"/>
                    <w:right w:val="single" w:sz="4" w:space="0" w:color="auto"/>
                  </w:tcBorders>
                </w:tcPr>
                <w:p w14:paraId="534ED52C" w14:textId="77777777" w:rsidR="003D565B" w:rsidRPr="00DC54C7" w:rsidRDefault="003D565B" w:rsidP="003D565B">
                  <w:pPr>
                    <w:rPr>
                      <w:rFonts w:eastAsia="SimSun"/>
                      <w:sz w:val="21"/>
                      <w:szCs w:val="21"/>
                    </w:rPr>
                  </w:pPr>
                  <w:r w:rsidRPr="00DC54C7">
                    <w:rPr>
                      <w:rFonts w:eastAsia="SimSun"/>
                      <w:sz w:val="21"/>
                      <w:szCs w:val="21"/>
                    </w:rPr>
                    <w:t>100</w:t>
                  </w:r>
                </w:p>
              </w:tc>
              <w:tc>
                <w:tcPr>
                  <w:tcW w:w="590" w:type="dxa"/>
                  <w:tcBorders>
                    <w:top w:val="single" w:sz="4" w:space="0" w:color="auto"/>
                    <w:left w:val="single" w:sz="4" w:space="0" w:color="auto"/>
                  </w:tcBorders>
                </w:tcPr>
                <w:p w14:paraId="1254E81B" w14:textId="77777777" w:rsidR="003D565B" w:rsidRPr="00DC54C7" w:rsidRDefault="003D565B" w:rsidP="00944826">
                  <w:pPr>
                    <w:jc w:val="right"/>
                    <w:rPr>
                      <w:rFonts w:eastAsia="SimSun"/>
                      <w:sz w:val="21"/>
                      <w:szCs w:val="21"/>
                    </w:rPr>
                  </w:pPr>
                </w:p>
              </w:tc>
              <w:tc>
                <w:tcPr>
                  <w:tcW w:w="836" w:type="dxa"/>
                  <w:tcBorders>
                    <w:top w:val="single" w:sz="4" w:space="0" w:color="auto"/>
                  </w:tcBorders>
                </w:tcPr>
                <w:p w14:paraId="5E591598" w14:textId="77777777" w:rsidR="003D565B" w:rsidRPr="00DC54C7" w:rsidRDefault="003D565B" w:rsidP="003D565B">
                  <w:pPr>
                    <w:rPr>
                      <w:rFonts w:eastAsia="SimSun"/>
                      <w:sz w:val="21"/>
                      <w:szCs w:val="21"/>
                    </w:rPr>
                  </w:pPr>
                </w:p>
              </w:tc>
            </w:tr>
          </w:tbl>
          <w:p w14:paraId="471C2B4F" w14:textId="77777777" w:rsidR="003D565B" w:rsidRPr="00DC54C7" w:rsidRDefault="003D565B" w:rsidP="003D565B">
            <w:pPr>
              <w:rPr>
                <w:rFonts w:eastAsia="SimSun"/>
                <w:sz w:val="21"/>
                <w:szCs w:val="21"/>
              </w:rPr>
            </w:pPr>
          </w:p>
          <w:p w14:paraId="1EB63EC2"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Notes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56"/>
              <w:gridCol w:w="457"/>
              <w:gridCol w:w="794"/>
              <w:gridCol w:w="850"/>
            </w:tblGrid>
            <w:tr w:rsidR="003D565B" w:rsidRPr="00DC54C7" w14:paraId="6EDE64B8" w14:textId="77777777" w:rsidTr="00944826">
              <w:tc>
                <w:tcPr>
                  <w:tcW w:w="502" w:type="dxa"/>
                  <w:tcBorders>
                    <w:top w:val="single" w:sz="4" w:space="0" w:color="auto"/>
                    <w:bottom w:val="single" w:sz="4" w:space="0" w:color="auto"/>
                  </w:tcBorders>
                </w:tcPr>
                <w:p w14:paraId="50924FC6" w14:textId="77777777" w:rsidR="003D565B" w:rsidRPr="00DC54C7" w:rsidRDefault="003D565B" w:rsidP="003D565B">
                  <w:pPr>
                    <w:rPr>
                      <w:rFonts w:eastAsia="SimSun"/>
                      <w:sz w:val="21"/>
                      <w:szCs w:val="21"/>
                    </w:rPr>
                  </w:pPr>
                </w:p>
              </w:tc>
              <w:tc>
                <w:tcPr>
                  <w:tcW w:w="502" w:type="dxa"/>
                  <w:tcBorders>
                    <w:top w:val="single" w:sz="4" w:space="0" w:color="auto"/>
                    <w:bottom w:val="single" w:sz="4" w:space="0" w:color="auto"/>
                    <w:right w:val="single" w:sz="4" w:space="0" w:color="auto"/>
                  </w:tcBorders>
                </w:tcPr>
                <w:p w14:paraId="180B3AB8" w14:textId="77777777" w:rsidR="003D565B" w:rsidRPr="00DC54C7" w:rsidRDefault="003D565B" w:rsidP="003D565B">
                  <w:pPr>
                    <w:rPr>
                      <w:rFonts w:eastAsia="SimSun"/>
                      <w:sz w:val="21"/>
                      <w:szCs w:val="21"/>
                    </w:rPr>
                  </w:pPr>
                </w:p>
              </w:tc>
              <w:tc>
                <w:tcPr>
                  <w:tcW w:w="794" w:type="dxa"/>
                  <w:tcBorders>
                    <w:top w:val="single" w:sz="4" w:space="0" w:color="auto"/>
                    <w:left w:val="single" w:sz="4" w:space="0" w:color="auto"/>
                    <w:bottom w:val="single" w:sz="4" w:space="0" w:color="auto"/>
                  </w:tcBorders>
                </w:tcPr>
                <w:p w14:paraId="01D86BE1" w14:textId="77777777" w:rsidR="003D565B" w:rsidRPr="00DC54C7" w:rsidRDefault="003D565B" w:rsidP="00944826">
                  <w:pPr>
                    <w:jc w:val="right"/>
                    <w:rPr>
                      <w:rFonts w:eastAsia="SimSun"/>
                      <w:sz w:val="21"/>
                      <w:szCs w:val="21"/>
                    </w:rPr>
                  </w:pPr>
                  <w:r w:rsidRPr="00DC54C7">
                    <w:rPr>
                      <w:rFonts w:eastAsia="SimSun"/>
                      <w:sz w:val="21"/>
                      <w:szCs w:val="21"/>
                    </w:rPr>
                    <w:t>30,000</w:t>
                  </w:r>
                </w:p>
              </w:tc>
              <w:tc>
                <w:tcPr>
                  <w:tcW w:w="863" w:type="dxa"/>
                  <w:tcBorders>
                    <w:top w:val="single" w:sz="4" w:space="0" w:color="auto"/>
                    <w:bottom w:val="single" w:sz="4" w:space="0" w:color="auto"/>
                  </w:tcBorders>
                </w:tcPr>
                <w:p w14:paraId="66AF51B4"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08CE4D59" w14:textId="77777777" w:rsidTr="00944826">
              <w:tc>
                <w:tcPr>
                  <w:tcW w:w="502" w:type="dxa"/>
                  <w:tcBorders>
                    <w:top w:val="single" w:sz="4" w:space="0" w:color="auto"/>
                  </w:tcBorders>
                </w:tcPr>
                <w:p w14:paraId="64CAE120" w14:textId="77777777" w:rsidR="003D565B" w:rsidRPr="00DC54C7" w:rsidRDefault="003D565B" w:rsidP="003D565B">
                  <w:pPr>
                    <w:rPr>
                      <w:rFonts w:eastAsia="SimSun"/>
                      <w:sz w:val="21"/>
                      <w:szCs w:val="21"/>
                    </w:rPr>
                  </w:pPr>
                </w:p>
              </w:tc>
              <w:tc>
                <w:tcPr>
                  <w:tcW w:w="502" w:type="dxa"/>
                  <w:tcBorders>
                    <w:top w:val="single" w:sz="4" w:space="0" w:color="auto"/>
                    <w:right w:val="single" w:sz="4" w:space="0" w:color="auto"/>
                  </w:tcBorders>
                </w:tcPr>
                <w:p w14:paraId="562B733F" w14:textId="77777777" w:rsidR="003D565B" w:rsidRPr="00DC54C7" w:rsidRDefault="003D565B" w:rsidP="003D565B">
                  <w:pPr>
                    <w:rPr>
                      <w:rFonts w:eastAsia="SimSun"/>
                      <w:sz w:val="21"/>
                      <w:szCs w:val="21"/>
                    </w:rPr>
                  </w:pPr>
                </w:p>
              </w:tc>
              <w:tc>
                <w:tcPr>
                  <w:tcW w:w="794" w:type="dxa"/>
                  <w:tcBorders>
                    <w:top w:val="single" w:sz="4" w:space="0" w:color="auto"/>
                    <w:left w:val="single" w:sz="4" w:space="0" w:color="auto"/>
                  </w:tcBorders>
                </w:tcPr>
                <w:p w14:paraId="5BF123EF" w14:textId="77777777" w:rsidR="003D565B" w:rsidRPr="00DC54C7" w:rsidRDefault="003D565B" w:rsidP="00944826">
                  <w:pPr>
                    <w:jc w:val="right"/>
                    <w:rPr>
                      <w:rFonts w:eastAsia="SimSun"/>
                      <w:sz w:val="21"/>
                      <w:szCs w:val="21"/>
                    </w:rPr>
                  </w:pPr>
                  <w:r w:rsidRPr="00DC54C7">
                    <w:rPr>
                      <w:rFonts w:eastAsia="SimSun"/>
                      <w:sz w:val="21"/>
                      <w:szCs w:val="21"/>
                    </w:rPr>
                    <w:t>30,000</w:t>
                  </w:r>
                </w:p>
              </w:tc>
              <w:tc>
                <w:tcPr>
                  <w:tcW w:w="863" w:type="dxa"/>
                  <w:tcBorders>
                    <w:top w:val="single" w:sz="4" w:space="0" w:color="auto"/>
                  </w:tcBorders>
                </w:tcPr>
                <w:p w14:paraId="4CFC5ED1" w14:textId="77777777" w:rsidR="003D565B" w:rsidRPr="00DC54C7" w:rsidRDefault="003D565B" w:rsidP="003D565B">
                  <w:pPr>
                    <w:rPr>
                      <w:rFonts w:eastAsia="SimSun"/>
                      <w:sz w:val="21"/>
                      <w:szCs w:val="21"/>
                    </w:rPr>
                  </w:pPr>
                  <w:r w:rsidRPr="00DC54C7">
                    <w:rPr>
                      <w:rFonts w:eastAsia="SimSun"/>
                      <w:sz w:val="21"/>
                      <w:szCs w:val="21"/>
                    </w:rPr>
                    <w:t>Adj.</w:t>
                  </w:r>
                </w:p>
              </w:tc>
            </w:tr>
          </w:tbl>
          <w:p w14:paraId="6D7A0581" w14:textId="77777777" w:rsidR="003D565B" w:rsidRPr="00DC54C7" w:rsidRDefault="003D565B" w:rsidP="003D565B">
            <w:pPr>
              <w:rPr>
                <w:rFonts w:eastAsia="SimSun"/>
                <w:sz w:val="21"/>
                <w:szCs w:val="21"/>
              </w:rPr>
            </w:pPr>
          </w:p>
          <w:p w14:paraId="7D320C36"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Interest Payable +</w:t>
            </w:r>
          </w:p>
          <w:tbl>
            <w:tblPr>
              <w:tblW w:w="2557"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19"/>
              <w:gridCol w:w="496"/>
              <w:gridCol w:w="792"/>
              <w:gridCol w:w="850"/>
            </w:tblGrid>
            <w:tr w:rsidR="003D565B" w:rsidRPr="00DC54C7" w14:paraId="480982F6" w14:textId="77777777" w:rsidTr="00A854B2">
              <w:tc>
                <w:tcPr>
                  <w:tcW w:w="419" w:type="dxa"/>
                  <w:tcBorders>
                    <w:top w:val="single" w:sz="4" w:space="0" w:color="auto"/>
                  </w:tcBorders>
                </w:tcPr>
                <w:p w14:paraId="040B789E" w14:textId="77777777" w:rsidR="003D565B" w:rsidRPr="00DC54C7" w:rsidRDefault="003D565B" w:rsidP="003D565B">
                  <w:pPr>
                    <w:rPr>
                      <w:rFonts w:eastAsia="SimSun"/>
                      <w:sz w:val="21"/>
                      <w:szCs w:val="21"/>
                    </w:rPr>
                  </w:pPr>
                </w:p>
              </w:tc>
              <w:tc>
                <w:tcPr>
                  <w:tcW w:w="496" w:type="dxa"/>
                  <w:tcBorders>
                    <w:top w:val="single" w:sz="4" w:space="0" w:color="auto"/>
                    <w:right w:val="single" w:sz="4" w:space="0" w:color="auto"/>
                  </w:tcBorders>
                </w:tcPr>
                <w:p w14:paraId="471F08C2" w14:textId="77777777" w:rsidR="003D565B" w:rsidRPr="00DC54C7" w:rsidRDefault="003D565B" w:rsidP="00944826">
                  <w:pPr>
                    <w:jc w:val="right"/>
                    <w:rPr>
                      <w:rFonts w:eastAsia="SimSun"/>
                      <w:sz w:val="21"/>
                      <w:szCs w:val="21"/>
                    </w:rPr>
                  </w:pPr>
                </w:p>
              </w:tc>
              <w:tc>
                <w:tcPr>
                  <w:tcW w:w="792" w:type="dxa"/>
                  <w:tcBorders>
                    <w:top w:val="single" w:sz="4" w:space="0" w:color="auto"/>
                    <w:left w:val="single" w:sz="4" w:space="0" w:color="auto"/>
                  </w:tcBorders>
                </w:tcPr>
                <w:p w14:paraId="0C9FDFA2"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850" w:type="dxa"/>
                  <w:tcBorders>
                    <w:top w:val="single" w:sz="4" w:space="0" w:color="auto"/>
                  </w:tcBorders>
                </w:tcPr>
                <w:p w14:paraId="6C530591"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1D537650" w14:textId="77777777" w:rsidTr="00A854B2">
              <w:tc>
                <w:tcPr>
                  <w:tcW w:w="419" w:type="dxa"/>
                  <w:tcBorders>
                    <w:bottom w:val="single" w:sz="4" w:space="0" w:color="auto"/>
                  </w:tcBorders>
                </w:tcPr>
                <w:p w14:paraId="2FF1F7CD" w14:textId="77777777" w:rsidR="003D565B" w:rsidRPr="00DC54C7" w:rsidRDefault="003D565B" w:rsidP="003D565B">
                  <w:pPr>
                    <w:rPr>
                      <w:rFonts w:eastAsia="SimSun"/>
                      <w:sz w:val="21"/>
                      <w:szCs w:val="21"/>
                    </w:rPr>
                  </w:pPr>
                </w:p>
              </w:tc>
              <w:tc>
                <w:tcPr>
                  <w:tcW w:w="496" w:type="dxa"/>
                  <w:tcBorders>
                    <w:bottom w:val="single" w:sz="4" w:space="0" w:color="auto"/>
                    <w:right w:val="single" w:sz="4" w:space="0" w:color="auto"/>
                  </w:tcBorders>
                </w:tcPr>
                <w:p w14:paraId="70BC448B" w14:textId="77777777" w:rsidR="003D565B" w:rsidRPr="00DC54C7" w:rsidRDefault="003D565B" w:rsidP="00944826">
                  <w:pPr>
                    <w:jc w:val="right"/>
                    <w:rPr>
                      <w:rFonts w:eastAsia="SimSun"/>
                      <w:sz w:val="21"/>
                      <w:szCs w:val="21"/>
                    </w:rPr>
                  </w:pPr>
                </w:p>
              </w:tc>
              <w:tc>
                <w:tcPr>
                  <w:tcW w:w="792" w:type="dxa"/>
                  <w:tcBorders>
                    <w:left w:val="single" w:sz="4" w:space="0" w:color="auto"/>
                    <w:bottom w:val="single" w:sz="4" w:space="0" w:color="auto"/>
                  </w:tcBorders>
                </w:tcPr>
                <w:p w14:paraId="019E76DF" w14:textId="77777777" w:rsidR="003D565B" w:rsidRPr="00DC54C7" w:rsidRDefault="003D565B" w:rsidP="00A854B2">
                  <w:pPr>
                    <w:jc w:val="right"/>
                    <w:rPr>
                      <w:rFonts w:eastAsia="SimSun"/>
                      <w:sz w:val="21"/>
                      <w:szCs w:val="21"/>
                    </w:rPr>
                  </w:pPr>
                  <w:r w:rsidRPr="00DC54C7">
                    <w:rPr>
                      <w:rFonts w:eastAsia="SimSun"/>
                      <w:sz w:val="21"/>
                      <w:szCs w:val="21"/>
                    </w:rPr>
                    <w:t>3,000</w:t>
                  </w:r>
                </w:p>
              </w:tc>
              <w:tc>
                <w:tcPr>
                  <w:tcW w:w="850" w:type="dxa"/>
                  <w:tcBorders>
                    <w:bottom w:val="single" w:sz="4" w:space="0" w:color="auto"/>
                  </w:tcBorders>
                </w:tcPr>
                <w:p w14:paraId="3742EB8E" w14:textId="77777777" w:rsidR="003D565B" w:rsidRPr="00DC54C7" w:rsidRDefault="003D565B" w:rsidP="003D565B">
                  <w:pPr>
                    <w:rPr>
                      <w:rFonts w:eastAsia="SimSun"/>
                      <w:sz w:val="21"/>
                      <w:szCs w:val="21"/>
                    </w:rPr>
                  </w:pPr>
                  <w:r w:rsidRPr="00DC54C7">
                    <w:rPr>
                      <w:rFonts w:eastAsia="SimSun"/>
                      <w:sz w:val="21"/>
                      <w:szCs w:val="21"/>
                    </w:rPr>
                    <w:t>(g)</w:t>
                  </w:r>
                </w:p>
              </w:tc>
            </w:tr>
            <w:tr w:rsidR="003D565B" w:rsidRPr="00DC54C7" w14:paraId="15435501" w14:textId="77777777" w:rsidTr="00A854B2">
              <w:tc>
                <w:tcPr>
                  <w:tcW w:w="419" w:type="dxa"/>
                  <w:tcBorders>
                    <w:top w:val="single" w:sz="4" w:space="0" w:color="auto"/>
                  </w:tcBorders>
                </w:tcPr>
                <w:p w14:paraId="25EEA432" w14:textId="77777777" w:rsidR="003D565B" w:rsidRPr="00DC54C7" w:rsidRDefault="003D565B" w:rsidP="003D565B">
                  <w:pPr>
                    <w:rPr>
                      <w:rFonts w:eastAsia="SimSun"/>
                      <w:sz w:val="21"/>
                      <w:szCs w:val="21"/>
                    </w:rPr>
                  </w:pPr>
                </w:p>
              </w:tc>
              <w:tc>
                <w:tcPr>
                  <w:tcW w:w="496" w:type="dxa"/>
                  <w:tcBorders>
                    <w:top w:val="single" w:sz="4" w:space="0" w:color="auto"/>
                    <w:right w:val="single" w:sz="4" w:space="0" w:color="auto"/>
                  </w:tcBorders>
                </w:tcPr>
                <w:p w14:paraId="4F1DD06E" w14:textId="77777777" w:rsidR="003D565B" w:rsidRPr="00DC54C7" w:rsidRDefault="003D565B" w:rsidP="003D565B">
                  <w:pPr>
                    <w:rPr>
                      <w:rFonts w:eastAsia="SimSun"/>
                      <w:sz w:val="21"/>
                      <w:szCs w:val="21"/>
                    </w:rPr>
                  </w:pPr>
                </w:p>
              </w:tc>
              <w:tc>
                <w:tcPr>
                  <w:tcW w:w="792" w:type="dxa"/>
                  <w:tcBorders>
                    <w:top w:val="single" w:sz="4" w:space="0" w:color="auto"/>
                    <w:left w:val="single" w:sz="4" w:space="0" w:color="auto"/>
                  </w:tcBorders>
                </w:tcPr>
                <w:p w14:paraId="45D1E3A1" w14:textId="77777777" w:rsidR="003D565B" w:rsidRPr="00DC54C7" w:rsidRDefault="003D565B" w:rsidP="00944826">
                  <w:pPr>
                    <w:jc w:val="right"/>
                    <w:rPr>
                      <w:rFonts w:eastAsia="SimSun"/>
                      <w:sz w:val="21"/>
                      <w:szCs w:val="21"/>
                    </w:rPr>
                  </w:pPr>
                  <w:r w:rsidRPr="00DC54C7">
                    <w:rPr>
                      <w:rFonts w:eastAsia="SimSun"/>
                      <w:sz w:val="21"/>
                      <w:szCs w:val="21"/>
                    </w:rPr>
                    <w:t>3,000</w:t>
                  </w:r>
                </w:p>
              </w:tc>
              <w:tc>
                <w:tcPr>
                  <w:tcW w:w="850" w:type="dxa"/>
                  <w:tcBorders>
                    <w:top w:val="single" w:sz="4" w:space="0" w:color="auto"/>
                  </w:tcBorders>
                </w:tcPr>
                <w:p w14:paraId="20165EE6" w14:textId="77777777" w:rsidR="003D565B" w:rsidRPr="00DC54C7" w:rsidRDefault="003D565B" w:rsidP="003D565B">
                  <w:pPr>
                    <w:rPr>
                      <w:rFonts w:eastAsia="SimSun"/>
                      <w:sz w:val="21"/>
                      <w:szCs w:val="21"/>
                    </w:rPr>
                  </w:pPr>
                  <w:r w:rsidRPr="00DC54C7">
                    <w:rPr>
                      <w:rFonts w:eastAsia="SimSun"/>
                      <w:sz w:val="21"/>
                      <w:szCs w:val="21"/>
                    </w:rPr>
                    <w:t>Adj.</w:t>
                  </w:r>
                </w:p>
              </w:tc>
            </w:tr>
          </w:tbl>
          <w:p w14:paraId="5320CAB9" w14:textId="77777777" w:rsidR="003D565B" w:rsidRPr="00DC54C7" w:rsidRDefault="003D565B" w:rsidP="003D565B">
            <w:pPr>
              <w:rPr>
                <w:rFonts w:eastAsia="SimSun"/>
                <w:sz w:val="21"/>
                <w:szCs w:val="21"/>
              </w:rPr>
            </w:pPr>
          </w:p>
          <w:p w14:paraId="2C0E005D"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Income Taxes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5"/>
              <w:gridCol w:w="540"/>
              <w:gridCol w:w="794"/>
              <w:gridCol w:w="783"/>
            </w:tblGrid>
            <w:tr w:rsidR="003D565B" w:rsidRPr="00DC54C7" w14:paraId="34B617FD" w14:textId="77777777" w:rsidTr="00A854B2">
              <w:tc>
                <w:tcPr>
                  <w:tcW w:w="385" w:type="dxa"/>
                  <w:tcBorders>
                    <w:top w:val="single" w:sz="4" w:space="0" w:color="auto"/>
                  </w:tcBorders>
                </w:tcPr>
                <w:p w14:paraId="3030AB81" w14:textId="77777777" w:rsidR="003D565B" w:rsidRPr="00DC54C7" w:rsidRDefault="003D565B" w:rsidP="003D565B">
                  <w:pPr>
                    <w:rPr>
                      <w:rFonts w:eastAsia="SimSun"/>
                      <w:sz w:val="21"/>
                      <w:szCs w:val="21"/>
                    </w:rPr>
                  </w:pPr>
                </w:p>
              </w:tc>
              <w:tc>
                <w:tcPr>
                  <w:tcW w:w="540" w:type="dxa"/>
                  <w:tcBorders>
                    <w:top w:val="single" w:sz="4" w:space="0" w:color="auto"/>
                    <w:right w:val="single" w:sz="4" w:space="0" w:color="auto"/>
                  </w:tcBorders>
                </w:tcPr>
                <w:p w14:paraId="563044C9" w14:textId="77777777" w:rsidR="003D565B" w:rsidRPr="00DC54C7" w:rsidRDefault="003D565B" w:rsidP="00944826">
                  <w:pPr>
                    <w:jc w:val="right"/>
                    <w:rPr>
                      <w:rFonts w:eastAsia="SimSun"/>
                      <w:sz w:val="21"/>
                      <w:szCs w:val="21"/>
                    </w:rPr>
                  </w:pPr>
                </w:p>
              </w:tc>
              <w:tc>
                <w:tcPr>
                  <w:tcW w:w="794" w:type="dxa"/>
                  <w:tcBorders>
                    <w:top w:val="single" w:sz="4" w:space="0" w:color="auto"/>
                    <w:left w:val="single" w:sz="4" w:space="0" w:color="auto"/>
                  </w:tcBorders>
                </w:tcPr>
                <w:p w14:paraId="14CBB375"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783" w:type="dxa"/>
                  <w:tcBorders>
                    <w:top w:val="single" w:sz="4" w:space="0" w:color="auto"/>
                  </w:tcBorders>
                </w:tcPr>
                <w:p w14:paraId="65B03A36"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60667080" w14:textId="77777777" w:rsidTr="00A854B2">
              <w:tc>
                <w:tcPr>
                  <w:tcW w:w="385" w:type="dxa"/>
                  <w:tcBorders>
                    <w:bottom w:val="single" w:sz="4" w:space="0" w:color="auto"/>
                  </w:tcBorders>
                </w:tcPr>
                <w:p w14:paraId="48C30DBE" w14:textId="77777777" w:rsidR="003D565B" w:rsidRPr="00DC54C7" w:rsidRDefault="003D565B" w:rsidP="003D565B">
                  <w:pPr>
                    <w:rPr>
                      <w:rFonts w:eastAsia="SimSun"/>
                      <w:sz w:val="21"/>
                      <w:szCs w:val="21"/>
                    </w:rPr>
                  </w:pPr>
                </w:p>
              </w:tc>
              <w:tc>
                <w:tcPr>
                  <w:tcW w:w="540" w:type="dxa"/>
                  <w:tcBorders>
                    <w:bottom w:val="single" w:sz="4" w:space="0" w:color="auto"/>
                    <w:right w:val="single" w:sz="4" w:space="0" w:color="auto"/>
                  </w:tcBorders>
                </w:tcPr>
                <w:p w14:paraId="7DF2FAC6" w14:textId="77777777" w:rsidR="003D565B" w:rsidRPr="00DC54C7" w:rsidRDefault="003D565B" w:rsidP="00944826">
                  <w:pPr>
                    <w:jc w:val="right"/>
                    <w:rPr>
                      <w:rFonts w:eastAsia="SimSun"/>
                      <w:sz w:val="21"/>
                      <w:szCs w:val="21"/>
                    </w:rPr>
                  </w:pPr>
                </w:p>
              </w:tc>
              <w:tc>
                <w:tcPr>
                  <w:tcW w:w="794" w:type="dxa"/>
                  <w:tcBorders>
                    <w:left w:val="single" w:sz="4" w:space="0" w:color="auto"/>
                    <w:bottom w:val="single" w:sz="4" w:space="0" w:color="auto"/>
                  </w:tcBorders>
                </w:tcPr>
                <w:p w14:paraId="6D8B8C71" w14:textId="77777777" w:rsidR="003D565B" w:rsidRPr="00DC54C7" w:rsidRDefault="003D565B" w:rsidP="00944826">
                  <w:pPr>
                    <w:jc w:val="right"/>
                    <w:rPr>
                      <w:rFonts w:eastAsia="SimSun"/>
                      <w:sz w:val="21"/>
                      <w:szCs w:val="21"/>
                    </w:rPr>
                  </w:pPr>
                  <w:r w:rsidRPr="00DC54C7">
                    <w:rPr>
                      <w:rFonts w:eastAsia="SimSun"/>
                      <w:sz w:val="21"/>
                      <w:szCs w:val="21"/>
                    </w:rPr>
                    <w:t>26,110</w:t>
                  </w:r>
                </w:p>
              </w:tc>
              <w:tc>
                <w:tcPr>
                  <w:tcW w:w="783" w:type="dxa"/>
                  <w:tcBorders>
                    <w:bottom w:val="single" w:sz="4" w:space="0" w:color="auto"/>
                  </w:tcBorders>
                </w:tcPr>
                <w:p w14:paraId="1D97B779" w14:textId="77777777" w:rsidR="003D565B" w:rsidRPr="00DC54C7" w:rsidRDefault="003D565B" w:rsidP="003D565B">
                  <w:pPr>
                    <w:rPr>
                      <w:rFonts w:eastAsia="SimSun"/>
                      <w:sz w:val="21"/>
                      <w:szCs w:val="21"/>
                    </w:rPr>
                  </w:pPr>
                  <w:r w:rsidRPr="00DC54C7">
                    <w:rPr>
                      <w:rFonts w:eastAsia="SimSun"/>
                      <w:sz w:val="21"/>
                      <w:szCs w:val="21"/>
                    </w:rPr>
                    <w:t>(h)</w:t>
                  </w:r>
                </w:p>
              </w:tc>
            </w:tr>
            <w:tr w:rsidR="003D565B" w:rsidRPr="00DC54C7" w14:paraId="248FCBBA" w14:textId="77777777" w:rsidTr="00A854B2">
              <w:tc>
                <w:tcPr>
                  <w:tcW w:w="385" w:type="dxa"/>
                  <w:tcBorders>
                    <w:top w:val="single" w:sz="4" w:space="0" w:color="auto"/>
                  </w:tcBorders>
                </w:tcPr>
                <w:p w14:paraId="54F6CCA5" w14:textId="77777777" w:rsidR="003D565B" w:rsidRPr="00DC54C7" w:rsidRDefault="003D565B" w:rsidP="003D565B">
                  <w:pPr>
                    <w:rPr>
                      <w:rFonts w:eastAsia="SimSun"/>
                      <w:sz w:val="21"/>
                      <w:szCs w:val="21"/>
                    </w:rPr>
                  </w:pPr>
                </w:p>
              </w:tc>
              <w:tc>
                <w:tcPr>
                  <w:tcW w:w="540" w:type="dxa"/>
                  <w:tcBorders>
                    <w:top w:val="single" w:sz="4" w:space="0" w:color="auto"/>
                    <w:right w:val="single" w:sz="4" w:space="0" w:color="auto"/>
                  </w:tcBorders>
                </w:tcPr>
                <w:p w14:paraId="1B15B03C" w14:textId="77777777" w:rsidR="003D565B" w:rsidRPr="00DC54C7" w:rsidRDefault="003D565B" w:rsidP="003D565B">
                  <w:pPr>
                    <w:rPr>
                      <w:rFonts w:eastAsia="SimSun"/>
                      <w:sz w:val="21"/>
                      <w:szCs w:val="21"/>
                    </w:rPr>
                  </w:pPr>
                </w:p>
              </w:tc>
              <w:tc>
                <w:tcPr>
                  <w:tcW w:w="794" w:type="dxa"/>
                  <w:tcBorders>
                    <w:top w:val="single" w:sz="4" w:space="0" w:color="auto"/>
                    <w:left w:val="single" w:sz="4" w:space="0" w:color="auto"/>
                  </w:tcBorders>
                </w:tcPr>
                <w:p w14:paraId="2A169C8E" w14:textId="77777777" w:rsidR="003D565B" w:rsidRPr="00DC54C7" w:rsidRDefault="003D565B" w:rsidP="00944826">
                  <w:pPr>
                    <w:jc w:val="right"/>
                    <w:rPr>
                      <w:rFonts w:eastAsia="SimSun"/>
                      <w:sz w:val="21"/>
                      <w:szCs w:val="21"/>
                    </w:rPr>
                  </w:pPr>
                  <w:r w:rsidRPr="00DC54C7">
                    <w:rPr>
                      <w:rFonts w:eastAsia="SimSun"/>
                      <w:sz w:val="21"/>
                      <w:szCs w:val="21"/>
                    </w:rPr>
                    <w:t>26,110</w:t>
                  </w:r>
                </w:p>
              </w:tc>
              <w:tc>
                <w:tcPr>
                  <w:tcW w:w="783" w:type="dxa"/>
                  <w:tcBorders>
                    <w:top w:val="single" w:sz="4" w:space="0" w:color="auto"/>
                  </w:tcBorders>
                </w:tcPr>
                <w:p w14:paraId="4080B440" w14:textId="77777777" w:rsidR="003D565B" w:rsidRPr="00DC54C7" w:rsidRDefault="003D565B" w:rsidP="003D565B">
                  <w:pPr>
                    <w:rPr>
                      <w:rFonts w:eastAsia="SimSun"/>
                      <w:sz w:val="21"/>
                      <w:szCs w:val="21"/>
                    </w:rPr>
                  </w:pPr>
                  <w:r w:rsidRPr="00DC54C7">
                    <w:rPr>
                      <w:rFonts w:eastAsia="SimSun"/>
                      <w:sz w:val="21"/>
                      <w:szCs w:val="21"/>
                    </w:rPr>
                    <w:t>Adj.</w:t>
                  </w:r>
                </w:p>
              </w:tc>
            </w:tr>
          </w:tbl>
          <w:p w14:paraId="3B875532" w14:textId="77777777" w:rsidR="003D565B" w:rsidRPr="00DC54C7" w:rsidRDefault="003D565B" w:rsidP="003D565B">
            <w:pPr>
              <w:rPr>
                <w:rFonts w:eastAsia="SimSun"/>
                <w:sz w:val="21"/>
                <w:szCs w:val="21"/>
              </w:rPr>
            </w:pPr>
          </w:p>
          <w:p w14:paraId="51DC2299" w14:textId="77777777" w:rsidR="003D565B" w:rsidRPr="00DC54C7" w:rsidRDefault="003D565B" w:rsidP="00944826">
            <w:pPr>
              <w:jc w:val="center"/>
              <w:rPr>
                <w:rFonts w:eastAsia="SimSun"/>
                <w:sz w:val="21"/>
                <w:szCs w:val="21"/>
              </w:rPr>
            </w:pPr>
          </w:p>
          <w:p w14:paraId="052833B5" w14:textId="77777777" w:rsidR="003D565B" w:rsidRPr="00DC54C7" w:rsidRDefault="003D565B" w:rsidP="00944826">
            <w:pPr>
              <w:jc w:val="center"/>
              <w:rPr>
                <w:rFonts w:eastAsia="SimSun"/>
                <w:sz w:val="21"/>
                <w:szCs w:val="21"/>
              </w:rPr>
            </w:pPr>
            <w:r w:rsidRPr="00DC54C7">
              <w:rPr>
                <w:rFonts w:eastAsia="SimSun"/>
                <w:b/>
                <w:sz w:val="21"/>
                <w:szCs w:val="21"/>
              </w:rPr>
              <w:t>Stockholders’ Equity</w:t>
            </w:r>
          </w:p>
          <w:p w14:paraId="72545E59" w14:textId="77777777" w:rsidR="003D565B" w:rsidRPr="00DC54C7" w:rsidRDefault="003D565B" w:rsidP="00944826">
            <w:pPr>
              <w:jc w:val="center"/>
              <w:rPr>
                <w:rFonts w:eastAsia="SimSun"/>
                <w:sz w:val="21"/>
                <w:szCs w:val="21"/>
              </w:rPr>
            </w:pPr>
          </w:p>
          <w:p w14:paraId="29B473FF" w14:textId="77777777" w:rsidR="003D565B" w:rsidRPr="00DC54C7" w:rsidRDefault="003D565B" w:rsidP="00944826">
            <w:pPr>
              <w:jc w:val="center"/>
              <w:rPr>
                <w:rFonts w:eastAsia="SimSun"/>
                <w:sz w:val="21"/>
                <w:szCs w:val="21"/>
              </w:rPr>
            </w:pPr>
            <w:r w:rsidRPr="00DC54C7">
              <w:rPr>
                <w:rFonts w:eastAsia="SimSun"/>
                <w:sz w:val="21"/>
                <w:szCs w:val="21"/>
              </w:rPr>
              <w:t>+ Depreciation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31"/>
              <w:gridCol w:w="689"/>
              <w:gridCol w:w="814"/>
              <w:gridCol w:w="523"/>
            </w:tblGrid>
            <w:tr w:rsidR="003D565B" w:rsidRPr="00DC54C7" w14:paraId="3C1CE7DF" w14:textId="77777777" w:rsidTr="004C06CE">
              <w:tc>
                <w:tcPr>
                  <w:tcW w:w="1136" w:type="pct"/>
                  <w:tcBorders>
                    <w:top w:val="single" w:sz="4" w:space="0" w:color="auto"/>
                    <w:bottom w:val="single" w:sz="4" w:space="0" w:color="auto"/>
                  </w:tcBorders>
                </w:tcPr>
                <w:p w14:paraId="0AD2B443" w14:textId="77777777" w:rsidR="003D565B" w:rsidRPr="00DC54C7" w:rsidRDefault="003D565B" w:rsidP="003D565B">
                  <w:pPr>
                    <w:rPr>
                      <w:rFonts w:eastAsia="SimSun"/>
                      <w:sz w:val="21"/>
                      <w:szCs w:val="21"/>
                    </w:rPr>
                  </w:pPr>
                  <w:r w:rsidRPr="00DC54C7">
                    <w:rPr>
                      <w:rFonts w:eastAsia="SimSun"/>
                      <w:sz w:val="21"/>
                      <w:szCs w:val="21"/>
                    </w:rPr>
                    <w:t>(d)</w:t>
                  </w:r>
                </w:p>
              </w:tc>
              <w:tc>
                <w:tcPr>
                  <w:tcW w:w="1056" w:type="pct"/>
                  <w:tcBorders>
                    <w:top w:val="single" w:sz="4" w:space="0" w:color="auto"/>
                    <w:bottom w:val="single" w:sz="4" w:space="0" w:color="auto"/>
                    <w:right w:val="single" w:sz="4" w:space="0" w:color="auto"/>
                  </w:tcBorders>
                </w:tcPr>
                <w:p w14:paraId="505A31C6" w14:textId="77777777" w:rsidR="003D565B" w:rsidRPr="00DC54C7" w:rsidRDefault="003D565B" w:rsidP="00944826">
                  <w:pPr>
                    <w:jc w:val="right"/>
                    <w:rPr>
                      <w:rFonts w:eastAsia="SimSun"/>
                      <w:sz w:val="21"/>
                      <w:szCs w:val="21"/>
                    </w:rPr>
                  </w:pPr>
                  <w:r w:rsidRPr="00DC54C7">
                    <w:rPr>
                      <w:rFonts w:eastAsia="SimSun"/>
                      <w:sz w:val="21"/>
                      <w:szCs w:val="21"/>
                    </w:rPr>
                    <w:t>2,000</w:t>
                  </w:r>
                </w:p>
              </w:tc>
              <w:tc>
                <w:tcPr>
                  <w:tcW w:w="1689" w:type="pct"/>
                  <w:tcBorders>
                    <w:top w:val="single" w:sz="4" w:space="0" w:color="auto"/>
                    <w:left w:val="single" w:sz="4" w:space="0" w:color="auto"/>
                    <w:bottom w:val="single" w:sz="4" w:space="0" w:color="auto"/>
                  </w:tcBorders>
                </w:tcPr>
                <w:p w14:paraId="2F34650D" w14:textId="77777777" w:rsidR="003D565B" w:rsidRPr="00DC54C7" w:rsidRDefault="003D565B" w:rsidP="003D565B">
                  <w:pPr>
                    <w:rPr>
                      <w:rFonts w:eastAsia="SimSun"/>
                      <w:b/>
                      <w:sz w:val="21"/>
                      <w:szCs w:val="21"/>
                    </w:rPr>
                  </w:pPr>
                </w:p>
              </w:tc>
              <w:tc>
                <w:tcPr>
                  <w:tcW w:w="1118" w:type="pct"/>
                  <w:tcBorders>
                    <w:top w:val="single" w:sz="4" w:space="0" w:color="auto"/>
                    <w:bottom w:val="single" w:sz="4" w:space="0" w:color="auto"/>
                  </w:tcBorders>
                </w:tcPr>
                <w:p w14:paraId="081581B0" w14:textId="77777777" w:rsidR="003D565B" w:rsidRPr="00DC54C7" w:rsidRDefault="003D565B" w:rsidP="003D565B">
                  <w:pPr>
                    <w:rPr>
                      <w:rFonts w:eastAsia="SimSun"/>
                      <w:b/>
                      <w:sz w:val="21"/>
                      <w:szCs w:val="21"/>
                    </w:rPr>
                  </w:pPr>
                </w:p>
              </w:tc>
            </w:tr>
            <w:tr w:rsidR="003D565B" w:rsidRPr="00DC54C7" w14:paraId="593693CD" w14:textId="77777777" w:rsidTr="004C06CE">
              <w:tc>
                <w:tcPr>
                  <w:tcW w:w="1136" w:type="pct"/>
                  <w:tcBorders>
                    <w:top w:val="single" w:sz="4" w:space="0" w:color="auto"/>
                  </w:tcBorders>
                </w:tcPr>
                <w:p w14:paraId="3BF832EC" w14:textId="77777777" w:rsidR="003D565B" w:rsidRPr="00DC54C7" w:rsidRDefault="003D565B" w:rsidP="003D565B">
                  <w:pPr>
                    <w:rPr>
                      <w:rFonts w:eastAsia="SimSun"/>
                      <w:b/>
                      <w:sz w:val="21"/>
                      <w:szCs w:val="21"/>
                    </w:rPr>
                  </w:pPr>
                </w:p>
              </w:tc>
              <w:tc>
                <w:tcPr>
                  <w:tcW w:w="1056" w:type="pct"/>
                  <w:tcBorders>
                    <w:top w:val="single" w:sz="4" w:space="0" w:color="auto"/>
                    <w:right w:val="single" w:sz="4" w:space="0" w:color="auto"/>
                  </w:tcBorders>
                </w:tcPr>
                <w:p w14:paraId="3BC66A91" w14:textId="77777777" w:rsidR="003D565B" w:rsidRPr="00DC54C7" w:rsidRDefault="003D565B" w:rsidP="00944826">
                  <w:pPr>
                    <w:jc w:val="right"/>
                    <w:rPr>
                      <w:rFonts w:eastAsia="SimSun"/>
                      <w:b/>
                      <w:sz w:val="21"/>
                      <w:szCs w:val="21"/>
                    </w:rPr>
                  </w:pPr>
                </w:p>
              </w:tc>
              <w:tc>
                <w:tcPr>
                  <w:tcW w:w="1689" w:type="pct"/>
                  <w:tcBorders>
                    <w:top w:val="single" w:sz="4" w:space="0" w:color="auto"/>
                    <w:left w:val="single" w:sz="4" w:space="0" w:color="auto"/>
                  </w:tcBorders>
                </w:tcPr>
                <w:p w14:paraId="45F3068E" w14:textId="77777777" w:rsidR="003D565B" w:rsidRPr="00DC54C7" w:rsidRDefault="003D565B" w:rsidP="003D565B">
                  <w:pPr>
                    <w:rPr>
                      <w:rFonts w:eastAsia="SimSun"/>
                      <w:sz w:val="21"/>
                      <w:szCs w:val="21"/>
                    </w:rPr>
                  </w:pPr>
                </w:p>
              </w:tc>
              <w:tc>
                <w:tcPr>
                  <w:tcW w:w="1118" w:type="pct"/>
                  <w:tcBorders>
                    <w:top w:val="single" w:sz="4" w:space="0" w:color="auto"/>
                  </w:tcBorders>
                </w:tcPr>
                <w:p w14:paraId="174F532D" w14:textId="77777777" w:rsidR="003D565B" w:rsidRPr="00DC54C7" w:rsidRDefault="003D565B" w:rsidP="003D565B">
                  <w:pPr>
                    <w:rPr>
                      <w:rFonts w:eastAsia="SimSun"/>
                      <w:sz w:val="21"/>
                      <w:szCs w:val="21"/>
                    </w:rPr>
                  </w:pPr>
                </w:p>
              </w:tc>
            </w:tr>
          </w:tbl>
          <w:p w14:paraId="1DD110FE" w14:textId="77777777" w:rsidR="003D565B" w:rsidRPr="00DC54C7" w:rsidRDefault="003D565B" w:rsidP="00944826">
            <w:pPr>
              <w:jc w:val="center"/>
              <w:rPr>
                <w:rFonts w:eastAsia="SimSun"/>
                <w:sz w:val="21"/>
                <w:szCs w:val="21"/>
              </w:rPr>
            </w:pPr>
          </w:p>
          <w:p w14:paraId="78859ADD" w14:textId="77777777" w:rsidR="003D565B" w:rsidRPr="00DC54C7" w:rsidRDefault="003D565B" w:rsidP="00944826">
            <w:pPr>
              <w:jc w:val="center"/>
              <w:rPr>
                <w:rFonts w:eastAsia="SimSun"/>
                <w:sz w:val="21"/>
                <w:szCs w:val="21"/>
              </w:rPr>
            </w:pPr>
            <w:r w:rsidRPr="00DC54C7">
              <w:rPr>
                <w:rFonts w:eastAsia="SimSun"/>
                <w:sz w:val="21"/>
                <w:szCs w:val="21"/>
              </w:rPr>
              <w:t>+ Interest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91"/>
              <w:gridCol w:w="720"/>
              <w:gridCol w:w="842"/>
              <w:gridCol w:w="504"/>
            </w:tblGrid>
            <w:tr w:rsidR="003D565B" w:rsidRPr="00DC54C7" w14:paraId="1745E212" w14:textId="77777777" w:rsidTr="004C06CE">
              <w:tc>
                <w:tcPr>
                  <w:tcW w:w="960" w:type="pct"/>
                  <w:tcBorders>
                    <w:top w:val="single" w:sz="4" w:space="0" w:color="auto"/>
                    <w:bottom w:val="single" w:sz="4" w:space="0" w:color="auto"/>
                  </w:tcBorders>
                </w:tcPr>
                <w:p w14:paraId="38931223" w14:textId="77777777" w:rsidR="003D565B" w:rsidRPr="00DC54C7" w:rsidRDefault="003D565B" w:rsidP="003D565B">
                  <w:pPr>
                    <w:rPr>
                      <w:rFonts w:eastAsia="SimSun"/>
                      <w:sz w:val="21"/>
                      <w:szCs w:val="21"/>
                    </w:rPr>
                  </w:pPr>
                  <w:r w:rsidRPr="00DC54C7">
                    <w:rPr>
                      <w:rFonts w:eastAsia="SimSun"/>
                      <w:sz w:val="21"/>
                      <w:szCs w:val="21"/>
                    </w:rPr>
                    <w:t>(g)</w:t>
                  </w:r>
                </w:p>
              </w:tc>
              <w:tc>
                <w:tcPr>
                  <w:tcW w:w="1408" w:type="pct"/>
                  <w:tcBorders>
                    <w:top w:val="single" w:sz="4" w:space="0" w:color="auto"/>
                    <w:bottom w:val="single" w:sz="4" w:space="0" w:color="auto"/>
                    <w:right w:val="single" w:sz="4" w:space="0" w:color="auto"/>
                  </w:tcBorders>
                </w:tcPr>
                <w:p w14:paraId="7D2B9A4F" w14:textId="77777777" w:rsidR="003D565B" w:rsidRPr="00DC54C7" w:rsidRDefault="003D565B" w:rsidP="00944826">
                  <w:pPr>
                    <w:jc w:val="right"/>
                    <w:rPr>
                      <w:rFonts w:eastAsia="SimSun"/>
                      <w:sz w:val="21"/>
                      <w:szCs w:val="21"/>
                    </w:rPr>
                  </w:pPr>
                  <w:r w:rsidRPr="00DC54C7">
                    <w:rPr>
                      <w:rFonts w:eastAsia="SimSun"/>
                      <w:sz w:val="21"/>
                      <w:szCs w:val="21"/>
                    </w:rPr>
                    <w:t>3,000</w:t>
                  </w:r>
                </w:p>
              </w:tc>
              <w:tc>
                <w:tcPr>
                  <w:tcW w:w="1646" w:type="pct"/>
                  <w:tcBorders>
                    <w:top w:val="single" w:sz="4" w:space="0" w:color="auto"/>
                    <w:left w:val="single" w:sz="4" w:space="0" w:color="auto"/>
                    <w:bottom w:val="single" w:sz="4" w:space="0" w:color="auto"/>
                  </w:tcBorders>
                </w:tcPr>
                <w:p w14:paraId="0CCBC17D" w14:textId="77777777" w:rsidR="003D565B" w:rsidRPr="00DC54C7" w:rsidRDefault="003D565B" w:rsidP="003D565B">
                  <w:pPr>
                    <w:rPr>
                      <w:rFonts w:eastAsia="SimSun"/>
                      <w:b/>
                      <w:sz w:val="21"/>
                      <w:szCs w:val="21"/>
                    </w:rPr>
                  </w:pPr>
                </w:p>
              </w:tc>
              <w:tc>
                <w:tcPr>
                  <w:tcW w:w="986" w:type="pct"/>
                  <w:tcBorders>
                    <w:top w:val="single" w:sz="4" w:space="0" w:color="auto"/>
                    <w:bottom w:val="single" w:sz="4" w:space="0" w:color="auto"/>
                  </w:tcBorders>
                </w:tcPr>
                <w:p w14:paraId="7FCA8464" w14:textId="77777777" w:rsidR="003D565B" w:rsidRPr="00DC54C7" w:rsidRDefault="003D565B" w:rsidP="003D565B">
                  <w:pPr>
                    <w:rPr>
                      <w:rFonts w:eastAsia="SimSun"/>
                      <w:b/>
                      <w:sz w:val="21"/>
                      <w:szCs w:val="21"/>
                    </w:rPr>
                  </w:pPr>
                </w:p>
              </w:tc>
            </w:tr>
            <w:tr w:rsidR="003D565B" w:rsidRPr="00DC54C7" w14:paraId="1EE594A4" w14:textId="77777777" w:rsidTr="004C06CE">
              <w:tc>
                <w:tcPr>
                  <w:tcW w:w="960" w:type="pct"/>
                  <w:tcBorders>
                    <w:top w:val="single" w:sz="4" w:space="0" w:color="auto"/>
                  </w:tcBorders>
                </w:tcPr>
                <w:p w14:paraId="6EFE9C2F" w14:textId="77777777" w:rsidR="003D565B" w:rsidRPr="00DC54C7" w:rsidRDefault="003D565B" w:rsidP="003D565B">
                  <w:pPr>
                    <w:rPr>
                      <w:rFonts w:eastAsia="SimSun"/>
                      <w:b/>
                      <w:sz w:val="21"/>
                      <w:szCs w:val="21"/>
                    </w:rPr>
                  </w:pPr>
                </w:p>
              </w:tc>
              <w:tc>
                <w:tcPr>
                  <w:tcW w:w="1408" w:type="pct"/>
                  <w:tcBorders>
                    <w:top w:val="single" w:sz="4" w:space="0" w:color="auto"/>
                    <w:right w:val="single" w:sz="4" w:space="0" w:color="auto"/>
                  </w:tcBorders>
                </w:tcPr>
                <w:p w14:paraId="38BABA80" w14:textId="77777777" w:rsidR="003D565B" w:rsidRPr="00DC54C7" w:rsidRDefault="003D565B" w:rsidP="00944826">
                  <w:pPr>
                    <w:jc w:val="right"/>
                    <w:rPr>
                      <w:rFonts w:eastAsia="SimSun"/>
                      <w:b/>
                      <w:sz w:val="21"/>
                      <w:szCs w:val="21"/>
                    </w:rPr>
                  </w:pPr>
                </w:p>
              </w:tc>
              <w:tc>
                <w:tcPr>
                  <w:tcW w:w="1646" w:type="pct"/>
                  <w:tcBorders>
                    <w:top w:val="single" w:sz="4" w:space="0" w:color="auto"/>
                    <w:left w:val="single" w:sz="4" w:space="0" w:color="auto"/>
                  </w:tcBorders>
                </w:tcPr>
                <w:p w14:paraId="6E918B0D" w14:textId="77777777" w:rsidR="003D565B" w:rsidRPr="00DC54C7" w:rsidRDefault="003D565B" w:rsidP="003D565B">
                  <w:pPr>
                    <w:rPr>
                      <w:rFonts w:eastAsia="SimSun"/>
                      <w:sz w:val="21"/>
                      <w:szCs w:val="21"/>
                    </w:rPr>
                  </w:pPr>
                </w:p>
              </w:tc>
              <w:tc>
                <w:tcPr>
                  <w:tcW w:w="986" w:type="pct"/>
                  <w:tcBorders>
                    <w:top w:val="single" w:sz="4" w:space="0" w:color="auto"/>
                  </w:tcBorders>
                </w:tcPr>
                <w:p w14:paraId="609067A8" w14:textId="77777777" w:rsidR="003D565B" w:rsidRPr="00DC54C7" w:rsidRDefault="003D565B" w:rsidP="003D565B">
                  <w:pPr>
                    <w:rPr>
                      <w:rFonts w:eastAsia="SimSun"/>
                      <w:sz w:val="21"/>
                      <w:szCs w:val="21"/>
                    </w:rPr>
                  </w:pPr>
                </w:p>
              </w:tc>
            </w:tr>
          </w:tbl>
          <w:p w14:paraId="68840DAD" w14:textId="77777777" w:rsidR="003D565B" w:rsidRPr="00DC54C7" w:rsidRDefault="003D565B" w:rsidP="00944826">
            <w:pPr>
              <w:jc w:val="center"/>
              <w:rPr>
                <w:rFonts w:eastAsia="SimSun"/>
                <w:sz w:val="21"/>
                <w:szCs w:val="21"/>
              </w:rPr>
            </w:pPr>
          </w:p>
          <w:p w14:paraId="2D0D853C" w14:textId="77777777" w:rsidR="003D565B" w:rsidRPr="00DC54C7" w:rsidRDefault="003D565B" w:rsidP="00944826">
            <w:pPr>
              <w:jc w:val="center"/>
              <w:rPr>
                <w:rFonts w:eastAsia="SimSun"/>
                <w:sz w:val="21"/>
                <w:szCs w:val="21"/>
              </w:rPr>
            </w:pPr>
            <w:r w:rsidRPr="00DC54C7">
              <w:rPr>
                <w:rFonts w:eastAsia="SimSun"/>
                <w:sz w:val="21"/>
                <w:szCs w:val="21"/>
              </w:rPr>
              <w:t>+ Income Tax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66"/>
              <w:gridCol w:w="794"/>
              <w:gridCol w:w="845"/>
              <w:gridCol w:w="452"/>
            </w:tblGrid>
            <w:tr w:rsidR="003D565B" w:rsidRPr="00DC54C7" w14:paraId="52162BE9" w14:textId="77777777" w:rsidTr="004C06CE">
              <w:tc>
                <w:tcPr>
                  <w:tcW w:w="960" w:type="pct"/>
                  <w:tcBorders>
                    <w:top w:val="single" w:sz="4" w:space="0" w:color="auto"/>
                    <w:bottom w:val="single" w:sz="4" w:space="0" w:color="auto"/>
                  </w:tcBorders>
                </w:tcPr>
                <w:p w14:paraId="7ABD0B09" w14:textId="77777777" w:rsidR="003D565B" w:rsidRPr="00DC54C7" w:rsidRDefault="003D565B" w:rsidP="003D565B">
                  <w:pPr>
                    <w:rPr>
                      <w:rFonts w:eastAsia="SimSun"/>
                      <w:sz w:val="21"/>
                      <w:szCs w:val="21"/>
                    </w:rPr>
                  </w:pPr>
                  <w:r w:rsidRPr="00DC54C7">
                    <w:rPr>
                      <w:rFonts w:eastAsia="SimSun"/>
                      <w:sz w:val="21"/>
                      <w:szCs w:val="21"/>
                    </w:rPr>
                    <w:t>(h)</w:t>
                  </w:r>
                </w:p>
              </w:tc>
              <w:tc>
                <w:tcPr>
                  <w:tcW w:w="1408" w:type="pct"/>
                  <w:tcBorders>
                    <w:top w:val="single" w:sz="4" w:space="0" w:color="auto"/>
                    <w:bottom w:val="single" w:sz="4" w:space="0" w:color="auto"/>
                    <w:right w:val="single" w:sz="4" w:space="0" w:color="auto"/>
                  </w:tcBorders>
                </w:tcPr>
                <w:p w14:paraId="415D59F8" w14:textId="77777777" w:rsidR="003D565B" w:rsidRPr="00DC54C7" w:rsidRDefault="003D565B" w:rsidP="00944826">
                  <w:pPr>
                    <w:jc w:val="right"/>
                    <w:rPr>
                      <w:rFonts w:eastAsia="SimSun"/>
                      <w:sz w:val="21"/>
                      <w:szCs w:val="21"/>
                    </w:rPr>
                  </w:pPr>
                  <w:r w:rsidRPr="00DC54C7">
                    <w:rPr>
                      <w:rFonts w:eastAsia="SimSun"/>
                      <w:sz w:val="21"/>
                      <w:szCs w:val="21"/>
                    </w:rPr>
                    <w:t>26,110</w:t>
                  </w:r>
                </w:p>
              </w:tc>
              <w:tc>
                <w:tcPr>
                  <w:tcW w:w="1701" w:type="pct"/>
                  <w:tcBorders>
                    <w:top w:val="single" w:sz="4" w:space="0" w:color="auto"/>
                    <w:left w:val="single" w:sz="4" w:space="0" w:color="auto"/>
                    <w:bottom w:val="single" w:sz="4" w:space="0" w:color="auto"/>
                  </w:tcBorders>
                </w:tcPr>
                <w:p w14:paraId="3551691E" w14:textId="77777777" w:rsidR="003D565B" w:rsidRPr="00DC54C7" w:rsidRDefault="003D565B" w:rsidP="003D565B">
                  <w:pPr>
                    <w:rPr>
                      <w:rFonts w:eastAsia="SimSun"/>
                      <w:b/>
                      <w:sz w:val="21"/>
                      <w:szCs w:val="21"/>
                    </w:rPr>
                  </w:pPr>
                </w:p>
              </w:tc>
              <w:tc>
                <w:tcPr>
                  <w:tcW w:w="931" w:type="pct"/>
                  <w:tcBorders>
                    <w:top w:val="single" w:sz="4" w:space="0" w:color="auto"/>
                    <w:bottom w:val="single" w:sz="4" w:space="0" w:color="auto"/>
                  </w:tcBorders>
                </w:tcPr>
                <w:p w14:paraId="0F3A7E91" w14:textId="77777777" w:rsidR="003D565B" w:rsidRPr="00DC54C7" w:rsidRDefault="003D565B" w:rsidP="003D565B">
                  <w:pPr>
                    <w:rPr>
                      <w:rFonts w:eastAsia="SimSun"/>
                      <w:b/>
                      <w:sz w:val="21"/>
                      <w:szCs w:val="21"/>
                    </w:rPr>
                  </w:pPr>
                </w:p>
              </w:tc>
            </w:tr>
            <w:tr w:rsidR="003D565B" w:rsidRPr="00DC54C7" w14:paraId="67CDE124" w14:textId="77777777" w:rsidTr="004C06CE">
              <w:tc>
                <w:tcPr>
                  <w:tcW w:w="960" w:type="pct"/>
                  <w:tcBorders>
                    <w:top w:val="single" w:sz="4" w:space="0" w:color="auto"/>
                  </w:tcBorders>
                </w:tcPr>
                <w:p w14:paraId="379F5C11" w14:textId="77777777" w:rsidR="003D565B" w:rsidRPr="00DC54C7" w:rsidRDefault="003D565B" w:rsidP="003D565B">
                  <w:pPr>
                    <w:rPr>
                      <w:rFonts w:eastAsia="SimSun"/>
                      <w:b/>
                      <w:sz w:val="21"/>
                      <w:szCs w:val="21"/>
                    </w:rPr>
                  </w:pPr>
                </w:p>
              </w:tc>
              <w:tc>
                <w:tcPr>
                  <w:tcW w:w="1408" w:type="pct"/>
                  <w:tcBorders>
                    <w:top w:val="single" w:sz="4" w:space="0" w:color="auto"/>
                    <w:right w:val="single" w:sz="4" w:space="0" w:color="auto"/>
                  </w:tcBorders>
                </w:tcPr>
                <w:p w14:paraId="779BCA85" w14:textId="77777777" w:rsidR="003D565B" w:rsidRPr="00DC54C7" w:rsidRDefault="003D565B" w:rsidP="00944826">
                  <w:pPr>
                    <w:jc w:val="right"/>
                    <w:rPr>
                      <w:rFonts w:eastAsia="SimSun"/>
                      <w:b/>
                      <w:sz w:val="21"/>
                      <w:szCs w:val="21"/>
                    </w:rPr>
                  </w:pPr>
                </w:p>
              </w:tc>
              <w:tc>
                <w:tcPr>
                  <w:tcW w:w="1701" w:type="pct"/>
                  <w:tcBorders>
                    <w:top w:val="single" w:sz="4" w:space="0" w:color="auto"/>
                    <w:left w:val="single" w:sz="4" w:space="0" w:color="auto"/>
                  </w:tcBorders>
                </w:tcPr>
                <w:p w14:paraId="2EB5420F" w14:textId="77777777" w:rsidR="003D565B" w:rsidRPr="00DC54C7" w:rsidRDefault="003D565B" w:rsidP="003D565B">
                  <w:pPr>
                    <w:rPr>
                      <w:rFonts w:eastAsia="SimSun"/>
                      <w:sz w:val="21"/>
                      <w:szCs w:val="21"/>
                    </w:rPr>
                  </w:pPr>
                </w:p>
              </w:tc>
              <w:tc>
                <w:tcPr>
                  <w:tcW w:w="931" w:type="pct"/>
                  <w:tcBorders>
                    <w:top w:val="single" w:sz="4" w:space="0" w:color="auto"/>
                  </w:tcBorders>
                </w:tcPr>
                <w:p w14:paraId="7AB40918" w14:textId="77777777" w:rsidR="003D565B" w:rsidRPr="00DC54C7" w:rsidRDefault="003D565B" w:rsidP="003D565B">
                  <w:pPr>
                    <w:rPr>
                      <w:rFonts w:eastAsia="SimSun"/>
                      <w:sz w:val="21"/>
                      <w:szCs w:val="21"/>
                    </w:rPr>
                  </w:pPr>
                </w:p>
              </w:tc>
            </w:tr>
          </w:tbl>
          <w:p w14:paraId="604312FE" w14:textId="77777777" w:rsidR="003D565B" w:rsidRPr="00DC54C7" w:rsidRDefault="003D565B" w:rsidP="003D565B">
            <w:pPr>
              <w:rPr>
                <w:rFonts w:eastAsia="SimSun"/>
                <w:sz w:val="21"/>
                <w:szCs w:val="21"/>
              </w:rPr>
            </w:pPr>
          </w:p>
        </w:tc>
        <w:tc>
          <w:tcPr>
            <w:tcW w:w="3536" w:type="dxa"/>
          </w:tcPr>
          <w:p w14:paraId="083C9037" w14:textId="77777777" w:rsidR="003D565B" w:rsidRPr="00DC54C7" w:rsidRDefault="003D565B" w:rsidP="00944826">
            <w:pPr>
              <w:jc w:val="center"/>
              <w:rPr>
                <w:rFonts w:eastAsia="SimSun"/>
                <w:sz w:val="21"/>
                <w:szCs w:val="21"/>
              </w:rPr>
            </w:pPr>
            <w:r w:rsidRPr="00DC54C7">
              <w:rPr>
                <w:rFonts w:eastAsia="SimSun"/>
                <w:sz w:val="21"/>
                <w:szCs w:val="21"/>
              </w:rPr>
              <w:t>+ Contributed Capital –</w:t>
            </w:r>
          </w:p>
          <w:tbl>
            <w:tblPr>
              <w:tblW w:w="33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7"/>
              <w:gridCol w:w="828"/>
              <w:gridCol w:w="827"/>
              <w:gridCol w:w="828"/>
            </w:tblGrid>
            <w:tr w:rsidR="003D565B" w:rsidRPr="00DC54C7" w14:paraId="391AC1C5" w14:textId="77777777" w:rsidTr="00A854B2">
              <w:tc>
                <w:tcPr>
                  <w:tcW w:w="827" w:type="dxa"/>
                  <w:tcBorders>
                    <w:top w:val="single" w:sz="4" w:space="0" w:color="auto"/>
                  </w:tcBorders>
                </w:tcPr>
                <w:p w14:paraId="16753DB6" w14:textId="77777777" w:rsidR="003D565B" w:rsidRPr="00DC54C7" w:rsidRDefault="003D565B" w:rsidP="003D565B">
                  <w:pPr>
                    <w:rPr>
                      <w:rFonts w:eastAsia="SimSun"/>
                      <w:sz w:val="21"/>
                      <w:szCs w:val="21"/>
                    </w:rPr>
                  </w:pPr>
                </w:p>
              </w:tc>
              <w:tc>
                <w:tcPr>
                  <w:tcW w:w="828" w:type="dxa"/>
                  <w:tcBorders>
                    <w:top w:val="single" w:sz="4" w:space="0" w:color="auto"/>
                    <w:right w:val="single" w:sz="4" w:space="0" w:color="auto"/>
                  </w:tcBorders>
                </w:tcPr>
                <w:p w14:paraId="2ACD3DA5" w14:textId="77777777" w:rsidR="003D565B" w:rsidRPr="00DC54C7" w:rsidRDefault="003D565B" w:rsidP="00944826">
                  <w:pPr>
                    <w:jc w:val="right"/>
                    <w:rPr>
                      <w:rFonts w:eastAsia="SimSun"/>
                      <w:sz w:val="21"/>
                      <w:szCs w:val="21"/>
                    </w:rPr>
                  </w:pPr>
                </w:p>
              </w:tc>
              <w:tc>
                <w:tcPr>
                  <w:tcW w:w="827" w:type="dxa"/>
                  <w:tcBorders>
                    <w:top w:val="single" w:sz="4" w:space="0" w:color="auto"/>
                    <w:left w:val="single" w:sz="4" w:space="0" w:color="auto"/>
                  </w:tcBorders>
                </w:tcPr>
                <w:p w14:paraId="1EC2A435" w14:textId="77777777" w:rsidR="003D565B" w:rsidRPr="00DC54C7" w:rsidRDefault="003D565B" w:rsidP="00944826">
                  <w:pPr>
                    <w:jc w:val="right"/>
                    <w:rPr>
                      <w:rFonts w:eastAsia="SimSun"/>
                      <w:sz w:val="21"/>
                      <w:szCs w:val="21"/>
                    </w:rPr>
                  </w:pPr>
                  <w:r w:rsidRPr="00DC54C7">
                    <w:rPr>
                      <w:rFonts w:eastAsia="SimSun"/>
                      <w:sz w:val="21"/>
                      <w:szCs w:val="21"/>
                    </w:rPr>
                    <w:t>10,000</w:t>
                  </w:r>
                </w:p>
              </w:tc>
              <w:tc>
                <w:tcPr>
                  <w:tcW w:w="828" w:type="dxa"/>
                  <w:tcBorders>
                    <w:top w:val="single" w:sz="4" w:space="0" w:color="auto"/>
                  </w:tcBorders>
                </w:tcPr>
                <w:p w14:paraId="2C2240C0" w14:textId="77777777" w:rsidR="003D565B" w:rsidRPr="00DC54C7" w:rsidRDefault="003D565B" w:rsidP="003D565B">
                  <w:pPr>
                    <w:rPr>
                      <w:rFonts w:eastAsia="SimSun"/>
                      <w:sz w:val="21"/>
                      <w:szCs w:val="21"/>
                    </w:rPr>
                  </w:pPr>
                  <w:r w:rsidRPr="00DC54C7">
                    <w:rPr>
                      <w:rFonts w:eastAsia="SimSun"/>
                      <w:sz w:val="21"/>
                      <w:szCs w:val="21"/>
                    </w:rPr>
                    <w:t>Unadj.</w:t>
                  </w:r>
                </w:p>
              </w:tc>
            </w:tr>
          </w:tbl>
          <w:p w14:paraId="52886900" w14:textId="77777777" w:rsidR="003D565B" w:rsidRPr="00DC54C7" w:rsidRDefault="003D565B" w:rsidP="00944826">
            <w:pPr>
              <w:jc w:val="center"/>
              <w:rPr>
                <w:rFonts w:eastAsia="SimSun"/>
                <w:sz w:val="21"/>
                <w:szCs w:val="21"/>
              </w:rPr>
            </w:pPr>
          </w:p>
          <w:p w14:paraId="5630F4F3"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Retained Earnings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4"/>
              <w:gridCol w:w="836"/>
              <w:gridCol w:w="834"/>
              <w:gridCol w:w="836"/>
            </w:tblGrid>
            <w:tr w:rsidR="003D565B" w:rsidRPr="00DC54C7" w14:paraId="1C454666" w14:textId="77777777" w:rsidTr="00A854B2">
              <w:tc>
                <w:tcPr>
                  <w:tcW w:w="1249" w:type="pct"/>
                  <w:tcBorders>
                    <w:top w:val="single" w:sz="4" w:space="0" w:color="auto"/>
                  </w:tcBorders>
                </w:tcPr>
                <w:p w14:paraId="2F31E0DA" w14:textId="77777777" w:rsidR="003D565B" w:rsidRPr="00DC54C7" w:rsidRDefault="003D565B" w:rsidP="003D565B">
                  <w:pPr>
                    <w:rPr>
                      <w:rFonts w:eastAsia="SimSun"/>
                      <w:sz w:val="21"/>
                      <w:szCs w:val="21"/>
                    </w:rPr>
                  </w:pPr>
                </w:p>
              </w:tc>
              <w:tc>
                <w:tcPr>
                  <w:tcW w:w="1251" w:type="pct"/>
                  <w:tcBorders>
                    <w:top w:val="single" w:sz="4" w:space="0" w:color="auto"/>
                    <w:right w:val="single" w:sz="4" w:space="0" w:color="auto"/>
                  </w:tcBorders>
                </w:tcPr>
                <w:p w14:paraId="278BC51E" w14:textId="77777777" w:rsidR="003D565B" w:rsidRPr="00DC54C7" w:rsidRDefault="003D565B" w:rsidP="003D565B">
                  <w:pPr>
                    <w:rPr>
                      <w:rFonts w:eastAsia="SimSun"/>
                      <w:sz w:val="21"/>
                      <w:szCs w:val="21"/>
                    </w:rPr>
                  </w:pPr>
                </w:p>
              </w:tc>
              <w:tc>
                <w:tcPr>
                  <w:tcW w:w="1249" w:type="pct"/>
                  <w:tcBorders>
                    <w:top w:val="single" w:sz="4" w:space="0" w:color="auto"/>
                    <w:left w:val="single" w:sz="4" w:space="0" w:color="auto"/>
                  </w:tcBorders>
                </w:tcPr>
                <w:p w14:paraId="3815D309"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251" w:type="pct"/>
                  <w:tcBorders>
                    <w:top w:val="single" w:sz="4" w:space="0" w:color="auto"/>
                  </w:tcBorders>
                </w:tcPr>
                <w:p w14:paraId="384DD085"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02D00137" w14:textId="77777777" w:rsidTr="00A854B2">
              <w:tc>
                <w:tcPr>
                  <w:tcW w:w="1249" w:type="pct"/>
                  <w:tcBorders>
                    <w:bottom w:val="single" w:sz="4" w:space="0" w:color="auto"/>
                  </w:tcBorders>
                </w:tcPr>
                <w:p w14:paraId="28AA86DB" w14:textId="77777777" w:rsidR="003D565B" w:rsidRPr="00DC54C7" w:rsidRDefault="003D565B" w:rsidP="003D565B">
                  <w:pPr>
                    <w:rPr>
                      <w:rFonts w:eastAsia="SimSun"/>
                      <w:b/>
                      <w:sz w:val="21"/>
                      <w:szCs w:val="21"/>
                    </w:rPr>
                  </w:pPr>
                </w:p>
              </w:tc>
              <w:tc>
                <w:tcPr>
                  <w:tcW w:w="1251" w:type="pct"/>
                  <w:tcBorders>
                    <w:bottom w:val="single" w:sz="4" w:space="0" w:color="auto"/>
                    <w:right w:val="single" w:sz="4" w:space="0" w:color="auto"/>
                  </w:tcBorders>
                </w:tcPr>
                <w:p w14:paraId="31044432" w14:textId="77777777" w:rsidR="003D565B" w:rsidRPr="00DC54C7" w:rsidRDefault="003D565B" w:rsidP="003D565B">
                  <w:pPr>
                    <w:rPr>
                      <w:rFonts w:eastAsia="SimSun"/>
                      <w:b/>
                      <w:sz w:val="21"/>
                      <w:szCs w:val="21"/>
                    </w:rPr>
                  </w:pPr>
                </w:p>
              </w:tc>
              <w:tc>
                <w:tcPr>
                  <w:tcW w:w="1249" w:type="pct"/>
                  <w:tcBorders>
                    <w:left w:val="single" w:sz="4" w:space="0" w:color="auto"/>
                    <w:bottom w:val="single" w:sz="4" w:space="0" w:color="auto"/>
                  </w:tcBorders>
                </w:tcPr>
                <w:p w14:paraId="0BB8F454" w14:textId="77777777" w:rsidR="003D565B" w:rsidRPr="00DC54C7" w:rsidRDefault="003D565B" w:rsidP="00944826">
                  <w:pPr>
                    <w:jc w:val="right"/>
                    <w:rPr>
                      <w:rFonts w:eastAsia="SimSun"/>
                      <w:b/>
                      <w:sz w:val="21"/>
                      <w:szCs w:val="21"/>
                    </w:rPr>
                  </w:pPr>
                </w:p>
              </w:tc>
              <w:tc>
                <w:tcPr>
                  <w:tcW w:w="1251" w:type="pct"/>
                  <w:tcBorders>
                    <w:bottom w:val="single" w:sz="4" w:space="0" w:color="auto"/>
                  </w:tcBorders>
                </w:tcPr>
                <w:p w14:paraId="5181FCE7" w14:textId="77777777" w:rsidR="003D565B" w:rsidRPr="00DC54C7" w:rsidRDefault="003D565B" w:rsidP="003D565B">
                  <w:pPr>
                    <w:rPr>
                      <w:rFonts w:eastAsia="SimSun"/>
                      <w:b/>
                      <w:sz w:val="21"/>
                      <w:szCs w:val="21"/>
                    </w:rPr>
                  </w:pPr>
                </w:p>
              </w:tc>
            </w:tr>
            <w:tr w:rsidR="003D565B" w:rsidRPr="00DC54C7" w14:paraId="22CC8C78" w14:textId="77777777" w:rsidTr="00A854B2">
              <w:tc>
                <w:tcPr>
                  <w:tcW w:w="1249" w:type="pct"/>
                  <w:tcBorders>
                    <w:top w:val="single" w:sz="4" w:space="0" w:color="auto"/>
                  </w:tcBorders>
                </w:tcPr>
                <w:p w14:paraId="00CB3F8D" w14:textId="77777777" w:rsidR="003D565B" w:rsidRPr="00DC54C7" w:rsidRDefault="003D565B" w:rsidP="003D565B">
                  <w:pPr>
                    <w:rPr>
                      <w:rFonts w:eastAsia="SimSun"/>
                      <w:b/>
                      <w:sz w:val="21"/>
                      <w:szCs w:val="21"/>
                    </w:rPr>
                  </w:pPr>
                </w:p>
              </w:tc>
              <w:tc>
                <w:tcPr>
                  <w:tcW w:w="1251" w:type="pct"/>
                  <w:tcBorders>
                    <w:top w:val="single" w:sz="4" w:space="0" w:color="auto"/>
                    <w:right w:val="single" w:sz="4" w:space="0" w:color="auto"/>
                  </w:tcBorders>
                </w:tcPr>
                <w:p w14:paraId="1051A9EB" w14:textId="77777777" w:rsidR="003D565B" w:rsidRPr="00DC54C7" w:rsidRDefault="003D565B" w:rsidP="003D565B">
                  <w:pPr>
                    <w:rPr>
                      <w:rFonts w:eastAsia="SimSun"/>
                      <w:b/>
                      <w:sz w:val="21"/>
                      <w:szCs w:val="21"/>
                    </w:rPr>
                  </w:pPr>
                </w:p>
              </w:tc>
              <w:tc>
                <w:tcPr>
                  <w:tcW w:w="1249" w:type="pct"/>
                  <w:tcBorders>
                    <w:top w:val="single" w:sz="4" w:space="0" w:color="auto"/>
                    <w:left w:val="single" w:sz="4" w:space="0" w:color="auto"/>
                  </w:tcBorders>
                </w:tcPr>
                <w:p w14:paraId="27F04E7E" w14:textId="77777777" w:rsidR="003D565B" w:rsidRPr="00DC54C7" w:rsidRDefault="003D565B" w:rsidP="00944826">
                  <w:pPr>
                    <w:jc w:val="right"/>
                    <w:rPr>
                      <w:rFonts w:eastAsia="SimSun"/>
                      <w:b/>
                      <w:sz w:val="21"/>
                      <w:szCs w:val="21"/>
                    </w:rPr>
                  </w:pPr>
                </w:p>
              </w:tc>
              <w:tc>
                <w:tcPr>
                  <w:tcW w:w="1251" w:type="pct"/>
                  <w:tcBorders>
                    <w:top w:val="single" w:sz="4" w:space="0" w:color="auto"/>
                  </w:tcBorders>
                </w:tcPr>
                <w:p w14:paraId="49001258" w14:textId="77777777" w:rsidR="003D565B" w:rsidRPr="00DC54C7" w:rsidRDefault="003D565B" w:rsidP="003D565B">
                  <w:pPr>
                    <w:rPr>
                      <w:rFonts w:eastAsia="SimSun"/>
                      <w:b/>
                      <w:sz w:val="21"/>
                      <w:szCs w:val="21"/>
                    </w:rPr>
                  </w:pPr>
                </w:p>
              </w:tc>
            </w:tr>
          </w:tbl>
          <w:p w14:paraId="1C358A8C" w14:textId="77777777" w:rsidR="003D565B" w:rsidRPr="00DC54C7" w:rsidRDefault="003D565B" w:rsidP="00944826">
            <w:pPr>
              <w:jc w:val="center"/>
              <w:rPr>
                <w:rFonts w:eastAsia="SimSun"/>
                <w:sz w:val="21"/>
                <w:szCs w:val="21"/>
              </w:rPr>
            </w:pPr>
          </w:p>
          <w:p w14:paraId="4D10E41E" w14:textId="77777777" w:rsidR="003D565B" w:rsidRPr="00DC54C7" w:rsidRDefault="003D565B" w:rsidP="00944826">
            <w:pPr>
              <w:jc w:val="center"/>
              <w:rPr>
                <w:rFonts w:eastAsia="SimSun"/>
                <w:sz w:val="21"/>
                <w:szCs w:val="21"/>
              </w:rPr>
            </w:pPr>
            <w:r w:rsidRPr="00DC54C7">
              <w:rPr>
                <w:rFonts w:eastAsia="SimSun"/>
                <w:sz w:val="21"/>
                <w:szCs w:val="21"/>
              </w:rPr>
              <w:t>+ Dividends</w:t>
            </w:r>
            <w:r w:rsidR="000304F6">
              <w:rPr>
                <w:rFonts w:eastAsia="SimSun"/>
                <w:sz w:val="21"/>
                <w:szCs w:val="21"/>
              </w:rPr>
              <w:t xml:space="preserve"> </w:t>
            </w:r>
            <w:r w:rsidRPr="00DC54C7">
              <w:rPr>
                <w:rFonts w:eastAsia="SimSun"/>
                <w:sz w:val="21"/>
                <w:szCs w:val="21"/>
              </w:rPr>
              <w:t>–</w:t>
            </w:r>
          </w:p>
          <w:tbl>
            <w:tblPr>
              <w:tblW w:w="4997"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4"/>
              <w:gridCol w:w="834"/>
              <w:gridCol w:w="835"/>
              <w:gridCol w:w="835"/>
            </w:tblGrid>
            <w:tr w:rsidR="003D565B" w:rsidRPr="00DC54C7" w14:paraId="28D4FBED" w14:textId="77777777" w:rsidTr="00A854B2">
              <w:tc>
                <w:tcPr>
                  <w:tcW w:w="1250" w:type="pct"/>
                  <w:tcBorders>
                    <w:top w:val="single" w:sz="4" w:space="0" w:color="auto"/>
                  </w:tcBorders>
                </w:tcPr>
                <w:p w14:paraId="1C0C22C6" w14:textId="77777777" w:rsidR="003D565B" w:rsidRPr="00DC54C7" w:rsidRDefault="003D565B" w:rsidP="003D565B">
                  <w:pPr>
                    <w:rPr>
                      <w:rFonts w:eastAsia="SimSun"/>
                      <w:sz w:val="21"/>
                      <w:szCs w:val="21"/>
                    </w:rPr>
                  </w:pPr>
                  <w:r w:rsidRPr="00DC54C7">
                    <w:rPr>
                      <w:rFonts w:eastAsia="SimSun"/>
                      <w:sz w:val="21"/>
                      <w:szCs w:val="21"/>
                    </w:rPr>
                    <w:t>Unadj.</w:t>
                  </w:r>
                </w:p>
              </w:tc>
              <w:tc>
                <w:tcPr>
                  <w:tcW w:w="1250" w:type="pct"/>
                  <w:tcBorders>
                    <w:top w:val="single" w:sz="4" w:space="0" w:color="auto"/>
                    <w:right w:val="single" w:sz="4" w:space="0" w:color="auto"/>
                  </w:tcBorders>
                </w:tcPr>
                <w:p w14:paraId="189ED189"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250" w:type="pct"/>
                  <w:tcBorders>
                    <w:top w:val="single" w:sz="4" w:space="0" w:color="auto"/>
                    <w:left w:val="single" w:sz="4" w:space="0" w:color="auto"/>
                  </w:tcBorders>
                </w:tcPr>
                <w:p w14:paraId="1FD932D0" w14:textId="77777777" w:rsidR="003D565B" w:rsidRPr="00DC54C7" w:rsidRDefault="003D565B" w:rsidP="003D565B">
                  <w:pPr>
                    <w:rPr>
                      <w:rFonts w:eastAsia="SimSun"/>
                      <w:sz w:val="21"/>
                      <w:szCs w:val="21"/>
                    </w:rPr>
                  </w:pPr>
                </w:p>
              </w:tc>
              <w:tc>
                <w:tcPr>
                  <w:tcW w:w="1250" w:type="pct"/>
                  <w:tcBorders>
                    <w:top w:val="single" w:sz="4" w:space="0" w:color="auto"/>
                  </w:tcBorders>
                </w:tcPr>
                <w:p w14:paraId="6A7F1852" w14:textId="77777777" w:rsidR="003D565B" w:rsidRPr="00DC54C7" w:rsidRDefault="003D565B" w:rsidP="003D565B">
                  <w:pPr>
                    <w:rPr>
                      <w:rFonts w:eastAsia="SimSun"/>
                      <w:sz w:val="21"/>
                      <w:szCs w:val="21"/>
                    </w:rPr>
                  </w:pPr>
                </w:p>
              </w:tc>
            </w:tr>
            <w:tr w:rsidR="003D565B" w:rsidRPr="00DC54C7" w14:paraId="084E29BC" w14:textId="77777777" w:rsidTr="00A854B2">
              <w:tc>
                <w:tcPr>
                  <w:tcW w:w="1250" w:type="pct"/>
                  <w:tcBorders>
                    <w:bottom w:val="single" w:sz="4" w:space="0" w:color="auto"/>
                  </w:tcBorders>
                </w:tcPr>
                <w:p w14:paraId="0DD1696D" w14:textId="77777777" w:rsidR="003D565B" w:rsidRPr="00DC54C7" w:rsidRDefault="003D565B" w:rsidP="003D565B">
                  <w:pPr>
                    <w:rPr>
                      <w:rFonts w:eastAsia="SimSun"/>
                      <w:sz w:val="21"/>
                      <w:szCs w:val="21"/>
                    </w:rPr>
                  </w:pPr>
                  <w:r w:rsidRPr="00DC54C7">
                    <w:rPr>
                      <w:rFonts w:eastAsia="SimSun"/>
                      <w:sz w:val="21"/>
                      <w:szCs w:val="21"/>
                    </w:rPr>
                    <w:t>(i)</w:t>
                  </w:r>
                </w:p>
              </w:tc>
              <w:tc>
                <w:tcPr>
                  <w:tcW w:w="1250" w:type="pct"/>
                  <w:tcBorders>
                    <w:bottom w:val="single" w:sz="4" w:space="0" w:color="auto"/>
                    <w:right w:val="single" w:sz="4" w:space="0" w:color="auto"/>
                  </w:tcBorders>
                </w:tcPr>
                <w:p w14:paraId="35C62229"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1250" w:type="pct"/>
                  <w:tcBorders>
                    <w:left w:val="single" w:sz="4" w:space="0" w:color="auto"/>
                    <w:bottom w:val="single" w:sz="4" w:space="0" w:color="auto"/>
                  </w:tcBorders>
                </w:tcPr>
                <w:p w14:paraId="0D195524" w14:textId="77777777" w:rsidR="003D565B" w:rsidRPr="00DC54C7" w:rsidRDefault="003D565B" w:rsidP="003D565B">
                  <w:pPr>
                    <w:rPr>
                      <w:rFonts w:eastAsia="SimSun"/>
                      <w:sz w:val="21"/>
                      <w:szCs w:val="21"/>
                    </w:rPr>
                  </w:pPr>
                </w:p>
              </w:tc>
              <w:tc>
                <w:tcPr>
                  <w:tcW w:w="1250" w:type="pct"/>
                  <w:tcBorders>
                    <w:bottom w:val="single" w:sz="4" w:space="0" w:color="auto"/>
                  </w:tcBorders>
                </w:tcPr>
                <w:p w14:paraId="1FE3FC2E" w14:textId="77777777" w:rsidR="003D565B" w:rsidRPr="00DC54C7" w:rsidRDefault="003D565B" w:rsidP="003D565B">
                  <w:pPr>
                    <w:rPr>
                      <w:rFonts w:eastAsia="SimSun"/>
                      <w:sz w:val="21"/>
                      <w:szCs w:val="21"/>
                    </w:rPr>
                  </w:pPr>
                </w:p>
              </w:tc>
            </w:tr>
            <w:tr w:rsidR="003D565B" w:rsidRPr="00DC54C7" w14:paraId="26760C85" w14:textId="77777777" w:rsidTr="00A854B2">
              <w:tc>
                <w:tcPr>
                  <w:tcW w:w="1250" w:type="pct"/>
                  <w:tcBorders>
                    <w:top w:val="single" w:sz="4" w:space="0" w:color="auto"/>
                    <w:bottom w:val="single" w:sz="4" w:space="0" w:color="auto"/>
                  </w:tcBorders>
                </w:tcPr>
                <w:p w14:paraId="39A3CD8A" w14:textId="77777777" w:rsidR="003D565B" w:rsidRPr="00DC54C7" w:rsidRDefault="003D565B" w:rsidP="003D565B">
                  <w:pPr>
                    <w:rPr>
                      <w:rFonts w:eastAsia="SimSun"/>
                      <w:sz w:val="21"/>
                      <w:szCs w:val="21"/>
                    </w:rPr>
                  </w:pPr>
                  <w:r w:rsidRPr="00DC54C7">
                    <w:rPr>
                      <w:rFonts w:eastAsia="SimSun"/>
                      <w:sz w:val="21"/>
                      <w:szCs w:val="21"/>
                    </w:rPr>
                    <w:t>Adj.</w:t>
                  </w:r>
                </w:p>
              </w:tc>
              <w:tc>
                <w:tcPr>
                  <w:tcW w:w="1250" w:type="pct"/>
                  <w:tcBorders>
                    <w:top w:val="single" w:sz="4" w:space="0" w:color="auto"/>
                    <w:bottom w:val="single" w:sz="4" w:space="0" w:color="auto"/>
                    <w:right w:val="single" w:sz="4" w:space="0" w:color="auto"/>
                  </w:tcBorders>
                </w:tcPr>
                <w:p w14:paraId="5C110278"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1250" w:type="pct"/>
                  <w:tcBorders>
                    <w:top w:val="single" w:sz="4" w:space="0" w:color="auto"/>
                    <w:left w:val="single" w:sz="4" w:space="0" w:color="auto"/>
                    <w:bottom w:val="single" w:sz="4" w:space="0" w:color="auto"/>
                  </w:tcBorders>
                </w:tcPr>
                <w:p w14:paraId="13989F8C" w14:textId="77777777" w:rsidR="003D565B" w:rsidRPr="00DC54C7" w:rsidRDefault="003D565B" w:rsidP="00944826">
                  <w:pPr>
                    <w:jc w:val="right"/>
                    <w:rPr>
                      <w:rFonts w:eastAsia="SimSun"/>
                      <w:b/>
                      <w:sz w:val="21"/>
                      <w:szCs w:val="21"/>
                    </w:rPr>
                  </w:pPr>
                </w:p>
              </w:tc>
              <w:tc>
                <w:tcPr>
                  <w:tcW w:w="1250" w:type="pct"/>
                  <w:tcBorders>
                    <w:top w:val="single" w:sz="4" w:space="0" w:color="auto"/>
                    <w:bottom w:val="single" w:sz="4" w:space="0" w:color="auto"/>
                  </w:tcBorders>
                </w:tcPr>
                <w:p w14:paraId="612D6B30" w14:textId="77777777" w:rsidR="003D565B" w:rsidRPr="00DC54C7" w:rsidRDefault="003D565B" w:rsidP="003D565B">
                  <w:pPr>
                    <w:rPr>
                      <w:rFonts w:eastAsia="SimSun"/>
                      <w:b/>
                      <w:sz w:val="21"/>
                      <w:szCs w:val="21"/>
                    </w:rPr>
                  </w:pPr>
                </w:p>
              </w:tc>
            </w:tr>
            <w:tr w:rsidR="003D565B" w:rsidRPr="00DC54C7" w14:paraId="12616CFB" w14:textId="77777777" w:rsidTr="00A854B2">
              <w:tc>
                <w:tcPr>
                  <w:tcW w:w="1250" w:type="pct"/>
                  <w:tcBorders>
                    <w:top w:val="single" w:sz="4" w:space="0" w:color="auto"/>
                  </w:tcBorders>
                </w:tcPr>
                <w:p w14:paraId="19CB1C5E"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200BF1A8"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054273A8" w14:textId="77777777" w:rsidR="003D565B" w:rsidRPr="00DC54C7" w:rsidRDefault="003D565B" w:rsidP="00944826">
                  <w:pPr>
                    <w:jc w:val="right"/>
                    <w:rPr>
                      <w:rFonts w:eastAsia="SimSun"/>
                      <w:b/>
                      <w:sz w:val="21"/>
                      <w:szCs w:val="21"/>
                    </w:rPr>
                  </w:pPr>
                </w:p>
              </w:tc>
              <w:tc>
                <w:tcPr>
                  <w:tcW w:w="1250" w:type="pct"/>
                  <w:tcBorders>
                    <w:top w:val="single" w:sz="4" w:space="0" w:color="auto"/>
                  </w:tcBorders>
                </w:tcPr>
                <w:p w14:paraId="615B9B4B" w14:textId="77777777" w:rsidR="003D565B" w:rsidRPr="00DC54C7" w:rsidRDefault="003D565B" w:rsidP="003D565B">
                  <w:pPr>
                    <w:rPr>
                      <w:rFonts w:eastAsia="SimSun"/>
                      <w:b/>
                      <w:sz w:val="21"/>
                      <w:szCs w:val="21"/>
                    </w:rPr>
                  </w:pPr>
                </w:p>
              </w:tc>
            </w:tr>
          </w:tbl>
          <w:p w14:paraId="3E9E9FC4" w14:textId="77777777" w:rsidR="003D565B" w:rsidRPr="00DC54C7" w:rsidRDefault="003D565B" w:rsidP="00944826">
            <w:pPr>
              <w:jc w:val="center"/>
              <w:rPr>
                <w:rFonts w:eastAsia="SimSun"/>
                <w:sz w:val="21"/>
                <w:szCs w:val="21"/>
              </w:rPr>
            </w:pPr>
          </w:p>
          <w:p w14:paraId="66640016"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w:t>
            </w:r>
            <w:r w:rsidR="00F01DA3">
              <w:rPr>
                <w:rFonts w:eastAsia="SimSun"/>
                <w:sz w:val="21"/>
                <w:szCs w:val="21"/>
              </w:rPr>
              <w:t xml:space="preserve">Service </w:t>
            </w:r>
            <w:r w:rsidR="003D565B" w:rsidRPr="00DC54C7">
              <w:rPr>
                <w:rFonts w:eastAsia="SimSun"/>
                <w:sz w:val="21"/>
                <w:szCs w:val="21"/>
              </w:rPr>
              <w:t>Revenue +</w:t>
            </w:r>
          </w:p>
          <w:tbl>
            <w:tblPr>
              <w:tblW w:w="4997"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13"/>
              <w:gridCol w:w="813"/>
              <w:gridCol w:w="899"/>
              <w:gridCol w:w="813"/>
            </w:tblGrid>
            <w:tr w:rsidR="003D565B" w:rsidRPr="00DC54C7" w14:paraId="75107C22" w14:textId="77777777" w:rsidTr="00A854B2">
              <w:tc>
                <w:tcPr>
                  <w:tcW w:w="1250" w:type="pct"/>
                  <w:tcBorders>
                    <w:top w:val="single" w:sz="4" w:space="0" w:color="auto"/>
                  </w:tcBorders>
                </w:tcPr>
                <w:p w14:paraId="25643CB0" w14:textId="77777777" w:rsidR="003D565B" w:rsidRPr="00DC54C7" w:rsidRDefault="003D565B" w:rsidP="003D565B">
                  <w:pPr>
                    <w:rPr>
                      <w:rFonts w:eastAsia="SimSun"/>
                      <w:sz w:val="21"/>
                      <w:szCs w:val="21"/>
                    </w:rPr>
                  </w:pPr>
                </w:p>
              </w:tc>
              <w:tc>
                <w:tcPr>
                  <w:tcW w:w="1250" w:type="pct"/>
                  <w:tcBorders>
                    <w:top w:val="single" w:sz="4" w:space="0" w:color="auto"/>
                    <w:right w:val="single" w:sz="4" w:space="0" w:color="auto"/>
                  </w:tcBorders>
                </w:tcPr>
                <w:p w14:paraId="1178E69C" w14:textId="77777777" w:rsidR="003D565B" w:rsidRPr="00DC54C7" w:rsidRDefault="003D565B" w:rsidP="003D565B">
                  <w:pPr>
                    <w:rPr>
                      <w:rFonts w:eastAsia="SimSun"/>
                      <w:sz w:val="21"/>
                      <w:szCs w:val="21"/>
                    </w:rPr>
                  </w:pPr>
                </w:p>
              </w:tc>
              <w:tc>
                <w:tcPr>
                  <w:tcW w:w="1250" w:type="pct"/>
                  <w:tcBorders>
                    <w:top w:val="single" w:sz="4" w:space="0" w:color="auto"/>
                    <w:left w:val="single" w:sz="4" w:space="0" w:color="auto"/>
                  </w:tcBorders>
                </w:tcPr>
                <w:p w14:paraId="6633AAC3" w14:textId="77777777" w:rsidR="003D565B" w:rsidRPr="00DC54C7" w:rsidRDefault="003D565B" w:rsidP="00944826">
                  <w:pPr>
                    <w:jc w:val="right"/>
                    <w:rPr>
                      <w:rFonts w:eastAsia="SimSun"/>
                      <w:sz w:val="21"/>
                      <w:szCs w:val="21"/>
                    </w:rPr>
                  </w:pPr>
                  <w:r w:rsidRPr="00DC54C7">
                    <w:rPr>
                      <w:rFonts w:eastAsia="SimSun"/>
                      <w:sz w:val="21"/>
                      <w:szCs w:val="21"/>
                    </w:rPr>
                    <w:t>120,000</w:t>
                  </w:r>
                </w:p>
              </w:tc>
              <w:tc>
                <w:tcPr>
                  <w:tcW w:w="1250" w:type="pct"/>
                  <w:tcBorders>
                    <w:top w:val="single" w:sz="4" w:space="0" w:color="auto"/>
                  </w:tcBorders>
                </w:tcPr>
                <w:p w14:paraId="672AEE9A"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0F8D32E3" w14:textId="77777777" w:rsidTr="00A854B2">
              <w:tc>
                <w:tcPr>
                  <w:tcW w:w="1250" w:type="pct"/>
                  <w:tcBorders>
                    <w:bottom w:val="single" w:sz="4" w:space="0" w:color="auto"/>
                  </w:tcBorders>
                </w:tcPr>
                <w:p w14:paraId="14771DAA" w14:textId="77777777" w:rsidR="003D565B" w:rsidRPr="00DC54C7" w:rsidRDefault="003D565B" w:rsidP="003D565B">
                  <w:pPr>
                    <w:rPr>
                      <w:rFonts w:eastAsia="SimSun"/>
                      <w:sz w:val="21"/>
                      <w:szCs w:val="21"/>
                    </w:rPr>
                  </w:pPr>
                </w:p>
              </w:tc>
              <w:tc>
                <w:tcPr>
                  <w:tcW w:w="1250" w:type="pct"/>
                  <w:tcBorders>
                    <w:bottom w:val="single" w:sz="4" w:space="0" w:color="auto"/>
                    <w:right w:val="single" w:sz="4" w:space="0" w:color="auto"/>
                  </w:tcBorders>
                </w:tcPr>
                <w:p w14:paraId="38B9B93B" w14:textId="77777777" w:rsidR="003D565B" w:rsidRPr="00DC54C7" w:rsidRDefault="003D565B" w:rsidP="003D565B">
                  <w:pPr>
                    <w:rPr>
                      <w:rFonts w:eastAsia="SimSun"/>
                      <w:sz w:val="21"/>
                      <w:szCs w:val="21"/>
                    </w:rPr>
                  </w:pPr>
                </w:p>
              </w:tc>
              <w:tc>
                <w:tcPr>
                  <w:tcW w:w="1250" w:type="pct"/>
                  <w:tcBorders>
                    <w:left w:val="single" w:sz="4" w:space="0" w:color="auto"/>
                    <w:bottom w:val="single" w:sz="4" w:space="0" w:color="auto"/>
                  </w:tcBorders>
                </w:tcPr>
                <w:p w14:paraId="4803E84C" w14:textId="77777777" w:rsidR="003D565B" w:rsidRPr="00DC54C7" w:rsidRDefault="003D565B" w:rsidP="00944826">
                  <w:pPr>
                    <w:jc w:val="right"/>
                    <w:rPr>
                      <w:rFonts w:eastAsia="SimSun"/>
                      <w:sz w:val="21"/>
                      <w:szCs w:val="21"/>
                    </w:rPr>
                  </w:pPr>
                  <w:r w:rsidRPr="00DC54C7">
                    <w:rPr>
                      <w:rFonts w:eastAsia="SimSun"/>
                      <w:sz w:val="21"/>
                      <w:szCs w:val="21"/>
                    </w:rPr>
                    <w:t>400</w:t>
                  </w:r>
                </w:p>
              </w:tc>
              <w:tc>
                <w:tcPr>
                  <w:tcW w:w="1250" w:type="pct"/>
                  <w:tcBorders>
                    <w:bottom w:val="single" w:sz="4" w:space="0" w:color="auto"/>
                  </w:tcBorders>
                </w:tcPr>
                <w:p w14:paraId="58F3799C" w14:textId="77777777" w:rsidR="003D565B" w:rsidRPr="00DC54C7" w:rsidRDefault="003D565B" w:rsidP="003D565B">
                  <w:pPr>
                    <w:rPr>
                      <w:rFonts w:eastAsia="SimSun"/>
                      <w:sz w:val="21"/>
                      <w:szCs w:val="21"/>
                    </w:rPr>
                  </w:pPr>
                  <w:r w:rsidRPr="00DC54C7">
                    <w:rPr>
                      <w:rFonts w:eastAsia="SimSun"/>
                      <w:sz w:val="21"/>
                      <w:szCs w:val="21"/>
                    </w:rPr>
                    <w:t>(e)</w:t>
                  </w:r>
                </w:p>
              </w:tc>
            </w:tr>
            <w:tr w:rsidR="003D565B" w:rsidRPr="00DC54C7" w14:paraId="39F8E813" w14:textId="77777777" w:rsidTr="00A854B2">
              <w:tc>
                <w:tcPr>
                  <w:tcW w:w="1250" w:type="pct"/>
                  <w:tcBorders>
                    <w:top w:val="single" w:sz="4" w:space="0" w:color="auto"/>
                    <w:bottom w:val="single" w:sz="4" w:space="0" w:color="auto"/>
                  </w:tcBorders>
                </w:tcPr>
                <w:p w14:paraId="36E5E071"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right w:val="single" w:sz="4" w:space="0" w:color="auto"/>
                  </w:tcBorders>
                </w:tcPr>
                <w:p w14:paraId="2BE02ED0" w14:textId="77777777" w:rsidR="003D565B" w:rsidRPr="00DC54C7" w:rsidRDefault="003D565B" w:rsidP="003D565B">
                  <w:pPr>
                    <w:rPr>
                      <w:rFonts w:eastAsia="SimSun"/>
                      <w:b/>
                      <w:sz w:val="21"/>
                      <w:szCs w:val="21"/>
                    </w:rPr>
                  </w:pPr>
                </w:p>
              </w:tc>
              <w:tc>
                <w:tcPr>
                  <w:tcW w:w="1250" w:type="pct"/>
                  <w:tcBorders>
                    <w:top w:val="single" w:sz="4" w:space="0" w:color="auto"/>
                    <w:left w:val="single" w:sz="4" w:space="0" w:color="auto"/>
                    <w:bottom w:val="single" w:sz="4" w:space="0" w:color="auto"/>
                  </w:tcBorders>
                </w:tcPr>
                <w:p w14:paraId="52709A48" w14:textId="77777777" w:rsidR="003D565B" w:rsidRPr="00DC54C7" w:rsidRDefault="003D565B" w:rsidP="00944826">
                  <w:pPr>
                    <w:jc w:val="right"/>
                    <w:rPr>
                      <w:rFonts w:eastAsia="SimSun"/>
                      <w:sz w:val="21"/>
                      <w:szCs w:val="21"/>
                    </w:rPr>
                  </w:pPr>
                  <w:r w:rsidRPr="00DC54C7">
                    <w:rPr>
                      <w:rFonts w:eastAsia="SimSun"/>
                      <w:sz w:val="21"/>
                      <w:szCs w:val="21"/>
                    </w:rPr>
                    <w:t>120,400</w:t>
                  </w:r>
                </w:p>
              </w:tc>
              <w:tc>
                <w:tcPr>
                  <w:tcW w:w="1250" w:type="pct"/>
                  <w:tcBorders>
                    <w:top w:val="single" w:sz="4" w:space="0" w:color="auto"/>
                    <w:bottom w:val="single" w:sz="4" w:space="0" w:color="auto"/>
                  </w:tcBorders>
                </w:tcPr>
                <w:p w14:paraId="44DBA940" w14:textId="77777777" w:rsidR="003D565B" w:rsidRPr="00DC54C7" w:rsidRDefault="003D565B" w:rsidP="003D565B">
                  <w:pPr>
                    <w:rPr>
                      <w:rFonts w:eastAsia="SimSun"/>
                      <w:sz w:val="21"/>
                      <w:szCs w:val="21"/>
                    </w:rPr>
                  </w:pPr>
                  <w:r w:rsidRPr="00DC54C7">
                    <w:rPr>
                      <w:rFonts w:eastAsia="SimSun"/>
                      <w:sz w:val="21"/>
                      <w:szCs w:val="21"/>
                    </w:rPr>
                    <w:t>Adj.</w:t>
                  </w:r>
                </w:p>
              </w:tc>
            </w:tr>
            <w:tr w:rsidR="003D565B" w:rsidRPr="00DC54C7" w14:paraId="0073C5EC" w14:textId="77777777" w:rsidTr="00A854B2">
              <w:tc>
                <w:tcPr>
                  <w:tcW w:w="1250" w:type="pct"/>
                  <w:tcBorders>
                    <w:top w:val="single" w:sz="4" w:space="0" w:color="auto"/>
                  </w:tcBorders>
                </w:tcPr>
                <w:p w14:paraId="1CEBE2FE"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206FE5B2" w14:textId="77777777" w:rsidR="003D565B" w:rsidRPr="00DC54C7" w:rsidRDefault="003D565B" w:rsidP="003D565B">
                  <w:pPr>
                    <w:rPr>
                      <w:rFonts w:eastAsia="SimSun"/>
                      <w:b/>
                      <w:sz w:val="21"/>
                      <w:szCs w:val="21"/>
                    </w:rPr>
                  </w:pPr>
                </w:p>
              </w:tc>
              <w:tc>
                <w:tcPr>
                  <w:tcW w:w="1250" w:type="pct"/>
                  <w:tcBorders>
                    <w:top w:val="single" w:sz="4" w:space="0" w:color="auto"/>
                    <w:left w:val="single" w:sz="4" w:space="0" w:color="auto"/>
                  </w:tcBorders>
                </w:tcPr>
                <w:p w14:paraId="7FCB92B6" w14:textId="77777777" w:rsidR="003D565B" w:rsidRPr="00DC54C7" w:rsidRDefault="003D565B" w:rsidP="00944826">
                  <w:pPr>
                    <w:jc w:val="right"/>
                    <w:rPr>
                      <w:rFonts w:eastAsia="SimSun"/>
                      <w:b/>
                      <w:sz w:val="21"/>
                      <w:szCs w:val="21"/>
                    </w:rPr>
                  </w:pPr>
                </w:p>
              </w:tc>
              <w:tc>
                <w:tcPr>
                  <w:tcW w:w="1250" w:type="pct"/>
                  <w:tcBorders>
                    <w:top w:val="single" w:sz="4" w:space="0" w:color="auto"/>
                  </w:tcBorders>
                </w:tcPr>
                <w:p w14:paraId="3FC84109" w14:textId="77777777" w:rsidR="003D565B" w:rsidRPr="00DC54C7" w:rsidRDefault="003D565B" w:rsidP="003D565B">
                  <w:pPr>
                    <w:rPr>
                      <w:rFonts w:eastAsia="SimSun"/>
                      <w:b/>
                      <w:sz w:val="21"/>
                      <w:szCs w:val="21"/>
                    </w:rPr>
                  </w:pPr>
                </w:p>
              </w:tc>
            </w:tr>
          </w:tbl>
          <w:p w14:paraId="747CA56E" w14:textId="77777777" w:rsidR="003D565B" w:rsidRPr="00DC54C7" w:rsidRDefault="003D565B" w:rsidP="00944826">
            <w:pPr>
              <w:jc w:val="center"/>
              <w:rPr>
                <w:rFonts w:eastAsia="SimSun"/>
                <w:sz w:val="21"/>
                <w:szCs w:val="21"/>
              </w:rPr>
            </w:pPr>
          </w:p>
          <w:p w14:paraId="6CE35DBA" w14:textId="77777777" w:rsidR="003D565B" w:rsidRPr="00DC54C7" w:rsidRDefault="003D565B" w:rsidP="00944826">
            <w:pPr>
              <w:jc w:val="center"/>
              <w:rPr>
                <w:rFonts w:eastAsia="SimSun"/>
                <w:sz w:val="21"/>
                <w:szCs w:val="21"/>
              </w:rPr>
            </w:pPr>
            <w:r w:rsidRPr="00DC54C7">
              <w:rPr>
                <w:rFonts w:eastAsia="SimSun"/>
                <w:sz w:val="21"/>
                <w:szCs w:val="21"/>
              </w:rPr>
              <w:t>+ Interest Revenue –</w:t>
            </w:r>
          </w:p>
          <w:tbl>
            <w:tblPr>
              <w:tblW w:w="334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5103BC8F" w14:textId="77777777" w:rsidTr="00A854B2">
              <w:tc>
                <w:tcPr>
                  <w:tcW w:w="1250" w:type="pct"/>
                  <w:tcBorders>
                    <w:top w:val="single" w:sz="4" w:space="0" w:color="auto"/>
                    <w:bottom w:val="single" w:sz="4" w:space="0" w:color="auto"/>
                  </w:tcBorders>
                </w:tcPr>
                <w:p w14:paraId="698F9C2F"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right w:val="single" w:sz="4" w:space="0" w:color="auto"/>
                  </w:tcBorders>
                </w:tcPr>
                <w:p w14:paraId="45679B67"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bottom w:val="single" w:sz="4" w:space="0" w:color="auto"/>
                  </w:tcBorders>
                </w:tcPr>
                <w:p w14:paraId="32C1A093"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1250" w:type="pct"/>
                  <w:tcBorders>
                    <w:top w:val="single" w:sz="4" w:space="0" w:color="auto"/>
                    <w:bottom w:val="single" w:sz="4" w:space="0" w:color="auto"/>
                  </w:tcBorders>
                </w:tcPr>
                <w:p w14:paraId="4939FF4B" w14:textId="77777777" w:rsidR="003D565B" w:rsidRPr="00DC54C7" w:rsidRDefault="003D565B" w:rsidP="003D565B">
                  <w:pPr>
                    <w:rPr>
                      <w:rFonts w:eastAsia="SimSun"/>
                      <w:sz w:val="21"/>
                      <w:szCs w:val="21"/>
                    </w:rPr>
                  </w:pPr>
                  <w:r w:rsidRPr="00DC54C7">
                    <w:rPr>
                      <w:rFonts w:eastAsia="SimSun"/>
                      <w:sz w:val="21"/>
                      <w:szCs w:val="21"/>
                    </w:rPr>
                    <w:t>(f)</w:t>
                  </w:r>
                </w:p>
              </w:tc>
            </w:tr>
            <w:tr w:rsidR="003D565B" w:rsidRPr="00DC54C7" w14:paraId="009A034A" w14:textId="77777777" w:rsidTr="00A854B2">
              <w:tc>
                <w:tcPr>
                  <w:tcW w:w="1250" w:type="pct"/>
                  <w:tcBorders>
                    <w:top w:val="single" w:sz="4" w:space="0" w:color="auto"/>
                  </w:tcBorders>
                </w:tcPr>
                <w:p w14:paraId="17658B66"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2DA18C8A"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299964B9" w14:textId="77777777" w:rsidR="003D565B" w:rsidRPr="00DC54C7" w:rsidRDefault="003D565B" w:rsidP="00944826">
                  <w:pPr>
                    <w:jc w:val="right"/>
                    <w:rPr>
                      <w:rFonts w:eastAsia="SimSun"/>
                      <w:b/>
                      <w:sz w:val="21"/>
                      <w:szCs w:val="21"/>
                    </w:rPr>
                  </w:pPr>
                </w:p>
              </w:tc>
              <w:tc>
                <w:tcPr>
                  <w:tcW w:w="1250" w:type="pct"/>
                  <w:tcBorders>
                    <w:top w:val="single" w:sz="4" w:space="0" w:color="auto"/>
                  </w:tcBorders>
                </w:tcPr>
                <w:p w14:paraId="7CB9D7D5" w14:textId="77777777" w:rsidR="003D565B" w:rsidRPr="00DC54C7" w:rsidRDefault="003D565B" w:rsidP="003D565B">
                  <w:pPr>
                    <w:rPr>
                      <w:rFonts w:eastAsia="SimSun"/>
                      <w:b/>
                      <w:sz w:val="21"/>
                      <w:szCs w:val="21"/>
                    </w:rPr>
                  </w:pPr>
                </w:p>
              </w:tc>
            </w:tr>
          </w:tbl>
          <w:p w14:paraId="2F7CD991" w14:textId="77777777" w:rsidR="003D565B" w:rsidRPr="00DC54C7" w:rsidRDefault="003D565B" w:rsidP="00944826">
            <w:pPr>
              <w:jc w:val="center"/>
              <w:rPr>
                <w:rFonts w:eastAsia="SimSun"/>
                <w:sz w:val="21"/>
                <w:szCs w:val="21"/>
              </w:rPr>
            </w:pPr>
          </w:p>
          <w:p w14:paraId="63B3658B" w14:textId="77777777" w:rsidR="003D565B" w:rsidRPr="00DC54C7" w:rsidRDefault="003D565B" w:rsidP="00944826">
            <w:pPr>
              <w:jc w:val="center"/>
              <w:rPr>
                <w:rFonts w:eastAsia="SimSun"/>
                <w:sz w:val="21"/>
                <w:szCs w:val="21"/>
              </w:rPr>
            </w:pPr>
            <w:r w:rsidRPr="00DC54C7">
              <w:rPr>
                <w:rFonts w:eastAsia="SimSun"/>
                <w:sz w:val="21"/>
                <w:szCs w:val="21"/>
              </w:rPr>
              <w:t xml:space="preserve">+ </w:t>
            </w:r>
            <w:r w:rsidR="00061424">
              <w:rPr>
                <w:rFonts w:eastAsia="SimSun"/>
                <w:sz w:val="21"/>
                <w:szCs w:val="21"/>
              </w:rPr>
              <w:t xml:space="preserve">Salaries and </w:t>
            </w:r>
            <w:r w:rsidRPr="00DC54C7">
              <w:rPr>
                <w:rFonts w:eastAsia="SimSun"/>
                <w:sz w:val="21"/>
                <w:szCs w:val="21"/>
              </w:rPr>
              <w:t>Wage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65950568" w14:textId="77777777" w:rsidTr="00A854B2">
              <w:tc>
                <w:tcPr>
                  <w:tcW w:w="1250" w:type="pct"/>
                  <w:tcBorders>
                    <w:top w:val="single" w:sz="4" w:space="0" w:color="auto"/>
                    <w:bottom w:val="single" w:sz="4" w:space="0" w:color="auto"/>
                  </w:tcBorders>
                </w:tcPr>
                <w:p w14:paraId="744B70FA" w14:textId="77777777" w:rsidR="003D565B" w:rsidRPr="00DC54C7" w:rsidRDefault="003D565B" w:rsidP="003D565B">
                  <w:pPr>
                    <w:rPr>
                      <w:rFonts w:eastAsia="SimSun"/>
                      <w:sz w:val="21"/>
                      <w:szCs w:val="21"/>
                    </w:rPr>
                  </w:pPr>
                  <w:r w:rsidRPr="00DC54C7">
                    <w:rPr>
                      <w:rFonts w:eastAsia="SimSun"/>
                      <w:sz w:val="21"/>
                      <w:szCs w:val="21"/>
                    </w:rPr>
                    <w:t>Unadj.</w:t>
                  </w:r>
                </w:p>
              </w:tc>
              <w:tc>
                <w:tcPr>
                  <w:tcW w:w="1250" w:type="pct"/>
                  <w:tcBorders>
                    <w:top w:val="single" w:sz="4" w:space="0" w:color="auto"/>
                    <w:bottom w:val="single" w:sz="4" w:space="0" w:color="auto"/>
                    <w:right w:val="single" w:sz="4" w:space="0" w:color="auto"/>
                  </w:tcBorders>
                </w:tcPr>
                <w:p w14:paraId="0D3A2980" w14:textId="77777777" w:rsidR="003D565B" w:rsidRPr="00DC54C7" w:rsidRDefault="003D565B" w:rsidP="00944826">
                  <w:pPr>
                    <w:jc w:val="right"/>
                    <w:rPr>
                      <w:rFonts w:eastAsia="SimSun"/>
                      <w:sz w:val="21"/>
                      <w:szCs w:val="21"/>
                    </w:rPr>
                  </w:pPr>
                  <w:r w:rsidRPr="00DC54C7">
                    <w:rPr>
                      <w:rFonts w:eastAsia="SimSun"/>
                      <w:sz w:val="21"/>
                      <w:szCs w:val="21"/>
                    </w:rPr>
                    <w:t>32,000</w:t>
                  </w:r>
                </w:p>
              </w:tc>
              <w:tc>
                <w:tcPr>
                  <w:tcW w:w="1250" w:type="pct"/>
                  <w:tcBorders>
                    <w:top w:val="single" w:sz="4" w:space="0" w:color="auto"/>
                    <w:left w:val="single" w:sz="4" w:space="0" w:color="auto"/>
                    <w:bottom w:val="single" w:sz="4" w:space="0" w:color="auto"/>
                  </w:tcBorders>
                </w:tcPr>
                <w:p w14:paraId="0B56BE96"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tcBorders>
                </w:tcPr>
                <w:p w14:paraId="19DA44FB" w14:textId="77777777" w:rsidR="003D565B" w:rsidRPr="00DC54C7" w:rsidRDefault="003D565B" w:rsidP="003D565B">
                  <w:pPr>
                    <w:rPr>
                      <w:rFonts w:eastAsia="SimSun"/>
                      <w:b/>
                      <w:sz w:val="21"/>
                      <w:szCs w:val="21"/>
                    </w:rPr>
                  </w:pPr>
                </w:p>
              </w:tc>
            </w:tr>
            <w:tr w:rsidR="003D565B" w:rsidRPr="00DC54C7" w14:paraId="3F99FE87" w14:textId="77777777" w:rsidTr="00A854B2">
              <w:tc>
                <w:tcPr>
                  <w:tcW w:w="1250" w:type="pct"/>
                  <w:tcBorders>
                    <w:top w:val="single" w:sz="4" w:space="0" w:color="auto"/>
                  </w:tcBorders>
                </w:tcPr>
                <w:p w14:paraId="20FD57C6"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321D1D79"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22007CEE" w14:textId="77777777" w:rsidR="003D565B" w:rsidRPr="00DC54C7" w:rsidRDefault="003D565B" w:rsidP="003D565B">
                  <w:pPr>
                    <w:rPr>
                      <w:rFonts w:eastAsia="SimSun"/>
                      <w:sz w:val="21"/>
                      <w:szCs w:val="21"/>
                    </w:rPr>
                  </w:pPr>
                </w:p>
              </w:tc>
              <w:tc>
                <w:tcPr>
                  <w:tcW w:w="1250" w:type="pct"/>
                  <w:tcBorders>
                    <w:top w:val="single" w:sz="4" w:space="0" w:color="auto"/>
                  </w:tcBorders>
                </w:tcPr>
                <w:p w14:paraId="07C5855D" w14:textId="77777777" w:rsidR="003D565B" w:rsidRPr="00DC54C7" w:rsidRDefault="003D565B" w:rsidP="003D565B">
                  <w:pPr>
                    <w:rPr>
                      <w:rFonts w:eastAsia="SimSun"/>
                      <w:sz w:val="21"/>
                      <w:szCs w:val="21"/>
                    </w:rPr>
                  </w:pPr>
                </w:p>
              </w:tc>
            </w:tr>
          </w:tbl>
          <w:p w14:paraId="11C64E4C" w14:textId="77777777" w:rsidR="003D565B" w:rsidRPr="00DC54C7" w:rsidRDefault="003D565B" w:rsidP="00944826">
            <w:pPr>
              <w:jc w:val="center"/>
              <w:rPr>
                <w:rFonts w:eastAsia="SimSun"/>
                <w:sz w:val="21"/>
                <w:szCs w:val="21"/>
              </w:rPr>
            </w:pPr>
          </w:p>
          <w:p w14:paraId="7FB6777F" w14:textId="77777777" w:rsidR="003D565B" w:rsidRPr="00DC54C7" w:rsidRDefault="003D565B" w:rsidP="00944826">
            <w:pPr>
              <w:jc w:val="center"/>
              <w:rPr>
                <w:rFonts w:eastAsia="SimSun"/>
                <w:sz w:val="21"/>
                <w:szCs w:val="21"/>
              </w:rPr>
            </w:pPr>
            <w:r w:rsidRPr="00DC54C7">
              <w:rPr>
                <w:rFonts w:eastAsia="SimSun"/>
                <w:sz w:val="21"/>
                <w:szCs w:val="21"/>
              </w:rPr>
              <w:t>+ Utilities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1F21BE92" w14:textId="77777777" w:rsidTr="00A854B2">
              <w:tc>
                <w:tcPr>
                  <w:tcW w:w="1250" w:type="pct"/>
                  <w:tcBorders>
                    <w:top w:val="single" w:sz="4" w:space="0" w:color="auto"/>
                    <w:bottom w:val="single" w:sz="4" w:space="0" w:color="auto"/>
                  </w:tcBorders>
                </w:tcPr>
                <w:p w14:paraId="161344B1" w14:textId="77777777" w:rsidR="003D565B" w:rsidRPr="00DC54C7" w:rsidRDefault="003D565B" w:rsidP="003D565B">
                  <w:pPr>
                    <w:rPr>
                      <w:rFonts w:eastAsia="SimSun"/>
                      <w:sz w:val="21"/>
                      <w:szCs w:val="21"/>
                    </w:rPr>
                  </w:pPr>
                  <w:r w:rsidRPr="00DC54C7">
                    <w:rPr>
                      <w:rFonts w:eastAsia="SimSun"/>
                      <w:sz w:val="21"/>
                      <w:szCs w:val="21"/>
                    </w:rPr>
                    <w:t>Unadj.</w:t>
                  </w:r>
                </w:p>
              </w:tc>
              <w:tc>
                <w:tcPr>
                  <w:tcW w:w="1250" w:type="pct"/>
                  <w:tcBorders>
                    <w:top w:val="single" w:sz="4" w:space="0" w:color="auto"/>
                    <w:bottom w:val="single" w:sz="4" w:space="0" w:color="auto"/>
                    <w:right w:val="single" w:sz="4" w:space="0" w:color="auto"/>
                  </w:tcBorders>
                </w:tcPr>
                <w:p w14:paraId="7C3EF005" w14:textId="77777777" w:rsidR="003D565B" w:rsidRPr="00DC54C7" w:rsidRDefault="003D565B" w:rsidP="00944826">
                  <w:pPr>
                    <w:jc w:val="right"/>
                    <w:rPr>
                      <w:rFonts w:eastAsia="SimSun"/>
                      <w:sz w:val="21"/>
                      <w:szCs w:val="21"/>
                    </w:rPr>
                  </w:pPr>
                  <w:r w:rsidRPr="00DC54C7">
                    <w:rPr>
                      <w:rFonts w:eastAsia="SimSun"/>
                      <w:sz w:val="21"/>
                      <w:szCs w:val="21"/>
                    </w:rPr>
                    <w:t>1,000</w:t>
                  </w:r>
                </w:p>
              </w:tc>
              <w:tc>
                <w:tcPr>
                  <w:tcW w:w="1250" w:type="pct"/>
                  <w:tcBorders>
                    <w:top w:val="single" w:sz="4" w:space="0" w:color="auto"/>
                    <w:left w:val="single" w:sz="4" w:space="0" w:color="auto"/>
                    <w:bottom w:val="single" w:sz="4" w:space="0" w:color="auto"/>
                  </w:tcBorders>
                </w:tcPr>
                <w:p w14:paraId="158AF917"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tcBorders>
                </w:tcPr>
                <w:p w14:paraId="0F8291D8" w14:textId="77777777" w:rsidR="003D565B" w:rsidRPr="00DC54C7" w:rsidRDefault="003D565B" w:rsidP="003D565B">
                  <w:pPr>
                    <w:rPr>
                      <w:rFonts w:eastAsia="SimSun"/>
                      <w:b/>
                      <w:sz w:val="21"/>
                      <w:szCs w:val="21"/>
                    </w:rPr>
                  </w:pPr>
                </w:p>
              </w:tc>
            </w:tr>
            <w:tr w:rsidR="003D565B" w:rsidRPr="00DC54C7" w14:paraId="485024A9" w14:textId="77777777" w:rsidTr="00A854B2">
              <w:tc>
                <w:tcPr>
                  <w:tcW w:w="1250" w:type="pct"/>
                  <w:tcBorders>
                    <w:top w:val="single" w:sz="4" w:space="0" w:color="auto"/>
                  </w:tcBorders>
                </w:tcPr>
                <w:p w14:paraId="6C98BC3B"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3A7A116E"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77FB754F" w14:textId="77777777" w:rsidR="003D565B" w:rsidRPr="00DC54C7" w:rsidRDefault="003D565B" w:rsidP="003D565B">
                  <w:pPr>
                    <w:rPr>
                      <w:rFonts w:eastAsia="SimSun"/>
                      <w:sz w:val="21"/>
                      <w:szCs w:val="21"/>
                    </w:rPr>
                  </w:pPr>
                </w:p>
              </w:tc>
              <w:tc>
                <w:tcPr>
                  <w:tcW w:w="1250" w:type="pct"/>
                  <w:tcBorders>
                    <w:top w:val="single" w:sz="4" w:space="0" w:color="auto"/>
                  </w:tcBorders>
                </w:tcPr>
                <w:p w14:paraId="04D05B6D" w14:textId="77777777" w:rsidR="003D565B" w:rsidRPr="00DC54C7" w:rsidRDefault="003D565B" w:rsidP="003D565B">
                  <w:pPr>
                    <w:rPr>
                      <w:rFonts w:eastAsia="SimSun"/>
                      <w:sz w:val="21"/>
                      <w:szCs w:val="21"/>
                    </w:rPr>
                  </w:pPr>
                </w:p>
              </w:tc>
            </w:tr>
          </w:tbl>
          <w:p w14:paraId="459B4CD9" w14:textId="77777777" w:rsidR="003D565B" w:rsidRPr="00DC54C7" w:rsidRDefault="003D565B" w:rsidP="00944826">
            <w:pPr>
              <w:jc w:val="center"/>
              <w:rPr>
                <w:rFonts w:eastAsia="SimSun"/>
                <w:sz w:val="21"/>
                <w:szCs w:val="21"/>
              </w:rPr>
            </w:pPr>
          </w:p>
          <w:p w14:paraId="71DFF86C" w14:textId="77777777" w:rsidR="003D565B" w:rsidRPr="00DC54C7" w:rsidRDefault="003D565B" w:rsidP="00944826">
            <w:pPr>
              <w:jc w:val="center"/>
              <w:rPr>
                <w:rFonts w:eastAsia="SimSun"/>
                <w:sz w:val="21"/>
                <w:szCs w:val="21"/>
              </w:rPr>
            </w:pPr>
            <w:r w:rsidRPr="00DC54C7">
              <w:rPr>
                <w:rFonts w:eastAsia="SimSun"/>
                <w:sz w:val="21"/>
                <w:szCs w:val="21"/>
              </w:rPr>
              <w:t>+ Telephone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56B97F0B" w14:textId="77777777" w:rsidTr="00A854B2">
              <w:tc>
                <w:tcPr>
                  <w:tcW w:w="1250" w:type="pct"/>
                  <w:tcBorders>
                    <w:top w:val="single" w:sz="4" w:space="0" w:color="auto"/>
                    <w:bottom w:val="single" w:sz="4" w:space="0" w:color="auto"/>
                  </w:tcBorders>
                </w:tcPr>
                <w:p w14:paraId="384A2E09" w14:textId="77777777" w:rsidR="003D565B" w:rsidRPr="00DC54C7" w:rsidRDefault="003D565B" w:rsidP="003D565B">
                  <w:pPr>
                    <w:rPr>
                      <w:rFonts w:eastAsia="SimSun"/>
                      <w:sz w:val="21"/>
                      <w:szCs w:val="21"/>
                    </w:rPr>
                  </w:pPr>
                  <w:r w:rsidRPr="00DC54C7">
                    <w:rPr>
                      <w:rFonts w:eastAsia="SimSun"/>
                      <w:sz w:val="21"/>
                      <w:szCs w:val="21"/>
                    </w:rPr>
                    <w:t>Unadj.</w:t>
                  </w:r>
                </w:p>
              </w:tc>
              <w:tc>
                <w:tcPr>
                  <w:tcW w:w="1250" w:type="pct"/>
                  <w:tcBorders>
                    <w:top w:val="single" w:sz="4" w:space="0" w:color="auto"/>
                    <w:bottom w:val="single" w:sz="4" w:space="0" w:color="auto"/>
                    <w:right w:val="single" w:sz="4" w:space="0" w:color="auto"/>
                  </w:tcBorders>
                </w:tcPr>
                <w:p w14:paraId="10D4F134" w14:textId="77777777" w:rsidR="003D565B" w:rsidRPr="00DC54C7" w:rsidRDefault="003D565B" w:rsidP="00944826">
                  <w:pPr>
                    <w:jc w:val="right"/>
                    <w:rPr>
                      <w:rFonts w:eastAsia="SimSun"/>
                      <w:sz w:val="21"/>
                      <w:szCs w:val="21"/>
                    </w:rPr>
                  </w:pPr>
                  <w:r w:rsidRPr="00DC54C7">
                    <w:rPr>
                      <w:rFonts w:eastAsia="SimSun"/>
                      <w:sz w:val="21"/>
                      <w:szCs w:val="21"/>
                    </w:rPr>
                    <w:t>500</w:t>
                  </w:r>
                </w:p>
              </w:tc>
              <w:tc>
                <w:tcPr>
                  <w:tcW w:w="1250" w:type="pct"/>
                  <w:tcBorders>
                    <w:top w:val="single" w:sz="4" w:space="0" w:color="auto"/>
                    <w:left w:val="single" w:sz="4" w:space="0" w:color="auto"/>
                    <w:bottom w:val="single" w:sz="4" w:space="0" w:color="auto"/>
                  </w:tcBorders>
                </w:tcPr>
                <w:p w14:paraId="54361AE0"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tcBorders>
                </w:tcPr>
                <w:p w14:paraId="3AB1EC0D" w14:textId="77777777" w:rsidR="003D565B" w:rsidRPr="00DC54C7" w:rsidRDefault="003D565B" w:rsidP="003D565B">
                  <w:pPr>
                    <w:rPr>
                      <w:rFonts w:eastAsia="SimSun"/>
                      <w:b/>
                      <w:sz w:val="21"/>
                      <w:szCs w:val="21"/>
                    </w:rPr>
                  </w:pPr>
                </w:p>
              </w:tc>
            </w:tr>
            <w:tr w:rsidR="003D565B" w:rsidRPr="00DC54C7" w14:paraId="5E8DF133" w14:textId="77777777" w:rsidTr="00A854B2">
              <w:tc>
                <w:tcPr>
                  <w:tcW w:w="1250" w:type="pct"/>
                  <w:tcBorders>
                    <w:top w:val="single" w:sz="4" w:space="0" w:color="auto"/>
                  </w:tcBorders>
                </w:tcPr>
                <w:p w14:paraId="254BBE69"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65D48DD2"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26519CAA" w14:textId="77777777" w:rsidR="003D565B" w:rsidRPr="00DC54C7" w:rsidRDefault="003D565B" w:rsidP="003D565B">
                  <w:pPr>
                    <w:rPr>
                      <w:rFonts w:eastAsia="SimSun"/>
                      <w:sz w:val="21"/>
                      <w:szCs w:val="21"/>
                    </w:rPr>
                  </w:pPr>
                </w:p>
              </w:tc>
              <w:tc>
                <w:tcPr>
                  <w:tcW w:w="1250" w:type="pct"/>
                  <w:tcBorders>
                    <w:top w:val="single" w:sz="4" w:space="0" w:color="auto"/>
                  </w:tcBorders>
                </w:tcPr>
                <w:p w14:paraId="23F3E466" w14:textId="77777777" w:rsidR="003D565B" w:rsidRPr="00DC54C7" w:rsidRDefault="003D565B" w:rsidP="003D565B">
                  <w:pPr>
                    <w:rPr>
                      <w:rFonts w:eastAsia="SimSun"/>
                      <w:sz w:val="21"/>
                      <w:szCs w:val="21"/>
                    </w:rPr>
                  </w:pPr>
                </w:p>
              </w:tc>
            </w:tr>
          </w:tbl>
          <w:p w14:paraId="066B0AB2" w14:textId="77777777" w:rsidR="003D565B" w:rsidRPr="00DC54C7" w:rsidRDefault="003D565B" w:rsidP="00944826">
            <w:pPr>
              <w:jc w:val="center"/>
              <w:rPr>
                <w:rFonts w:eastAsia="SimSun"/>
                <w:sz w:val="21"/>
                <w:szCs w:val="21"/>
              </w:rPr>
            </w:pPr>
          </w:p>
          <w:p w14:paraId="538607FC" w14:textId="77777777" w:rsidR="003D565B" w:rsidRPr="00DC54C7" w:rsidRDefault="003D565B" w:rsidP="00944826">
            <w:pPr>
              <w:jc w:val="center"/>
              <w:rPr>
                <w:rFonts w:eastAsia="SimSun"/>
                <w:sz w:val="21"/>
                <w:szCs w:val="21"/>
              </w:rPr>
            </w:pPr>
            <w:r w:rsidRPr="00DC54C7">
              <w:rPr>
                <w:rFonts w:eastAsia="SimSun"/>
                <w:sz w:val="21"/>
                <w:szCs w:val="21"/>
              </w:rPr>
              <w:t>+ Supplies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419EC309" w14:textId="77777777" w:rsidTr="00A854B2">
              <w:tc>
                <w:tcPr>
                  <w:tcW w:w="1250" w:type="pct"/>
                  <w:tcBorders>
                    <w:top w:val="single" w:sz="4" w:space="0" w:color="auto"/>
                    <w:bottom w:val="single" w:sz="4" w:space="0" w:color="auto"/>
                  </w:tcBorders>
                </w:tcPr>
                <w:p w14:paraId="57ED26A9" w14:textId="77777777" w:rsidR="003D565B" w:rsidRPr="00DC54C7" w:rsidRDefault="003D565B" w:rsidP="003D565B">
                  <w:pPr>
                    <w:rPr>
                      <w:rFonts w:eastAsia="SimSun"/>
                      <w:sz w:val="21"/>
                      <w:szCs w:val="21"/>
                    </w:rPr>
                  </w:pPr>
                  <w:r w:rsidRPr="00DC54C7">
                    <w:rPr>
                      <w:rFonts w:eastAsia="SimSun"/>
                      <w:sz w:val="21"/>
                      <w:szCs w:val="21"/>
                    </w:rPr>
                    <w:t>(a)</w:t>
                  </w:r>
                </w:p>
              </w:tc>
              <w:tc>
                <w:tcPr>
                  <w:tcW w:w="1250" w:type="pct"/>
                  <w:tcBorders>
                    <w:top w:val="single" w:sz="4" w:space="0" w:color="auto"/>
                    <w:bottom w:val="single" w:sz="4" w:space="0" w:color="auto"/>
                    <w:right w:val="single" w:sz="4" w:space="0" w:color="auto"/>
                  </w:tcBorders>
                </w:tcPr>
                <w:p w14:paraId="3FF1129D" w14:textId="77777777" w:rsidR="003D565B" w:rsidRPr="00DC54C7" w:rsidRDefault="003D565B" w:rsidP="00944826">
                  <w:pPr>
                    <w:jc w:val="right"/>
                    <w:rPr>
                      <w:rFonts w:eastAsia="SimSun"/>
                      <w:sz w:val="21"/>
                      <w:szCs w:val="21"/>
                    </w:rPr>
                  </w:pPr>
                  <w:r w:rsidRPr="00DC54C7">
                    <w:rPr>
                      <w:rFonts w:eastAsia="SimSun"/>
                      <w:sz w:val="21"/>
                      <w:szCs w:val="21"/>
                    </w:rPr>
                    <w:t>1,000</w:t>
                  </w:r>
                </w:p>
              </w:tc>
              <w:tc>
                <w:tcPr>
                  <w:tcW w:w="1250" w:type="pct"/>
                  <w:tcBorders>
                    <w:top w:val="single" w:sz="4" w:space="0" w:color="auto"/>
                    <w:left w:val="single" w:sz="4" w:space="0" w:color="auto"/>
                    <w:bottom w:val="single" w:sz="4" w:space="0" w:color="auto"/>
                  </w:tcBorders>
                </w:tcPr>
                <w:p w14:paraId="1E63D61F"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tcBorders>
                </w:tcPr>
                <w:p w14:paraId="771A28DE" w14:textId="77777777" w:rsidR="003D565B" w:rsidRPr="00DC54C7" w:rsidRDefault="003D565B" w:rsidP="003D565B">
                  <w:pPr>
                    <w:rPr>
                      <w:rFonts w:eastAsia="SimSun"/>
                      <w:b/>
                      <w:sz w:val="21"/>
                      <w:szCs w:val="21"/>
                    </w:rPr>
                  </w:pPr>
                </w:p>
              </w:tc>
            </w:tr>
            <w:tr w:rsidR="003D565B" w:rsidRPr="00DC54C7" w14:paraId="4919EE61" w14:textId="77777777" w:rsidTr="00A854B2">
              <w:tc>
                <w:tcPr>
                  <w:tcW w:w="1250" w:type="pct"/>
                  <w:tcBorders>
                    <w:top w:val="single" w:sz="4" w:space="0" w:color="auto"/>
                  </w:tcBorders>
                </w:tcPr>
                <w:p w14:paraId="02AD09D0"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435E265C"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0DF2814D" w14:textId="77777777" w:rsidR="003D565B" w:rsidRPr="00DC54C7" w:rsidRDefault="003D565B" w:rsidP="003D565B">
                  <w:pPr>
                    <w:rPr>
                      <w:rFonts w:eastAsia="SimSun"/>
                      <w:sz w:val="21"/>
                      <w:szCs w:val="21"/>
                    </w:rPr>
                  </w:pPr>
                </w:p>
              </w:tc>
              <w:tc>
                <w:tcPr>
                  <w:tcW w:w="1250" w:type="pct"/>
                  <w:tcBorders>
                    <w:top w:val="single" w:sz="4" w:space="0" w:color="auto"/>
                  </w:tcBorders>
                </w:tcPr>
                <w:p w14:paraId="2B572457" w14:textId="77777777" w:rsidR="003D565B" w:rsidRPr="00DC54C7" w:rsidRDefault="003D565B" w:rsidP="003D565B">
                  <w:pPr>
                    <w:rPr>
                      <w:rFonts w:eastAsia="SimSun"/>
                      <w:sz w:val="21"/>
                      <w:szCs w:val="21"/>
                    </w:rPr>
                  </w:pPr>
                </w:p>
              </w:tc>
            </w:tr>
          </w:tbl>
          <w:p w14:paraId="02DAD1BD" w14:textId="77777777" w:rsidR="003D565B" w:rsidRPr="00DC54C7" w:rsidRDefault="003D565B" w:rsidP="00944826">
            <w:pPr>
              <w:jc w:val="center"/>
              <w:rPr>
                <w:rFonts w:eastAsia="SimSun"/>
                <w:sz w:val="21"/>
                <w:szCs w:val="21"/>
              </w:rPr>
            </w:pPr>
          </w:p>
          <w:p w14:paraId="1FACF29D" w14:textId="77777777" w:rsidR="003D565B" w:rsidRPr="00DC54C7" w:rsidRDefault="003D565B" w:rsidP="00944826">
            <w:pPr>
              <w:jc w:val="center"/>
              <w:rPr>
                <w:rFonts w:eastAsia="SimSun"/>
                <w:sz w:val="21"/>
                <w:szCs w:val="21"/>
              </w:rPr>
            </w:pPr>
            <w:r w:rsidRPr="00DC54C7">
              <w:rPr>
                <w:rFonts w:eastAsia="SimSun"/>
                <w:sz w:val="21"/>
                <w:szCs w:val="21"/>
              </w:rPr>
              <w:t>+ Rent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51891A4F" w14:textId="77777777" w:rsidTr="00A854B2">
              <w:tc>
                <w:tcPr>
                  <w:tcW w:w="1250" w:type="pct"/>
                  <w:tcBorders>
                    <w:top w:val="single" w:sz="4" w:space="0" w:color="auto"/>
                    <w:bottom w:val="single" w:sz="4" w:space="0" w:color="auto"/>
                  </w:tcBorders>
                </w:tcPr>
                <w:p w14:paraId="48E4384B" w14:textId="77777777" w:rsidR="003D565B" w:rsidRPr="00DC54C7" w:rsidRDefault="003D565B" w:rsidP="003D565B">
                  <w:pPr>
                    <w:rPr>
                      <w:rFonts w:eastAsia="SimSun"/>
                      <w:sz w:val="21"/>
                      <w:szCs w:val="21"/>
                    </w:rPr>
                  </w:pPr>
                  <w:r w:rsidRPr="00DC54C7">
                    <w:rPr>
                      <w:rFonts w:eastAsia="SimSun"/>
                      <w:sz w:val="21"/>
                      <w:szCs w:val="21"/>
                    </w:rPr>
                    <w:t>(b)</w:t>
                  </w:r>
                </w:p>
              </w:tc>
              <w:tc>
                <w:tcPr>
                  <w:tcW w:w="1250" w:type="pct"/>
                  <w:tcBorders>
                    <w:top w:val="single" w:sz="4" w:space="0" w:color="auto"/>
                    <w:bottom w:val="single" w:sz="4" w:space="0" w:color="auto"/>
                    <w:right w:val="single" w:sz="4" w:space="0" w:color="auto"/>
                  </w:tcBorders>
                </w:tcPr>
                <w:p w14:paraId="76507C1F"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1250" w:type="pct"/>
                  <w:tcBorders>
                    <w:top w:val="single" w:sz="4" w:space="0" w:color="auto"/>
                    <w:left w:val="single" w:sz="4" w:space="0" w:color="auto"/>
                    <w:bottom w:val="single" w:sz="4" w:space="0" w:color="auto"/>
                  </w:tcBorders>
                </w:tcPr>
                <w:p w14:paraId="08B69A2A"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tcBorders>
                </w:tcPr>
                <w:p w14:paraId="6044FC1F" w14:textId="77777777" w:rsidR="003D565B" w:rsidRPr="00DC54C7" w:rsidRDefault="003D565B" w:rsidP="003D565B">
                  <w:pPr>
                    <w:rPr>
                      <w:rFonts w:eastAsia="SimSun"/>
                      <w:b/>
                      <w:sz w:val="21"/>
                      <w:szCs w:val="21"/>
                    </w:rPr>
                  </w:pPr>
                </w:p>
              </w:tc>
            </w:tr>
            <w:tr w:rsidR="003D565B" w:rsidRPr="00DC54C7" w14:paraId="0C25623C" w14:textId="77777777" w:rsidTr="00A854B2">
              <w:tc>
                <w:tcPr>
                  <w:tcW w:w="1250" w:type="pct"/>
                  <w:tcBorders>
                    <w:top w:val="single" w:sz="4" w:space="0" w:color="auto"/>
                  </w:tcBorders>
                </w:tcPr>
                <w:p w14:paraId="13C33BDE"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43DC6E18"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7A785C44" w14:textId="77777777" w:rsidR="003D565B" w:rsidRPr="00DC54C7" w:rsidRDefault="003D565B" w:rsidP="003D565B">
                  <w:pPr>
                    <w:rPr>
                      <w:rFonts w:eastAsia="SimSun"/>
                      <w:sz w:val="21"/>
                      <w:szCs w:val="21"/>
                    </w:rPr>
                  </w:pPr>
                </w:p>
              </w:tc>
              <w:tc>
                <w:tcPr>
                  <w:tcW w:w="1250" w:type="pct"/>
                  <w:tcBorders>
                    <w:top w:val="single" w:sz="4" w:space="0" w:color="auto"/>
                  </w:tcBorders>
                </w:tcPr>
                <w:p w14:paraId="76789CD4" w14:textId="77777777" w:rsidR="003D565B" w:rsidRPr="00DC54C7" w:rsidRDefault="003D565B" w:rsidP="003D565B">
                  <w:pPr>
                    <w:rPr>
                      <w:rFonts w:eastAsia="SimSun"/>
                      <w:sz w:val="21"/>
                      <w:szCs w:val="21"/>
                    </w:rPr>
                  </w:pPr>
                </w:p>
              </w:tc>
            </w:tr>
          </w:tbl>
          <w:p w14:paraId="11365CF5" w14:textId="77777777" w:rsidR="003D565B" w:rsidRPr="00DC54C7" w:rsidRDefault="003D565B" w:rsidP="003D565B">
            <w:pPr>
              <w:rPr>
                <w:rFonts w:eastAsia="SimSun"/>
                <w:sz w:val="21"/>
                <w:szCs w:val="21"/>
              </w:rPr>
            </w:pPr>
          </w:p>
          <w:p w14:paraId="6D98EF94" w14:textId="77777777" w:rsidR="003D565B" w:rsidRPr="00DC54C7" w:rsidRDefault="003D565B" w:rsidP="00944826">
            <w:pPr>
              <w:jc w:val="center"/>
              <w:rPr>
                <w:rFonts w:eastAsia="SimSun"/>
                <w:sz w:val="21"/>
                <w:szCs w:val="21"/>
              </w:rPr>
            </w:pPr>
            <w:r w:rsidRPr="00DC54C7">
              <w:rPr>
                <w:rFonts w:eastAsia="SimSun"/>
                <w:sz w:val="21"/>
                <w:szCs w:val="21"/>
              </w:rPr>
              <w:t>+ Insurance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5"/>
              <w:gridCol w:w="835"/>
              <w:gridCol w:w="835"/>
              <w:gridCol w:w="835"/>
            </w:tblGrid>
            <w:tr w:rsidR="003D565B" w:rsidRPr="00DC54C7" w14:paraId="5514B6BC" w14:textId="77777777" w:rsidTr="00A854B2">
              <w:tc>
                <w:tcPr>
                  <w:tcW w:w="1250" w:type="pct"/>
                  <w:tcBorders>
                    <w:top w:val="single" w:sz="4" w:space="0" w:color="auto"/>
                    <w:bottom w:val="single" w:sz="4" w:space="0" w:color="auto"/>
                  </w:tcBorders>
                </w:tcPr>
                <w:p w14:paraId="1F2BF309" w14:textId="77777777" w:rsidR="003D565B" w:rsidRPr="00DC54C7" w:rsidRDefault="003D565B" w:rsidP="003D565B">
                  <w:pPr>
                    <w:rPr>
                      <w:rFonts w:eastAsia="SimSun"/>
                      <w:sz w:val="21"/>
                      <w:szCs w:val="21"/>
                    </w:rPr>
                  </w:pPr>
                  <w:r w:rsidRPr="00DC54C7">
                    <w:rPr>
                      <w:rFonts w:eastAsia="SimSun"/>
                      <w:sz w:val="21"/>
                      <w:szCs w:val="21"/>
                    </w:rPr>
                    <w:t xml:space="preserve">(c) </w:t>
                  </w:r>
                </w:p>
              </w:tc>
              <w:tc>
                <w:tcPr>
                  <w:tcW w:w="1250" w:type="pct"/>
                  <w:tcBorders>
                    <w:top w:val="single" w:sz="4" w:space="0" w:color="auto"/>
                    <w:bottom w:val="single" w:sz="4" w:space="0" w:color="auto"/>
                    <w:right w:val="single" w:sz="4" w:space="0" w:color="auto"/>
                  </w:tcBorders>
                </w:tcPr>
                <w:p w14:paraId="741753E4" w14:textId="77777777" w:rsidR="003D565B" w:rsidRPr="00DC54C7" w:rsidRDefault="003D565B" w:rsidP="00944826">
                  <w:pPr>
                    <w:jc w:val="right"/>
                    <w:rPr>
                      <w:rFonts w:eastAsia="SimSun"/>
                      <w:sz w:val="21"/>
                      <w:szCs w:val="21"/>
                    </w:rPr>
                  </w:pPr>
                  <w:r w:rsidRPr="00DC54C7">
                    <w:rPr>
                      <w:rFonts w:eastAsia="SimSun"/>
                      <w:sz w:val="21"/>
                      <w:szCs w:val="21"/>
                    </w:rPr>
                    <w:t>3,500</w:t>
                  </w:r>
                </w:p>
              </w:tc>
              <w:tc>
                <w:tcPr>
                  <w:tcW w:w="1250" w:type="pct"/>
                  <w:tcBorders>
                    <w:top w:val="single" w:sz="4" w:space="0" w:color="auto"/>
                    <w:left w:val="single" w:sz="4" w:space="0" w:color="auto"/>
                    <w:bottom w:val="single" w:sz="4" w:space="0" w:color="auto"/>
                  </w:tcBorders>
                </w:tcPr>
                <w:p w14:paraId="3DFA57CD" w14:textId="77777777" w:rsidR="003D565B" w:rsidRPr="00DC54C7" w:rsidRDefault="003D565B" w:rsidP="003D565B">
                  <w:pPr>
                    <w:rPr>
                      <w:rFonts w:eastAsia="SimSun"/>
                      <w:b/>
                      <w:sz w:val="21"/>
                      <w:szCs w:val="21"/>
                    </w:rPr>
                  </w:pPr>
                </w:p>
              </w:tc>
              <w:tc>
                <w:tcPr>
                  <w:tcW w:w="1250" w:type="pct"/>
                  <w:tcBorders>
                    <w:top w:val="single" w:sz="4" w:space="0" w:color="auto"/>
                    <w:bottom w:val="single" w:sz="4" w:space="0" w:color="auto"/>
                  </w:tcBorders>
                </w:tcPr>
                <w:p w14:paraId="4807249F" w14:textId="77777777" w:rsidR="003D565B" w:rsidRPr="00DC54C7" w:rsidRDefault="003D565B" w:rsidP="003D565B">
                  <w:pPr>
                    <w:rPr>
                      <w:rFonts w:eastAsia="SimSun"/>
                      <w:b/>
                      <w:sz w:val="21"/>
                      <w:szCs w:val="21"/>
                    </w:rPr>
                  </w:pPr>
                </w:p>
              </w:tc>
            </w:tr>
            <w:tr w:rsidR="003D565B" w:rsidRPr="00DC54C7" w14:paraId="0E834304" w14:textId="77777777" w:rsidTr="00A854B2">
              <w:tc>
                <w:tcPr>
                  <w:tcW w:w="1250" w:type="pct"/>
                  <w:tcBorders>
                    <w:top w:val="single" w:sz="4" w:space="0" w:color="auto"/>
                  </w:tcBorders>
                </w:tcPr>
                <w:p w14:paraId="16B3355F" w14:textId="77777777" w:rsidR="003D565B" w:rsidRPr="00DC54C7" w:rsidRDefault="003D565B" w:rsidP="003D565B">
                  <w:pPr>
                    <w:rPr>
                      <w:rFonts w:eastAsia="SimSun"/>
                      <w:b/>
                      <w:sz w:val="21"/>
                      <w:szCs w:val="21"/>
                    </w:rPr>
                  </w:pPr>
                </w:p>
              </w:tc>
              <w:tc>
                <w:tcPr>
                  <w:tcW w:w="1250" w:type="pct"/>
                  <w:tcBorders>
                    <w:top w:val="single" w:sz="4" w:space="0" w:color="auto"/>
                    <w:right w:val="single" w:sz="4" w:space="0" w:color="auto"/>
                  </w:tcBorders>
                </w:tcPr>
                <w:p w14:paraId="741346A4" w14:textId="77777777" w:rsidR="003D565B" w:rsidRPr="00DC54C7" w:rsidRDefault="003D565B" w:rsidP="00944826">
                  <w:pPr>
                    <w:jc w:val="right"/>
                    <w:rPr>
                      <w:rFonts w:eastAsia="SimSun"/>
                      <w:b/>
                      <w:sz w:val="21"/>
                      <w:szCs w:val="21"/>
                    </w:rPr>
                  </w:pPr>
                </w:p>
              </w:tc>
              <w:tc>
                <w:tcPr>
                  <w:tcW w:w="1250" w:type="pct"/>
                  <w:tcBorders>
                    <w:top w:val="single" w:sz="4" w:space="0" w:color="auto"/>
                    <w:left w:val="single" w:sz="4" w:space="0" w:color="auto"/>
                  </w:tcBorders>
                </w:tcPr>
                <w:p w14:paraId="2289E635" w14:textId="77777777" w:rsidR="003D565B" w:rsidRPr="00DC54C7" w:rsidRDefault="003D565B" w:rsidP="003D565B">
                  <w:pPr>
                    <w:rPr>
                      <w:rFonts w:eastAsia="SimSun"/>
                      <w:sz w:val="21"/>
                      <w:szCs w:val="21"/>
                    </w:rPr>
                  </w:pPr>
                </w:p>
              </w:tc>
              <w:tc>
                <w:tcPr>
                  <w:tcW w:w="1250" w:type="pct"/>
                  <w:tcBorders>
                    <w:top w:val="single" w:sz="4" w:space="0" w:color="auto"/>
                  </w:tcBorders>
                </w:tcPr>
                <w:p w14:paraId="1F5156FF" w14:textId="77777777" w:rsidR="003D565B" w:rsidRPr="00DC54C7" w:rsidRDefault="003D565B" w:rsidP="003D565B">
                  <w:pPr>
                    <w:rPr>
                      <w:rFonts w:eastAsia="SimSun"/>
                      <w:sz w:val="21"/>
                      <w:szCs w:val="21"/>
                    </w:rPr>
                  </w:pPr>
                </w:p>
              </w:tc>
            </w:tr>
          </w:tbl>
          <w:p w14:paraId="5CAEA3C7" w14:textId="77777777" w:rsidR="003D565B" w:rsidRPr="00DC54C7" w:rsidRDefault="003D565B" w:rsidP="00944826">
            <w:pPr>
              <w:jc w:val="center"/>
              <w:rPr>
                <w:rFonts w:eastAsia="SimSun"/>
                <w:sz w:val="21"/>
                <w:szCs w:val="21"/>
              </w:rPr>
            </w:pPr>
          </w:p>
        </w:tc>
      </w:tr>
    </w:tbl>
    <w:p w14:paraId="21FF24F6" w14:textId="77777777" w:rsidR="003A553F" w:rsidRPr="00DC54C7" w:rsidRDefault="003D565B" w:rsidP="003A553F">
      <w:pPr>
        <w:pStyle w:val="Heading1"/>
        <w:spacing w:before="240"/>
      </w:pPr>
      <w:r w:rsidRPr="00DC54C7">
        <w:rPr>
          <w:szCs w:val="22"/>
        </w:rPr>
        <w:br w:type="page"/>
      </w:r>
      <w:r w:rsidR="003A553F" w:rsidRPr="00DC54C7">
        <w:lastRenderedPageBreak/>
        <w:t>HANDOUT 4</w:t>
      </w:r>
      <w:r w:rsidR="00801A23" w:rsidRPr="00750FD5">
        <w:t>–</w:t>
      </w:r>
      <w:r w:rsidR="003A553F" w:rsidRPr="00DC54C7">
        <w:t>4</w:t>
      </w:r>
      <w:r w:rsidR="00733016" w:rsidRPr="00733016">
        <w:rPr>
          <w:u w:val="none"/>
        </w:rPr>
        <w:t>, continued</w:t>
      </w:r>
    </w:p>
    <w:p w14:paraId="5439BED8" w14:textId="77777777" w:rsidR="003D565B" w:rsidRPr="00DC54C7" w:rsidRDefault="003D565B" w:rsidP="003D565B">
      <w:pPr>
        <w:jc w:val="center"/>
        <w:rPr>
          <w:szCs w:val="22"/>
        </w:rPr>
      </w:pPr>
      <w:r w:rsidRPr="00DC54C7">
        <w:rPr>
          <w:szCs w:val="22"/>
        </w:rPr>
        <w:t>Deana’s Decorators</w:t>
      </w:r>
    </w:p>
    <w:p w14:paraId="465B3744" w14:textId="77777777" w:rsidR="003D565B" w:rsidRPr="00DC54C7" w:rsidRDefault="008A4826" w:rsidP="003D565B">
      <w:pPr>
        <w:jc w:val="center"/>
        <w:rPr>
          <w:szCs w:val="22"/>
        </w:rPr>
      </w:pPr>
      <w:r>
        <w:rPr>
          <w:szCs w:val="22"/>
        </w:rPr>
        <w:t>Post-Closing</w:t>
      </w:r>
      <w:r w:rsidR="003D565B" w:rsidRPr="00DC54C7">
        <w:rPr>
          <w:szCs w:val="22"/>
        </w:rPr>
        <w:t xml:space="preserve"> Trial Balance</w:t>
      </w:r>
    </w:p>
    <w:p w14:paraId="3463FA87" w14:textId="77777777" w:rsidR="003D565B" w:rsidRPr="00DC54C7" w:rsidRDefault="00C92A98" w:rsidP="003D565B">
      <w:pPr>
        <w:jc w:val="center"/>
        <w:rPr>
          <w:szCs w:val="22"/>
        </w:rPr>
      </w:pPr>
      <w:r w:rsidRPr="00DC54C7">
        <w:rPr>
          <w:szCs w:val="22"/>
        </w:rPr>
        <w:t xml:space="preserve">December 31, </w:t>
      </w:r>
      <w:r w:rsidR="00C25690">
        <w:rPr>
          <w:szCs w:val="22"/>
        </w:rPr>
        <w:t>2016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2"/>
        <w:gridCol w:w="2160"/>
        <w:gridCol w:w="2160"/>
      </w:tblGrid>
      <w:tr w:rsidR="003D565B" w:rsidRPr="00DC54C7" w14:paraId="54C1D6AD" w14:textId="77777777" w:rsidTr="00944826">
        <w:tc>
          <w:tcPr>
            <w:tcW w:w="4392" w:type="dxa"/>
          </w:tcPr>
          <w:p w14:paraId="7A8EEA2D" w14:textId="77777777" w:rsidR="003D565B" w:rsidRPr="00DC54C7" w:rsidRDefault="00614B37" w:rsidP="00614B37">
            <w:pPr>
              <w:spacing w:before="100" w:beforeAutospacing="1"/>
              <w:jc w:val="center"/>
              <w:rPr>
                <w:rFonts w:eastAsia="SimSun"/>
                <w:szCs w:val="22"/>
              </w:rPr>
            </w:pPr>
            <w:r>
              <w:rPr>
                <w:rFonts w:eastAsia="SimSun"/>
                <w:szCs w:val="22"/>
              </w:rPr>
              <w:t>Account</w:t>
            </w:r>
          </w:p>
        </w:tc>
        <w:tc>
          <w:tcPr>
            <w:tcW w:w="2160" w:type="dxa"/>
          </w:tcPr>
          <w:p w14:paraId="57BAB815" w14:textId="77777777" w:rsidR="003D565B" w:rsidRPr="00DC54C7" w:rsidRDefault="003D565B" w:rsidP="00944826">
            <w:pPr>
              <w:spacing w:before="100" w:beforeAutospacing="1"/>
              <w:jc w:val="center"/>
              <w:rPr>
                <w:rFonts w:eastAsia="SimSun"/>
                <w:szCs w:val="22"/>
              </w:rPr>
            </w:pPr>
            <w:r w:rsidRPr="00DC54C7">
              <w:rPr>
                <w:rFonts w:eastAsia="SimSun"/>
                <w:szCs w:val="22"/>
              </w:rPr>
              <w:t>Debit</w:t>
            </w:r>
          </w:p>
        </w:tc>
        <w:tc>
          <w:tcPr>
            <w:tcW w:w="2160" w:type="dxa"/>
          </w:tcPr>
          <w:p w14:paraId="3134E1A9" w14:textId="77777777" w:rsidR="003D565B" w:rsidRPr="00DC54C7" w:rsidRDefault="003D565B" w:rsidP="00944826">
            <w:pPr>
              <w:spacing w:before="100" w:beforeAutospacing="1"/>
              <w:jc w:val="center"/>
              <w:rPr>
                <w:rFonts w:eastAsia="SimSun"/>
                <w:szCs w:val="22"/>
              </w:rPr>
            </w:pPr>
            <w:r w:rsidRPr="00DC54C7">
              <w:rPr>
                <w:rFonts w:eastAsia="SimSun"/>
                <w:szCs w:val="22"/>
              </w:rPr>
              <w:t>Credit</w:t>
            </w:r>
          </w:p>
        </w:tc>
      </w:tr>
      <w:tr w:rsidR="003D565B" w:rsidRPr="00DC54C7" w14:paraId="1B671A60" w14:textId="77777777" w:rsidTr="004C06CE">
        <w:trPr>
          <w:trHeight w:val="346"/>
        </w:trPr>
        <w:tc>
          <w:tcPr>
            <w:tcW w:w="4392" w:type="dxa"/>
            <w:vAlign w:val="center"/>
          </w:tcPr>
          <w:p w14:paraId="2B559339" w14:textId="77777777" w:rsidR="003D565B" w:rsidRPr="00DC54C7" w:rsidRDefault="003D565B" w:rsidP="00944826">
            <w:pPr>
              <w:spacing w:before="100" w:beforeAutospacing="1"/>
              <w:rPr>
                <w:rFonts w:eastAsia="SimSun"/>
                <w:szCs w:val="22"/>
              </w:rPr>
            </w:pPr>
            <w:r w:rsidRPr="00DC54C7">
              <w:rPr>
                <w:rFonts w:eastAsia="SimSun"/>
                <w:szCs w:val="22"/>
              </w:rPr>
              <w:t>Cash</w:t>
            </w:r>
          </w:p>
        </w:tc>
        <w:tc>
          <w:tcPr>
            <w:tcW w:w="2160" w:type="dxa"/>
          </w:tcPr>
          <w:p w14:paraId="0CFDCC86" w14:textId="77777777" w:rsidR="003D565B" w:rsidRPr="00DC54C7" w:rsidRDefault="003D565B" w:rsidP="00944826">
            <w:pPr>
              <w:spacing w:before="100" w:beforeAutospacing="1"/>
              <w:jc w:val="right"/>
              <w:rPr>
                <w:rFonts w:eastAsia="SimSun"/>
                <w:szCs w:val="22"/>
              </w:rPr>
            </w:pPr>
          </w:p>
        </w:tc>
        <w:tc>
          <w:tcPr>
            <w:tcW w:w="2160" w:type="dxa"/>
          </w:tcPr>
          <w:p w14:paraId="7F9BE9D9" w14:textId="77777777" w:rsidR="003D565B" w:rsidRPr="00DC54C7" w:rsidRDefault="003D565B" w:rsidP="00944826">
            <w:pPr>
              <w:spacing w:before="100" w:beforeAutospacing="1"/>
              <w:jc w:val="right"/>
              <w:rPr>
                <w:rFonts w:eastAsia="SimSun"/>
                <w:szCs w:val="22"/>
              </w:rPr>
            </w:pPr>
          </w:p>
        </w:tc>
      </w:tr>
      <w:tr w:rsidR="003D565B" w:rsidRPr="00DC54C7" w14:paraId="3C600B55" w14:textId="77777777" w:rsidTr="004C06CE">
        <w:trPr>
          <w:trHeight w:val="346"/>
        </w:trPr>
        <w:tc>
          <w:tcPr>
            <w:tcW w:w="4392" w:type="dxa"/>
            <w:vAlign w:val="center"/>
          </w:tcPr>
          <w:p w14:paraId="5D6BA81E" w14:textId="77777777" w:rsidR="003D565B" w:rsidRPr="00DC54C7" w:rsidRDefault="003D565B" w:rsidP="00944826">
            <w:pPr>
              <w:spacing w:before="100" w:beforeAutospacing="1"/>
              <w:rPr>
                <w:rFonts w:eastAsia="SimSun"/>
                <w:szCs w:val="22"/>
              </w:rPr>
            </w:pPr>
            <w:r w:rsidRPr="00DC54C7">
              <w:rPr>
                <w:rFonts w:eastAsia="SimSun"/>
                <w:szCs w:val="22"/>
              </w:rPr>
              <w:t>Supplies</w:t>
            </w:r>
          </w:p>
        </w:tc>
        <w:tc>
          <w:tcPr>
            <w:tcW w:w="2160" w:type="dxa"/>
          </w:tcPr>
          <w:p w14:paraId="061D7F89" w14:textId="77777777" w:rsidR="003D565B" w:rsidRPr="00DC54C7" w:rsidRDefault="003D565B" w:rsidP="00944826">
            <w:pPr>
              <w:spacing w:before="100" w:beforeAutospacing="1"/>
              <w:jc w:val="right"/>
              <w:rPr>
                <w:rFonts w:eastAsia="SimSun"/>
                <w:szCs w:val="22"/>
              </w:rPr>
            </w:pPr>
          </w:p>
        </w:tc>
        <w:tc>
          <w:tcPr>
            <w:tcW w:w="2160" w:type="dxa"/>
          </w:tcPr>
          <w:p w14:paraId="34B26F2E" w14:textId="77777777" w:rsidR="003D565B" w:rsidRPr="00DC54C7" w:rsidRDefault="003D565B" w:rsidP="00944826">
            <w:pPr>
              <w:spacing w:before="100" w:beforeAutospacing="1"/>
              <w:jc w:val="right"/>
              <w:rPr>
                <w:rFonts w:eastAsia="SimSun"/>
                <w:szCs w:val="22"/>
              </w:rPr>
            </w:pPr>
          </w:p>
        </w:tc>
      </w:tr>
      <w:tr w:rsidR="003D565B" w:rsidRPr="00DC54C7" w14:paraId="1BCC8A30" w14:textId="77777777" w:rsidTr="004C06CE">
        <w:trPr>
          <w:trHeight w:val="346"/>
        </w:trPr>
        <w:tc>
          <w:tcPr>
            <w:tcW w:w="4392" w:type="dxa"/>
            <w:vAlign w:val="center"/>
          </w:tcPr>
          <w:p w14:paraId="4B9F8AA1" w14:textId="77777777" w:rsidR="003D565B" w:rsidRPr="00DC54C7" w:rsidRDefault="003D565B" w:rsidP="00944826">
            <w:pPr>
              <w:spacing w:before="100" w:beforeAutospacing="1"/>
              <w:rPr>
                <w:rFonts w:eastAsia="SimSun"/>
                <w:szCs w:val="22"/>
              </w:rPr>
            </w:pPr>
            <w:r w:rsidRPr="00DC54C7">
              <w:rPr>
                <w:rFonts w:eastAsia="SimSun"/>
                <w:szCs w:val="22"/>
              </w:rPr>
              <w:t>Accounts Receivable</w:t>
            </w:r>
          </w:p>
        </w:tc>
        <w:tc>
          <w:tcPr>
            <w:tcW w:w="2160" w:type="dxa"/>
          </w:tcPr>
          <w:p w14:paraId="429618A8" w14:textId="77777777" w:rsidR="003D565B" w:rsidRPr="00DC54C7" w:rsidRDefault="003D565B" w:rsidP="00944826">
            <w:pPr>
              <w:spacing w:before="100" w:beforeAutospacing="1"/>
              <w:jc w:val="right"/>
              <w:rPr>
                <w:rFonts w:eastAsia="SimSun"/>
                <w:szCs w:val="22"/>
              </w:rPr>
            </w:pPr>
          </w:p>
        </w:tc>
        <w:tc>
          <w:tcPr>
            <w:tcW w:w="2160" w:type="dxa"/>
          </w:tcPr>
          <w:p w14:paraId="133CBA87" w14:textId="77777777" w:rsidR="003D565B" w:rsidRPr="00DC54C7" w:rsidRDefault="003D565B" w:rsidP="00944826">
            <w:pPr>
              <w:spacing w:before="100" w:beforeAutospacing="1"/>
              <w:jc w:val="right"/>
              <w:rPr>
                <w:rFonts w:eastAsia="SimSun"/>
                <w:szCs w:val="22"/>
              </w:rPr>
            </w:pPr>
          </w:p>
        </w:tc>
      </w:tr>
      <w:tr w:rsidR="003D565B" w:rsidRPr="00DC54C7" w14:paraId="3C2B44E1" w14:textId="77777777" w:rsidTr="004C06CE">
        <w:trPr>
          <w:trHeight w:val="346"/>
        </w:trPr>
        <w:tc>
          <w:tcPr>
            <w:tcW w:w="4392" w:type="dxa"/>
            <w:vAlign w:val="center"/>
          </w:tcPr>
          <w:p w14:paraId="10DE0F4F" w14:textId="77777777" w:rsidR="003D565B" w:rsidRPr="00DC54C7" w:rsidRDefault="003D565B" w:rsidP="00944826">
            <w:pPr>
              <w:spacing w:before="100" w:beforeAutospacing="1"/>
              <w:rPr>
                <w:rFonts w:eastAsia="SimSun"/>
                <w:szCs w:val="22"/>
              </w:rPr>
            </w:pPr>
            <w:r w:rsidRPr="00DC54C7">
              <w:rPr>
                <w:rFonts w:eastAsia="SimSun"/>
                <w:szCs w:val="22"/>
              </w:rPr>
              <w:t>Prepaid Rent</w:t>
            </w:r>
          </w:p>
        </w:tc>
        <w:tc>
          <w:tcPr>
            <w:tcW w:w="2160" w:type="dxa"/>
          </w:tcPr>
          <w:p w14:paraId="31FE0232" w14:textId="77777777" w:rsidR="003D565B" w:rsidRPr="00DC54C7" w:rsidRDefault="003D565B" w:rsidP="00944826">
            <w:pPr>
              <w:spacing w:before="100" w:beforeAutospacing="1"/>
              <w:jc w:val="right"/>
              <w:rPr>
                <w:rFonts w:eastAsia="SimSun"/>
                <w:szCs w:val="22"/>
              </w:rPr>
            </w:pPr>
          </w:p>
        </w:tc>
        <w:tc>
          <w:tcPr>
            <w:tcW w:w="2160" w:type="dxa"/>
          </w:tcPr>
          <w:p w14:paraId="78A7105A" w14:textId="77777777" w:rsidR="003D565B" w:rsidRPr="00DC54C7" w:rsidRDefault="003D565B" w:rsidP="00944826">
            <w:pPr>
              <w:spacing w:before="100" w:beforeAutospacing="1"/>
              <w:jc w:val="right"/>
              <w:rPr>
                <w:rFonts w:eastAsia="SimSun"/>
                <w:szCs w:val="22"/>
              </w:rPr>
            </w:pPr>
          </w:p>
        </w:tc>
      </w:tr>
      <w:tr w:rsidR="003D565B" w:rsidRPr="00DC54C7" w14:paraId="06249BFE" w14:textId="77777777" w:rsidTr="004C06CE">
        <w:trPr>
          <w:trHeight w:val="346"/>
        </w:trPr>
        <w:tc>
          <w:tcPr>
            <w:tcW w:w="4392" w:type="dxa"/>
            <w:vAlign w:val="center"/>
          </w:tcPr>
          <w:p w14:paraId="62FE5310" w14:textId="77777777" w:rsidR="003D565B" w:rsidRPr="00DC54C7" w:rsidRDefault="003D565B" w:rsidP="00944826">
            <w:pPr>
              <w:spacing w:before="100" w:beforeAutospacing="1"/>
              <w:rPr>
                <w:rFonts w:eastAsia="SimSun"/>
                <w:szCs w:val="22"/>
              </w:rPr>
            </w:pPr>
            <w:r w:rsidRPr="00DC54C7">
              <w:rPr>
                <w:rFonts w:eastAsia="SimSun"/>
                <w:szCs w:val="22"/>
              </w:rPr>
              <w:t>Prepaid Insurance</w:t>
            </w:r>
          </w:p>
        </w:tc>
        <w:tc>
          <w:tcPr>
            <w:tcW w:w="2160" w:type="dxa"/>
          </w:tcPr>
          <w:p w14:paraId="51C57928" w14:textId="77777777" w:rsidR="003D565B" w:rsidRPr="00DC54C7" w:rsidRDefault="003D565B" w:rsidP="00944826">
            <w:pPr>
              <w:spacing w:before="100" w:beforeAutospacing="1"/>
              <w:jc w:val="right"/>
              <w:rPr>
                <w:rFonts w:eastAsia="SimSun"/>
                <w:szCs w:val="22"/>
              </w:rPr>
            </w:pPr>
          </w:p>
        </w:tc>
        <w:tc>
          <w:tcPr>
            <w:tcW w:w="2160" w:type="dxa"/>
          </w:tcPr>
          <w:p w14:paraId="1FC5E666" w14:textId="77777777" w:rsidR="003D565B" w:rsidRPr="00DC54C7" w:rsidRDefault="003D565B" w:rsidP="00944826">
            <w:pPr>
              <w:spacing w:before="100" w:beforeAutospacing="1"/>
              <w:jc w:val="right"/>
              <w:rPr>
                <w:rFonts w:eastAsia="SimSun"/>
                <w:szCs w:val="22"/>
              </w:rPr>
            </w:pPr>
          </w:p>
        </w:tc>
      </w:tr>
      <w:tr w:rsidR="003D565B" w:rsidRPr="00DC54C7" w14:paraId="354A24B5" w14:textId="77777777" w:rsidTr="004C06CE">
        <w:trPr>
          <w:trHeight w:val="346"/>
        </w:trPr>
        <w:tc>
          <w:tcPr>
            <w:tcW w:w="4392" w:type="dxa"/>
            <w:vAlign w:val="center"/>
          </w:tcPr>
          <w:p w14:paraId="458116F2" w14:textId="77777777" w:rsidR="003D565B" w:rsidRPr="00DC54C7" w:rsidRDefault="003D565B" w:rsidP="00944826">
            <w:pPr>
              <w:spacing w:before="100" w:beforeAutospacing="1"/>
              <w:rPr>
                <w:rFonts w:eastAsia="SimSun"/>
                <w:szCs w:val="22"/>
              </w:rPr>
            </w:pPr>
            <w:r w:rsidRPr="00DC54C7">
              <w:rPr>
                <w:rFonts w:eastAsia="SimSun"/>
                <w:szCs w:val="22"/>
              </w:rPr>
              <w:t>Certificate of Deposit</w:t>
            </w:r>
          </w:p>
        </w:tc>
        <w:tc>
          <w:tcPr>
            <w:tcW w:w="2160" w:type="dxa"/>
          </w:tcPr>
          <w:p w14:paraId="045A1A2F" w14:textId="77777777" w:rsidR="003D565B" w:rsidRPr="00DC54C7" w:rsidRDefault="003D565B" w:rsidP="00944826">
            <w:pPr>
              <w:spacing w:before="100" w:beforeAutospacing="1"/>
              <w:jc w:val="right"/>
              <w:rPr>
                <w:rFonts w:eastAsia="SimSun"/>
                <w:szCs w:val="22"/>
              </w:rPr>
            </w:pPr>
          </w:p>
        </w:tc>
        <w:tc>
          <w:tcPr>
            <w:tcW w:w="2160" w:type="dxa"/>
          </w:tcPr>
          <w:p w14:paraId="0FAB2F81" w14:textId="77777777" w:rsidR="003D565B" w:rsidRPr="00DC54C7" w:rsidRDefault="003D565B" w:rsidP="00944826">
            <w:pPr>
              <w:spacing w:before="100" w:beforeAutospacing="1"/>
              <w:jc w:val="right"/>
              <w:rPr>
                <w:rFonts w:eastAsia="SimSun"/>
                <w:szCs w:val="22"/>
              </w:rPr>
            </w:pPr>
          </w:p>
        </w:tc>
      </w:tr>
      <w:tr w:rsidR="003D565B" w:rsidRPr="00DC54C7" w14:paraId="6DC38A97" w14:textId="77777777" w:rsidTr="004C06CE">
        <w:trPr>
          <w:trHeight w:val="346"/>
        </w:trPr>
        <w:tc>
          <w:tcPr>
            <w:tcW w:w="4392" w:type="dxa"/>
            <w:vAlign w:val="center"/>
          </w:tcPr>
          <w:p w14:paraId="786EFA1C" w14:textId="77777777" w:rsidR="003D565B" w:rsidRPr="00DC54C7" w:rsidRDefault="003D565B" w:rsidP="00944826">
            <w:pPr>
              <w:spacing w:before="100" w:beforeAutospacing="1"/>
              <w:rPr>
                <w:rFonts w:eastAsia="SimSun"/>
                <w:szCs w:val="22"/>
              </w:rPr>
            </w:pPr>
            <w:r w:rsidRPr="00DC54C7">
              <w:rPr>
                <w:rFonts w:eastAsia="SimSun"/>
                <w:szCs w:val="22"/>
              </w:rPr>
              <w:t>Interest Receivable</w:t>
            </w:r>
          </w:p>
        </w:tc>
        <w:tc>
          <w:tcPr>
            <w:tcW w:w="2160" w:type="dxa"/>
          </w:tcPr>
          <w:p w14:paraId="547DF384" w14:textId="77777777" w:rsidR="003D565B" w:rsidRPr="00DC54C7" w:rsidRDefault="003D565B" w:rsidP="00944826">
            <w:pPr>
              <w:spacing w:before="100" w:beforeAutospacing="1"/>
              <w:jc w:val="right"/>
              <w:rPr>
                <w:rFonts w:eastAsia="SimSun"/>
                <w:szCs w:val="22"/>
              </w:rPr>
            </w:pPr>
          </w:p>
        </w:tc>
        <w:tc>
          <w:tcPr>
            <w:tcW w:w="2160" w:type="dxa"/>
          </w:tcPr>
          <w:p w14:paraId="7EF3E5CB" w14:textId="77777777" w:rsidR="003D565B" w:rsidRPr="00DC54C7" w:rsidRDefault="003D565B" w:rsidP="00944826">
            <w:pPr>
              <w:spacing w:before="100" w:beforeAutospacing="1"/>
              <w:jc w:val="right"/>
              <w:rPr>
                <w:rFonts w:eastAsia="SimSun"/>
                <w:szCs w:val="22"/>
              </w:rPr>
            </w:pPr>
          </w:p>
        </w:tc>
      </w:tr>
      <w:tr w:rsidR="003D565B" w:rsidRPr="00DC54C7" w14:paraId="6DFE2E70" w14:textId="77777777" w:rsidTr="004C06CE">
        <w:trPr>
          <w:trHeight w:val="346"/>
        </w:trPr>
        <w:tc>
          <w:tcPr>
            <w:tcW w:w="4392" w:type="dxa"/>
            <w:vAlign w:val="center"/>
          </w:tcPr>
          <w:p w14:paraId="01A8A7CA" w14:textId="77777777" w:rsidR="003D565B" w:rsidRPr="00DC54C7" w:rsidRDefault="003D565B" w:rsidP="00944826">
            <w:pPr>
              <w:spacing w:before="100" w:beforeAutospacing="1"/>
              <w:rPr>
                <w:rFonts w:eastAsia="SimSun"/>
                <w:szCs w:val="22"/>
              </w:rPr>
            </w:pPr>
            <w:r w:rsidRPr="00DC54C7">
              <w:rPr>
                <w:rFonts w:eastAsia="SimSun"/>
                <w:szCs w:val="22"/>
              </w:rPr>
              <w:t>Property, Plant &amp; Equipment</w:t>
            </w:r>
          </w:p>
        </w:tc>
        <w:tc>
          <w:tcPr>
            <w:tcW w:w="2160" w:type="dxa"/>
          </w:tcPr>
          <w:p w14:paraId="3E399745" w14:textId="77777777" w:rsidR="003D565B" w:rsidRPr="00DC54C7" w:rsidRDefault="003D565B" w:rsidP="00944826">
            <w:pPr>
              <w:spacing w:before="100" w:beforeAutospacing="1"/>
              <w:jc w:val="right"/>
              <w:rPr>
                <w:rFonts w:eastAsia="SimSun"/>
                <w:szCs w:val="22"/>
              </w:rPr>
            </w:pPr>
          </w:p>
        </w:tc>
        <w:tc>
          <w:tcPr>
            <w:tcW w:w="2160" w:type="dxa"/>
          </w:tcPr>
          <w:p w14:paraId="426D1652" w14:textId="77777777" w:rsidR="003D565B" w:rsidRPr="00DC54C7" w:rsidRDefault="003D565B" w:rsidP="00944826">
            <w:pPr>
              <w:spacing w:before="100" w:beforeAutospacing="1"/>
              <w:jc w:val="right"/>
              <w:rPr>
                <w:rFonts w:eastAsia="SimSun"/>
                <w:szCs w:val="22"/>
              </w:rPr>
            </w:pPr>
          </w:p>
        </w:tc>
      </w:tr>
      <w:tr w:rsidR="003D565B" w:rsidRPr="00DC54C7" w14:paraId="24ABD021" w14:textId="77777777" w:rsidTr="004C06CE">
        <w:trPr>
          <w:trHeight w:val="346"/>
        </w:trPr>
        <w:tc>
          <w:tcPr>
            <w:tcW w:w="4392" w:type="dxa"/>
            <w:vAlign w:val="center"/>
          </w:tcPr>
          <w:p w14:paraId="4B48790C" w14:textId="77777777" w:rsidR="003D565B" w:rsidRPr="00DC54C7" w:rsidRDefault="003D565B" w:rsidP="00944826">
            <w:pPr>
              <w:spacing w:before="100" w:beforeAutospacing="1"/>
              <w:rPr>
                <w:rFonts w:eastAsia="SimSun"/>
                <w:szCs w:val="22"/>
              </w:rPr>
            </w:pPr>
            <w:r w:rsidRPr="00DC54C7">
              <w:rPr>
                <w:rFonts w:eastAsia="SimSun"/>
                <w:szCs w:val="22"/>
              </w:rPr>
              <w:t>Accumulated Depreciation</w:t>
            </w:r>
          </w:p>
        </w:tc>
        <w:tc>
          <w:tcPr>
            <w:tcW w:w="2160" w:type="dxa"/>
          </w:tcPr>
          <w:p w14:paraId="36588CAA" w14:textId="77777777" w:rsidR="003D565B" w:rsidRPr="00DC54C7" w:rsidRDefault="003D565B" w:rsidP="00944826">
            <w:pPr>
              <w:spacing w:before="100" w:beforeAutospacing="1"/>
              <w:jc w:val="right"/>
              <w:rPr>
                <w:rFonts w:eastAsia="SimSun"/>
                <w:szCs w:val="22"/>
              </w:rPr>
            </w:pPr>
          </w:p>
        </w:tc>
        <w:tc>
          <w:tcPr>
            <w:tcW w:w="2160" w:type="dxa"/>
          </w:tcPr>
          <w:p w14:paraId="7E191E49" w14:textId="77777777" w:rsidR="003D565B" w:rsidRPr="00DC54C7" w:rsidRDefault="003D565B" w:rsidP="00944826">
            <w:pPr>
              <w:spacing w:before="100" w:beforeAutospacing="1"/>
              <w:jc w:val="right"/>
              <w:rPr>
                <w:rFonts w:eastAsia="SimSun"/>
                <w:szCs w:val="22"/>
              </w:rPr>
            </w:pPr>
          </w:p>
        </w:tc>
      </w:tr>
      <w:tr w:rsidR="003D565B" w:rsidRPr="00DC54C7" w14:paraId="7BAB1234" w14:textId="77777777" w:rsidTr="004C06CE">
        <w:trPr>
          <w:trHeight w:val="346"/>
        </w:trPr>
        <w:tc>
          <w:tcPr>
            <w:tcW w:w="4392" w:type="dxa"/>
            <w:vAlign w:val="center"/>
          </w:tcPr>
          <w:p w14:paraId="6E5C5455" w14:textId="77777777" w:rsidR="003D565B" w:rsidRPr="00DC54C7" w:rsidRDefault="003D565B" w:rsidP="00944826">
            <w:pPr>
              <w:spacing w:before="100" w:beforeAutospacing="1"/>
              <w:rPr>
                <w:rFonts w:eastAsia="SimSun"/>
                <w:szCs w:val="22"/>
              </w:rPr>
            </w:pPr>
            <w:r w:rsidRPr="00DC54C7">
              <w:rPr>
                <w:rFonts w:eastAsia="SimSun"/>
                <w:szCs w:val="22"/>
              </w:rPr>
              <w:t>Accounts Payable</w:t>
            </w:r>
          </w:p>
        </w:tc>
        <w:tc>
          <w:tcPr>
            <w:tcW w:w="2160" w:type="dxa"/>
          </w:tcPr>
          <w:p w14:paraId="671C329E" w14:textId="77777777" w:rsidR="003D565B" w:rsidRPr="00DC54C7" w:rsidRDefault="003D565B" w:rsidP="00944826">
            <w:pPr>
              <w:spacing w:before="100" w:beforeAutospacing="1"/>
              <w:jc w:val="right"/>
              <w:rPr>
                <w:rFonts w:eastAsia="SimSun"/>
                <w:szCs w:val="22"/>
              </w:rPr>
            </w:pPr>
          </w:p>
        </w:tc>
        <w:tc>
          <w:tcPr>
            <w:tcW w:w="2160" w:type="dxa"/>
          </w:tcPr>
          <w:p w14:paraId="3FCECD69" w14:textId="77777777" w:rsidR="003D565B" w:rsidRPr="00DC54C7" w:rsidRDefault="003D565B" w:rsidP="00944826">
            <w:pPr>
              <w:spacing w:before="100" w:beforeAutospacing="1"/>
              <w:jc w:val="right"/>
              <w:rPr>
                <w:rFonts w:eastAsia="SimSun"/>
                <w:szCs w:val="22"/>
              </w:rPr>
            </w:pPr>
          </w:p>
        </w:tc>
      </w:tr>
      <w:tr w:rsidR="003D565B" w:rsidRPr="00DC54C7" w14:paraId="72D0650F" w14:textId="77777777" w:rsidTr="004C06CE">
        <w:trPr>
          <w:trHeight w:val="346"/>
        </w:trPr>
        <w:tc>
          <w:tcPr>
            <w:tcW w:w="4392" w:type="dxa"/>
            <w:vAlign w:val="center"/>
          </w:tcPr>
          <w:p w14:paraId="6CE645A8" w14:textId="77777777" w:rsidR="003D565B" w:rsidRPr="00DC54C7" w:rsidRDefault="003D565B" w:rsidP="00944826">
            <w:pPr>
              <w:spacing w:before="100" w:beforeAutospacing="1"/>
              <w:rPr>
                <w:rFonts w:eastAsia="SimSun"/>
                <w:szCs w:val="22"/>
              </w:rPr>
            </w:pPr>
            <w:r w:rsidRPr="00DC54C7">
              <w:rPr>
                <w:rFonts w:eastAsia="SimSun"/>
                <w:szCs w:val="22"/>
              </w:rPr>
              <w:t>Dividend Payable</w:t>
            </w:r>
          </w:p>
        </w:tc>
        <w:tc>
          <w:tcPr>
            <w:tcW w:w="2160" w:type="dxa"/>
          </w:tcPr>
          <w:p w14:paraId="590B261B" w14:textId="77777777" w:rsidR="003D565B" w:rsidRPr="00DC54C7" w:rsidRDefault="003D565B" w:rsidP="00944826">
            <w:pPr>
              <w:spacing w:before="100" w:beforeAutospacing="1"/>
              <w:jc w:val="right"/>
              <w:rPr>
                <w:rFonts w:eastAsia="SimSun"/>
                <w:szCs w:val="22"/>
              </w:rPr>
            </w:pPr>
          </w:p>
        </w:tc>
        <w:tc>
          <w:tcPr>
            <w:tcW w:w="2160" w:type="dxa"/>
          </w:tcPr>
          <w:p w14:paraId="1BC1BF30" w14:textId="77777777" w:rsidR="003D565B" w:rsidRPr="00DC54C7" w:rsidRDefault="003D565B" w:rsidP="00944826">
            <w:pPr>
              <w:spacing w:before="100" w:beforeAutospacing="1"/>
              <w:jc w:val="right"/>
              <w:rPr>
                <w:rFonts w:eastAsia="SimSun"/>
                <w:szCs w:val="22"/>
              </w:rPr>
            </w:pPr>
          </w:p>
        </w:tc>
      </w:tr>
      <w:tr w:rsidR="003D565B" w:rsidRPr="00DC54C7" w14:paraId="0C3BD72C" w14:textId="77777777" w:rsidTr="004C06CE">
        <w:trPr>
          <w:trHeight w:val="346"/>
        </w:trPr>
        <w:tc>
          <w:tcPr>
            <w:tcW w:w="4392" w:type="dxa"/>
            <w:vAlign w:val="center"/>
          </w:tcPr>
          <w:p w14:paraId="3FC1DB5F" w14:textId="77777777" w:rsidR="003D565B" w:rsidRPr="00DC54C7" w:rsidRDefault="003D565B" w:rsidP="00944826">
            <w:pPr>
              <w:spacing w:before="100" w:beforeAutospacing="1"/>
              <w:rPr>
                <w:rFonts w:eastAsia="SimSun"/>
                <w:szCs w:val="22"/>
              </w:rPr>
            </w:pPr>
            <w:r w:rsidRPr="00DC54C7">
              <w:rPr>
                <w:rFonts w:eastAsia="SimSun"/>
                <w:szCs w:val="22"/>
              </w:rPr>
              <w:t>Unearned Revenue</w:t>
            </w:r>
          </w:p>
        </w:tc>
        <w:tc>
          <w:tcPr>
            <w:tcW w:w="2160" w:type="dxa"/>
          </w:tcPr>
          <w:p w14:paraId="0B09AD26" w14:textId="77777777" w:rsidR="003D565B" w:rsidRPr="00DC54C7" w:rsidRDefault="003D565B" w:rsidP="00944826">
            <w:pPr>
              <w:spacing w:before="100" w:beforeAutospacing="1"/>
              <w:jc w:val="right"/>
              <w:rPr>
                <w:rFonts w:eastAsia="SimSun"/>
                <w:szCs w:val="22"/>
              </w:rPr>
            </w:pPr>
          </w:p>
        </w:tc>
        <w:tc>
          <w:tcPr>
            <w:tcW w:w="2160" w:type="dxa"/>
          </w:tcPr>
          <w:p w14:paraId="0D4431EC" w14:textId="77777777" w:rsidR="003D565B" w:rsidRPr="00DC54C7" w:rsidRDefault="003D565B" w:rsidP="00944826">
            <w:pPr>
              <w:spacing w:before="100" w:beforeAutospacing="1"/>
              <w:jc w:val="right"/>
              <w:rPr>
                <w:rFonts w:eastAsia="SimSun"/>
                <w:szCs w:val="22"/>
              </w:rPr>
            </w:pPr>
          </w:p>
        </w:tc>
      </w:tr>
      <w:tr w:rsidR="003D565B" w:rsidRPr="00DC54C7" w14:paraId="36503E0B" w14:textId="77777777" w:rsidTr="004C06CE">
        <w:trPr>
          <w:trHeight w:val="346"/>
        </w:trPr>
        <w:tc>
          <w:tcPr>
            <w:tcW w:w="4392" w:type="dxa"/>
            <w:vAlign w:val="center"/>
          </w:tcPr>
          <w:p w14:paraId="6EBA5B71" w14:textId="77777777" w:rsidR="003D565B" w:rsidRPr="00DC54C7" w:rsidRDefault="003D565B" w:rsidP="00944826">
            <w:pPr>
              <w:spacing w:before="100" w:beforeAutospacing="1"/>
              <w:rPr>
                <w:rFonts w:eastAsia="SimSun"/>
                <w:szCs w:val="22"/>
              </w:rPr>
            </w:pPr>
            <w:r w:rsidRPr="00DC54C7">
              <w:rPr>
                <w:rFonts w:eastAsia="SimSun"/>
                <w:szCs w:val="22"/>
              </w:rPr>
              <w:t>Notes Payable</w:t>
            </w:r>
          </w:p>
        </w:tc>
        <w:tc>
          <w:tcPr>
            <w:tcW w:w="2160" w:type="dxa"/>
          </w:tcPr>
          <w:p w14:paraId="7E53018C" w14:textId="77777777" w:rsidR="003D565B" w:rsidRPr="00DC54C7" w:rsidRDefault="003D565B" w:rsidP="00944826">
            <w:pPr>
              <w:spacing w:before="100" w:beforeAutospacing="1"/>
              <w:jc w:val="right"/>
              <w:rPr>
                <w:rFonts w:eastAsia="SimSun"/>
                <w:szCs w:val="22"/>
              </w:rPr>
            </w:pPr>
          </w:p>
        </w:tc>
        <w:tc>
          <w:tcPr>
            <w:tcW w:w="2160" w:type="dxa"/>
          </w:tcPr>
          <w:p w14:paraId="516F4FAB" w14:textId="77777777" w:rsidR="003D565B" w:rsidRPr="00DC54C7" w:rsidRDefault="003D565B" w:rsidP="00944826">
            <w:pPr>
              <w:spacing w:before="100" w:beforeAutospacing="1"/>
              <w:jc w:val="right"/>
              <w:rPr>
                <w:rFonts w:eastAsia="SimSun"/>
                <w:szCs w:val="22"/>
              </w:rPr>
            </w:pPr>
          </w:p>
        </w:tc>
      </w:tr>
      <w:tr w:rsidR="003D565B" w:rsidRPr="00DC54C7" w14:paraId="4ADFCDAA" w14:textId="77777777" w:rsidTr="004C06CE">
        <w:trPr>
          <w:trHeight w:val="346"/>
        </w:trPr>
        <w:tc>
          <w:tcPr>
            <w:tcW w:w="4392" w:type="dxa"/>
            <w:vAlign w:val="center"/>
          </w:tcPr>
          <w:p w14:paraId="3F690D8E" w14:textId="77777777" w:rsidR="003D565B" w:rsidRPr="00DC54C7" w:rsidRDefault="003D565B" w:rsidP="00944826">
            <w:pPr>
              <w:spacing w:before="100" w:beforeAutospacing="1"/>
              <w:rPr>
                <w:rFonts w:eastAsia="SimSun"/>
                <w:szCs w:val="22"/>
              </w:rPr>
            </w:pPr>
            <w:r w:rsidRPr="00DC54C7">
              <w:rPr>
                <w:rFonts w:eastAsia="SimSun"/>
                <w:szCs w:val="22"/>
              </w:rPr>
              <w:t>Interest Payable</w:t>
            </w:r>
          </w:p>
        </w:tc>
        <w:tc>
          <w:tcPr>
            <w:tcW w:w="2160" w:type="dxa"/>
          </w:tcPr>
          <w:p w14:paraId="3C39C718" w14:textId="77777777" w:rsidR="003D565B" w:rsidRPr="00DC54C7" w:rsidRDefault="003D565B" w:rsidP="00944826">
            <w:pPr>
              <w:spacing w:before="100" w:beforeAutospacing="1"/>
              <w:jc w:val="right"/>
              <w:rPr>
                <w:rFonts w:eastAsia="SimSun"/>
                <w:szCs w:val="22"/>
              </w:rPr>
            </w:pPr>
          </w:p>
        </w:tc>
        <w:tc>
          <w:tcPr>
            <w:tcW w:w="2160" w:type="dxa"/>
          </w:tcPr>
          <w:p w14:paraId="0F97BAA4" w14:textId="77777777" w:rsidR="003D565B" w:rsidRPr="00DC54C7" w:rsidRDefault="003D565B" w:rsidP="00944826">
            <w:pPr>
              <w:spacing w:before="100" w:beforeAutospacing="1"/>
              <w:jc w:val="right"/>
              <w:rPr>
                <w:rFonts w:eastAsia="SimSun"/>
                <w:szCs w:val="22"/>
              </w:rPr>
            </w:pPr>
          </w:p>
        </w:tc>
      </w:tr>
      <w:tr w:rsidR="003D565B" w:rsidRPr="00DC54C7" w14:paraId="5AA9450A" w14:textId="77777777" w:rsidTr="004C06CE">
        <w:trPr>
          <w:trHeight w:val="346"/>
        </w:trPr>
        <w:tc>
          <w:tcPr>
            <w:tcW w:w="4392" w:type="dxa"/>
            <w:vAlign w:val="center"/>
          </w:tcPr>
          <w:p w14:paraId="06E1D36B" w14:textId="77777777" w:rsidR="003D565B" w:rsidRPr="00DC54C7" w:rsidRDefault="003D565B" w:rsidP="00944826">
            <w:pPr>
              <w:spacing w:before="100" w:beforeAutospacing="1"/>
              <w:rPr>
                <w:rFonts w:eastAsia="SimSun"/>
                <w:szCs w:val="22"/>
              </w:rPr>
            </w:pPr>
            <w:r w:rsidRPr="00DC54C7">
              <w:rPr>
                <w:rFonts w:eastAsia="SimSun"/>
                <w:szCs w:val="22"/>
              </w:rPr>
              <w:t>Income Taxes Payable</w:t>
            </w:r>
          </w:p>
        </w:tc>
        <w:tc>
          <w:tcPr>
            <w:tcW w:w="2160" w:type="dxa"/>
          </w:tcPr>
          <w:p w14:paraId="20786F7D" w14:textId="77777777" w:rsidR="003D565B" w:rsidRPr="00DC54C7" w:rsidRDefault="003D565B" w:rsidP="00944826">
            <w:pPr>
              <w:spacing w:before="100" w:beforeAutospacing="1"/>
              <w:jc w:val="right"/>
              <w:rPr>
                <w:rFonts w:eastAsia="SimSun"/>
                <w:szCs w:val="22"/>
              </w:rPr>
            </w:pPr>
          </w:p>
        </w:tc>
        <w:tc>
          <w:tcPr>
            <w:tcW w:w="2160" w:type="dxa"/>
          </w:tcPr>
          <w:p w14:paraId="4759CA0E" w14:textId="77777777" w:rsidR="003D565B" w:rsidRPr="00DC54C7" w:rsidRDefault="003D565B" w:rsidP="00944826">
            <w:pPr>
              <w:spacing w:before="100" w:beforeAutospacing="1"/>
              <w:jc w:val="right"/>
              <w:rPr>
                <w:rFonts w:eastAsia="SimSun"/>
                <w:szCs w:val="22"/>
              </w:rPr>
            </w:pPr>
          </w:p>
        </w:tc>
      </w:tr>
      <w:tr w:rsidR="003D565B" w:rsidRPr="00DC54C7" w14:paraId="14ABA4F6" w14:textId="77777777" w:rsidTr="004C06CE">
        <w:trPr>
          <w:trHeight w:val="346"/>
        </w:trPr>
        <w:tc>
          <w:tcPr>
            <w:tcW w:w="4392" w:type="dxa"/>
            <w:vAlign w:val="center"/>
          </w:tcPr>
          <w:p w14:paraId="2ACA7530" w14:textId="77777777" w:rsidR="003D565B" w:rsidRPr="00DC54C7" w:rsidRDefault="003D565B" w:rsidP="00944826">
            <w:pPr>
              <w:spacing w:before="100" w:beforeAutospacing="1"/>
              <w:rPr>
                <w:rFonts w:eastAsia="SimSun"/>
                <w:szCs w:val="22"/>
              </w:rPr>
            </w:pPr>
            <w:r w:rsidRPr="00DC54C7">
              <w:rPr>
                <w:rFonts w:eastAsia="SimSun"/>
                <w:szCs w:val="22"/>
              </w:rPr>
              <w:t>Contributed Capital</w:t>
            </w:r>
          </w:p>
        </w:tc>
        <w:tc>
          <w:tcPr>
            <w:tcW w:w="2160" w:type="dxa"/>
          </w:tcPr>
          <w:p w14:paraId="33FE8323" w14:textId="77777777" w:rsidR="003D565B" w:rsidRPr="00DC54C7" w:rsidRDefault="003D565B" w:rsidP="00944826">
            <w:pPr>
              <w:spacing w:before="100" w:beforeAutospacing="1"/>
              <w:jc w:val="right"/>
              <w:rPr>
                <w:rFonts w:eastAsia="SimSun"/>
                <w:szCs w:val="22"/>
              </w:rPr>
            </w:pPr>
          </w:p>
        </w:tc>
        <w:tc>
          <w:tcPr>
            <w:tcW w:w="2160" w:type="dxa"/>
          </w:tcPr>
          <w:p w14:paraId="45F9A13E" w14:textId="77777777" w:rsidR="003D565B" w:rsidRPr="00DC54C7" w:rsidRDefault="003D565B" w:rsidP="00944826">
            <w:pPr>
              <w:spacing w:before="100" w:beforeAutospacing="1"/>
              <w:jc w:val="right"/>
              <w:rPr>
                <w:rFonts w:eastAsia="SimSun"/>
                <w:szCs w:val="22"/>
              </w:rPr>
            </w:pPr>
          </w:p>
        </w:tc>
      </w:tr>
      <w:tr w:rsidR="003D565B" w:rsidRPr="00DC54C7" w14:paraId="5EA7D855" w14:textId="77777777" w:rsidTr="004C06CE">
        <w:trPr>
          <w:trHeight w:val="346"/>
        </w:trPr>
        <w:tc>
          <w:tcPr>
            <w:tcW w:w="4392" w:type="dxa"/>
            <w:vAlign w:val="center"/>
          </w:tcPr>
          <w:p w14:paraId="17E43841" w14:textId="77777777" w:rsidR="003D565B" w:rsidRPr="00DC54C7" w:rsidRDefault="003D565B" w:rsidP="00944826">
            <w:pPr>
              <w:spacing w:before="100" w:beforeAutospacing="1"/>
              <w:rPr>
                <w:rFonts w:eastAsia="SimSun"/>
                <w:szCs w:val="22"/>
              </w:rPr>
            </w:pPr>
            <w:r w:rsidRPr="00DC54C7">
              <w:rPr>
                <w:rFonts w:eastAsia="SimSun"/>
                <w:szCs w:val="22"/>
              </w:rPr>
              <w:t>Retained Earnings</w:t>
            </w:r>
          </w:p>
        </w:tc>
        <w:tc>
          <w:tcPr>
            <w:tcW w:w="2160" w:type="dxa"/>
          </w:tcPr>
          <w:p w14:paraId="294EC2A6" w14:textId="77777777" w:rsidR="003D565B" w:rsidRPr="00DC54C7" w:rsidRDefault="003D565B" w:rsidP="00944826">
            <w:pPr>
              <w:spacing w:before="100" w:beforeAutospacing="1"/>
              <w:jc w:val="right"/>
              <w:rPr>
                <w:rFonts w:eastAsia="SimSun"/>
                <w:szCs w:val="22"/>
              </w:rPr>
            </w:pPr>
          </w:p>
        </w:tc>
        <w:tc>
          <w:tcPr>
            <w:tcW w:w="2160" w:type="dxa"/>
          </w:tcPr>
          <w:p w14:paraId="4D8E1426" w14:textId="77777777" w:rsidR="003D565B" w:rsidRPr="00DC54C7" w:rsidRDefault="003D565B" w:rsidP="00944826">
            <w:pPr>
              <w:spacing w:before="100" w:beforeAutospacing="1"/>
              <w:jc w:val="right"/>
              <w:rPr>
                <w:rFonts w:eastAsia="SimSun"/>
                <w:szCs w:val="22"/>
              </w:rPr>
            </w:pPr>
          </w:p>
        </w:tc>
      </w:tr>
      <w:tr w:rsidR="003D565B" w:rsidRPr="00DC54C7" w14:paraId="2BE1CE36" w14:textId="77777777" w:rsidTr="004C06CE">
        <w:trPr>
          <w:trHeight w:val="346"/>
        </w:trPr>
        <w:tc>
          <w:tcPr>
            <w:tcW w:w="4392" w:type="dxa"/>
            <w:vAlign w:val="center"/>
          </w:tcPr>
          <w:p w14:paraId="68232F9C" w14:textId="77777777" w:rsidR="003D565B" w:rsidRPr="00DC54C7" w:rsidRDefault="003D565B" w:rsidP="000304F6">
            <w:pPr>
              <w:spacing w:before="100" w:beforeAutospacing="1"/>
              <w:rPr>
                <w:rFonts w:eastAsia="SimSun"/>
                <w:szCs w:val="22"/>
              </w:rPr>
            </w:pPr>
            <w:r w:rsidRPr="00DC54C7">
              <w:rPr>
                <w:rFonts w:eastAsia="SimSun"/>
                <w:szCs w:val="22"/>
              </w:rPr>
              <w:t xml:space="preserve">Dividends </w:t>
            </w:r>
          </w:p>
        </w:tc>
        <w:tc>
          <w:tcPr>
            <w:tcW w:w="2160" w:type="dxa"/>
          </w:tcPr>
          <w:p w14:paraId="28E661BE" w14:textId="77777777" w:rsidR="003D565B" w:rsidRPr="00DC54C7" w:rsidRDefault="003D565B" w:rsidP="00944826">
            <w:pPr>
              <w:spacing w:before="100" w:beforeAutospacing="1"/>
              <w:jc w:val="right"/>
              <w:rPr>
                <w:rFonts w:eastAsia="SimSun"/>
                <w:szCs w:val="22"/>
              </w:rPr>
            </w:pPr>
          </w:p>
        </w:tc>
        <w:tc>
          <w:tcPr>
            <w:tcW w:w="2160" w:type="dxa"/>
          </w:tcPr>
          <w:p w14:paraId="29408958" w14:textId="77777777" w:rsidR="003D565B" w:rsidRPr="00DC54C7" w:rsidRDefault="003D565B" w:rsidP="00944826">
            <w:pPr>
              <w:spacing w:before="100" w:beforeAutospacing="1"/>
              <w:jc w:val="right"/>
              <w:rPr>
                <w:rFonts w:eastAsia="SimSun"/>
                <w:szCs w:val="22"/>
              </w:rPr>
            </w:pPr>
          </w:p>
        </w:tc>
      </w:tr>
      <w:tr w:rsidR="003D565B" w:rsidRPr="00DC54C7" w14:paraId="423CB3BE" w14:textId="77777777" w:rsidTr="004C06CE">
        <w:trPr>
          <w:trHeight w:val="346"/>
        </w:trPr>
        <w:tc>
          <w:tcPr>
            <w:tcW w:w="4392" w:type="dxa"/>
            <w:vAlign w:val="center"/>
          </w:tcPr>
          <w:p w14:paraId="10B0ADE9" w14:textId="77777777" w:rsidR="003D565B" w:rsidRPr="00DC54C7" w:rsidRDefault="003D565B" w:rsidP="00944826">
            <w:pPr>
              <w:spacing w:before="100" w:beforeAutospacing="1"/>
              <w:rPr>
                <w:rFonts w:eastAsia="SimSun"/>
                <w:szCs w:val="22"/>
              </w:rPr>
            </w:pPr>
            <w:r w:rsidRPr="00DC54C7">
              <w:rPr>
                <w:rFonts w:eastAsia="SimSun"/>
                <w:szCs w:val="22"/>
              </w:rPr>
              <w:t>Revenue</w:t>
            </w:r>
          </w:p>
        </w:tc>
        <w:tc>
          <w:tcPr>
            <w:tcW w:w="2160" w:type="dxa"/>
          </w:tcPr>
          <w:p w14:paraId="650C7146" w14:textId="77777777" w:rsidR="003D565B" w:rsidRPr="00DC54C7" w:rsidRDefault="003D565B" w:rsidP="00944826">
            <w:pPr>
              <w:spacing w:before="100" w:beforeAutospacing="1"/>
              <w:jc w:val="right"/>
              <w:rPr>
                <w:rFonts w:eastAsia="SimSun"/>
                <w:szCs w:val="22"/>
              </w:rPr>
            </w:pPr>
          </w:p>
        </w:tc>
        <w:tc>
          <w:tcPr>
            <w:tcW w:w="2160" w:type="dxa"/>
          </w:tcPr>
          <w:p w14:paraId="29627C06" w14:textId="77777777" w:rsidR="003D565B" w:rsidRPr="00DC54C7" w:rsidRDefault="003D565B" w:rsidP="00944826">
            <w:pPr>
              <w:spacing w:before="100" w:beforeAutospacing="1"/>
              <w:jc w:val="right"/>
              <w:rPr>
                <w:rFonts w:eastAsia="SimSun"/>
                <w:szCs w:val="22"/>
              </w:rPr>
            </w:pPr>
          </w:p>
        </w:tc>
      </w:tr>
      <w:tr w:rsidR="003D565B" w:rsidRPr="00DC54C7" w14:paraId="419C4E3A" w14:textId="77777777" w:rsidTr="004C06CE">
        <w:trPr>
          <w:trHeight w:val="346"/>
        </w:trPr>
        <w:tc>
          <w:tcPr>
            <w:tcW w:w="4392" w:type="dxa"/>
            <w:vAlign w:val="center"/>
          </w:tcPr>
          <w:p w14:paraId="2DC85764" w14:textId="77777777" w:rsidR="003D565B" w:rsidRPr="00DC54C7" w:rsidRDefault="003D565B" w:rsidP="00944826">
            <w:pPr>
              <w:spacing w:before="100" w:beforeAutospacing="1"/>
              <w:rPr>
                <w:rFonts w:eastAsia="SimSun"/>
                <w:szCs w:val="22"/>
              </w:rPr>
            </w:pPr>
            <w:r w:rsidRPr="00DC54C7">
              <w:rPr>
                <w:rFonts w:eastAsia="SimSun"/>
                <w:szCs w:val="22"/>
              </w:rPr>
              <w:t>Interest Revenue</w:t>
            </w:r>
          </w:p>
        </w:tc>
        <w:tc>
          <w:tcPr>
            <w:tcW w:w="2160" w:type="dxa"/>
          </w:tcPr>
          <w:p w14:paraId="79CD6939" w14:textId="77777777" w:rsidR="003D565B" w:rsidRPr="00DC54C7" w:rsidRDefault="003D565B" w:rsidP="00944826">
            <w:pPr>
              <w:spacing w:before="100" w:beforeAutospacing="1"/>
              <w:jc w:val="right"/>
              <w:rPr>
                <w:rFonts w:eastAsia="SimSun"/>
                <w:szCs w:val="22"/>
              </w:rPr>
            </w:pPr>
          </w:p>
        </w:tc>
        <w:tc>
          <w:tcPr>
            <w:tcW w:w="2160" w:type="dxa"/>
          </w:tcPr>
          <w:p w14:paraId="584A9E00" w14:textId="77777777" w:rsidR="003D565B" w:rsidRPr="00DC54C7" w:rsidRDefault="003D565B" w:rsidP="00944826">
            <w:pPr>
              <w:spacing w:before="100" w:beforeAutospacing="1"/>
              <w:jc w:val="right"/>
              <w:rPr>
                <w:rFonts w:eastAsia="SimSun"/>
                <w:szCs w:val="22"/>
              </w:rPr>
            </w:pPr>
          </w:p>
        </w:tc>
      </w:tr>
      <w:tr w:rsidR="00061424" w:rsidRPr="00DC54C7" w14:paraId="15957513" w14:textId="77777777" w:rsidTr="004C06CE">
        <w:trPr>
          <w:trHeight w:val="346"/>
        </w:trPr>
        <w:tc>
          <w:tcPr>
            <w:tcW w:w="4392" w:type="dxa"/>
            <w:vAlign w:val="center"/>
          </w:tcPr>
          <w:p w14:paraId="2471D3F3" w14:textId="77777777" w:rsidR="00061424" w:rsidRPr="00DC54C7" w:rsidRDefault="00061424" w:rsidP="00B27301">
            <w:pPr>
              <w:spacing w:before="100" w:beforeAutospacing="1"/>
              <w:rPr>
                <w:rFonts w:eastAsia="SimSun"/>
                <w:szCs w:val="22"/>
              </w:rPr>
            </w:pPr>
            <w:r w:rsidRPr="00061424">
              <w:rPr>
                <w:rFonts w:eastAsia="SimSun"/>
                <w:szCs w:val="22"/>
              </w:rPr>
              <w:t xml:space="preserve">Salaries and </w:t>
            </w:r>
            <w:r w:rsidRPr="00DC54C7">
              <w:rPr>
                <w:rFonts w:eastAsia="SimSun"/>
                <w:szCs w:val="22"/>
              </w:rPr>
              <w:t>Wage Expense</w:t>
            </w:r>
          </w:p>
        </w:tc>
        <w:tc>
          <w:tcPr>
            <w:tcW w:w="2160" w:type="dxa"/>
          </w:tcPr>
          <w:p w14:paraId="3DDCD2B1" w14:textId="77777777" w:rsidR="00061424" w:rsidRPr="00DC54C7" w:rsidRDefault="00061424" w:rsidP="00944826">
            <w:pPr>
              <w:spacing w:before="100" w:beforeAutospacing="1"/>
              <w:jc w:val="right"/>
              <w:rPr>
                <w:rFonts w:eastAsia="SimSun"/>
                <w:szCs w:val="22"/>
              </w:rPr>
            </w:pPr>
          </w:p>
        </w:tc>
        <w:tc>
          <w:tcPr>
            <w:tcW w:w="2160" w:type="dxa"/>
          </w:tcPr>
          <w:p w14:paraId="5B8B99BB" w14:textId="77777777" w:rsidR="00061424" w:rsidRPr="00DC54C7" w:rsidRDefault="00061424" w:rsidP="00944826">
            <w:pPr>
              <w:spacing w:before="100" w:beforeAutospacing="1"/>
              <w:jc w:val="right"/>
              <w:rPr>
                <w:rFonts w:eastAsia="SimSun"/>
                <w:szCs w:val="22"/>
              </w:rPr>
            </w:pPr>
          </w:p>
        </w:tc>
      </w:tr>
      <w:tr w:rsidR="00061424" w:rsidRPr="00DC54C7" w14:paraId="0797ABD3" w14:textId="77777777" w:rsidTr="004C06CE">
        <w:trPr>
          <w:trHeight w:val="346"/>
        </w:trPr>
        <w:tc>
          <w:tcPr>
            <w:tcW w:w="4392" w:type="dxa"/>
            <w:vAlign w:val="center"/>
          </w:tcPr>
          <w:p w14:paraId="21B92116" w14:textId="77777777" w:rsidR="00061424" w:rsidRPr="00DC54C7" w:rsidRDefault="00061424" w:rsidP="00944826">
            <w:pPr>
              <w:spacing w:before="100" w:beforeAutospacing="1"/>
              <w:rPr>
                <w:rFonts w:eastAsia="SimSun"/>
                <w:szCs w:val="22"/>
              </w:rPr>
            </w:pPr>
            <w:r w:rsidRPr="00DC54C7">
              <w:rPr>
                <w:rFonts w:eastAsia="SimSun"/>
                <w:szCs w:val="22"/>
              </w:rPr>
              <w:t>Utilities Expense</w:t>
            </w:r>
          </w:p>
        </w:tc>
        <w:tc>
          <w:tcPr>
            <w:tcW w:w="2160" w:type="dxa"/>
          </w:tcPr>
          <w:p w14:paraId="563711E5" w14:textId="77777777" w:rsidR="00061424" w:rsidRPr="00DC54C7" w:rsidRDefault="00061424" w:rsidP="00944826">
            <w:pPr>
              <w:spacing w:before="100" w:beforeAutospacing="1"/>
              <w:jc w:val="right"/>
              <w:rPr>
                <w:rFonts w:eastAsia="SimSun"/>
                <w:szCs w:val="22"/>
              </w:rPr>
            </w:pPr>
          </w:p>
        </w:tc>
        <w:tc>
          <w:tcPr>
            <w:tcW w:w="2160" w:type="dxa"/>
          </w:tcPr>
          <w:p w14:paraId="19B67448" w14:textId="77777777" w:rsidR="00061424" w:rsidRPr="00DC54C7" w:rsidRDefault="00061424" w:rsidP="00944826">
            <w:pPr>
              <w:spacing w:before="100" w:beforeAutospacing="1"/>
              <w:jc w:val="right"/>
              <w:rPr>
                <w:rFonts w:eastAsia="SimSun"/>
                <w:szCs w:val="22"/>
              </w:rPr>
            </w:pPr>
          </w:p>
        </w:tc>
      </w:tr>
      <w:tr w:rsidR="00061424" w:rsidRPr="00DC54C7" w14:paraId="0FD9DC24" w14:textId="77777777" w:rsidTr="004C06CE">
        <w:trPr>
          <w:trHeight w:val="346"/>
        </w:trPr>
        <w:tc>
          <w:tcPr>
            <w:tcW w:w="4392" w:type="dxa"/>
            <w:vAlign w:val="center"/>
          </w:tcPr>
          <w:p w14:paraId="60A783EF" w14:textId="77777777" w:rsidR="00061424" w:rsidRPr="00DC54C7" w:rsidRDefault="00061424" w:rsidP="00944826">
            <w:pPr>
              <w:spacing w:before="100" w:beforeAutospacing="1"/>
              <w:rPr>
                <w:rFonts w:eastAsia="SimSun"/>
                <w:szCs w:val="22"/>
              </w:rPr>
            </w:pPr>
            <w:r w:rsidRPr="00DC54C7">
              <w:rPr>
                <w:rFonts w:eastAsia="SimSun"/>
                <w:szCs w:val="22"/>
              </w:rPr>
              <w:t>Telephone Expense</w:t>
            </w:r>
          </w:p>
        </w:tc>
        <w:tc>
          <w:tcPr>
            <w:tcW w:w="2160" w:type="dxa"/>
            <w:tcBorders>
              <w:bottom w:val="single" w:sz="4" w:space="0" w:color="auto"/>
            </w:tcBorders>
          </w:tcPr>
          <w:p w14:paraId="157D5034" w14:textId="77777777" w:rsidR="00061424" w:rsidRPr="00DC54C7" w:rsidRDefault="00061424" w:rsidP="00944826">
            <w:pPr>
              <w:spacing w:before="100" w:beforeAutospacing="1"/>
              <w:jc w:val="right"/>
              <w:rPr>
                <w:rFonts w:eastAsia="SimSun"/>
                <w:szCs w:val="22"/>
              </w:rPr>
            </w:pPr>
          </w:p>
        </w:tc>
        <w:tc>
          <w:tcPr>
            <w:tcW w:w="2160" w:type="dxa"/>
            <w:tcBorders>
              <w:bottom w:val="single" w:sz="4" w:space="0" w:color="auto"/>
            </w:tcBorders>
          </w:tcPr>
          <w:p w14:paraId="037A8F58" w14:textId="77777777" w:rsidR="00061424" w:rsidRPr="00DC54C7" w:rsidRDefault="00061424" w:rsidP="00944826">
            <w:pPr>
              <w:spacing w:before="100" w:beforeAutospacing="1"/>
              <w:jc w:val="right"/>
              <w:rPr>
                <w:rFonts w:eastAsia="SimSun"/>
                <w:szCs w:val="22"/>
              </w:rPr>
            </w:pPr>
          </w:p>
        </w:tc>
      </w:tr>
      <w:tr w:rsidR="00061424" w:rsidRPr="00DC54C7" w14:paraId="65742FCF" w14:textId="77777777" w:rsidTr="004C06CE">
        <w:trPr>
          <w:trHeight w:val="346"/>
        </w:trPr>
        <w:tc>
          <w:tcPr>
            <w:tcW w:w="4392" w:type="dxa"/>
            <w:vAlign w:val="center"/>
          </w:tcPr>
          <w:p w14:paraId="33DF1B42" w14:textId="77777777" w:rsidR="00061424" w:rsidRPr="00DC54C7" w:rsidRDefault="00061424" w:rsidP="00944826">
            <w:pPr>
              <w:spacing w:before="100" w:beforeAutospacing="1"/>
              <w:rPr>
                <w:rFonts w:eastAsia="SimSun"/>
                <w:szCs w:val="22"/>
              </w:rPr>
            </w:pPr>
            <w:r w:rsidRPr="00DC54C7">
              <w:rPr>
                <w:rFonts w:eastAsia="SimSun"/>
                <w:szCs w:val="22"/>
              </w:rPr>
              <w:t>Supplies Expense</w:t>
            </w:r>
          </w:p>
        </w:tc>
        <w:tc>
          <w:tcPr>
            <w:tcW w:w="2160" w:type="dxa"/>
          </w:tcPr>
          <w:p w14:paraId="11258613" w14:textId="77777777" w:rsidR="00061424" w:rsidRPr="00DC54C7" w:rsidRDefault="00061424" w:rsidP="00944826">
            <w:pPr>
              <w:spacing w:before="100" w:beforeAutospacing="1"/>
              <w:jc w:val="right"/>
              <w:rPr>
                <w:rFonts w:eastAsia="SimSun"/>
                <w:szCs w:val="22"/>
              </w:rPr>
            </w:pPr>
          </w:p>
        </w:tc>
        <w:tc>
          <w:tcPr>
            <w:tcW w:w="2160" w:type="dxa"/>
          </w:tcPr>
          <w:p w14:paraId="67954B3C" w14:textId="77777777" w:rsidR="00061424" w:rsidRPr="00DC54C7" w:rsidRDefault="00061424" w:rsidP="00944826">
            <w:pPr>
              <w:spacing w:before="100" w:beforeAutospacing="1"/>
              <w:jc w:val="right"/>
              <w:rPr>
                <w:rFonts w:eastAsia="SimSun"/>
                <w:szCs w:val="22"/>
              </w:rPr>
            </w:pPr>
          </w:p>
        </w:tc>
      </w:tr>
      <w:tr w:rsidR="00061424" w:rsidRPr="00DC54C7" w14:paraId="4A310AC2" w14:textId="77777777" w:rsidTr="004C06CE">
        <w:trPr>
          <w:trHeight w:val="346"/>
        </w:trPr>
        <w:tc>
          <w:tcPr>
            <w:tcW w:w="4392" w:type="dxa"/>
            <w:vAlign w:val="center"/>
          </w:tcPr>
          <w:p w14:paraId="355B116F" w14:textId="77777777" w:rsidR="00061424" w:rsidRPr="00DC54C7" w:rsidRDefault="00061424" w:rsidP="00944826">
            <w:pPr>
              <w:spacing w:before="100" w:beforeAutospacing="1"/>
              <w:rPr>
                <w:rFonts w:eastAsia="SimSun"/>
                <w:szCs w:val="22"/>
              </w:rPr>
            </w:pPr>
            <w:r w:rsidRPr="00DC54C7">
              <w:rPr>
                <w:rFonts w:eastAsia="SimSun"/>
                <w:szCs w:val="22"/>
              </w:rPr>
              <w:t>Rent Expense</w:t>
            </w:r>
          </w:p>
        </w:tc>
        <w:tc>
          <w:tcPr>
            <w:tcW w:w="2160" w:type="dxa"/>
          </w:tcPr>
          <w:p w14:paraId="01B8A51F" w14:textId="77777777" w:rsidR="00061424" w:rsidRPr="00DC54C7" w:rsidRDefault="00061424" w:rsidP="00944826">
            <w:pPr>
              <w:spacing w:before="100" w:beforeAutospacing="1"/>
              <w:jc w:val="right"/>
              <w:rPr>
                <w:rFonts w:eastAsia="SimSun"/>
                <w:szCs w:val="22"/>
              </w:rPr>
            </w:pPr>
          </w:p>
        </w:tc>
        <w:tc>
          <w:tcPr>
            <w:tcW w:w="2160" w:type="dxa"/>
          </w:tcPr>
          <w:p w14:paraId="23A348EA" w14:textId="77777777" w:rsidR="00061424" w:rsidRPr="00DC54C7" w:rsidRDefault="00061424" w:rsidP="00944826">
            <w:pPr>
              <w:spacing w:before="100" w:beforeAutospacing="1"/>
              <w:jc w:val="right"/>
              <w:rPr>
                <w:rFonts w:eastAsia="SimSun"/>
                <w:szCs w:val="22"/>
              </w:rPr>
            </w:pPr>
          </w:p>
        </w:tc>
      </w:tr>
      <w:tr w:rsidR="00061424" w:rsidRPr="00DC54C7" w14:paraId="39435342" w14:textId="77777777" w:rsidTr="004C06CE">
        <w:trPr>
          <w:trHeight w:val="346"/>
        </w:trPr>
        <w:tc>
          <w:tcPr>
            <w:tcW w:w="4392" w:type="dxa"/>
            <w:vAlign w:val="center"/>
          </w:tcPr>
          <w:p w14:paraId="56768579" w14:textId="77777777" w:rsidR="00061424" w:rsidRPr="00DC54C7" w:rsidRDefault="00061424" w:rsidP="00944826">
            <w:pPr>
              <w:spacing w:before="100" w:beforeAutospacing="1"/>
              <w:rPr>
                <w:rFonts w:eastAsia="SimSun"/>
                <w:szCs w:val="22"/>
              </w:rPr>
            </w:pPr>
            <w:r w:rsidRPr="00DC54C7">
              <w:rPr>
                <w:rFonts w:eastAsia="SimSun"/>
                <w:szCs w:val="22"/>
              </w:rPr>
              <w:t>Insurance Expense</w:t>
            </w:r>
          </w:p>
        </w:tc>
        <w:tc>
          <w:tcPr>
            <w:tcW w:w="2160" w:type="dxa"/>
          </w:tcPr>
          <w:p w14:paraId="1BEB5A5C" w14:textId="77777777" w:rsidR="00061424" w:rsidRPr="00DC54C7" w:rsidRDefault="00061424" w:rsidP="00944826">
            <w:pPr>
              <w:spacing w:before="100" w:beforeAutospacing="1"/>
              <w:jc w:val="right"/>
              <w:rPr>
                <w:rFonts w:eastAsia="SimSun"/>
                <w:szCs w:val="22"/>
              </w:rPr>
            </w:pPr>
          </w:p>
        </w:tc>
        <w:tc>
          <w:tcPr>
            <w:tcW w:w="2160" w:type="dxa"/>
          </w:tcPr>
          <w:p w14:paraId="2EF64860" w14:textId="77777777" w:rsidR="00061424" w:rsidRPr="00DC54C7" w:rsidRDefault="00061424" w:rsidP="00944826">
            <w:pPr>
              <w:spacing w:before="100" w:beforeAutospacing="1"/>
              <w:jc w:val="right"/>
              <w:rPr>
                <w:rFonts w:eastAsia="SimSun"/>
                <w:szCs w:val="22"/>
              </w:rPr>
            </w:pPr>
          </w:p>
        </w:tc>
      </w:tr>
      <w:tr w:rsidR="00061424" w:rsidRPr="00DC54C7" w14:paraId="0FDB2421" w14:textId="77777777" w:rsidTr="004C06CE">
        <w:trPr>
          <w:trHeight w:val="346"/>
        </w:trPr>
        <w:tc>
          <w:tcPr>
            <w:tcW w:w="4392" w:type="dxa"/>
            <w:vAlign w:val="center"/>
          </w:tcPr>
          <w:p w14:paraId="66DDD048" w14:textId="77777777" w:rsidR="00061424" w:rsidRPr="00DC54C7" w:rsidRDefault="00061424" w:rsidP="00944826">
            <w:pPr>
              <w:spacing w:before="100" w:beforeAutospacing="1"/>
              <w:rPr>
                <w:rFonts w:eastAsia="SimSun"/>
                <w:szCs w:val="22"/>
              </w:rPr>
            </w:pPr>
            <w:r w:rsidRPr="00DC54C7">
              <w:rPr>
                <w:rFonts w:eastAsia="SimSun"/>
                <w:szCs w:val="22"/>
              </w:rPr>
              <w:t>Depreciation Expense</w:t>
            </w:r>
          </w:p>
        </w:tc>
        <w:tc>
          <w:tcPr>
            <w:tcW w:w="2160" w:type="dxa"/>
          </w:tcPr>
          <w:p w14:paraId="668C5B08" w14:textId="77777777" w:rsidR="00061424" w:rsidRPr="00DC54C7" w:rsidRDefault="00061424" w:rsidP="00944826">
            <w:pPr>
              <w:spacing w:before="100" w:beforeAutospacing="1"/>
              <w:jc w:val="right"/>
              <w:rPr>
                <w:rFonts w:eastAsia="SimSun"/>
                <w:szCs w:val="22"/>
              </w:rPr>
            </w:pPr>
          </w:p>
        </w:tc>
        <w:tc>
          <w:tcPr>
            <w:tcW w:w="2160" w:type="dxa"/>
          </w:tcPr>
          <w:p w14:paraId="318D2BEE" w14:textId="77777777" w:rsidR="00061424" w:rsidRPr="00DC54C7" w:rsidRDefault="00061424" w:rsidP="00944826">
            <w:pPr>
              <w:spacing w:before="100" w:beforeAutospacing="1"/>
              <w:jc w:val="right"/>
              <w:rPr>
                <w:rFonts w:eastAsia="SimSun"/>
                <w:szCs w:val="22"/>
              </w:rPr>
            </w:pPr>
          </w:p>
        </w:tc>
      </w:tr>
      <w:tr w:rsidR="00061424" w:rsidRPr="00DC54C7" w14:paraId="4E795C9F" w14:textId="77777777" w:rsidTr="004C06CE">
        <w:trPr>
          <w:trHeight w:val="346"/>
        </w:trPr>
        <w:tc>
          <w:tcPr>
            <w:tcW w:w="4392" w:type="dxa"/>
            <w:vAlign w:val="center"/>
          </w:tcPr>
          <w:p w14:paraId="6505B138" w14:textId="77777777" w:rsidR="00061424" w:rsidRPr="00DC54C7" w:rsidRDefault="00061424" w:rsidP="00944826">
            <w:pPr>
              <w:spacing w:before="100" w:beforeAutospacing="1"/>
              <w:rPr>
                <w:rFonts w:eastAsia="SimSun"/>
                <w:szCs w:val="22"/>
              </w:rPr>
            </w:pPr>
            <w:r w:rsidRPr="00DC54C7">
              <w:rPr>
                <w:rFonts w:eastAsia="SimSun"/>
                <w:szCs w:val="22"/>
              </w:rPr>
              <w:t>Interest Expense</w:t>
            </w:r>
          </w:p>
        </w:tc>
        <w:tc>
          <w:tcPr>
            <w:tcW w:w="2160" w:type="dxa"/>
            <w:tcBorders>
              <w:bottom w:val="single" w:sz="4" w:space="0" w:color="auto"/>
            </w:tcBorders>
          </w:tcPr>
          <w:p w14:paraId="266CAA21" w14:textId="77777777" w:rsidR="00061424" w:rsidRPr="00DC54C7" w:rsidRDefault="00061424" w:rsidP="00944826">
            <w:pPr>
              <w:spacing w:before="100" w:beforeAutospacing="1"/>
              <w:jc w:val="right"/>
              <w:rPr>
                <w:rFonts w:eastAsia="SimSun"/>
                <w:szCs w:val="22"/>
              </w:rPr>
            </w:pPr>
          </w:p>
        </w:tc>
        <w:tc>
          <w:tcPr>
            <w:tcW w:w="2160" w:type="dxa"/>
            <w:tcBorders>
              <w:bottom w:val="single" w:sz="4" w:space="0" w:color="auto"/>
            </w:tcBorders>
          </w:tcPr>
          <w:p w14:paraId="31C78656" w14:textId="77777777" w:rsidR="00061424" w:rsidRPr="00DC54C7" w:rsidRDefault="00061424" w:rsidP="00944826">
            <w:pPr>
              <w:spacing w:before="100" w:beforeAutospacing="1"/>
              <w:jc w:val="right"/>
              <w:rPr>
                <w:rFonts w:eastAsia="SimSun"/>
                <w:szCs w:val="22"/>
              </w:rPr>
            </w:pPr>
          </w:p>
        </w:tc>
      </w:tr>
      <w:tr w:rsidR="00061424" w:rsidRPr="00DC54C7" w14:paraId="7167CFA0" w14:textId="77777777" w:rsidTr="004C06CE">
        <w:trPr>
          <w:trHeight w:val="346"/>
        </w:trPr>
        <w:tc>
          <w:tcPr>
            <w:tcW w:w="4392" w:type="dxa"/>
            <w:vAlign w:val="center"/>
          </w:tcPr>
          <w:p w14:paraId="20E30F43" w14:textId="77777777" w:rsidR="00061424" w:rsidRPr="00DC54C7" w:rsidRDefault="00061424" w:rsidP="00944826">
            <w:pPr>
              <w:spacing w:before="100" w:beforeAutospacing="1"/>
              <w:rPr>
                <w:rFonts w:eastAsia="SimSun"/>
                <w:szCs w:val="22"/>
              </w:rPr>
            </w:pPr>
            <w:r w:rsidRPr="00DC54C7">
              <w:rPr>
                <w:rFonts w:eastAsia="SimSun"/>
                <w:szCs w:val="22"/>
              </w:rPr>
              <w:t>Income Tax Expense</w:t>
            </w:r>
          </w:p>
        </w:tc>
        <w:tc>
          <w:tcPr>
            <w:tcW w:w="2160" w:type="dxa"/>
            <w:tcBorders>
              <w:bottom w:val="single" w:sz="12" w:space="0" w:color="auto"/>
            </w:tcBorders>
          </w:tcPr>
          <w:p w14:paraId="41CD4C77" w14:textId="77777777" w:rsidR="00061424" w:rsidRPr="00DC54C7" w:rsidRDefault="00061424" w:rsidP="00944826">
            <w:pPr>
              <w:spacing w:before="100" w:beforeAutospacing="1"/>
              <w:jc w:val="right"/>
              <w:rPr>
                <w:rFonts w:eastAsia="SimSun"/>
                <w:szCs w:val="22"/>
              </w:rPr>
            </w:pPr>
          </w:p>
        </w:tc>
        <w:tc>
          <w:tcPr>
            <w:tcW w:w="2160" w:type="dxa"/>
            <w:tcBorders>
              <w:bottom w:val="single" w:sz="12" w:space="0" w:color="auto"/>
            </w:tcBorders>
          </w:tcPr>
          <w:p w14:paraId="7BFB43DF" w14:textId="77777777" w:rsidR="00061424" w:rsidRPr="00DC54C7" w:rsidRDefault="00061424" w:rsidP="00944826">
            <w:pPr>
              <w:spacing w:before="100" w:beforeAutospacing="1"/>
              <w:jc w:val="right"/>
              <w:rPr>
                <w:rFonts w:eastAsia="SimSun"/>
                <w:szCs w:val="22"/>
              </w:rPr>
            </w:pPr>
          </w:p>
        </w:tc>
      </w:tr>
      <w:tr w:rsidR="00061424" w:rsidRPr="00DC54C7" w14:paraId="16E39FF3" w14:textId="77777777" w:rsidTr="004C06CE">
        <w:trPr>
          <w:trHeight w:val="346"/>
        </w:trPr>
        <w:tc>
          <w:tcPr>
            <w:tcW w:w="4392" w:type="dxa"/>
            <w:tcBorders>
              <w:right w:val="single" w:sz="4" w:space="0" w:color="auto"/>
            </w:tcBorders>
            <w:vAlign w:val="center"/>
          </w:tcPr>
          <w:p w14:paraId="369512A7" w14:textId="77777777" w:rsidR="00061424" w:rsidRPr="00DC54C7" w:rsidRDefault="00061424" w:rsidP="00944826">
            <w:pPr>
              <w:spacing w:before="100" w:beforeAutospacing="1"/>
              <w:rPr>
                <w:rFonts w:eastAsia="SimSun"/>
                <w:szCs w:val="22"/>
              </w:rPr>
            </w:pPr>
            <w:r>
              <w:rPr>
                <w:rFonts w:eastAsia="SimSun"/>
                <w:szCs w:val="22"/>
              </w:rPr>
              <w:tab/>
            </w:r>
            <w:r w:rsidRPr="00DC54C7">
              <w:rPr>
                <w:rFonts w:eastAsia="SimSun"/>
                <w:szCs w:val="22"/>
              </w:rPr>
              <w:t>Total</w:t>
            </w:r>
            <w:r>
              <w:rPr>
                <w:rFonts w:eastAsia="SimSun"/>
                <w:szCs w:val="22"/>
              </w:rPr>
              <w:t>s</w:t>
            </w:r>
          </w:p>
        </w:tc>
        <w:tc>
          <w:tcPr>
            <w:tcW w:w="2160" w:type="dxa"/>
            <w:tcBorders>
              <w:top w:val="single" w:sz="12" w:space="0" w:color="auto"/>
              <w:left w:val="single" w:sz="4" w:space="0" w:color="auto"/>
              <w:bottom w:val="single" w:sz="12" w:space="0" w:color="auto"/>
              <w:right w:val="single" w:sz="4" w:space="0" w:color="auto"/>
            </w:tcBorders>
          </w:tcPr>
          <w:p w14:paraId="0FF96F4E" w14:textId="77777777" w:rsidR="00061424" w:rsidRPr="00DC54C7" w:rsidRDefault="00061424" w:rsidP="00944826">
            <w:pPr>
              <w:spacing w:before="100" w:beforeAutospacing="1"/>
              <w:jc w:val="right"/>
              <w:rPr>
                <w:rFonts w:eastAsia="SimSun"/>
                <w:szCs w:val="22"/>
              </w:rPr>
            </w:pPr>
          </w:p>
        </w:tc>
        <w:tc>
          <w:tcPr>
            <w:tcW w:w="2160" w:type="dxa"/>
            <w:tcBorders>
              <w:top w:val="single" w:sz="12" w:space="0" w:color="auto"/>
              <w:left w:val="single" w:sz="4" w:space="0" w:color="auto"/>
              <w:bottom w:val="single" w:sz="12" w:space="0" w:color="auto"/>
              <w:right w:val="single" w:sz="4" w:space="0" w:color="auto"/>
            </w:tcBorders>
          </w:tcPr>
          <w:p w14:paraId="6F2FC69E" w14:textId="77777777" w:rsidR="00061424" w:rsidRPr="00DC54C7" w:rsidRDefault="00061424" w:rsidP="00944826">
            <w:pPr>
              <w:spacing w:before="100" w:beforeAutospacing="1"/>
              <w:jc w:val="right"/>
              <w:rPr>
                <w:rFonts w:eastAsia="SimSun"/>
                <w:szCs w:val="22"/>
              </w:rPr>
            </w:pPr>
          </w:p>
        </w:tc>
      </w:tr>
    </w:tbl>
    <w:p w14:paraId="357BED31" w14:textId="77777777" w:rsidR="003A553F" w:rsidRPr="00DC54C7" w:rsidRDefault="003D565B" w:rsidP="003A553F">
      <w:pPr>
        <w:pStyle w:val="Heading1"/>
        <w:spacing w:before="240"/>
      </w:pPr>
      <w:r w:rsidRPr="00DC54C7">
        <w:rPr>
          <w:szCs w:val="22"/>
        </w:rPr>
        <w:br w:type="page"/>
      </w:r>
      <w:r w:rsidR="003A553F" w:rsidRPr="00DC54C7">
        <w:lastRenderedPageBreak/>
        <w:t>HANDOUT 4</w:t>
      </w:r>
      <w:r w:rsidR="00801A23" w:rsidRPr="00750FD5">
        <w:t>–</w:t>
      </w:r>
      <w:r w:rsidR="003A553F" w:rsidRPr="00DC54C7">
        <w:t>4 SOLUTION</w:t>
      </w:r>
    </w:p>
    <w:p w14:paraId="6E474851" w14:textId="77777777" w:rsidR="003A553F" w:rsidRPr="00DC54C7" w:rsidRDefault="003A553F" w:rsidP="003A553F">
      <w:pPr>
        <w:pStyle w:val="Heading1"/>
        <w:spacing w:before="240"/>
        <w:jc w:val="center"/>
        <w:rPr>
          <w:u w:val="none"/>
        </w:rPr>
      </w:pPr>
      <w:r w:rsidRPr="00DC54C7">
        <w:rPr>
          <w:u w:val="none"/>
        </w:rPr>
        <w:t xml:space="preserve">CLOSING ENTRIES, POSTING TO T-ACCOUNTS, </w:t>
      </w:r>
      <w:r w:rsidRPr="00DC54C7">
        <w:rPr>
          <w:u w:val="none"/>
        </w:rPr>
        <w:br/>
        <w:t>PREPARATION OF POST-CLOSING TRIAL BALANCE</w:t>
      </w:r>
    </w:p>
    <w:p w14:paraId="3FAE2B42" w14:textId="77777777" w:rsidR="000A3DD2" w:rsidRPr="00DC54C7" w:rsidRDefault="000A3DD2" w:rsidP="000A3DD2">
      <w:pPr>
        <w:pStyle w:val="Heading2"/>
        <w:rPr>
          <w:b w:val="0"/>
          <w:bCs/>
        </w:rPr>
      </w:pPr>
      <w:r>
        <w:rPr>
          <w:b w:val="0"/>
          <w:bCs/>
        </w:rPr>
        <w:t>P</w:t>
      </w:r>
      <w:r w:rsidRPr="00DC54C7">
        <w:rPr>
          <w:b w:val="0"/>
          <w:bCs/>
        </w:rPr>
        <w:t>rep</w:t>
      </w:r>
      <w:r>
        <w:rPr>
          <w:b w:val="0"/>
          <w:bCs/>
        </w:rPr>
        <w:t>are the required closing entries f</w:t>
      </w:r>
      <w:r w:rsidRPr="00DC54C7">
        <w:rPr>
          <w:b w:val="0"/>
          <w:bCs/>
        </w:rPr>
        <w:t>or Deana’s Decorators</w:t>
      </w:r>
      <w:r>
        <w:rPr>
          <w:b w:val="0"/>
          <w:bCs/>
        </w:rPr>
        <w:t xml:space="preserve"> using the adjusted account balances set forth in Handout 4</w:t>
      </w:r>
      <w:r w:rsidR="00801A23" w:rsidRPr="00DF3C97">
        <w:rPr>
          <w:b w:val="0"/>
        </w:rPr>
        <w:t>–</w:t>
      </w:r>
      <w:r>
        <w:rPr>
          <w:b w:val="0"/>
          <w:bCs/>
        </w:rPr>
        <w:t>2</w:t>
      </w:r>
      <w:r w:rsidRPr="00DC54C7">
        <w:rPr>
          <w:b w:val="0"/>
          <w:bCs/>
        </w:rPr>
        <w:t>. Post the entries to the T-accounts shown on the next page. Then, prepare a post-closing trial balance.</w:t>
      </w:r>
    </w:p>
    <w:p w14:paraId="17BE691B" w14:textId="77777777" w:rsidR="003D565B" w:rsidRPr="00DC54C7" w:rsidRDefault="003D565B" w:rsidP="003D565B">
      <w:pPr>
        <w:rPr>
          <w:szCs w:val="22"/>
        </w:rPr>
      </w:pP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7"/>
        <w:gridCol w:w="5186"/>
        <w:gridCol w:w="1595"/>
        <w:gridCol w:w="1595"/>
      </w:tblGrid>
      <w:tr w:rsidR="003D565B" w:rsidRPr="00DC54C7" w14:paraId="1B9B84FD" w14:textId="77777777" w:rsidTr="00944826">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7ED2FA62" w14:textId="77777777" w:rsidR="003D565B" w:rsidRPr="00DC54C7" w:rsidRDefault="003D565B" w:rsidP="00944826">
            <w:pPr>
              <w:jc w:val="center"/>
              <w:rPr>
                <w:rFonts w:eastAsia="SimSun"/>
                <w:szCs w:val="22"/>
              </w:rPr>
            </w:pPr>
            <w:r w:rsidRPr="00DC54C7">
              <w:rPr>
                <w:rFonts w:eastAsia="SimSun"/>
                <w:szCs w:val="22"/>
              </w:rPr>
              <w:t>Date</w:t>
            </w:r>
          </w:p>
        </w:tc>
        <w:tc>
          <w:tcPr>
            <w:tcW w:w="2675" w:type="pct"/>
            <w:tcBorders>
              <w:top w:val="single" w:sz="4" w:space="0" w:color="auto"/>
              <w:left w:val="single" w:sz="4" w:space="0" w:color="auto"/>
              <w:bottom w:val="single" w:sz="4" w:space="0" w:color="auto"/>
              <w:right w:val="single" w:sz="4" w:space="0" w:color="auto"/>
            </w:tcBorders>
            <w:vAlign w:val="center"/>
          </w:tcPr>
          <w:p w14:paraId="7EDC9009" w14:textId="77777777" w:rsidR="003D565B" w:rsidRPr="00DC54C7" w:rsidRDefault="003D565B" w:rsidP="00944826">
            <w:pPr>
              <w:jc w:val="center"/>
              <w:rPr>
                <w:rFonts w:eastAsia="SimSun"/>
                <w:szCs w:val="22"/>
              </w:rPr>
            </w:pPr>
            <w:r w:rsidRPr="00DC54C7">
              <w:rPr>
                <w:rFonts w:eastAsia="SimSun"/>
                <w:szCs w:val="22"/>
              </w:rPr>
              <w:t>Accounts</w:t>
            </w:r>
          </w:p>
        </w:tc>
        <w:tc>
          <w:tcPr>
            <w:tcW w:w="823" w:type="pct"/>
            <w:tcBorders>
              <w:top w:val="single" w:sz="4" w:space="0" w:color="auto"/>
              <w:left w:val="single" w:sz="4" w:space="0" w:color="auto"/>
              <w:bottom w:val="single" w:sz="4" w:space="0" w:color="auto"/>
              <w:right w:val="single" w:sz="4" w:space="0" w:color="auto"/>
            </w:tcBorders>
            <w:vAlign w:val="center"/>
          </w:tcPr>
          <w:p w14:paraId="6E8EB502" w14:textId="77777777" w:rsidR="003D565B" w:rsidRPr="00DC54C7" w:rsidRDefault="003A553F" w:rsidP="00944826">
            <w:pPr>
              <w:jc w:val="center"/>
              <w:rPr>
                <w:rFonts w:eastAsia="SimSun"/>
                <w:szCs w:val="22"/>
              </w:rPr>
            </w:pPr>
            <w:r w:rsidRPr="00DC54C7">
              <w:rPr>
                <w:rFonts w:eastAsia="SimSun"/>
                <w:szCs w:val="22"/>
              </w:rPr>
              <w:t>Debit</w:t>
            </w:r>
          </w:p>
        </w:tc>
        <w:tc>
          <w:tcPr>
            <w:tcW w:w="823" w:type="pct"/>
            <w:tcBorders>
              <w:top w:val="single" w:sz="4" w:space="0" w:color="auto"/>
              <w:left w:val="single" w:sz="4" w:space="0" w:color="auto"/>
              <w:bottom w:val="single" w:sz="4" w:space="0" w:color="auto"/>
              <w:right w:val="single" w:sz="4" w:space="0" w:color="auto"/>
            </w:tcBorders>
            <w:vAlign w:val="center"/>
          </w:tcPr>
          <w:p w14:paraId="73C304C9" w14:textId="77777777" w:rsidR="003D565B" w:rsidRPr="00DC54C7" w:rsidRDefault="003A553F" w:rsidP="00944826">
            <w:pPr>
              <w:jc w:val="center"/>
              <w:rPr>
                <w:rFonts w:eastAsia="SimSun"/>
                <w:szCs w:val="22"/>
              </w:rPr>
            </w:pPr>
            <w:r w:rsidRPr="00DC54C7">
              <w:rPr>
                <w:rFonts w:eastAsia="SimSun"/>
                <w:szCs w:val="22"/>
              </w:rPr>
              <w:t>Credit</w:t>
            </w:r>
          </w:p>
        </w:tc>
      </w:tr>
      <w:tr w:rsidR="003D565B" w:rsidRPr="00DC54C7" w14:paraId="00FD2BDF" w14:textId="77777777" w:rsidTr="00944826">
        <w:tc>
          <w:tcPr>
            <w:tcW w:w="679" w:type="pct"/>
            <w:tcBorders>
              <w:top w:val="single" w:sz="4" w:space="0" w:color="auto"/>
              <w:left w:val="single" w:sz="4" w:space="0" w:color="auto"/>
              <w:bottom w:val="single" w:sz="4" w:space="0" w:color="auto"/>
              <w:right w:val="single" w:sz="4" w:space="0" w:color="auto"/>
            </w:tcBorders>
          </w:tcPr>
          <w:p w14:paraId="38499C07"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left w:val="single" w:sz="4" w:space="0" w:color="auto"/>
              <w:bottom w:val="single" w:sz="4" w:space="0" w:color="auto"/>
              <w:right w:val="single" w:sz="4" w:space="0" w:color="auto"/>
            </w:tcBorders>
          </w:tcPr>
          <w:p w14:paraId="7AF38245" w14:textId="77777777" w:rsidR="003D565B" w:rsidRPr="00DC54C7" w:rsidRDefault="00F01DA3" w:rsidP="00614B37">
            <w:pPr>
              <w:rPr>
                <w:rFonts w:eastAsia="SimSun"/>
                <w:szCs w:val="22"/>
              </w:rPr>
            </w:pPr>
            <w:r>
              <w:rPr>
                <w:rFonts w:eastAsia="SimSun"/>
                <w:szCs w:val="22"/>
              </w:rPr>
              <w:t xml:space="preserve">Service </w:t>
            </w:r>
            <w:r w:rsidR="003D565B" w:rsidRPr="00DC54C7">
              <w:rPr>
                <w:rFonts w:eastAsia="SimSun"/>
                <w:szCs w:val="22"/>
              </w:rPr>
              <w:t>Revenue (</w:t>
            </w:r>
            <w:r w:rsidR="00614B37">
              <w:rPr>
                <w:rFonts w:eastAsia="SimSun"/>
                <w:szCs w:val="22"/>
              </w:rPr>
              <w:t>–</w:t>
            </w:r>
            <w:r w:rsidR="003D565B" w:rsidRPr="00DC54C7">
              <w:rPr>
                <w:rFonts w:eastAsia="SimSun"/>
                <w:szCs w:val="22"/>
              </w:rPr>
              <w:t>R)</w:t>
            </w:r>
          </w:p>
        </w:tc>
        <w:tc>
          <w:tcPr>
            <w:tcW w:w="823" w:type="pct"/>
            <w:tcBorders>
              <w:top w:val="single" w:sz="4" w:space="0" w:color="auto"/>
              <w:left w:val="single" w:sz="4" w:space="0" w:color="auto"/>
              <w:bottom w:val="single" w:sz="4" w:space="0" w:color="auto"/>
              <w:right w:val="single" w:sz="4" w:space="0" w:color="auto"/>
            </w:tcBorders>
          </w:tcPr>
          <w:p w14:paraId="6AD98714" w14:textId="77777777" w:rsidR="003D565B" w:rsidRPr="00DC54C7" w:rsidRDefault="003D565B" w:rsidP="00944826">
            <w:pPr>
              <w:jc w:val="right"/>
              <w:rPr>
                <w:rFonts w:eastAsia="SimSun"/>
                <w:szCs w:val="22"/>
              </w:rPr>
            </w:pPr>
            <w:r w:rsidRPr="00DC54C7">
              <w:rPr>
                <w:rFonts w:eastAsia="SimSun"/>
                <w:szCs w:val="22"/>
              </w:rPr>
              <w:t>120,400</w:t>
            </w:r>
          </w:p>
        </w:tc>
        <w:tc>
          <w:tcPr>
            <w:tcW w:w="823" w:type="pct"/>
            <w:tcBorders>
              <w:top w:val="single" w:sz="4" w:space="0" w:color="auto"/>
              <w:left w:val="single" w:sz="4" w:space="0" w:color="auto"/>
              <w:bottom w:val="single" w:sz="4" w:space="0" w:color="auto"/>
              <w:right w:val="single" w:sz="4" w:space="0" w:color="auto"/>
            </w:tcBorders>
          </w:tcPr>
          <w:p w14:paraId="361FE767" w14:textId="77777777" w:rsidR="003D565B" w:rsidRPr="00DC54C7" w:rsidRDefault="003D565B" w:rsidP="00944826">
            <w:pPr>
              <w:jc w:val="right"/>
              <w:rPr>
                <w:rFonts w:eastAsia="SimSun"/>
                <w:szCs w:val="22"/>
              </w:rPr>
            </w:pPr>
          </w:p>
        </w:tc>
      </w:tr>
      <w:tr w:rsidR="003D565B" w:rsidRPr="00DC54C7" w14:paraId="737D06D6" w14:textId="77777777" w:rsidTr="00944826">
        <w:tc>
          <w:tcPr>
            <w:tcW w:w="679" w:type="pct"/>
            <w:tcBorders>
              <w:top w:val="single" w:sz="4" w:space="0" w:color="auto"/>
              <w:bottom w:val="single" w:sz="4" w:space="0" w:color="auto"/>
            </w:tcBorders>
          </w:tcPr>
          <w:p w14:paraId="0B88A823"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bottom w:val="single" w:sz="4" w:space="0" w:color="auto"/>
            </w:tcBorders>
          </w:tcPr>
          <w:p w14:paraId="14A6FAF2" w14:textId="77777777" w:rsidR="003D565B" w:rsidRPr="00DC54C7" w:rsidRDefault="003D565B" w:rsidP="003D565B">
            <w:pPr>
              <w:rPr>
                <w:rFonts w:eastAsia="SimSun"/>
                <w:szCs w:val="22"/>
              </w:rPr>
            </w:pPr>
            <w:r w:rsidRPr="00DC54C7">
              <w:rPr>
                <w:rFonts w:eastAsia="SimSun"/>
                <w:szCs w:val="22"/>
              </w:rPr>
              <w:t>Interest Revenue (</w:t>
            </w:r>
            <w:r w:rsidR="00614B37">
              <w:rPr>
                <w:rFonts w:eastAsia="SimSun"/>
                <w:szCs w:val="22"/>
              </w:rPr>
              <w:t>–</w:t>
            </w:r>
            <w:r w:rsidRPr="00DC54C7">
              <w:rPr>
                <w:rFonts w:eastAsia="SimSun"/>
                <w:szCs w:val="22"/>
              </w:rPr>
              <w:t>R)</w:t>
            </w:r>
          </w:p>
        </w:tc>
        <w:tc>
          <w:tcPr>
            <w:tcW w:w="823" w:type="pct"/>
            <w:tcBorders>
              <w:top w:val="single" w:sz="4" w:space="0" w:color="auto"/>
              <w:bottom w:val="single" w:sz="4" w:space="0" w:color="auto"/>
            </w:tcBorders>
          </w:tcPr>
          <w:p w14:paraId="64F5C5AE" w14:textId="77777777" w:rsidR="003D565B" w:rsidRPr="00DC54C7" w:rsidRDefault="003D565B" w:rsidP="00944826">
            <w:pPr>
              <w:jc w:val="right"/>
              <w:rPr>
                <w:rFonts w:eastAsia="SimSun"/>
                <w:szCs w:val="22"/>
              </w:rPr>
            </w:pPr>
            <w:r w:rsidRPr="00DC54C7">
              <w:rPr>
                <w:rFonts w:eastAsia="SimSun"/>
                <w:szCs w:val="22"/>
              </w:rPr>
              <w:t>1,200</w:t>
            </w:r>
          </w:p>
        </w:tc>
        <w:tc>
          <w:tcPr>
            <w:tcW w:w="823" w:type="pct"/>
            <w:tcBorders>
              <w:top w:val="single" w:sz="4" w:space="0" w:color="auto"/>
              <w:bottom w:val="single" w:sz="4" w:space="0" w:color="auto"/>
            </w:tcBorders>
          </w:tcPr>
          <w:p w14:paraId="43AD8967" w14:textId="77777777" w:rsidR="003D565B" w:rsidRPr="00DC54C7" w:rsidRDefault="003D565B" w:rsidP="00944826">
            <w:pPr>
              <w:jc w:val="right"/>
              <w:rPr>
                <w:rFonts w:eastAsia="SimSun"/>
                <w:szCs w:val="22"/>
              </w:rPr>
            </w:pPr>
          </w:p>
        </w:tc>
      </w:tr>
      <w:tr w:rsidR="003D565B" w:rsidRPr="00DC54C7" w14:paraId="15371093" w14:textId="77777777" w:rsidTr="00944826">
        <w:tc>
          <w:tcPr>
            <w:tcW w:w="679" w:type="pct"/>
            <w:tcBorders>
              <w:top w:val="single" w:sz="4" w:space="0" w:color="auto"/>
              <w:bottom w:val="single" w:sz="4" w:space="0" w:color="auto"/>
            </w:tcBorders>
          </w:tcPr>
          <w:p w14:paraId="1E7C3874"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1E8E8599" w14:textId="77777777" w:rsidR="003D565B" w:rsidRPr="00DC54C7" w:rsidRDefault="003D565B" w:rsidP="00061424">
            <w:pPr>
              <w:rPr>
                <w:rFonts w:eastAsia="SimSun"/>
                <w:i/>
                <w:szCs w:val="22"/>
              </w:rPr>
            </w:pPr>
            <w:r w:rsidRPr="00DC54C7">
              <w:rPr>
                <w:rFonts w:eastAsia="SimSun"/>
                <w:i/>
                <w:szCs w:val="22"/>
              </w:rPr>
              <w:t xml:space="preserve">    </w:t>
            </w:r>
            <w:r w:rsidR="00061424">
              <w:rPr>
                <w:rFonts w:eastAsia="SimSun"/>
                <w:szCs w:val="22"/>
              </w:rPr>
              <w:t>Salaries and W</w:t>
            </w:r>
            <w:r w:rsidRPr="00DC54C7">
              <w:rPr>
                <w:rFonts w:eastAsia="SimSun"/>
                <w:szCs w:val="22"/>
              </w:rPr>
              <w:t>age Expense (</w:t>
            </w:r>
            <w:r w:rsidR="00614B37">
              <w:rPr>
                <w:rFonts w:eastAsia="SimSun"/>
                <w:szCs w:val="22"/>
              </w:rPr>
              <w:t>–</w:t>
            </w:r>
            <w:r w:rsidRPr="00DC54C7">
              <w:rPr>
                <w:rFonts w:eastAsia="SimSun"/>
                <w:szCs w:val="22"/>
              </w:rPr>
              <w:t>E)</w:t>
            </w:r>
          </w:p>
        </w:tc>
        <w:tc>
          <w:tcPr>
            <w:tcW w:w="823" w:type="pct"/>
            <w:tcBorders>
              <w:top w:val="single" w:sz="4" w:space="0" w:color="auto"/>
              <w:bottom w:val="single" w:sz="4" w:space="0" w:color="auto"/>
            </w:tcBorders>
          </w:tcPr>
          <w:p w14:paraId="5CA7EEAF"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317CA0F1" w14:textId="77777777" w:rsidR="003D565B" w:rsidRPr="00DC54C7" w:rsidRDefault="003D565B" w:rsidP="00944826">
            <w:pPr>
              <w:jc w:val="right"/>
              <w:rPr>
                <w:rFonts w:eastAsia="SimSun"/>
                <w:szCs w:val="22"/>
              </w:rPr>
            </w:pPr>
            <w:r w:rsidRPr="00DC54C7">
              <w:rPr>
                <w:rFonts w:eastAsia="SimSun"/>
                <w:szCs w:val="22"/>
              </w:rPr>
              <w:t>32,000</w:t>
            </w:r>
          </w:p>
        </w:tc>
      </w:tr>
      <w:tr w:rsidR="003D565B" w:rsidRPr="00DC54C7" w14:paraId="60B517E0" w14:textId="77777777" w:rsidTr="00944826">
        <w:tc>
          <w:tcPr>
            <w:tcW w:w="679" w:type="pct"/>
            <w:tcBorders>
              <w:top w:val="single" w:sz="4" w:space="0" w:color="auto"/>
              <w:bottom w:val="single" w:sz="4" w:space="0" w:color="auto"/>
            </w:tcBorders>
          </w:tcPr>
          <w:p w14:paraId="7C8394C4"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5EEF1A56" w14:textId="77777777" w:rsidR="003D565B" w:rsidRPr="00DC54C7" w:rsidRDefault="003D565B" w:rsidP="00614B37">
            <w:pPr>
              <w:rPr>
                <w:rFonts w:eastAsia="SimSun"/>
                <w:szCs w:val="22"/>
              </w:rPr>
            </w:pPr>
            <w:r w:rsidRPr="00DC54C7">
              <w:rPr>
                <w:rFonts w:eastAsia="SimSun"/>
                <w:szCs w:val="22"/>
              </w:rPr>
              <w:t xml:space="preserve">    Utilities Expense (</w:t>
            </w:r>
            <w:r w:rsidR="00614B37">
              <w:rPr>
                <w:rFonts w:eastAsia="SimSun"/>
                <w:szCs w:val="22"/>
              </w:rPr>
              <w:t>–</w:t>
            </w:r>
            <w:r w:rsidRPr="00DC54C7">
              <w:rPr>
                <w:rFonts w:eastAsia="SimSun"/>
                <w:szCs w:val="22"/>
              </w:rPr>
              <w:t>E)</w:t>
            </w:r>
          </w:p>
        </w:tc>
        <w:tc>
          <w:tcPr>
            <w:tcW w:w="823" w:type="pct"/>
            <w:tcBorders>
              <w:top w:val="single" w:sz="4" w:space="0" w:color="auto"/>
              <w:bottom w:val="single" w:sz="4" w:space="0" w:color="auto"/>
            </w:tcBorders>
          </w:tcPr>
          <w:p w14:paraId="15D24E41"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4010D480" w14:textId="77777777" w:rsidR="003D565B" w:rsidRPr="00DC54C7" w:rsidRDefault="003D565B" w:rsidP="00944826">
            <w:pPr>
              <w:jc w:val="right"/>
              <w:rPr>
                <w:rFonts w:eastAsia="SimSun"/>
                <w:szCs w:val="22"/>
              </w:rPr>
            </w:pPr>
            <w:r w:rsidRPr="00DC54C7">
              <w:rPr>
                <w:rFonts w:eastAsia="SimSun"/>
                <w:szCs w:val="22"/>
              </w:rPr>
              <w:t>1,000</w:t>
            </w:r>
          </w:p>
        </w:tc>
      </w:tr>
      <w:tr w:rsidR="003D565B" w:rsidRPr="00DC54C7" w14:paraId="61AE8523" w14:textId="77777777" w:rsidTr="00944826">
        <w:tc>
          <w:tcPr>
            <w:tcW w:w="679" w:type="pct"/>
            <w:tcBorders>
              <w:top w:val="single" w:sz="4" w:space="0" w:color="auto"/>
              <w:bottom w:val="single" w:sz="4" w:space="0" w:color="auto"/>
            </w:tcBorders>
          </w:tcPr>
          <w:p w14:paraId="1E61E35D"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2C5C2B59" w14:textId="77777777" w:rsidR="003D565B" w:rsidRPr="00DC54C7" w:rsidRDefault="003D565B" w:rsidP="00614B37">
            <w:pPr>
              <w:rPr>
                <w:rFonts w:eastAsia="SimSun"/>
                <w:szCs w:val="22"/>
              </w:rPr>
            </w:pPr>
            <w:r w:rsidRPr="00DC54C7">
              <w:rPr>
                <w:rFonts w:eastAsia="SimSun"/>
                <w:szCs w:val="22"/>
              </w:rPr>
              <w:t xml:space="preserve">    Telephone Expense (</w:t>
            </w:r>
            <w:r w:rsidR="00614B37">
              <w:rPr>
                <w:rFonts w:eastAsia="SimSun"/>
                <w:szCs w:val="22"/>
              </w:rPr>
              <w:t>–</w:t>
            </w:r>
            <w:r w:rsidRPr="00DC54C7">
              <w:rPr>
                <w:rFonts w:eastAsia="SimSun"/>
                <w:szCs w:val="22"/>
              </w:rPr>
              <w:t>E)</w:t>
            </w:r>
          </w:p>
        </w:tc>
        <w:tc>
          <w:tcPr>
            <w:tcW w:w="823" w:type="pct"/>
            <w:tcBorders>
              <w:top w:val="single" w:sz="4" w:space="0" w:color="auto"/>
              <w:bottom w:val="single" w:sz="4" w:space="0" w:color="auto"/>
            </w:tcBorders>
          </w:tcPr>
          <w:p w14:paraId="66F7B086"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473BF18D" w14:textId="77777777" w:rsidR="003D565B" w:rsidRPr="00DC54C7" w:rsidRDefault="003D565B" w:rsidP="00944826">
            <w:pPr>
              <w:jc w:val="right"/>
              <w:rPr>
                <w:rFonts w:eastAsia="SimSun"/>
                <w:szCs w:val="22"/>
              </w:rPr>
            </w:pPr>
            <w:r w:rsidRPr="00DC54C7">
              <w:rPr>
                <w:rFonts w:eastAsia="SimSun"/>
                <w:szCs w:val="22"/>
              </w:rPr>
              <w:t>500</w:t>
            </w:r>
          </w:p>
        </w:tc>
      </w:tr>
      <w:tr w:rsidR="003D565B" w:rsidRPr="00DC54C7" w14:paraId="57B44E65" w14:textId="77777777" w:rsidTr="00944826">
        <w:tc>
          <w:tcPr>
            <w:tcW w:w="679" w:type="pct"/>
            <w:tcBorders>
              <w:top w:val="single" w:sz="4" w:space="0" w:color="auto"/>
              <w:bottom w:val="single" w:sz="4" w:space="0" w:color="auto"/>
            </w:tcBorders>
          </w:tcPr>
          <w:p w14:paraId="7F368486"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69870FB3"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Supplies Expense (–</w:t>
            </w:r>
            <w:r w:rsidRPr="00DC54C7">
              <w:rPr>
                <w:rFonts w:eastAsia="SimSun"/>
                <w:szCs w:val="22"/>
              </w:rPr>
              <w:t>E)</w:t>
            </w:r>
          </w:p>
        </w:tc>
        <w:tc>
          <w:tcPr>
            <w:tcW w:w="823" w:type="pct"/>
            <w:tcBorders>
              <w:top w:val="single" w:sz="4" w:space="0" w:color="auto"/>
              <w:bottom w:val="single" w:sz="4" w:space="0" w:color="auto"/>
            </w:tcBorders>
          </w:tcPr>
          <w:p w14:paraId="7D722C27"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2014C41D" w14:textId="77777777" w:rsidR="003D565B" w:rsidRPr="00DC54C7" w:rsidRDefault="003D565B" w:rsidP="00944826">
            <w:pPr>
              <w:jc w:val="right"/>
              <w:rPr>
                <w:rFonts w:eastAsia="SimSun"/>
                <w:szCs w:val="22"/>
              </w:rPr>
            </w:pPr>
            <w:r w:rsidRPr="00DC54C7">
              <w:rPr>
                <w:rFonts w:eastAsia="SimSun"/>
                <w:szCs w:val="22"/>
              </w:rPr>
              <w:t>1,000</w:t>
            </w:r>
          </w:p>
        </w:tc>
      </w:tr>
      <w:tr w:rsidR="003D565B" w:rsidRPr="00DC54C7" w14:paraId="7FF999D1" w14:textId="77777777" w:rsidTr="00944826">
        <w:tc>
          <w:tcPr>
            <w:tcW w:w="679" w:type="pct"/>
            <w:tcBorders>
              <w:top w:val="single" w:sz="4" w:space="0" w:color="auto"/>
              <w:bottom w:val="single" w:sz="4" w:space="0" w:color="auto"/>
            </w:tcBorders>
          </w:tcPr>
          <w:p w14:paraId="3B306BEF"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4BA9713C"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Rent Expense (–</w:t>
            </w:r>
            <w:r w:rsidRPr="00DC54C7">
              <w:rPr>
                <w:rFonts w:eastAsia="SimSun"/>
                <w:szCs w:val="22"/>
              </w:rPr>
              <w:t>E)</w:t>
            </w:r>
          </w:p>
        </w:tc>
        <w:tc>
          <w:tcPr>
            <w:tcW w:w="823" w:type="pct"/>
            <w:tcBorders>
              <w:top w:val="single" w:sz="4" w:space="0" w:color="auto"/>
              <w:bottom w:val="single" w:sz="4" w:space="0" w:color="auto"/>
            </w:tcBorders>
          </w:tcPr>
          <w:p w14:paraId="3E69FA97"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02BF4D00" w14:textId="77777777" w:rsidR="003D565B" w:rsidRPr="00DC54C7" w:rsidRDefault="003D565B" w:rsidP="00944826">
            <w:pPr>
              <w:jc w:val="right"/>
              <w:rPr>
                <w:rFonts w:eastAsia="SimSun"/>
                <w:szCs w:val="22"/>
              </w:rPr>
            </w:pPr>
            <w:r w:rsidRPr="00DC54C7">
              <w:rPr>
                <w:rFonts w:eastAsia="SimSun"/>
                <w:szCs w:val="22"/>
              </w:rPr>
              <w:t>4,000</w:t>
            </w:r>
          </w:p>
        </w:tc>
      </w:tr>
      <w:tr w:rsidR="003D565B" w:rsidRPr="00DC54C7" w14:paraId="7029143C" w14:textId="77777777" w:rsidTr="00944826">
        <w:tc>
          <w:tcPr>
            <w:tcW w:w="679" w:type="pct"/>
            <w:tcBorders>
              <w:top w:val="single" w:sz="4" w:space="0" w:color="auto"/>
              <w:bottom w:val="single" w:sz="4" w:space="0" w:color="auto"/>
            </w:tcBorders>
          </w:tcPr>
          <w:p w14:paraId="258ED633"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73BC22E3" w14:textId="77777777" w:rsidR="003D565B" w:rsidRPr="00DC54C7" w:rsidRDefault="003D565B" w:rsidP="00614B37">
            <w:pPr>
              <w:rPr>
                <w:rFonts w:eastAsia="SimSun"/>
                <w:szCs w:val="22"/>
              </w:rPr>
            </w:pPr>
            <w:r w:rsidRPr="00DC54C7">
              <w:rPr>
                <w:rFonts w:eastAsia="SimSun"/>
                <w:szCs w:val="22"/>
              </w:rPr>
              <w:t xml:space="preserve">    Insura</w:t>
            </w:r>
            <w:r w:rsidR="00614B37">
              <w:rPr>
                <w:rFonts w:eastAsia="SimSun"/>
                <w:szCs w:val="22"/>
              </w:rPr>
              <w:t>nce Expense (–</w:t>
            </w:r>
            <w:r w:rsidRPr="00DC54C7">
              <w:rPr>
                <w:rFonts w:eastAsia="SimSun"/>
                <w:szCs w:val="22"/>
              </w:rPr>
              <w:t>E)</w:t>
            </w:r>
          </w:p>
        </w:tc>
        <w:tc>
          <w:tcPr>
            <w:tcW w:w="823" w:type="pct"/>
            <w:tcBorders>
              <w:top w:val="single" w:sz="4" w:space="0" w:color="auto"/>
              <w:bottom w:val="single" w:sz="4" w:space="0" w:color="auto"/>
            </w:tcBorders>
          </w:tcPr>
          <w:p w14:paraId="13935FCB"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17CEB601" w14:textId="77777777" w:rsidR="003D565B" w:rsidRPr="00DC54C7" w:rsidRDefault="003D565B" w:rsidP="00944826">
            <w:pPr>
              <w:jc w:val="right"/>
              <w:rPr>
                <w:rFonts w:eastAsia="SimSun"/>
                <w:szCs w:val="22"/>
              </w:rPr>
            </w:pPr>
            <w:r w:rsidRPr="00DC54C7">
              <w:rPr>
                <w:rFonts w:eastAsia="SimSun"/>
                <w:szCs w:val="22"/>
              </w:rPr>
              <w:t>3,500</w:t>
            </w:r>
          </w:p>
        </w:tc>
      </w:tr>
      <w:tr w:rsidR="003D565B" w:rsidRPr="00DC54C7" w14:paraId="756512AE" w14:textId="77777777" w:rsidTr="00944826">
        <w:tc>
          <w:tcPr>
            <w:tcW w:w="679" w:type="pct"/>
            <w:tcBorders>
              <w:top w:val="single" w:sz="4" w:space="0" w:color="auto"/>
              <w:bottom w:val="single" w:sz="4" w:space="0" w:color="auto"/>
            </w:tcBorders>
          </w:tcPr>
          <w:p w14:paraId="72FA33C3"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03A0A453"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Depreciation Expense (–</w:t>
            </w:r>
            <w:r w:rsidRPr="00DC54C7">
              <w:rPr>
                <w:rFonts w:eastAsia="SimSun"/>
                <w:szCs w:val="22"/>
              </w:rPr>
              <w:t>E)</w:t>
            </w:r>
          </w:p>
        </w:tc>
        <w:tc>
          <w:tcPr>
            <w:tcW w:w="823" w:type="pct"/>
            <w:tcBorders>
              <w:top w:val="single" w:sz="4" w:space="0" w:color="auto"/>
              <w:bottom w:val="single" w:sz="4" w:space="0" w:color="auto"/>
            </w:tcBorders>
          </w:tcPr>
          <w:p w14:paraId="44CCA798"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7A4648D5" w14:textId="77777777" w:rsidR="003D565B" w:rsidRPr="00DC54C7" w:rsidRDefault="003D565B" w:rsidP="00944826">
            <w:pPr>
              <w:jc w:val="right"/>
              <w:rPr>
                <w:rFonts w:eastAsia="SimSun"/>
                <w:szCs w:val="22"/>
              </w:rPr>
            </w:pPr>
            <w:r w:rsidRPr="00DC54C7">
              <w:rPr>
                <w:rFonts w:eastAsia="SimSun"/>
                <w:szCs w:val="22"/>
              </w:rPr>
              <w:t>2,000</w:t>
            </w:r>
          </w:p>
        </w:tc>
      </w:tr>
      <w:tr w:rsidR="003D565B" w:rsidRPr="00DC54C7" w14:paraId="0FBE4676" w14:textId="77777777" w:rsidTr="00944826">
        <w:tc>
          <w:tcPr>
            <w:tcW w:w="679" w:type="pct"/>
            <w:tcBorders>
              <w:top w:val="single" w:sz="4" w:space="0" w:color="auto"/>
              <w:bottom w:val="single" w:sz="4" w:space="0" w:color="auto"/>
            </w:tcBorders>
          </w:tcPr>
          <w:p w14:paraId="418A8E6E"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7B86D71E"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Interest Expense (–</w:t>
            </w:r>
            <w:r w:rsidRPr="00DC54C7">
              <w:rPr>
                <w:rFonts w:eastAsia="SimSun"/>
                <w:szCs w:val="22"/>
              </w:rPr>
              <w:t>E)</w:t>
            </w:r>
          </w:p>
        </w:tc>
        <w:tc>
          <w:tcPr>
            <w:tcW w:w="823" w:type="pct"/>
            <w:tcBorders>
              <w:top w:val="single" w:sz="4" w:space="0" w:color="auto"/>
              <w:bottom w:val="single" w:sz="4" w:space="0" w:color="auto"/>
            </w:tcBorders>
          </w:tcPr>
          <w:p w14:paraId="7EF78CD6"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79E2E028" w14:textId="77777777" w:rsidR="003D565B" w:rsidRPr="00DC54C7" w:rsidRDefault="003D565B" w:rsidP="00944826">
            <w:pPr>
              <w:jc w:val="right"/>
              <w:rPr>
                <w:rFonts w:eastAsia="SimSun"/>
                <w:szCs w:val="22"/>
              </w:rPr>
            </w:pPr>
            <w:r w:rsidRPr="00DC54C7">
              <w:rPr>
                <w:rFonts w:eastAsia="SimSun"/>
                <w:szCs w:val="22"/>
              </w:rPr>
              <w:t>3,000</w:t>
            </w:r>
          </w:p>
        </w:tc>
      </w:tr>
      <w:tr w:rsidR="003D565B" w:rsidRPr="00DC54C7" w14:paraId="4327E2BC" w14:textId="77777777" w:rsidTr="00944826">
        <w:tc>
          <w:tcPr>
            <w:tcW w:w="679" w:type="pct"/>
            <w:tcBorders>
              <w:top w:val="single" w:sz="4" w:space="0" w:color="auto"/>
              <w:bottom w:val="single" w:sz="4" w:space="0" w:color="auto"/>
            </w:tcBorders>
          </w:tcPr>
          <w:p w14:paraId="11A1CDF3"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076695C8" w14:textId="77777777" w:rsidR="003D565B" w:rsidRPr="00DC54C7" w:rsidRDefault="003D565B" w:rsidP="00614B37">
            <w:pPr>
              <w:rPr>
                <w:rFonts w:eastAsia="SimSun"/>
                <w:szCs w:val="22"/>
              </w:rPr>
            </w:pPr>
            <w:r w:rsidRPr="00DC54C7">
              <w:rPr>
                <w:rFonts w:eastAsia="SimSun"/>
                <w:szCs w:val="22"/>
              </w:rPr>
              <w:t xml:space="preserve">    </w:t>
            </w:r>
            <w:r w:rsidR="00614B37">
              <w:rPr>
                <w:rFonts w:eastAsia="SimSun"/>
                <w:szCs w:val="22"/>
              </w:rPr>
              <w:t>Income Tax Expense (–</w:t>
            </w:r>
            <w:r w:rsidRPr="00DC54C7">
              <w:rPr>
                <w:rFonts w:eastAsia="SimSun"/>
                <w:szCs w:val="22"/>
              </w:rPr>
              <w:t>E)</w:t>
            </w:r>
          </w:p>
        </w:tc>
        <w:tc>
          <w:tcPr>
            <w:tcW w:w="823" w:type="pct"/>
            <w:tcBorders>
              <w:top w:val="single" w:sz="4" w:space="0" w:color="auto"/>
              <w:bottom w:val="single" w:sz="4" w:space="0" w:color="auto"/>
            </w:tcBorders>
          </w:tcPr>
          <w:p w14:paraId="058CDD78"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081906D6" w14:textId="77777777" w:rsidR="003D565B" w:rsidRPr="00DC54C7" w:rsidRDefault="003D565B" w:rsidP="00944826">
            <w:pPr>
              <w:jc w:val="right"/>
              <w:rPr>
                <w:rFonts w:eastAsia="SimSun"/>
                <w:szCs w:val="22"/>
              </w:rPr>
            </w:pPr>
            <w:r w:rsidRPr="00DC54C7">
              <w:rPr>
                <w:rFonts w:eastAsia="SimSun"/>
                <w:szCs w:val="22"/>
              </w:rPr>
              <w:t>26,110</w:t>
            </w:r>
          </w:p>
        </w:tc>
      </w:tr>
      <w:tr w:rsidR="003D565B" w:rsidRPr="00DC54C7" w14:paraId="1E6A2A53" w14:textId="77777777" w:rsidTr="00944826">
        <w:tc>
          <w:tcPr>
            <w:tcW w:w="679" w:type="pct"/>
            <w:tcBorders>
              <w:top w:val="single" w:sz="4" w:space="0" w:color="auto"/>
              <w:bottom w:val="single" w:sz="4" w:space="0" w:color="auto"/>
            </w:tcBorders>
          </w:tcPr>
          <w:p w14:paraId="6C321977" w14:textId="77777777" w:rsidR="003D565B" w:rsidRPr="00DC54C7" w:rsidRDefault="003D565B" w:rsidP="00944826">
            <w:pPr>
              <w:jc w:val="center"/>
              <w:rPr>
                <w:rFonts w:eastAsia="SimSun"/>
                <w:szCs w:val="22"/>
              </w:rPr>
            </w:pPr>
          </w:p>
        </w:tc>
        <w:tc>
          <w:tcPr>
            <w:tcW w:w="2675" w:type="pct"/>
            <w:tcBorders>
              <w:top w:val="single" w:sz="4" w:space="0" w:color="auto"/>
              <w:bottom w:val="single" w:sz="4" w:space="0" w:color="auto"/>
            </w:tcBorders>
          </w:tcPr>
          <w:p w14:paraId="5907DBE5" w14:textId="77777777" w:rsidR="003D565B" w:rsidRPr="00DC54C7" w:rsidRDefault="003D565B" w:rsidP="00614B37">
            <w:pPr>
              <w:rPr>
                <w:rFonts w:eastAsia="SimSun"/>
                <w:szCs w:val="22"/>
              </w:rPr>
            </w:pPr>
            <w:r w:rsidRPr="00DC54C7">
              <w:rPr>
                <w:rFonts w:eastAsia="SimSun"/>
                <w:szCs w:val="22"/>
              </w:rPr>
              <w:t xml:space="preserve">    Retained Earnings (+SE)</w:t>
            </w:r>
          </w:p>
        </w:tc>
        <w:tc>
          <w:tcPr>
            <w:tcW w:w="823" w:type="pct"/>
            <w:tcBorders>
              <w:top w:val="single" w:sz="4" w:space="0" w:color="auto"/>
              <w:bottom w:val="single" w:sz="4" w:space="0" w:color="auto"/>
            </w:tcBorders>
          </w:tcPr>
          <w:p w14:paraId="1D8BCF2A" w14:textId="77777777" w:rsidR="003D565B" w:rsidRPr="00DC54C7" w:rsidRDefault="003D565B" w:rsidP="00944826">
            <w:pPr>
              <w:jc w:val="right"/>
              <w:rPr>
                <w:rFonts w:eastAsia="SimSun"/>
                <w:szCs w:val="22"/>
              </w:rPr>
            </w:pPr>
          </w:p>
        </w:tc>
        <w:tc>
          <w:tcPr>
            <w:tcW w:w="823" w:type="pct"/>
            <w:tcBorders>
              <w:top w:val="single" w:sz="4" w:space="0" w:color="auto"/>
              <w:bottom w:val="single" w:sz="4" w:space="0" w:color="auto"/>
            </w:tcBorders>
          </w:tcPr>
          <w:p w14:paraId="1797321C" w14:textId="77777777" w:rsidR="003D565B" w:rsidRPr="00DC54C7" w:rsidRDefault="003D565B" w:rsidP="00944826">
            <w:pPr>
              <w:jc w:val="right"/>
              <w:rPr>
                <w:rFonts w:eastAsia="SimSun"/>
                <w:szCs w:val="22"/>
              </w:rPr>
            </w:pPr>
            <w:r w:rsidRPr="00DC54C7">
              <w:rPr>
                <w:rFonts w:eastAsia="SimSun"/>
                <w:szCs w:val="22"/>
              </w:rPr>
              <w:t>48,490</w:t>
            </w:r>
          </w:p>
        </w:tc>
      </w:tr>
      <w:tr w:rsidR="003A553F" w:rsidRPr="00DC54C7" w14:paraId="60136460" w14:textId="77777777" w:rsidTr="00944826">
        <w:tc>
          <w:tcPr>
            <w:tcW w:w="679" w:type="pct"/>
            <w:tcBorders>
              <w:top w:val="single" w:sz="4" w:space="0" w:color="auto"/>
              <w:bottom w:val="single" w:sz="4" w:space="0" w:color="auto"/>
            </w:tcBorders>
          </w:tcPr>
          <w:p w14:paraId="69E676EF" w14:textId="77777777" w:rsidR="003A553F" w:rsidRPr="00DC54C7" w:rsidRDefault="003A553F" w:rsidP="00944826">
            <w:pPr>
              <w:jc w:val="center"/>
              <w:rPr>
                <w:rFonts w:eastAsia="SimSun"/>
                <w:szCs w:val="22"/>
              </w:rPr>
            </w:pPr>
          </w:p>
        </w:tc>
        <w:tc>
          <w:tcPr>
            <w:tcW w:w="2675" w:type="pct"/>
            <w:tcBorders>
              <w:top w:val="single" w:sz="4" w:space="0" w:color="auto"/>
              <w:bottom w:val="single" w:sz="4" w:space="0" w:color="auto"/>
            </w:tcBorders>
          </w:tcPr>
          <w:p w14:paraId="496DA549" w14:textId="77777777" w:rsidR="003A553F" w:rsidRPr="00DC54C7" w:rsidRDefault="003A553F" w:rsidP="003D565B">
            <w:pPr>
              <w:rPr>
                <w:rFonts w:eastAsia="SimSun"/>
                <w:i/>
                <w:szCs w:val="22"/>
              </w:rPr>
            </w:pPr>
          </w:p>
        </w:tc>
        <w:tc>
          <w:tcPr>
            <w:tcW w:w="823" w:type="pct"/>
            <w:tcBorders>
              <w:top w:val="single" w:sz="4" w:space="0" w:color="auto"/>
              <w:bottom w:val="single" w:sz="4" w:space="0" w:color="auto"/>
            </w:tcBorders>
          </w:tcPr>
          <w:p w14:paraId="0E6AC208" w14:textId="77777777" w:rsidR="003A553F" w:rsidRPr="00DC54C7" w:rsidRDefault="003A553F" w:rsidP="00944826">
            <w:pPr>
              <w:jc w:val="right"/>
              <w:rPr>
                <w:rFonts w:eastAsia="SimSun"/>
                <w:szCs w:val="22"/>
              </w:rPr>
            </w:pPr>
          </w:p>
        </w:tc>
        <w:tc>
          <w:tcPr>
            <w:tcW w:w="823" w:type="pct"/>
            <w:tcBorders>
              <w:top w:val="single" w:sz="4" w:space="0" w:color="auto"/>
              <w:bottom w:val="single" w:sz="4" w:space="0" w:color="auto"/>
            </w:tcBorders>
          </w:tcPr>
          <w:p w14:paraId="30A25E96" w14:textId="77777777" w:rsidR="003A553F" w:rsidRPr="00DC54C7" w:rsidRDefault="003A553F" w:rsidP="00944826">
            <w:pPr>
              <w:jc w:val="right"/>
              <w:rPr>
                <w:rFonts w:eastAsia="SimSun"/>
                <w:szCs w:val="22"/>
              </w:rPr>
            </w:pPr>
          </w:p>
        </w:tc>
      </w:tr>
      <w:tr w:rsidR="003D565B" w:rsidRPr="00DC54C7" w14:paraId="7AF60E41" w14:textId="77777777" w:rsidTr="00944826">
        <w:tc>
          <w:tcPr>
            <w:tcW w:w="679" w:type="pct"/>
            <w:tcBorders>
              <w:top w:val="single" w:sz="4" w:space="0" w:color="auto"/>
              <w:bottom w:val="single" w:sz="4" w:space="0" w:color="auto"/>
            </w:tcBorders>
          </w:tcPr>
          <w:p w14:paraId="62FEA671" w14:textId="77777777" w:rsidR="003D565B" w:rsidRPr="00DC54C7" w:rsidRDefault="003D565B" w:rsidP="00944826">
            <w:pPr>
              <w:jc w:val="center"/>
              <w:rPr>
                <w:rFonts w:eastAsia="SimSun"/>
                <w:szCs w:val="22"/>
              </w:rPr>
            </w:pPr>
            <w:r w:rsidRPr="00DC54C7">
              <w:rPr>
                <w:rFonts w:eastAsia="SimSun"/>
                <w:szCs w:val="22"/>
              </w:rPr>
              <w:t>Dec. 31</w:t>
            </w:r>
          </w:p>
        </w:tc>
        <w:tc>
          <w:tcPr>
            <w:tcW w:w="2675" w:type="pct"/>
            <w:tcBorders>
              <w:top w:val="single" w:sz="4" w:space="0" w:color="auto"/>
              <w:bottom w:val="single" w:sz="4" w:space="0" w:color="auto"/>
            </w:tcBorders>
          </w:tcPr>
          <w:p w14:paraId="5E4428A5" w14:textId="77777777" w:rsidR="003D565B" w:rsidRPr="00DC54C7" w:rsidRDefault="00614B37" w:rsidP="003D565B">
            <w:pPr>
              <w:rPr>
                <w:rFonts w:eastAsia="SimSun"/>
                <w:szCs w:val="22"/>
              </w:rPr>
            </w:pPr>
            <w:r>
              <w:rPr>
                <w:rFonts w:eastAsia="SimSun"/>
                <w:szCs w:val="22"/>
              </w:rPr>
              <w:t>Retained Earnings (–</w:t>
            </w:r>
            <w:r w:rsidR="003D565B" w:rsidRPr="00DC54C7">
              <w:rPr>
                <w:rFonts w:eastAsia="SimSun"/>
                <w:szCs w:val="22"/>
              </w:rPr>
              <w:t>SE)</w:t>
            </w:r>
          </w:p>
        </w:tc>
        <w:tc>
          <w:tcPr>
            <w:tcW w:w="823" w:type="pct"/>
            <w:tcBorders>
              <w:top w:val="single" w:sz="4" w:space="0" w:color="auto"/>
              <w:bottom w:val="single" w:sz="4" w:space="0" w:color="auto"/>
            </w:tcBorders>
          </w:tcPr>
          <w:p w14:paraId="77D83BD9" w14:textId="77777777" w:rsidR="003D565B" w:rsidRPr="00DC54C7" w:rsidRDefault="003D565B" w:rsidP="00944826">
            <w:pPr>
              <w:jc w:val="right"/>
              <w:rPr>
                <w:rFonts w:eastAsia="SimSun"/>
                <w:szCs w:val="22"/>
              </w:rPr>
            </w:pPr>
            <w:r w:rsidRPr="00DC54C7">
              <w:rPr>
                <w:rFonts w:eastAsia="SimSun"/>
                <w:szCs w:val="22"/>
              </w:rPr>
              <w:t>750</w:t>
            </w:r>
          </w:p>
        </w:tc>
        <w:tc>
          <w:tcPr>
            <w:tcW w:w="823" w:type="pct"/>
            <w:tcBorders>
              <w:top w:val="single" w:sz="4" w:space="0" w:color="auto"/>
              <w:bottom w:val="single" w:sz="4" w:space="0" w:color="auto"/>
            </w:tcBorders>
          </w:tcPr>
          <w:p w14:paraId="3D7CE1FA" w14:textId="77777777" w:rsidR="003D565B" w:rsidRPr="00DC54C7" w:rsidRDefault="003D565B" w:rsidP="00944826">
            <w:pPr>
              <w:jc w:val="right"/>
              <w:rPr>
                <w:rFonts w:eastAsia="SimSun"/>
                <w:szCs w:val="22"/>
              </w:rPr>
            </w:pPr>
          </w:p>
        </w:tc>
      </w:tr>
      <w:tr w:rsidR="003D565B" w:rsidRPr="00DC54C7" w14:paraId="60DD2DDC" w14:textId="77777777" w:rsidTr="00944826">
        <w:tc>
          <w:tcPr>
            <w:tcW w:w="679" w:type="pct"/>
            <w:tcBorders>
              <w:top w:val="single" w:sz="4" w:space="0" w:color="auto"/>
            </w:tcBorders>
          </w:tcPr>
          <w:p w14:paraId="4C8DDD08" w14:textId="77777777" w:rsidR="003D565B" w:rsidRPr="00DC54C7" w:rsidRDefault="00C25690" w:rsidP="00944826">
            <w:pPr>
              <w:jc w:val="center"/>
              <w:rPr>
                <w:rFonts w:eastAsia="SimSun"/>
                <w:szCs w:val="22"/>
              </w:rPr>
            </w:pPr>
            <w:r>
              <w:rPr>
                <w:rFonts w:eastAsia="SimSun"/>
                <w:szCs w:val="22"/>
              </w:rPr>
              <w:t>2016</w:t>
            </w:r>
          </w:p>
        </w:tc>
        <w:tc>
          <w:tcPr>
            <w:tcW w:w="2675" w:type="pct"/>
            <w:tcBorders>
              <w:top w:val="single" w:sz="4" w:space="0" w:color="auto"/>
            </w:tcBorders>
          </w:tcPr>
          <w:p w14:paraId="79655AD6" w14:textId="77777777" w:rsidR="003D565B" w:rsidRPr="00DC54C7" w:rsidRDefault="003D565B" w:rsidP="000304F6">
            <w:pPr>
              <w:rPr>
                <w:rFonts w:eastAsia="SimSun"/>
                <w:szCs w:val="22"/>
              </w:rPr>
            </w:pPr>
            <w:r w:rsidRPr="00DC54C7">
              <w:rPr>
                <w:rFonts w:eastAsia="SimSun"/>
                <w:szCs w:val="22"/>
              </w:rPr>
              <w:t xml:space="preserve">    Dividends </w:t>
            </w:r>
            <w:r w:rsidR="00614B37">
              <w:rPr>
                <w:rFonts w:eastAsia="SimSun"/>
                <w:szCs w:val="22"/>
              </w:rPr>
              <w:t>(–</w:t>
            </w:r>
            <w:r w:rsidRPr="00DC54C7">
              <w:rPr>
                <w:rFonts w:eastAsia="SimSun"/>
                <w:szCs w:val="22"/>
              </w:rPr>
              <w:t>D)</w:t>
            </w:r>
          </w:p>
        </w:tc>
        <w:tc>
          <w:tcPr>
            <w:tcW w:w="823" w:type="pct"/>
            <w:tcBorders>
              <w:top w:val="single" w:sz="4" w:space="0" w:color="auto"/>
            </w:tcBorders>
          </w:tcPr>
          <w:p w14:paraId="405AC944" w14:textId="77777777" w:rsidR="003D565B" w:rsidRPr="00DC54C7" w:rsidRDefault="003D565B" w:rsidP="00944826">
            <w:pPr>
              <w:jc w:val="right"/>
              <w:rPr>
                <w:rFonts w:eastAsia="SimSun"/>
                <w:szCs w:val="22"/>
              </w:rPr>
            </w:pPr>
          </w:p>
        </w:tc>
        <w:tc>
          <w:tcPr>
            <w:tcW w:w="823" w:type="pct"/>
            <w:tcBorders>
              <w:top w:val="single" w:sz="4" w:space="0" w:color="auto"/>
            </w:tcBorders>
          </w:tcPr>
          <w:p w14:paraId="75E8038D" w14:textId="77777777" w:rsidR="003D565B" w:rsidRPr="00DC54C7" w:rsidRDefault="003D565B" w:rsidP="00944826">
            <w:pPr>
              <w:jc w:val="right"/>
              <w:rPr>
                <w:rFonts w:eastAsia="SimSun"/>
                <w:szCs w:val="22"/>
              </w:rPr>
            </w:pPr>
            <w:r w:rsidRPr="00DC54C7">
              <w:rPr>
                <w:rFonts w:eastAsia="SimSun"/>
                <w:szCs w:val="22"/>
              </w:rPr>
              <w:t>750</w:t>
            </w:r>
          </w:p>
        </w:tc>
      </w:tr>
    </w:tbl>
    <w:p w14:paraId="203531A8" w14:textId="77777777" w:rsidR="003D565B" w:rsidRPr="00DC54C7" w:rsidRDefault="003D565B" w:rsidP="003D565B">
      <w:pPr>
        <w:rPr>
          <w:szCs w:val="22"/>
        </w:rPr>
      </w:pPr>
    </w:p>
    <w:p w14:paraId="33BEC09D" w14:textId="77777777" w:rsidR="003D565B" w:rsidRPr="00DC54C7" w:rsidRDefault="003D565B" w:rsidP="003D565B">
      <w:pPr>
        <w:rPr>
          <w:szCs w:val="22"/>
        </w:rPr>
      </w:pPr>
    </w:p>
    <w:p w14:paraId="37F024EC" w14:textId="77777777" w:rsidR="003D565B" w:rsidRDefault="003D565B" w:rsidP="003A553F">
      <w:pPr>
        <w:pStyle w:val="Heading1"/>
        <w:spacing w:before="240"/>
        <w:rPr>
          <w:u w:val="none"/>
        </w:rPr>
      </w:pPr>
      <w:r w:rsidRPr="00DC54C7">
        <w:rPr>
          <w:rFonts w:ascii="Times New Roman" w:hAnsi="Times New Roman"/>
          <w:szCs w:val="22"/>
        </w:rPr>
        <w:br w:type="page"/>
      </w:r>
      <w:r w:rsidR="003A553F" w:rsidRPr="00DC54C7">
        <w:lastRenderedPageBreak/>
        <w:t>HANDOUT 4</w:t>
      </w:r>
      <w:r w:rsidR="00801A23" w:rsidRPr="00750FD5">
        <w:t>–</w:t>
      </w:r>
      <w:r w:rsidR="003A553F" w:rsidRPr="00DC54C7">
        <w:t>4 SOLUTION</w:t>
      </w:r>
      <w:r w:rsidR="00733016" w:rsidRPr="00733016">
        <w:rPr>
          <w:u w:val="none"/>
        </w:rPr>
        <w:t>, continued</w:t>
      </w:r>
    </w:p>
    <w:p w14:paraId="12C53C11" w14:textId="77777777" w:rsidR="00733016" w:rsidRPr="00733016" w:rsidRDefault="00733016" w:rsidP="00473D4D">
      <w:pPr>
        <w:pStyle w:val="BodyText"/>
        <w:spacing w:after="0"/>
      </w:pPr>
    </w:p>
    <w:tbl>
      <w:tblPr>
        <w:tblW w:w="9087"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2952"/>
        <w:gridCol w:w="3017"/>
        <w:gridCol w:w="3536"/>
      </w:tblGrid>
      <w:tr w:rsidR="003D565B" w:rsidRPr="00DC54C7" w14:paraId="7CA10153" w14:textId="77777777" w:rsidTr="00944826">
        <w:tc>
          <w:tcPr>
            <w:tcW w:w="2923" w:type="dxa"/>
          </w:tcPr>
          <w:p w14:paraId="339E12D9" w14:textId="77777777" w:rsidR="003D565B" w:rsidRPr="00DC54C7" w:rsidRDefault="003D565B" w:rsidP="00944826">
            <w:pPr>
              <w:jc w:val="center"/>
              <w:rPr>
                <w:rFonts w:eastAsia="SimSun"/>
                <w:b/>
                <w:sz w:val="21"/>
                <w:szCs w:val="21"/>
              </w:rPr>
            </w:pPr>
            <w:r w:rsidRPr="00DC54C7">
              <w:rPr>
                <w:rFonts w:eastAsia="SimSun"/>
                <w:b/>
                <w:sz w:val="21"/>
                <w:szCs w:val="21"/>
              </w:rPr>
              <w:t>Assets</w:t>
            </w:r>
          </w:p>
        </w:tc>
        <w:tc>
          <w:tcPr>
            <w:tcW w:w="2638" w:type="dxa"/>
          </w:tcPr>
          <w:p w14:paraId="5245CAEC" w14:textId="77777777" w:rsidR="003D565B" w:rsidRPr="00DC54C7" w:rsidRDefault="003D565B" w:rsidP="00944826">
            <w:pPr>
              <w:jc w:val="center"/>
              <w:rPr>
                <w:rFonts w:eastAsia="SimSun"/>
                <w:b/>
                <w:sz w:val="21"/>
                <w:szCs w:val="21"/>
              </w:rPr>
            </w:pPr>
            <w:r w:rsidRPr="00DC54C7">
              <w:rPr>
                <w:rFonts w:eastAsia="SimSun"/>
                <w:b/>
                <w:sz w:val="21"/>
                <w:szCs w:val="21"/>
              </w:rPr>
              <w:t>Liabilities</w:t>
            </w:r>
          </w:p>
        </w:tc>
        <w:tc>
          <w:tcPr>
            <w:tcW w:w="3526" w:type="dxa"/>
          </w:tcPr>
          <w:p w14:paraId="5A86B37F" w14:textId="77777777" w:rsidR="003D565B" w:rsidRPr="00DC54C7" w:rsidRDefault="003D565B" w:rsidP="00944826">
            <w:pPr>
              <w:jc w:val="center"/>
              <w:rPr>
                <w:rFonts w:eastAsia="SimSun"/>
                <w:b/>
                <w:sz w:val="21"/>
                <w:szCs w:val="21"/>
              </w:rPr>
            </w:pPr>
            <w:r w:rsidRPr="00DC54C7">
              <w:rPr>
                <w:rFonts w:eastAsia="SimSun"/>
                <w:b/>
                <w:sz w:val="21"/>
                <w:szCs w:val="21"/>
              </w:rPr>
              <w:t>Stockholders’ Equity</w:t>
            </w:r>
          </w:p>
        </w:tc>
      </w:tr>
      <w:tr w:rsidR="003D565B" w:rsidRPr="00DC54C7" w14:paraId="195E99F8" w14:textId="77777777" w:rsidTr="00944826">
        <w:trPr>
          <w:trHeight w:val="7775"/>
        </w:trPr>
        <w:tc>
          <w:tcPr>
            <w:tcW w:w="2923" w:type="dxa"/>
          </w:tcPr>
          <w:p w14:paraId="47BCC676" w14:textId="77777777" w:rsidR="003D565B" w:rsidRPr="00DC54C7" w:rsidRDefault="003D565B" w:rsidP="00944826">
            <w:pPr>
              <w:jc w:val="center"/>
              <w:rPr>
                <w:rFonts w:eastAsia="SimSun"/>
                <w:sz w:val="21"/>
                <w:szCs w:val="21"/>
              </w:rPr>
            </w:pPr>
            <w:r w:rsidRPr="00DC54C7">
              <w:rPr>
                <w:rFonts w:eastAsia="SimSun"/>
                <w:sz w:val="21"/>
                <w:szCs w:val="21"/>
              </w:rPr>
              <w:t>+ Cash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82"/>
              <w:gridCol w:w="794"/>
              <w:gridCol w:w="736"/>
              <w:gridCol w:w="414"/>
            </w:tblGrid>
            <w:tr w:rsidR="003D565B" w:rsidRPr="00DC54C7" w14:paraId="1EAFB23B" w14:textId="77777777" w:rsidTr="00944826">
              <w:tc>
                <w:tcPr>
                  <w:tcW w:w="1383" w:type="pct"/>
                  <w:tcBorders>
                    <w:top w:val="single" w:sz="4" w:space="0" w:color="auto"/>
                  </w:tcBorders>
                </w:tcPr>
                <w:p w14:paraId="301679B4" w14:textId="77777777" w:rsidR="003D565B" w:rsidRPr="00DC54C7" w:rsidRDefault="003D565B" w:rsidP="003D565B">
                  <w:pPr>
                    <w:rPr>
                      <w:rFonts w:eastAsia="SimSun"/>
                      <w:sz w:val="21"/>
                      <w:szCs w:val="21"/>
                    </w:rPr>
                  </w:pPr>
                  <w:r w:rsidRPr="00DC54C7">
                    <w:rPr>
                      <w:rFonts w:eastAsia="SimSun"/>
                      <w:sz w:val="21"/>
                      <w:szCs w:val="21"/>
                    </w:rPr>
                    <w:t>Unadj.</w:t>
                  </w:r>
                </w:p>
              </w:tc>
              <w:tc>
                <w:tcPr>
                  <w:tcW w:w="1436" w:type="pct"/>
                  <w:tcBorders>
                    <w:top w:val="single" w:sz="4" w:space="0" w:color="auto"/>
                    <w:right w:val="single" w:sz="4" w:space="0" w:color="auto"/>
                  </w:tcBorders>
                </w:tcPr>
                <w:p w14:paraId="6947CA40" w14:textId="77777777" w:rsidR="003D565B" w:rsidRPr="00DC54C7" w:rsidRDefault="003D565B" w:rsidP="00944826">
                  <w:pPr>
                    <w:jc w:val="right"/>
                    <w:rPr>
                      <w:rFonts w:eastAsia="SimSun"/>
                      <w:sz w:val="21"/>
                      <w:szCs w:val="21"/>
                    </w:rPr>
                  </w:pPr>
                  <w:r w:rsidRPr="00DC54C7">
                    <w:rPr>
                      <w:rFonts w:eastAsia="SimSun"/>
                      <w:sz w:val="21"/>
                      <w:szCs w:val="21"/>
                    </w:rPr>
                    <w:t>43,450</w:t>
                  </w:r>
                </w:p>
              </w:tc>
              <w:tc>
                <w:tcPr>
                  <w:tcW w:w="1385" w:type="pct"/>
                  <w:tcBorders>
                    <w:top w:val="single" w:sz="4" w:space="0" w:color="auto"/>
                    <w:left w:val="single" w:sz="4" w:space="0" w:color="auto"/>
                  </w:tcBorders>
                </w:tcPr>
                <w:p w14:paraId="0226ED9E" w14:textId="77777777" w:rsidR="003D565B" w:rsidRPr="00DC54C7" w:rsidRDefault="003D565B" w:rsidP="003D565B">
                  <w:pPr>
                    <w:rPr>
                      <w:rFonts w:eastAsia="SimSun"/>
                      <w:sz w:val="21"/>
                      <w:szCs w:val="21"/>
                    </w:rPr>
                  </w:pPr>
                </w:p>
              </w:tc>
              <w:tc>
                <w:tcPr>
                  <w:tcW w:w="795" w:type="pct"/>
                  <w:tcBorders>
                    <w:top w:val="single" w:sz="4" w:space="0" w:color="auto"/>
                  </w:tcBorders>
                </w:tcPr>
                <w:p w14:paraId="2A767D3F" w14:textId="77777777" w:rsidR="003D565B" w:rsidRPr="00DC54C7" w:rsidRDefault="003D565B" w:rsidP="003D565B">
                  <w:pPr>
                    <w:rPr>
                      <w:rFonts w:eastAsia="SimSun"/>
                      <w:sz w:val="21"/>
                      <w:szCs w:val="21"/>
                    </w:rPr>
                  </w:pPr>
                </w:p>
              </w:tc>
            </w:tr>
            <w:tr w:rsidR="003D565B" w:rsidRPr="00DC54C7" w14:paraId="7B52FC59" w14:textId="77777777" w:rsidTr="00944826">
              <w:tc>
                <w:tcPr>
                  <w:tcW w:w="1383" w:type="pct"/>
                </w:tcPr>
                <w:p w14:paraId="555551D5" w14:textId="77777777" w:rsidR="003D565B" w:rsidRPr="00DC54C7" w:rsidRDefault="003D565B" w:rsidP="003D565B">
                  <w:pPr>
                    <w:rPr>
                      <w:rFonts w:eastAsia="SimSun"/>
                      <w:sz w:val="21"/>
                      <w:szCs w:val="21"/>
                    </w:rPr>
                  </w:pPr>
                </w:p>
              </w:tc>
              <w:tc>
                <w:tcPr>
                  <w:tcW w:w="1436" w:type="pct"/>
                  <w:tcBorders>
                    <w:right w:val="single" w:sz="4" w:space="0" w:color="auto"/>
                  </w:tcBorders>
                </w:tcPr>
                <w:p w14:paraId="45312E66" w14:textId="77777777" w:rsidR="003D565B" w:rsidRPr="00DC54C7" w:rsidRDefault="003D565B" w:rsidP="00944826">
                  <w:pPr>
                    <w:jc w:val="right"/>
                    <w:rPr>
                      <w:rFonts w:eastAsia="SimSun"/>
                      <w:sz w:val="21"/>
                      <w:szCs w:val="21"/>
                    </w:rPr>
                  </w:pPr>
                </w:p>
              </w:tc>
              <w:tc>
                <w:tcPr>
                  <w:tcW w:w="1385" w:type="pct"/>
                  <w:tcBorders>
                    <w:left w:val="single" w:sz="4" w:space="0" w:color="auto"/>
                  </w:tcBorders>
                </w:tcPr>
                <w:p w14:paraId="0ACDC69D" w14:textId="77777777" w:rsidR="003D565B" w:rsidRPr="00DC54C7" w:rsidRDefault="003D565B" w:rsidP="00944826">
                  <w:pPr>
                    <w:jc w:val="right"/>
                    <w:rPr>
                      <w:rFonts w:eastAsia="SimSun"/>
                      <w:sz w:val="21"/>
                      <w:szCs w:val="21"/>
                    </w:rPr>
                  </w:pPr>
                </w:p>
              </w:tc>
              <w:tc>
                <w:tcPr>
                  <w:tcW w:w="795" w:type="pct"/>
                </w:tcPr>
                <w:p w14:paraId="13493A6C" w14:textId="77777777" w:rsidR="003D565B" w:rsidRPr="00DC54C7" w:rsidRDefault="003D565B" w:rsidP="003D565B">
                  <w:pPr>
                    <w:rPr>
                      <w:rFonts w:eastAsia="SimSun"/>
                      <w:sz w:val="21"/>
                      <w:szCs w:val="21"/>
                    </w:rPr>
                  </w:pPr>
                </w:p>
              </w:tc>
            </w:tr>
            <w:tr w:rsidR="003D565B" w:rsidRPr="00DC54C7" w14:paraId="575691B2" w14:textId="77777777" w:rsidTr="00944826">
              <w:tc>
                <w:tcPr>
                  <w:tcW w:w="1383" w:type="pct"/>
                  <w:tcBorders>
                    <w:top w:val="single" w:sz="4" w:space="0" w:color="auto"/>
                  </w:tcBorders>
                </w:tcPr>
                <w:p w14:paraId="39A7EE99" w14:textId="77777777" w:rsidR="003D565B" w:rsidRPr="00DC54C7" w:rsidRDefault="003D565B" w:rsidP="003D565B">
                  <w:pPr>
                    <w:rPr>
                      <w:rFonts w:eastAsia="SimSun"/>
                      <w:sz w:val="21"/>
                      <w:szCs w:val="21"/>
                    </w:rPr>
                  </w:pPr>
                  <w:r w:rsidRPr="00DC54C7">
                    <w:rPr>
                      <w:rFonts w:eastAsia="SimSun"/>
                      <w:sz w:val="21"/>
                      <w:szCs w:val="21"/>
                    </w:rPr>
                    <w:t>Adj.</w:t>
                  </w:r>
                </w:p>
              </w:tc>
              <w:tc>
                <w:tcPr>
                  <w:tcW w:w="1436" w:type="pct"/>
                  <w:tcBorders>
                    <w:top w:val="single" w:sz="4" w:space="0" w:color="auto"/>
                    <w:right w:val="single" w:sz="4" w:space="0" w:color="auto"/>
                  </w:tcBorders>
                </w:tcPr>
                <w:p w14:paraId="7A793E9E" w14:textId="77777777" w:rsidR="003D565B" w:rsidRPr="00DC54C7" w:rsidRDefault="003D565B" w:rsidP="00944826">
                  <w:pPr>
                    <w:jc w:val="right"/>
                    <w:rPr>
                      <w:rFonts w:eastAsia="SimSun"/>
                      <w:sz w:val="21"/>
                      <w:szCs w:val="21"/>
                    </w:rPr>
                  </w:pPr>
                  <w:r w:rsidRPr="00DC54C7">
                    <w:rPr>
                      <w:rFonts w:eastAsia="SimSun"/>
                      <w:sz w:val="21"/>
                      <w:szCs w:val="21"/>
                    </w:rPr>
                    <w:t>43,450</w:t>
                  </w:r>
                </w:p>
              </w:tc>
              <w:tc>
                <w:tcPr>
                  <w:tcW w:w="1385" w:type="pct"/>
                  <w:tcBorders>
                    <w:top w:val="single" w:sz="4" w:space="0" w:color="auto"/>
                    <w:left w:val="single" w:sz="4" w:space="0" w:color="auto"/>
                  </w:tcBorders>
                </w:tcPr>
                <w:p w14:paraId="186427D7" w14:textId="77777777" w:rsidR="003D565B" w:rsidRPr="00DC54C7" w:rsidRDefault="003D565B" w:rsidP="00944826">
                  <w:pPr>
                    <w:jc w:val="right"/>
                    <w:rPr>
                      <w:rFonts w:eastAsia="SimSun"/>
                      <w:sz w:val="21"/>
                      <w:szCs w:val="21"/>
                    </w:rPr>
                  </w:pPr>
                </w:p>
              </w:tc>
              <w:tc>
                <w:tcPr>
                  <w:tcW w:w="795" w:type="pct"/>
                  <w:tcBorders>
                    <w:top w:val="single" w:sz="4" w:space="0" w:color="auto"/>
                  </w:tcBorders>
                </w:tcPr>
                <w:p w14:paraId="55592112" w14:textId="77777777" w:rsidR="003D565B" w:rsidRPr="00DC54C7" w:rsidRDefault="003D565B" w:rsidP="003D565B">
                  <w:pPr>
                    <w:rPr>
                      <w:rFonts w:eastAsia="SimSun"/>
                      <w:sz w:val="21"/>
                      <w:szCs w:val="21"/>
                    </w:rPr>
                  </w:pPr>
                </w:p>
              </w:tc>
            </w:tr>
          </w:tbl>
          <w:p w14:paraId="2F20318E" w14:textId="77777777" w:rsidR="003D565B" w:rsidRPr="00DC54C7" w:rsidRDefault="003D565B" w:rsidP="003D565B">
            <w:pPr>
              <w:rPr>
                <w:rFonts w:eastAsia="SimSun"/>
                <w:sz w:val="21"/>
                <w:szCs w:val="21"/>
              </w:rPr>
            </w:pPr>
          </w:p>
          <w:p w14:paraId="0119F0E7" w14:textId="77777777" w:rsidR="003D565B" w:rsidRPr="00DC54C7" w:rsidRDefault="003D565B" w:rsidP="00944826">
            <w:pPr>
              <w:jc w:val="center"/>
              <w:rPr>
                <w:rFonts w:eastAsia="SimSun"/>
                <w:sz w:val="21"/>
                <w:szCs w:val="21"/>
              </w:rPr>
            </w:pPr>
            <w:r w:rsidRPr="00DC54C7">
              <w:rPr>
                <w:rFonts w:eastAsia="SimSun"/>
                <w:sz w:val="21"/>
                <w:szCs w:val="21"/>
              </w:rPr>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96"/>
              <w:gridCol w:w="704"/>
              <w:gridCol w:w="689"/>
              <w:gridCol w:w="537"/>
            </w:tblGrid>
            <w:tr w:rsidR="003D565B" w:rsidRPr="00DC54C7" w14:paraId="65CFA519" w14:textId="77777777" w:rsidTr="00944826">
              <w:tc>
                <w:tcPr>
                  <w:tcW w:w="819" w:type="dxa"/>
                  <w:tcBorders>
                    <w:top w:val="single" w:sz="4" w:space="0" w:color="auto"/>
                  </w:tcBorders>
                </w:tcPr>
                <w:p w14:paraId="5B3B7900" w14:textId="77777777" w:rsidR="003D565B" w:rsidRPr="00DC54C7" w:rsidRDefault="003D565B" w:rsidP="003D565B">
                  <w:pPr>
                    <w:rPr>
                      <w:rFonts w:eastAsia="SimSun"/>
                      <w:sz w:val="21"/>
                      <w:szCs w:val="21"/>
                    </w:rPr>
                  </w:pPr>
                  <w:r w:rsidRPr="00DC54C7">
                    <w:rPr>
                      <w:rFonts w:eastAsia="SimSun"/>
                      <w:sz w:val="21"/>
                      <w:szCs w:val="21"/>
                    </w:rPr>
                    <w:t>Unadj.</w:t>
                  </w:r>
                </w:p>
              </w:tc>
              <w:tc>
                <w:tcPr>
                  <w:tcW w:w="728" w:type="dxa"/>
                  <w:tcBorders>
                    <w:top w:val="single" w:sz="4" w:space="0" w:color="auto"/>
                    <w:right w:val="single" w:sz="4" w:space="0" w:color="auto"/>
                  </w:tcBorders>
                </w:tcPr>
                <w:p w14:paraId="139DDFDA" w14:textId="77777777" w:rsidR="003D565B" w:rsidRPr="00DC54C7" w:rsidRDefault="003D565B" w:rsidP="00944826">
                  <w:pPr>
                    <w:jc w:val="right"/>
                    <w:rPr>
                      <w:rFonts w:eastAsia="SimSun"/>
                      <w:sz w:val="21"/>
                      <w:szCs w:val="21"/>
                    </w:rPr>
                  </w:pPr>
                  <w:r w:rsidRPr="00DC54C7">
                    <w:rPr>
                      <w:rFonts w:eastAsia="SimSun"/>
                      <w:sz w:val="21"/>
                      <w:szCs w:val="21"/>
                    </w:rPr>
                    <w:t>1,800</w:t>
                  </w:r>
                </w:p>
              </w:tc>
              <w:tc>
                <w:tcPr>
                  <w:tcW w:w="680" w:type="dxa"/>
                  <w:tcBorders>
                    <w:top w:val="single" w:sz="4" w:space="0" w:color="auto"/>
                    <w:left w:val="single" w:sz="4" w:space="0" w:color="auto"/>
                  </w:tcBorders>
                </w:tcPr>
                <w:p w14:paraId="2AA16DE3" w14:textId="77777777" w:rsidR="003D565B" w:rsidRPr="00DC54C7" w:rsidRDefault="003D565B" w:rsidP="003D565B">
                  <w:pPr>
                    <w:rPr>
                      <w:rFonts w:eastAsia="SimSun"/>
                      <w:sz w:val="21"/>
                      <w:szCs w:val="21"/>
                    </w:rPr>
                  </w:pPr>
                </w:p>
              </w:tc>
              <w:tc>
                <w:tcPr>
                  <w:tcW w:w="681" w:type="dxa"/>
                  <w:tcBorders>
                    <w:top w:val="single" w:sz="4" w:space="0" w:color="auto"/>
                  </w:tcBorders>
                </w:tcPr>
                <w:p w14:paraId="0E016014" w14:textId="77777777" w:rsidR="003D565B" w:rsidRPr="00DC54C7" w:rsidRDefault="003D565B" w:rsidP="003D565B">
                  <w:pPr>
                    <w:rPr>
                      <w:rFonts w:eastAsia="SimSun"/>
                      <w:sz w:val="21"/>
                      <w:szCs w:val="21"/>
                    </w:rPr>
                  </w:pPr>
                </w:p>
              </w:tc>
            </w:tr>
            <w:tr w:rsidR="003D565B" w:rsidRPr="00DC54C7" w14:paraId="534C5EFB" w14:textId="77777777" w:rsidTr="00944826">
              <w:tc>
                <w:tcPr>
                  <w:tcW w:w="819" w:type="dxa"/>
                </w:tcPr>
                <w:p w14:paraId="69FD9502" w14:textId="77777777" w:rsidR="003D565B" w:rsidRPr="00DC54C7" w:rsidRDefault="003D565B" w:rsidP="003D565B">
                  <w:pPr>
                    <w:rPr>
                      <w:rFonts w:eastAsia="SimSun"/>
                      <w:sz w:val="21"/>
                      <w:szCs w:val="21"/>
                    </w:rPr>
                  </w:pPr>
                </w:p>
              </w:tc>
              <w:tc>
                <w:tcPr>
                  <w:tcW w:w="728" w:type="dxa"/>
                  <w:tcBorders>
                    <w:right w:val="single" w:sz="4" w:space="0" w:color="auto"/>
                  </w:tcBorders>
                </w:tcPr>
                <w:p w14:paraId="404A6144" w14:textId="77777777" w:rsidR="003D565B" w:rsidRPr="00DC54C7" w:rsidRDefault="003D565B" w:rsidP="00944826">
                  <w:pPr>
                    <w:jc w:val="right"/>
                    <w:rPr>
                      <w:rFonts w:eastAsia="SimSun"/>
                      <w:sz w:val="21"/>
                      <w:szCs w:val="21"/>
                    </w:rPr>
                  </w:pPr>
                </w:p>
              </w:tc>
              <w:tc>
                <w:tcPr>
                  <w:tcW w:w="680" w:type="dxa"/>
                  <w:tcBorders>
                    <w:left w:val="single" w:sz="4" w:space="0" w:color="auto"/>
                  </w:tcBorders>
                </w:tcPr>
                <w:p w14:paraId="00824AFE" w14:textId="77777777" w:rsidR="003D565B" w:rsidRPr="00DC54C7" w:rsidRDefault="003D565B" w:rsidP="00944826">
                  <w:pPr>
                    <w:jc w:val="right"/>
                    <w:rPr>
                      <w:rFonts w:eastAsia="SimSun"/>
                      <w:sz w:val="21"/>
                      <w:szCs w:val="21"/>
                    </w:rPr>
                  </w:pPr>
                  <w:r w:rsidRPr="00DC54C7">
                    <w:rPr>
                      <w:rFonts w:eastAsia="SimSun"/>
                      <w:sz w:val="21"/>
                      <w:szCs w:val="21"/>
                    </w:rPr>
                    <w:t>1,000</w:t>
                  </w:r>
                </w:p>
              </w:tc>
              <w:tc>
                <w:tcPr>
                  <w:tcW w:w="681" w:type="dxa"/>
                </w:tcPr>
                <w:p w14:paraId="2183AB39" w14:textId="77777777" w:rsidR="003D565B" w:rsidRPr="00DC54C7" w:rsidRDefault="003D565B" w:rsidP="003D565B">
                  <w:pPr>
                    <w:rPr>
                      <w:rFonts w:eastAsia="SimSun"/>
                      <w:sz w:val="21"/>
                      <w:szCs w:val="21"/>
                    </w:rPr>
                  </w:pPr>
                  <w:r w:rsidRPr="00DC54C7">
                    <w:rPr>
                      <w:rFonts w:eastAsia="SimSun"/>
                      <w:sz w:val="21"/>
                      <w:szCs w:val="21"/>
                    </w:rPr>
                    <w:t>(a)</w:t>
                  </w:r>
                </w:p>
              </w:tc>
            </w:tr>
            <w:tr w:rsidR="003D565B" w:rsidRPr="00DC54C7" w14:paraId="55CFFE4F" w14:textId="77777777" w:rsidTr="00944826">
              <w:tc>
                <w:tcPr>
                  <w:tcW w:w="819" w:type="dxa"/>
                  <w:tcBorders>
                    <w:top w:val="single" w:sz="4" w:space="0" w:color="auto"/>
                  </w:tcBorders>
                </w:tcPr>
                <w:p w14:paraId="33E4AE25" w14:textId="77777777" w:rsidR="003D565B" w:rsidRPr="00DC54C7" w:rsidRDefault="003D565B" w:rsidP="003D565B">
                  <w:pPr>
                    <w:rPr>
                      <w:rFonts w:eastAsia="SimSun"/>
                      <w:sz w:val="21"/>
                      <w:szCs w:val="21"/>
                    </w:rPr>
                  </w:pPr>
                  <w:r w:rsidRPr="00DC54C7">
                    <w:rPr>
                      <w:rFonts w:eastAsia="SimSun"/>
                      <w:sz w:val="21"/>
                      <w:szCs w:val="21"/>
                    </w:rPr>
                    <w:t>Adj.</w:t>
                  </w:r>
                </w:p>
              </w:tc>
              <w:tc>
                <w:tcPr>
                  <w:tcW w:w="728" w:type="dxa"/>
                  <w:tcBorders>
                    <w:top w:val="single" w:sz="4" w:space="0" w:color="auto"/>
                    <w:right w:val="single" w:sz="4" w:space="0" w:color="auto"/>
                  </w:tcBorders>
                </w:tcPr>
                <w:p w14:paraId="66F99343" w14:textId="77777777" w:rsidR="003D565B" w:rsidRPr="00DC54C7" w:rsidRDefault="003D565B" w:rsidP="00944826">
                  <w:pPr>
                    <w:jc w:val="right"/>
                    <w:rPr>
                      <w:rFonts w:eastAsia="SimSun"/>
                      <w:sz w:val="21"/>
                      <w:szCs w:val="21"/>
                    </w:rPr>
                  </w:pPr>
                  <w:r w:rsidRPr="00DC54C7">
                    <w:rPr>
                      <w:rFonts w:eastAsia="SimSun"/>
                      <w:sz w:val="21"/>
                      <w:szCs w:val="21"/>
                    </w:rPr>
                    <w:t>800</w:t>
                  </w:r>
                </w:p>
              </w:tc>
              <w:tc>
                <w:tcPr>
                  <w:tcW w:w="680" w:type="dxa"/>
                  <w:tcBorders>
                    <w:top w:val="single" w:sz="4" w:space="0" w:color="auto"/>
                    <w:left w:val="single" w:sz="4" w:space="0" w:color="auto"/>
                  </w:tcBorders>
                </w:tcPr>
                <w:p w14:paraId="0F9358AB" w14:textId="77777777" w:rsidR="003D565B" w:rsidRPr="00DC54C7" w:rsidRDefault="003D565B" w:rsidP="003D565B">
                  <w:pPr>
                    <w:rPr>
                      <w:rFonts w:eastAsia="SimSun"/>
                      <w:sz w:val="21"/>
                      <w:szCs w:val="21"/>
                    </w:rPr>
                  </w:pPr>
                </w:p>
              </w:tc>
              <w:tc>
                <w:tcPr>
                  <w:tcW w:w="681" w:type="dxa"/>
                  <w:tcBorders>
                    <w:top w:val="single" w:sz="4" w:space="0" w:color="auto"/>
                  </w:tcBorders>
                </w:tcPr>
                <w:p w14:paraId="22BD5E1B" w14:textId="77777777" w:rsidR="003D565B" w:rsidRPr="00DC54C7" w:rsidRDefault="003D565B" w:rsidP="003D565B">
                  <w:pPr>
                    <w:rPr>
                      <w:rFonts w:eastAsia="SimSun"/>
                      <w:sz w:val="21"/>
                      <w:szCs w:val="21"/>
                    </w:rPr>
                  </w:pPr>
                </w:p>
              </w:tc>
            </w:tr>
          </w:tbl>
          <w:p w14:paraId="275C0800" w14:textId="77777777" w:rsidR="003D565B" w:rsidRPr="00DC54C7" w:rsidRDefault="003D565B" w:rsidP="003D565B">
            <w:pPr>
              <w:rPr>
                <w:rFonts w:eastAsia="SimSun"/>
                <w:sz w:val="21"/>
                <w:szCs w:val="21"/>
              </w:rPr>
            </w:pPr>
          </w:p>
          <w:p w14:paraId="10AB9FAD" w14:textId="77777777" w:rsidR="003D565B" w:rsidRPr="00DC54C7" w:rsidRDefault="003D565B" w:rsidP="00944826">
            <w:pPr>
              <w:jc w:val="center"/>
              <w:rPr>
                <w:rFonts w:eastAsia="SimSun"/>
                <w:sz w:val="21"/>
                <w:szCs w:val="21"/>
              </w:rPr>
            </w:pPr>
            <w:r w:rsidRPr="00DC54C7">
              <w:rPr>
                <w:rFonts w:eastAsia="SimSun"/>
                <w:sz w:val="21"/>
                <w:szCs w:val="21"/>
              </w:rPr>
              <w:t>+ Accounts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8"/>
              <w:gridCol w:w="826"/>
              <w:gridCol w:w="668"/>
              <w:gridCol w:w="404"/>
            </w:tblGrid>
            <w:tr w:rsidR="003D565B" w:rsidRPr="00DC54C7" w14:paraId="4FB31FB6" w14:textId="77777777" w:rsidTr="00944826">
              <w:tc>
                <w:tcPr>
                  <w:tcW w:w="847" w:type="dxa"/>
                  <w:tcBorders>
                    <w:top w:val="single" w:sz="4" w:space="0" w:color="auto"/>
                  </w:tcBorders>
                </w:tcPr>
                <w:p w14:paraId="231961C1" w14:textId="77777777" w:rsidR="003D565B" w:rsidRPr="00DC54C7" w:rsidRDefault="003D565B" w:rsidP="003D565B">
                  <w:pPr>
                    <w:rPr>
                      <w:rFonts w:eastAsia="SimSun"/>
                      <w:sz w:val="21"/>
                      <w:szCs w:val="21"/>
                    </w:rPr>
                  </w:pPr>
                  <w:r w:rsidRPr="00DC54C7">
                    <w:rPr>
                      <w:rFonts w:eastAsia="SimSun"/>
                      <w:sz w:val="21"/>
                      <w:szCs w:val="21"/>
                    </w:rPr>
                    <w:t>Unadj.</w:t>
                  </w:r>
                </w:p>
              </w:tc>
              <w:tc>
                <w:tcPr>
                  <w:tcW w:w="882" w:type="dxa"/>
                  <w:tcBorders>
                    <w:top w:val="single" w:sz="4" w:space="0" w:color="auto"/>
                    <w:right w:val="single" w:sz="4" w:space="0" w:color="auto"/>
                  </w:tcBorders>
                </w:tcPr>
                <w:p w14:paraId="1FC7DB8B"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850" w:type="dxa"/>
                  <w:tcBorders>
                    <w:top w:val="single" w:sz="4" w:space="0" w:color="auto"/>
                    <w:left w:val="single" w:sz="4" w:space="0" w:color="auto"/>
                  </w:tcBorders>
                </w:tcPr>
                <w:p w14:paraId="513E2056" w14:textId="77777777" w:rsidR="003D565B" w:rsidRPr="00DC54C7" w:rsidRDefault="003D565B" w:rsidP="00944826">
                  <w:pPr>
                    <w:jc w:val="right"/>
                    <w:rPr>
                      <w:rFonts w:eastAsia="SimSun"/>
                      <w:sz w:val="21"/>
                      <w:szCs w:val="21"/>
                    </w:rPr>
                  </w:pPr>
                </w:p>
              </w:tc>
              <w:tc>
                <w:tcPr>
                  <w:tcW w:w="479" w:type="dxa"/>
                  <w:tcBorders>
                    <w:top w:val="single" w:sz="4" w:space="0" w:color="auto"/>
                  </w:tcBorders>
                </w:tcPr>
                <w:p w14:paraId="576B6FF6" w14:textId="77777777" w:rsidR="003D565B" w:rsidRPr="00DC54C7" w:rsidRDefault="003D565B" w:rsidP="003D565B">
                  <w:pPr>
                    <w:rPr>
                      <w:rFonts w:eastAsia="SimSun"/>
                      <w:sz w:val="21"/>
                      <w:szCs w:val="21"/>
                    </w:rPr>
                  </w:pPr>
                </w:p>
              </w:tc>
            </w:tr>
            <w:tr w:rsidR="003D565B" w:rsidRPr="00DC54C7" w14:paraId="31465639" w14:textId="77777777" w:rsidTr="00944826">
              <w:tc>
                <w:tcPr>
                  <w:tcW w:w="847" w:type="dxa"/>
                  <w:tcBorders>
                    <w:bottom w:val="single" w:sz="4" w:space="0" w:color="auto"/>
                  </w:tcBorders>
                </w:tcPr>
                <w:p w14:paraId="25D45FD0" w14:textId="77777777" w:rsidR="003D565B" w:rsidRPr="00DC54C7" w:rsidRDefault="003D565B" w:rsidP="003D565B">
                  <w:pPr>
                    <w:rPr>
                      <w:rFonts w:eastAsia="SimSun"/>
                      <w:sz w:val="21"/>
                      <w:szCs w:val="21"/>
                    </w:rPr>
                  </w:pPr>
                </w:p>
              </w:tc>
              <w:tc>
                <w:tcPr>
                  <w:tcW w:w="882" w:type="dxa"/>
                  <w:tcBorders>
                    <w:bottom w:val="single" w:sz="4" w:space="0" w:color="auto"/>
                    <w:right w:val="single" w:sz="4" w:space="0" w:color="auto"/>
                  </w:tcBorders>
                </w:tcPr>
                <w:p w14:paraId="5F6C681B" w14:textId="77777777" w:rsidR="003D565B" w:rsidRPr="00DC54C7" w:rsidRDefault="003D565B" w:rsidP="00944826">
                  <w:pPr>
                    <w:jc w:val="right"/>
                    <w:rPr>
                      <w:rFonts w:eastAsia="SimSun"/>
                      <w:sz w:val="21"/>
                      <w:szCs w:val="21"/>
                    </w:rPr>
                  </w:pPr>
                </w:p>
              </w:tc>
              <w:tc>
                <w:tcPr>
                  <w:tcW w:w="850" w:type="dxa"/>
                  <w:tcBorders>
                    <w:left w:val="single" w:sz="4" w:space="0" w:color="auto"/>
                    <w:bottom w:val="single" w:sz="4" w:space="0" w:color="auto"/>
                  </w:tcBorders>
                </w:tcPr>
                <w:p w14:paraId="5CE2C0D4" w14:textId="77777777" w:rsidR="003D565B" w:rsidRPr="00DC54C7" w:rsidRDefault="003D565B" w:rsidP="00944826">
                  <w:pPr>
                    <w:jc w:val="right"/>
                    <w:rPr>
                      <w:rFonts w:eastAsia="SimSun"/>
                      <w:sz w:val="21"/>
                      <w:szCs w:val="21"/>
                    </w:rPr>
                  </w:pPr>
                </w:p>
              </w:tc>
              <w:tc>
                <w:tcPr>
                  <w:tcW w:w="479" w:type="dxa"/>
                  <w:tcBorders>
                    <w:bottom w:val="single" w:sz="4" w:space="0" w:color="auto"/>
                  </w:tcBorders>
                </w:tcPr>
                <w:p w14:paraId="020C69E0" w14:textId="77777777" w:rsidR="003D565B" w:rsidRPr="00DC54C7" w:rsidRDefault="003D565B" w:rsidP="003D565B">
                  <w:pPr>
                    <w:rPr>
                      <w:rFonts w:eastAsia="SimSun"/>
                      <w:sz w:val="21"/>
                      <w:szCs w:val="21"/>
                    </w:rPr>
                  </w:pPr>
                </w:p>
              </w:tc>
            </w:tr>
            <w:tr w:rsidR="003D565B" w:rsidRPr="00DC54C7" w14:paraId="35DC945E" w14:textId="77777777" w:rsidTr="00944826">
              <w:tc>
                <w:tcPr>
                  <w:tcW w:w="847" w:type="dxa"/>
                  <w:tcBorders>
                    <w:top w:val="single" w:sz="4" w:space="0" w:color="auto"/>
                  </w:tcBorders>
                </w:tcPr>
                <w:p w14:paraId="726683C0" w14:textId="77777777" w:rsidR="003D565B" w:rsidRPr="00DC54C7" w:rsidRDefault="003D565B" w:rsidP="003D565B">
                  <w:pPr>
                    <w:rPr>
                      <w:rFonts w:eastAsia="SimSun"/>
                      <w:sz w:val="21"/>
                      <w:szCs w:val="21"/>
                    </w:rPr>
                  </w:pPr>
                  <w:r w:rsidRPr="00DC54C7">
                    <w:rPr>
                      <w:rFonts w:eastAsia="SimSun"/>
                      <w:sz w:val="21"/>
                      <w:szCs w:val="21"/>
                    </w:rPr>
                    <w:t>Adj.</w:t>
                  </w:r>
                </w:p>
              </w:tc>
              <w:tc>
                <w:tcPr>
                  <w:tcW w:w="882" w:type="dxa"/>
                  <w:tcBorders>
                    <w:top w:val="single" w:sz="4" w:space="0" w:color="auto"/>
                    <w:right w:val="single" w:sz="4" w:space="0" w:color="auto"/>
                  </w:tcBorders>
                </w:tcPr>
                <w:p w14:paraId="61D952AF"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850" w:type="dxa"/>
                  <w:tcBorders>
                    <w:top w:val="single" w:sz="4" w:space="0" w:color="auto"/>
                    <w:left w:val="single" w:sz="4" w:space="0" w:color="auto"/>
                  </w:tcBorders>
                </w:tcPr>
                <w:p w14:paraId="6946002E" w14:textId="77777777" w:rsidR="003D565B" w:rsidRPr="00DC54C7" w:rsidRDefault="003D565B" w:rsidP="00944826">
                  <w:pPr>
                    <w:jc w:val="right"/>
                    <w:rPr>
                      <w:rFonts w:eastAsia="SimSun"/>
                      <w:sz w:val="21"/>
                      <w:szCs w:val="21"/>
                    </w:rPr>
                  </w:pPr>
                </w:p>
              </w:tc>
              <w:tc>
                <w:tcPr>
                  <w:tcW w:w="479" w:type="dxa"/>
                  <w:tcBorders>
                    <w:top w:val="single" w:sz="4" w:space="0" w:color="auto"/>
                  </w:tcBorders>
                </w:tcPr>
                <w:p w14:paraId="3D81C12C" w14:textId="77777777" w:rsidR="003D565B" w:rsidRPr="00DC54C7" w:rsidRDefault="003D565B" w:rsidP="003D565B">
                  <w:pPr>
                    <w:rPr>
                      <w:rFonts w:eastAsia="SimSun"/>
                      <w:sz w:val="21"/>
                      <w:szCs w:val="21"/>
                    </w:rPr>
                  </w:pPr>
                </w:p>
              </w:tc>
            </w:tr>
          </w:tbl>
          <w:p w14:paraId="6A34BCC0" w14:textId="77777777" w:rsidR="003D565B" w:rsidRPr="00DC54C7" w:rsidRDefault="003D565B" w:rsidP="00944826">
            <w:pPr>
              <w:jc w:val="center"/>
              <w:rPr>
                <w:rFonts w:eastAsia="SimSun"/>
                <w:sz w:val="21"/>
                <w:szCs w:val="21"/>
              </w:rPr>
            </w:pPr>
          </w:p>
          <w:p w14:paraId="043A1374" w14:textId="77777777" w:rsidR="003D565B" w:rsidRPr="00DC54C7" w:rsidRDefault="003D565B" w:rsidP="00944826">
            <w:pPr>
              <w:jc w:val="center"/>
              <w:rPr>
                <w:rFonts w:eastAsia="SimSun"/>
                <w:sz w:val="21"/>
                <w:szCs w:val="21"/>
              </w:rPr>
            </w:pPr>
            <w:r w:rsidRPr="00DC54C7">
              <w:rPr>
                <w:rFonts w:eastAsia="SimSun"/>
                <w:sz w:val="21"/>
                <w:szCs w:val="21"/>
              </w:rPr>
              <w:t>+ Prepaid Rent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82"/>
              <w:gridCol w:w="794"/>
              <w:gridCol w:w="689"/>
              <w:gridCol w:w="461"/>
            </w:tblGrid>
            <w:tr w:rsidR="003D565B" w:rsidRPr="00DC54C7" w14:paraId="3C22FE06" w14:textId="77777777" w:rsidTr="00944826">
              <w:tc>
                <w:tcPr>
                  <w:tcW w:w="847" w:type="dxa"/>
                  <w:tcBorders>
                    <w:top w:val="single" w:sz="4" w:space="0" w:color="auto"/>
                  </w:tcBorders>
                </w:tcPr>
                <w:p w14:paraId="43090CBA" w14:textId="77777777" w:rsidR="003D565B" w:rsidRPr="00DC54C7" w:rsidRDefault="003D565B" w:rsidP="003D565B">
                  <w:pPr>
                    <w:rPr>
                      <w:rFonts w:eastAsia="SimSun"/>
                      <w:sz w:val="21"/>
                      <w:szCs w:val="21"/>
                    </w:rPr>
                  </w:pPr>
                  <w:r w:rsidRPr="00DC54C7">
                    <w:rPr>
                      <w:rFonts w:eastAsia="SimSun"/>
                      <w:sz w:val="21"/>
                      <w:szCs w:val="21"/>
                    </w:rPr>
                    <w:t>Unadj.</w:t>
                  </w:r>
                </w:p>
              </w:tc>
              <w:tc>
                <w:tcPr>
                  <w:tcW w:w="850" w:type="dxa"/>
                  <w:tcBorders>
                    <w:top w:val="single" w:sz="4" w:space="0" w:color="auto"/>
                    <w:right w:val="single" w:sz="4" w:space="0" w:color="auto"/>
                  </w:tcBorders>
                </w:tcPr>
                <w:p w14:paraId="4D3A0F44" w14:textId="77777777" w:rsidR="003D565B" w:rsidRPr="00DC54C7" w:rsidRDefault="003D565B" w:rsidP="00944826">
                  <w:pPr>
                    <w:jc w:val="right"/>
                    <w:rPr>
                      <w:rFonts w:eastAsia="SimSun"/>
                      <w:sz w:val="21"/>
                      <w:szCs w:val="21"/>
                    </w:rPr>
                  </w:pPr>
                  <w:r w:rsidRPr="00DC54C7">
                    <w:rPr>
                      <w:rFonts w:eastAsia="SimSun"/>
                      <w:sz w:val="21"/>
                      <w:szCs w:val="21"/>
                    </w:rPr>
                    <w:t>12,000</w:t>
                  </w:r>
                </w:p>
              </w:tc>
              <w:tc>
                <w:tcPr>
                  <w:tcW w:w="680" w:type="dxa"/>
                  <w:tcBorders>
                    <w:top w:val="single" w:sz="4" w:space="0" w:color="auto"/>
                    <w:left w:val="single" w:sz="4" w:space="0" w:color="auto"/>
                  </w:tcBorders>
                </w:tcPr>
                <w:p w14:paraId="4768796C" w14:textId="77777777" w:rsidR="003D565B" w:rsidRPr="00DC54C7" w:rsidRDefault="003D565B" w:rsidP="003D565B">
                  <w:pPr>
                    <w:rPr>
                      <w:rFonts w:eastAsia="SimSun"/>
                      <w:sz w:val="21"/>
                      <w:szCs w:val="21"/>
                    </w:rPr>
                  </w:pPr>
                </w:p>
              </w:tc>
              <w:tc>
                <w:tcPr>
                  <w:tcW w:w="681" w:type="dxa"/>
                  <w:tcBorders>
                    <w:top w:val="single" w:sz="4" w:space="0" w:color="auto"/>
                  </w:tcBorders>
                </w:tcPr>
                <w:p w14:paraId="0E06F649" w14:textId="77777777" w:rsidR="003D565B" w:rsidRPr="00DC54C7" w:rsidRDefault="003D565B" w:rsidP="003D565B">
                  <w:pPr>
                    <w:rPr>
                      <w:rFonts w:eastAsia="SimSun"/>
                      <w:sz w:val="21"/>
                      <w:szCs w:val="21"/>
                    </w:rPr>
                  </w:pPr>
                </w:p>
              </w:tc>
            </w:tr>
            <w:tr w:rsidR="003D565B" w:rsidRPr="00DC54C7" w14:paraId="5C623809" w14:textId="77777777" w:rsidTr="00944826">
              <w:tc>
                <w:tcPr>
                  <w:tcW w:w="847" w:type="dxa"/>
                  <w:tcBorders>
                    <w:bottom w:val="single" w:sz="4" w:space="0" w:color="auto"/>
                  </w:tcBorders>
                </w:tcPr>
                <w:p w14:paraId="25780C2A" w14:textId="77777777" w:rsidR="003D565B" w:rsidRPr="00DC54C7" w:rsidRDefault="003D565B" w:rsidP="003D565B">
                  <w:pPr>
                    <w:rPr>
                      <w:rFonts w:eastAsia="SimSun"/>
                      <w:sz w:val="21"/>
                      <w:szCs w:val="21"/>
                    </w:rPr>
                  </w:pPr>
                </w:p>
              </w:tc>
              <w:tc>
                <w:tcPr>
                  <w:tcW w:w="850" w:type="dxa"/>
                  <w:tcBorders>
                    <w:bottom w:val="single" w:sz="4" w:space="0" w:color="auto"/>
                    <w:right w:val="single" w:sz="4" w:space="0" w:color="auto"/>
                  </w:tcBorders>
                </w:tcPr>
                <w:p w14:paraId="097774E3" w14:textId="77777777" w:rsidR="003D565B" w:rsidRPr="00DC54C7" w:rsidRDefault="003D565B" w:rsidP="00944826">
                  <w:pPr>
                    <w:jc w:val="right"/>
                    <w:rPr>
                      <w:rFonts w:eastAsia="SimSun"/>
                      <w:sz w:val="21"/>
                      <w:szCs w:val="21"/>
                    </w:rPr>
                  </w:pPr>
                </w:p>
              </w:tc>
              <w:tc>
                <w:tcPr>
                  <w:tcW w:w="680" w:type="dxa"/>
                  <w:tcBorders>
                    <w:left w:val="single" w:sz="4" w:space="0" w:color="auto"/>
                    <w:bottom w:val="single" w:sz="4" w:space="0" w:color="auto"/>
                  </w:tcBorders>
                </w:tcPr>
                <w:p w14:paraId="46CBE2D5"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681" w:type="dxa"/>
                  <w:tcBorders>
                    <w:bottom w:val="single" w:sz="4" w:space="0" w:color="auto"/>
                  </w:tcBorders>
                </w:tcPr>
                <w:p w14:paraId="16C9F254" w14:textId="77777777" w:rsidR="003D565B" w:rsidRPr="00DC54C7" w:rsidRDefault="003D565B" w:rsidP="003D565B">
                  <w:pPr>
                    <w:rPr>
                      <w:rFonts w:eastAsia="SimSun"/>
                      <w:sz w:val="21"/>
                      <w:szCs w:val="21"/>
                    </w:rPr>
                  </w:pPr>
                  <w:r w:rsidRPr="00DC54C7">
                    <w:rPr>
                      <w:rFonts w:eastAsia="SimSun"/>
                      <w:sz w:val="21"/>
                      <w:szCs w:val="21"/>
                    </w:rPr>
                    <w:t>(b)</w:t>
                  </w:r>
                </w:p>
              </w:tc>
            </w:tr>
            <w:tr w:rsidR="003D565B" w:rsidRPr="00DC54C7" w14:paraId="1CAABC1A" w14:textId="77777777" w:rsidTr="00944826">
              <w:tc>
                <w:tcPr>
                  <w:tcW w:w="847" w:type="dxa"/>
                  <w:tcBorders>
                    <w:top w:val="single" w:sz="4" w:space="0" w:color="auto"/>
                  </w:tcBorders>
                </w:tcPr>
                <w:p w14:paraId="3F0CA1F6" w14:textId="77777777" w:rsidR="003D565B" w:rsidRPr="00DC54C7" w:rsidRDefault="003D565B" w:rsidP="003D565B">
                  <w:pPr>
                    <w:rPr>
                      <w:rFonts w:eastAsia="SimSun"/>
                      <w:sz w:val="21"/>
                      <w:szCs w:val="21"/>
                    </w:rPr>
                  </w:pPr>
                  <w:r w:rsidRPr="00DC54C7">
                    <w:rPr>
                      <w:rFonts w:eastAsia="SimSun"/>
                      <w:sz w:val="21"/>
                      <w:szCs w:val="21"/>
                    </w:rPr>
                    <w:t>Adj.</w:t>
                  </w:r>
                </w:p>
              </w:tc>
              <w:tc>
                <w:tcPr>
                  <w:tcW w:w="850" w:type="dxa"/>
                  <w:tcBorders>
                    <w:top w:val="single" w:sz="4" w:space="0" w:color="auto"/>
                    <w:right w:val="single" w:sz="4" w:space="0" w:color="auto"/>
                  </w:tcBorders>
                </w:tcPr>
                <w:p w14:paraId="62AE3B66" w14:textId="77777777" w:rsidR="003D565B" w:rsidRPr="00DC54C7" w:rsidRDefault="003D565B" w:rsidP="00944826">
                  <w:pPr>
                    <w:jc w:val="right"/>
                    <w:rPr>
                      <w:rFonts w:eastAsia="SimSun"/>
                      <w:sz w:val="21"/>
                      <w:szCs w:val="21"/>
                    </w:rPr>
                  </w:pPr>
                  <w:r w:rsidRPr="00DC54C7">
                    <w:rPr>
                      <w:rFonts w:eastAsia="SimSun"/>
                      <w:sz w:val="21"/>
                      <w:szCs w:val="21"/>
                    </w:rPr>
                    <w:t>8,000</w:t>
                  </w:r>
                </w:p>
              </w:tc>
              <w:tc>
                <w:tcPr>
                  <w:tcW w:w="680" w:type="dxa"/>
                  <w:tcBorders>
                    <w:top w:val="single" w:sz="4" w:space="0" w:color="auto"/>
                    <w:left w:val="single" w:sz="4" w:space="0" w:color="auto"/>
                  </w:tcBorders>
                </w:tcPr>
                <w:p w14:paraId="51299A82" w14:textId="77777777" w:rsidR="003D565B" w:rsidRPr="00DC54C7" w:rsidRDefault="003D565B" w:rsidP="003D565B">
                  <w:pPr>
                    <w:rPr>
                      <w:rFonts w:eastAsia="SimSun"/>
                      <w:sz w:val="21"/>
                      <w:szCs w:val="21"/>
                    </w:rPr>
                  </w:pPr>
                </w:p>
              </w:tc>
              <w:tc>
                <w:tcPr>
                  <w:tcW w:w="681" w:type="dxa"/>
                  <w:tcBorders>
                    <w:top w:val="single" w:sz="4" w:space="0" w:color="auto"/>
                  </w:tcBorders>
                </w:tcPr>
                <w:p w14:paraId="441960FE" w14:textId="77777777" w:rsidR="003D565B" w:rsidRPr="00DC54C7" w:rsidRDefault="003D565B" w:rsidP="003D565B">
                  <w:pPr>
                    <w:rPr>
                      <w:rFonts w:eastAsia="SimSun"/>
                      <w:sz w:val="21"/>
                      <w:szCs w:val="21"/>
                    </w:rPr>
                  </w:pPr>
                </w:p>
              </w:tc>
            </w:tr>
          </w:tbl>
          <w:p w14:paraId="5CFF0464" w14:textId="77777777" w:rsidR="003D565B" w:rsidRPr="00DC54C7" w:rsidRDefault="003D565B" w:rsidP="00944826">
            <w:pPr>
              <w:jc w:val="center"/>
              <w:rPr>
                <w:rFonts w:eastAsia="SimSun"/>
                <w:sz w:val="21"/>
                <w:szCs w:val="21"/>
              </w:rPr>
            </w:pPr>
          </w:p>
          <w:p w14:paraId="3E584D17" w14:textId="77777777" w:rsidR="003D565B" w:rsidRPr="00DC54C7" w:rsidRDefault="003D565B" w:rsidP="00944826">
            <w:pPr>
              <w:jc w:val="center"/>
              <w:rPr>
                <w:rFonts w:eastAsia="SimSun"/>
                <w:sz w:val="21"/>
                <w:szCs w:val="21"/>
              </w:rPr>
            </w:pPr>
            <w:r w:rsidRPr="00DC54C7">
              <w:rPr>
                <w:rFonts w:eastAsia="SimSun"/>
                <w:sz w:val="21"/>
                <w:szCs w:val="21"/>
              </w:rPr>
              <w:t>+ Prepaid Insurance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03"/>
              <w:gridCol w:w="711"/>
              <w:gridCol w:w="689"/>
              <w:gridCol w:w="523"/>
            </w:tblGrid>
            <w:tr w:rsidR="003D565B" w:rsidRPr="00DC54C7" w14:paraId="47614409" w14:textId="77777777" w:rsidTr="00944826">
              <w:tc>
                <w:tcPr>
                  <w:tcW w:w="847" w:type="dxa"/>
                  <w:tcBorders>
                    <w:top w:val="single" w:sz="4" w:space="0" w:color="auto"/>
                  </w:tcBorders>
                </w:tcPr>
                <w:p w14:paraId="5C92403F" w14:textId="77777777" w:rsidR="003D565B" w:rsidRPr="00DC54C7" w:rsidRDefault="003D565B" w:rsidP="003D565B">
                  <w:pPr>
                    <w:rPr>
                      <w:rFonts w:eastAsia="SimSun"/>
                      <w:sz w:val="21"/>
                      <w:szCs w:val="21"/>
                    </w:rPr>
                  </w:pPr>
                  <w:r w:rsidRPr="00DC54C7">
                    <w:rPr>
                      <w:rFonts w:eastAsia="SimSun"/>
                      <w:sz w:val="21"/>
                      <w:szCs w:val="21"/>
                    </w:rPr>
                    <w:t>Unadj.</w:t>
                  </w:r>
                </w:p>
              </w:tc>
              <w:tc>
                <w:tcPr>
                  <w:tcW w:w="760" w:type="dxa"/>
                  <w:tcBorders>
                    <w:top w:val="single" w:sz="4" w:space="0" w:color="auto"/>
                    <w:right w:val="single" w:sz="4" w:space="0" w:color="auto"/>
                  </w:tcBorders>
                </w:tcPr>
                <w:p w14:paraId="71B7A95E" w14:textId="77777777" w:rsidR="003D565B" w:rsidRPr="00DC54C7" w:rsidRDefault="003D565B" w:rsidP="00944826">
                  <w:pPr>
                    <w:jc w:val="right"/>
                    <w:rPr>
                      <w:rFonts w:eastAsia="SimSun"/>
                      <w:sz w:val="21"/>
                      <w:szCs w:val="21"/>
                    </w:rPr>
                  </w:pPr>
                  <w:r w:rsidRPr="00DC54C7">
                    <w:rPr>
                      <w:rFonts w:eastAsia="SimSun"/>
                      <w:sz w:val="21"/>
                      <w:szCs w:val="21"/>
                    </w:rPr>
                    <w:t>6,000</w:t>
                  </w:r>
                </w:p>
              </w:tc>
              <w:tc>
                <w:tcPr>
                  <w:tcW w:w="680" w:type="dxa"/>
                  <w:tcBorders>
                    <w:top w:val="single" w:sz="4" w:space="0" w:color="auto"/>
                    <w:left w:val="single" w:sz="4" w:space="0" w:color="auto"/>
                  </w:tcBorders>
                </w:tcPr>
                <w:p w14:paraId="2DE97E59" w14:textId="77777777" w:rsidR="003D565B" w:rsidRPr="00DC54C7" w:rsidRDefault="003D565B" w:rsidP="003D565B">
                  <w:pPr>
                    <w:rPr>
                      <w:rFonts w:eastAsia="SimSun"/>
                      <w:sz w:val="21"/>
                      <w:szCs w:val="21"/>
                    </w:rPr>
                  </w:pPr>
                </w:p>
              </w:tc>
              <w:tc>
                <w:tcPr>
                  <w:tcW w:w="681" w:type="dxa"/>
                  <w:tcBorders>
                    <w:top w:val="single" w:sz="4" w:space="0" w:color="auto"/>
                  </w:tcBorders>
                </w:tcPr>
                <w:p w14:paraId="71A0F844" w14:textId="77777777" w:rsidR="003D565B" w:rsidRPr="00DC54C7" w:rsidRDefault="003D565B" w:rsidP="003D565B">
                  <w:pPr>
                    <w:rPr>
                      <w:rFonts w:eastAsia="SimSun"/>
                      <w:sz w:val="21"/>
                      <w:szCs w:val="21"/>
                    </w:rPr>
                  </w:pPr>
                </w:p>
              </w:tc>
            </w:tr>
            <w:tr w:rsidR="003D565B" w:rsidRPr="00DC54C7" w14:paraId="617E5963" w14:textId="77777777" w:rsidTr="00944826">
              <w:tc>
                <w:tcPr>
                  <w:tcW w:w="847" w:type="dxa"/>
                  <w:tcBorders>
                    <w:bottom w:val="single" w:sz="4" w:space="0" w:color="auto"/>
                  </w:tcBorders>
                </w:tcPr>
                <w:p w14:paraId="797BE682" w14:textId="77777777" w:rsidR="003D565B" w:rsidRPr="00DC54C7" w:rsidRDefault="003D565B" w:rsidP="003D565B">
                  <w:pPr>
                    <w:rPr>
                      <w:rFonts w:eastAsia="SimSun"/>
                      <w:sz w:val="21"/>
                      <w:szCs w:val="21"/>
                    </w:rPr>
                  </w:pPr>
                </w:p>
              </w:tc>
              <w:tc>
                <w:tcPr>
                  <w:tcW w:w="760" w:type="dxa"/>
                  <w:tcBorders>
                    <w:bottom w:val="single" w:sz="4" w:space="0" w:color="auto"/>
                    <w:right w:val="single" w:sz="4" w:space="0" w:color="auto"/>
                  </w:tcBorders>
                </w:tcPr>
                <w:p w14:paraId="2146EFE1" w14:textId="77777777" w:rsidR="003D565B" w:rsidRPr="00DC54C7" w:rsidRDefault="003D565B" w:rsidP="00944826">
                  <w:pPr>
                    <w:jc w:val="right"/>
                    <w:rPr>
                      <w:rFonts w:eastAsia="SimSun"/>
                      <w:sz w:val="21"/>
                      <w:szCs w:val="21"/>
                    </w:rPr>
                  </w:pPr>
                </w:p>
              </w:tc>
              <w:tc>
                <w:tcPr>
                  <w:tcW w:w="680" w:type="dxa"/>
                  <w:tcBorders>
                    <w:left w:val="single" w:sz="4" w:space="0" w:color="auto"/>
                    <w:bottom w:val="single" w:sz="4" w:space="0" w:color="auto"/>
                  </w:tcBorders>
                </w:tcPr>
                <w:p w14:paraId="396D5EE2" w14:textId="77777777" w:rsidR="003D565B" w:rsidRPr="00DC54C7" w:rsidRDefault="003D565B" w:rsidP="00944826">
                  <w:pPr>
                    <w:jc w:val="right"/>
                    <w:rPr>
                      <w:rFonts w:eastAsia="SimSun"/>
                      <w:sz w:val="21"/>
                      <w:szCs w:val="21"/>
                    </w:rPr>
                  </w:pPr>
                  <w:r w:rsidRPr="00DC54C7">
                    <w:rPr>
                      <w:rFonts w:eastAsia="SimSun"/>
                      <w:sz w:val="21"/>
                      <w:szCs w:val="21"/>
                    </w:rPr>
                    <w:t>3,500</w:t>
                  </w:r>
                </w:p>
              </w:tc>
              <w:tc>
                <w:tcPr>
                  <w:tcW w:w="681" w:type="dxa"/>
                  <w:tcBorders>
                    <w:bottom w:val="single" w:sz="4" w:space="0" w:color="auto"/>
                  </w:tcBorders>
                </w:tcPr>
                <w:p w14:paraId="33DDDD44" w14:textId="77777777" w:rsidR="003D565B" w:rsidRPr="00DC54C7" w:rsidRDefault="003D565B" w:rsidP="003D565B">
                  <w:pPr>
                    <w:rPr>
                      <w:rFonts w:eastAsia="SimSun"/>
                      <w:sz w:val="21"/>
                      <w:szCs w:val="21"/>
                    </w:rPr>
                  </w:pPr>
                  <w:r w:rsidRPr="00DC54C7">
                    <w:rPr>
                      <w:rFonts w:eastAsia="SimSun"/>
                      <w:sz w:val="21"/>
                      <w:szCs w:val="21"/>
                    </w:rPr>
                    <w:t>(c)</w:t>
                  </w:r>
                </w:p>
              </w:tc>
            </w:tr>
            <w:tr w:rsidR="003D565B" w:rsidRPr="00DC54C7" w14:paraId="074BC365" w14:textId="77777777" w:rsidTr="00944826">
              <w:tc>
                <w:tcPr>
                  <w:tcW w:w="847" w:type="dxa"/>
                  <w:tcBorders>
                    <w:top w:val="single" w:sz="4" w:space="0" w:color="auto"/>
                  </w:tcBorders>
                </w:tcPr>
                <w:p w14:paraId="47380315" w14:textId="77777777" w:rsidR="003D565B" w:rsidRPr="00DC54C7" w:rsidRDefault="003D565B" w:rsidP="003D565B">
                  <w:pPr>
                    <w:rPr>
                      <w:rFonts w:eastAsia="SimSun"/>
                      <w:sz w:val="21"/>
                      <w:szCs w:val="21"/>
                    </w:rPr>
                  </w:pPr>
                  <w:r w:rsidRPr="00DC54C7">
                    <w:rPr>
                      <w:rFonts w:eastAsia="SimSun"/>
                      <w:sz w:val="21"/>
                      <w:szCs w:val="21"/>
                    </w:rPr>
                    <w:t>Adj.</w:t>
                  </w:r>
                </w:p>
              </w:tc>
              <w:tc>
                <w:tcPr>
                  <w:tcW w:w="760" w:type="dxa"/>
                  <w:tcBorders>
                    <w:top w:val="single" w:sz="4" w:space="0" w:color="auto"/>
                    <w:right w:val="single" w:sz="4" w:space="0" w:color="auto"/>
                  </w:tcBorders>
                </w:tcPr>
                <w:p w14:paraId="4ADB077B" w14:textId="77777777" w:rsidR="003D565B" w:rsidRPr="00DC54C7" w:rsidRDefault="003D565B" w:rsidP="00944826">
                  <w:pPr>
                    <w:jc w:val="right"/>
                    <w:rPr>
                      <w:rFonts w:eastAsia="SimSun"/>
                      <w:sz w:val="21"/>
                      <w:szCs w:val="21"/>
                    </w:rPr>
                  </w:pPr>
                  <w:r w:rsidRPr="00DC54C7">
                    <w:rPr>
                      <w:rFonts w:eastAsia="SimSun"/>
                      <w:sz w:val="21"/>
                      <w:szCs w:val="21"/>
                    </w:rPr>
                    <w:t>2,500</w:t>
                  </w:r>
                </w:p>
              </w:tc>
              <w:tc>
                <w:tcPr>
                  <w:tcW w:w="680" w:type="dxa"/>
                  <w:tcBorders>
                    <w:top w:val="single" w:sz="4" w:space="0" w:color="auto"/>
                    <w:left w:val="single" w:sz="4" w:space="0" w:color="auto"/>
                  </w:tcBorders>
                </w:tcPr>
                <w:p w14:paraId="4FBAE521" w14:textId="77777777" w:rsidR="003D565B" w:rsidRPr="00DC54C7" w:rsidRDefault="003D565B" w:rsidP="003D565B">
                  <w:pPr>
                    <w:rPr>
                      <w:rFonts w:eastAsia="SimSun"/>
                      <w:sz w:val="21"/>
                      <w:szCs w:val="21"/>
                    </w:rPr>
                  </w:pPr>
                </w:p>
              </w:tc>
              <w:tc>
                <w:tcPr>
                  <w:tcW w:w="681" w:type="dxa"/>
                  <w:tcBorders>
                    <w:top w:val="single" w:sz="4" w:space="0" w:color="auto"/>
                  </w:tcBorders>
                </w:tcPr>
                <w:p w14:paraId="4FF50EF6" w14:textId="77777777" w:rsidR="003D565B" w:rsidRPr="00DC54C7" w:rsidRDefault="003D565B" w:rsidP="003D565B">
                  <w:pPr>
                    <w:rPr>
                      <w:rFonts w:eastAsia="SimSun"/>
                      <w:sz w:val="21"/>
                      <w:szCs w:val="21"/>
                    </w:rPr>
                  </w:pPr>
                </w:p>
              </w:tc>
            </w:tr>
          </w:tbl>
          <w:p w14:paraId="0093ACDF" w14:textId="77777777" w:rsidR="003D565B" w:rsidRPr="00DC54C7" w:rsidRDefault="003D565B" w:rsidP="00944826">
            <w:pPr>
              <w:jc w:val="center"/>
              <w:rPr>
                <w:rFonts w:eastAsia="SimSun"/>
                <w:sz w:val="21"/>
                <w:szCs w:val="21"/>
              </w:rPr>
            </w:pPr>
          </w:p>
          <w:p w14:paraId="3C5B9CD0" w14:textId="77777777" w:rsidR="003D565B" w:rsidRPr="00DC54C7" w:rsidRDefault="003D565B" w:rsidP="00944826">
            <w:pPr>
              <w:jc w:val="center"/>
              <w:rPr>
                <w:rFonts w:eastAsia="SimSun"/>
                <w:sz w:val="21"/>
                <w:szCs w:val="21"/>
              </w:rPr>
            </w:pPr>
            <w:r w:rsidRPr="00DC54C7">
              <w:rPr>
                <w:rFonts w:eastAsia="SimSun"/>
                <w:sz w:val="21"/>
                <w:szCs w:val="21"/>
              </w:rPr>
              <w:t>+ Certificate of Deposit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2"/>
              <w:gridCol w:w="794"/>
              <w:gridCol w:w="545"/>
              <w:gridCol w:w="545"/>
            </w:tblGrid>
            <w:tr w:rsidR="003D565B" w:rsidRPr="00DC54C7" w14:paraId="7E91CFD9" w14:textId="77777777" w:rsidTr="00944826">
              <w:tc>
                <w:tcPr>
                  <w:tcW w:w="863" w:type="dxa"/>
                  <w:tcBorders>
                    <w:top w:val="single" w:sz="4" w:space="0" w:color="auto"/>
                  </w:tcBorders>
                </w:tcPr>
                <w:p w14:paraId="219B9B14" w14:textId="77777777" w:rsidR="003D565B" w:rsidRPr="00DC54C7" w:rsidRDefault="003D565B" w:rsidP="003D565B">
                  <w:pPr>
                    <w:rPr>
                      <w:rFonts w:eastAsia="SimSun"/>
                      <w:sz w:val="21"/>
                      <w:szCs w:val="21"/>
                    </w:rPr>
                  </w:pPr>
                  <w:r w:rsidRPr="00DC54C7">
                    <w:rPr>
                      <w:rFonts w:eastAsia="SimSun"/>
                      <w:sz w:val="21"/>
                      <w:szCs w:val="21"/>
                    </w:rPr>
                    <w:t>Unadj.</w:t>
                  </w:r>
                </w:p>
              </w:tc>
              <w:tc>
                <w:tcPr>
                  <w:tcW w:w="793" w:type="dxa"/>
                  <w:tcBorders>
                    <w:top w:val="single" w:sz="4" w:space="0" w:color="auto"/>
                    <w:right w:val="single" w:sz="4" w:space="0" w:color="auto"/>
                  </w:tcBorders>
                </w:tcPr>
                <w:p w14:paraId="69990017" w14:textId="77777777" w:rsidR="003D565B" w:rsidRPr="00DC54C7" w:rsidRDefault="003D565B" w:rsidP="00944826">
                  <w:pPr>
                    <w:jc w:val="right"/>
                    <w:rPr>
                      <w:rFonts w:eastAsia="SimSun"/>
                      <w:sz w:val="21"/>
                      <w:szCs w:val="21"/>
                    </w:rPr>
                  </w:pPr>
                  <w:r w:rsidRPr="00DC54C7">
                    <w:rPr>
                      <w:rFonts w:eastAsia="SimSun"/>
                      <w:sz w:val="21"/>
                      <w:szCs w:val="21"/>
                    </w:rPr>
                    <w:t>20,000</w:t>
                  </w:r>
                </w:p>
              </w:tc>
              <w:tc>
                <w:tcPr>
                  <w:tcW w:w="662" w:type="dxa"/>
                  <w:tcBorders>
                    <w:top w:val="single" w:sz="4" w:space="0" w:color="auto"/>
                    <w:left w:val="single" w:sz="4" w:space="0" w:color="auto"/>
                  </w:tcBorders>
                </w:tcPr>
                <w:p w14:paraId="2DA56A8B" w14:textId="77777777" w:rsidR="003D565B" w:rsidRPr="00DC54C7" w:rsidRDefault="003D565B" w:rsidP="003D565B">
                  <w:pPr>
                    <w:rPr>
                      <w:rFonts w:eastAsia="SimSun"/>
                      <w:sz w:val="21"/>
                      <w:szCs w:val="21"/>
                    </w:rPr>
                  </w:pPr>
                </w:p>
              </w:tc>
              <w:tc>
                <w:tcPr>
                  <w:tcW w:w="662" w:type="dxa"/>
                  <w:tcBorders>
                    <w:top w:val="single" w:sz="4" w:space="0" w:color="auto"/>
                  </w:tcBorders>
                </w:tcPr>
                <w:p w14:paraId="3DF51776" w14:textId="77777777" w:rsidR="003D565B" w:rsidRPr="00DC54C7" w:rsidRDefault="003D565B" w:rsidP="003D565B">
                  <w:pPr>
                    <w:rPr>
                      <w:rFonts w:eastAsia="SimSun"/>
                      <w:sz w:val="21"/>
                      <w:szCs w:val="21"/>
                    </w:rPr>
                  </w:pPr>
                </w:p>
              </w:tc>
            </w:tr>
            <w:tr w:rsidR="003D565B" w:rsidRPr="00DC54C7" w14:paraId="791BBD90" w14:textId="77777777" w:rsidTr="00944826">
              <w:tc>
                <w:tcPr>
                  <w:tcW w:w="863" w:type="dxa"/>
                </w:tcPr>
                <w:p w14:paraId="3ADFAAB3" w14:textId="77777777" w:rsidR="003D565B" w:rsidRPr="00DC54C7" w:rsidRDefault="003D565B" w:rsidP="003D565B">
                  <w:pPr>
                    <w:rPr>
                      <w:rFonts w:eastAsia="SimSun"/>
                      <w:sz w:val="21"/>
                      <w:szCs w:val="21"/>
                    </w:rPr>
                  </w:pPr>
                </w:p>
              </w:tc>
              <w:tc>
                <w:tcPr>
                  <w:tcW w:w="793" w:type="dxa"/>
                  <w:tcBorders>
                    <w:right w:val="single" w:sz="4" w:space="0" w:color="auto"/>
                  </w:tcBorders>
                </w:tcPr>
                <w:p w14:paraId="31A45A0A" w14:textId="77777777" w:rsidR="003D565B" w:rsidRPr="00DC54C7" w:rsidRDefault="003D565B" w:rsidP="00944826">
                  <w:pPr>
                    <w:jc w:val="right"/>
                    <w:rPr>
                      <w:rFonts w:eastAsia="SimSun"/>
                      <w:sz w:val="21"/>
                      <w:szCs w:val="21"/>
                    </w:rPr>
                  </w:pPr>
                </w:p>
              </w:tc>
              <w:tc>
                <w:tcPr>
                  <w:tcW w:w="662" w:type="dxa"/>
                  <w:tcBorders>
                    <w:left w:val="single" w:sz="4" w:space="0" w:color="auto"/>
                  </w:tcBorders>
                </w:tcPr>
                <w:p w14:paraId="091EF047" w14:textId="77777777" w:rsidR="003D565B" w:rsidRPr="00DC54C7" w:rsidRDefault="003D565B" w:rsidP="003D565B">
                  <w:pPr>
                    <w:rPr>
                      <w:rFonts w:eastAsia="SimSun"/>
                      <w:sz w:val="21"/>
                      <w:szCs w:val="21"/>
                    </w:rPr>
                  </w:pPr>
                </w:p>
              </w:tc>
              <w:tc>
                <w:tcPr>
                  <w:tcW w:w="662" w:type="dxa"/>
                </w:tcPr>
                <w:p w14:paraId="02F48194" w14:textId="77777777" w:rsidR="003D565B" w:rsidRPr="00DC54C7" w:rsidRDefault="003D565B" w:rsidP="003D565B">
                  <w:pPr>
                    <w:rPr>
                      <w:rFonts w:eastAsia="SimSun"/>
                      <w:sz w:val="21"/>
                      <w:szCs w:val="21"/>
                    </w:rPr>
                  </w:pPr>
                </w:p>
              </w:tc>
            </w:tr>
            <w:tr w:rsidR="003D565B" w:rsidRPr="00DC54C7" w14:paraId="50D07092" w14:textId="77777777" w:rsidTr="00944826">
              <w:tc>
                <w:tcPr>
                  <w:tcW w:w="863" w:type="dxa"/>
                  <w:tcBorders>
                    <w:top w:val="single" w:sz="4" w:space="0" w:color="auto"/>
                  </w:tcBorders>
                </w:tcPr>
                <w:p w14:paraId="3844435D" w14:textId="77777777" w:rsidR="003D565B" w:rsidRPr="00DC54C7" w:rsidRDefault="003D565B" w:rsidP="003D565B">
                  <w:pPr>
                    <w:rPr>
                      <w:rFonts w:eastAsia="SimSun"/>
                      <w:sz w:val="21"/>
                      <w:szCs w:val="21"/>
                    </w:rPr>
                  </w:pPr>
                  <w:r w:rsidRPr="00DC54C7">
                    <w:rPr>
                      <w:rFonts w:eastAsia="SimSun"/>
                      <w:sz w:val="21"/>
                      <w:szCs w:val="21"/>
                    </w:rPr>
                    <w:t>Adj.</w:t>
                  </w:r>
                </w:p>
              </w:tc>
              <w:tc>
                <w:tcPr>
                  <w:tcW w:w="793" w:type="dxa"/>
                  <w:tcBorders>
                    <w:top w:val="single" w:sz="4" w:space="0" w:color="auto"/>
                    <w:right w:val="single" w:sz="4" w:space="0" w:color="auto"/>
                  </w:tcBorders>
                </w:tcPr>
                <w:p w14:paraId="2DD90F8B" w14:textId="77777777" w:rsidR="003D565B" w:rsidRPr="00DC54C7" w:rsidRDefault="003D565B" w:rsidP="003D565B">
                  <w:pPr>
                    <w:rPr>
                      <w:rFonts w:eastAsia="SimSun"/>
                      <w:sz w:val="21"/>
                      <w:szCs w:val="21"/>
                    </w:rPr>
                  </w:pPr>
                  <w:r w:rsidRPr="00DC54C7">
                    <w:rPr>
                      <w:rFonts w:eastAsia="SimSun"/>
                      <w:sz w:val="21"/>
                      <w:szCs w:val="21"/>
                    </w:rPr>
                    <w:t>20,000</w:t>
                  </w:r>
                </w:p>
              </w:tc>
              <w:tc>
                <w:tcPr>
                  <w:tcW w:w="662" w:type="dxa"/>
                  <w:tcBorders>
                    <w:top w:val="single" w:sz="4" w:space="0" w:color="auto"/>
                    <w:left w:val="single" w:sz="4" w:space="0" w:color="auto"/>
                  </w:tcBorders>
                </w:tcPr>
                <w:p w14:paraId="7B360948" w14:textId="77777777" w:rsidR="003D565B" w:rsidRPr="00DC54C7" w:rsidRDefault="003D565B" w:rsidP="003D565B">
                  <w:pPr>
                    <w:rPr>
                      <w:rFonts w:eastAsia="SimSun"/>
                      <w:sz w:val="21"/>
                      <w:szCs w:val="21"/>
                    </w:rPr>
                  </w:pPr>
                </w:p>
              </w:tc>
              <w:tc>
                <w:tcPr>
                  <w:tcW w:w="662" w:type="dxa"/>
                  <w:tcBorders>
                    <w:top w:val="single" w:sz="4" w:space="0" w:color="auto"/>
                  </w:tcBorders>
                </w:tcPr>
                <w:p w14:paraId="630EFB6D" w14:textId="77777777" w:rsidR="003D565B" w:rsidRPr="00DC54C7" w:rsidRDefault="003D565B" w:rsidP="003D565B">
                  <w:pPr>
                    <w:rPr>
                      <w:rFonts w:eastAsia="SimSun"/>
                      <w:sz w:val="21"/>
                      <w:szCs w:val="21"/>
                    </w:rPr>
                  </w:pPr>
                </w:p>
              </w:tc>
            </w:tr>
          </w:tbl>
          <w:p w14:paraId="677B610F" w14:textId="77777777" w:rsidR="003D565B" w:rsidRPr="00DC54C7" w:rsidRDefault="003D565B" w:rsidP="00944826">
            <w:pPr>
              <w:jc w:val="center"/>
              <w:rPr>
                <w:rFonts w:eastAsia="SimSun"/>
                <w:sz w:val="21"/>
                <w:szCs w:val="21"/>
              </w:rPr>
            </w:pPr>
          </w:p>
          <w:p w14:paraId="03477C5B" w14:textId="77777777" w:rsidR="003D565B" w:rsidRPr="00DC54C7" w:rsidRDefault="003D565B" w:rsidP="00944826">
            <w:pPr>
              <w:jc w:val="center"/>
              <w:rPr>
                <w:rFonts w:eastAsia="SimSun"/>
                <w:sz w:val="21"/>
                <w:szCs w:val="21"/>
              </w:rPr>
            </w:pPr>
            <w:r w:rsidRPr="00DC54C7">
              <w:rPr>
                <w:rFonts w:eastAsia="SimSun"/>
                <w:sz w:val="21"/>
                <w:szCs w:val="21"/>
              </w:rPr>
              <w:t>+ Interest Receivable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31"/>
              <w:gridCol w:w="744"/>
              <w:gridCol w:w="575"/>
              <w:gridCol w:w="576"/>
            </w:tblGrid>
            <w:tr w:rsidR="003D565B" w:rsidRPr="00DC54C7" w14:paraId="236EF06C" w14:textId="77777777" w:rsidTr="00944826">
              <w:tc>
                <w:tcPr>
                  <w:tcW w:w="847" w:type="dxa"/>
                  <w:tcBorders>
                    <w:top w:val="single" w:sz="4" w:space="0" w:color="auto"/>
                  </w:tcBorders>
                </w:tcPr>
                <w:p w14:paraId="687A64DB" w14:textId="77777777" w:rsidR="003D565B" w:rsidRPr="00DC54C7" w:rsidRDefault="003D565B" w:rsidP="003D565B">
                  <w:pPr>
                    <w:rPr>
                      <w:rFonts w:eastAsia="SimSun"/>
                      <w:sz w:val="21"/>
                      <w:szCs w:val="21"/>
                    </w:rPr>
                  </w:pPr>
                  <w:r w:rsidRPr="00DC54C7">
                    <w:rPr>
                      <w:rFonts w:eastAsia="SimSun"/>
                      <w:sz w:val="21"/>
                      <w:szCs w:val="21"/>
                    </w:rPr>
                    <w:t>Unadj.</w:t>
                  </w:r>
                </w:p>
              </w:tc>
              <w:tc>
                <w:tcPr>
                  <w:tcW w:w="760" w:type="dxa"/>
                  <w:tcBorders>
                    <w:top w:val="single" w:sz="4" w:space="0" w:color="auto"/>
                    <w:right w:val="single" w:sz="4" w:space="0" w:color="auto"/>
                  </w:tcBorders>
                </w:tcPr>
                <w:p w14:paraId="3A7C0F6F"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680" w:type="dxa"/>
                  <w:tcBorders>
                    <w:top w:val="single" w:sz="4" w:space="0" w:color="auto"/>
                    <w:left w:val="single" w:sz="4" w:space="0" w:color="auto"/>
                  </w:tcBorders>
                </w:tcPr>
                <w:p w14:paraId="4468F90E" w14:textId="77777777" w:rsidR="003D565B" w:rsidRPr="00DC54C7" w:rsidRDefault="003D565B" w:rsidP="003D565B">
                  <w:pPr>
                    <w:rPr>
                      <w:rFonts w:eastAsia="SimSun"/>
                      <w:sz w:val="21"/>
                      <w:szCs w:val="21"/>
                    </w:rPr>
                  </w:pPr>
                </w:p>
              </w:tc>
              <w:tc>
                <w:tcPr>
                  <w:tcW w:w="681" w:type="dxa"/>
                  <w:tcBorders>
                    <w:top w:val="single" w:sz="4" w:space="0" w:color="auto"/>
                  </w:tcBorders>
                </w:tcPr>
                <w:p w14:paraId="0A275EDD" w14:textId="77777777" w:rsidR="003D565B" w:rsidRPr="00DC54C7" w:rsidRDefault="003D565B" w:rsidP="003D565B">
                  <w:pPr>
                    <w:rPr>
                      <w:rFonts w:eastAsia="SimSun"/>
                      <w:sz w:val="21"/>
                      <w:szCs w:val="21"/>
                    </w:rPr>
                  </w:pPr>
                </w:p>
              </w:tc>
            </w:tr>
            <w:tr w:rsidR="003D565B" w:rsidRPr="00DC54C7" w14:paraId="49B55597" w14:textId="77777777" w:rsidTr="00944826">
              <w:tc>
                <w:tcPr>
                  <w:tcW w:w="847" w:type="dxa"/>
                  <w:tcBorders>
                    <w:bottom w:val="single" w:sz="4" w:space="0" w:color="auto"/>
                  </w:tcBorders>
                </w:tcPr>
                <w:p w14:paraId="720A122F" w14:textId="77777777" w:rsidR="003D565B" w:rsidRPr="00DC54C7" w:rsidRDefault="003D565B" w:rsidP="003D565B">
                  <w:pPr>
                    <w:rPr>
                      <w:rFonts w:eastAsia="SimSun"/>
                      <w:sz w:val="21"/>
                      <w:szCs w:val="21"/>
                    </w:rPr>
                  </w:pPr>
                  <w:r w:rsidRPr="00DC54C7">
                    <w:rPr>
                      <w:rFonts w:eastAsia="SimSun"/>
                      <w:sz w:val="21"/>
                      <w:szCs w:val="21"/>
                    </w:rPr>
                    <w:t>(f)</w:t>
                  </w:r>
                </w:p>
              </w:tc>
              <w:tc>
                <w:tcPr>
                  <w:tcW w:w="760" w:type="dxa"/>
                  <w:tcBorders>
                    <w:bottom w:val="single" w:sz="4" w:space="0" w:color="auto"/>
                    <w:right w:val="single" w:sz="4" w:space="0" w:color="auto"/>
                  </w:tcBorders>
                </w:tcPr>
                <w:p w14:paraId="076882B3"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680" w:type="dxa"/>
                  <w:tcBorders>
                    <w:left w:val="single" w:sz="4" w:space="0" w:color="auto"/>
                    <w:bottom w:val="single" w:sz="4" w:space="0" w:color="auto"/>
                  </w:tcBorders>
                </w:tcPr>
                <w:p w14:paraId="4F6AB69D" w14:textId="77777777" w:rsidR="003D565B" w:rsidRPr="00DC54C7" w:rsidRDefault="003D565B" w:rsidP="003D565B">
                  <w:pPr>
                    <w:rPr>
                      <w:rFonts w:eastAsia="SimSun"/>
                      <w:sz w:val="21"/>
                      <w:szCs w:val="21"/>
                    </w:rPr>
                  </w:pPr>
                </w:p>
              </w:tc>
              <w:tc>
                <w:tcPr>
                  <w:tcW w:w="681" w:type="dxa"/>
                  <w:tcBorders>
                    <w:bottom w:val="single" w:sz="4" w:space="0" w:color="auto"/>
                  </w:tcBorders>
                </w:tcPr>
                <w:p w14:paraId="4BEC779B" w14:textId="77777777" w:rsidR="003D565B" w:rsidRPr="00DC54C7" w:rsidRDefault="003D565B" w:rsidP="003D565B">
                  <w:pPr>
                    <w:rPr>
                      <w:rFonts w:eastAsia="SimSun"/>
                      <w:sz w:val="21"/>
                      <w:szCs w:val="21"/>
                    </w:rPr>
                  </w:pPr>
                </w:p>
              </w:tc>
            </w:tr>
            <w:tr w:rsidR="003D565B" w:rsidRPr="00DC54C7" w14:paraId="04849D24" w14:textId="77777777" w:rsidTr="00944826">
              <w:tc>
                <w:tcPr>
                  <w:tcW w:w="847" w:type="dxa"/>
                  <w:tcBorders>
                    <w:top w:val="single" w:sz="4" w:space="0" w:color="auto"/>
                  </w:tcBorders>
                </w:tcPr>
                <w:p w14:paraId="4CA16B5B" w14:textId="77777777" w:rsidR="003D565B" w:rsidRPr="00DC54C7" w:rsidRDefault="003D565B" w:rsidP="003D565B">
                  <w:pPr>
                    <w:rPr>
                      <w:rFonts w:eastAsia="SimSun"/>
                      <w:sz w:val="21"/>
                      <w:szCs w:val="21"/>
                    </w:rPr>
                  </w:pPr>
                  <w:r w:rsidRPr="00DC54C7">
                    <w:rPr>
                      <w:rFonts w:eastAsia="SimSun"/>
                      <w:sz w:val="21"/>
                      <w:szCs w:val="21"/>
                    </w:rPr>
                    <w:t>Adj.</w:t>
                  </w:r>
                </w:p>
              </w:tc>
              <w:tc>
                <w:tcPr>
                  <w:tcW w:w="760" w:type="dxa"/>
                  <w:tcBorders>
                    <w:top w:val="single" w:sz="4" w:space="0" w:color="auto"/>
                    <w:right w:val="single" w:sz="4" w:space="0" w:color="auto"/>
                  </w:tcBorders>
                </w:tcPr>
                <w:p w14:paraId="67A0524E"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680" w:type="dxa"/>
                  <w:tcBorders>
                    <w:top w:val="single" w:sz="4" w:space="0" w:color="auto"/>
                    <w:left w:val="single" w:sz="4" w:space="0" w:color="auto"/>
                  </w:tcBorders>
                </w:tcPr>
                <w:p w14:paraId="0C8268C9" w14:textId="77777777" w:rsidR="003D565B" w:rsidRPr="00DC54C7" w:rsidRDefault="003D565B" w:rsidP="003D565B">
                  <w:pPr>
                    <w:rPr>
                      <w:rFonts w:eastAsia="SimSun"/>
                      <w:sz w:val="21"/>
                      <w:szCs w:val="21"/>
                    </w:rPr>
                  </w:pPr>
                </w:p>
              </w:tc>
              <w:tc>
                <w:tcPr>
                  <w:tcW w:w="681" w:type="dxa"/>
                  <w:tcBorders>
                    <w:top w:val="single" w:sz="4" w:space="0" w:color="auto"/>
                  </w:tcBorders>
                </w:tcPr>
                <w:p w14:paraId="01FA9076" w14:textId="77777777" w:rsidR="003D565B" w:rsidRPr="00DC54C7" w:rsidRDefault="003D565B" w:rsidP="003D565B">
                  <w:pPr>
                    <w:rPr>
                      <w:rFonts w:eastAsia="SimSun"/>
                      <w:sz w:val="21"/>
                      <w:szCs w:val="21"/>
                    </w:rPr>
                  </w:pPr>
                </w:p>
              </w:tc>
            </w:tr>
          </w:tbl>
          <w:p w14:paraId="6E8D303D" w14:textId="77777777" w:rsidR="003D565B" w:rsidRPr="00DC54C7" w:rsidRDefault="003D565B" w:rsidP="00944826">
            <w:pPr>
              <w:jc w:val="center"/>
              <w:rPr>
                <w:rFonts w:eastAsia="SimSun"/>
                <w:sz w:val="21"/>
                <w:szCs w:val="21"/>
              </w:rPr>
            </w:pPr>
          </w:p>
          <w:p w14:paraId="398093E7" w14:textId="77777777" w:rsidR="003D565B" w:rsidRPr="00DC54C7" w:rsidRDefault="003D565B" w:rsidP="00944826">
            <w:pPr>
              <w:jc w:val="center"/>
              <w:rPr>
                <w:rFonts w:eastAsia="SimSun"/>
                <w:sz w:val="21"/>
                <w:szCs w:val="21"/>
              </w:rPr>
            </w:pPr>
            <w:r w:rsidRPr="00DC54C7">
              <w:rPr>
                <w:rFonts w:eastAsia="SimSun"/>
                <w:sz w:val="21"/>
                <w:szCs w:val="21"/>
              </w:rPr>
              <w:t>+ Property, Plant &amp;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2"/>
              <w:gridCol w:w="794"/>
              <w:gridCol w:w="545"/>
              <w:gridCol w:w="545"/>
            </w:tblGrid>
            <w:tr w:rsidR="003D565B" w:rsidRPr="00DC54C7" w14:paraId="0341C80F" w14:textId="77777777" w:rsidTr="00944826">
              <w:tc>
                <w:tcPr>
                  <w:tcW w:w="863" w:type="dxa"/>
                  <w:tcBorders>
                    <w:top w:val="single" w:sz="4" w:space="0" w:color="auto"/>
                  </w:tcBorders>
                </w:tcPr>
                <w:p w14:paraId="14B6EA4D" w14:textId="77777777" w:rsidR="003D565B" w:rsidRPr="00DC54C7" w:rsidRDefault="003D565B" w:rsidP="003D565B">
                  <w:pPr>
                    <w:rPr>
                      <w:rFonts w:eastAsia="SimSun"/>
                      <w:sz w:val="21"/>
                      <w:szCs w:val="21"/>
                    </w:rPr>
                  </w:pPr>
                  <w:r w:rsidRPr="00DC54C7">
                    <w:rPr>
                      <w:rFonts w:eastAsia="SimSun"/>
                      <w:sz w:val="21"/>
                      <w:szCs w:val="21"/>
                    </w:rPr>
                    <w:t>Unadj.</w:t>
                  </w:r>
                </w:p>
              </w:tc>
              <w:tc>
                <w:tcPr>
                  <w:tcW w:w="793" w:type="dxa"/>
                  <w:tcBorders>
                    <w:top w:val="single" w:sz="4" w:space="0" w:color="auto"/>
                    <w:right w:val="single" w:sz="4" w:space="0" w:color="auto"/>
                  </w:tcBorders>
                </w:tcPr>
                <w:p w14:paraId="4847363B" w14:textId="77777777" w:rsidR="003D565B" w:rsidRPr="00DC54C7" w:rsidRDefault="003D565B" w:rsidP="00944826">
                  <w:pPr>
                    <w:jc w:val="right"/>
                    <w:rPr>
                      <w:rFonts w:eastAsia="SimSun"/>
                      <w:sz w:val="21"/>
                      <w:szCs w:val="21"/>
                    </w:rPr>
                  </w:pPr>
                  <w:r w:rsidRPr="00DC54C7">
                    <w:rPr>
                      <w:rFonts w:eastAsia="SimSun"/>
                      <w:sz w:val="21"/>
                      <w:szCs w:val="21"/>
                    </w:rPr>
                    <w:t>40,000</w:t>
                  </w:r>
                </w:p>
              </w:tc>
              <w:tc>
                <w:tcPr>
                  <w:tcW w:w="662" w:type="dxa"/>
                  <w:tcBorders>
                    <w:top w:val="single" w:sz="4" w:space="0" w:color="auto"/>
                    <w:left w:val="single" w:sz="4" w:space="0" w:color="auto"/>
                  </w:tcBorders>
                </w:tcPr>
                <w:p w14:paraId="6EF8605B" w14:textId="77777777" w:rsidR="003D565B" w:rsidRPr="00DC54C7" w:rsidRDefault="003D565B" w:rsidP="003D565B">
                  <w:pPr>
                    <w:rPr>
                      <w:rFonts w:eastAsia="SimSun"/>
                      <w:sz w:val="21"/>
                      <w:szCs w:val="21"/>
                    </w:rPr>
                  </w:pPr>
                </w:p>
              </w:tc>
              <w:tc>
                <w:tcPr>
                  <w:tcW w:w="662" w:type="dxa"/>
                  <w:tcBorders>
                    <w:top w:val="single" w:sz="4" w:space="0" w:color="auto"/>
                  </w:tcBorders>
                </w:tcPr>
                <w:p w14:paraId="4995649D" w14:textId="77777777" w:rsidR="003D565B" w:rsidRPr="00DC54C7" w:rsidRDefault="003D565B" w:rsidP="003D565B">
                  <w:pPr>
                    <w:rPr>
                      <w:rFonts w:eastAsia="SimSun"/>
                      <w:sz w:val="21"/>
                      <w:szCs w:val="21"/>
                    </w:rPr>
                  </w:pPr>
                </w:p>
              </w:tc>
            </w:tr>
            <w:tr w:rsidR="003D565B" w:rsidRPr="00DC54C7" w14:paraId="16F8D85E" w14:textId="77777777" w:rsidTr="00944826">
              <w:tc>
                <w:tcPr>
                  <w:tcW w:w="863" w:type="dxa"/>
                </w:tcPr>
                <w:p w14:paraId="0DA4A5F1" w14:textId="77777777" w:rsidR="003D565B" w:rsidRPr="00DC54C7" w:rsidRDefault="003D565B" w:rsidP="003D565B">
                  <w:pPr>
                    <w:rPr>
                      <w:rFonts w:eastAsia="SimSun"/>
                      <w:sz w:val="21"/>
                      <w:szCs w:val="21"/>
                    </w:rPr>
                  </w:pPr>
                </w:p>
              </w:tc>
              <w:tc>
                <w:tcPr>
                  <w:tcW w:w="793" w:type="dxa"/>
                  <w:tcBorders>
                    <w:right w:val="single" w:sz="4" w:space="0" w:color="auto"/>
                  </w:tcBorders>
                </w:tcPr>
                <w:p w14:paraId="007ED4C4" w14:textId="77777777" w:rsidR="003D565B" w:rsidRPr="00DC54C7" w:rsidRDefault="003D565B" w:rsidP="00944826">
                  <w:pPr>
                    <w:jc w:val="right"/>
                    <w:rPr>
                      <w:rFonts w:eastAsia="SimSun"/>
                      <w:sz w:val="21"/>
                      <w:szCs w:val="21"/>
                    </w:rPr>
                  </w:pPr>
                </w:p>
              </w:tc>
              <w:tc>
                <w:tcPr>
                  <w:tcW w:w="662" w:type="dxa"/>
                  <w:tcBorders>
                    <w:left w:val="single" w:sz="4" w:space="0" w:color="auto"/>
                  </w:tcBorders>
                </w:tcPr>
                <w:p w14:paraId="1CB50EE4" w14:textId="77777777" w:rsidR="003D565B" w:rsidRPr="00DC54C7" w:rsidRDefault="003D565B" w:rsidP="003D565B">
                  <w:pPr>
                    <w:rPr>
                      <w:rFonts w:eastAsia="SimSun"/>
                      <w:sz w:val="21"/>
                      <w:szCs w:val="21"/>
                    </w:rPr>
                  </w:pPr>
                </w:p>
              </w:tc>
              <w:tc>
                <w:tcPr>
                  <w:tcW w:w="662" w:type="dxa"/>
                </w:tcPr>
                <w:p w14:paraId="6908F055" w14:textId="77777777" w:rsidR="003D565B" w:rsidRPr="00DC54C7" w:rsidRDefault="003D565B" w:rsidP="003D565B">
                  <w:pPr>
                    <w:rPr>
                      <w:rFonts w:eastAsia="SimSun"/>
                      <w:sz w:val="21"/>
                      <w:szCs w:val="21"/>
                    </w:rPr>
                  </w:pPr>
                </w:p>
              </w:tc>
            </w:tr>
            <w:tr w:rsidR="003D565B" w:rsidRPr="00DC54C7" w14:paraId="3A0E0580" w14:textId="77777777" w:rsidTr="00944826">
              <w:tc>
                <w:tcPr>
                  <w:tcW w:w="863" w:type="dxa"/>
                  <w:tcBorders>
                    <w:top w:val="single" w:sz="4" w:space="0" w:color="auto"/>
                    <w:bottom w:val="single" w:sz="4" w:space="0" w:color="auto"/>
                  </w:tcBorders>
                </w:tcPr>
                <w:p w14:paraId="63914418" w14:textId="77777777" w:rsidR="003D565B" w:rsidRPr="00DC54C7" w:rsidRDefault="003D565B" w:rsidP="003D565B">
                  <w:pPr>
                    <w:rPr>
                      <w:rFonts w:eastAsia="SimSun"/>
                      <w:sz w:val="21"/>
                      <w:szCs w:val="21"/>
                    </w:rPr>
                  </w:pPr>
                  <w:r w:rsidRPr="00DC54C7">
                    <w:rPr>
                      <w:rFonts w:eastAsia="SimSun"/>
                      <w:sz w:val="21"/>
                      <w:szCs w:val="21"/>
                    </w:rPr>
                    <w:t>Adj.</w:t>
                  </w:r>
                </w:p>
              </w:tc>
              <w:tc>
                <w:tcPr>
                  <w:tcW w:w="793" w:type="dxa"/>
                  <w:tcBorders>
                    <w:top w:val="single" w:sz="4" w:space="0" w:color="auto"/>
                    <w:bottom w:val="single" w:sz="4" w:space="0" w:color="auto"/>
                    <w:right w:val="single" w:sz="4" w:space="0" w:color="auto"/>
                  </w:tcBorders>
                </w:tcPr>
                <w:p w14:paraId="56EE4487" w14:textId="77777777" w:rsidR="003D565B" w:rsidRPr="00DC54C7" w:rsidRDefault="003D565B" w:rsidP="003D565B">
                  <w:pPr>
                    <w:rPr>
                      <w:rFonts w:eastAsia="SimSun"/>
                      <w:sz w:val="21"/>
                      <w:szCs w:val="21"/>
                    </w:rPr>
                  </w:pPr>
                  <w:r w:rsidRPr="00DC54C7">
                    <w:rPr>
                      <w:rFonts w:eastAsia="SimSun"/>
                      <w:sz w:val="21"/>
                      <w:szCs w:val="21"/>
                    </w:rPr>
                    <w:t>40,000</w:t>
                  </w:r>
                </w:p>
              </w:tc>
              <w:tc>
                <w:tcPr>
                  <w:tcW w:w="662" w:type="dxa"/>
                  <w:tcBorders>
                    <w:top w:val="single" w:sz="4" w:space="0" w:color="auto"/>
                    <w:left w:val="single" w:sz="4" w:space="0" w:color="auto"/>
                    <w:bottom w:val="single" w:sz="4" w:space="0" w:color="auto"/>
                  </w:tcBorders>
                </w:tcPr>
                <w:p w14:paraId="0DC7D9E5" w14:textId="77777777" w:rsidR="003D565B" w:rsidRPr="00DC54C7" w:rsidRDefault="003D565B" w:rsidP="003D565B">
                  <w:pPr>
                    <w:rPr>
                      <w:rFonts w:eastAsia="SimSun"/>
                      <w:sz w:val="21"/>
                      <w:szCs w:val="21"/>
                    </w:rPr>
                  </w:pPr>
                </w:p>
              </w:tc>
              <w:tc>
                <w:tcPr>
                  <w:tcW w:w="662" w:type="dxa"/>
                  <w:tcBorders>
                    <w:top w:val="single" w:sz="4" w:space="0" w:color="auto"/>
                    <w:bottom w:val="single" w:sz="4" w:space="0" w:color="auto"/>
                  </w:tcBorders>
                </w:tcPr>
                <w:p w14:paraId="46FEDA6B" w14:textId="77777777" w:rsidR="003D565B" w:rsidRPr="00DC54C7" w:rsidRDefault="003D565B" w:rsidP="003D565B">
                  <w:pPr>
                    <w:rPr>
                      <w:rFonts w:eastAsia="SimSun"/>
                      <w:sz w:val="21"/>
                      <w:szCs w:val="21"/>
                    </w:rPr>
                  </w:pPr>
                </w:p>
              </w:tc>
            </w:tr>
          </w:tbl>
          <w:p w14:paraId="46F5D60B" w14:textId="77777777" w:rsidR="003D565B" w:rsidRPr="00DC54C7" w:rsidRDefault="003D565B" w:rsidP="00944826">
            <w:pPr>
              <w:tabs>
                <w:tab w:val="left" w:pos="944"/>
                <w:tab w:val="left" w:pos="1826"/>
                <w:tab w:val="left" w:pos="2223"/>
              </w:tabs>
              <w:rPr>
                <w:rFonts w:eastAsia="SimSun"/>
                <w:sz w:val="21"/>
                <w:szCs w:val="21"/>
              </w:rPr>
            </w:pPr>
          </w:p>
          <w:p w14:paraId="602135F7"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Accumulated </w:t>
            </w:r>
            <w:r w:rsidR="00F01DA3" w:rsidRPr="00DC54C7">
              <w:rPr>
                <w:rFonts w:eastAsia="SimSun"/>
                <w:szCs w:val="22"/>
              </w:rPr>
              <w:t>Depr</w:t>
            </w:r>
            <w:r w:rsidR="00F01DA3">
              <w:rPr>
                <w:rFonts w:eastAsia="SimSun"/>
                <w:szCs w:val="22"/>
              </w:rPr>
              <w:t>eciation</w:t>
            </w:r>
            <w:r w:rsidR="003D565B" w:rsidRPr="00DC54C7">
              <w:rPr>
                <w:rFonts w:eastAsia="SimSun"/>
                <w:sz w:val="21"/>
                <w:szCs w:val="21"/>
              </w:rPr>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51"/>
              <w:gridCol w:w="604"/>
              <w:gridCol w:w="689"/>
              <w:gridCol w:w="782"/>
            </w:tblGrid>
            <w:tr w:rsidR="003D565B" w:rsidRPr="00DC54C7" w14:paraId="7110CAD0" w14:textId="77777777" w:rsidTr="00944826">
              <w:tc>
                <w:tcPr>
                  <w:tcW w:w="863" w:type="dxa"/>
                  <w:tcBorders>
                    <w:top w:val="single" w:sz="4" w:space="0" w:color="auto"/>
                  </w:tcBorders>
                </w:tcPr>
                <w:p w14:paraId="752039FE" w14:textId="77777777" w:rsidR="003D565B" w:rsidRPr="00DC54C7" w:rsidRDefault="003D565B" w:rsidP="003D565B">
                  <w:pPr>
                    <w:rPr>
                      <w:rFonts w:eastAsia="SimSun"/>
                      <w:sz w:val="21"/>
                      <w:szCs w:val="21"/>
                    </w:rPr>
                  </w:pPr>
                </w:p>
              </w:tc>
              <w:tc>
                <w:tcPr>
                  <w:tcW w:w="793" w:type="dxa"/>
                  <w:tcBorders>
                    <w:top w:val="single" w:sz="4" w:space="0" w:color="auto"/>
                    <w:right w:val="single" w:sz="4" w:space="0" w:color="auto"/>
                  </w:tcBorders>
                </w:tcPr>
                <w:p w14:paraId="705DA960" w14:textId="77777777" w:rsidR="003D565B" w:rsidRPr="00DC54C7" w:rsidRDefault="003D565B" w:rsidP="00944826">
                  <w:pPr>
                    <w:jc w:val="right"/>
                    <w:rPr>
                      <w:rFonts w:eastAsia="SimSun"/>
                      <w:sz w:val="21"/>
                      <w:szCs w:val="21"/>
                    </w:rPr>
                  </w:pPr>
                </w:p>
              </w:tc>
              <w:tc>
                <w:tcPr>
                  <w:tcW w:w="662" w:type="dxa"/>
                  <w:tcBorders>
                    <w:top w:val="single" w:sz="4" w:space="0" w:color="auto"/>
                    <w:left w:val="single" w:sz="4" w:space="0" w:color="auto"/>
                  </w:tcBorders>
                </w:tcPr>
                <w:p w14:paraId="5437BB7D"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662" w:type="dxa"/>
                  <w:tcBorders>
                    <w:top w:val="single" w:sz="4" w:space="0" w:color="auto"/>
                  </w:tcBorders>
                </w:tcPr>
                <w:p w14:paraId="79208EBC"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009B0711" w14:textId="77777777" w:rsidTr="00944826">
              <w:tc>
                <w:tcPr>
                  <w:tcW w:w="863" w:type="dxa"/>
                  <w:tcBorders>
                    <w:bottom w:val="single" w:sz="4" w:space="0" w:color="auto"/>
                  </w:tcBorders>
                </w:tcPr>
                <w:p w14:paraId="2C418BF8" w14:textId="77777777" w:rsidR="003D565B" w:rsidRPr="00DC54C7" w:rsidRDefault="003D565B" w:rsidP="003D565B">
                  <w:pPr>
                    <w:rPr>
                      <w:rFonts w:eastAsia="SimSun"/>
                      <w:sz w:val="21"/>
                      <w:szCs w:val="21"/>
                    </w:rPr>
                  </w:pPr>
                </w:p>
              </w:tc>
              <w:tc>
                <w:tcPr>
                  <w:tcW w:w="793" w:type="dxa"/>
                  <w:tcBorders>
                    <w:bottom w:val="single" w:sz="4" w:space="0" w:color="auto"/>
                    <w:right w:val="single" w:sz="4" w:space="0" w:color="auto"/>
                  </w:tcBorders>
                </w:tcPr>
                <w:p w14:paraId="69A36D0D" w14:textId="77777777" w:rsidR="003D565B" w:rsidRPr="00DC54C7" w:rsidRDefault="003D565B" w:rsidP="00944826">
                  <w:pPr>
                    <w:jc w:val="right"/>
                    <w:rPr>
                      <w:rFonts w:eastAsia="SimSun"/>
                      <w:sz w:val="21"/>
                      <w:szCs w:val="21"/>
                    </w:rPr>
                  </w:pPr>
                </w:p>
              </w:tc>
              <w:tc>
                <w:tcPr>
                  <w:tcW w:w="662" w:type="dxa"/>
                  <w:tcBorders>
                    <w:left w:val="single" w:sz="4" w:space="0" w:color="auto"/>
                    <w:bottom w:val="single" w:sz="4" w:space="0" w:color="auto"/>
                  </w:tcBorders>
                </w:tcPr>
                <w:p w14:paraId="3D9B8242" w14:textId="77777777" w:rsidR="003D565B" w:rsidRPr="00DC54C7" w:rsidRDefault="003D565B" w:rsidP="00944826">
                  <w:pPr>
                    <w:jc w:val="right"/>
                    <w:rPr>
                      <w:rFonts w:eastAsia="SimSun"/>
                      <w:sz w:val="21"/>
                      <w:szCs w:val="21"/>
                    </w:rPr>
                  </w:pPr>
                  <w:r w:rsidRPr="00DC54C7">
                    <w:rPr>
                      <w:rFonts w:eastAsia="SimSun"/>
                      <w:sz w:val="21"/>
                      <w:szCs w:val="21"/>
                    </w:rPr>
                    <w:t>2,000</w:t>
                  </w:r>
                </w:p>
              </w:tc>
              <w:tc>
                <w:tcPr>
                  <w:tcW w:w="662" w:type="dxa"/>
                  <w:tcBorders>
                    <w:bottom w:val="single" w:sz="4" w:space="0" w:color="auto"/>
                  </w:tcBorders>
                </w:tcPr>
                <w:p w14:paraId="11E10575" w14:textId="77777777" w:rsidR="003D565B" w:rsidRPr="00DC54C7" w:rsidRDefault="003D565B" w:rsidP="003D565B">
                  <w:pPr>
                    <w:rPr>
                      <w:rFonts w:eastAsia="SimSun"/>
                      <w:sz w:val="21"/>
                      <w:szCs w:val="21"/>
                    </w:rPr>
                  </w:pPr>
                  <w:r w:rsidRPr="00DC54C7">
                    <w:rPr>
                      <w:rFonts w:eastAsia="SimSun"/>
                      <w:sz w:val="21"/>
                      <w:szCs w:val="21"/>
                    </w:rPr>
                    <w:t>(d)</w:t>
                  </w:r>
                </w:p>
              </w:tc>
            </w:tr>
            <w:tr w:rsidR="003D565B" w:rsidRPr="00DC54C7" w14:paraId="688FF11C" w14:textId="77777777" w:rsidTr="00944826">
              <w:tc>
                <w:tcPr>
                  <w:tcW w:w="863" w:type="dxa"/>
                  <w:tcBorders>
                    <w:top w:val="single" w:sz="4" w:space="0" w:color="auto"/>
                  </w:tcBorders>
                </w:tcPr>
                <w:p w14:paraId="566AB512" w14:textId="77777777" w:rsidR="003D565B" w:rsidRPr="00DC54C7" w:rsidRDefault="003D565B" w:rsidP="003D565B">
                  <w:pPr>
                    <w:rPr>
                      <w:rFonts w:eastAsia="SimSun"/>
                      <w:sz w:val="21"/>
                      <w:szCs w:val="21"/>
                    </w:rPr>
                  </w:pPr>
                </w:p>
              </w:tc>
              <w:tc>
                <w:tcPr>
                  <w:tcW w:w="793" w:type="dxa"/>
                  <w:tcBorders>
                    <w:top w:val="single" w:sz="4" w:space="0" w:color="auto"/>
                    <w:right w:val="single" w:sz="4" w:space="0" w:color="auto"/>
                  </w:tcBorders>
                </w:tcPr>
                <w:p w14:paraId="56B15F96" w14:textId="77777777" w:rsidR="003D565B" w:rsidRPr="00DC54C7" w:rsidRDefault="003D565B" w:rsidP="003D565B">
                  <w:pPr>
                    <w:rPr>
                      <w:rFonts w:eastAsia="SimSun"/>
                      <w:sz w:val="21"/>
                      <w:szCs w:val="21"/>
                    </w:rPr>
                  </w:pPr>
                </w:p>
              </w:tc>
              <w:tc>
                <w:tcPr>
                  <w:tcW w:w="662" w:type="dxa"/>
                  <w:tcBorders>
                    <w:top w:val="single" w:sz="4" w:space="0" w:color="auto"/>
                    <w:left w:val="single" w:sz="4" w:space="0" w:color="auto"/>
                  </w:tcBorders>
                </w:tcPr>
                <w:p w14:paraId="6DACDFF2" w14:textId="77777777" w:rsidR="003D565B" w:rsidRPr="00DC54C7" w:rsidRDefault="003D565B" w:rsidP="003D565B">
                  <w:pPr>
                    <w:rPr>
                      <w:rFonts w:eastAsia="SimSun"/>
                      <w:sz w:val="21"/>
                      <w:szCs w:val="21"/>
                    </w:rPr>
                  </w:pPr>
                  <w:r w:rsidRPr="00DC54C7">
                    <w:rPr>
                      <w:rFonts w:eastAsia="SimSun"/>
                      <w:sz w:val="21"/>
                      <w:szCs w:val="21"/>
                    </w:rPr>
                    <w:t>2,000</w:t>
                  </w:r>
                </w:p>
              </w:tc>
              <w:tc>
                <w:tcPr>
                  <w:tcW w:w="662" w:type="dxa"/>
                  <w:tcBorders>
                    <w:top w:val="single" w:sz="4" w:space="0" w:color="auto"/>
                  </w:tcBorders>
                </w:tcPr>
                <w:p w14:paraId="1C183AAE" w14:textId="77777777" w:rsidR="003D565B" w:rsidRPr="00DC54C7" w:rsidRDefault="003D565B" w:rsidP="003D565B">
                  <w:pPr>
                    <w:rPr>
                      <w:rFonts w:eastAsia="SimSun"/>
                      <w:sz w:val="21"/>
                      <w:szCs w:val="21"/>
                    </w:rPr>
                  </w:pPr>
                </w:p>
              </w:tc>
            </w:tr>
          </w:tbl>
          <w:p w14:paraId="7521BF72" w14:textId="77777777" w:rsidR="003D565B" w:rsidRPr="00DC54C7" w:rsidRDefault="003D565B" w:rsidP="003D565B">
            <w:pPr>
              <w:rPr>
                <w:rFonts w:eastAsia="SimSun"/>
                <w:sz w:val="21"/>
                <w:szCs w:val="21"/>
              </w:rPr>
            </w:pPr>
          </w:p>
        </w:tc>
        <w:tc>
          <w:tcPr>
            <w:tcW w:w="2638" w:type="dxa"/>
          </w:tcPr>
          <w:p w14:paraId="2ABA776B"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72"/>
              <w:gridCol w:w="613"/>
              <w:gridCol w:w="613"/>
              <w:gridCol w:w="863"/>
            </w:tblGrid>
            <w:tr w:rsidR="003D565B" w:rsidRPr="00DC54C7" w14:paraId="76325024" w14:textId="77777777" w:rsidTr="00944826">
              <w:tc>
                <w:tcPr>
                  <w:tcW w:w="572" w:type="dxa"/>
                  <w:tcBorders>
                    <w:top w:val="single" w:sz="4" w:space="0" w:color="auto"/>
                  </w:tcBorders>
                </w:tcPr>
                <w:p w14:paraId="4E841937" w14:textId="77777777" w:rsidR="003D565B" w:rsidRPr="00DC54C7" w:rsidRDefault="003D565B" w:rsidP="003D565B">
                  <w:pPr>
                    <w:rPr>
                      <w:rFonts w:eastAsia="SimSun"/>
                      <w:sz w:val="21"/>
                      <w:szCs w:val="21"/>
                    </w:rPr>
                  </w:pPr>
                </w:p>
              </w:tc>
              <w:tc>
                <w:tcPr>
                  <w:tcW w:w="613" w:type="dxa"/>
                  <w:tcBorders>
                    <w:top w:val="single" w:sz="4" w:space="0" w:color="auto"/>
                    <w:right w:val="single" w:sz="4" w:space="0" w:color="auto"/>
                  </w:tcBorders>
                </w:tcPr>
                <w:p w14:paraId="3CC8288D" w14:textId="77777777" w:rsidR="003D565B" w:rsidRPr="00DC54C7" w:rsidRDefault="003D565B" w:rsidP="003D565B">
                  <w:pPr>
                    <w:rPr>
                      <w:rFonts w:eastAsia="SimSun"/>
                      <w:sz w:val="21"/>
                      <w:szCs w:val="21"/>
                    </w:rPr>
                  </w:pPr>
                </w:p>
              </w:tc>
              <w:tc>
                <w:tcPr>
                  <w:tcW w:w="613" w:type="dxa"/>
                  <w:tcBorders>
                    <w:top w:val="single" w:sz="4" w:space="0" w:color="auto"/>
                    <w:left w:val="single" w:sz="4" w:space="0" w:color="auto"/>
                  </w:tcBorders>
                </w:tcPr>
                <w:p w14:paraId="65C86D55" w14:textId="77777777" w:rsidR="003D565B" w:rsidRPr="00DC54C7" w:rsidRDefault="003D565B" w:rsidP="00944826">
                  <w:pPr>
                    <w:jc w:val="right"/>
                    <w:rPr>
                      <w:rFonts w:eastAsia="SimSun"/>
                      <w:sz w:val="21"/>
                      <w:szCs w:val="21"/>
                    </w:rPr>
                  </w:pPr>
                  <w:r w:rsidRPr="00DC54C7">
                    <w:rPr>
                      <w:rFonts w:eastAsia="SimSun"/>
                      <w:sz w:val="21"/>
                      <w:szCs w:val="21"/>
                    </w:rPr>
                    <w:t>250</w:t>
                  </w:r>
                </w:p>
              </w:tc>
              <w:tc>
                <w:tcPr>
                  <w:tcW w:w="863" w:type="dxa"/>
                  <w:tcBorders>
                    <w:top w:val="single" w:sz="4" w:space="0" w:color="auto"/>
                  </w:tcBorders>
                </w:tcPr>
                <w:p w14:paraId="551733FD"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2E1E12B9" w14:textId="77777777" w:rsidTr="00944826">
              <w:tc>
                <w:tcPr>
                  <w:tcW w:w="572" w:type="dxa"/>
                  <w:tcBorders>
                    <w:bottom w:val="single" w:sz="4" w:space="0" w:color="auto"/>
                  </w:tcBorders>
                </w:tcPr>
                <w:p w14:paraId="0339701D" w14:textId="77777777" w:rsidR="003D565B" w:rsidRPr="00DC54C7" w:rsidRDefault="003D565B" w:rsidP="003D565B">
                  <w:pPr>
                    <w:rPr>
                      <w:rFonts w:eastAsia="SimSun"/>
                      <w:sz w:val="21"/>
                      <w:szCs w:val="21"/>
                    </w:rPr>
                  </w:pPr>
                </w:p>
              </w:tc>
              <w:tc>
                <w:tcPr>
                  <w:tcW w:w="613" w:type="dxa"/>
                  <w:tcBorders>
                    <w:bottom w:val="single" w:sz="4" w:space="0" w:color="auto"/>
                    <w:right w:val="single" w:sz="4" w:space="0" w:color="auto"/>
                  </w:tcBorders>
                </w:tcPr>
                <w:p w14:paraId="4D8EC5E7" w14:textId="77777777" w:rsidR="003D565B" w:rsidRPr="00DC54C7" w:rsidRDefault="003D565B" w:rsidP="003D565B">
                  <w:pPr>
                    <w:rPr>
                      <w:rFonts w:eastAsia="SimSun"/>
                      <w:sz w:val="21"/>
                      <w:szCs w:val="21"/>
                    </w:rPr>
                  </w:pPr>
                </w:p>
              </w:tc>
              <w:tc>
                <w:tcPr>
                  <w:tcW w:w="613" w:type="dxa"/>
                  <w:tcBorders>
                    <w:left w:val="single" w:sz="4" w:space="0" w:color="auto"/>
                    <w:bottom w:val="single" w:sz="4" w:space="0" w:color="auto"/>
                  </w:tcBorders>
                </w:tcPr>
                <w:p w14:paraId="794AFFB1" w14:textId="77777777" w:rsidR="003D565B" w:rsidRPr="00DC54C7" w:rsidRDefault="003D565B" w:rsidP="00944826">
                  <w:pPr>
                    <w:jc w:val="right"/>
                    <w:rPr>
                      <w:rFonts w:eastAsia="SimSun"/>
                      <w:sz w:val="21"/>
                      <w:szCs w:val="21"/>
                    </w:rPr>
                  </w:pPr>
                </w:p>
              </w:tc>
              <w:tc>
                <w:tcPr>
                  <w:tcW w:w="863" w:type="dxa"/>
                  <w:tcBorders>
                    <w:bottom w:val="single" w:sz="4" w:space="0" w:color="auto"/>
                  </w:tcBorders>
                </w:tcPr>
                <w:p w14:paraId="4D4012CD" w14:textId="77777777" w:rsidR="003D565B" w:rsidRPr="00DC54C7" w:rsidRDefault="003D565B" w:rsidP="003D565B">
                  <w:pPr>
                    <w:rPr>
                      <w:rFonts w:eastAsia="SimSun"/>
                      <w:sz w:val="21"/>
                      <w:szCs w:val="21"/>
                    </w:rPr>
                  </w:pPr>
                </w:p>
              </w:tc>
            </w:tr>
            <w:tr w:rsidR="003D565B" w:rsidRPr="00DC54C7" w14:paraId="0745770C" w14:textId="77777777" w:rsidTr="00944826">
              <w:tc>
                <w:tcPr>
                  <w:tcW w:w="572" w:type="dxa"/>
                  <w:tcBorders>
                    <w:top w:val="single" w:sz="4" w:space="0" w:color="auto"/>
                  </w:tcBorders>
                </w:tcPr>
                <w:p w14:paraId="52C10B4A" w14:textId="77777777" w:rsidR="003D565B" w:rsidRPr="00DC54C7" w:rsidRDefault="003D565B" w:rsidP="003D565B">
                  <w:pPr>
                    <w:rPr>
                      <w:rFonts w:eastAsia="SimSun"/>
                      <w:sz w:val="21"/>
                      <w:szCs w:val="21"/>
                    </w:rPr>
                  </w:pPr>
                </w:p>
              </w:tc>
              <w:tc>
                <w:tcPr>
                  <w:tcW w:w="613" w:type="dxa"/>
                  <w:tcBorders>
                    <w:top w:val="single" w:sz="4" w:space="0" w:color="auto"/>
                    <w:right w:val="single" w:sz="4" w:space="0" w:color="auto"/>
                  </w:tcBorders>
                </w:tcPr>
                <w:p w14:paraId="52DAE5AE" w14:textId="77777777" w:rsidR="003D565B" w:rsidRPr="00DC54C7" w:rsidRDefault="003D565B" w:rsidP="003D565B">
                  <w:pPr>
                    <w:rPr>
                      <w:rFonts w:eastAsia="SimSun"/>
                      <w:sz w:val="21"/>
                      <w:szCs w:val="21"/>
                    </w:rPr>
                  </w:pPr>
                </w:p>
              </w:tc>
              <w:tc>
                <w:tcPr>
                  <w:tcW w:w="613" w:type="dxa"/>
                  <w:tcBorders>
                    <w:top w:val="single" w:sz="4" w:space="0" w:color="auto"/>
                    <w:left w:val="single" w:sz="4" w:space="0" w:color="auto"/>
                  </w:tcBorders>
                </w:tcPr>
                <w:p w14:paraId="32AA2F36" w14:textId="77777777" w:rsidR="003D565B" w:rsidRPr="00DC54C7" w:rsidRDefault="003D565B" w:rsidP="00944826">
                  <w:pPr>
                    <w:jc w:val="right"/>
                    <w:rPr>
                      <w:rFonts w:eastAsia="SimSun"/>
                      <w:sz w:val="21"/>
                      <w:szCs w:val="21"/>
                    </w:rPr>
                  </w:pPr>
                  <w:r w:rsidRPr="00DC54C7">
                    <w:rPr>
                      <w:rFonts w:eastAsia="SimSun"/>
                      <w:sz w:val="21"/>
                      <w:szCs w:val="21"/>
                    </w:rPr>
                    <w:t>250</w:t>
                  </w:r>
                </w:p>
              </w:tc>
              <w:tc>
                <w:tcPr>
                  <w:tcW w:w="863" w:type="dxa"/>
                  <w:tcBorders>
                    <w:top w:val="single" w:sz="4" w:space="0" w:color="auto"/>
                  </w:tcBorders>
                </w:tcPr>
                <w:p w14:paraId="45E1ECC7" w14:textId="77777777" w:rsidR="003D565B" w:rsidRPr="00DC54C7" w:rsidRDefault="003D565B" w:rsidP="003D565B">
                  <w:pPr>
                    <w:rPr>
                      <w:rFonts w:eastAsia="SimSun"/>
                      <w:sz w:val="21"/>
                      <w:szCs w:val="21"/>
                    </w:rPr>
                  </w:pPr>
                  <w:r w:rsidRPr="00DC54C7">
                    <w:rPr>
                      <w:rFonts w:eastAsia="SimSun"/>
                      <w:sz w:val="21"/>
                      <w:szCs w:val="21"/>
                    </w:rPr>
                    <w:t>Adj.</w:t>
                  </w:r>
                </w:p>
              </w:tc>
            </w:tr>
          </w:tbl>
          <w:p w14:paraId="0EF4B84A" w14:textId="77777777" w:rsidR="003D565B" w:rsidRPr="00DC54C7" w:rsidRDefault="003D565B" w:rsidP="003D565B">
            <w:pPr>
              <w:rPr>
                <w:rFonts w:eastAsia="SimSun"/>
                <w:sz w:val="21"/>
                <w:szCs w:val="21"/>
              </w:rPr>
            </w:pPr>
          </w:p>
          <w:p w14:paraId="5D4EB9CF"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Dividend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72"/>
              <w:gridCol w:w="613"/>
              <w:gridCol w:w="613"/>
              <w:gridCol w:w="863"/>
            </w:tblGrid>
            <w:tr w:rsidR="003D565B" w:rsidRPr="00DC54C7" w14:paraId="39F3A1E5" w14:textId="77777777" w:rsidTr="00944826">
              <w:tc>
                <w:tcPr>
                  <w:tcW w:w="572" w:type="dxa"/>
                  <w:tcBorders>
                    <w:top w:val="single" w:sz="4" w:space="0" w:color="auto"/>
                  </w:tcBorders>
                </w:tcPr>
                <w:p w14:paraId="303B2C9E" w14:textId="77777777" w:rsidR="003D565B" w:rsidRPr="00DC54C7" w:rsidRDefault="003D565B" w:rsidP="003D565B">
                  <w:pPr>
                    <w:rPr>
                      <w:rFonts w:eastAsia="SimSun"/>
                      <w:sz w:val="21"/>
                      <w:szCs w:val="21"/>
                    </w:rPr>
                  </w:pPr>
                </w:p>
              </w:tc>
              <w:tc>
                <w:tcPr>
                  <w:tcW w:w="613" w:type="dxa"/>
                  <w:tcBorders>
                    <w:top w:val="single" w:sz="4" w:space="0" w:color="auto"/>
                    <w:right w:val="single" w:sz="4" w:space="0" w:color="auto"/>
                  </w:tcBorders>
                </w:tcPr>
                <w:p w14:paraId="692B6AE2" w14:textId="77777777" w:rsidR="003D565B" w:rsidRPr="00DC54C7" w:rsidRDefault="003D565B" w:rsidP="003D565B">
                  <w:pPr>
                    <w:rPr>
                      <w:rFonts w:eastAsia="SimSun"/>
                      <w:sz w:val="21"/>
                      <w:szCs w:val="21"/>
                    </w:rPr>
                  </w:pPr>
                </w:p>
              </w:tc>
              <w:tc>
                <w:tcPr>
                  <w:tcW w:w="613" w:type="dxa"/>
                  <w:tcBorders>
                    <w:top w:val="single" w:sz="4" w:space="0" w:color="auto"/>
                    <w:left w:val="single" w:sz="4" w:space="0" w:color="auto"/>
                  </w:tcBorders>
                </w:tcPr>
                <w:p w14:paraId="41B056DD"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863" w:type="dxa"/>
                  <w:tcBorders>
                    <w:top w:val="single" w:sz="4" w:space="0" w:color="auto"/>
                  </w:tcBorders>
                </w:tcPr>
                <w:p w14:paraId="2501324E"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5E69097E" w14:textId="77777777" w:rsidTr="00944826">
              <w:tc>
                <w:tcPr>
                  <w:tcW w:w="572" w:type="dxa"/>
                  <w:tcBorders>
                    <w:bottom w:val="single" w:sz="4" w:space="0" w:color="auto"/>
                  </w:tcBorders>
                </w:tcPr>
                <w:p w14:paraId="52969393" w14:textId="77777777" w:rsidR="003D565B" w:rsidRPr="00DC54C7" w:rsidRDefault="003D565B" w:rsidP="003D565B">
                  <w:pPr>
                    <w:rPr>
                      <w:rFonts w:eastAsia="SimSun"/>
                      <w:sz w:val="21"/>
                      <w:szCs w:val="21"/>
                    </w:rPr>
                  </w:pPr>
                </w:p>
              </w:tc>
              <w:tc>
                <w:tcPr>
                  <w:tcW w:w="613" w:type="dxa"/>
                  <w:tcBorders>
                    <w:bottom w:val="single" w:sz="4" w:space="0" w:color="auto"/>
                    <w:right w:val="single" w:sz="4" w:space="0" w:color="auto"/>
                  </w:tcBorders>
                </w:tcPr>
                <w:p w14:paraId="75A84FE2" w14:textId="77777777" w:rsidR="003D565B" w:rsidRPr="00DC54C7" w:rsidRDefault="003D565B" w:rsidP="003D565B">
                  <w:pPr>
                    <w:rPr>
                      <w:rFonts w:eastAsia="SimSun"/>
                      <w:sz w:val="21"/>
                      <w:szCs w:val="21"/>
                    </w:rPr>
                  </w:pPr>
                </w:p>
              </w:tc>
              <w:tc>
                <w:tcPr>
                  <w:tcW w:w="613" w:type="dxa"/>
                  <w:tcBorders>
                    <w:left w:val="single" w:sz="4" w:space="0" w:color="auto"/>
                    <w:bottom w:val="single" w:sz="4" w:space="0" w:color="auto"/>
                  </w:tcBorders>
                </w:tcPr>
                <w:p w14:paraId="550D7701"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863" w:type="dxa"/>
                  <w:tcBorders>
                    <w:bottom w:val="single" w:sz="4" w:space="0" w:color="auto"/>
                  </w:tcBorders>
                </w:tcPr>
                <w:p w14:paraId="009B3C68" w14:textId="77777777" w:rsidR="003D565B" w:rsidRPr="00DC54C7" w:rsidRDefault="003D565B" w:rsidP="003D565B">
                  <w:pPr>
                    <w:rPr>
                      <w:rFonts w:eastAsia="SimSun"/>
                      <w:sz w:val="21"/>
                      <w:szCs w:val="21"/>
                    </w:rPr>
                  </w:pPr>
                  <w:r w:rsidRPr="00DC54C7">
                    <w:rPr>
                      <w:rFonts w:eastAsia="SimSun"/>
                      <w:sz w:val="21"/>
                      <w:szCs w:val="21"/>
                    </w:rPr>
                    <w:t>(i)</w:t>
                  </w:r>
                </w:p>
              </w:tc>
            </w:tr>
            <w:tr w:rsidR="003D565B" w:rsidRPr="00DC54C7" w14:paraId="25486BB6" w14:textId="77777777" w:rsidTr="00944826">
              <w:tc>
                <w:tcPr>
                  <w:tcW w:w="572" w:type="dxa"/>
                  <w:tcBorders>
                    <w:top w:val="single" w:sz="4" w:space="0" w:color="auto"/>
                  </w:tcBorders>
                </w:tcPr>
                <w:p w14:paraId="7E9E0AF3" w14:textId="77777777" w:rsidR="003D565B" w:rsidRPr="00DC54C7" w:rsidRDefault="003D565B" w:rsidP="003D565B">
                  <w:pPr>
                    <w:rPr>
                      <w:rFonts w:eastAsia="SimSun"/>
                      <w:sz w:val="21"/>
                      <w:szCs w:val="21"/>
                    </w:rPr>
                  </w:pPr>
                </w:p>
              </w:tc>
              <w:tc>
                <w:tcPr>
                  <w:tcW w:w="613" w:type="dxa"/>
                  <w:tcBorders>
                    <w:top w:val="single" w:sz="4" w:space="0" w:color="auto"/>
                    <w:right w:val="single" w:sz="4" w:space="0" w:color="auto"/>
                  </w:tcBorders>
                </w:tcPr>
                <w:p w14:paraId="10171254" w14:textId="77777777" w:rsidR="003D565B" w:rsidRPr="00DC54C7" w:rsidRDefault="003D565B" w:rsidP="003D565B">
                  <w:pPr>
                    <w:rPr>
                      <w:rFonts w:eastAsia="SimSun"/>
                      <w:sz w:val="21"/>
                      <w:szCs w:val="21"/>
                    </w:rPr>
                  </w:pPr>
                </w:p>
              </w:tc>
              <w:tc>
                <w:tcPr>
                  <w:tcW w:w="613" w:type="dxa"/>
                  <w:tcBorders>
                    <w:top w:val="single" w:sz="4" w:space="0" w:color="auto"/>
                    <w:left w:val="single" w:sz="4" w:space="0" w:color="auto"/>
                  </w:tcBorders>
                </w:tcPr>
                <w:p w14:paraId="6026D257"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863" w:type="dxa"/>
                  <w:tcBorders>
                    <w:top w:val="single" w:sz="4" w:space="0" w:color="auto"/>
                  </w:tcBorders>
                </w:tcPr>
                <w:p w14:paraId="4C604BCA" w14:textId="77777777" w:rsidR="003D565B" w:rsidRPr="00DC54C7" w:rsidRDefault="003D565B" w:rsidP="003D565B">
                  <w:pPr>
                    <w:rPr>
                      <w:rFonts w:eastAsia="SimSun"/>
                      <w:sz w:val="21"/>
                      <w:szCs w:val="21"/>
                    </w:rPr>
                  </w:pPr>
                  <w:r w:rsidRPr="00DC54C7">
                    <w:rPr>
                      <w:rFonts w:eastAsia="SimSun"/>
                      <w:sz w:val="21"/>
                      <w:szCs w:val="21"/>
                    </w:rPr>
                    <w:t>Adj.</w:t>
                  </w:r>
                </w:p>
              </w:tc>
            </w:tr>
          </w:tbl>
          <w:p w14:paraId="6658EB19" w14:textId="77777777" w:rsidR="003D565B" w:rsidRPr="00DC54C7" w:rsidRDefault="003D565B" w:rsidP="003D565B">
            <w:pPr>
              <w:rPr>
                <w:rFonts w:eastAsia="SimSun"/>
                <w:sz w:val="21"/>
                <w:szCs w:val="21"/>
              </w:rPr>
            </w:pPr>
          </w:p>
          <w:p w14:paraId="7C4010F2"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Unearned Revenue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84"/>
              <w:gridCol w:w="677"/>
              <w:gridCol w:w="677"/>
              <w:gridCol w:w="784"/>
            </w:tblGrid>
            <w:tr w:rsidR="003D565B" w:rsidRPr="00DC54C7" w14:paraId="42791551" w14:textId="77777777" w:rsidTr="00944826">
              <w:tc>
                <w:tcPr>
                  <w:tcW w:w="454" w:type="dxa"/>
                  <w:tcBorders>
                    <w:top w:val="single" w:sz="4" w:space="0" w:color="auto"/>
                  </w:tcBorders>
                </w:tcPr>
                <w:p w14:paraId="40D6FF36" w14:textId="77777777" w:rsidR="003D565B" w:rsidRPr="00DC54C7" w:rsidRDefault="003D565B" w:rsidP="003D565B">
                  <w:pPr>
                    <w:rPr>
                      <w:rFonts w:eastAsia="SimSun"/>
                      <w:sz w:val="21"/>
                      <w:szCs w:val="21"/>
                    </w:rPr>
                  </w:pPr>
                </w:p>
              </w:tc>
              <w:tc>
                <w:tcPr>
                  <w:tcW w:w="677" w:type="dxa"/>
                  <w:tcBorders>
                    <w:top w:val="single" w:sz="4" w:space="0" w:color="auto"/>
                    <w:right w:val="single" w:sz="4" w:space="0" w:color="auto"/>
                  </w:tcBorders>
                </w:tcPr>
                <w:p w14:paraId="130998A8" w14:textId="77777777" w:rsidR="003D565B" w:rsidRPr="00DC54C7" w:rsidRDefault="003D565B" w:rsidP="00944826">
                  <w:pPr>
                    <w:jc w:val="right"/>
                    <w:rPr>
                      <w:rFonts w:eastAsia="SimSun"/>
                      <w:sz w:val="21"/>
                      <w:szCs w:val="21"/>
                    </w:rPr>
                  </w:pPr>
                </w:p>
              </w:tc>
              <w:tc>
                <w:tcPr>
                  <w:tcW w:w="677" w:type="dxa"/>
                  <w:tcBorders>
                    <w:top w:val="single" w:sz="4" w:space="0" w:color="auto"/>
                    <w:left w:val="single" w:sz="4" w:space="0" w:color="auto"/>
                  </w:tcBorders>
                </w:tcPr>
                <w:p w14:paraId="723216EE" w14:textId="77777777" w:rsidR="003D565B" w:rsidRPr="00DC54C7" w:rsidRDefault="003D565B" w:rsidP="00944826">
                  <w:pPr>
                    <w:jc w:val="right"/>
                    <w:rPr>
                      <w:rFonts w:eastAsia="SimSun"/>
                      <w:sz w:val="21"/>
                      <w:szCs w:val="21"/>
                    </w:rPr>
                  </w:pPr>
                  <w:r w:rsidRPr="00DC54C7">
                    <w:rPr>
                      <w:rFonts w:eastAsia="SimSun"/>
                      <w:sz w:val="21"/>
                      <w:szCs w:val="21"/>
                    </w:rPr>
                    <w:t>500</w:t>
                  </w:r>
                </w:p>
              </w:tc>
              <w:tc>
                <w:tcPr>
                  <w:tcW w:w="784" w:type="dxa"/>
                  <w:tcBorders>
                    <w:top w:val="single" w:sz="4" w:space="0" w:color="auto"/>
                  </w:tcBorders>
                </w:tcPr>
                <w:p w14:paraId="06A6A79E"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60B96197" w14:textId="77777777" w:rsidTr="00944826">
              <w:tc>
                <w:tcPr>
                  <w:tcW w:w="454" w:type="dxa"/>
                  <w:tcBorders>
                    <w:bottom w:val="single" w:sz="4" w:space="0" w:color="auto"/>
                  </w:tcBorders>
                </w:tcPr>
                <w:p w14:paraId="3A3391C1" w14:textId="77777777" w:rsidR="003D565B" w:rsidRPr="00DC54C7" w:rsidRDefault="003D565B" w:rsidP="003D565B">
                  <w:pPr>
                    <w:rPr>
                      <w:rFonts w:eastAsia="SimSun"/>
                      <w:sz w:val="21"/>
                      <w:szCs w:val="21"/>
                    </w:rPr>
                  </w:pPr>
                  <w:r w:rsidRPr="00DC54C7">
                    <w:rPr>
                      <w:rFonts w:eastAsia="SimSun"/>
                      <w:sz w:val="21"/>
                      <w:szCs w:val="21"/>
                    </w:rPr>
                    <w:t>(e)</w:t>
                  </w:r>
                </w:p>
              </w:tc>
              <w:tc>
                <w:tcPr>
                  <w:tcW w:w="677" w:type="dxa"/>
                  <w:tcBorders>
                    <w:bottom w:val="single" w:sz="4" w:space="0" w:color="auto"/>
                    <w:right w:val="single" w:sz="4" w:space="0" w:color="auto"/>
                  </w:tcBorders>
                </w:tcPr>
                <w:p w14:paraId="676B5DF8" w14:textId="77777777" w:rsidR="003D565B" w:rsidRPr="00DC54C7" w:rsidRDefault="003D565B" w:rsidP="00944826">
                  <w:pPr>
                    <w:jc w:val="right"/>
                    <w:rPr>
                      <w:rFonts w:eastAsia="SimSun"/>
                      <w:sz w:val="21"/>
                      <w:szCs w:val="21"/>
                    </w:rPr>
                  </w:pPr>
                  <w:r w:rsidRPr="00DC54C7">
                    <w:rPr>
                      <w:rFonts w:eastAsia="SimSun"/>
                      <w:sz w:val="21"/>
                      <w:szCs w:val="21"/>
                    </w:rPr>
                    <w:t>400</w:t>
                  </w:r>
                </w:p>
              </w:tc>
              <w:tc>
                <w:tcPr>
                  <w:tcW w:w="677" w:type="dxa"/>
                  <w:tcBorders>
                    <w:left w:val="single" w:sz="4" w:space="0" w:color="auto"/>
                    <w:bottom w:val="single" w:sz="4" w:space="0" w:color="auto"/>
                  </w:tcBorders>
                </w:tcPr>
                <w:p w14:paraId="1D00F087" w14:textId="77777777" w:rsidR="003D565B" w:rsidRPr="00DC54C7" w:rsidRDefault="003D565B" w:rsidP="003D565B">
                  <w:pPr>
                    <w:rPr>
                      <w:rFonts w:eastAsia="SimSun"/>
                      <w:sz w:val="21"/>
                      <w:szCs w:val="21"/>
                    </w:rPr>
                  </w:pPr>
                </w:p>
              </w:tc>
              <w:tc>
                <w:tcPr>
                  <w:tcW w:w="784" w:type="dxa"/>
                  <w:tcBorders>
                    <w:bottom w:val="single" w:sz="4" w:space="0" w:color="auto"/>
                  </w:tcBorders>
                </w:tcPr>
                <w:p w14:paraId="48182111" w14:textId="77777777" w:rsidR="003D565B" w:rsidRPr="00DC54C7" w:rsidRDefault="003D565B" w:rsidP="003D565B">
                  <w:pPr>
                    <w:rPr>
                      <w:rFonts w:eastAsia="SimSun"/>
                      <w:sz w:val="21"/>
                      <w:szCs w:val="21"/>
                    </w:rPr>
                  </w:pPr>
                </w:p>
              </w:tc>
            </w:tr>
            <w:tr w:rsidR="003D565B" w:rsidRPr="00DC54C7" w14:paraId="7ED4987B" w14:textId="77777777" w:rsidTr="00944826">
              <w:tc>
                <w:tcPr>
                  <w:tcW w:w="454" w:type="dxa"/>
                  <w:tcBorders>
                    <w:top w:val="single" w:sz="4" w:space="0" w:color="auto"/>
                  </w:tcBorders>
                </w:tcPr>
                <w:p w14:paraId="42E1C495" w14:textId="77777777" w:rsidR="003D565B" w:rsidRPr="00DC54C7" w:rsidRDefault="003D565B" w:rsidP="003D565B">
                  <w:pPr>
                    <w:rPr>
                      <w:rFonts w:eastAsia="SimSun"/>
                      <w:sz w:val="21"/>
                      <w:szCs w:val="21"/>
                    </w:rPr>
                  </w:pPr>
                  <w:r w:rsidRPr="00DC54C7">
                    <w:rPr>
                      <w:rFonts w:eastAsia="SimSun"/>
                      <w:sz w:val="21"/>
                      <w:szCs w:val="21"/>
                    </w:rPr>
                    <w:t>Adj.</w:t>
                  </w:r>
                </w:p>
              </w:tc>
              <w:tc>
                <w:tcPr>
                  <w:tcW w:w="677" w:type="dxa"/>
                  <w:tcBorders>
                    <w:top w:val="single" w:sz="4" w:space="0" w:color="auto"/>
                    <w:right w:val="single" w:sz="4" w:space="0" w:color="auto"/>
                  </w:tcBorders>
                </w:tcPr>
                <w:p w14:paraId="6A3F6317" w14:textId="77777777" w:rsidR="003D565B" w:rsidRPr="00DC54C7" w:rsidRDefault="003D565B" w:rsidP="003D565B">
                  <w:pPr>
                    <w:rPr>
                      <w:rFonts w:eastAsia="SimSun"/>
                      <w:sz w:val="21"/>
                      <w:szCs w:val="21"/>
                    </w:rPr>
                  </w:pPr>
                  <w:r w:rsidRPr="00DC54C7">
                    <w:rPr>
                      <w:rFonts w:eastAsia="SimSun"/>
                      <w:sz w:val="21"/>
                      <w:szCs w:val="21"/>
                    </w:rPr>
                    <w:t>100</w:t>
                  </w:r>
                </w:p>
              </w:tc>
              <w:tc>
                <w:tcPr>
                  <w:tcW w:w="677" w:type="dxa"/>
                  <w:tcBorders>
                    <w:top w:val="single" w:sz="4" w:space="0" w:color="auto"/>
                    <w:left w:val="single" w:sz="4" w:space="0" w:color="auto"/>
                  </w:tcBorders>
                </w:tcPr>
                <w:p w14:paraId="1CC956D4" w14:textId="77777777" w:rsidR="003D565B" w:rsidRPr="00DC54C7" w:rsidRDefault="003D565B" w:rsidP="00944826">
                  <w:pPr>
                    <w:jc w:val="right"/>
                    <w:rPr>
                      <w:rFonts w:eastAsia="SimSun"/>
                      <w:sz w:val="21"/>
                      <w:szCs w:val="21"/>
                    </w:rPr>
                  </w:pPr>
                </w:p>
              </w:tc>
              <w:tc>
                <w:tcPr>
                  <w:tcW w:w="784" w:type="dxa"/>
                  <w:tcBorders>
                    <w:top w:val="single" w:sz="4" w:space="0" w:color="auto"/>
                  </w:tcBorders>
                </w:tcPr>
                <w:p w14:paraId="7314C4F3" w14:textId="77777777" w:rsidR="003D565B" w:rsidRPr="00DC54C7" w:rsidRDefault="003D565B" w:rsidP="003D565B">
                  <w:pPr>
                    <w:rPr>
                      <w:rFonts w:eastAsia="SimSun"/>
                      <w:sz w:val="21"/>
                      <w:szCs w:val="21"/>
                    </w:rPr>
                  </w:pPr>
                </w:p>
              </w:tc>
            </w:tr>
          </w:tbl>
          <w:p w14:paraId="3CEAB0C7" w14:textId="77777777" w:rsidR="003D565B" w:rsidRPr="00DC54C7" w:rsidRDefault="003D565B" w:rsidP="003D565B">
            <w:pPr>
              <w:rPr>
                <w:rFonts w:eastAsia="SimSun"/>
                <w:sz w:val="21"/>
                <w:szCs w:val="21"/>
              </w:rPr>
            </w:pPr>
          </w:p>
          <w:p w14:paraId="128C9325"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Notes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02"/>
              <w:gridCol w:w="502"/>
              <w:gridCol w:w="794"/>
              <w:gridCol w:w="863"/>
            </w:tblGrid>
            <w:tr w:rsidR="003D565B" w:rsidRPr="00DC54C7" w14:paraId="1D5E1BB6" w14:textId="77777777" w:rsidTr="00944826">
              <w:tc>
                <w:tcPr>
                  <w:tcW w:w="502" w:type="dxa"/>
                  <w:tcBorders>
                    <w:top w:val="single" w:sz="4" w:space="0" w:color="auto"/>
                    <w:bottom w:val="single" w:sz="4" w:space="0" w:color="auto"/>
                  </w:tcBorders>
                </w:tcPr>
                <w:p w14:paraId="35F5A58B" w14:textId="77777777" w:rsidR="003D565B" w:rsidRPr="00DC54C7" w:rsidRDefault="003D565B" w:rsidP="003D565B">
                  <w:pPr>
                    <w:rPr>
                      <w:rFonts w:eastAsia="SimSun"/>
                      <w:sz w:val="21"/>
                      <w:szCs w:val="21"/>
                    </w:rPr>
                  </w:pPr>
                </w:p>
              </w:tc>
              <w:tc>
                <w:tcPr>
                  <w:tcW w:w="502" w:type="dxa"/>
                  <w:tcBorders>
                    <w:top w:val="single" w:sz="4" w:space="0" w:color="auto"/>
                    <w:bottom w:val="single" w:sz="4" w:space="0" w:color="auto"/>
                    <w:right w:val="single" w:sz="4" w:space="0" w:color="auto"/>
                  </w:tcBorders>
                </w:tcPr>
                <w:p w14:paraId="2BDC9AB1" w14:textId="77777777" w:rsidR="003D565B" w:rsidRPr="00DC54C7" w:rsidRDefault="003D565B" w:rsidP="003D565B">
                  <w:pPr>
                    <w:rPr>
                      <w:rFonts w:eastAsia="SimSun"/>
                      <w:sz w:val="21"/>
                      <w:szCs w:val="21"/>
                    </w:rPr>
                  </w:pPr>
                </w:p>
              </w:tc>
              <w:tc>
                <w:tcPr>
                  <w:tcW w:w="794" w:type="dxa"/>
                  <w:tcBorders>
                    <w:top w:val="single" w:sz="4" w:space="0" w:color="auto"/>
                    <w:left w:val="single" w:sz="4" w:space="0" w:color="auto"/>
                    <w:bottom w:val="single" w:sz="4" w:space="0" w:color="auto"/>
                  </w:tcBorders>
                </w:tcPr>
                <w:p w14:paraId="49273FEF" w14:textId="77777777" w:rsidR="003D565B" w:rsidRPr="00DC54C7" w:rsidRDefault="003D565B" w:rsidP="00944826">
                  <w:pPr>
                    <w:jc w:val="right"/>
                    <w:rPr>
                      <w:rFonts w:eastAsia="SimSun"/>
                      <w:sz w:val="21"/>
                      <w:szCs w:val="21"/>
                    </w:rPr>
                  </w:pPr>
                  <w:r w:rsidRPr="00DC54C7">
                    <w:rPr>
                      <w:rFonts w:eastAsia="SimSun"/>
                      <w:sz w:val="21"/>
                      <w:szCs w:val="21"/>
                    </w:rPr>
                    <w:t>30,000</w:t>
                  </w:r>
                </w:p>
              </w:tc>
              <w:tc>
                <w:tcPr>
                  <w:tcW w:w="863" w:type="dxa"/>
                  <w:tcBorders>
                    <w:top w:val="single" w:sz="4" w:space="0" w:color="auto"/>
                    <w:bottom w:val="single" w:sz="4" w:space="0" w:color="auto"/>
                  </w:tcBorders>
                </w:tcPr>
                <w:p w14:paraId="01CC802E"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0726104C" w14:textId="77777777" w:rsidTr="00944826">
              <w:tc>
                <w:tcPr>
                  <w:tcW w:w="502" w:type="dxa"/>
                  <w:tcBorders>
                    <w:top w:val="single" w:sz="4" w:space="0" w:color="auto"/>
                  </w:tcBorders>
                </w:tcPr>
                <w:p w14:paraId="3E59D509" w14:textId="77777777" w:rsidR="003D565B" w:rsidRPr="00DC54C7" w:rsidRDefault="003D565B" w:rsidP="003D565B">
                  <w:pPr>
                    <w:rPr>
                      <w:rFonts w:eastAsia="SimSun"/>
                      <w:sz w:val="21"/>
                      <w:szCs w:val="21"/>
                    </w:rPr>
                  </w:pPr>
                </w:p>
              </w:tc>
              <w:tc>
                <w:tcPr>
                  <w:tcW w:w="502" w:type="dxa"/>
                  <w:tcBorders>
                    <w:top w:val="single" w:sz="4" w:space="0" w:color="auto"/>
                    <w:right w:val="single" w:sz="4" w:space="0" w:color="auto"/>
                  </w:tcBorders>
                </w:tcPr>
                <w:p w14:paraId="174E826E" w14:textId="77777777" w:rsidR="003D565B" w:rsidRPr="00DC54C7" w:rsidRDefault="003D565B" w:rsidP="003D565B">
                  <w:pPr>
                    <w:rPr>
                      <w:rFonts w:eastAsia="SimSun"/>
                      <w:sz w:val="21"/>
                      <w:szCs w:val="21"/>
                    </w:rPr>
                  </w:pPr>
                </w:p>
              </w:tc>
              <w:tc>
                <w:tcPr>
                  <w:tcW w:w="794" w:type="dxa"/>
                  <w:tcBorders>
                    <w:top w:val="single" w:sz="4" w:space="0" w:color="auto"/>
                    <w:left w:val="single" w:sz="4" w:space="0" w:color="auto"/>
                  </w:tcBorders>
                </w:tcPr>
                <w:p w14:paraId="39EE665E" w14:textId="77777777" w:rsidR="003D565B" w:rsidRPr="00DC54C7" w:rsidRDefault="003D565B" w:rsidP="00944826">
                  <w:pPr>
                    <w:jc w:val="right"/>
                    <w:rPr>
                      <w:rFonts w:eastAsia="SimSun"/>
                      <w:sz w:val="21"/>
                      <w:szCs w:val="21"/>
                    </w:rPr>
                  </w:pPr>
                  <w:r w:rsidRPr="00DC54C7">
                    <w:rPr>
                      <w:rFonts w:eastAsia="SimSun"/>
                      <w:sz w:val="21"/>
                      <w:szCs w:val="21"/>
                    </w:rPr>
                    <w:t>30,000</w:t>
                  </w:r>
                </w:p>
              </w:tc>
              <w:tc>
                <w:tcPr>
                  <w:tcW w:w="863" w:type="dxa"/>
                  <w:tcBorders>
                    <w:top w:val="single" w:sz="4" w:space="0" w:color="auto"/>
                  </w:tcBorders>
                </w:tcPr>
                <w:p w14:paraId="09D9E4AA" w14:textId="77777777" w:rsidR="003D565B" w:rsidRPr="00DC54C7" w:rsidRDefault="003D565B" w:rsidP="003D565B">
                  <w:pPr>
                    <w:rPr>
                      <w:rFonts w:eastAsia="SimSun"/>
                      <w:sz w:val="21"/>
                      <w:szCs w:val="21"/>
                    </w:rPr>
                  </w:pPr>
                  <w:r w:rsidRPr="00DC54C7">
                    <w:rPr>
                      <w:rFonts w:eastAsia="SimSun"/>
                      <w:sz w:val="21"/>
                      <w:szCs w:val="21"/>
                    </w:rPr>
                    <w:t>Adj.</w:t>
                  </w:r>
                </w:p>
              </w:tc>
            </w:tr>
          </w:tbl>
          <w:p w14:paraId="5A4BF279" w14:textId="77777777" w:rsidR="003D565B" w:rsidRPr="00DC54C7" w:rsidRDefault="003D565B" w:rsidP="003D565B">
            <w:pPr>
              <w:rPr>
                <w:rFonts w:eastAsia="SimSun"/>
                <w:sz w:val="21"/>
                <w:szCs w:val="21"/>
              </w:rPr>
            </w:pPr>
          </w:p>
          <w:p w14:paraId="2EA1F502"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Interest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54"/>
              <w:gridCol w:w="677"/>
              <w:gridCol w:w="689"/>
              <w:gridCol w:w="784"/>
            </w:tblGrid>
            <w:tr w:rsidR="003D565B" w:rsidRPr="00DC54C7" w14:paraId="53BE90DF" w14:textId="77777777" w:rsidTr="00944826">
              <w:tc>
                <w:tcPr>
                  <w:tcW w:w="454" w:type="dxa"/>
                  <w:tcBorders>
                    <w:top w:val="single" w:sz="4" w:space="0" w:color="auto"/>
                  </w:tcBorders>
                </w:tcPr>
                <w:p w14:paraId="16411A88" w14:textId="77777777" w:rsidR="003D565B" w:rsidRPr="00DC54C7" w:rsidRDefault="003D565B" w:rsidP="003D565B">
                  <w:pPr>
                    <w:rPr>
                      <w:rFonts w:eastAsia="SimSun"/>
                      <w:sz w:val="21"/>
                      <w:szCs w:val="21"/>
                    </w:rPr>
                  </w:pPr>
                </w:p>
              </w:tc>
              <w:tc>
                <w:tcPr>
                  <w:tcW w:w="677" w:type="dxa"/>
                  <w:tcBorders>
                    <w:top w:val="single" w:sz="4" w:space="0" w:color="auto"/>
                    <w:right w:val="single" w:sz="4" w:space="0" w:color="auto"/>
                  </w:tcBorders>
                </w:tcPr>
                <w:p w14:paraId="5AA38DD9" w14:textId="77777777" w:rsidR="003D565B" w:rsidRPr="00DC54C7" w:rsidRDefault="003D565B" w:rsidP="00944826">
                  <w:pPr>
                    <w:jc w:val="right"/>
                    <w:rPr>
                      <w:rFonts w:eastAsia="SimSun"/>
                      <w:sz w:val="21"/>
                      <w:szCs w:val="21"/>
                    </w:rPr>
                  </w:pPr>
                </w:p>
              </w:tc>
              <w:tc>
                <w:tcPr>
                  <w:tcW w:w="677" w:type="dxa"/>
                  <w:tcBorders>
                    <w:top w:val="single" w:sz="4" w:space="0" w:color="auto"/>
                    <w:left w:val="single" w:sz="4" w:space="0" w:color="auto"/>
                  </w:tcBorders>
                </w:tcPr>
                <w:p w14:paraId="4F85B1BF"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784" w:type="dxa"/>
                  <w:tcBorders>
                    <w:top w:val="single" w:sz="4" w:space="0" w:color="auto"/>
                  </w:tcBorders>
                </w:tcPr>
                <w:p w14:paraId="5700C626"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0502C3C2" w14:textId="77777777" w:rsidTr="00944826">
              <w:tc>
                <w:tcPr>
                  <w:tcW w:w="454" w:type="dxa"/>
                  <w:tcBorders>
                    <w:bottom w:val="single" w:sz="4" w:space="0" w:color="auto"/>
                  </w:tcBorders>
                </w:tcPr>
                <w:p w14:paraId="50C89886" w14:textId="77777777" w:rsidR="003D565B" w:rsidRPr="00DC54C7" w:rsidRDefault="003D565B" w:rsidP="003D565B">
                  <w:pPr>
                    <w:rPr>
                      <w:rFonts w:eastAsia="SimSun"/>
                      <w:sz w:val="21"/>
                      <w:szCs w:val="21"/>
                    </w:rPr>
                  </w:pPr>
                </w:p>
              </w:tc>
              <w:tc>
                <w:tcPr>
                  <w:tcW w:w="677" w:type="dxa"/>
                  <w:tcBorders>
                    <w:bottom w:val="single" w:sz="4" w:space="0" w:color="auto"/>
                    <w:right w:val="single" w:sz="4" w:space="0" w:color="auto"/>
                  </w:tcBorders>
                </w:tcPr>
                <w:p w14:paraId="3A901A88" w14:textId="77777777" w:rsidR="003D565B" w:rsidRPr="00DC54C7" w:rsidRDefault="003D565B" w:rsidP="00944826">
                  <w:pPr>
                    <w:jc w:val="right"/>
                    <w:rPr>
                      <w:rFonts w:eastAsia="SimSun"/>
                      <w:sz w:val="21"/>
                      <w:szCs w:val="21"/>
                    </w:rPr>
                  </w:pPr>
                </w:p>
              </w:tc>
              <w:tc>
                <w:tcPr>
                  <w:tcW w:w="677" w:type="dxa"/>
                  <w:tcBorders>
                    <w:left w:val="single" w:sz="4" w:space="0" w:color="auto"/>
                    <w:bottom w:val="single" w:sz="4" w:space="0" w:color="auto"/>
                  </w:tcBorders>
                </w:tcPr>
                <w:p w14:paraId="4556A2AE" w14:textId="77777777" w:rsidR="003D565B" w:rsidRPr="00DC54C7" w:rsidRDefault="003D565B" w:rsidP="003D565B">
                  <w:pPr>
                    <w:rPr>
                      <w:rFonts w:eastAsia="SimSun"/>
                      <w:sz w:val="21"/>
                      <w:szCs w:val="21"/>
                    </w:rPr>
                  </w:pPr>
                  <w:r w:rsidRPr="00DC54C7">
                    <w:rPr>
                      <w:rFonts w:eastAsia="SimSun"/>
                      <w:sz w:val="21"/>
                      <w:szCs w:val="21"/>
                    </w:rPr>
                    <w:t>3,000</w:t>
                  </w:r>
                </w:p>
              </w:tc>
              <w:tc>
                <w:tcPr>
                  <w:tcW w:w="784" w:type="dxa"/>
                  <w:tcBorders>
                    <w:bottom w:val="single" w:sz="4" w:space="0" w:color="auto"/>
                  </w:tcBorders>
                </w:tcPr>
                <w:p w14:paraId="27ABCDCC" w14:textId="77777777" w:rsidR="003D565B" w:rsidRPr="00DC54C7" w:rsidRDefault="003D565B" w:rsidP="003D565B">
                  <w:pPr>
                    <w:rPr>
                      <w:rFonts w:eastAsia="SimSun"/>
                      <w:sz w:val="21"/>
                      <w:szCs w:val="21"/>
                    </w:rPr>
                  </w:pPr>
                  <w:r w:rsidRPr="00DC54C7">
                    <w:rPr>
                      <w:rFonts w:eastAsia="SimSun"/>
                      <w:sz w:val="21"/>
                      <w:szCs w:val="21"/>
                    </w:rPr>
                    <w:t>(g)</w:t>
                  </w:r>
                </w:p>
              </w:tc>
            </w:tr>
            <w:tr w:rsidR="003D565B" w:rsidRPr="00DC54C7" w14:paraId="2860966B" w14:textId="77777777" w:rsidTr="00944826">
              <w:tc>
                <w:tcPr>
                  <w:tcW w:w="454" w:type="dxa"/>
                  <w:tcBorders>
                    <w:top w:val="single" w:sz="4" w:space="0" w:color="auto"/>
                  </w:tcBorders>
                </w:tcPr>
                <w:p w14:paraId="561CA93D" w14:textId="77777777" w:rsidR="003D565B" w:rsidRPr="00DC54C7" w:rsidRDefault="003D565B" w:rsidP="003D565B">
                  <w:pPr>
                    <w:rPr>
                      <w:rFonts w:eastAsia="SimSun"/>
                      <w:sz w:val="21"/>
                      <w:szCs w:val="21"/>
                    </w:rPr>
                  </w:pPr>
                </w:p>
              </w:tc>
              <w:tc>
                <w:tcPr>
                  <w:tcW w:w="677" w:type="dxa"/>
                  <w:tcBorders>
                    <w:top w:val="single" w:sz="4" w:space="0" w:color="auto"/>
                    <w:right w:val="single" w:sz="4" w:space="0" w:color="auto"/>
                  </w:tcBorders>
                </w:tcPr>
                <w:p w14:paraId="2495791B" w14:textId="77777777" w:rsidR="003D565B" w:rsidRPr="00DC54C7" w:rsidRDefault="003D565B" w:rsidP="003D565B">
                  <w:pPr>
                    <w:rPr>
                      <w:rFonts w:eastAsia="SimSun"/>
                      <w:sz w:val="21"/>
                      <w:szCs w:val="21"/>
                    </w:rPr>
                  </w:pPr>
                </w:p>
              </w:tc>
              <w:tc>
                <w:tcPr>
                  <w:tcW w:w="677" w:type="dxa"/>
                  <w:tcBorders>
                    <w:top w:val="single" w:sz="4" w:space="0" w:color="auto"/>
                    <w:left w:val="single" w:sz="4" w:space="0" w:color="auto"/>
                  </w:tcBorders>
                </w:tcPr>
                <w:p w14:paraId="1553C286" w14:textId="77777777" w:rsidR="003D565B" w:rsidRPr="00DC54C7" w:rsidRDefault="003D565B" w:rsidP="00944826">
                  <w:pPr>
                    <w:jc w:val="right"/>
                    <w:rPr>
                      <w:rFonts w:eastAsia="SimSun"/>
                      <w:sz w:val="21"/>
                      <w:szCs w:val="21"/>
                    </w:rPr>
                  </w:pPr>
                  <w:r w:rsidRPr="00DC54C7">
                    <w:rPr>
                      <w:rFonts w:eastAsia="SimSun"/>
                      <w:sz w:val="21"/>
                      <w:szCs w:val="21"/>
                    </w:rPr>
                    <w:t>3,000</w:t>
                  </w:r>
                </w:p>
              </w:tc>
              <w:tc>
                <w:tcPr>
                  <w:tcW w:w="784" w:type="dxa"/>
                  <w:tcBorders>
                    <w:top w:val="single" w:sz="4" w:space="0" w:color="auto"/>
                  </w:tcBorders>
                </w:tcPr>
                <w:p w14:paraId="495A4D9F" w14:textId="77777777" w:rsidR="003D565B" w:rsidRPr="00DC54C7" w:rsidRDefault="003D565B" w:rsidP="003D565B">
                  <w:pPr>
                    <w:rPr>
                      <w:rFonts w:eastAsia="SimSun"/>
                      <w:sz w:val="21"/>
                      <w:szCs w:val="21"/>
                    </w:rPr>
                  </w:pPr>
                  <w:r w:rsidRPr="00DC54C7">
                    <w:rPr>
                      <w:rFonts w:eastAsia="SimSun"/>
                      <w:sz w:val="21"/>
                      <w:szCs w:val="21"/>
                    </w:rPr>
                    <w:t>Adj.</w:t>
                  </w:r>
                </w:p>
              </w:tc>
            </w:tr>
          </w:tbl>
          <w:p w14:paraId="1C774F8E" w14:textId="77777777" w:rsidR="003D565B" w:rsidRPr="00DC54C7" w:rsidRDefault="003D565B" w:rsidP="003D565B">
            <w:pPr>
              <w:rPr>
                <w:rFonts w:eastAsia="SimSun"/>
                <w:sz w:val="21"/>
                <w:szCs w:val="21"/>
              </w:rPr>
            </w:pPr>
          </w:p>
          <w:p w14:paraId="2833B568"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Income Taxes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54"/>
              <w:gridCol w:w="677"/>
              <w:gridCol w:w="794"/>
              <w:gridCol w:w="784"/>
            </w:tblGrid>
            <w:tr w:rsidR="003D565B" w:rsidRPr="00DC54C7" w14:paraId="1F133678" w14:textId="77777777" w:rsidTr="00944826">
              <w:tc>
                <w:tcPr>
                  <w:tcW w:w="454" w:type="dxa"/>
                  <w:tcBorders>
                    <w:top w:val="single" w:sz="4" w:space="0" w:color="auto"/>
                  </w:tcBorders>
                </w:tcPr>
                <w:p w14:paraId="62C320CF" w14:textId="77777777" w:rsidR="003D565B" w:rsidRPr="00DC54C7" w:rsidRDefault="003D565B" w:rsidP="003D565B">
                  <w:pPr>
                    <w:rPr>
                      <w:rFonts w:eastAsia="SimSun"/>
                      <w:sz w:val="21"/>
                      <w:szCs w:val="21"/>
                    </w:rPr>
                  </w:pPr>
                </w:p>
              </w:tc>
              <w:tc>
                <w:tcPr>
                  <w:tcW w:w="677" w:type="dxa"/>
                  <w:tcBorders>
                    <w:top w:val="single" w:sz="4" w:space="0" w:color="auto"/>
                    <w:right w:val="single" w:sz="4" w:space="0" w:color="auto"/>
                  </w:tcBorders>
                </w:tcPr>
                <w:p w14:paraId="72CE90B8" w14:textId="77777777" w:rsidR="003D565B" w:rsidRPr="00DC54C7" w:rsidRDefault="003D565B" w:rsidP="00944826">
                  <w:pPr>
                    <w:jc w:val="right"/>
                    <w:rPr>
                      <w:rFonts w:eastAsia="SimSun"/>
                      <w:sz w:val="21"/>
                      <w:szCs w:val="21"/>
                    </w:rPr>
                  </w:pPr>
                </w:p>
              </w:tc>
              <w:tc>
                <w:tcPr>
                  <w:tcW w:w="677" w:type="dxa"/>
                  <w:tcBorders>
                    <w:top w:val="single" w:sz="4" w:space="0" w:color="auto"/>
                    <w:left w:val="single" w:sz="4" w:space="0" w:color="auto"/>
                  </w:tcBorders>
                </w:tcPr>
                <w:p w14:paraId="7992D5C8"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784" w:type="dxa"/>
                  <w:tcBorders>
                    <w:top w:val="single" w:sz="4" w:space="0" w:color="auto"/>
                  </w:tcBorders>
                </w:tcPr>
                <w:p w14:paraId="11204C13"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71C6B537" w14:textId="77777777" w:rsidTr="00944826">
              <w:tc>
                <w:tcPr>
                  <w:tcW w:w="454" w:type="dxa"/>
                  <w:tcBorders>
                    <w:bottom w:val="single" w:sz="4" w:space="0" w:color="auto"/>
                  </w:tcBorders>
                </w:tcPr>
                <w:p w14:paraId="3F1D4A99" w14:textId="77777777" w:rsidR="003D565B" w:rsidRPr="00DC54C7" w:rsidRDefault="003D565B" w:rsidP="003D565B">
                  <w:pPr>
                    <w:rPr>
                      <w:rFonts w:eastAsia="SimSun"/>
                      <w:sz w:val="21"/>
                      <w:szCs w:val="21"/>
                    </w:rPr>
                  </w:pPr>
                </w:p>
              </w:tc>
              <w:tc>
                <w:tcPr>
                  <w:tcW w:w="677" w:type="dxa"/>
                  <w:tcBorders>
                    <w:bottom w:val="single" w:sz="4" w:space="0" w:color="auto"/>
                    <w:right w:val="single" w:sz="4" w:space="0" w:color="auto"/>
                  </w:tcBorders>
                </w:tcPr>
                <w:p w14:paraId="61C3A17A" w14:textId="77777777" w:rsidR="003D565B" w:rsidRPr="00DC54C7" w:rsidRDefault="003D565B" w:rsidP="00944826">
                  <w:pPr>
                    <w:jc w:val="right"/>
                    <w:rPr>
                      <w:rFonts w:eastAsia="SimSun"/>
                      <w:sz w:val="21"/>
                      <w:szCs w:val="21"/>
                    </w:rPr>
                  </w:pPr>
                </w:p>
              </w:tc>
              <w:tc>
                <w:tcPr>
                  <w:tcW w:w="677" w:type="dxa"/>
                  <w:tcBorders>
                    <w:left w:val="single" w:sz="4" w:space="0" w:color="auto"/>
                    <w:bottom w:val="single" w:sz="4" w:space="0" w:color="auto"/>
                  </w:tcBorders>
                </w:tcPr>
                <w:p w14:paraId="2916B39E" w14:textId="77777777" w:rsidR="003D565B" w:rsidRPr="00DC54C7" w:rsidRDefault="003D565B" w:rsidP="00944826">
                  <w:pPr>
                    <w:jc w:val="right"/>
                    <w:rPr>
                      <w:rFonts w:eastAsia="SimSun"/>
                      <w:sz w:val="21"/>
                      <w:szCs w:val="21"/>
                    </w:rPr>
                  </w:pPr>
                  <w:r w:rsidRPr="00DC54C7">
                    <w:rPr>
                      <w:rFonts w:eastAsia="SimSun"/>
                      <w:sz w:val="21"/>
                      <w:szCs w:val="21"/>
                    </w:rPr>
                    <w:t>26,110</w:t>
                  </w:r>
                </w:p>
              </w:tc>
              <w:tc>
                <w:tcPr>
                  <w:tcW w:w="784" w:type="dxa"/>
                  <w:tcBorders>
                    <w:bottom w:val="single" w:sz="4" w:space="0" w:color="auto"/>
                  </w:tcBorders>
                </w:tcPr>
                <w:p w14:paraId="66F57642" w14:textId="77777777" w:rsidR="003D565B" w:rsidRPr="00DC54C7" w:rsidRDefault="003D565B" w:rsidP="003D565B">
                  <w:pPr>
                    <w:rPr>
                      <w:rFonts w:eastAsia="SimSun"/>
                      <w:sz w:val="21"/>
                      <w:szCs w:val="21"/>
                    </w:rPr>
                  </w:pPr>
                  <w:r w:rsidRPr="00DC54C7">
                    <w:rPr>
                      <w:rFonts w:eastAsia="SimSun"/>
                      <w:sz w:val="21"/>
                      <w:szCs w:val="21"/>
                    </w:rPr>
                    <w:t>(h)</w:t>
                  </w:r>
                </w:p>
              </w:tc>
            </w:tr>
            <w:tr w:rsidR="003D565B" w:rsidRPr="00DC54C7" w14:paraId="56B304DE" w14:textId="77777777" w:rsidTr="00944826">
              <w:tc>
                <w:tcPr>
                  <w:tcW w:w="454" w:type="dxa"/>
                  <w:tcBorders>
                    <w:top w:val="single" w:sz="4" w:space="0" w:color="auto"/>
                  </w:tcBorders>
                </w:tcPr>
                <w:p w14:paraId="6F22E6C1" w14:textId="77777777" w:rsidR="003D565B" w:rsidRPr="00DC54C7" w:rsidRDefault="003D565B" w:rsidP="003D565B">
                  <w:pPr>
                    <w:rPr>
                      <w:rFonts w:eastAsia="SimSun"/>
                      <w:sz w:val="21"/>
                      <w:szCs w:val="21"/>
                    </w:rPr>
                  </w:pPr>
                </w:p>
              </w:tc>
              <w:tc>
                <w:tcPr>
                  <w:tcW w:w="677" w:type="dxa"/>
                  <w:tcBorders>
                    <w:top w:val="single" w:sz="4" w:space="0" w:color="auto"/>
                    <w:right w:val="single" w:sz="4" w:space="0" w:color="auto"/>
                  </w:tcBorders>
                </w:tcPr>
                <w:p w14:paraId="28FB69FC" w14:textId="77777777" w:rsidR="003D565B" w:rsidRPr="00DC54C7" w:rsidRDefault="003D565B" w:rsidP="003D565B">
                  <w:pPr>
                    <w:rPr>
                      <w:rFonts w:eastAsia="SimSun"/>
                      <w:sz w:val="21"/>
                      <w:szCs w:val="21"/>
                    </w:rPr>
                  </w:pPr>
                </w:p>
              </w:tc>
              <w:tc>
                <w:tcPr>
                  <w:tcW w:w="677" w:type="dxa"/>
                  <w:tcBorders>
                    <w:top w:val="single" w:sz="4" w:space="0" w:color="auto"/>
                    <w:left w:val="single" w:sz="4" w:space="0" w:color="auto"/>
                  </w:tcBorders>
                </w:tcPr>
                <w:p w14:paraId="501DA35D" w14:textId="77777777" w:rsidR="003D565B" w:rsidRPr="00DC54C7" w:rsidRDefault="003D565B" w:rsidP="00944826">
                  <w:pPr>
                    <w:jc w:val="right"/>
                    <w:rPr>
                      <w:rFonts w:eastAsia="SimSun"/>
                      <w:sz w:val="21"/>
                      <w:szCs w:val="21"/>
                    </w:rPr>
                  </w:pPr>
                  <w:r w:rsidRPr="00DC54C7">
                    <w:rPr>
                      <w:rFonts w:eastAsia="SimSun"/>
                      <w:sz w:val="21"/>
                      <w:szCs w:val="21"/>
                    </w:rPr>
                    <w:t>26,110</w:t>
                  </w:r>
                </w:p>
              </w:tc>
              <w:tc>
                <w:tcPr>
                  <w:tcW w:w="784" w:type="dxa"/>
                  <w:tcBorders>
                    <w:top w:val="single" w:sz="4" w:space="0" w:color="auto"/>
                  </w:tcBorders>
                </w:tcPr>
                <w:p w14:paraId="1C11172E" w14:textId="77777777" w:rsidR="003D565B" w:rsidRPr="00DC54C7" w:rsidRDefault="003D565B" w:rsidP="003D565B">
                  <w:pPr>
                    <w:rPr>
                      <w:rFonts w:eastAsia="SimSun"/>
                      <w:sz w:val="21"/>
                      <w:szCs w:val="21"/>
                    </w:rPr>
                  </w:pPr>
                  <w:r w:rsidRPr="00DC54C7">
                    <w:rPr>
                      <w:rFonts w:eastAsia="SimSun"/>
                      <w:sz w:val="21"/>
                      <w:szCs w:val="21"/>
                    </w:rPr>
                    <w:t>Adj.</w:t>
                  </w:r>
                </w:p>
              </w:tc>
            </w:tr>
          </w:tbl>
          <w:p w14:paraId="2CCEAB97" w14:textId="77777777" w:rsidR="003D565B" w:rsidRPr="00DC54C7" w:rsidRDefault="003D565B" w:rsidP="003D565B">
            <w:pPr>
              <w:rPr>
                <w:rFonts w:eastAsia="SimSun"/>
                <w:sz w:val="21"/>
                <w:szCs w:val="21"/>
              </w:rPr>
            </w:pPr>
          </w:p>
          <w:p w14:paraId="0F998BC3" w14:textId="77777777" w:rsidR="003D565B" w:rsidRPr="00DC54C7" w:rsidRDefault="003D565B" w:rsidP="00944826">
            <w:pPr>
              <w:jc w:val="center"/>
              <w:rPr>
                <w:rFonts w:eastAsia="SimSun"/>
                <w:sz w:val="21"/>
                <w:szCs w:val="21"/>
              </w:rPr>
            </w:pPr>
          </w:p>
          <w:p w14:paraId="10936B65" w14:textId="77777777" w:rsidR="003D565B" w:rsidRPr="00DC54C7" w:rsidRDefault="003D565B" w:rsidP="00944826">
            <w:pPr>
              <w:jc w:val="center"/>
              <w:rPr>
                <w:rFonts w:eastAsia="SimSun"/>
                <w:b/>
                <w:bCs/>
                <w:sz w:val="21"/>
                <w:szCs w:val="21"/>
              </w:rPr>
            </w:pPr>
            <w:r w:rsidRPr="00DC54C7">
              <w:rPr>
                <w:rFonts w:eastAsia="SimSun"/>
                <w:b/>
                <w:bCs/>
                <w:sz w:val="21"/>
                <w:szCs w:val="21"/>
              </w:rPr>
              <w:t>Stockholders’ Equity</w:t>
            </w:r>
          </w:p>
          <w:p w14:paraId="028BB3F9" w14:textId="77777777" w:rsidR="003D565B" w:rsidRPr="00DC54C7" w:rsidRDefault="003D565B" w:rsidP="00944826">
            <w:pPr>
              <w:jc w:val="center"/>
              <w:rPr>
                <w:rFonts w:eastAsia="SimSun"/>
                <w:sz w:val="21"/>
                <w:szCs w:val="21"/>
              </w:rPr>
            </w:pPr>
          </w:p>
          <w:p w14:paraId="4484065D" w14:textId="77777777" w:rsidR="003D565B" w:rsidRPr="00DC54C7" w:rsidRDefault="003D565B" w:rsidP="00944826">
            <w:pPr>
              <w:jc w:val="center"/>
              <w:rPr>
                <w:rFonts w:eastAsia="SimSun"/>
                <w:sz w:val="21"/>
                <w:szCs w:val="21"/>
              </w:rPr>
            </w:pPr>
            <w:r w:rsidRPr="00DC54C7">
              <w:rPr>
                <w:rFonts w:eastAsia="SimSun"/>
                <w:sz w:val="21"/>
                <w:szCs w:val="21"/>
              </w:rPr>
              <w:t>+ Depreciation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18"/>
              <w:gridCol w:w="689"/>
              <w:gridCol w:w="689"/>
              <w:gridCol w:w="695"/>
            </w:tblGrid>
            <w:tr w:rsidR="003D565B" w:rsidRPr="00DC54C7" w14:paraId="1539D53A" w14:textId="77777777" w:rsidTr="00944826">
              <w:tc>
                <w:tcPr>
                  <w:tcW w:w="1429" w:type="pct"/>
                  <w:tcBorders>
                    <w:top w:val="single" w:sz="4" w:space="0" w:color="auto"/>
                    <w:bottom w:val="single" w:sz="4" w:space="0" w:color="auto"/>
                  </w:tcBorders>
                </w:tcPr>
                <w:p w14:paraId="17F4EC64" w14:textId="77777777" w:rsidR="003D565B" w:rsidRPr="00DC54C7" w:rsidRDefault="003D565B" w:rsidP="003D565B">
                  <w:pPr>
                    <w:rPr>
                      <w:rFonts w:eastAsia="SimSun"/>
                      <w:sz w:val="21"/>
                      <w:szCs w:val="21"/>
                    </w:rPr>
                  </w:pPr>
                  <w:r w:rsidRPr="00DC54C7">
                    <w:rPr>
                      <w:rFonts w:eastAsia="SimSun"/>
                      <w:sz w:val="21"/>
                      <w:szCs w:val="21"/>
                    </w:rPr>
                    <w:t>(d)</w:t>
                  </w:r>
                </w:p>
              </w:tc>
              <w:tc>
                <w:tcPr>
                  <w:tcW w:w="1322" w:type="pct"/>
                  <w:tcBorders>
                    <w:top w:val="single" w:sz="4" w:space="0" w:color="auto"/>
                    <w:bottom w:val="single" w:sz="4" w:space="0" w:color="auto"/>
                    <w:right w:val="single" w:sz="4" w:space="0" w:color="auto"/>
                  </w:tcBorders>
                </w:tcPr>
                <w:p w14:paraId="2A1D7133" w14:textId="77777777" w:rsidR="003D565B" w:rsidRPr="00DC54C7" w:rsidRDefault="003D565B" w:rsidP="00944826">
                  <w:pPr>
                    <w:jc w:val="right"/>
                    <w:rPr>
                      <w:rFonts w:eastAsia="SimSun"/>
                      <w:sz w:val="21"/>
                      <w:szCs w:val="21"/>
                    </w:rPr>
                  </w:pPr>
                  <w:r w:rsidRPr="00DC54C7">
                    <w:rPr>
                      <w:rFonts w:eastAsia="SimSun"/>
                      <w:sz w:val="21"/>
                      <w:szCs w:val="21"/>
                    </w:rPr>
                    <w:t>2,000</w:t>
                  </w:r>
                </w:p>
              </w:tc>
              <w:tc>
                <w:tcPr>
                  <w:tcW w:w="1122" w:type="pct"/>
                  <w:tcBorders>
                    <w:top w:val="single" w:sz="4" w:space="0" w:color="auto"/>
                    <w:left w:val="single" w:sz="4" w:space="0" w:color="auto"/>
                    <w:bottom w:val="single" w:sz="4" w:space="0" w:color="auto"/>
                  </w:tcBorders>
                </w:tcPr>
                <w:p w14:paraId="468C8632" w14:textId="77777777" w:rsidR="003D565B" w:rsidRPr="00DC54C7" w:rsidRDefault="003D565B" w:rsidP="003D565B">
                  <w:pPr>
                    <w:rPr>
                      <w:rFonts w:eastAsia="SimSun"/>
                      <w:sz w:val="21"/>
                      <w:szCs w:val="21"/>
                    </w:rPr>
                  </w:pPr>
                  <w:r w:rsidRPr="00DC54C7">
                    <w:rPr>
                      <w:rFonts w:eastAsia="SimSun"/>
                      <w:sz w:val="21"/>
                      <w:szCs w:val="21"/>
                    </w:rPr>
                    <w:t>2,000</w:t>
                  </w:r>
                </w:p>
              </w:tc>
              <w:tc>
                <w:tcPr>
                  <w:tcW w:w="1127" w:type="pct"/>
                  <w:tcBorders>
                    <w:top w:val="single" w:sz="4" w:space="0" w:color="auto"/>
                    <w:bottom w:val="single" w:sz="4" w:space="0" w:color="auto"/>
                  </w:tcBorders>
                </w:tcPr>
                <w:p w14:paraId="18050FBF"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0440026D" w14:textId="77777777" w:rsidTr="00944826">
              <w:tc>
                <w:tcPr>
                  <w:tcW w:w="1429" w:type="pct"/>
                  <w:tcBorders>
                    <w:top w:val="single" w:sz="4" w:space="0" w:color="auto"/>
                  </w:tcBorders>
                </w:tcPr>
                <w:p w14:paraId="66B5C671"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668ADBFA"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7825FA7B" w14:textId="77777777" w:rsidR="003D565B" w:rsidRPr="00DC54C7" w:rsidRDefault="003D565B" w:rsidP="003D565B">
                  <w:pPr>
                    <w:rPr>
                      <w:rFonts w:eastAsia="SimSun"/>
                      <w:sz w:val="21"/>
                      <w:szCs w:val="21"/>
                    </w:rPr>
                  </w:pPr>
                </w:p>
              </w:tc>
              <w:tc>
                <w:tcPr>
                  <w:tcW w:w="1127" w:type="pct"/>
                  <w:tcBorders>
                    <w:top w:val="single" w:sz="4" w:space="0" w:color="auto"/>
                  </w:tcBorders>
                </w:tcPr>
                <w:p w14:paraId="640739C4" w14:textId="77777777" w:rsidR="003D565B" w:rsidRPr="00DC54C7" w:rsidRDefault="003D565B" w:rsidP="003D565B">
                  <w:pPr>
                    <w:rPr>
                      <w:rFonts w:eastAsia="SimSun"/>
                      <w:sz w:val="21"/>
                      <w:szCs w:val="21"/>
                    </w:rPr>
                  </w:pPr>
                </w:p>
              </w:tc>
            </w:tr>
          </w:tbl>
          <w:p w14:paraId="26A9CA7E" w14:textId="77777777" w:rsidR="003D565B" w:rsidRPr="00DC54C7" w:rsidRDefault="003D565B" w:rsidP="00944826">
            <w:pPr>
              <w:jc w:val="center"/>
              <w:rPr>
                <w:rFonts w:eastAsia="SimSun"/>
                <w:sz w:val="21"/>
                <w:szCs w:val="21"/>
              </w:rPr>
            </w:pPr>
          </w:p>
          <w:p w14:paraId="5ACA14C5" w14:textId="77777777" w:rsidR="003D565B" w:rsidRPr="00DC54C7" w:rsidRDefault="003D565B" w:rsidP="00944826">
            <w:pPr>
              <w:jc w:val="center"/>
              <w:rPr>
                <w:rFonts w:eastAsia="SimSun"/>
                <w:sz w:val="21"/>
                <w:szCs w:val="21"/>
              </w:rPr>
            </w:pPr>
            <w:r w:rsidRPr="00DC54C7">
              <w:rPr>
                <w:rFonts w:eastAsia="SimSun"/>
                <w:sz w:val="21"/>
                <w:szCs w:val="21"/>
              </w:rPr>
              <w:t>+ Interest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718"/>
              <w:gridCol w:w="689"/>
              <w:gridCol w:w="689"/>
              <w:gridCol w:w="695"/>
            </w:tblGrid>
            <w:tr w:rsidR="003D565B" w:rsidRPr="00DC54C7" w14:paraId="76CBD464" w14:textId="77777777" w:rsidTr="00944826">
              <w:tc>
                <w:tcPr>
                  <w:tcW w:w="1429" w:type="pct"/>
                  <w:tcBorders>
                    <w:top w:val="single" w:sz="4" w:space="0" w:color="auto"/>
                    <w:bottom w:val="single" w:sz="4" w:space="0" w:color="auto"/>
                  </w:tcBorders>
                </w:tcPr>
                <w:p w14:paraId="158BB0F8" w14:textId="77777777" w:rsidR="003D565B" w:rsidRPr="00DC54C7" w:rsidRDefault="003D565B" w:rsidP="003D565B">
                  <w:pPr>
                    <w:rPr>
                      <w:rFonts w:eastAsia="SimSun"/>
                      <w:sz w:val="21"/>
                      <w:szCs w:val="21"/>
                    </w:rPr>
                  </w:pPr>
                  <w:r w:rsidRPr="00DC54C7">
                    <w:rPr>
                      <w:rFonts w:eastAsia="SimSun"/>
                      <w:sz w:val="21"/>
                      <w:szCs w:val="21"/>
                    </w:rPr>
                    <w:t>(g)</w:t>
                  </w:r>
                </w:p>
              </w:tc>
              <w:tc>
                <w:tcPr>
                  <w:tcW w:w="1322" w:type="pct"/>
                  <w:tcBorders>
                    <w:top w:val="single" w:sz="4" w:space="0" w:color="auto"/>
                    <w:bottom w:val="single" w:sz="4" w:space="0" w:color="auto"/>
                    <w:right w:val="single" w:sz="4" w:space="0" w:color="auto"/>
                  </w:tcBorders>
                </w:tcPr>
                <w:p w14:paraId="2B10E70C" w14:textId="77777777" w:rsidR="003D565B" w:rsidRPr="00DC54C7" w:rsidRDefault="003D565B" w:rsidP="00944826">
                  <w:pPr>
                    <w:jc w:val="right"/>
                    <w:rPr>
                      <w:rFonts w:eastAsia="SimSun"/>
                      <w:sz w:val="21"/>
                      <w:szCs w:val="21"/>
                    </w:rPr>
                  </w:pPr>
                  <w:r w:rsidRPr="00DC54C7">
                    <w:rPr>
                      <w:rFonts w:eastAsia="SimSun"/>
                      <w:sz w:val="21"/>
                      <w:szCs w:val="21"/>
                    </w:rPr>
                    <w:t>3,000</w:t>
                  </w:r>
                </w:p>
              </w:tc>
              <w:tc>
                <w:tcPr>
                  <w:tcW w:w="1122" w:type="pct"/>
                  <w:tcBorders>
                    <w:top w:val="single" w:sz="4" w:space="0" w:color="auto"/>
                    <w:left w:val="single" w:sz="4" w:space="0" w:color="auto"/>
                    <w:bottom w:val="single" w:sz="4" w:space="0" w:color="auto"/>
                  </w:tcBorders>
                </w:tcPr>
                <w:p w14:paraId="427C7FBE" w14:textId="77777777" w:rsidR="003D565B" w:rsidRPr="00DC54C7" w:rsidRDefault="003D565B" w:rsidP="003D565B">
                  <w:pPr>
                    <w:rPr>
                      <w:rFonts w:eastAsia="SimSun"/>
                      <w:sz w:val="21"/>
                      <w:szCs w:val="21"/>
                    </w:rPr>
                  </w:pPr>
                  <w:r w:rsidRPr="00DC54C7">
                    <w:rPr>
                      <w:rFonts w:eastAsia="SimSun"/>
                      <w:sz w:val="21"/>
                      <w:szCs w:val="21"/>
                    </w:rPr>
                    <w:t>3,000</w:t>
                  </w:r>
                </w:p>
              </w:tc>
              <w:tc>
                <w:tcPr>
                  <w:tcW w:w="1127" w:type="pct"/>
                  <w:tcBorders>
                    <w:top w:val="single" w:sz="4" w:space="0" w:color="auto"/>
                    <w:bottom w:val="single" w:sz="4" w:space="0" w:color="auto"/>
                  </w:tcBorders>
                </w:tcPr>
                <w:p w14:paraId="3D3D6155"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357EC0B6" w14:textId="77777777" w:rsidTr="00944826">
              <w:tc>
                <w:tcPr>
                  <w:tcW w:w="1429" w:type="pct"/>
                  <w:tcBorders>
                    <w:top w:val="single" w:sz="4" w:space="0" w:color="auto"/>
                  </w:tcBorders>
                </w:tcPr>
                <w:p w14:paraId="049FEA5B"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05EE5970"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23E9CFE4" w14:textId="77777777" w:rsidR="003D565B" w:rsidRPr="00DC54C7" w:rsidRDefault="003D565B" w:rsidP="003D565B">
                  <w:pPr>
                    <w:rPr>
                      <w:rFonts w:eastAsia="SimSun"/>
                      <w:sz w:val="21"/>
                      <w:szCs w:val="21"/>
                    </w:rPr>
                  </w:pPr>
                </w:p>
              </w:tc>
              <w:tc>
                <w:tcPr>
                  <w:tcW w:w="1127" w:type="pct"/>
                  <w:tcBorders>
                    <w:top w:val="single" w:sz="4" w:space="0" w:color="auto"/>
                  </w:tcBorders>
                </w:tcPr>
                <w:p w14:paraId="5BD92C20" w14:textId="77777777" w:rsidR="003D565B" w:rsidRPr="00DC54C7" w:rsidRDefault="003D565B" w:rsidP="003D565B">
                  <w:pPr>
                    <w:rPr>
                      <w:rFonts w:eastAsia="SimSun"/>
                      <w:sz w:val="21"/>
                      <w:szCs w:val="21"/>
                    </w:rPr>
                  </w:pPr>
                </w:p>
              </w:tc>
            </w:tr>
          </w:tbl>
          <w:p w14:paraId="5AB3CDF9" w14:textId="77777777" w:rsidR="003D565B" w:rsidRPr="00DC54C7" w:rsidRDefault="003D565B" w:rsidP="00944826">
            <w:pPr>
              <w:jc w:val="center"/>
              <w:rPr>
                <w:rFonts w:eastAsia="SimSun"/>
                <w:sz w:val="21"/>
                <w:szCs w:val="21"/>
              </w:rPr>
            </w:pPr>
          </w:p>
          <w:p w14:paraId="3EF1AAB7" w14:textId="77777777" w:rsidR="003D565B" w:rsidRPr="00DC54C7" w:rsidRDefault="003D565B" w:rsidP="00944826">
            <w:pPr>
              <w:jc w:val="center"/>
              <w:rPr>
                <w:rFonts w:eastAsia="SimSun"/>
                <w:sz w:val="21"/>
                <w:szCs w:val="21"/>
              </w:rPr>
            </w:pPr>
            <w:r w:rsidRPr="00DC54C7">
              <w:rPr>
                <w:rFonts w:eastAsia="SimSun"/>
                <w:sz w:val="21"/>
                <w:szCs w:val="21"/>
              </w:rPr>
              <w:t>+ Income Tax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08"/>
              <w:gridCol w:w="794"/>
              <w:gridCol w:w="794"/>
              <w:gridCol w:w="695"/>
            </w:tblGrid>
            <w:tr w:rsidR="003D565B" w:rsidRPr="00DC54C7" w14:paraId="602FD21A" w14:textId="77777777" w:rsidTr="00944826">
              <w:tc>
                <w:tcPr>
                  <w:tcW w:w="1429" w:type="pct"/>
                  <w:tcBorders>
                    <w:top w:val="single" w:sz="4" w:space="0" w:color="auto"/>
                    <w:bottom w:val="single" w:sz="4" w:space="0" w:color="auto"/>
                  </w:tcBorders>
                </w:tcPr>
                <w:p w14:paraId="582EFF7A" w14:textId="77777777" w:rsidR="003D565B" w:rsidRPr="00DC54C7" w:rsidRDefault="003D565B" w:rsidP="003D565B">
                  <w:pPr>
                    <w:rPr>
                      <w:rFonts w:eastAsia="SimSun"/>
                      <w:sz w:val="21"/>
                      <w:szCs w:val="21"/>
                    </w:rPr>
                  </w:pPr>
                  <w:r w:rsidRPr="00DC54C7">
                    <w:rPr>
                      <w:rFonts w:eastAsia="SimSun"/>
                      <w:sz w:val="21"/>
                      <w:szCs w:val="21"/>
                    </w:rPr>
                    <w:t>(h)</w:t>
                  </w:r>
                </w:p>
              </w:tc>
              <w:tc>
                <w:tcPr>
                  <w:tcW w:w="1322" w:type="pct"/>
                  <w:tcBorders>
                    <w:top w:val="single" w:sz="4" w:space="0" w:color="auto"/>
                    <w:bottom w:val="single" w:sz="4" w:space="0" w:color="auto"/>
                    <w:right w:val="single" w:sz="4" w:space="0" w:color="auto"/>
                  </w:tcBorders>
                </w:tcPr>
                <w:p w14:paraId="1E0BD2B9" w14:textId="77777777" w:rsidR="003D565B" w:rsidRPr="00DC54C7" w:rsidRDefault="003D565B" w:rsidP="00944826">
                  <w:pPr>
                    <w:jc w:val="right"/>
                    <w:rPr>
                      <w:rFonts w:eastAsia="SimSun"/>
                      <w:sz w:val="21"/>
                      <w:szCs w:val="21"/>
                    </w:rPr>
                  </w:pPr>
                  <w:r w:rsidRPr="00DC54C7">
                    <w:rPr>
                      <w:rFonts w:eastAsia="SimSun"/>
                      <w:sz w:val="21"/>
                      <w:szCs w:val="21"/>
                    </w:rPr>
                    <w:t>26,110</w:t>
                  </w:r>
                </w:p>
              </w:tc>
              <w:tc>
                <w:tcPr>
                  <w:tcW w:w="1122" w:type="pct"/>
                  <w:tcBorders>
                    <w:top w:val="single" w:sz="4" w:space="0" w:color="auto"/>
                    <w:left w:val="single" w:sz="4" w:space="0" w:color="auto"/>
                    <w:bottom w:val="single" w:sz="4" w:space="0" w:color="auto"/>
                  </w:tcBorders>
                </w:tcPr>
                <w:p w14:paraId="469FD029" w14:textId="77777777" w:rsidR="003D565B" w:rsidRPr="00DC54C7" w:rsidRDefault="003D565B" w:rsidP="003D565B">
                  <w:pPr>
                    <w:rPr>
                      <w:rFonts w:eastAsia="SimSun"/>
                      <w:sz w:val="21"/>
                      <w:szCs w:val="21"/>
                    </w:rPr>
                  </w:pPr>
                  <w:r w:rsidRPr="00DC54C7">
                    <w:rPr>
                      <w:rFonts w:eastAsia="SimSun"/>
                      <w:sz w:val="21"/>
                      <w:szCs w:val="21"/>
                    </w:rPr>
                    <w:t>26,110</w:t>
                  </w:r>
                </w:p>
              </w:tc>
              <w:tc>
                <w:tcPr>
                  <w:tcW w:w="1127" w:type="pct"/>
                  <w:tcBorders>
                    <w:top w:val="single" w:sz="4" w:space="0" w:color="auto"/>
                    <w:bottom w:val="single" w:sz="4" w:space="0" w:color="auto"/>
                  </w:tcBorders>
                </w:tcPr>
                <w:p w14:paraId="7C017D46"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045F8BDC" w14:textId="77777777" w:rsidTr="00944826">
              <w:tc>
                <w:tcPr>
                  <w:tcW w:w="1429" w:type="pct"/>
                  <w:tcBorders>
                    <w:top w:val="single" w:sz="4" w:space="0" w:color="auto"/>
                  </w:tcBorders>
                </w:tcPr>
                <w:p w14:paraId="259C0A09"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6E39C5E5"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3969DF19" w14:textId="77777777" w:rsidR="003D565B" w:rsidRPr="00DC54C7" w:rsidRDefault="003D565B" w:rsidP="003D565B">
                  <w:pPr>
                    <w:rPr>
                      <w:rFonts w:eastAsia="SimSun"/>
                      <w:sz w:val="21"/>
                      <w:szCs w:val="21"/>
                    </w:rPr>
                  </w:pPr>
                </w:p>
              </w:tc>
              <w:tc>
                <w:tcPr>
                  <w:tcW w:w="1127" w:type="pct"/>
                  <w:tcBorders>
                    <w:top w:val="single" w:sz="4" w:space="0" w:color="auto"/>
                  </w:tcBorders>
                </w:tcPr>
                <w:p w14:paraId="2DA09421" w14:textId="77777777" w:rsidR="003D565B" w:rsidRPr="00DC54C7" w:rsidRDefault="003D565B" w:rsidP="003D565B">
                  <w:pPr>
                    <w:rPr>
                      <w:rFonts w:eastAsia="SimSun"/>
                      <w:sz w:val="21"/>
                      <w:szCs w:val="21"/>
                    </w:rPr>
                  </w:pPr>
                </w:p>
              </w:tc>
            </w:tr>
          </w:tbl>
          <w:p w14:paraId="6085308A" w14:textId="77777777" w:rsidR="003D565B" w:rsidRPr="00DC54C7" w:rsidRDefault="003D565B" w:rsidP="003D565B">
            <w:pPr>
              <w:rPr>
                <w:rFonts w:eastAsia="SimSun"/>
                <w:sz w:val="21"/>
                <w:szCs w:val="21"/>
              </w:rPr>
            </w:pPr>
          </w:p>
        </w:tc>
        <w:tc>
          <w:tcPr>
            <w:tcW w:w="3526" w:type="dxa"/>
          </w:tcPr>
          <w:p w14:paraId="70A4121F" w14:textId="77777777" w:rsidR="003D565B" w:rsidRPr="00DC54C7" w:rsidRDefault="003D565B" w:rsidP="00944826">
            <w:pPr>
              <w:jc w:val="center"/>
              <w:rPr>
                <w:rFonts w:eastAsia="SimSun"/>
                <w:sz w:val="21"/>
                <w:szCs w:val="21"/>
              </w:rPr>
            </w:pPr>
            <w:r w:rsidRPr="00DC54C7">
              <w:rPr>
                <w:rFonts w:eastAsia="SimSun"/>
                <w:sz w:val="21"/>
                <w:szCs w:val="21"/>
              </w:rPr>
              <w:t>+ Contributed Capital –</w:t>
            </w:r>
          </w:p>
          <w:tbl>
            <w:tblPr>
              <w:tblW w:w="331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7"/>
              <w:gridCol w:w="828"/>
              <w:gridCol w:w="827"/>
              <w:gridCol w:w="828"/>
            </w:tblGrid>
            <w:tr w:rsidR="003D565B" w:rsidRPr="00DC54C7" w14:paraId="0A36E914" w14:textId="77777777" w:rsidTr="00944826">
              <w:tc>
                <w:tcPr>
                  <w:tcW w:w="827" w:type="dxa"/>
                  <w:tcBorders>
                    <w:top w:val="single" w:sz="4" w:space="0" w:color="auto"/>
                  </w:tcBorders>
                </w:tcPr>
                <w:p w14:paraId="61580FFE" w14:textId="77777777" w:rsidR="003D565B" w:rsidRPr="00DC54C7" w:rsidRDefault="003D565B" w:rsidP="003D565B">
                  <w:pPr>
                    <w:rPr>
                      <w:rFonts w:eastAsia="SimSun"/>
                      <w:sz w:val="21"/>
                      <w:szCs w:val="21"/>
                    </w:rPr>
                  </w:pPr>
                </w:p>
              </w:tc>
              <w:tc>
                <w:tcPr>
                  <w:tcW w:w="828" w:type="dxa"/>
                  <w:tcBorders>
                    <w:top w:val="single" w:sz="4" w:space="0" w:color="auto"/>
                    <w:right w:val="single" w:sz="4" w:space="0" w:color="auto"/>
                  </w:tcBorders>
                </w:tcPr>
                <w:p w14:paraId="0A6A704C" w14:textId="77777777" w:rsidR="003D565B" w:rsidRPr="00DC54C7" w:rsidRDefault="003D565B" w:rsidP="00944826">
                  <w:pPr>
                    <w:jc w:val="right"/>
                    <w:rPr>
                      <w:rFonts w:eastAsia="SimSun"/>
                      <w:sz w:val="21"/>
                      <w:szCs w:val="21"/>
                    </w:rPr>
                  </w:pPr>
                </w:p>
              </w:tc>
              <w:tc>
                <w:tcPr>
                  <w:tcW w:w="827" w:type="dxa"/>
                  <w:tcBorders>
                    <w:top w:val="single" w:sz="4" w:space="0" w:color="auto"/>
                    <w:left w:val="single" w:sz="4" w:space="0" w:color="auto"/>
                  </w:tcBorders>
                </w:tcPr>
                <w:p w14:paraId="3062D21A" w14:textId="77777777" w:rsidR="003D565B" w:rsidRPr="00DC54C7" w:rsidRDefault="003D565B" w:rsidP="00944826">
                  <w:pPr>
                    <w:jc w:val="right"/>
                    <w:rPr>
                      <w:rFonts w:eastAsia="SimSun"/>
                      <w:sz w:val="21"/>
                      <w:szCs w:val="21"/>
                    </w:rPr>
                  </w:pPr>
                  <w:r w:rsidRPr="00DC54C7">
                    <w:rPr>
                      <w:rFonts w:eastAsia="SimSun"/>
                      <w:sz w:val="21"/>
                      <w:szCs w:val="21"/>
                    </w:rPr>
                    <w:t>10,000</w:t>
                  </w:r>
                </w:p>
              </w:tc>
              <w:tc>
                <w:tcPr>
                  <w:tcW w:w="828" w:type="dxa"/>
                  <w:tcBorders>
                    <w:top w:val="single" w:sz="4" w:space="0" w:color="auto"/>
                  </w:tcBorders>
                </w:tcPr>
                <w:p w14:paraId="5A22F5A7" w14:textId="77777777" w:rsidR="003D565B" w:rsidRPr="00DC54C7" w:rsidRDefault="003D565B" w:rsidP="003D565B">
                  <w:pPr>
                    <w:rPr>
                      <w:rFonts w:eastAsia="SimSun"/>
                      <w:sz w:val="21"/>
                      <w:szCs w:val="21"/>
                    </w:rPr>
                  </w:pPr>
                  <w:r w:rsidRPr="00DC54C7">
                    <w:rPr>
                      <w:rFonts w:eastAsia="SimSun"/>
                      <w:sz w:val="21"/>
                      <w:szCs w:val="21"/>
                    </w:rPr>
                    <w:t>Unadj.</w:t>
                  </w:r>
                </w:p>
              </w:tc>
            </w:tr>
          </w:tbl>
          <w:p w14:paraId="77985CD5" w14:textId="77777777" w:rsidR="003D565B" w:rsidRPr="00DC54C7" w:rsidRDefault="003D565B" w:rsidP="00944826">
            <w:pPr>
              <w:jc w:val="center"/>
              <w:rPr>
                <w:rFonts w:eastAsia="SimSun"/>
                <w:sz w:val="21"/>
                <w:szCs w:val="21"/>
              </w:rPr>
            </w:pPr>
          </w:p>
          <w:p w14:paraId="2B2E5CE7"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Retained Earnings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27"/>
              <w:gridCol w:w="828"/>
              <w:gridCol w:w="827"/>
              <w:gridCol w:w="828"/>
            </w:tblGrid>
            <w:tr w:rsidR="003D565B" w:rsidRPr="00DC54C7" w14:paraId="5D78B30A" w14:textId="77777777" w:rsidTr="00944826">
              <w:tc>
                <w:tcPr>
                  <w:tcW w:w="1249" w:type="pct"/>
                  <w:tcBorders>
                    <w:top w:val="single" w:sz="4" w:space="0" w:color="auto"/>
                  </w:tcBorders>
                </w:tcPr>
                <w:p w14:paraId="2CAED7C5" w14:textId="77777777" w:rsidR="003D565B" w:rsidRPr="00DC54C7" w:rsidRDefault="003D565B" w:rsidP="003D565B">
                  <w:pPr>
                    <w:rPr>
                      <w:rFonts w:eastAsia="SimSun"/>
                      <w:sz w:val="21"/>
                      <w:szCs w:val="21"/>
                    </w:rPr>
                  </w:pPr>
                </w:p>
              </w:tc>
              <w:tc>
                <w:tcPr>
                  <w:tcW w:w="1251" w:type="pct"/>
                  <w:tcBorders>
                    <w:top w:val="single" w:sz="4" w:space="0" w:color="auto"/>
                    <w:right w:val="single" w:sz="4" w:space="0" w:color="auto"/>
                  </w:tcBorders>
                </w:tcPr>
                <w:p w14:paraId="4A986FD7" w14:textId="77777777" w:rsidR="003D565B" w:rsidRPr="00DC54C7" w:rsidRDefault="003D565B" w:rsidP="003D565B">
                  <w:pPr>
                    <w:rPr>
                      <w:rFonts w:eastAsia="SimSun"/>
                      <w:sz w:val="21"/>
                      <w:szCs w:val="21"/>
                    </w:rPr>
                  </w:pPr>
                </w:p>
              </w:tc>
              <w:tc>
                <w:tcPr>
                  <w:tcW w:w="1249" w:type="pct"/>
                  <w:tcBorders>
                    <w:top w:val="single" w:sz="4" w:space="0" w:color="auto"/>
                    <w:left w:val="single" w:sz="4" w:space="0" w:color="auto"/>
                  </w:tcBorders>
                </w:tcPr>
                <w:p w14:paraId="55076BB0"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251" w:type="pct"/>
                  <w:tcBorders>
                    <w:top w:val="single" w:sz="4" w:space="0" w:color="auto"/>
                  </w:tcBorders>
                </w:tcPr>
                <w:p w14:paraId="18BB1DF3"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287B583B" w14:textId="77777777" w:rsidTr="00944826">
              <w:tc>
                <w:tcPr>
                  <w:tcW w:w="1249" w:type="pct"/>
                  <w:tcBorders>
                    <w:bottom w:val="single" w:sz="4" w:space="0" w:color="auto"/>
                  </w:tcBorders>
                </w:tcPr>
                <w:p w14:paraId="7A797693" w14:textId="77777777" w:rsidR="003D565B" w:rsidRPr="00DC54C7" w:rsidRDefault="003D565B" w:rsidP="003D565B">
                  <w:pPr>
                    <w:rPr>
                      <w:rFonts w:eastAsia="SimSun"/>
                      <w:sz w:val="21"/>
                      <w:szCs w:val="21"/>
                    </w:rPr>
                  </w:pPr>
                  <w:r w:rsidRPr="00DC54C7">
                    <w:rPr>
                      <w:rFonts w:eastAsia="SimSun"/>
                      <w:sz w:val="21"/>
                      <w:szCs w:val="21"/>
                    </w:rPr>
                    <w:t>Close</w:t>
                  </w:r>
                </w:p>
              </w:tc>
              <w:tc>
                <w:tcPr>
                  <w:tcW w:w="1251" w:type="pct"/>
                  <w:tcBorders>
                    <w:bottom w:val="single" w:sz="4" w:space="0" w:color="auto"/>
                    <w:right w:val="single" w:sz="4" w:space="0" w:color="auto"/>
                  </w:tcBorders>
                </w:tcPr>
                <w:p w14:paraId="20C6CD7B" w14:textId="77777777" w:rsidR="003D565B" w:rsidRPr="00DC54C7" w:rsidRDefault="003D565B" w:rsidP="003D565B">
                  <w:pPr>
                    <w:rPr>
                      <w:rFonts w:eastAsia="SimSun"/>
                      <w:sz w:val="21"/>
                      <w:szCs w:val="21"/>
                    </w:rPr>
                  </w:pPr>
                  <w:r w:rsidRPr="00DC54C7">
                    <w:rPr>
                      <w:rFonts w:eastAsia="SimSun"/>
                      <w:sz w:val="21"/>
                      <w:szCs w:val="21"/>
                    </w:rPr>
                    <w:t>750</w:t>
                  </w:r>
                </w:p>
              </w:tc>
              <w:tc>
                <w:tcPr>
                  <w:tcW w:w="1249" w:type="pct"/>
                  <w:tcBorders>
                    <w:left w:val="single" w:sz="4" w:space="0" w:color="auto"/>
                    <w:bottom w:val="single" w:sz="4" w:space="0" w:color="auto"/>
                  </w:tcBorders>
                </w:tcPr>
                <w:p w14:paraId="05C5A6B4" w14:textId="77777777" w:rsidR="003D565B" w:rsidRPr="00DC54C7" w:rsidRDefault="003D565B" w:rsidP="00944826">
                  <w:pPr>
                    <w:jc w:val="right"/>
                    <w:rPr>
                      <w:rFonts w:eastAsia="SimSun"/>
                      <w:sz w:val="21"/>
                      <w:szCs w:val="21"/>
                    </w:rPr>
                  </w:pPr>
                  <w:r w:rsidRPr="00DC54C7">
                    <w:rPr>
                      <w:rFonts w:eastAsia="SimSun"/>
                      <w:sz w:val="21"/>
                      <w:szCs w:val="21"/>
                    </w:rPr>
                    <w:t>48,490</w:t>
                  </w:r>
                </w:p>
              </w:tc>
              <w:tc>
                <w:tcPr>
                  <w:tcW w:w="1251" w:type="pct"/>
                  <w:tcBorders>
                    <w:bottom w:val="single" w:sz="4" w:space="0" w:color="auto"/>
                  </w:tcBorders>
                </w:tcPr>
                <w:p w14:paraId="0A98F1A7"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1AF594EE" w14:textId="77777777" w:rsidTr="00944826">
              <w:tc>
                <w:tcPr>
                  <w:tcW w:w="1249" w:type="pct"/>
                  <w:tcBorders>
                    <w:top w:val="single" w:sz="4" w:space="0" w:color="auto"/>
                  </w:tcBorders>
                </w:tcPr>
                <w:p w14:paraId="1EF48AA1" w14:textId="77777777" w:rsidR="003D565B" w:rsidRPr="00DC54C7" w:rsidRDefault="003D565B" w:rsidP="003D565B">
                  <w:pPr>
                    <w:rPr>
                      <w:rFonts w:eastAsia="SimSun"/>
                      <w:sz w:val="21"/>
                      <w:szCs w:val="21"/>
                    </w:rPr>
                  </w:pPr>
                </w:p>
              </w:tc>
              <w:tc>
                <w:tcPr>
                  <w:tcW w:w="1251" w:type="pct"/>
                  <w:tcBorders>
                    <w:top w:val="single" w:sz="4" w:space="0" w:color="auto"/>
                    <w:right w:val="single" w:sz="4" w:space="0" w:color="auto"/>
                  </w:tcBorders>
                </w:tcPr>
                <w:p w14:paraId="267708FF" w14:textId="77777777" w:rsidR="003D565B" w:rsidRPr="00DC54C7" w:rsidRDefault="003D565B" w:rsidP="003D565B">
                  <w:pPr>
                    <w:rPr>
                      <w:rFonts w:eastAsia="SimSun"/>
                      <w:sz w:val="21"/>
                      <w:szCs w:val="21"/>
                    </w:rPr>
                  </w:pPr>
                </w:p>
              </w:tc>
              <w:tc>
                <w:tcPr>
                  <w:tcW w:w="1249" w:type="pct"/>
                  <w:tcBorders>
                    <w:top w:val="single" w:sz="4" w:space="0" w:color="auto"/>
                    <w:left w:val="single" w:sz="4" w:space="0" w:color="auto"/>
                  </w:tcBorders>
                </w:tcPr>
                <w:p w14:paraId="3FA0F58E" w14:textId="77777777" w:rsidR="003D565B" w:rsidRPr="00DC54C7" w:rsidRDefault="003D565B" w:rsidP="00944826">
                  <w:pPr>
                    <w:jc w:val="right"/>
                    <w:rPr>
                      <w:rFonts w:eastAsia="SimSun"/>
                      <w:sz w:val="21"/>
                      <w:szCs w:val="21"/>
                    </w:rPr>
                  </w:pPr>
                  <w:r w:rsidRPr="00DC54C7">
                    <w:rPr>
                      <w:rFonts w:eastAsia="SimSun"/>
                      <w:sz w:val="21"/>
                      <w:szCs w:val="21"/>
                    </w:rPr>
                    <w:t>47,740</w:t>
                  </w:r>
                </w:p>
              </w:tc>
              <w:tc>
                <w:tcPr>
                  <w:tcW w:w="1251" w:type="pct"/>
                  <w:tcBorders>
                    <w:top w:val="single" w:sz="4" w:space="0" w:color="auto"/>
                  </w:tcBorders>
                </w:tcPr>
                <w:p w14:paraId="1CF9170A" w14:textId="77777777" w:rsidR="003D565B" w:rsidRPr="00DC54C7" w:rsidRDefault="003D565B" w:rsidP="003D565B">
                  <w:pPr>
                    <w:rPr>
                      <w:rFonts w:eastAsia="SimSun"/>
                      <w:sz w:val="21"/>
                      <w:szCs w:val="21"/>
                    </w:rPr>
                  </w:pPr>
                  <w:r w:rsidRPr="00DC54C7">
                    <w:rPr>
                      <w:rFonts w:eastAsia="SimSun"/>
                      <w:sz w:val="21"/>
                      <w:szCs w:val="21"/>
                    </w:rPr>
                    <w:t>Bal</w:t>
                  </w:r>
                </w:p>
              </w:tc>
            </w:tr>
          </w:tbl>
          <w:p w14:paraId="5A5F2E13" w14:textId="77777777" w:rsidR="003D565B" w:rsidRPr="00DC54C7" w:rsidRDefault="003D565B" w:rsidP="00944826">
            <w:pPr>
              <w:jc w:val="center"/>
              <w:rPr>
                <w:rFonts w:eastAsia="SimSun"/>
                <w:sz w:val="21"/>
                <w:szCs w:val="21"/>
              </w:rPr>
            </w:pPr>
          </w:p>
          <w:p w14:paraId="107770E9" w14:textId="77777777" w:rsidR="003D565B" w:rsidRPr="00DC54C7" w:rsidRDefault="003D565B" w:rsidP="00944826">
            <w:pPr>
              <w:jc w:val="center"/>
              <w:rPr>
                <w:rFonts w:eastAsia="SimSun"/>
                <w:sz w:val="21"/>
                <w:szCs w:val="21"/>
              </w:rPr>
            </w:pPr>
            <w:r w:rsidRPr="00DC54C7">
              <w:rPr>
                <w:rFonts w:eastAsia="SimSun"/>
                <w:sz w:val="21"/>
                <w:szCs w:val="21"/>
              </w:rPr>
              <w:t>+ Dividends</w:t>
            </w:r>
            <w:r w:rsidR="000304F6">
              <w:rPr>
                <w:rFonts w:eastAsia="SimSun"/>
                <w:sz w:val="21"/>
                <w:szCs w:val="21"/>
              </w:rPr>
              <w:t xml:space="preserve"> </w:t>
            </w:r>
            <w:r w:rsidRPr="00DC54C7">
              <w:rPr>
                <w:rFonts w:eastAsia="SimSun"/>
                <w:sz w:val="21"/>
                <w:szCs w:val="21"/>
              </w:rPr>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0F81F1B5" w14:textId="77777777" w:rsidTr="00944826">
              <w:tc>
                <w:tcPr>
                  <w:tcW w:w="1429" w:type="pct"/>
                  <w:tcBorders>
                    <w:top w:val="single" w:sz="4" w:space="0" w:color="auto"/>
                  </w:tcBorders>
                </w:tcPr>
                <w:p w14:paraId="51336499" w14:textId="77777777" w:rsidR="003D565B" w:rsidRPr="00DC54C7" w:rsidRDefault="003D565B" w:rsidP="003D565B">
                  <w:pPr>
                    <w:rPr>
                      <w:rFonts w:eastAsia="SimSun"/>
                      <w:sz w:val="21"/>
                      <w:szCs w:val="21"/>
                    </w:rPr>
                  </w:pPr>
                  <w:r w:rsidRPr="00DC54C7">
                    <w:rPr>
                      <w:rFonts w:eastAsia="SimSun"/>
                      <w:sz w:val="21"/>
                      <w:szCs w:val="21"/>
                    </w:rPr>
                    <w:t>Unadj.</w:t>
                  </w:r>
                </w:p>
              </w:tc>
              <w:tc>
                <w:tcPr>
                  <w:tcW w:w="1322" w:type="pct"/>
                  <w:tcBorders>
                    <w:top w:val="single" w:sz="4" w:space="0" w:color="auto"/>
                    <w:right w:val="single" w:sz="4" w:space="0" w:color="auto"/>
                  </w:tcBorders>
                </w:tcPr>
                <w:p w14:paraId="3BA72623"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166EDD6A" w14:textId="77777777" w:rsidR="003D565B" w:rsidRPr="00DC54C7" w:rsidRDefault="003D565B" w:rsidP="003D565B">
                  <w:pPr>
                    <w:rPr>
                      <w:rFonts w:eastAsia="SimSun"/>
                      <w:sz w:val="21"/>
                      <w:szCs w:val="21"/>
                    </w:rPr>
                  </w:pPr>
                </w:p>
              </w:tc>
              <w:tc>
                <w:tcPr>
                  <w:tcW w:w="1127" w:type="pct"/>
                  <w:tcBorders>
                    <w:top w:val="single" w:sz="4" w:space="0" w:color="auto"/>
                  </w:tcBorders>
                </w:tcPr>
                <w:p w14:paraId="3630F709" w14:textId="77777777" w:rsidR="003D565B" w:rsidRPr="00DC54C7" w:rsidRDefault="003D565B" w:rsidP="003D565B">
                  <w:pPr>
                    <w:rPr>
                      <w:rFonts w:eastAsia="SimSun"/>
                      <w:sz w:val="21"/>
                      <w:szCs w:val="21"/>
                    </w:rPr>
                  </w:pPr>
                </w:p>
              </w:tc>
            </w:tr>
            <w:tr w:rsidR="003D565B" w:rsidRPr="00DC54C7" w14:paraId="29B68070" w14:textId="77777777" w:rsidTr="00944826">
              <w:tc>
                <w:tcPr>
                  <w:tcW w:w="1429" w:type="pct"/>
                  <w:tcBorders>
                    <w:bottom w:val="single" w:sz="4" w:space="0" w:color="auto"/>
                  </w:tcBorders>
                </w:tcPr>
                <w:p w14:paraId="072273A4" w14:textId="77777777" w:rsidR="003D565B" w:rsidRPr="00DC54C7" w:rsidRDefault="003D565B" w:rsidP="003D565B">
                  <w:pPr>
                    <w:rPr>
                      <w:rFonts w:eastAsia="SimSun"/>
                      <w:sz w:val="21"/>
                      <w:szCs w:val="21"/>
                    </w:rPr>
                  </w:pPr>
                  <w:r w:rsidRPr="00DC54C7">
                    <w:rPr>
                      <w:rFonts w:eastAsia="SimSun"/>
                      <w:sz w:val="21"/>
                      <w:szCs w:val="21"/>
                    </w:rPr>
                    <w:t>(i)</w:t>
                  </w:r>
                </w:p>
              </w:tc>
              <w:tc>
                <w:tcPr>
                  <w:tcW w:w="1322" w:type="pct"/>
                  <w:tcBorders>
                    <w:bottom w:val="single" w:sz="4" w:space="0" w:color="auto"/>
                    <w:right w:val="single" w:sz="4" w:space="0" w:color="auto"/>
                  </w:tcBorders>
                </w:tcPr>
                <w:p w14:paraId="4FBB079C"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1122" w:type="pct"/>
                  <w:tcBorders>
                    <w:left w:val="single" w:sz="4" w:space="0" w:color="auto"/>
                    <w:bottom w:val="single" w:sz="4" w:space="0" w:color="auto"/>
                  </w:tcBorders>
                </w:tcPr>
                <w:p w14:paraId="551FCBE1" w14:textId="77777777" w:rsidR="003D565B" w:rsidRPr="00DC54C7" w:rsidRDefault="003D565B" w:rsidP="003D565B">
                  <w:pPr>
                    <w:rPr>
                      <w:rFonts w:eastAsia="SimSun"/>
                      <w:sz w:val="21"/>
                      <w:szCs w:val="21"/>
                    </w:rPr>
                  </w:pPr>
                </w:p>
              </w:tc>
              <w:tc>
                <w:tcPr>
                  <w:tcW w:w="1127" w:type="pct"/>
                  <w:tcBorders>
                    <w:bottom w:val="single" w:sz="4" w:space="0" w:color="auto"/>
                  </w:tcBorders>
                </w:tcPr>
                <w:p w14:paraId="3FDD5945" w14:textId="77777777" w:rsidR="003D565B" w:rsidRPr="00DC54C7" w:rsidRDefault="003D565B" w:rsidP="003D565B">
                  <w:pPr>
                    <w:rPr>
                      <w:rFonts w:eastAsia="SimSun"/>
                      <w:sz w:val="21"/>
                      <w:szCs w:val="21"/>
                    </w:rPr>
                  </w:pPr>
                </w:p>
              </w:tc>
            </w:tr>
            <w:tr w:rsidR="003D565B" w:rsidRPr="00DC54C7" w14:paraId="4C33389E" w14:textId="77777777" w:rsidTr="00944826">
              <w:tc>
                <w:tcPr>
                  <w:tcW w:w="1429" w:type="pct"/>
                  <w:tcBorders>
                    <w:top w:val="single" w:sz="4" w:space="0" w:color="auto"/>
                    <w:bottom w:val="single" w:sz="4" w:space="0" w:color="auto"/>
                  </w:tcBorders>
                </w:tcPr>
                <w:p w14:paraId="596A1065" w14:textId="77777777" w:rsidR="003D565B" w:rsidRPr="00DC54C7" w:rsidRDefault="003D565B" w:rsidP="003D565B">
                  <w:pPr>
                    <w:rPr>
                      <w:rFonts w:eastAsia="SimSun"/>
                      <w:sz w:val="21"/>
                      <w:szCs w:val="21"/>
                    </w:rPr>
                  </w:pPr>
                  <w:r w:rsidRPr="00DC54C7">
                    <w:rPr>
                      <w:rFonts w:eastAsia="SimSun"/>
                      <w:sz w:val="21"/>
                      <w:szCs w:val="21"/>
                    </w:rPr>
                    <w:t>Adj.</w:t>
                  </w:r>
                </w:p>
              </w:tc>
              <w:tc>
                <w:tcPr>
                  <w:tcW w:w="1322" w:type="pct"/>
                  <w:tcBorders>
                    <w:top w:val="single" w:sz="4" w:space="0" w:color="auto"/>
                    <w:bottom w:val="single" w:sz="4" w:space="0" w:color="auto"/>
                    <w:right w:val="single" w:sz="4" w:space="0" w:color="auto"/>
                  </w:tcBorders>
                </w:tcPr>
                <w:p w14:paraId="5503C603"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1122" w:type="pct"/>
                  <w:tcBorders>
                    <w:top w:val="single" w:sz="4" w:space="0" w:color="auto"/>
                    <w:left w:val="single" w:sz="4" w:space="0" w:color="auto"/>
                    <w:bottom w:val="single" w:sz="4" w:space="0" w:color="auto"/>
                  </w:tcBorders>
                </w:tcPr>
                <w:p w14:paraId="0CD03A55" w14:textId="77777777" w:rsidR="003D565B" w:rsidRPr="00DC54C7" w:rsidRDefault="003D565B" w:rsidP="00944826">
                  <w:pPr>
                    <w:jc w:val="right"/>
                    <w:rPr>
                      <w:rFonts w:eastAsia="SimSun"/>
                      <w:sz w:val="21"/>
                      <w:szCs w:val="21"/>
                    </w:rPr>
                  </w:pPr>
                  <w:r w:rsidRPr="00DC54C7">
                    <w:rPr>
                      <w:rFonts w:eastAsia="SimSun"/>
                      <w:sz w:val="21"/>
                      <w:szCs w:val="21"/>
                    </w:rPr>
                    <w:t>750</w:t>
                  </w:r>
                </w:p>
              </w:tc>
              <w:tc>
                <w:tcPr>
                  <w:tcW w:w="1127" w:type="pct"/>
                  <w:tcBorders>
                    <w:top w:val="single" w:sz="4" w:space="0" w:color="auto"/>
                    <w:bottom w:val="single" w:sz="4" w:space="0" w:color="auto"/>
                  </w:tcBorders>
                </w:tcPr>
                <w:p w14:paraId="2B5A8F2B"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65B70D8B" w14:textId="77777777" w:rsidTr="00944826">
              <w:tc>
                <w:tcPr>
                  <w:tcW w:w="1429" w:type="pct"/>
                  <w:tcBorders>
                    <w:top w:val="single" w:sz="4" w:space="0" w:color="auto"/>
                  </w:tcBorders>
                </w:tcPr>
                <w:p w14:paraId="640FD0A0"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4DC3720D"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5DFB3416" w14:textId="77777777" w:rsidR="003D565B" w:rsidRPr="00DC54C7" w:rsidRDefault="003D565B" w:rsidP="00944826">
                  <w:pPr>
                    <w:jc w:val="right"/>
                    <w:rPr>
                      <w:rFonts w:eastAsia="SimSun"/>
                      <w:sz w:val="21"/>
                      <w:szCs w:val="21"/>
                    </w:rPr>
                  </w:pPr>
                </w:p>
              </w:tc>
              <w:tc>
                <w:tcPr>
                  <w:tcW w:w="1127" w:type="pct"/>
                  <w:tcBorders>
                    <w:top w:val="single" w:sz="4" w:space="0" w:color="auto"/>
                  </w:tcBorders>
                </w:tcPr>
                <w:p w14:paraId="090A2841" w14:textId="77777777" w:rsidR="003D565B" w:rsidRPr="00DC54C7" w:rsidRDefault="003D565B" w:rsidP="003D565B">
                  <w:pPr>
                    <w:rPr>
                      <w:rFonts w:eastAsia="SimSun"/>
                      <w:sz w:val="21"/>
                      <w:szCs w:val="21"/>
                    </w:rPr>
                  </w:pPr>
                </w:p>
              </w:tc>
            </w:tr>
          </w:tbl>
          <w:p w14:paraId="3A8F75B9" w14:textId="77777777" w:rsidR="003D565B" w:rsidRPr="00DC54C7" w:rsidRDefault="003D565B" w:rsidP="00944826">
            <w:pPr>
              <w:jc w:val="center"/>
              <w:rPr>
                <w:rFonts w:eastAsia="SimSun"/>
                <w:sz w:val="21"/>
                <w:szCs w:val="21"/>
              </w:rPr>
            </w:pPr>
          </w:p>
          <w:p w14:paraId="2CA40716" w14:textId="77777777" w:rsidR="003D565B" w:rsidRPr="00DC54C7" w:rsidRDefault="00801A23" w:rsidP="00944826">
            <w:pPr>
              <w:jc w:val="center"/>
              <w:rPr>
                <w:rFonts w:eastAsia="SimSun"/>
                <w:sz w:val="21"/>
                <w:szCs w:val="21"/>
              </w:rPr>
            </w:pPr>
            <w:r>
              <w:rPr>
                <w:rFonts w:eastAsia="SimSun"/>
                <w:sz w:val="21"/>
                <w:szCs w:val="21"/>
              </w:rPr>
              <w:t>−</w:t>
            </w:r>
            <w:r w:rsidR="003D565B" w:rsidRPr="00DC54C7">
              <w:rPr>
                <w:rFonts w:eastAsia="SimSun"/>
                <w:sz w:val="21"/>
                <w:szCs w:val="21"/>
              </w:rPr>
              <w:t xml:space="preserve"> </w:t>
            </w:r>
            <w:r w:rsidR="00F01DA3">
              <w:rPr>
                <w:rFonts w:eastAsia="SimSun"/>
                <w:sz w:val="21"/>
                <w:szCs w:val="21"/>
              </w:rPr>
              <w:t xml:space="preserve">Service </w:t>
            </w:r>
            <w:r w:rsidR="003D565B" w:rsidRPr="00DC54C7">
              <w:rPr>
                <w:rFonts w:eastAsia="SimSun"/>
                <w:sz w:val="21"/>
                <w:szCs w:val="21"/>
              </w:rPr>
              <w:t>Revenue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95"/>
              <w:gridCol w:w="899"/>
              <w:gridCol w:w="899"/>
              <w:gridCol w:w="817"/>
            </w:tblGrid>
            <w:tr w:rsidR="003D565B" w:rsidRPr="00DC54C7" w14:paraId="6F081D4C" w14:textId="77777777" w:rsidTr="00944826">
              <w:tc>
                <w:tcPr>
                  <w:tcW w:w="991" w:type="pct"/>
                  <w:tcBorders>
                    <w:top w:val="single" w:sz="4" w:space="0" w:color="auto"/>
                  </w:tcBorders>
                </w:tcPr>
                <w:p w14:paraId="2BB09868" w14:textId="77777777" w:rsidR="003D565B" w:rsidRPr="00DC54C7" w:rsidRDefault="003D565B" w:rsidP="003D565B">
                  <w:pPr>
                    <w:rPr>
                      <w:rFonts w:eastAsia="SimSun"/>
                      <w:sz w:val="21"/>
                      <w:szCs w:val="21"/>
                    </w:rPr>
                  </w:pPr>
                </w:p>
              </w:tc>
              <w:tc>
                <w:tcPr>
                  <w:tcW w:w="989" w:type="pct"/>
                  <w:tcBorders>
                    <w:top w:val="single" w:sz="4" w:space="0" w:color="auto"/>
                    <w:right w:val="single" w:sz="4" w:space="0" w:color="auto"/>
                  </w:tcBorders>
                </w:tcPr>
                <w:p w14:paraId="30D39736" w14:textId="77777777" w:rsidR="003D565B" w:rsidRPr="00DC54C7" w:rsidRDefault="003D565B" w:rsidP="003D565B">
                  <w:pPr>
                    <w:rPr>
                      <w:rFonts w:eastAsia="SimSun"/>
                      <w:sz w:val="21"/>
                      <w:szCs w:val="21"/>
                    </w:rPr>
                  </w:pPr>
                </w:p>
              </w:tc>
              <w:tc>
                <w:tcPr>
                  <w:tcW w:w="1468" w:type="pct"/>
                  <w:tcBorders>
                    <w:top w:val="single" w:sz="4" w:space="0" w:color="auto"/>
                    <w:left w:val="single" w:sz="4" w:space="0" w:color="auto"/>
                  </w:tcBorders>
                </w:tcPr>
                <w:p w14:paraId="405CCCC2" w14:textId="77777777" w:rsidR="003D565B" w:rsidRPr="00DC54C7" w:rsidRDefault="003D565B" w:rsidP="00944826">
                  <w:pPr>
                    <w:jc w:val="right"/>
                    <w:rPr>
                      <w:rFonts w:eastAsia="SimSun"/>
                      <w:sz w:val="21"/>
                      <w:szCs w:val="21"/>
                    </w:rPr>
                  </w:pPr>
                  <w:r w:rsidRPr="00DC54C7">
                    <w:rPr>
                      <w:rFonts w:eastAsia="SimSun"/>
                      <w:sz w:val="21"/>
                      <w:szCs w:val="21"/>
                    </w:rPr>
                    <w:t>120,000</w:t>
                  </w:r>
                </w:p>
              </w:tc>
              <w:tc>
                <w:tcPr>
                  <w:tcW w:w="1551" w:type="pct"/>
                  <w:tcBorders>
                    <w:top w:val="single" w:sz="4" w:space="0" w:color="auto"/>
                  </w:tcBorders>
                </w:tcPr>
                <w:p w14:paraId="4327F5A9" w14:textId="77777777" w:rsidR="003D565B" w:rsidRPr="00DC54C7" w:rsidRDefault="003D565B" w:rsidP="003D565B">
                  <w:pPr>
                    <w:rPr>
                      <w:rFonts w:eastAsia="SimSun"/>
                      <w:sz w:val="21"/>
                      <w:szCs w:val="21"/>
                    </w:rPr>
                  </w:pPr>
                  <w:r w:rsidRPr="00DC54C7">
                    <w:rPr>
                      <w:rFonts w:eastAsia="SimSun"/>
                      <w:sz w:val="21"/>
                      <w:szCs w:val="21"/>
                    </w:rPr>
                    <w:t>Unadj.</w:t>
                  </w:r>
                </w:p>
              </w:tc>
            </w:tr>
            <w:tr w:rsidR="003D565B" w:rsidRPr="00DC54C7" w14:paraId="6863C1B2" w14:textId="77777777" w:rsidTr="00944826">
              <w:tc>
                <w:tcPr>
                  <w:tcW w:w="991" w:type="pct"/>
                  <w:tcBorders>
                    <w:bottom w:val="single" w:sz="4" w:space="0" w:color="auto"/>
                  </w:tcBorders>
                </w:tcPr>
                <w:p w14:paraId="2558E2B3" w14:textId="77777777" w:rsidR="003D565B" w:rsidRPr="00DC54C7" w:rsidRDefault="003D565B" w:rsidP="003D565B">
                  <w:pPr>
                    <w:rPr>
                      <w:rFonts w:eastAsia="SimSun"/>
                      <w:sz w:val="21"/>
                      <w:szCs w:val="21"/>
                    </w:rPr>
                  </w:pPr>
                </w:p>
              </w:tc>
              <w:tc>
                <w:tcPr>
                  <w:tcW w:w="989" w:type="pct"/>
                  <w:tcBorders>
                    <w:bottom w:val="single" w:sz="4" w:space="0" w:color="auto"/>
                    <w:right w:val="single" w:sz="4" w:space="0" w:color="auto"/>
                  </w:tcBorders>
                </w:tcPr>
                <w:p w14:paraId="5DFDAAB1" w14:textId="77777777" w:rsidR="003D565B" w:rsidRPr="00DC54C7" w:rsidRDefault="003D565B" w:rsidP="003D565B">
                  <w:pPr>
                    <w:rPr>
                      <w:rFonts w:eastAsia="SimSun"/>
                      <w:sz w:val="21"/>
                      <w:szCs w:val="21"/>
                    </w:rPr>
                  </w:pPr>
                </w:p>
              </w:tc>
              <w:tc>
                <w:tcPr>
                  <w:tcW w:w="1468" w:type="pct"/>
                  <w:tcBorders>
                    <w:left w:val="single" w:sz="4" w:space="0" w:color="auto"/>
                    <w:bottom w:val="single" w:sz="4" w:space="0" w:color="auto"/>
                  </w:tcBorders>
                </w:tcPr>
                <w:p w14:paraId="678A34F2" w14:textId="77777777" w:rsidR="003D565B" w:rsidRPr="00DC54C7" w:rsidRDefault="003D565B" w:rsidP="00944826">
                  <w:pPr>
                    <w:jc w:val="right"/>
                    <w:rPr>
                      <w:rFonts w:eastAsia="SimSun"/>
                      <w:sz w:val="21"/>
                      <w:szCs w:val="21"/>
                    </w:rPr>
                  </w:pPr>
                  <w:r w:rsidRPr="00DC54C7">
                    <w:rPr>
                      <w:rFonts w:eastAsia="SimSun"/>
                      <w:sz w:val="21"/>
                      <w:szCs w:val="21"/>
                    </w:rPr>
                    <w:t>400</w:t>
                  </w:r>
                </w:p>
              </w:tc>
              <w:tc>
                <w:tcPr>
                  <w:tcW w:w="1551" w:type="pct"/>
                  <w:tcBorders>
                    <w:bottom w:val="single" w:sz="4" w:space="0" w:color="auto"/>
                  </w:tcBorders>
                </w:tcPr>
                <w:p w14:paraId="3C1E104A" w14:textId="77777777" w:rsidR="003D565B" w:rsidRPr="00DC54C7" w:rsidRDefault="003D565B" w:rsidP="003D565B">
                  <w:pPr>
                    <w:rPr>
                      <w:rFonts w:eastAsia="SimSun"/>
                      <w:sz w:val="21"/>
                      <w:szCs w:val="21"/>
                    </w:rPr>
                  </w:pPr>
                  <w:r w:rsidRPr="00DC54C7">
                    <w:rPr>
                      <w:rFonts w:eastAsia="SimSun"/>
                      <w:sz w:val="21"/>
                      <w:szCs w:val="21"/>
                    </w:rPr>
                    <w:t>(e)</w:t>
                  </w:r>
                </w:p>
              </w:tc>
            </w:tr>
            <w:tr w:rsidR="003D565B" w:rsidRPr="00DC54C7" w14:paraId="672F8200" w14:textId="77777777" w:rsidTr="00944826">
              <w:tc>
                <w:tcPr>
                  <w:tcW w:w="991" w:type="pct"/>
                  <w:tcBorders>
                    <w:top w:val="single" w:sz="4" w:space="0" w:color="auto"/>
                    <w:bottom w:val="single" w:sz="4" w:space="0" w:color="auto"/>
                  </w:tcBorders>
                </w:tcPr>
                <w:p w14:paraId="560AA932" w14:textId="77777777" w:rsidR="003D565B" w:rsidRPr="00DC54C7" w:rsidRDefault="003D565B" w:rsidP="003D565B">
                  <w:pPr>
                    <w:rPr>
                      <w:rFonts w:eastAsia="SimSun"/>
                      <w:sz w:val="21"/>
                      <w:szCs w:val="21"/>
                    </w:rPr>
                  </w:pPr>
                  <w:r w:rsidRPr="00DC54C7">
                    <w:rPr>
                      <w:rFonts w:eastAsia="SimSun"/>
                      <w:sz w:val="21"/>
                      <w:szCs w:val="21"/>
                    </w:rPr>
                    <w:t>Close</w:t>
                  </w:r>
                </w:p>
              </w:tc>
              <w:tc>
                <w:tcPr>
                  <w:tcW w:w="989" w:type="pct"/>
                  <w:tcBorders>
                    <w:top w:val="single" w:sz="4" w:space="0" w:color="auto"/>
                    <w:bottom w:val="single" w:sz="4" w:space="0" w:color="auto"/>
                    <w:right w:val="single" w:sz="4" w:space="0" w:color="auto"/>
                  </w:tcBorders>
                </w:tcPr>
                <w:p w14:paraId="7209D3B4" w14:textId="77777777" w:rsidR="003D565B" w:rsidRPr="00DC54C7" w:rsidRDefault="003D565B" w:rsidP="003D565B">
                  <w:pPr>
                    <w:rPr>
                      <w:rFonts w:eastAsia="SimSun"/>
                      <w:sz w:val="21"/>
                      <w:szCs w:val="21"/>
                    </w:rPr>
                  </w:pPr>
                  <w:r w:rsidRPr="00DC54C7">
                    <w:rPr>
                      <w:rFonts w:eastAsia="SimSun"/>
                      <w:sz w:val="21"/>
                      <w:szCs w:val="21"/>
                    </w:rPr>
                    <w:t>120,400</w:t>
                  </w:r>
                </w:p>
              </w:tc>
              <w:tc>
                <w:tcPr>
                  <w:tcW w:w="1468" w:type="pct"/>
                  <w:tcBorders>
                    <w:top w:val="single" w:sz="4" w:space="0" w:color="auto"/>
                    <w:left w:val="single" w:sz="4" w:space="0" w:color="auto"/>
                    <w:bottom w:val="single" w:sz="4" w:space="0" w:color="auto"/>
                  </w:tcBorders>
                </w:tcPr>
                <w:p w14:paraId="7E0B99D9" w14:textId="77777777" w:rsidR="003D565B" w:rsidRPr="00DC54C7" w:rsidRDefault="003D565B" w:rsidP="00944826">
                  <w:pPr>
                    <w:jc w:val="right"/>
                    <w:rPr>
                      <w:rFonts w:eastAsia="SimSun"/>
                      <w:sz w:val="21"/>
                      <w:szCs w:val="21"/>
                    </w:rPr>
                  </w:pPr>
                  <w:r w:rsidRPr="00DC54C7">
                    <w:rPr>
                      <w:rFonts w:eastAsia="SimSun"/>
                      <w:sz w:val="21"/>
                      <w:szCs w:val="21"/>
                    </w:rPr>
                    <w:t>120,400</w:t>
                  </w:r>
                </w:p>
              </w:tc>
              <w:tc>
                <w:tcPr>
                  <w:tcW w:w="1551" w:type="pct"/>
                  <w:tcBorders>
                    <w:top w:val="single" w:sz="4" w:space="0" w:color="auto"/>
                    <w:bottom w:val="single" w:sz="4" w:space="0" w:color="auto"/>
                  </w:tcBorders>
                </w:tcPr>
                <w:p w14:paraId="1E1A049B" w14:textId="77777777" w:rsidR="003D565B" w:rsidRPr="00DC54C7" w:rsidRDefault="003D565B" w:rsidP="003D565B">
                  <w:pPr>
                    <w:rPr>
                      <w:rFonts w:eastAsia="SimSun"/>
                      <w:sz w:val="21"/>
                      <w:szCs w:val="21"/>
                    </w:rPr>
                  </w:pPr>
                  <w:r w:rsidRPr="00DC54C7">
                    <w:rPr>
                      <w:rFonts w:eastAsia="SimSun"/>
                      <w:sz w:val="21"/>
                      <w:szCs w:val="21"/>
                    </w:rPr>
                    <w:t>Adj.</w:t>
                  </w:r>
                </w:p>
              </w:tc>
            </w:tr>
            <w:tr w:rsidR="003D565B" w:rsidRPr="00DC54C7" w14:paraId="4B7139AC" w14:textId="77777777" w:rsidTr="00944826">
              <w:tc>
                <w:tcPr>
                  <w:tcW w:w="991" w:type="pct"/>
                  <w:tcBorders>
                    <w:top w:val="single" w:sz="4" w:space="0" w:color="auto"/>
                  </w:tcBorders>
                </w:tcPr>
                <w:p w14:paraId="249B3615" w14:textId="77777777" w:rsidR="003D565B" w:rsidRPr="00DC54C7" w:rsidRDefault="003D565B" w:rsidP="003D565B">
                  <w:pPr>
                    <w:rPr>
                      <w:rFonts w:eastAsia="SimSun"/>
                      <w:sz w:val="21"/>
                      <w:szCs w:val="21"/>
                    </w:rPr>
                  </w:pPr>
                </w:p>
              </w:tc>
              <w:tc>
                <w:tcPr>
                  <w:tcW w:w="989" w:type="pct"/>
                  <w:tcBorders>
                    <w:top w:val="single" w:sz="4" w:space="0" w:color="auto"/>
                    <w:right w:val="single" w:sz="4" w:space="0" w:color="auto"/>
                  </w:tcBorders>
                </w:tcPr>
                <w:p w14:paraId="717695AC" w14:textId="77777777" w:rsidR="003D565B" w:rsidRPr="00DC54C7" w:rsidRDefault="003D565B" w:rsidP="003D565B">
                  <w:pPr>
                    <w:rPr>
                      <w:rFonts w:eastAsia="SimSun"/>
                      <w:sz w:val="21"/>
                      <w:szCs w:val="21"/>
                    </w:rPr>
                  </w:pPr>
                </w:p>
              </w:tc>
              <w:tc>
                <w:tcPr>
                  <w:tcW w:w="1468" w:type="pct"/>
                  <w:tcBorders>
                    <w:top w:val="single" w:sz="4" w:space="0" w:color="auto"/>
                    <w:left w:val="single" w:sz="4" w:space="0" w:color="auto"/>
                  </w:tcBorders>
                </w:tcPr>
                <w:p w14:paraId="6D58E3B7"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551" w:type="pct"/>
                  <w:tcBorders>
                    <w:top w:val="single" w:sz="4" w:space="0" w:color="auto"/>
                  </w:tcBorders>
                </w:tcPr>
                <w:p w14:paraId="0624C39E" w14:textId="77777777" w:rsidR="003D565B" w:rsidRPr="00DC54C7" w:rsidRDefault="003D565B" w:rsidP="003D565B">
                  <w:pPr>
                    <w:rPr>
                      <w:rFonts w:eastAsia="SimSun"/>
                      <w:sz w:val="21"/>
                      <w:szCs w:val="21"/>
                    </w:rPr>
                  </w:pPr>
                  <w:r w:rsidRPr="00DC54C7">
                    <w:rPr>
                      <w:rFonts w:eastAsia="SimSun"/>
                      <w:sz w:val="21"/>
                      <w:szCs w:val="21"/>
                    </w:rPr>
                    <w:t>Bal</w:t>
                  </w:r>
                </w:p>
              </w:tc>
            </w:tr>
          </w:tbl>
          <w:p w14:paraId="51BE5AF1" w14:textId="77777777" w:rsidR="003D565B" w:rsidRPr="00DC54C7" w:rsidRDefault="003D565B" w:rsidP="00944826">
            <w:pPr>
              <w:jc w:val="center"/>
              <w:rPr>
                <w:rFonts w:eastAsia="SimSun"/>
                <w:sz w:val="21"/>
                <w:szCs w:val="21"/>
              </w:rPr>
            </w:pPr>
          </w:p>
          <w:p w14:paraId="0EB3B921" w14:textId="77777777" w:rsidR="003D565B" w:rsidRPr="00DC54C7" w:rsidRDefault="003D565B" w:rsidP="00944826">
            <w:pPr>
              <w:jc w:val="center"/>
              <w:rPr>
                <w:rFonts w:eastAsia="SimSun"/>
                <w:sz w:val="21"/>
                <w:szCs w:val="21"/>
              </w:rPr>
            </w:pPr>
            <w:r w:rsidRPr="00DC54C7">
              <w:rPr>
                <w:rFonts w:eastAsia="SimSun"/>
                <w:sz w:val="21"/>
                <w:szCs w:val="21"/>
              </w:rPr>
              <w:t>+ Interest Revenue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53F01902" w14:textId="77777777" w:rsidTr="00944826">
              <w:tc>
                <w:tcPr>
                  <w:tcW w:w="1429" w:type="pct"/>
                  <w:tcBorders>
                    <w:top w:val="single" w:sz="4" w:space="0" w:color="auto"/>
                    <w:bottom w:val="single" w:sz="4" w:space="0" w:color="auto"/>
                  </w:tcBorders>
                </w:tcPr>
                <w:p w14:paraId="1FD1D7D8" w14:textId="77777777" w:rsidR="003D565B" w:rsidRPr="00DC54C7" w:rsidRDefault="003D565B" w:rsidP="003D565B">
                  <w:pPr>
                    <w:rPr>
                      <w:rFonts w:eastAsia="SimSun"/>
                      <w:sz w:val="21"/>
                      <w:szCs w:val="21"/>
                    </w:rPr>
                  </w:pPr>
                  <w:r w:rsidRPr="00DC54C7">
                    <w:rPr>
                      <w:rFonts w:eastAsia="SimSun"/>
                      <w:sz w:val="21"/>
                      <w:szCs w:val="21"/>
                    </w:rPr>
                    <w:t>Close</w:t>
                  </w:r>
                </w:p>
              </w:tc>
              <w:tc>
                <w:tcPr>
                  <w:tcW w:w="1322" w:type="pct"/>
                  <w:tcBorders>
                    <w:top w:val="single" w:sz="4" w:space="0" w:color="auto"/>
                    <w:bottom w:val="single" w:sz="4" w:space="0" w:color="auto"/>
                    <w:right w:val="single" w:sz="4" w:space="0" w:color="auto"/>
                  </w:tcBorders>
                </w:tcPr>
                <w:p w14:paraId="50523D6E"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1122" w:type="pct"/>
                  <w:tcBorders>
                    <w:top w:val="single" w:sz="4" w:space="0" w:color="auto"/>
                    <w:left w:val="single" w:sz="4" w:space="0" w:color="auto"/>
                    <w:bottom w:val="single" w:sz="4" w:space="0" w:color="auto"/>
                  </w:tcBorders>
                </w:tcPr>
                <w:p w14:paraId="7E0B7521" w14:textId="77777777" w:rsidR="003D565B" w:rsidRPr="00DC54C7" w:rsidRDefault="003D565B" w:rsidP="00944826">
                  <w:pPr>
                    <w:jc w:val="right"/>
                    <w:rPr>
                      <w:rFonts w:eastAsia="SimSun"/>
                      <w:sz w:val="21"/>
                      <w:szCs w:val="21"/>
                    </w:rPr>
                  </w:pPr>
                  <w:r w:rsidRPr="00DC54C7">
                    <w:rPr>
                      <w:rFonts w:eastAsia="SimSun"/>
                      <w:sz w:val="21"/>
                      <w:szCs w:val="21"/>
                    </w:rPr>
                    <w:t>1,200</w:t>
                  </w:r>
                </w:p>
              </w:tc>
              <w:tc>
                <w:tcPr>
                  <w:tcW w:w="1127" w:type="pct"/>
                  <w:tcBorders>
                    <w:top w:val="single" w:sz="4" w:space="0" w:color="auto"/>
                    <w:bottom w:val="single" w:sz="4" w:space="0" w:color="auto"/>
                  </w:tcBorders>
                </w:tcPr>
                <w:p w14:paraId="189980D5" w14:textId="77777777" w:rsidR="003D565B" w:rsidRPr="00DC54C7" w:rsidRDefault="003D565B" w:rsidP="003D565B">
                  <w:pPr>
                    <w:rPr>
                      <w:rFonts w:eastAsia="SimSun"/>
                      <w:sz w:val="21"/>
                      <w:szCs w:val="21"/>
                    </w:rPr>
                  </w:pPr>
                  <w:r w:rsidRPr="00DC54C7">
                    <w:rPr>
                      <w:rFonts w:eastAsia="SimSun"/>
                      <w:sz w:val="21"/>
                      <w:szCs w:val="21"/>
                    </w:rPr>
                    <w:t>(f)</w:t>
                  </w:r>
                </w:p>
              </w:tc>
            </w:tr>
            <w:tr w:rsidR="003D565B" w:rsidRPr="00DC54C7" w14:paraId="6E02F70C" w14:textId="77777777" w:rsidTr="00944826">
              <w:tc>
                <w:tcPr>
                  <w:tcW w:w="1429" w:type="pct"/>
                  <w:tcBorders>
                    <w:top w:val="single" w:sz="4" w:space="0" w:color="auto"/>
                  </w:tcBorders>
                </w:tcPr>
                <w:p w14:paraId="3CFC5352" w14:textId="77777777" w:rsidR="003D565B" w:rsidRPr="00DC54C7" w:rsidRDefault="003D565B" w:rsidP="003D565B">
                  <w:pPr>
                    <w:rPr>
                      <w:rFonts w:eastAsia="SimSun"/>
                      <w:sz w:val="21"/>
                      <w:szCs w:val="21"/>
                    </w:rPr>
                  </w:pPr>
                </w:p>
              </w:tc>
              <w:tc>
                <w:tcPr>
                  <w:tcW w:w="1322" w:type="pct"/>
                  <w:tcBorders>
                    <w:top w:val="single" w:sz="4" w:space="0" w:color="auto"/>
                    <w:right w:val="single" w:sz="4" w:space="0" w:color="auto"/>
                  </w:tcBorders>
                </w:tcPr>
                <w:p w14:paraId="3715325A" w14:textId="77777777" w:rsidR="003D565B" w:rsidRPr="00DC54C7" w:rsidRDefault="003D565B" w:rsidP="00944826">
                  <w:pPr>
                    <w:jc w:val="right"/>
                    <w:rPr>
                      <w:rFonts w:eastAsia="SimSun"/>
                      <w:sz w:val="21"/>
                      <w:szCs w:val="21"/>
                    </w:rPr>
                  </w:pPr>
                </w:p>
              </w:tc>
              <w:tc>
                <w:tcPr>
                  <w:tcW w:w="1122" w:type="pct"/>
                  <w:tcBorders>
                    <w:top w:val="single" w:sz="4" w:space="0" w:color="auto"/>
                    <w:left w:val="single" w:sz="4" w:space="0" w:color="auto"/>
                  </w:tcBorders>
                </w:tcPr>
                <w:p w14:paraId="43397E10"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7" w:type="pct"/>
                  <w:tcBorders>
                    <w:top w:val="single" w:sz="4" w:space="0" w:color="auto"/>
                  </w:tcBorders>
                </w:tcPr>
                <w:p w14:paraId="0FA5FDB6" w14:textId="77777777" w:rsidR="003D565B" w:rsidRPr="00DC54C7" w:rsidRDefault="003D565B" w:rsidP="003D565B">
                  <w:pPr>
                    <w:rPr>
                      <w:rFonts w:eastAsia="SimSun"/>
                      <w:sz w:val="21"/>
                      <w:szCs w:val="21"/>
                    </w:rPr>
                  </w:pPr>
                  <w:r w:rsidRPr="00DC54C7">
                    <w:rPr>
                      <w:rFonts w:eastAsia="SimSun"/>
                      <w:sz w:val="21"/>
                      <w:szCs w:val="21"/>
                    </w:rPr>
                    <w:t>Bal</w:t>
                  </w:r>
                </w:p>
              </w:tc>
            </w:tr>
          </w:tbl>
          <w:p w14:paraId="02CC6F97" w14:textId="77777777" w:rsidR="003D565B" w:rsidRPr="00DC54C7" w:rsidRDefault="003D565B" w:rsidP="00944826">
            <w:pPr>
              <w:jc w:val="center"/>
              <w:rPr>
                <w:rFonts w:eastAsia="SimSun"/>
                <w:sz w:val="21"/>
                <w:szCs w:val="21"/>
              </w:rPr>
            </w:pPr>
          </w:p>
          <w:p w14:paraId="77E19A71" w14:textId="77777777" w:rsidR="003D565B" w:rsidRPr="00DC54C7" w:rsidRDefault="003D565B" w:rsidP="00944826">
            <w:pPr>
              <w:jc w:val="center"/>
              <w:rPr>
                <w:rFonts w:eastAsia="SimSun"/>
                <w:sz w:val="21"/>
                <w:szCs w:val="21"/>
              </w:rPr>
            </w:pPr>
            <w:r w:rsidRPr="00DC54C7">
              <w:rPr>
                <w:rFonts w:eastAsia="SimSun"/>
                <w:sz w:val="21"/>
                <w:szCs w:val="21"/>
              </w:rPr>
              <w:t xml:space="preserve">+ </w:t>
            </w:r>
            <w:r w:rsidR="00061424">
              <w:rPr>
                <w:rFonts w:eastAsia="SimSun"/>
                <w:sz w:val="21"/>
                <w:szCs w:val="21"/>
              </w:rPr>
              <w:t xml:space="preserve">Salaries and </w:t>
            </w:r>
            <w:r w:rsidRPr="00DC54C7">
              <w:rPr>
                <w:rFonts w:eastAsia="SimSun"/>
                <w:sz w:val="21"/>
                <w:szCs w:val="21"/>
              </w:rPr>
              <w:t>Wage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45"/>
              <w:gridCol w:w="881"/>
              <w:gridCol w:w="794"/>
              <w:gridCol w:w="790"/>
            </w:tblGrid>
            <w:tr w:rsidR="003D565B" w:rsidRPr="00DC54C7" w14:paraId="3407D53E" w14:textId="77777777" w:rsidTr="00944826">
              <w:tc>
                <w:tcPr>
                  <w:tcW w:w="1279" w:type="pct"/>
                  <w:tcBorders>
                    <w:top w:val="single" w:sz="4" w:space="0" w:color="auto"/>
                    <w:bottom w:val="single" w:sz="4" w:space="0" w:color="auto"/>
                  </w:tcBorders>
                </w:tcPr>
                <w:p w14:paraId="24EECFCD" w14:textId="77777777" w:rsidR="003D565B" w:rsidRPr="00DC54C7" w:rsidRDefault="003D565B" w:rsidP="003D565B">
                  <w:pPr>
                    <w:rPr>
                      <w:rFonts w:eastAsia="SimSun"/>
                      <w:sz w:val="21"/>
                      <w:szCs w:val="21"/>
                    </w:rPr>
                  </w:pPr>
                  <w:r w:rsidRPr="00DC54C7">
                    <w:rPr>
                      <w:rFonts w:eastAsia="SimSun"/>
                      <w:sz w:val="21"/>
                      <w:szCs w:val="21"/>
                    </w:rPr>
                    <w:t>Unadj.</w:t>
                  </w:r>
                </w:p>
              </w:tc>
              <w:tc>
                <w:tcPr>
                  <w:tcW w:w="1332" w:type="pct"/>
                  <w:tcBorders>
                    <w:top w:val="single" w:sz="4" w:space="0" w:color="auto"/>
                    <w:bottom w:val="single" w:sz="4" w:space="0" w:color="auto"/>
                    <w:right w:val="single" w:sz="4" w:space="0" w:color="auto"/>
                  </w:tcBorders>
                </w:tcPr>
                <w:p w14:paraId="78A6A17E" w14:textId="77777777" w:rsidR="003D565B" w:rsidRPr="00DC54C7" w:rsidRDefault="003D565B" w:rsidP="00944826">
                  <w:pPr>
                    <w:jc w:val="right"/>
                    <w:rPr>
                      <w:rFonts w:eastAsia="SimSun"/>
                      <w:sz w:val="21"/>
                      <w:szCs w:val="21"/>
                    </w:rPr>
                  </w:pPr>
                  <w:r w:rsidRPr="00DC54C7">
                    <w:rPr>
                      <w:rFonts w:eastAsia="SimSun"/>
                      <w:sz w:val="21"/>
                      <w:szCs w:val="21"/>
                    </w:rPr>
                    <w:t>32,000</w:t>
                  </w:r>
                </w:p>
              </w:tc>
              <w:tc>
                <w:tcPr>
                  <w:tcW w:w="1193" w:type="pct"/>
                  <w:tcBorders>
                    <w:top w:val="single" w:sz="4" w:space="0" w:color="auto"/>
                    <w:left w:val="single" w:sz="4" w:space="0" w:color="auto"/>
                    <w:bottom w:val="single" w:sz="4" w:space="0" w:color="auto"/>
                  </w:tcBorders>
                </w:tcPr>
                <w:p w14:paraId="2B8E5D8E" w14:textId="77777777" w:rsidR="003D565B" w:rsidRPr="00DC54C7" w:rsidRDefault="003D565B" w:rsidP="003D565B">
                  <w:pPr>
                    <w:rPr>
                      <w:rFonts w:eastAsia="SimSun"/>
                      <w:sz w:val="21"/>
                      <w:szCs w:val="21"/>
                    </w:rPr>
                  </w:pPr>
                  <w:r w:rsidRPr="00DC54C7">
                    <w:rPr>
                      <w:rFonts w:eastAsia="SimSun"/>
                      <w:sz w:val="21"/>
                      <w:szCs w:val="21"/>
                    </w:rPr>
                    <w:t>32,000</w:t>
                  </w:r>
                </w:p>
              </w:tc>
              <w:tc>
                <w:tcPr>
                  <w:tcW w:w="1195" w:type="pct"/>
                  <w:tcBorders>
                    <w:top w:val="single" w:sz="4" w:space="0" w:color="auto"/>
                    <w:bottom w:val="single" w:sz="4" w:space="0" w:color="auto"/>
                  </w:tcBorders>
                </w:tcPr>
                <w:p w14:paraId="0FA7D0F4"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50C34860" w14:textId="77777777" w:rsidTr="00944826">
              <w:tc>
                <w:tcPr>
                  <w:tcW w:w="1279" w:type="pct"/>
                  <w:tcBorders>
                    <w:top w:val="single" w:sz="4" w:space="0" w:color="auto"/>
                  </w:tcBorders>
                </w:tcPr>
                <w:p w14:paraId="2B8C72A2" w14:textId="77777777" w:rsidR="003D565B" w:rsidRPr="00DC54C7" w:rsidRDefault="003D565B" w:rsidP="003D565B">
                  <w:pPr>
                    <w:rPr>
                      <w:rFonts w:eastAsia="SimSun"/>
                      <w:sz w:val="21"/>
                      <w:szCs w:val="21"/>
                    </w:rPr>
                  </w:pPr>
                  <w:r w:rsidRPr="00DC54C7">
                    <w:rPr>
                      <w:rFonts w:eastAsia="SimSun"/>
                      <w:sz w:val="21"/>
                      <w:szCs w:val="21"/>
                    </w:rPr>
                    <w:t>Bal</w:t>
                  </w:r>
                </w:p>
              </w:tc>
              <w:tc>
                <w:tcPr>
                  <w:tcW w:w="1332" w:type="pct"/>
                  <w:tcBorders>
                    <w:top w:val="single" w:sz="4" w:space="0" w:color="auto"/>
                    <w:right w:val="single" w:sz="4" w:space="0" w:color="auto"/>
                  </w:tcBorders>
                </w:tcPr>
                <w:p w14:paraId="461672CA"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93" w:type="pct"/>
                  <w:tcBorders>
                    <w:top w:val="single" w:sz="4" w:space="0" w:color="auto"/>
                    <w:left w:val="single" w:sz="4" w:space="0" w:color="auto"/>
                  </w:tcBorders>
                </w:tcPr>
                <w:p w14:paraId="663E833A" w14:textId="77777777" w:rsidR="003D565B" w:rsidRPr="00DC54C7" w:rsidRDefault="003D565B" w:rsidP="003D565B">
                  <w:pPr>
                    <w:rPr>
                      <w:rFonts w:eastAsia="SimSun"/>
                      <w:sz w:val="21"/>
                      <w:szCs w:val="21"/>
                    </w:rPr>
                  </w:pPr>
                </w:p>
              </w:tc>
              <w:tc>
                <w:tcPr>
                  <w:tcW w:w="1195" w:type="pct"/>
                  <w:tcBorders>
                    <w:top w:val="single" w:sz="4" w:space="0" w:color="auto"/>
                  </w:tcBorders>
                </w:tcPr>
                <w:p w14:paraId="073D2BBB" w14:textId="77777777" w:rsidR="003D565B" w:rsidRPr="00DC54C7" w:rsidRDefault="003D565B" w:rsidP="003D565B">
                  <w:pPr>
                    <w:rPr>
                      <w:rFonts w:eastAsia="SimSun"/>
                      <w:sz w:val="21"/>
                      <w:szCs w:val="21"/>
                    </w:rPr>
                  </w:pPr>
                </w:p>
              </w:tc>
            </w:tr>
          </w:tbl>
          <w:p w14:paraId="6EBC617D" w14:textId="77777777" w:rsidR="003D565B" w:rsidRPr="00DC54C7" w:rsidRDefault="003D565B" w:rsidP="00944826">
            <w:pPr>
              <w:jc w:val="center"/>
              <w:rPr>
                <w:rFonts w:eastAsia="SimSun"/>
                <w:sz w:val="21"/>
                <w:szCs w:val="21"/>
              </w:rPr>
            </w:pPr>
          </w:p>
          <w:p w14:paraId="4BF4F7B7" w14:textId="77777777" w:rsidR="003D565B" w:rsidRPr="00DC54C7" w:rsidRDefault="003D565B" w:rsidP="00944826">
            <w:pPr>
              <w:jc w:val="center"/>
              <w:rPr>
                <w:rFonts w:eastAsia="SimSun"/>
                <w:sz w:val="21"/>
                <w:szCs w:val="21"/>
              </w:rPr>
            </w:pPr>
            <w:r w:rsidRPr="00DC54C7">
              <w:rPr>
                <w:rFonts w:eastAsia="SimSun"/>
                <w:sz w:val="21"/>
                <w:szCs w:val="21"/>
              </w:rPr>
              <w:t>+ Utilities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0F451ED9" w14:textId="77777777" w:rsidTr="00944826">
              <w:tc>
                <w:tcPr>
                  <w:tcW w:w="1429" w:type="pct"/>
                  <w:tcBorders>
                    <w:top w:val="single" w:sz="4" w:space="0" w:color="auto"/>
                    <w:bottom w:val="single" w:sz="4" w:space="0" w:color="auto"/>
                  </w:tcBorders>
                </w:tcPr>
                <w:p w14:paraId="0FCFF256" w14:textId="77777777" w:rsidR="003D565B" w:rsidRPr="00DC54C7" w:rsidRDefault="003D565B" w:rsidP="003D565B">
                  <w:pPr>
                    <w:rPr>
                      <w:rFonts w:eastAsia="SimSun"/>
                      <w:sz w:val="21"/>
                      <w:szCs w:val="21"/>
                    </w:rPr>
                  </w:pPr>
                  <w:r w:rsidRPr="00DC54C7">
                    <w:rPr>
                      <w:rFonts w:eastAsia="SimSun"/>
                      <w:sz w:val="21"/>
                      <w:szCs w:val="21"/>
                    </w:rPr>
                    <w:t>Unadj.</w:t>
                  </w:r>
                </w:p>
              </w:tc>
              <w:tc>
                <w:tcPr>
                  <w:tcW w:w="1322" w:type="pct"/>
                  <w:tcBorders>
                    <w:top w:val="single" w:sz="4" w:space="0" w:color="auto"/>
                    <w:bottom w:val="single" w:sz="4" w:space="0" w:color="auto"/>
                    <w:right w:val="single" w:sz="4" w:space="0" w:color="auto"/>
                  </w:tcBorders>
                </w:tcPr>
                <w:p w14:paraId="37909254" w14:textId="77777777" w:rsidR="003D565B" w:rsidRPr="00DC54C7" w:rsidRDefault="003D565B" w:rsidP="00944826">
                  <w:pPr>
                    <w:jc w:val="right"/>
                    <w:rPr>
                      <w:rFonts w:eastAsia="SimSun"/>
                      <w:sz w:val="21"/>
                      <w:szCs w:val="21"/>
                    </w:rPr>
                  </w:pPr>
                  <w:r w:rsidRPr="00DC54C7">
                    <w:rPr>
                      <w:rFonts w:eastAsia="SimSun"/>
                      <w:sz w:val="21"/>
                      <w:szCs w:val="21"/>
                    </w:rPr>
                    <w:t>1,000</w:t>
                  </w:r>
                </w:p>
              </w:tc>
              <w:tc>
                <w:tcPr>
                  <w:tcW w:w="1122" w:type="pct"/>
                  <w:tcBorders>
                    <w:top w:val="single" w:sz="4" w:space="0" w:color="auto"/>
                    <w:left w:val="single" w:sz="4" w:space="0" w:color="auto"/>
                    <w:bottom w:val="single" w:sz="4" w:space="0" w:color="auto"/>
                  </w:tcBorders>
                </w:tcPr>
                <w:p w14:paraId="404A6620" w14:textId="77777777" w:rsidR="003D565B" w:rsidRPr="00DC54C7" w:rsidRDefault="003D565B" w:rsidP="003D565B">
                  <w:pPr>
                    <w:rPr>
                      <w:rFonts w:eastAsia="SimSun"/>
                      <w:sz w:val="21"/>
                      <w:szCs w:val="21"/>
                    </w:rPr>
                  </w:pPr>
                  <w:r w:rsidRPr="00DC54C7">
                    <w:rPr>
                      <w:rFonts w:eastAsia="SimSun"/>
                      <w:sz w:val="21"/>
                      <w:szCs w:val="21"/>
                    </w:rPr>
                    <w:t>1,000</w:t>
                  </w:r>
                </w:p>
              </w:tc>
              <w:tc>
                <w:tcPr>
                  <w:tcW w:w="1127" w:type="pct"/>
                  <w:tcBorders>
                    <w:top w:val="single" w:sz="4" w:space="0" w:color="auto"/>
                    <w:bottom w:val="single" w:sz="4" w:space="0" w:color="auto"/>
                  </w:tcBorders>
                </w:tcPr>
                <w:p w14:paraId="013CA9A7"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232B36C8" w14:textId="77777777" w:rsidTr="00944826">
              <w:tc>
                <w:tcPr>
                  <w:tcW w:w="1429" w:type="pct"/>
                  <w:tcBorders>
                    <w:top w:val="single" w:sz="4" w:space="0" w:color="auto"/>
                  </w:tcBorders>
                </w:tcPr>
                <w:p w14:paraId="69BD20A1"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1799B5DE"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7EE2BAB2" w14:textId="77777777" w:rsidR="003D565B" w:rsidRPr="00DC54C7" w:rsidRDefault="003D565B" w:rsidP="003D565B">
                  <w:pPr>
                    <w:rPr>
                      <w:rFonts w:eastAsia="SimSun"/>
                      <w:sz w:val="21"/>
                      <w:szCs w:val="21"/>
                    </w:rPr>
                  </w:pPr>
                </w:p>
              </w:tc>
              <w:tc>
                <w:tcPr>
                  <w:tcW w:w="1127" w:type="pct"/>
                  <w:tcBorders>
                    <w:top w:val="single" w:sz="4" w:space="0" w:color="auto"/>
                  </w:tcBorders>
                </w:tcPr>
                <w:p w14:paraId="5B212F94" w14:textId="77777777" w:rsidR="003D565B" w:rsidRPr="00DC54C7" w:rsidRDefault="003D565B" w:rsidP="003D565B">
                  <w:pPr>
                    <w:rPr>
                      <w:rFonts w:eastAsia="SimSun"/>
                      <w:sz w:val="21"/>
                      <w:szCs w:val="21"/>
                    </w:rPr>
                  </w:pPr>
                </w:p>
              </w:tc>
            </w:tr>
          </w:tbl>
          <w:p w14:paraId="4BE14D5A" w14:textId="77777777" w:rsidR="003D565B" w:rsidRPr="00DC54C7" w:rsidRDefault="003D565B" w:rsidP="00944826">
            <w:pPr>
              <w:jc w:val="center"/>
              <w:rPr>
                <w:rFonts w:eastAsia="SimSun"/>
                <w:sz w:val="21"/>
                <w:szCs w:val="21"/>
              </w:rPr>
            </w:pPr>
          </w:p>
          <w:p w14:paraId="1D616677" w14:textId="77777777" w:rsidR="003D565B" w:rsidRPr="00DC54C7" w:rsidRDefault="003D565B" w:rsidP="00944826">
            <w:pPr>
              <w:jc w:val="center"/>
              <w:rPr>
                <w:rFonts w:eastAsia="SimSun"/>
                <w:sz w:val="21"/>
                <w:szCs w:val="21"/>
              </w:rPr>
            </w:pPr>
            <w:r w:rsidRPr="00DC54C7">
              <w:rPr>
                <w:rFonts w:eastAsia="SimSun"/>
                <w:sz w:val="21"/>
                <w:szCs w:val="21"/>
              </w:rPr>
              <w:t>+ Telephone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69352C35" w14:textId="77777777" w:rsidTr="00944826">
              <w:tc>
                <w:tcPr>
                  <w:tcW w:w="1429" w:type="pct"/>
                  <w:tcBorders>
                    <w:top w:val="single" w:sz="4" w:space="0" w:color="auto"/>
                    <w:bottom w:val="single" w:sz="4" w:space="0" w:color="auto"/>
                  </w:tcBorders>
                </w:tcPr>
                <w:p w14:paraId="3CA4A4DE" w14:textId="77777777" w:rsidR="003D565B" w:rsidRPr="00DC54C7" w:rsidRDefault="003D565B" w:rsidP="003D565B">
                  <w:pPr>
                    <w:rPr>
                      <w:rFonts w:eastAsia="SimSun"/>
                      <w:sz w:val="21"/>
                      <w:szCs w:val="21"/>
                    </w:rPr>
                  </w:pPr>
                  <w:r w:rsidRPr="00DC54C7">
                    <w:rPr>
                      <w:rFonts w:eastAsia="SimSun"/>
                      <w:sz w:val="21"/>
                      <w:szCs w:val="21"/>
                    </w:rPr>
                    <w:t>Unadj.</w:t>
                  </w:r>
                </w:p>
              </w:tc>
              <w:tc>
                <w:tcPr>
                  <w:tcW w:w="1322" w:type="pct"/>
                  <w:tcBorders>
                    <w:top w:val="single" w:sz="4" w:space="0" w:color="auto"/>
                    <w:bottom w:val="single" w:sz="4" w:space="0" w:color="auto"/>
                    <w:right w:val="single" w:sz="4" w:space="0" w:color="auto"/>
                  </w:tcBorders>
                </w:tcPr>
                <w:p w14:paraId="1355B6FC" w14:textId="77777777" w:rsidR="003D565B" w:rsidRPr="00DC54C7" w:rsidRDefault="003D565B" w:rsidP="00944826">
                  <w:pPr>
                    <w:jc w:val="right"/>
                    <w:rPr>
                      <w:rFonts w:eastAsia="SimSun"/>
                      <w:sz w:val="21"/>
                      <w:szCs w:val="21"/>
                    </w:rPr>
                  </w:pPr>
                  <w:r w:rsidRPr="00DC54C7">
                    <w:rPr>
                      <w:rFonts w:eastAsia="SimSun"/>
                      <w:sz w:val="21"/>
                      <w:szCs w:val="21"/>
                    </w:rPr>
                    <w:t>500</w:t>
                  </w:r>
                </w:p>
              </w:tc>
              <w:tc>
                <w:tcPr>
                  <w:tcW w:w="1122" w:type="pct"/>
                  <w:tcBorders>
                    <w:top w:val="single" w:sz="4" w:space="0" w:color="auto"/>
                    <w:left w:val="single" w:sz="4" w:space="0" w:color="auto"/>
                    <w:bottom w:val="single" w:sz="4" w:space="0" w:color="auto"/>
                  </w:tcBorders>
                </w:tcPr>
                <w:p w14:paraId="5A59AF52" w14:textId="77777777" w:rsidR="003D565B" w:rsidRPr="00DC54C7" w:rsidRDefault="003D565B" w:rsidP="003D565B">
                  <w:pPr>
                    <w:rPr>
                      <w:rFonts w:eastAsia="SimSun"/>
                      <w:sz w:val="21"/>
                      <w:szCs w:val="21"/>
                    </w:rPr>
                  </w:pPr>
                  <w:r w:rsidRPr="00DC54C7">
                    <w:rPr>
                      <w:rFonts w:eastAsia="SimSun"/>
                      <w:sz w:val="21"/>
                      <w:szCs w:val="21"/>
                    </w:rPr>
                    <w:t>500</w:t>
                  </w:r>
                </w:p>
              </w:tc>
              <w:tc>
                <w:tcPr>
                  <w:tcW w:w="1127" w:type="pct"/>
                  <w:tcBorders>
                    <w:top w:val="single" w:sz="4" w:space="0" w:color="auto"/>
                    <w:bottom w:val="single" w:sz="4" w:space="0" w:color="auto"/>
                  </w:tcBorders>
                </w:tcPr>
                <w:p w14:paraId="3DA7CB75"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4BC458E8" w14:textId="77777777" w:rsidTr="00944826">
              <w:tc>
                <w:tcPr>
                  <w:tcW w:w="1429" w:type="pct"/>
                  <w:tcBorders>
                    <w:top w:val="single" w:sz="4" w:space="0" w:color="auto"/>
                  </w:tcBorders>
                </w:tcPr>
                <w:p w14:paraId="37EDCBE4"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38B3AD1D"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60050FB8" w14:textId="77777777" w:rsidR="003D565B" w:rsidRPr="00DC54C7" w:rsidRDefault="003D565B" w:rsidP="003D565B">
                  <w:pPr>
                    <w:rPr>
                      <w:rFonts w:eastAsia="SimSun"/>
                      <w:sz w:val="21"/>
                      <w:szCs w:val="21"/>
                    </w:rPr>
                  </w:pPr>
                </w:p>
              </w:tc>
              <w:tc>
                <w:tcPr>
                  <w:tcW w:w="1127" w:type="pct"/>
                  <w:tcBorders>
                    <w:top w:val="single" w:sz="4" w:space="0" w:color="auto"/>
                  </w:tcBorders>
                </w:tcPr>
                <w:p w14:paraId="3D38EC0C" w14:textId="77777777" w:rsidR="003D565B" w:rsidRPr="00DC54C7" w:rsidRDefault="003D565B" w:rsidP="003D565B">
                  <w:pPr>
                    <w:rPr>
                      <w:rFonts w:eastAsia="SimSun"/>
                      <w:sz w:val="21"/>
                      <w:szCs w:val="21"/>
                    </w:rPr>
                  </w:pPr>
                </w:p>
              </w:tc>
            </w:tr>
          </w:tbl>
          <w:p w14:paraId="4693A03C" w14:textId="77777777" w:rsidR="003D565B" w:rsidRPr="00DC54C7" w:rsidRDefault="003D565B" w:rsidP="00944826">
            <w:pPr>
              <w:jc w:val="center"/>
              <w:rPr>
                <w:rFonts w:eastAsia="SimSun"/>
                <w:sz w:val="21"/>
                <w:szCs w:val="21"/>
              </w:rPr>
            </w:pPr>
          </w:p>
          <w:p w14:paraId="2877037A" w14:textId="77777777" w:rsidR="003D565B" w:rsidRPr="00DC54C7" w:rsidRDefault="003D565B" w:rsidP="00944826">
            <w:pPr>
              <w:jc w:val="center"/>
              <w:rPr>
                <w:rFonts w:eastAsia="SimSun"/>
                <w:sz w:val="21"/>
                <w:szCs w:val="21"/>
              </w:rPr>
            </w:pPr>
            <w:r w:rsidRPr="00DC54C7">
              <w:rPr>
                <w:rFonts w:eastAsia="SimSun"/>
                <w:sz w:val="21"/>
                <w:szCs w:val="21"/>
              </w:rPr>
              <w:t>+ Supplies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028B7FE4" w14:textId="77777777" w:rsidTr="00944826">
              <w:tc>
                <w:tcPr>
                  <w:tcW w:w="1429" w:type="pct"/>
                  <w:tcBorders>
                    <w:top w:val="single" w:sz="4" w:space="0" w:color="auto"/>
                    <w:bottom w:val="single" w:sz="4" w:space="0" w:color="auto"/>
                  </w:tcBorders>
                </w:tcPr>
                <w:p w14:paraId="78CD2573" w14:textId="77777777" w:rsidR="003D565B" w:rsidRPr="00DC54C7" w:rsidRDefault="003D565B" w:rsidP="003D565B">
                  <w:pPr>
                    <w:rPr>
                      <w:rFonts w:eastAsia="SimSun"/>
                      <w:sz w:val="21"/>
                      <w:szCs w:val="21"/>
                    </w:rPr>
                  </w:pPr>
                  <w:r w:rsidRPr="00DC54C7">
                    <w:rPr>
                      <w:rFonts w:eastAsia="SimSun"/>
                      <w:sz w:val="21"/>
                      <w:szCs w:val="21"/>
                    </w:rPr>
                    <w:t>(a)</w:t>
                  </w:r>
                </w:p>
              </w:tc>
              <w:tc>
                <w:tcPr>
                  <w:tcW w:w="1322" w:type="pct"/>
                  <w:tcBorders>
                    <w:top w:val="single" w:sz="4" w:space="0" w:color="auto"/>
                    <w:bottom w:val="single" w:sz="4" w:space="0" w:color="auto"/>
                    <w:right w:val="single" w:sz="4" w:space="0" w:color="auto"/>
                  </w:tcBorders>
                </w:tcPr>
                <w:p w14:paraId="7122AD94" w14:textId="77777777" w:rsidR="003D565B" w:rsidRPr="00DC54C7" w:rsidRDefault="003D565B" w:rsidP="00944826">
                  <w:pPr>
                    <w:jc w:val="right"/>
                    <w:rPr>
                      <w:rFonts w:eastAsia="SimSun"/>
                      <w:sz w:val="21"/>
                      <w:szCs w:val="21"/>
                    </w:rPr>
                  </w:pPr>
                  <w:r w:rsidRPr="00DC54C7">
                    <w:rPr>
                      <w:rFonts w:eastAsia="SimSun"/>
                      <w:sz w:val="21"/>
                      <w:szCs w:val="21"/>
                    </w:rPr>
                    <w:t>1,000</w:t>
                  </w:r>
                </w:p>
              </w:tc>
              <w:tc>
                <w:tcPr>
                  <w:tcW w:w="1122" w:type="pct"/>
                  <w:tcBorders>
                    <w:top w:val="single" w:sz="4" w:space="0" w:color="auto"/>
                    <w:left w:val="single" w:sz="4" w:space="0" w:color="auto"/>
                    <w:bottom w:val="single" w:sz="4" w:space="0" w:color="auto"/>
                  </w:tcBorders>
                </w:tcPr>
                <w:p w14:paraId="5A69E9E5" w14:textId="77777777" w:rsidR="003D565B" w:rsidRPr="00DC54C7" w:rsidRDefault="003D565B" w:rsidP="003D565B">
                  <w:pPr>
                    <w:rPr>
                      <w:rFonts w:eastAsia="SimSun"/>
                      <w:sz w:val="21"/>
                      <w:szCs w:val="21"/>
                    </w:rPr>
                  </w:pPr>
                  <w:r w:rsidRPr="00DC54C7">
                    <w:rPr>
                      <w:rFonts w:eastAsia="SimSun"/>
                      <w:sz w:val="21"/>
                      <w:szCs w:val="21"/>
                    </w:rPr>
                    <w:t>1,000</w:t>
                  </w:r>
                </w:p>
              </w:tc>
              <w:tc>
                <w:tcPr>
                  <w:tcW w:w="1127" w:type="pct"/>
                  <w:tcBorders>
                    <w:top w:val="single" w:sz="4" w:space="0" w:color="auto"/>
                    <w:bottom w:val="single" w:sz="4" w:space="0" w:color="auto"/>
                  </w:tcBorders>
                </w:tcPr>
                <w:p w14:paraId="2C3EDC05"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268CEE40" w14:textId="77777777" w:rsidTr="00944826">
              <w:tc>
                <w:tcPr>
                  <w:tcW w:w="1429" w:type="pct"/>
                  <w:tcBorders>
                    <w:top w:val="single" w:sz="4" w:space="0" w:color="auto"/>
                  </w:tcBorders>
                </w:tcPr>
                <w:p w14:paraId="3CB5F9A9"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2C37AC34"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6ED60F45" w14:textId="77777777" w:rsidR="003D565B" w:rsidRPr="00DC54C7" w:rsidRDefault="003D565B" w:rsidP="003D565B">
                  <w:pPr>
                    <w:rPr>
                      <w:rFonts w:eastAsia="SimSun"/>
                      <w:sz w:val="21"/>
                      <w:szCs w:val="21"/>
                    </w:rPr>
                  </w:pPr>
                </w:p>
              </w:tc>
              <w:tc>
                <w:tcPr>
                  <w:tcW w:w="1127" w:type="pct"/>
                  <w:tcBorders>
                    <w:top w:val="single" w:sz="4" w:space="0" w:color="auto"/>
                  </w:tcBorders>
                </w:tcPr>
                <w:p w14:paraId="2514B5BE" w14:textId="77777777" w:rsidR="003D565B" w:rsidRPr="00DC54C7" w:rsidRDefault="003D565B" w:rsidP="003D565B">
                  <w:pPr>
                    <w:rPr>
                      <w:rFonts w:eastAsia="SimSun"/>
                      <w:sz w:val="21"/>
                      <w:szCs w:val="21"/>
                    </w:rPr>
                  </w:pPr>
                </w:p>
              </w:tc>
            </w:tr>
          </w:tbl>
          <w:p w14:paraId="079CD7E2" w14:textId="77777777" w:rsidR="003D565B" w:rsidRPr="00DC54C7" w:rsidRDefault="003D565B" w:rsidP="00944826">
            <w:pPr>
              <w:jc w:val="center"/>
              <w:rPr>
                <w:rFonts w:eastAsia="SimSun"/>
                <w:sz w:val="21"/>
                <w:szCs w:val="21"/>
              </w:rPr>
            </w:pPr>
          </w:p>
          <w:p w14:paraId="2712A948" w14:textId="77777777" w:rsidR="003D565B" w:rsidRPr="00DC54C7" w:rsidRDefault="003D565B" w:rsidP="00944826">
            <w:pPr>
              <w:jc w:val="center"/>
              <w:rPr>
                <w:rFonts w:eastAsia="SimSun"/>
                <w:sz w:val="21"/>
                <w:szCs w:val="21"/>
              </w:rPr>
            </w:pPr>
            <w:r w:rsidRPr="00DC54C7">
              <w:rPr>
                <w:rFonts w:eastAsia="SimSun"/>
                <w:sz w:val="21"/>
                <w:szCs w:val="21"/>
              </w:rPr>
              <w:t>+ Rent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2F66EA23" w14:textId="77777777" w:rsidTr="00944826">
              <w:tc>
                <w:tcPr>
                  <w:tcW w:w="1429" w:type="pct"/>
                  <w:tcBorders>
                    <w:top w:val="single" w:sz="4" w:space="0" w:color="auto"/>
                    <w:bottom w:val="single" w:sz="4" w:space="0" w:color="auto"/>
                  </w:tcBorders>
                </w:tcPr>
                <w:p w14:paraId="11F50122" w14:textId="77777777" w:rsidR="003D565B" w:rsidRPr="00DC54C7" w:rsidRDefault="003D565B" w:rsidP="003D565B">
                  <w:pPr>
                    <w:rPr>
                      <w:rFonts w:eastAsia="SimSun"/>
                      <w:sz w:val="21"/>
                      <w:szCs w:val="21"/>
                    </w:rPr>
                  </w:pPr>
                  <w:r w:rsidRPr="00DC54C7">
                    <w:rPr>
                      <w:rFonts w:eastAsia="SimSun"/>
                      <w:sz w:val="21"/>
                      <w:szCs w:val="21"/>
                    </w:rPr>
                    <w:t>(b)</w:t>
                  </w:r>
                </w:p>
              </w:tc>
              <w:tc>
                <w:tcPr>
                  <w:tcW w:w="1322" w:type="pct"/>
                  <w:tcBorders>
                    <w:top w:val="single" w:sz="4" w:space="0" w:color="auto"/>
                    <w:bottom w:val="single" w:sz="4" w:space="0" w:color="auto"/>
                    <w:right w:val="single" w:sz="4" w:space="0" w:color="auto"/>
                  </w:tcBorders>
                </w:tcPr>
                <w:p w14:paraId="7F391DE2" w14:textId="77777777" w:rsidR="003D565B" w:rsidRPr="00DC54C7" w:rsidRDefault="003D565B" w:rsidP="00944826">
                  <w:pPr>
                    <w:jc w:val="right"/>
                    <w:rPr>
                      <w:rFonts w:eastAsia="SimSun"/>
                      <w:sz w:val="21"/>
                      <w:szCs w:val="21"/>
                    </w:rPr>
                  </w:pPr>
                  <w:r w:rsidRPr="00DC54C7">
                    <w:rPr>
                      <w:rFonts w:eastAsia="SimSun"/>
                      <w:sz w:val="21"/>
                      <w:szCs w:val="21"/>
                    </w:rPr>
                    <w:t>4,000</w:t>
                  </w:r>
                </w:p>
              </w:tc>
              <w:tc>
                <w:tcPr>
                  <w:tcW w:w="1122" w:type="pct"/>
                  <w:tcBorders>
                    <w:top w:val="single" w:sz="4" w:space="0" w:color="auto"/>
                    <w:left w:val="single" w:sz="4" w:space="0" w:color="auto"/>
                    <w:bottom w:val="single" w:sz="4" w:space="0" w:color="auto"/>
                  </w:tcBorders>
                </w:tcPr>
                <w:p w14:paraId="4D3C7192" w14:textId="77777777" w:rsidR="003D565B" w:rsidRPr="00DC54C7" w:rsidRDefault="003D565B" w:rsidP="003D565B">
                  <w:pPr>
                    <w:rPr>
                      <w:rFonts w:eastAsia="SimSun"/>
                      <w:sz w:val="21"/>
                      <w:szCs w:val="21"/>
                    </w:rPr>
                  </w:pPr>
                  <w:r w:rsidRPr="00DC54C7">
                    <w:rPr>
                      <w:rFonts w:eastAsia="SimSun"/>
                      <w:sz w:val="21"/>
                      <w:szCs w:val="21"/>
                    </w:rPr>
                    <w:t>4,000</w:t>
                  </w:r>
                </w:p>
              </w:tc>
              <w:tc>
                <w:tcPr>
                  <w:tcW w:w="1127" w:type="pct"/>
                  <w:tcBorders>
                    <w:top w:val="single" w:sz="4" w:space="0" w:color="auto"/>
                    <w:bottom w:val="single" w:sz="4" w:space="0" w:color="auto"/>
                  </w:tcBorders>
                </w:tcPr>
                <w:p w14:paraId="22DDBB4B"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2429436C" w14:textId="77777777" w:rsidTr="00944826">
              <w:tc>
                <w:tcPr>
                  <w:tcW w:w="1429" w:type="pct"/>
                  <w:tcBorders>
                    <w:top w:val="single" w:sz="4" w:space="0" w:color="auto"/>
                  </w:tcBorders>
                </w:tcPr>
                <w:p w14:paraId="1A311BE8"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690848ED"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7DE2AE65" w14:textId="77777777" w:rsidR="003D565B" w:rsidRPr="00DC54C7" w:rsidRDefault="003D565B" w:rsidP="003D565B">
                  <w:pPr>
                    <w:rPr>
                      <w:rFonts w:eastAsia="SimSun"/>
                      <w:sz w:val="21"/>
                      <w:szCs w:val="21"/>
                    </w:rPr>
                  </w:pPr>
                </w:p>
              </w:tc>
              <w:tc>
                <w:tcPr>
                  <w:tcW w:w="1127" w:type="pct"/>
                  <w:tcBorders>
                    <w:top w:val="single" w:sz="4" w:space="0" w:color="auto"/>
                  </w:tcBorders>
                </w:tcPr>
                <w:p w14:paraId="7C495405" w14:textId="77777777" w:rsidR="003D565B" w:rsidRPr="00DC54C7" w:rsidRDefault="003D565B" w:rsidP="003D565B">
                  <w:pPr>
                    <w:rPr>
                      <w:rFonts w:eastAsia="SimSun"/>
                      <w:sz w:val="21"/>
                      <w:szCs w:val="21"/>
                    </w:rPr>
                  </w:pPr>
                </w:p>
              </w:tc>
            </w:tr>
          </w:tbl>
          <w:p w14:paraId="5E0C4699" w14:textId="77777777" w:rsidR="003D565B" w:rsidRPr="00DC54C7" w:rsidRDefault="003D565B" w:rsidP="003D565B">
            <w:pPr>
              <w:rPr>
                <w:rFonts w:eastAsia="SimSun"/>
                <w:sz w:val="21"/>
                <w:szCs w:val="21"/>
              </w:rPr>
            </w:pPr>
          </w:p>
          <w:p w14:paraId="17FD368C" w14:textId="77777777" w:rsidR="003D565B" w:rsidRPr="00DC54C7" w:rsidRDefault="003D565B" w:rsidP="00944826">
            <w:pPr>
              <w:jc w:val="center"/>
              <w:rPr>
                <w:rFonts w:eastAsia="SimSun"/>
                <w:sz w:val="21"/>
                <w:szCs w:val="21"/>
              </w:rPr>
            </w:pPr>
            <w:r w:rsidRPr="00DC54C7">
              <w:rPr>
                <w:rFonts w:eastAsia="SimSun"/>
                <w:sz w:val="21"/>
                <w:szCs w:val="21"/>
              </w:rPr>
              <w:t>+ Insurance Expense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46"/>
              <w:gridCol w:w="875"/>
              <w:gridCol w:w="743"/>
              <w:gridCol w:w="746"/>
            </w:tblGrid>
            <w:tr w:rsidR="003D565B" w:rsidRPr="00DC54C7" w14:paraId="7F67A595" w14:textId="77777777" w:rsidTr="00944826">
              <w:tc>
                <w:tcPr>
                  <w:tcW w:w="1429" w:type="pct"/>
                  <w:tcBorders>
                    <w:top w:val="single" w:sz="4" w:space="0" w:color="auto"/>
                    <w:bottom w:val="single" w:sz="4" w:space="0" w:color="auto"/>
                  </w:tcBorders>
                </w:tcPr>
                <w:p w14:paraId="68225FF7" w14:textId="77777777" w:rsidR="003D565B" w:rsidRPr="00DC54C7" w:rsidRDefault="003D565B" w:rsidP="003D565B">
                  <w:pPr>
                    <w:rPr>
                      <w:rFonts w:eastAsia="SimSun"/>
                      <w:sz w:val="21"/>
                      <w:szCs w:val="21"/>
                    </w:rPr>
                  </w:pPr>
                  <w:r w:rsidRPr="00DC54C7">
                    <w:rPr>
                      <w:rFonts w:eastAsia="SimSun"/>
                      <w:sz w:val="21"/>
                      <w:szCs w:val="21"/>
                    </w:rPr>
                    <w:t xml:space="preserve">(c) </w:t>
                  </w:r>
                </w:p>
              </w:tc>
              <w:tc>
                <w:tcPr>
                  <w:tcW w:w="1322" w:type="pct"/>
                  <w:tcBorders>
                    <w:top w:val="single" w:sz="4" w:space="0" w:color="auto"/>
                    <w:bottom w:val="single" w:sz="4" w:space="0" w:color="auto"/>
                    <w:right w:val="single" w:sz="4" w:space="0" w:color="auto"/>
                  </w:tcBorders>
                </w:tcPr>
                <w:p w14:paraId="09C86F09" w14:textId="77777777" w:rsidR="003D565B" w:rsidRPr="00DC54C7" w:rsidRDefault="003D565B" w:rsidP="00944826">
                  <w:pPr>
                    <w:jc w:val="right"/>
                    <w:rPr>
                      <w:rFonts w:eastAsia="SimSun"/>
                      <w:sz w:val="21"/>
                      <w:szCs w:val="21"/>
                    </w:rPr>
                  </w:pPr>
                  <w:r w:rsidRPr="00DC54C7">
                    <w:rPr>
                      <w:rFonts w:eastAsia="SimSun"/>
                      <w:sz w:val="21"/>
                      <w:szCs w:val="21"/>
                    </w:rPr>
                    <w:t>3,500</w:t>
                  </w:r>
                </w:p>
              </w:tc>
              <w:tc>
                <w:tcPr>
                  <w:tcW w:w="1122" w:type="pct"/>
                  <w:tcBorders>
                    <w:top w:val="single" w:sz="4" w:space="0" w:color="auto"/>
                    <w:left w:val="single" w:sz="4" w:space="0" w:color="auto"/>
                    <w:bottom w:val="single" w:sz="4" w:space="0" w:color="auto"/>
                  </w:tcBorders>
                </w:tcPr>
                <w:p w14:paraId="695859C0" w14:textId="77777777" w:rsidR="003D565B" w:rsidRPr="00DC54C7" w:rsidRDefault="003D565B" w:rsidP="003D565B">
                  <w:pPr>
                    <w:rPr>
                      <w:rFonts w:eastAsia="SimSun"/>
                      <w:sz w:val="21"/>
                      <w:szCs w:val="21"/>
                    </w:rPr>
                  </w:pPr>
                  <w:r w:rsidRPr="00DC54C7">
                    <w:rPr>
                      <w:rFonts w:eastAsia="SimSun"/>
                      <w:sz w:val="21"/>
                      <w:szCs w:val="21"/>
                    </w:rPr>
                    <w:t>3,500</w:t>
                  </w:r>
                </w:p>
              </w:tc>
              <w:tc>
                <w:tcPr>
                  <w:tcW w:w="1127" w:type="pct"/>
                  <w:tcBorders>
                    <w:top w:val="single" w:sz="4" w:space="0" w:color="auto"/>
                    <w:bottom w:val="single" w:sz="4" w:space="0" w:color="auto"/>
                  </w:tcBorders>
                </w:tcPr>
                <w:p w14:paraId="7D77FE67" w14:textId="77777777" w:rsidR="003D565B" w:rsidRPr="00DC54C7" w:rsidRDefault="003D565B" w:rsidP="003D565B">
                  <w:pPr>
                    <w:rPr>
                      <w:rFonts w:eastAsia="SimSun"/>
                      <w:sz w:val="21"/>
                      <w:szCs w:val="21"/>
                    </w:rPr>
                  </w:pPr>
                  <w:r w:rsidRPr="00DC54C7">
                    <w:rPr>
                      <w:rFonts w:eastAsia="SimSun"/>
                      <w:sz w:val="21"/>
                      <w:szCs w:val="21"/>
                    </w:rPr>
                    <w:t>Close</w:t>
                  </w:r>
                </w:p>
              </w:tc>
            </w:tr>
            <w:tr w:rsidR="003D565B" w:rsidRPr="00DC54C7" w14:paraId="4F4316CC" w14:textId="77777777" w:rsidTr="00944826">
              <w:tc>
                <w:tcPr>
                  <w:tcW w:w="1429" w:type="pct"/>
                  <w:tcBorders>
                    <w:top w:val="single" w:sz="4" w:space="0" w:color="auto"/>
                  </w:tcBorders>
                </w:tcPr>
                <w:p w14:paraId="4648422F" w14:textId="77777777" w:rsidR="003D565B" w:rsidRPr="00DC54C7" w:rsidRDefault="003D565B" w:rsidP="003D565B">
                  <w:pPr>
                    <w:rPr>
                      <w:rFonts w:eastAsia="SimSun"/>
                      <w:sz w:val="21"/>
                      <w:szCs w:val="21"/>
                    </w:rPr>
                  </w:pPr>
                  <w:r w:rsidRPr="00DC54C7">
                    <w:rPr>
                      <w:rFonts w:eastAsia="SimSun"/>
                      <w:sz w:val="21"/>
                      <w:szCs w:val="21"/>
                    </w:rPr>
                    <w:t>Bal</w:t>
                  </w:r>
                </w:p>
              </w:tc>
              <w:tc>
                <w:tcPr>
                  <w:tcW w:w="1322" w:type="pct"/>
                  <w:tcBorders>
                    <w:top w:val="single" w:sz="4" w:space="0" w:color="auto"/>
                    <w:right w:val="single" w:sz="4" w:space="0" w:color="auto"/>
                  </w:tcBorders>
                </w:tcPr>
                <w:p w14:paraId="5D1FE50E" w14:textId="77777777" w:rsidR="003D565B" w:rsidRPr="00DC54C7" w:rsidRDefault="003D565B" w:rsidP="00944826">
                  <w:pPr>
                    <w:jc w:val="right"/>
                    <w:rPr>
                      <w:rFonts w:eastAsia="SimSun"/>
                      <w:sz w:val="21"/>
                      <w:szCs w:val="21"/>
                    </w:rPr>
                  </w:pPr>
                  <w:r w:rsidRPr="00DC54C7">
                    <w:rPr>
                      <w:rFonts w:eastAsia="SimSun"/>
                      <w:sz w:val="21"/>
                      <w:szCs w:val="21"/>
                    </w:rPr>
                    <w:t>0</w:t>
                  </w:r>
                </w:p>
              </w:tc>
              <w:tc>
                <w:tcPr>
                  <w:tcW w:w="1122" w:type="pct"/>
                  <w:tcBorders>
                    <w:top w:val="single" w:sz="4" w:space="0" w:color="auto"/>
                    <w:left w:val="single" w:sz="4" w:space="0" w:color="auto"/>
                  </w:tcBorders>
                </w:tcPr>
                <w:p w14:paraId="2BA33E14" w14:textId="77777777" w:rsidR="003D565B" w:rsidRPr="00DC54C7" w:rsidRDefault="003D565B" w:rsidP="003D565B">
                  <w:pPr>
                    <w:rPr>
                      <w:rFonts w:eastAsia="SimSun"/>
                      <w:sz w:val="21"/>
                      <w:szCs w:val="21"/>
                    </w:rPr>
                  </w:pPr>
                </w:p>
              </w:tc>
              <w:tc>
                <w:tcPr>
                  <w:tcW w:w="1127" w:type="pct"/>
                  <w:tcBorders>
                    <w:top w:val="single" w:sz="4" w:space="0" w:color="auto"/>
                  </w:tcBorders>
                </w:tcPr>
                <w:p w14:paraId="30913FA3" w14:textId="77777777" w:rsidR="003D565B" w:rsidRPr="00DC54C7" w:rsidRDefault="003D565B" w:rsidP="003D565B">
                  <w:pPr>
                    <w:rPr>
                      <w:rFonts w:eastAsia="SimSun"/>
                      <w:sz w:val="21"/>
                      <w:szCs w:val="21"/>
                    </w:rPr>
                  </w:pPr>
                </w:p>
              </w:tc>
            </w:tr>
          </w:tbl>
          <w:p w14:paraId="5BCE6DFE" w14:textId="77777777" w:rsidR="003D565B" w:rsidRPr="00DC54C7" w:rsidRDefault="003D565B" w:rsidP="00944826">
            <w:pPr>
              <w:jc w:val="center"/>
              <w:rPr>
                <w:rFonts w:eastAsia="SimSun"/>
                <w:sz w:val="21"/>
                <w:szCs w:val="21"/>
              </w:rPr>
            </w:pPr>
          </w:p>
        </w:tc>
      </w:tr>
    </w:tbl>
    <w:p w14:paraId="5D4579C3" w14:textId="77777777" w:rsidR="003A553F" w:rsidRPr="00DC54C7" w:rsidRDefault="003D565B" w:rsidP="003A553F">
      <w:pPr>
        <w:pStyle w:val="Heading1"/>
        <w:spacing w:before="240"/>
        <w:rPr>
          <w:rFonts w:ascii="Times New Roman" w:hAnsi="Times New Roman"/>
          <w:szCs w:val="22"/>
        </w:rPr>
      </w:pPr>
      <w:r w:rsidRPr="00DC54C7">
        <w:rPr>
          <w:szCs w:val="22"/>
        </w:rPr>
        <w:br w:type="page"/>
      </w:r>
      <w:r w:rsidR="003A553F" w:rsidRPr="00DC54C7">
        <w:lastRenderedPageBreak/>
        <w:t>HANDOUT 4</w:t>
      </w:r>
      <w:r w:rsidR="00801A23" w:rsidRPr="00750FD5">
        <w:t>–</w:t>
      </w:r>
      <w:r w:rsidR="003A553F" w:rsidRPr="00DC54C7">
        <w:t>4 SOLUTION</w:t>
      </w:r>
      <w:r w:rsidR="00473D4D" w:rsidRPr="00733016">
        <w:rPr>
          <w:u w:val="none"/>
        </w:rPr>
        <w:t>, continued</w:t>
      </w:r>
    </w:p>
    <w:p w14:paraId="4D5D104C" w14:textId="77777777" w:rsidR="003D565B" w:rsidRPr="00DC54C7" w:rsidRDefault="003D565B" w:rsidP="003D565B">
      <w:pPr>
        <w:jc w:val="center"/>
        <w:rPr>
          <w:szCs w:val="22"/>
        </w:rPr>
      </w:pPr>
      <w:r w:rsidRPr="00DC54C7">
        <w:rPr>
          <w:szCs w:val="22"/>
        </w:rPr>
        <w:t>Deana’s Decorators</w:t>
      </w:r>
    </w:p>
    <w:p w14:paraId="06470104" w14:textId="77777777" w:rsidR="003D565B" w:rsidRPr="00DC54C7" w:rsidRDefault="008A4826" w:rsidP="003D565B">
      <w:pPr>
        <w:jc w:val="center"/>
        <w:rPr>
          <w:szCs w:val="22"/>
        </w:rPr>
      </w:pPr>
      <w:r>
        <w:rPr>
          <w:szCs w:val="22"/>
        </w:rPr>
        <w:t>Post-closing</w:t>
      </w:r>
      <w:r w:rsidR="003D565B" w:rsidRPr="00DC54C7">
        <w:rPr>
          <w:szCs w:val="22"/>
        </w:rPr>
        <w:t xml:space="preserve"> Trial Balance</w:t>
      </w:r>
    </w:p>
    <w:p w14:paraId="6CFE9BEA" w14:textId="77777777" w:rsidR="003D565B" w:rsidRDefault="003D565B" w:rsidP="00C92A98">
      <w:pPr>
        <w:jc w:val="center"/>
        <w:rPr>
          <w:szCs w:val="22"/>
        </w:rPr>
      </w:pPr>
      <w:r w:rsidRPr="00DC54C7">
        <w:rPr>
          <w:szCs w:val="22"/>
        </w:rPr>
        <w:t xml:space="preserve">December </w:t>
      </w:r>
      <w:r w:rsidR="00C25690">
        <w:rPr>
          <w:szCs w:val="22"/>
        </w:rPr>
        <w:t>2016</w:t>
      </w:r>
    </w:p>
    <w:p w14:paraId="7EB05950" w14:textId="77777777" w:rsidR="00504F84" w:rsidRPr="00DC54C7" w:rsidRDefault="00504F84" w:rsidP="00C92A98">
      <w:pPr>
        <w:jc w:val="cente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1440"/>
        <w:gridCol w:w="1440"/>
      </w:tblGrid>
      <w:tr w:rsidR="00614B37" w:rsidRPr="00DC54C7" w14:paraId="468DE8EE" w14:textId="77777777" w:rsidTr="00504F84">
        <w:trPr>
          <w:jc w:val="center"/>
        </w:trPr>
        <w:tc>
          <w:tcPr>
            <w:tcW w:w="3024" w:type="dxa"/>
          </w:tcPr>
          <w:p w14:paraId="4E5F5543" w14:textId="77777777" w:rsidR="00614B37" w:rsidRPr="00DC54C7" w:rsidRDefault="00614B37" w:rsidP="00614B37">
            <w:pPr>
              <w:jc w:val="center"/>
              <w:rPr>
                <w:rFonts w:eastAsia="SimSun"/>
                <w:szCs w:val="22"/>
              </w:rPr>
            </w:pPr>
            <w:r>
              <w:rPr>
                <w:rFonts w:eastAsia="SimSun"/>
                <w:szCs w:val="22"/>
              </w:rPr>
              <w:t>Account</w:t>
            </w:r>
          </w:p>
        </w:tc>
        <w:tc>
          <w:tcPr>
            <w:tcW w:w="1440" w:type="dxa"/>
          </w:tcPr>
          <w:p w14:paraId="3A56C747" w14:textId="77777777" w:rsidR="00614B37" w:rsidRPr="00DC54C7" w:rsidRDefault="00614B37" w:rsidP="00614B37">
            <w:pPr>
              <w:jc w:val="center"/>
              <w:rPr>
                <w:rFonts w:eastAsia="SimSun"/>
                <w:szCs w:val="22"/>
              </w:rPr>
            </w:pPr>
            <w:r w:rsidRPr="00DC54C7">
              <w:rPr>
                <w:rFonts w:eastAsia="SimSun"/>
                <w:szCs w:val="22"/>
              </w:rPr>
              <w:t>Debit</w:t>
            </w:r>
          </w:p>
        </w:tc>
        <w:tc>
          <w:tcPr>
            <w:tcW w:w="1440" w:type="dxa"/>
          </w:tcPr>
          <w:p w14:paraId="2E27C3C3" w14:textId="77777777" w:rsidR="00614B37" w:rsidRPr="00DC54C7" w:rsidRDefault="00614B37" w:rsidP="00614B37">
            <w:pPr>
              <w:jc w:val="center"/>
              <w:rPr>
                <w:rFonts w:eastAsia="SimSun"/>
                <w:szCs w:val="22"/>
              </w:rPr>
            </w:pPr>
            <w:r w:rsidRPr="00DC54C7">
              <w:rPr>
                <w:rFonts w:eastAsia="SimSun"/>
                <w:szCs w:val="22"/>
              </w:rPr>
              <w:t>Credit</w:t>
            </w:r>
          </w:p>
        </w:tc>
      </w:tr>
      <w:tr w:rsidR="00614B37" w:rsidRPr="00DC54C7" w14:paraId="6DACAE36" w14:textId="77777777" w:rsidTr="00504F84">
        <w:trPr>
          <w:jc w:val="center"/>
        </w:trPr>
        <w:tc>
          <w:tcPr>
            <w:tcW w:w="3024" w:type="dxa"/>
            <w:vAlign w:val="center"/>
          </w:tcPr>
          <w:p w14:paraId="4D2DCB2D" w14:textId="77777777" w:rsidR="00614B37" w:rsidRPr="00DC54C7" w:rsidRDefault="00614B37" w:rsidP="00614B37">
            <w:pPr>
              <w:rPr>
                <w:rFonts w:eastAsia="SimSun"/>
                <w:szCs w:val="22"/>
              </w:rPr>
            </w:pPr>
            <w:r w:rsidRPr="00DC54C7">
              <w:rPr>
                <w:rFonts w:eastAsia="SimSun"/>
                <w:szCs w:val="22"/>
              </w:rPr>
              <w:t>Cash</w:t>
            </w:r>
          </w:p>
        </w:tc>
        <w:tc>
          <w:tcPr>
            <w:tcW w:w="1440" w:type="dxa"/>
          </w:tcPr>
          <w:p w14:paraId="70D85995" w14:textId="77777777" w:rsidR="00614B37" w:rsidRPr="00DC54C7" w:rsidRDefault="00614B37" w:rsidP="00614B37">
            <w:pPr>
              <w:jc w:val="right"/>
              <w:rPr>
                <w:rFonts w:eastAsia="SimSun"/>
                <w:szCs w:val="22"/>
              </w:rPr>
            </w:pPr>
            <w:r w:rsidRPr="00DC54C7">
              <w:rPr>
                <w:rFonts w:eastAsia="SimSun"/>
                <w:szCs w:val="22"/>
              </w:rPr>
              <w:t>$  43,450</w:t>
            </w:r>
          </w:p>
        </w:tc>
        <w:tc>
          <w:tcPr>
            <w:tcW w:w="1440" w:type="dxa"/>
          </w:tcPr>
          <w:p w14:paraId="36F199F9" w14:textId="77777777" w:rsidR="00614B37" w:rsidRPr="00DC54C7" w:rsidRDefault="00614B37" w:rsidP="00614B37">
            <w:pPr>
              <w:jc w:val="right"/>
              <w:rPr>
                <w:rFonts w:eastAsia="SimSun"/>
                <w:szCs w:val="22"/>
              </w:rPr>
            </w:pPr>
          </w:p>
        </w:tc>
      </w:tr>
      <w:tr w:rsidR="00614B37" w:rsidRPr="00DC54C7" w14:paraId="5021138B" w14:textId="77777777" w:rsidTr="00504F84">
        <w:trPr>
          <w:jc w:val="center"/>
        </w:trPr>
        <w:tc>
          <w:tcPr>
            <w:tcW w:w="3024" w:type="dxa"/>
            <w:vAlign w:val="center"/>
          </w:tcPr>
          <w:p w14:paraId="14A435C5" w14:textId="77777777" w:rsidR="00614B37" w:rsidRPr="00DC54C7" w:rsidRDefault="00614B37" w:rsidP="00614B37">
            <w:pPr>
              <w:rPr>
                <w:rFonts w:eastAsia="SimSun"/>
                <w:szCs w:val="22"/>
              </w:rPr>
            </w:pPr>
            <w:r w:rsidRPr="00DC54C7">
              <w:rPr>
                <w:rFonts w:eastAsia="SimSun"/>
                <w:szCs w:val="22"/>
              </w:rPr>
              <w:t>Supplies</w:t>
            </w:r>
          </w:p>
        </w:tc>
        <w:tc>
          <w:tcPr>
            <w:tcW w:w="1440" w:type="dxa"/>
          </w:tcPr>
          <w:p w14:paraId="7AAF8C9F" w14:textId="77777777" w:rsidR="00614B37" w:rsidRPr="00DC54C7" w:rsidRDefault="00614B37" w:rsidP="00614B37">
            <w:pPr>
              <w:jc w:val="right"/>
              <w:rPr>
                <w:rFonts w:eastAsia="SimSun"/>
                <w:szCs w:val="22"/>
              </w:rPr>
            </w:pPr>
            <w:r w:rsidRPr="00DC54C7">
              <w:rPr>
                <w:rFonts w:eastAsia="SimSun"/>
                <w:szCs w:val="22"/>
              </w:rPr>
              <w:t>800</w:t>
            </w:r>
          </w:p>
        </w:tc>
        <w:tc>
          <w:tcPr>
            <w:tcW w:w="1440" w:type="dxa"/>
          </w:tcPr>
          <w:p w14:paraId="3BB2A999" w14:textId="77777777" w:rsidR="00614B37" w:rsidRPr="00DC54C7" w:rsidRDefault="00614B37" w:rsidP="00614B37">
            <w:pPr>
              <w:jc w:val="right"/>
              <w:rPr>
                <w:rFonts w:eastAsia="SimSun"/>
                <w:szCs w:val="22"/>
              </w:rPr>
            </w:pPr>
          </w:p>
        </w:tc>
      </w:tr>
      <w:tr w:rsidR="00614B37" w:rsidRPr="00DC54C7" w14:paraId="2F31B85D" w14:textId="77777777" w:rsidTr="00504F84">
        <w:trPr>
          <w:jc w:val="center"/>
        </w:trPr>
        <w:tc>
          <w:tcPr>
            <w:tcW w:w="3024" w:type="dxa"/>
            <w:vAlign w:val="center"/>
          </w:tcPr>
          <w:p w14:paraId="1FF7A7D8" w14:textId="77777777" w:rsidR="00614B37" w:rsidRPr="00DC54C7" w:rsidRDefault="00614B37" w:rsidP="00614B37">
            <w:pPr>
              <w:rPr>
                <w:rFonts w:eastAsia="SimSun"/>
                <w:szCs w:val="22"/>
              </w:rPr>
            </w:pPr>
            <w:r w:rsidRPr="00DC54C7">
              <w:rPr>
                <w:rFonts w:eastAsia="SimSun"/>
                <w:szCs w:val="22"/>
              </w:rPr>
              <w:t>Accounts Receivable</w:t>
            </w:r>
          </w:p>
        </w:tc>
        <w:tc>
          <w:tcPr>
            <w:tcW w:w="1440" w:type="dxa"/>
          </w:tcPr>
          <w:p w14:paraId="7AEED5F8" w14:textId="77777777" w:rsidR="00614B37" w:rsidRPr="00DC54C7" w:rsidRDefault="00614B37" w:rsidP="00614B37">
            <w:pPr>
              <w:jc w:val="right"/>
              <w:rPr>
                <w:rFonts w:eastAsia="SimSun"/>
                <w:szCs w:val="22"/>
              </w:rPr>
            </w:pPr>
            <w:r w:rsidRPr="00DC54C7">
              <w:rPr>
                <w:rFonts w:eastAsia="SimSun"/>
                <w:szCs w:val="22"/>
              </w:rPr>
              <w:t>4,000</w:t>
            </w:r>
          </w:p>
        </w:tc>
        <w:tc>
          <w:tcPr>
            <w:tcW w:w="1440" w:type="dxa"/>
          </w:tcPr>
          <w:p w14:paraId="37937664" w14:textId="77777777" w:rsidR="00614B37" w:rsidRPr="00DC54C7" w:rsidRDefault="00614B37" w:rsidP="00614B37">
            <w:pPr>
              <w:jc w:val="right"/>
              <w:rPr>
                <w:rFonts w:eastAsia="SimSun"/>
                <w:szCs w:val="22"/>
              </w:rPr>
            </w:pPr>
          </w:p>
        </w:tc>
      </w:tr>
      <w:tr w:rsidR="00614B37" w:rsidRPr="00DC54C7" w14:paraId="3D74CF78" w14:textId="77777777" w:rsidTr="00504F84">
        <w:trPr>
          <w:jc w:val="center"/>
        </w:trPr>
        <w:tc>
          <w:tcPr>
            <w:tcW w:w="3024" w:type="dxa"/>
            <w:vAlign w:val="center"/>
          </w:tcPr>
          <w:p w14:paraId="217AA00E" w14:textId="77777777" w:rsidR="00614B37" w:rsidRPr="00DC54C7" w:rsidRDefault="00614B37" w:rsidP="00614B37">
            <w:pPr>
              <w:rPr>
                <w:rFonts w:eastAsia="SimSun"/>
                <w:szCs w:val="22"/>
              </w:rPr>
            </w:pPr>
            <w:r w:rsidRPr="00DC54C7">
              <w:rPr>
                <w:rFonts w:eastAsia="SimSun"/>
                <w:szCs w:val="22"/>
              </w:rPr>
              <w:t>Prepaid Rent</w:t>
            </w:r>
          </w:p>
        </w:tc>
        <w:tc>
          <w:tcPr>
            <w:tcW w:w="1440" w:type="dxa"/>
          </w:tcPr>
          <w:p w14:paraId="785AEB82" w14:textId="77777777" w:rsidR="00614B37" w:rsidRPr="00DC54C7" w:rsidRDefault="00614B37" w:rsidP="00614B37">
            <w:pPr>
              <w:jc w:val="right"/>
              <w:rPr>
                <w:rFonts w:eastAsia="SimSun"/>
                <w:szCs w:val="22"/>
              </w:rPr>
            </w:pPr>
            <w:r w:rsidRPr="00DC54C7">
              <w:rPr>
                <w:rFonts w:eastAsia="SimSun"/>
                <w:szCs w:val="22"/>
              </w:rPr>
              <w:t>8,000</w:t>
            </w:r>
          </w:p>
        </w:tc>
        <w:tc>
          <w:tcPr>
            <w:tcW w:w="1440" w:type="dxa"/>
          </w:tcPr>
          <w:p w14:paraId="5309E3CB" w14:textId="77777777" w:rsidR="00614B37" w:rsidRPr="00DC54C7" w:rsidRDefault="00614B37" w:rsidP="00614B37">
            <w:pPr>
              <w:jc w:val="right"/>
              <w:rPr>
                <w:rFonts w:eastAsia="SimSun"/>
                <w:szCs w:val="22"/>
              </w:rPr>
            </w:pPr>
          </w:p>
        </w:tc>
      </w:tr>
      <w:tr w:rsidR="00614B37" w:rsidRPr="00DC54C7" w14:paraId="3896A025" w14:textId="77777777" w:rsidTr="00504F84">
        <w:trPr>
          <w:jc w:val="center"/>
        </w:trPr>
        <w:tc>
          <w:tcPr>
            <w:tcW w:w="3024" w:type="dxa"/>
            <w:vAlign w:val="center"/>
          </w:tcPr>
          <w:p w14:paraId="4547F793" w14:textId="77777777" w:rsidR="00614B37" w:rsidRPr="00DC54C7" w:rsidRDefault="00614B37" w:rsidP="00614B37">
            <w:pPr>
              <w:rPr>
                <w:rFonts w:eastAsia="SimSun"/>
                <w:szCs w:val="22"/>
              </w:rPr>
            </w:pPr>
            <w:r w:rsidRPr="00DC54C7">
              <w:rPr>
                <w:rFonts w:eastAsia="SimSun"/>
                <w:szCs w:val="22"/>
              </w:rPr>
              <w:t>Prepaid Insurance</w:t>
            </w:r>
          </w:p>
        </w:tc>
        <w:tc>
          <w:tcPr>
            <w:tcW w:w="1440" w:type="dxa"/>
          </w:tcPr>
          <w:p w14:paraId="74F19917" w14:textId="77777777" w:rsidR="00614B37" w:rsidRPr="00DC54C7" w:rsidRDefault="00614B37" w:rsidP="00614B37">
            <w:pPr>
              <w:jc w:val="right"/>
              <w:rPr>
                <w:rFonts w:eastAsia="SimSun"/>
                <w:szCs w:val="22"/>
              </w:rPr>
            </w:pPr>
            <w:r w:rsidRPr="00DC54C7">
              <w:rPr>
                <w:rFonts w:eastAsia="SimSun"/>
                <w:szCs w:val="22"/>
              </w:rPr>
              <w:t>2,500</w:t>
            </w:r>
          </w:p>
        </w:tc>
        <w:tc>
          <w:tcPr>
            <w:tcW w:w="1440" w:type="dxa"/>
          </w:tcPr>
          <w:p w14:paraId="738B0DA0" w14:textId="77777777" w:rsidR="00614B37" w:rsidRPr="00DC54C7" w:rsidRDefault="00614B37" w:rsidP="00614B37">
            <w:pPr>
              <w:jc w:val="right"/>
              <w:rPr>
                <w:rFonts w:eastAsia="SimSun"/>
                <w:szCs w:val="22"/>
              </w:rPr>
            </w:pPr>
          </w:p>
        </w:tc>
      </w:tr>
      <w:tr w:rsidR="00614B37" w:rsidRPr="00DC54C7" w14:paraId="4C787404" w14:textId="77777777" w:rsidTr="00504F84">
        <w:trPr>
          <w:jc w:val="center"/>
        </w:trPr>
        <w:tc>
          <w:tcPr>
            <w:tcW w:w="3024" w:type="dxa"/>
            <w:vAlign w:val="center"/>
          </w:tcPr>
          <w:p w14:paraId="058A9060" w14:textId="77777777" w:rsidR="00614B37" w:rsidRPr="00DC54C7" w:rsidRDefault="00614B37" w:rsidP="00614B37">
            <w:pPr>
              <w:rPr>
                <w:rFonts w:eastAsia="SimSun"/>
                <w:szCs w:val="22"/>
              </w:rPr>
            </w:pPr>
            <w:r w:rsidRPr="00DC54C7">
              <w:rPr>
                <w:rFonts w:eastAsia="SimSun"/>
                <w:szCs w:val="22"/>
              </w:rPr>
              <w:t>Certificate of Deposit</w:t>
            </w:r>
          </w:p>
        </w:tc>
        <w:tc>
          <w:tcPr>
            <w:tcW w:w="1440" w:type="dxa"/>
          </w:tcPr>
          <w:p w14:paraId="2FD159B0" w14:textId="77777777" w:rsidR="00614B37" w:rsidRPr="00DC54C7" w:rsidRDefault="00614B37" w:rsidP="00614B37">
            <w:pPr>
              <w:jc w:val="right"/>
              <w:rPr>
                <w:rFonts w:eastAsia="SimSun"/>
                <w:szCs w:val="22"/>
              </w:rPr>
            </w:pPr>
            <w:r w:rsidRPr="00DC54C7">
              <w:rPr>
                <w:rFonts w:eastAsia="SimSun"/>
                <w:szCs w:val="22"/>
              </w:rPr>
              <w:t>20,000</w:t>
            </w:r>
          </w:p>
        </w:tc>
        <w:tc>
          <w:tcPr>
            <w:tcW w:w="1440" w:type="dxa"/>
          </w:tcPr>
          <w:p w14:paraId="0D6A923A" w14:textId="77777777" w:rsidR="00614B37" w:rsidRPr="00DC54C7" w:rsidRDefault="00614B37" w:rsidP="00614B37">
            <w:pPr>
              <w:jc w:val="right"/>
              <w:rPr>
                <w:rFonts w:eastAsia="SimSun"/>
                <w:szCs w:val="22"/>
              </w:rPr>
            </w:pPr>
          </w:p>
        </w:tc>
      </w:tr>
      <w:tr w:rsidR="00614B37" w:rsidRPr="00DC54C7" w14:paraId="1E7E4D02" w14:textId="77777777" w:rsidTr="00504F84">
        <w:trPr>
          <w:jc w:val="center"/>
        </w:trPr>
        <w:tc>
          <w:tcPr>
            <w:tcW w:w="3024" w:type="dxa"/>
            <w:vAlign w:val="center"/>
          </w:tcPr>
          <w:p w14:paraId="44079917" w14:textId="77777777" w:rsidR="00614B37" w:rsidRPr="00DC54C7" w:rsidRDefault="00614B37" w:rsidP="00614B37">
            <w:pPr>
              <w:rPr>
                <w:rFonts w:eastAsia="SimSun"/>
                <w:szCs w:val="22"/>
              </w:rPr>
            </w:pPr>
            <w:r w:rsidRPr="00DC54C7">
              <w:rPr>
                <w:rFonts w:eastAsia="SimSun"/>
                <w:szCs w:val="22"/>
              </w:rPr>
              <w:t>Interest Receivable</w:t>
            </w:r>
          </w:p>
        </w:tc>
        <w:tc>
          <w:tcPr>
            <w:tcW w:w="1440" w:type="dxa"/>
          </w:tcPr>
          <w:p w14:paraId="7288E6D0" w14:textId="77777777" w:rsidR="00614B37" w:rsidRPr="00DC54C7" w:rsidRDefault="00614B37" w:rsidP="00614B37">
            <w:pPr>
              <w:jc w:val="right"/>
              <w:rPr>
                <w:rFonts w:eastAsia="SimSun"/>
                <w:szCs w:val="22"/>
              </w:rPr>
            </w:pPr>
            <w:r w:rsidRPr="00DC54C7">
              <w:rPr>
                <w:rFonts w:eastAsia="SimSun"/>
                <w:szCs w:val="22"/>
              </w:rPr>
              <w:t>1,200</w:t>
            </w:r>
          </w:p>
        </w:tc>
        <w:tc>
          <w:tcPr>
            <w:tcW w:w="1440" w:type="dxa"/>
          </w:tcPr>
          <w:p w14:paraId="090BA324" w14:textId="77777777" w:rsidR="00614B37" w:rsidRPr="00DC54C7" w:rsidRDefault="00614B37" w:rsidP="00614B37">
            <w:pPr>
              <w:jc w:val="right"/>
              <w:rPr>
                <w:rFonts w:eastAsia="SimSun"/>
                <w:szCs w:val="22"/>
              </w:rPr>
            </w:pPr>
          </w:p>
        </w:tc>
      </w:tr>
      <w:tr w:rsidR="00614B37" w:rsidRPr="00DC54C7" w14:paraId="7EDBA8F3" w14:textId="77777777" w:rsidTr="00504F84">
        <w:trPr>
          <w:jc w:val="center"/>
        </w:trPr>
        <w:tc>
          <w:tcPr>
            <w:tcW w:w="3024" w:type="dxa"/>
            <w:vAlign w:val="center"/>
          </w:tcPr>
          <w:p w14:paraId="6E5D10A7" w14:textId="77777777" w:rsidR="00614B37" w:rsidRPr="00DC54C7" w:rsidRDefault="00614B37" w:rsidP="00614B37">
            <w:pPr>
              <w:rPr>
                <w:rFonts w:eastAsia="SimSun"/>
                <w:szCs w:val="22"/>
              </w:rPr>
            </w:pPr>
            <w:r w:rsidRPr="00DC54C7">
              <w:rPr>
                <w:rFonts w:eastAsia="SimSun"/>
                <w:szCs w:val="22"/>
              </w:rPr>
              <w:t>Property, Plant &amp; Equipment</w:t>
            </w:r>
          </w:p>
        </w:tc>
        <w:tc>
          <w:tcPr>
            <w:tcW w:w="1440" w:type="dxa"/>
          </w:tcPr>
          <w:p w14:paraId="0354C916" w14:textId="77777777" w:rsidR="00614B37" w:rsidRPr="00DC54C7" w:rsidRDefault="00614B37" w:rsidP="00614B37">
            <w:pPr>
              <w:jc w:val="right"/>
              <w:rPr>
                <w:rFonts w:eastAsia="SimSun"/>
                <w:szCs w:val="22"/>
              </w:rPr>
            </w:pPr>
            <w:r w:rsidRPr="00DC54C7">
              <w:rPr>
                <w:rFonts w:eastAsia="SimSun"/>
                <w:szCs w:val="22"/>
              </w:rPr>
              <w:t>40,000</w:t>
            </w:r>
          </w:p>
        </w:tc>
        <w:tc>
          <w:tcPr>
            <w:tcW w:w="1440" w:type="dxa"/>
          </w:tcPr>
          <w:p w14:paraId="66B3128D" w14:textId="77777777" w:rsidR="00614B37" w:rsidRPr="00DC54C7" w:rsidRDefault="00614B37" w:rsidP="00614B37">
            <w:pPr>
              <w:jc w:val="right"/>
              <w:rPr>
                <w:rFonts w:eastAsia="SimSun"/>
                <w:szCs w:val="22"/>
              </w:rPr>
            </w:pPr>
          </w:p>
        </w:tc>
      </w:tr>
      <w:tr w:rsidR="00614B37" w:rsidRPr="00DC54C7" w14:paraId="098C88E9" w14:textId="77777777" w:rsidTr="00504F84">
        <w:trPr>
          <w:jc w:val="center"/>
        </w:trPr>
        <w:tc>
          <w:tcPr>
            <w:tcW w:w="3024" w:type="dxa"/>
            <w:vAlign w:val="center"/>
          </w:tcPr>
          <w:p w14:paraId="4BED818A" w14:textId="77777777" w:rsidR="00614B37" w:rsidRPr="00DC54C7" w:rsidRDefault="00614B37" w:rsidP="00614B37">
            <w:pPr>
              <w:rPr>
                <w:rFonts w:eastAsia="SimSun"/>
                <w:szCs w:val="22"/>
              </w:rPr>
            </w:pPr>
            <w:r w:rsidRPr="00DC54C7">
              <w:rPr>
                <w:rFonts w:eastAsia="SimSun"/>
                <w:szCs w:val="22"/>
              </w:rPr>
              <w:t>Accumulated Depreciation</w:t>
            </w:r>
          </w:p>
        </w:tc>
        <w:tc>
          <w:tcPr>
            <w:tcW w:w="1440" w:type="dxa"/>
          </w:tcPr>
          <w:p w14:paraId="718F705C" w14:textId="77777777" w:rsidR="00614B37" w:rsidRPr="00DC54C7" w:rsidRDefault="00614B37" w:rsidP="00614B37">
            <w:pPr>
              <w:jc w:val="right"/>
              <w:rPr>
                <w:rFonts w:eastAsia="SimSun"/>
                <w:szCs w:val="22"/>
              </w:rPr>
            </w:pPr>
          </w:p>
        </w:tc>
        <w:tc>
          <w:tcPr>
            <w:tcW w:w="1440" w:type="dxa"/>
          </w:tcPr>
          <w:p w14:paraId="26D66279" w14:textId="77777777" w:rsidR="00614B37" w:rsidRPr="00DC54C7" w:rsidRDefault="00614B37" w:rsidP="00614B37">
            <w:pPr>
              <w:jc w:val="right"/>
              <w:rPr>
                <w:rFonts w:eastAsia="SimSun"/>
                <w:szCs w:val="22"/>
              </w:rPr>
            </w:pPr>
            <w:r w:rsidRPr="00DC54C7">
              <w:rPr>
                <w:rFonts w:eastAsia="SimSun"/>
                <w:szCs w:val="22"/>
              </w:rPr>
              <w:t>$    2,000</w:t>
            </w:r>
          </w:p>
        </w:tc>
      </w:tr>
      <w:tr w:rsidR="00614B37" w:rsidRPr="00DC54C7" w14:paraId="47D1DAA6" w14:textId="77777777" w:rsidTr="00504F84">
        <w:trPr>
          <w:jc w:val="center"/>
        </w:trPr>
        <w:tc>
          <w:tcPr>
            <w:tcW w:w="3024" w:type="dxa"/>
            <w:vAlign w:val="center"/>
          </w:tcPr>
          <w:p w14:paraId="6F6D1B06" w14:textId="77777777" w:rsidR="00614B37" w:rsidRPr="00DC54C7" w:rsidRDefault="00614B37" w:rsidP="00614B37">
            <w:pPr>
              <w:rPr>
                <w:rFonts w:eastAsia="SimSun"/>
                <w:szCs w:val="22"/>
              </w:rPr>
            </w:pPr>
            <w:r w:rsidRPr="00DC54C7">
              <w:rPr>
                <w:rFonts w:eastAsia="SimSun"/>
                <w:szCs w:val="22"/>
              </w:rPr>
              <w:t>Accounts Payable</w:t>
            </w:r>
          </w:p>
        </w:tc>
        <w:tc>
          <w:tcPr>
            <w:tcW w:w="1440" w:type="dxa"/>
          </w:tcPr>
          <w:p w14:paraId="47B2A0DA" w14:textId="77777777" w:rsidR="00614B37" w:rsidRPr="00DC54C7" w:rsidRDefault="00614B37" w:rsidP="00614B37">
            <w:pPr>
              <w:jc w:val="right"/>
              <w:rPr>
                <w:rFonts w:eastAsia="SimSun"/>
                <w:szCs w:val="22"/>
              </w:rPr>
            </w:pPr>
          </w:p>
        </w:tc>
        <w:tc>
          <w:tcPr>
            <w:tcW w:w="1440" w:type="dxa"/>
          </w:tcPr>
          <w:p w14:paraId="2AD1A5C9" w14:textId="77777777" w:rsidR="00614B37" w:rsidRPr="00DC54C7" w:rsidRDefault="00614B37" w:rsidP="00614B37">
            <w:pPr>
              <w:jc w:val="right"/>
              <w:rPr>
                <w:rFonts w:eastAsia="SimSun"/>
                <w:szCs w:val="22"/>
              </w:rPr>
            </w:pPr>
            <w:r w:rsidRPr="00DC54C7">
              <w:rPr>
                <w:rFonts w:eastAsia="SimSun"/>
                <w:szCs w:val="22"/>
              </w:rPr>
              <w:t>250</w:t>
            </w:r>
          </w:p>
        </w:tc>
      </w:tr>
      <w:tr w:rsidR="00614B37" w:rsidRPr="00DC54C7" w14:paraId="3FC0F767" w14:textId="77777777" w:rsidTr="00504F84">
        <w:trPr>
          <w:jc w:val="center"/>
        </w:trPr>
        <w:tc>
          <w:tcPr>
            <w:tcW w:w="3024" w:type="dxa"/>
            <w:vAlign w:val="center"/>
          </w:tcPr>
          <w:p w14:paraId="58BDE8D8" w14:textId="77777777" w:rsidR="00614B37" w:rsidRPr="00DC54C7" w:rsidRDefault="00614B37" w:rsidP="00614B37">
            <w:pPr>
              <w:rPr>
                <w:rFonts w:eastAsia="SimSun"/>
                <w:szCs w:val="22"/>
              </w:rPr>
            </w:pPr>
            <w:r w:rsidRPr="00DC54C7">
              <w:rPr>
                <w:rFonts w:eastAsia="SimSun"/>
                <w:szCs w:val="22"/>
              </w:rPr>
              <w:t>Dividend Payable</w:t>
            </w:r>
          </w:p>
        </w:tc>
        <w:tc>
          <w:tcPr>
            <w:tcW w:w="1440" w:type="dxa"/>
          </w:tcPr>
          <w:p w14:paraId="089A9ECF" w14:textId="77777777" w:rsidR="00614B37" w:rsidRPr="00DC54C7" w:rsidRDefault="00614B37" w:rsidP="00614B37">
            <w:pPr>
              <w:jc w:val="right"/>
              <w:rPr>
                <w:rFonts w:eastAsia="SimSun"/>
                <w:szCs w:val="22"/>
              </w:rPr>
            </w:pPr>
          </w:p>
        </w:tc>
        <w:tc>
          <w:tcPr>
            <w:tcW w:w="1440" w:type="dxa"/>
          </w:tcPr>
          <w:p w14:paraId="2ECB13BD" w14:textId="77777777" w:rsidR="00614B37" w:rsidRPr="00DC54C7" w:rsidRDefault="00614B37" w:rsidP="00614B37">
            <w:pPr>
              <w:jc w:val="right"/>
              <w:rPr>
                <w:rFonts w:eastAsia="SimSun"/>
                <w:szCs w:val="22"/>
              </w:rPr>
            </w:pPr>
            <w:r w:rsidRPr="00DC54C7">
              <w:rPr>
                <w:rFonts w:eastAsia="SimSun"/>
                <w:szCs w:val="22"/>
              </w:rPr>
              <w:t>750</w:t>
            </w:r>
          </w:p>
        </w:tc>
      </w:tr>
      <w:tr w:rsidR="00614B37" w:rsidRPr="00DC54C7" w14:paraId="56323EE6" w14:textId="77777777" w:rsidTr="00504F84">
        <w:trPr>
          <w:jc w:val="center"/>
        </w:trPr>
        <w:tc>
          <w:tcPr>
            <w:tcW w:w="3024" w:type="dxa"/>
            <w:vAlign w:val="center"/>
          </w:tcPr>
          <w:p w14:paraId="68DFF7AB" w14:textId="77777777" w:rsidR="00614B37" w:rsidRPr="00DC54C7" w:rsidRDefault="00614B37" w:rsidP="00614B37">
            <w:pPr>
              <w:rPr>
                <w:rFonts w:eastAsia="SimSun"/>
                <w:szCs w:val="22"/>
              </w:rPr>
            </w:pPr>
            <w:r w:rsidRPr="00DC54C7">
              <w:rPr>
                <w:rFonts w:eastAsia="SimSun"/>
                <w:szCs w:val="22"/>
              </w:rPr>
              <w:t>Unearned Revenue</w:t>
            </w:r>
          </w:p>
        </w:tc>
        <w:tc>
          <w:tcPr>
            <w:tcW w:w="1440" w:type="dxa"/>
          </w:tcPr>
          <w:p w14:paraId="732D3F5F" w14:textId="77777777" w:rsidR="00614B37" w:rsidRPr="00DC54C7" w:rsidRDefault="00614B37" w:rsidP="00614B37">
            <w:pPr>
              <w:jc w:val="right"/>
              <w:rPr>
                <w:rFonts w:eastAsia="SimSun"/>
                <w:szCs w:val="22"/>
              </w:rPr>
            </w:pPr>
          </w:p>
        </w:tc>
        <w:tc>
          <w:tcPr>
            <w:tcW w:w="1440" w:type="dxa"/>
          </w:tcPr>
          <w:p w14:paraId="29E52110" w14:textId="77777777" w:rsidR="00614B37" w:rsidRPr="00DC54C7" w:rsidRDefault="00614B37" w:rsidP="00614B37">
            <w:pPr>
              <w:jc w:val="right"/>
              <w:rPr>
                <w:rFonts w:eastAsia="SimSun"/>
                <w:szCs w:val="22"/>
              </w:rPr>
            </w:pPr>
            <w:r w:rsidRPr="00DC54C7">
              <w:rPr>
                <w:rFonts w:eastAsia="SimSun"/>
                <w:szCs w:val="22"/>
              </w:rPr>
              <w:t>100</w:t>
            </w:r>
          </w:p>
        </w:tc>
      </w:tr>
      <w:tr w:rsidR="00614B37" w:rsidRPr="00DC54C7" w14:paraId="0CF8411C" w14:textId="77777777" w:rsidTr="00504F84">
        <w:trPr>
          <w:jc w:val="center"/>
        </w:trPr>
        <w:tc>
          <w:tcPr>
            <w:tcW w:w="3024" w:type="dxa"/>
            <w:vAlign w:val="center"/>
          </w:tcPr>
          <w:p w14:paraId="60A3E075" w14:textId="77777777" w:rsidR="00614B37" w:rsidRPr="00DC54C7" w:rsidRDefault="00614B37" w:rsidP="00614B37">
            <w:pPr>
              <w:rPr>
                <w:rFonts w:eastAsia="SimSun"/>
                <w:szCs w:val="22"/>
              </w:rPr>
            </w:pPr>
            <w:r w:rsidRPr="00DC54C7">
              <w:rPr>
                <w:rFonts w:eastAsia="SimSun"/>
                <w:szCs w:val="22"/>
              </w:rPr>
              <w:t>Notes Payable</w:t>
            </w:r>
          </w:p>
        </w:tc>
        <w:tc>
          <w:tcPr>
            <w:tcW w:w="1440" w:type="dxa"/>
          </w:tcPr>
          <w:p w14:paraId="09E6DFB8" w14:textId="77777777" w:rsidR="00614B37" w:rsidRPr="00DC54C7" w:rsidRDefault="00614B37" w:rsidP="00614B37">
            <w:pPr>
              <w:jc w:val="right"/>
              <w:rPr>
                <w:rFonts w:eastAsia="SimSun"/>
                <w:szCs w:val="22"/>
              </w:rPr>
            </w:pPr>
          </w:p>
        </w:tc>
        <w:tc>
          <w:tcPr>
            <w:tcW w:w="1440" w:type="dxa"/>
          </w:tcPr>
          <w:p w14:paraId="792148F1" w14:textId="77777777" w:rsidR="00614B37" w:rsidRPr="00DC54C7" w:rsidRDefault="00614B37" w:rsidP="00614B37">
            <w:pPr>
              <w:jc w:val="right"/>
              <w:rPr>
                <w:rFonts w:eastAsia="SimSun"/>
                <w:szCs w:val="22"/>
              </w:rPr>
            </w:pPr>
            <w:r w:rsidRPr="00DC54C7">
              <w:rPr>
                <w:rFonts w:eastAsia="SimSun"/>
                <w:szCs w:val="22"/>
              </w:rPr>
              <w:t>30,000</w:t>
            </w:r>
          </w:p>
        </w:tc>
      </w:tr>
      <w:tr w:rsidR="00614B37" w:rsidRPr="00DC54C7" w14:paraId="340E0FAA" w14:textId="77777777" w:rsidTr="00504F84">
        <w:trPr>
          <w:jc w:val="center"/>
        </w:trPr>
        <w:tc>
          <w:tcPr>
            <w:tcW w:w="3024" w:type="dxa"/>
            <w:vAlign w:val="center"/>
          </w:tcPr>
          <w:p w14:paraId="2AE696E1" w14:textId="77777777" w:rsidR="00614B37" w:rsidRPr="00DC54C7" w:rsidRDefault="00614B37" w:rsidP="00614B37">
            <w:pPr>
              <w:rPr>
                <w:rFonts w:eastAsia="SimSun"/>
                <w:szCs w:val="22"/>
              </w:rPr>
            </w:pPr>
            <w:r w:rsidRPr="00DC54C7">
              <w:rPr>
                <w:rFonts w:eastAsia="SimSun"/>
                <w:szCs w:val="22"/>
              </w:rPr>
              <w:t>Interest Payable</w:t>
            </w:r>
          </w:p>
        </w:tc>
        <w:tc>
          <w:tcPr>
            <w:tcW w:w="1440" w:type="dxa"/>
          </w:tcPr>
          <w:p w14:paraId="6B37090E" w14:textId="77777777" w:rsidR="00614B37" w:rsidRPr="00DC54C7" w:rsidRDefault="00614B37" w:rsidP="00614B37">
            <w:pPr>
              <w:jc w:val="right"/>
              <w:rPr>
                <w:rFonts w:eastAsia="SimSun"/>
                <w:szCs w:val="22"/>
              </w:rPr>
            </w:pPr>
          </w:p>
        </w:tc>
        <w:tc>
          <w:tcPr>
            <w:tcW w:w="1440" w:type="dxa"/>
          </w:tcPr>
          <w:p w14:paraId="39635DB1" w14:textId="77777777" w:rsidR="00614B37" w:rsidRPr="00DC54C7" w:rsidRDefault="00614B37" w:rsidP="00614B37">
            <w:pPr>
              <w:jc w:val="right"/>
              <w:rPr>
                <w:rFonts w:eastAsia="SimSun"/>
                <w:szCs w:val="22"/>
              </w:rPr>
            </w:pPr>
            <w:r w:rsidRPr="00DC54C7">
              <w:rPr>
                <w:rFonts w:eastAsia="SimSun"/>
                <w:szCs w:val="22"/>
              </w:rPr>
              <w:t>3,000</w:t>
            </w:r>
          </w:p>
        </w:tc>
      </w:tr>
      <w:tr w:rsidR="00614B37" w:rsidRPr="00DC54C7" w14:paraId="1B5357A2" w14:textId="77777777" w:rsidTr="00504F84">
        <w:trPr>
          <w:jc w:val="center"/>
        </w:trPr>
        <w:tc>
          <w:tcPr>
            <w:tcW w:w="3024" w:type="dxa"/>
            <w:vAlign w:val="center"/>
          </w:tcPr>
          <w:p w14:paraId="1A7BC7B9" w14:textId="77777777" w:rsidR="00614B37" w:rsidRPr="00DC54C7" w:rsidRDefault="00614B37" w:rsidP="00614B37">
            <w:pPr>
              <w:rPr>
                <w:rFonts w:eastAsia="SimSun"/>
                <w:szCs w:val="22"/>
              </w:rPr>
            </w:pPr>
            <w:r w:rsidRPr="00DC54C7">
              <w:rPr>
                <w:rFonts w:eastAsia="SimSun"/>
                <w:szCs w:val="22"/>
              </w:rPr>
              <w:t>Income Taxes Payable</w:t>
            </w:r>
          </w:p>
        </w:tc>
        <w:tc>
          <w:tcPr>
            <w:tcW w:w="1440" w:type="dxa"/>
          </w:tcPr>
          <w:p w14:paraId="19A9CB51" w14:textId="77777777" w:rsidR="00614B37" w:rsidRPr="00DC54C7" w:rsidRDefault="00614B37" w:rsidP="00614B37">
            <w:pPr>
              <w:jc w:val="right"/>
              <w:rPr>
                <w:rFonts w:eastAsia="SimSun"/>
                <w:szCs w:val="22"/>
              </w:rPr>
            </w:pPr>
          </w:p>
        </w:tc>
        <w:tc>
          <w:tcPr>
            <w:tcW w:w="1440" w:type="dxa"/>
          </w:tcPr>
          <w:p w14:paraId="21E9A45D" w14:textId="77777777" w:rsidR="00614B37" w:rsidRPr="00DC54C7" w:rsidRDefault="00614B37" w:rsidP="00614B37">
            <w:pPr>
              <w:jc w:val="right"/>
              <w:rPr>
                <w:rFonts w:eastAsia="SimSun"/>
                <w:szCs w:val="22"/>
              </w:rPr>
            </w:pPr>
            <w:r w:rsidRPr="00DC54C7">
              <w:rPr>
                <w:rFonts w:eastAsia="SimSun"/>
                <w:szCs w:val="22"/>
              </w:rPr>
              <w:t>26,110</w:t>
            </w:r>
          </w:p>
        </w:tc>
      </w:tr>
      <w:tr w:rsidR="00614B37" w:rsidRPr="00DC54C7" w14:paraId="6BCBD0CD" w14:textId="77777777" w:rsidTr="00504F84">
        <w:trPr>
          <w:jc w:val="center"/>
        </w:trPr>
        <w:tc>
          <w:tcPr>
            <w:tcW w:w="3024" w:type="dxa"/>
            <w:tcBorders>
              <w:bottom w:val="single" w:sz="4" w:space="0" w:color="auto"/>
            </w:tcBorders>
            <w:vAlign w:val="center"/>
          </w:tcPr>
          <w:p w14:paraId="67559F24" w14:textId="77777777" w:rsidR="00614B37" w:rsidRPr="00DC54C7" w:rsidRDefault="00614B37" w:rsidP="00614B37">
            <w:pPr>
              <w:rPr>
                <w:rFonts w:eastAsia="SimSun"/>
                <w:szCs w:val="22"/>
              </w:rPr>
            </w:pPr>
            <w:r w:rsidRPr="00DC54C7">
              <w:rPr>
                <w:rFonts w:eastAsia="SimSun"/>
                <w:szCs w:val="22"/>
              </w:rPr>
              <w:t>Contributed Capital</w:t>
            </w:r>
          </w:p>
        </w:tc>
        <w:tc>
          <w:tcPr>
            <w:tcW w:w="1440" w:type="dxa"/>
            <w:tcBorders>
              <w:bottom w:val="single" w:sz="4" w:space="0" w:color="auto"/>
            </w:tcBorders>
          </w:tcPr>
          <w:p w14:paraId="5AC7183F" w14:textId="77777777" w:rsidR="00614B37" w:rsidRPr="00DC54C7" w:rsidRDefault="00614B37" w:rsidP="00614B37">
            <w:pPr>
              <w:jc w:val="right"/>
              <w:rPr>
                <w:rFonts w:eastAsia="SimSun"/>
                <w:szCs w:val="22"/>
              </w:rPr>
            </w:pPr>
          </w:p>
        </w:tc>
        <w:tc>
          <w:tcPr>
            <w:tcW w:w="1440" w:type="dxa"/>
            <w:tcBorders>
              <w:bottom w:val="single" w:sz="4" w:space="0" w:color="auto"/>
            </w:tcBorders>
          </w:tcPr>
          <w:p w14:paraId="22F9FF82" w14:textId="77777777" w:rsidR="00614B37" w:rsidRPr="00DC54C7" w:rsidRDefault="00614B37" w:rsidP="00614B37">
            <w:pPr>
              <w:jc w:val="right"/>
              <w:rPr>
                <w:rFonts w:eastAsia="SimSun"/>
                <w:szCs w:val="22"/>
              </w:rPr>
            </w:pPr>
            <w:r w:rsidRPr="00DC54C7">
              <w:rPr>
                <w:rFonts w:eastAsia="SimSun"/>
                <w:szCs w:val="22"/>
              </w:rPr>
              <w:t>10,000</w:t>
            </w:r>
          </w:p>
        </w:tc>
      </w:tr>
      <w:tr w:rsidR="00614B37" w:rsidRPr="00DC54C7" w14:paraId="209CAA02" w14:textId="77777777" w:rsidTr="00504F84">
        <w:trPr>
          <w:jc w:val="center"/>
        </w:trPr>
        <w:tc>
          <w:tcPr>
            <w:tcW w:w="3024" w:type="dxa"/>
            <w:tcBorders>
              <w:bottom w:val="single" w:sz="4" w:space="0" w:color="auto"/>
            </w:tcBorders>
            <w:vAlign w:val="center"/>
          </w:tcPr>
          <w:p w14:paraId="0516399E" w14:textId="77777777" w:rsidR="00614B37" w:rsidRPr="00DC54C7" w:rsidRDefault="00614B37" w:rsidP="00614B37">
            <w:pPr>
              <w:rPr>
                <w:rFonts w:eastAsia="SimSun"/>
                <w:szCs w:val="22"/>
              </w:rPr>
            </w:pPr>
            <w:r w:rsidRPr="00DC54C7">
              <w:rPr>
                <w:rFonts w:eastAsia="SimSun"/>
                <w:szCs w:val="22"/>
              </w:rPr>
              <w:t>Retained Earnings</w:t>
            </w:r>
          </w:p>
        </w:tc>
        <w:tc>
          <w:tcPr>
            <w:tcW w:w="1440" w:type="dxa"/>
            <w:tcBorders>
              <w:bottom w:val="single" w:sz="4" w:space="0" w:color="auto"/>
            </w:tcBorders>
          </w:tcPr>
          <w:p w14:paraId="40AD20AA" w14:textId="77777777" w:rsidR="00614B37" w:rsidRPr="00DC54C7" w:rsidRDefault="00614B37" w:rsidP="00614B37">
            <w:pPr>
              <w:jc w:val="right"/>
              <w:rPr>
                <w:rFonts w:eastAsia="SimSun"/>
                <w:szCs w:val="22"/>
              </w:rPr>
            </w:pPr>
          </w:p>
        </w:tc>
        <w:tc>
          <w:tcPr>
            <w:tcW w:w="1440" w:type="dxa"/>
            <w:tcBorders>
              <w:bottom w:val="single" w:sz="4" w:space="0" w:color="auto"/>
            </w:tcBorders>
          </w:tcPr>
          <w:p w14:paraId="4CCAF16C" w14:textId="77777777" w:rsidR="00614B37" w:rsidRPr="00DC54C7" w:rsidRDefault="00614B37" w:rsidP="00614B37">
            <w:pPr>
              <w:jc w:val="right"/>
              <w:rPr>
                <w:rFonts w:eastAsia="SimSun"/>
                <w:szCs w:val="22"/>
              </w:rPr>
            </w:pPr>
            <w:r w:rsidRPr="00DC54C7">
              <w:rPr>
                <w:rFonts w:eastAsia="SimSun"/>
                <w:szCs w:val="22"/>
              </w:rPr>
              <w:t>47,740</w:t>
            </w:r>
          </w:p>
        </w:tc>
      </w:tr>
      <w:tr w:rsidR="00614B37" w:rsidRPr="00DC54C7" w14:paraId="378C4183" w14:textId="77777777" w:rsidTr="00504F84">
        <w:trPr>
          <w:jc w:val="center"/>
        </w:trPr>
        <w:tc>
          <w:tcPr>
            <w:tcW w:w="3024" w:type="dxa"/>
            <w:tcBorders>
              <w:top w:val="single" w:sz="4" w:space="0" w:color="auto"/>
            </w:tcBorders>
            <w:vAlign w:val="center"/>
          </w:tcPr>
          <w:p w14:paraId="3532C62D" w14:textId="77777777" w:rsidR="00614B37" w:rsidRPr="00DC54C7" w:rsidRDefault="00614B37" w:rsidP="000304F6">
            <w:pPr>
              <w:rPr>
                <w:rFonts w:eastAsia="SimSun"/>
                <w:szCs w:val="22"/>
              </w:rPr>
            </w:pPr>
            <w:r w:rsidRPr="00DC54C7">
              <w:rPr>
                <w:rFonts w:eastAsia="SimSun"/>
                <w:szCs w:val="22"/>
              </w:rPr>
              <w:t xml:space="preserve">Dividends </w:t>
            </w:r>
          </w:p>
        </w:tc>
        <w:tc>
          <w:tcPr>
            <w:tcW w:w="1440" w:type="dxa"/>
            <w:tcBorders>
              <w:top w:val="single" w:sz="4" w:space="0" w:color="auto"/>
            </w:tcBorders>
          </w:tcPr>
          <w:p w14:paraId="77E96FB5" w14:textId="77777777" w:rsidR="00614B37" w:rsidRPr="00DC54C7" w:rsidRDefault="00614B37" w:rsidP="00614B37">
            <w:pPr>
              <w:jc w:val="right"/>
              <w:rPr>
                <w:rFonts w:eastAsia="SimSun"/>
                <w:szCs w:val="22"/>
              </w:rPr>
            </w:pPr>
            <w:r>
              <w:rPr>
                <w:rFonts w:eastAsia="SimSun"/>
                <w:szCs w:val="22"/>
              </w:rPr>
              <w:t>0</w:t>
            </w:r>
          </w:p>
        </w:tc>
        <w:tc>
          <w:tcPr>
            <w:tcW w:w="1440" w:type="dxa"/>
            <w:tcBorders>
              <w:top w:val="single" w:sz="4" w:space="0" w:color="auto"/>
            </w:tcBorders>
          </w:tcPr>
          <w:p w14:paraId="516F57E8" w14:textId="77777777" w:rsidR="00614B37" w:rsidRPr="00DC54C7" w:rsidRDefault="00614B37" w:rsidP="00614B37">
            <w:pPr>
              <w:jc w:val="right"/>
              <w:rPr>
                <w:rFonts w:eastAsia="SimSun"/>
                <w:szCs w:val="22"/>
              </w:rPr>
            </w:pPr>
          </w:p>
        </w:tc>
      </w:tr>
      <w:tr w:rsidR="00614B37" w:rsidRPr="00DC54C7" w14:paraId="6688A355" w14:textId="77777777" w:rsidTr="00504F84">
        <w:trPr>
          <w:jc w:val="center"/>
        </w:trPr>
        <w:tc>
          <w:tcPr>
            <w:tcW w:w="3024" w:type="dxa"/>
            <w:vAlign w:val="center"/>
          </w:tcPr>
          <w:p w14:paraId="1ABA1D74" w14:textId="77777777" w:rsidR="00614B37" w:rsidRPr="00DC54C7" w:rsidRDefault="00F01DA3" w:rsidP="00614B37">
            <w:pPr>
              <w:rPr>
                <w:rFonts w:eastAsia="SimSun"/>
                <w:szCs w:val="22"/>
              </w:rPr>
            </w:pPr>
            <w:r>
              <w:rPr>
                <w:rFonts w:eastAsia="SimSun"/>
                <w:szCs w:val="22"/>
              </w:rPr>
              <w:t>Service Revenue</w:t>
            </w:r>
          </w:p>
        </w:tc>
        <w:tc>
          <w:tcPr>
            <w:tcW w:w="1440" w:type="dxa"/>
          </w:tcPr>
          <w:p w14:paraId="71089CF7" w14:textId="77777777" w:rsidR="00614B37" w:rsidRPr="00DC54C7" w:rsidRDefault="00614B37" w:rsidP="00614B37">
            <w:pPr>
              <w:jc w:val="right"/>
              <w:rPr>
                <w:rFonts w:eastAsia="SimSun"/>
                <w:szCs w:val="22"/>
              </w:rPr>
            </w:pPr>
          </w:p>
        </w:tc>
        <w:tc>
          <w:tcPr>
            <w:tcW w:w="1440" w:type="dxa"/>
          </w:tcPr>
          <w:p w14:paraId="727AA7EA" w14:textId="77777777" w:rsidR="00614B37" w:rsidRPr="00DC54C7" w:rsidRDefault="00614B37" w:rsidP="00614B37">
            <w:pPr>
              <w:jc w:val="right"/>
              <w:rPr>
                <w:rFonts w:eastAsia="SimSun"/>
                <w:szCs w:val="22"/>
              </w:rPr>
            </w:pPr>
            <w:r>
              <w:rPr>
                <w:rFonts w:eastAsia="SimSun"/>
                <w:szCs w:val="22"/>
              </w:rPr>
              <w:t>0</w:t>
            </w:r>
          </w:p>
        </w:tc>
      </w:tr>
      <w:tr w:rsidR="00614B37" w:rsidRPr="00DC54C7" w14:paraId="7624B27A" w14:textId="77777777" w:rsidTr="00504F84">
        <w:trPr>
          <w:jc w:val="center"/>
        </w:trPr>
        <w:tc>
          <w:tcPr>
            <w:tcW w:w="3024" w:type="dxa"/>
            <w:vAlign w:val="center"/>
          </w:tcPr>
          <w:p w14:paraId="22EEE04D" w14:textId="77777777" w:rsidR="00614B37" w:rsidRPr="00DC54C7" w:rsidRDefault="00614B37" w:rsidP="00614B37">
            <w:pPr>
              <w:rPr>
                <w:rFonts w:eastAsia="SimSun"/>
                <w:szCs w:val="22"/>
              </w:rPr>
            </w:pPr>
            <w:r w:rsidRPr="00DC54C7">
              <w:rPr>
                <w:rFonts w:eastAsia="SimSun"/>
                <w:szCs w:val="22"/>
              </w:rPr>
              <w:t>Interest Revenue</w:t>
            </w:r>
          </w:p>
        </w:tc>
        <w:tc>
          <w:tcPr>
            <w:tcW w:w="1440" w:type="dxa"/>
          </w:tcPr>
          <w:p w14:paraId="411FBD71" w14:textId="77777777" w:rsidR="00614B37" w:rsidRPr="00DC54C7" w:rsidRDefault="00614B37" w:rsidP="00614B37">
            <w:pPr>
              <w:jc w:val="right"/>
              <w:rPr>
                <w:rFonts w:eastAsia="SimSun"/>
                <w:szCs w:val="22"/>
              </w:rPr>
            </w:pPr>
          </w:p>
        </w:tc>
        <w:tc>
          <w:tcPr>
            <w:tcW w:w="1440" w:type="dxa"/>
          </w:tcPr>
          <w:p w14:paraId="79B37F39" w14:textId="77777777" w:rsidR="00614B37" w:rsidRPr="00DC54C7" w:rsidRDefault="00614B37" w:rsidP="00614B37">
            <w:pPr>
              <w:jc w:val="right"/>
              <w:rPr>
                <w:rFonts w:eastAsia="SimSun"/>
                <w:szCs w:val="22"/>
              </w:rPr>
            </w:pPr>
            <w:r>
              <w:rPr>
                <w:rFonts w:eastAsia="SimSun"/>
                <w:szCs w:val="22"/>
              </w:rPr>
              <w:t>0</w:t>
            </w:r>
          </w:p>
        </w:tc>
      </w:tr>
      <w:tr w:rsidR="00614B37" w:rsidRPr="00DC54C7" w14:paraId="627BA430" w14:textId="77777777" w:rsidTr="00504F84">
        <w:trPr>
          <w:jc w:val="center"/>
        </w:trPr>
        <w:tc>
          <w:tcPr>
            <w:tcW w:w="3024" w:type="dxa"/>
            <w:vAlign w:val="center"/>
          </w:tcPr>
          <w:p w14:paraId="78DFED6D" w14:textId="77777777" w:rsidR="00614B37" w:rsidRPr="00DC54C7" w:rsidRDefault="00061424" w:rsidP="00614B37">
            <w:pPr>
              <w:rPr>
                <w:rFonts w:eastAsia="SimSun"/>
                <w:szCs w:val="22"/>
              </w:rPr>
            </w:pPr>
            <w:r>
              <w:rPr>
                <w:rFonts w:eastAsia="SimSun"/>
                <w:szCs w:val="22"/>
              </w:rPr>
              <w:t xml:space="preserve">Salaries and </w:t>
            </w:r>
            <w:r w:rsidR="00614B37" w:rsidRPr="00DC54C7">
              <w:rPr>
                <w:rFonts w:eastAsia="SimSun"/>
                <w:szCs w:val="22"/>
              </w:rPr>
              <w:t>Wage Expense</w:t>
            </w:r>
          </w:p>
        </w:tc>
        <w:tc>
          <w:tcPr>
            <w:tcW w:w="1440" w:type="dxa"/>
          </w:tcPr>
          <w:p w14:paraId="41A45939" w14:textId="77777777" w:rsidR="00614B37" w:rsidRPr="00DC54C7" w:rsidRDefault="00614B37" w:rsidP="00614B37">
            <w:pPr>
              <w:jc w:val="right"/>
              <w:rPr>
                <w:rFonts w:eastAsia="SimSun"/>
                <w:szCs w:val="22"/>
              </w:rPr>
            </w:pPr>
            <w:r>
              <w:rPr>
                <w:rFonts w:eastAsia="SimSun"/>
                <w:szCs w:val="22"/>
              </w:rPr>
              <w:t>0</w:t>
            </w:r>
          </w:p>
        </w:tc>
        <w:tc>
          <w:tcPr>
            <w:tcW w:w="1440" w:type="dxa"/>
          </w:tcPr>
          <w:p w14:paraId="58FFA577" w14:textId="77777777" w:rsidR="00614B37" w:rsidRPr="00DC54C7" w:rsidRDefault="00614B37" w:rsidP="00614B37">
            <w:pPr>
              <w:jc w:val="right"/>
              <w:rPr>
                <w:rFonts w:eastAsia="SimSun"/>
                <w:szCs w:val="22"/>
              </w:rPr>
            </w:pPr>
          </w:p>
        </w:tc>
      </w:tr>
      <w:tr w:rsidR="00614B37" w:rsidRPr="00DC54C7" w14:paraId="6C7780AF" w14:textId="77777777" w:rsidTr="00504F84">
        <w:trPr>
          <w:jc w:val="center"/>
        </w:trPr>
        <w:tc>
          <w:tcPr>
            <w:tcW w:w="3024" w:type="dxa"/>
            <w:vAlign w:val="center"/>
          </w:tcPr>
          <w:p w14:paraId="3C56BD19" w14:textId="77777777" w:rsidR="00614B37" w:rsidRPr="00DC54C7" w:rsidRDefault="00614B37" w:rsidP="00614B37">
            <w:pPr>
              <w:rPr>
                <w:rFonts w:eastAsia="SimSun"/>
                <w:szCs w:val="22"/>
              </w:rPr>
            </w:pPr>
            <w:r w:rsidRPr="00DC54C7">
              <w:rPr>
                <w:rFonts w:eastAsia="SimSun"/>
                <w:szCs w:val="22"/>
              </w:rPr>
              <w:t>Utilities Expense</w:t>
            </w:r>
          </w:p>
        </w:tc>
        <w:tc>
          <w:tcPr>
            <w:tcW w:w="1440" w:type="dxa"/>
          </w:tcPr>
          <w:p w14:paraId="66A144FE" w14:textId="77777777" w:rsidR="00614B37" w:rsidRPr="00DC54C7" w:rsidRDefault="00614B37" w:rsidP="00614B37">
            <w:pPr>
              <w:jc w:val="right"/>
              <w:rPr>
                <w:rFonts w:eastAsia="SimSun"/>
                <w:szCs w:val="22"/>
              </w:rPr>
            </w:pPr>
            <w:r>
              <w:rPr>
                <w:rFonts w:eastAsia="SimSun"/>
                <w:szCs w:val="22"/>
              </w:rPr>
              <w:t>0</w:t>
            </w:r>
          </w:p>
        </w:tc>
        <w:tc>
          <w:tcPr>
            <w:tcW w:w="1440" w:type="dxa"/>
          </w:tcPr>
          <w:p w14:paraId="53E0A71A" w14:textId="77777777" w:rsidR="00614B37" w:rsidRPr="00DC54C7" w:rsidRDefault="00614B37" w:rsidP="00614B37">
            <w:pPr>
              <w:jc w:val="right"/>
              <w:rPr>
                <w:rFonts w:eastAsia="SimSun"/>
                <w:szCs w:val="22"/>
              </w:rPr>
            </w:pPr>
          </w:p>
        </w:tc>
      </w:tr>
      <w:tr w:rsidR="00614B37" w:rsidRPr="00DC54C7" w14:paraId="2B576884" w14:textId="77777777" w:rsidTr="00504F84">
        <w:trPr>
          <w:jc w:val="center"/>
        </w:trPr>
        <w:tc>
          <w:tcPr>
            <w:tcW w:w="3024" w:type="dxa"/>
            <w:vAlign w:val="center"/>
          </w:tcPr>
          <w:p w14:paraId="3F90BD86" w14:textId="77777777" w:rsidR="00614B37" w:rsidRPr="00DC54C7" w:rsidRDefault="00614B37" w:rsidP="00614B37">
            <w:pPr>
              <w:rPr>
                <w:rFonts w:eastAsia="SimSun"/>
                <w:szCs w:val="22"/>
              </w:rPr>
            </w:pPr>
            <w:r w:rsidRPr="00DC54C7">
              <w:rPr>
                <w:rFonts w:eastAsia="SimSun"/>
                <w:szCs w:val="22"/>
              </w:rPr>
              <w:t>Telephone Expense</w:t>
            </w:r>
          </w:p>
        </w:tc>
        <w:tc>
          <w:tcPr>
            <w:tcW w:w="1440" w:type="dxa"/>
            <w:tcBorders>
              <w:bottom w:val="single" w:sz="4" w:space="0" w:color="auto"/>
            </w:tcBorders>
          </w:tcPr>
          <w:p w14:paraId="2EC39293" w14:textId="77777777" w:rsidR="00614B37" w:rsidRPr="00DC54C7" w:rsidRDefault="00614B37" w:rsidP="00614B37">
            <w:pPr>
              <w:jc w:val="right"/>
              <w:rPr>
                <w:rFonts w:eastAsia="SimSun"/>
                <w:szCs w:val="22"/>
              </w:rPr>
            </w:pPr>
            <w:r>
              <w:rPr>
                <w:rFonts w:eastAsia="SimSun"/>
                <w:szCs w:val="22"/>
              </w:rPr>
              <w:t>0</w:t>
            </w:r>
          </w:p>
        </w:tc>
        <w:tc>
          <w:tcPr>
            <w:tcW w:w="1440" w:type="dxa"/>
            <w:tcBorders>
              <w:bottom w:val="single" w:sz="4" w:space="0" w:color="auto"/>
            </w:tcBorders>
          </w:tcPr>
          <w:p w14:paraId="1FDAE387" w14:textId="77777777" w:rsidR="00614B37" w:rsidRPr="00DC54C7" w:rsidRDefault="00614B37" w:rsidP="00614B37">
            <w:pPr>
              <w:jc w:val="right"/>
              <w:rPr>
                <w:rFonts w:eastAsia="SimSun"/>
                <w:szCs w:val="22"/>
              </w:rPr>
            </w:pPr>
          </w:p>
        </w:tc>
      </w:tr>
      <w:tr w:rsidR="00614B37" w:rsidRPr="00DC54C7" w14:paraId="20C85A0B" w14:textId="77777777" w:rsidTr="00504F84">
        <w:trPr>
          <w:jc w:val="center"/>
        </w:trPr>
        <w:tc>
          <w:tcPr>
            <w:tcW w:w="3024" w:type="dxa"/>
            <w:vAlign w:val="center"/>
          </w:tcPr>
          <w:p w14:paraId="53516BD0" w14:textId="77777777" w:rsidR="00614B37" w:rsidRPr="00DC54C7" w:rsidRDefault="00614B37" w:rsidP="00614B37">
            <w:pPr>
              <w:rPr>
                <w:rFonts w:eastAsia="SimSun"/>
                <w:szCs w:val="22"/>
              </w:rPr>
            </w:pPr>
            <w:r w:rsidRPr="00DC54C7">
              <w:rPr>
                <w:rFonts w:eastAsia="SimSun"/>
                <w:szCs w:val="22"/>
              </w:rPr>
              <w:t>Supplies Expense</w:t>
            </w:r>
          </w:p>
        </w:tc>
        <w:tc>
          <w:tcPr>
            <w:tcW w:w="1440" w:type="dxa"/>
          </w:tcPr>
          <w:p w14:paraId="75A1FEEC" w14:textId="77777777" w:rsidR="00614B37" w:rsidRPr="00DC54C7" w:rsidRDefault="00614B37" w:rsidP="00614B37">
            <w:pPr>
              <w:jc w:val="right"/>
              <w:rPr>
                <w:rFonts w:eastAsia="SimSun"/>
                <w:szCs w:val="22"/>
              </w:rPr>
            </w:pPr>
            <w:r>
              <w:rPr>
                <w:rFonts w:eastAsia="SimSun"/>
                <w:szCs w:val="22"/>
              </w:rPr>
              <w:t>0</w:t>
            </w:r>
          </w:p>
        </w:tc>
        <w:tc>
          <w:tcPr>
            <w:tcW w:w="1440" w:type="dxa"/>
          </w:tcPr>
          <w:p w14:paraId="62BDA74F" w14:textId="77777777" w:rsidR="00614B37" w:rsidRPr="00DC54C7" w:rsidRDefault="00614B37" w:rsidP="00614B37">
            <w:pPr>
              <w:jc w:val="right"/>
              <w:rPr>
                <w:rFonts w:eastAsia="SimSun"/>
                <w:szCs w:val="22"/>
              </w:rPr>
            </w:pPr>
          </w:p>
        </w:tc>
      </w:tr>
      <w:tr w:rsidR="00614B37" w:rsidRPr="00DC54C7" w14:paraId="226ABCFC" w14:textId="77777777" w:rsidTr="00504F84">
        <w:trPr>
          <w:jc w:val="center"/>
        </w:trPr>
        <w:tc>
          <w:tcPr>
            <w:tcW w:w="3024" w:type="dxa"/>
            <w:vAlign w:val="center"/>
          </w:tcPr>
          <w:p w14:paraId="41331164" w14:textId="77777777" w:rsidR="00614B37" w:rsidRPr="00DC54C7" w:rsidRDefault="00614B37" w:rsidP="00614B37">
            <w:pPr>
              <w:rPr>
                <w:rFonts w:eastAsia="SimSun"/>
                <w:szCs w:val="22"/>
              </w:rPr>
            </w:pPr>
            <w:r w:rsidRPr="00DC54C7">
              <w:rPr>
                <w:rFonts w:eastAsia="SimSun"/>
                <w:szCs w:val="22"/>
              </w:rPr>
              <w:t>Rent Expense</w:t>
            </w:r>
          </w:p>
        </w:tc>
        <w:tc>
          <w:tcPr>
            <w:tcW w:w="1440" w:type="dxa"/>
          </w:tcPr>
          <w:p w14:paraId="5F2F0869" w14:textId="77777777" w:rsidR="00614B37" w:rsidRPr="00DC54C7" w:rsidRDefault="00614B37" w:rsidP="00614B37">
            <w:pPr>
              <w:jc w:val="right"/>
              <w:rPr>
                <w:rFonts w:eastAsia="SimSun"/>
                <w:szCs w:val="22"/>
              </w:rPr>
            </w:pPr>
            <w:r>
              <w:rPr>
                <w:rFonts w:eastAsia="SimSun"/>
                <w:szCs w:val="22"/>
              </w:rPr>
              <w:t>0</w:t>
            </w:r>
          </w:p>
        </w:tc>
        <w:tc>
          <w:tcPr>
            <w:tcW w:w="1440" w:type="dxa"/>
          </w:tcPr>
          <w:p w14:paraId="2A62913E" w14:textId="77777777" w:rsidR="00614B37" w:rsidRPr="00DC54C7" w:rsidRDefault="00614B37" w:rsidP="00614B37">
            <w:pPr>
              <w:jc w:val="right"/>
              <w:rPr>
                <w:rFonts w:eastAsia="SimSun"/>
                <w:szCs w:val="22"/>
              </w:rPr>
            </w:pPr>
          </w:p>
        </w:tc>
      </w:tr>
      <w:tr w:rsidR="00614B37" w:rsidRPr="00DC54C7" w14:paraId="3B03B221" w14:textId="77777777" w:rsidTr="00504F84">
        <w:trPr>
          <w:jc w:val="center"/>
        </w:trPr>
        <w:tc>
          <w:tcPr>
            <w:tcW w:w="3024" w:type="dxa"/>
            <w:vAlign w:val="center"/>
          </w:tcPr>
          <w:p w14:paraId="73E0D1A1" w14:textId="77777777" w:rsidR="00614B37" w:rsidRPr="00DC54C7" w:rsidRDefault="00614B37" w:rsidP="00614B37">
            <w:pPr>
              <w:rPr>
                <w:rFonts w:eastAsia="SimSun"/>
                <w:szCs w:val="22"/>
              </w:rPr>
            </w:pPr>
            <w:r w:rsidRPr="00DC54C7">
              <w:rPr>
                <w:rFonts w:eastAsia="SimSun"/>
                <w:szCs w:val="22"/>
              </w:rPr>
              <w:t>Insurance Expense</w:t>
            </w:r>
          </w:p>
        </w:tc>
        <w:tc>
          <w:tcPr>
            <w:tcW w:w="1440" w:type="dxa"/>
          </w:tcPr>
          <w:p w14:paraId="12D715A3" w14:textId="77777777" w:rsidR="00614B37" w:rsidRPr="00DC54C7" w:rsidRDefault="00614B37" w:rsidP="00614B37">
            <w:pPr>
              <w:jc w:val="right"/>
              <w:rPr>
                <w:rFonts w:eastAsia="SimSun"/>
                <w:szCs w:val="22"/>
              </w:rPr>
            </w:pPr>
            <w:r>
              <w:rPr>
                <w:rFonts w:eastAsia="SimSun"/>
                <w:szCs w:val="22"/>
              </w:rPr>
              <w:t>0</w:t>
            </w:r>
          </w:p>
        </w:tc>
        <w:tc>
          <w:tcPr>
            <w:tcW w:w="1440" w:type="dxa"/>
          </w:tcPr>
          <w:p w14:paraId="6065C356" w14:textId="77777777" w:rsidR="00614B37" w:rsidRPr="00DC54C7" w:rsidRDefault="00614B37" w:rsidP="00614B37">
            <w:pPr>
              <w:jc w:val="right"/>
              <w:rPr>
                <w:rFonts w:eastAsia="SimSun"/>
                <w:szCs w:val="22"/>
              </w:rPr>
            </w:pPr>
          </w:p>
        </w:tc>
      </w:tr>
      <w:tr w:rsidR="00614B37" w:rsidRPr="00DC54C7" w14:paraId="25E601E3" w14:textId="77777777" w:rsidTr="00504F84">
        <w:trPr>
          <w:jc w:val="center"/>
        </w:trPr>
        <w:tc>
          <w:tcPr>
            <w:tcW w:w="3024" w:type="dxa"/>
            <w:vAlign w:val="center"/>
          </w:tcPr>
          <w:p w14:paraId="17D56772" w14:textId="77777777" w:rsidR="00614B37" w:rsidRPr="00DC54C7" w:rsidRDefault="00614B37" w:rsidP="00614B37">
            <w:pPr>
              <w:rPr>
                <w:rFonts w:eastAsia="SimSun"/>
                <w:szCs w:val="22"/>
              </w:rPr>
            </w:pPr>
            <w:r w:rsidRPr="00DC54C7">
              <w:rPr>
                <w:rFonts w:eastAsia="SimSun"/>
                <w:szCs w:val="22"/>
              </w:rPr>
              <w:t>Depreciation Expense</w:t>
            </w:r>
          </w:p>
        </w:tc>
        <w:tc>
          <w:tcPr>
            <w:tcW w:w="1440" w:type="dxa"/>
          </w:tcPr>
          <w:p w14:paraId="70EE3084" w14:textId="77777777" w:rsidR="00614B37" w:rsidRPr="00DC54C7" w:rsidRDefault="00614B37" w:rsidP="00614B37">
            <w:pPr>
              <w:jc w:val="right"/>
              <w:rPr>
                <w:rFonts w:eastAsia="SimSun"/>
                <w:szCs w:val="22"/>
              </w:rPr>
            </w:pPr>
            <w:r>
              <w:rPr>
                <w:rFonts w:eastAsia="SimSun"/>
                <w:szCs w:val="22"/>
              </w:rPr>
              <w:t>0</w:t>
            </w:r>
          </w:p>
        </w:tc>
        <w:tc>
          <w:tcPr>
            <w:tcW w:w="1440" w:type="dxa"/>
          </w:tcPr>
          <w:p w14:paraId="7CC82951" w14:textId="77777777" w:rsidR="00614B37" w:rsidRPr="00DC54C7" w:rsidRDefault="00614B37" w:rsidP="00614B37">
            <w:pPr>
              <w:jc w:val="right"/>
              <w:rPr>
                <w:rFonts w:eastAsia="SimSun"/>
                <w:szCs w:val="22"/>
              </w:rPr>
            </w:pPr>
          </w:p>
        </w:tc>
      </w:tr>
      <w:tr w:rsidR="00614B37" w:rsidRPr="00DC54C7" w14:paraId="49FABA22" w14:textId="77777777" w:rsidTr="00504F84">
        <w:trPr>
          <w:jc w:val="center"/>
        </w:trPr>
        <w:tc>
          <w:tcPr>
            <w:tcW w:w="3024" w:type="dxa"/>
            <w:vAlign w:val="center"/>
          </w:tcPr>
          <w:p w14:paraId="03E325E1" w14:textId="77777777" w:rsidR="00614B37" w:rsidRPr="00DC54C7" w:rsidRDefault="00614B37" w:rsidP="00614B37">
            <w:pPr>
              <w:rPr>
                <w:rFonts w:eastAsia="SimSun"/>
                <w:szCs w:val="22"/>
              </w:rPr>
            </w:pPr>
            <w:r w:rsidRPr="00DC54C7">
              <w:rPr>
                <w:rFonts w:eastAsia="SimSun"/>
                <w:szCs w:val="22"/>
              </w:rPr>
              <w:t>Interest Expense</w:t>
            </w:r>
          </w:p>
        </w:tc>
        <w:tc>
          <w:tcPr>
            <w:tcW w:w="1440" w:type="dxa"/>
          </w:tcPr>
          <w:p w14:paraId="3C30D5FF" w14:textId="77777777" w:rsidR="00614B37" w:rsidRPr="00DC54C7" w:rsidRDefault="00614B37" w:rsidP="00614B37">
            <w:pPr>
              <w:jc w:val="right"/>
              <w:rPr>
                <w:rFonts w:eastAsia="SimSun"/>
                <w:szCs w:val="22"/>
              </w:rPr>
            </w:pPr>
            <w:r>
              <w:rPr>
                <w:rFonts w:eastAsia="SimSun"/>
                <w:szCs w:val="22"/>
              </w:rPr>
              <w:t>0</w:t>
            </w:r>
          </w:p>
        </w:tc>
        <w:tc>
          <w:tcPr>
            <w:tcW w:w="1440" w:type="dxa"/>
          </w:tcPr>
          <w:p w14:paraId="388E6663" w14:textId="77777777" w:rsidR="00614B37" w:rsidRPr="00DC54C7" w:rsidRDefault="00614B37" w:rsidP="00614B37">
            <w:pPr>
              <w:jc w:val="right"/>
              <w:rPr>
                <w:rFonts w:eastAsia="SimSun"/>
                <w:szCs w:val="22"/>
              </w:rPr>
            </w:pPr>
          </w:p>
        </w:tc>
      </w:tr>
      <w:tr w:rsidR="00614B37" w:rsidRPr="00DC54C7" w14:paraId="145DECCD" w14:textId="77777777" w:rsidTr="00504F84">
        <w:trPr>
          <w:jc w:val="center"/>
        </w:trPr>
        <w:tc>
          <w:tcPr>
            <w:tcW w:w="3024" w:type="dxa"/>
            <w:vAlign w:val="center"/>
          </w:tcPr>
          <w:p w14:paraId="32C37FD9" w14:textId="77777777" w:rsidR="00614B37" w:rsidRPr="00DC54C7" w:rsidRDefault="00614B37" w:rsidP="00614B37">
            <w:pPr>
              <w:rPr>
                <w:rFonts w:eastAsia="SimSun"/>
                <w:szCs w:val="22"/>
              </w:rPr>
            </w:pPr>
            <w:r w:rsidRPr="00DC54C7">
              <w:rPr>
                <w:rFonts w:eastAsia="SimSun"/>
                <w:szCs w:val="22"/>
              </w:rPr>
              <w:t>Income Tax Expense</w:t>
            </w:r>
          </w:p>
        </w:tc>
        <w:tc>
          <w:tcPr>
            <w:tcW w:w="1440" w:type="dxa"/>
            <w:tcBorders>
              <w:bottom w:val="single" w:sz="12" w:space="0" w:color="auto"/>
            </w:tcBorders>
          </w:tcPr>
          <w:p w14:paraId="110C64FA" w14:textId="77777777" w:rsidR="00614B37" w:rsidRPr="00DC54C7" w:rsidRDefault="00614B37" w:rsidP="00614B37">
            <w:pPr>
              <w:jc w:val="right"/>
              <w:rPr>
                <w:rFonts w:eastAsia="SimSun"/>
                <w:szCs w:val="22"/>
              </w:rPr>
            </w:pPr>
            <w:r>
              <w:rPr>
                <w:rFonts w:eastAsia="SimSun"/>
                <w:szCs w:val="22"/>
              </w:rPr>
              <w:t>0</w:t>
            </w:r>
          </w:p>
        </w:tc>
        <w:tc>
          <w:tcPr>
            <w:tcW w:w="1440" w:type="dxa"/>
            <w:tcBorders>
              <w:bottom w:val="single" w:sz="12" w:space="0" w:color="auto"/>
            </w:tcBorders>
          </w:tcPr>
          <w:p w14:paraId="238A86B1" w14:textId="77777777" w:rsidR="00614B37" w:rsidRPr="00DC54C7" w:rsidRDefault="00614B37" w:rsidP="00614B37">
            <w:pPr>
              <w:jc w:val="right"/>
              <w:rPr>
                <w:rFonts w:eastAsia="SimSun"/>
                <w:szCs w:val="22"/>
              </w:rPr>
            </w:pPr>
          </w:p>
        </w:tc>
      </w:tr>
      <w:tr w:rsidR="00614B37" w:rsidRPr="00DC54C7" w14:paraId="49B7F6E3" w14:textId="77777777" w:rsidTr="00504F84">
        <w:trPr>
          <w:jc w:val="center"/>
        </w:trPr>
        <w:tc>
          <w:tcPr>
            <w:tcW w:w="3024" w:type="dxa"/>
            <w:vAlign w:val="center"/>
          </w:tcPr>
          <w:p w14:paraId="7252264C" w14:textId="77777777" w:rsidR="00614B37" w:rsidRPr="00DC54C7" w:rsidRDefault="00614B37" w:rsidP="00614B37">
            <w:pPr>
              <w:rPr>
                <w:rFonts w:eastAsia="SimSun"/>
                <w:szCs w:val="22"/>
              </w:rPr>
            </w:pPr>
            <w:r>
              <w:rPr>
                <w:rFonts w:eastAsia="SimSun"/>
                <w:szCs w:val="22"/>
              </w:rPr>
              <w:tab/>
            </w:r>
            <w:r w:rsidRPr="00DC54C7">
              <w:rPr>
                <w:rFonts w:eastAsia="SimSun"/>
                <w:szCs w:val="22"/>
              </w:rPr>
              <w:t>Total</w:t>
            </w:r>
            <w:r>
              <w:rPr>
                <w:rFonts w:eastAsia="SimSun"/>
                <w:szCs w:val="22"/>
              </w:rPr>
              <w:t>s</w:t>
            </w:r>
          </w:p>
        </w:tc>
        <w:tc>
          <w:tcPr>
            <w:tcW w:w="1440" w:type="dxa"/>
            <w:tcBorders>
              <w:top w:val="single" w:sz="12" w:space="0" w:color="auto"/>
              <w:bottom w:val="single" w:sz="12" w:space="0" w:color="auto"/>
            </w:tcBorders>
          </w:tcPr>
          <w:p w14:paraId="549429CB" w14:textId="77777777" w:rsidR="00614B37" w:rsidRPr="00DC54C7" w:rsidRDefault="00614B37" w:rsidP="00614B37">
            <w:pPr>
              <w:jc w:val="right"/>
              <w:rPr>
                <w:rFonts w:eastAsia="SimSun"/>
                <w:szCs w:val="22"/>
              </w:rPr>
            </w:pPr>
            <w:r w:rsidRPr="00DC54C7">
              <w:rPr>
                <w:rFonts w:eastAsia="SimSun"/>
                <w:szCs w:val="22"/>
              </w:rPr>
              <w:t>$119,950</w:t>
            </w:r>
          </w:p>
        </w:tc>
        <w:tc>
          <w:tcPr>
            <w:tcW w:w="1440" w:type="dxa"/>
            <w:tcBorders>
              <w:top w:val="single" w:sz="12" w:space="0" w:color="auto"/>
              <w:bottom w:val="single" w:sz="12" w:space="0" w:color="auto"/>
            </w:tcBorders>
          </w:tcPr>
          <w:p w14:paraId="53143812" w14:textId="77777777" w:rsidR="00614B37" w:rsidRPr="00DC54C7" w:rsidRDefault="00614B37" w:rsidP="00614B37">
            <w:pPr>
              <w:jc w:val="right"/>
              <w:rPr>
                <w:rFonts w:eastAsia="SimSun"/>
                <w:szCs w:val="22"/>
              </w:rPr>
            </w:pPr>
            <w:r w:rsidRPr="00DC54C7">
              <w:rPr>
                <w:rFonts w:eastAsia="SimSun"/>
                <w:szCs w:val="22"/>
              </w:rPr>
              <w:t>$119,950</w:t>
            </w:r>
          </w:p>
        </w:tc>
      </w:tr>
    </w:tbl>
    <w:p w14:paraId="31872EF8" w14:textId="77777777" w:rsidR="00B837D2" w:rsidRPr="00DC54C7" w:rsidRDefault="00B837D2" w:rsidP="00C92A98">
      <w:pPr>
        <w:pStyle w:val="BodyText"/>
        <w:jc w:val="left"/>
      </w:pPr>
    </w:p>
    <w:sectPr w:rsidR="00B837D2" w:rsidRPr="00DC54C7" w:rsidSect="007203CA">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18BDE" w14:textId="77777777" w:rsidR="00B65D62" w:rsidRDefault="00B65D62">
      <w:r>
        <w:separator/>
      </w:r>
    </w:p>
  </w:endnote>
  <w:endnote w:type="continuationSeparator" w:id="0">
    <w:p w14:paraId="19BDF592" w14:textId="77777777" w:rsidR="00B65D62" w:rsidRDefault="00B6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15407" w14:textId="77777777" w:rsidR="00B65D62" w:rsidRDefault="00B65D62">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5D417DF0" w14:textId="77777777" w:rsidR="00B65D62" w:rsidRDefault="00B65D62" w:rsidP="00BC1960">
    <w:pPr>
      <w:pStyle w:val="Footer"/>
      <w:tabs>
        <w:tab w:val="clear" w:pos="8640"/>
        <w:tab w:val="right" w:pos="9360"/>
      </w:tabs>
      <w:ind w:right="360"/>
      <w:jc w:val="left"/>
      <w:rPr>
        <w:i/>
      </w:rPr>
    </w:pPr>
    <w:r>
      <w:rPr>
        <w:rStyle w:val="PageNumber"/>
        <w:i/>
      </w:rPr>
      <w:t>4-</w:t>
    </w:r>
    <w:r>
      <w:rPr>
        <w:rStyle w:val="PageNumber"/>
        <w:i/>
      </w:rPr>
      <w:fldChar w:fldCharType="begin"/>
    </w:r>
    <w:r>
      <w:rPr>
        <w:rStyle w:val="PageNumber"/>
        <w:i/>
      </w:rPr>
      <w:instrText xml:space="preserve"> PAGE </w:instrText>
    </w:r>
    <w:r>
      <w:rPr>
        <w:rStyle w:val="PageNumber"/>
        <w:i/>
      </w:rPr>
      <w:fldChar w:fldCharType="separate"/>
    </w:r>
    <w:r w:rsidR="000B235E">
      <w:rPr>
        <w:rStyle w:val="PageNumber"/>
        <w:i/>
        <w:noProof/>
      </w:rPr>
      <w:t>2</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36349" w14:textId="77777777" w:rsidR="00B65D62" w:rsidRDefault="00B65D62" w:rsidP="00BC1960">
    <w:pPr>
      <w:pStyle w:val="Footer"/>
      <w:tabs>
        <w:tab w:val="clear" w:pos="8640"/>
        <w:tab w:val="right" w:pos="9360"/>
      </w:tabs>
      <w:ind w:right="360"/>
      <w:jc w:val="left"/>
      <w:rPr>
        <w:i/>
        <w:u w:val="single"/>
      </w:rPr>
    </w:pPr>
    <w:r>
      <w:rPr>
        <w:i/>
        <w:u w:val="single"/>
      </w:rPr>
      <w:tab/>
    </w:r>
    <w:r>
      <w:rPr>
        <w:i/>
        <w:u w:val="single"/>
      </w:rPr>
      <w:tab/>
      <w:t xml:space="preserve">Copyright © 2016 McGraw-Hill Education </w:t>
    </w:r>
  </w:p>
  <w:p w14:paraId="6724A46F" w14:textId="77777777" w:rsidR="00B65D62" w:rsidRDefault="00B65D62" w:rsidP="00B837D2">
    <w:pPr>
      <w:pStyle w:val="Footer"/>
      <w:tabs>
        <w:tab w:val="clear" w:pos="8640"/>
        <w:tab w:val="right" w:pos="9360"/>
      </w:tabs>
      <w:jc w:val="left"/>
      <w:rPr>
        <w:i/>
      </w:rPr>
    </w:pPr>
    <w:r>
      <w:rPr>
        <w:i/>
      </w:rPr>
      <w:t>Instructor’s Resource Manual, Chapter 4</w:t>
    </w:r>
    <w:r>
      <w:rPr>
        <w:i/>
      </w:rPr>
      <w:tab/>
    </w:r>
    <w:r>
      <w:rPr>
        <w:i/>
      </w:rPr>
      <w:tab/>
      <w:t>4-</w:t>
    </w:r>
    <w:r>
      <w:rPr>
        <w:rStyle w:val="PageNumber"/>
        <w:i/>
      </w:rPr>
      <w:fldChar w:fldCharType="begin"/>
    </w:r>
    <w:r>
      <w:rPr>
        <w:rStyle w:val="PageNumber"/>
        <w:i/>
      </w:rPr>
      <w:instrText xml:space="preserve"> PAGE </w:instrText>
    </w:r>
    <w:r>
      <w:rPr>
        <w:rStyle w:val="PageNumber"/>
        <w:i/>
      </w:rPr>
      <w:fldChar w:fldCharType="separate"/>
    </w:r>
    <w:r w:rsidR="000B235E">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1A508" w14:textId="77777777" w:rsidR="00B65D62" w:rsidRDefault="00B65D62">
      <w:r>
        <w:separator/>
      </w:r>
    </w:p>
  </w:footnote>
  <w:footnote w:type="continuationSeparator" w:id="0">
    <w:p w14:paraId="06289509" w14:textId="77777777" w:rsidR="00B65D62" w:rsidRDefault="00B65D6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pt;height:11.2pt" o:bullet="t">
        <v:imagedata r:id="rId1" o:title="bullet1"/>
      </v:shape>
    </w:pict>
  </w:numPicBullet>
  <w:numPicBullet w:numPicBulletId="1">
    <w:pict>
      <v:shape id="_x0000_i1048" type="#_x0000_t75" style="width:8.8pt;height:8.8pt" o:bullet="t">
        <v:imagedata r:id="rId2" o:title="bullet2"/>
      </v:shape>
    </w:pict>
  </w:numPicBullet>
  <w:numPicBullet w:numPicBulletId="2">
    <w:pict>
      <v:shape id="_x0000_i1049" type="#_x0000_t75" style="width:8.8pt;height:8.8pt" o:bullet="t">
        <v:imagedata r:id="rId3" o:title="bullet3"/>
      </v:shape>
    </w:pict>
  </w:numPicBullet>
  <w:numPicBullet w:numPicBulletId="3">
    <w:pict>
      <v:shape id="_x0000_i1050" type="#_x0000_t75" style="width:8.8pt;height:8.8pt" o:bullet="t">
        <v:imagedata r:id="rId4" o:title="bullet1"/>
      </v:shape>
    </w:pict>
  </w:numPicBullet>
  <w:numPicBullet w:numPicBulletId="4">
    <w:pict>
      <v:shape id="_x0000_i1051" type="#_x0000_t75" style="width:8.8pt;height:8.8pt" o:bullet="t">
        <v:imagedata r:id="rId5" o:title="bullet2"/>
      </v:shape>
    </w:pict>
  </w:numPicBullet>
  <w:numPicBullet w:numPicBulletId="5">
    <w:pict>
      <v:shape id="_x0000_i1052" type="#_x0000_t75" style="width:8.8pt;height:8.8pt" o:bullet="t">
        <v:imagedata r:id="rId6" o:title="bullet3"/>
      </v:shape>
    </w:pict>
  </w:numPicBullet>
  <w:numPicBullet w:numPicBulletId="6">
    <w:pict>
      <v:shape id="_x0000_i1053" type="#_x0000_t75" style="width:11.2pt;height:11.2pt" o:bullet="t">
        <v:imagedata r:id="rId7" o:title="bullet1"/>
      </v:shape>
    </w:pict>
  </w:numPicBullet>
  <w:numPicBullet w:numPicBulletId="7">
    <w:pict>
      <v:shape id="_x0000_i1054" type="#_x0000_t75" style="width:8.8pt;height:8.8pt" o:bullet="t">
        <v:imagedata r:id="rId8" o:title="bullet2"/>
      </v:shape>
    </w:pict>
  </w:numPicBullet>
  <w:numPicBullet w:numPicBulletId="8">
    <w:pict>
      <v:shape id="_x0000_i1055" type="#_x0000_t75" style="width:8.8pt;height:8.8pt" o:bullet="t">
        <v:imagedata r:id="rId9" o:title="bullet3"/>
      </v:shape>
    </w:pict>
  </w:numPicBullet>
  <w:numPicBullet w:numPicBulletId="9">
    <w:pict>
      <v:shape id="_x0000_i1056" type="#_x0000_t75" style="width:8.8pt;height:8.8pt" o:bullet="t">
        <v:imagedata r:id="rId10" o:title="bullet1"/>
      </v:shape>
    </w:pict>
  </w:numPicBullet>
  <w:numPicBullet w:numPicBulletId="10">
    <w:pict>
      <v:shape id="_x0000_i1057" type="#_x0000_t75" style="width:8.8pt;height:8.8pt" o:bullet="t">
        <v:imagedata r:id="rId11" o:title="bullet2"/>
      </v:shape>
    </w:pict>
  </w:numPicBullet>
  <w:numPicBullet w:numPicBulletId="11">
    <w:pict>
      <v:shape id="_x0000_i1058" type="#_x0000_t75" style="width:8.8pt;height:8.8pt" o:bullet="t">
        <v:imagedata r:id="rId12" o:title="bullet3"/>
      </v:shape>
    </w:pict>
  </w:numPicBullet>
  <w:abstractNum w:abstractNumId="0">
    <w:nsid w:val="02A63E19"/>
    <w:multiLevelType w:val="hybridMultilevel"/>
    <w:tmpl w:val="D3BA0806"/>
    <w:lvl w:ilvl="0" w:tplc="8B90824A">
      <w:start w:val="1"/>
      <w:numFmt w:val="bullet"/>
      <w:lvlText w:val=""/>
      <w:lvlJc w:val="left"/>
      <w:pPr>
        <w:tabs>
          <w:tab w:val="num" w:pos="1800"/>
        </w:tabs>
        <w:ind w:left="1800" w:hanging="360"/>
      </w:pPr>
      <w:rPr>
        <w:rFonts w:ascii="Symbol" w:hAnsi="Symbol" w:hint="default"/>
      </w:rPr>
    </w:lvl>
    <w:lvl w:ilvl="1" w:tplc="8B90824A">
      <w:start w:val="1"/>
      <w:numFmt w:val="bullet"/>
      <w:lvlText w:val=""/>
      <w:lvlJc w:val="left"/>
      <w:pPr>
        <w:tabs>
          <w:tab w:val="num" w:pos="2520"/>
        </w:tabs>
        <w:ind w:left="2520" w:hanging="360"/>
      </w:pPr>
      <w:rPr>
        <w:rFonts w:ascii="Symbol" w:hAnsi="Symbol" w:hint="default"/>
      </w:rPr>
    </w:lvl>
    <w:lvl w:ilvl="2" w:tplc="51C2FA3E">
      <w:start w:val="1"/>
      <w:numFmt w:val="upp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7352525"/>
    <w:multiLevelType w:val="multilevel"/>
    <w:tmpl w:val="82AED752"/>
    <w:styleLink w:val="PSSIM"/>
    <w:lvl w:ilvl="0">
      <w:start w:val="1"/>
      <w:numFmt w:val="upperRoman"/>
      <w:lvlText w:val="%1."/>
      <w:lvlJc w:val="left"/>
      <w:pPr>
        <w:tabs>
          <w:tab w:val="num" w:pos="360"/>
        </w:tabs>
        <w:ind w:left="360" w:hanging="360"/>
      </w:pPr>
      <w:rPr>
        <w:rFonts w:ascii="Verdana" w:hAnsi="Verdana"/>
        <w:sz w:val="28"/>
      </w:rPr>
    </w:lvl>
    <w:lvl w:ilvl="1">
      <w:start w:val="1"/>
      <w:numFmt w:val="upperLetter"/>
      <w:lvlText w:val="%2."/>
      <w:lvlJc w:val="left"/>
      <w:pPr>
        <w:tabs>
          <w:tab w:val="num" w:pos="1080"/>
        </w:tabs>
        <w:ind w:left="1080" w:hanging="360"/>
      </w:pPr>
      <w:rPr>
        <w:rFonts w:ascii="Trebuchet MS" w:hAnsi="Trebuchet MS"/>
        <w:sz w:val="24"/>
      </w:rPr>
    </w:lvl>
    <w:lvl w:ilvl="2">
      <w:start w:val="1"/>
      <w:numFmt w:val="decimal"/>
      <w:lvlText w:val="%3."/>
      <w:lvlJc w:val="right"/>
      <w:pPr>
        <w:tabs>
          <w:tab w:val="num" w:pos="1800"/>
        </w:tabs>
        <w:ind w:left="1800" w:hanging="173"/>
      </w:pPr>
      <w:rPr>
        <w:rFonts w:ascii="Trebuchet MS" w:hAnsi="Trebuchet MS"/>
        <w:sz w:val="24"/>
      </w:rPr>
    </w:lvl>
    <w:lvl w:ilvl="3">
      <w:start w:val="1"/>
      <w:numFmt w:val="lowerLetter"/>
      <w:lvlText w:val="%4."/>
      <w:lvlJc w:val="left"/>
      <w:pPr>
        <w:tabs>
          <w:tab w:val="num" w:pos="2520"/>
        </w:tabs>
        <w:ind w:left="2520" w:hanging="360"/>
      </w:pPr>
      <w:rPr>
        <w:rFonts w:ascii="Trebuchet MS" w:hAnsi="Trebuchet MS"/>
        <w:sz w:val="24"/>
      </w:rPr>
    </w:lvl>
    <w:lvl w:ilvl="4">
      <w:start w:val="1"/>
      <w:numFmt w:val="lowerRoman"/>
      <w:lvlText w:val="%5."/>
      <w:lvlJc w:val="left"/>
      <w:pPr>
        <w:tabs>
          <w:tab w:val="num" w:pos="3240"/>
        </w:tabs>
        <w:ind w:left="3240" w:hanging="360"/>
      </w:pPr>
      <w:rPr>
        <w:rFonts w:ascii="Trebuchet MS" w:hAnsi="Trebuchet MS"/>
        <w:sz w:val="20"/>
      </w:rPr>
    </w:lvl>
    <w:lvl w:ilvl="5">
      <w:start w:val="1"/>
      <w:numFmt w:val="lowerLetter"/>
      <w:lvlText w:val="%6."/>
      <w:lvlJc w:val="right"/>
      <w:pPr>
        <w:tabs>
          <w:tab w:val="num" w:pos="3960"/>
        </w:tabs>
        <w:ind w:left="3960" w:hanging="173"/>
      </w:pPr>
      <w:rPr>
        <w:rFonts w:ascii="Trebuchet MS" w:hAnsi="Trebuchet MS"/>
        <w:sz w:val="20"/>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73"/>
      </w:pPr>
    </w:lvl>
  </w:abstractNum>
  <w:abstractNum w:abstractNumId="2">
    <w:nsid w:val="0FFB44D1"/>
    <w:multiLevelType w:val="hybridMultilevel"/>
    <w:tmpl w:val="B44087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21478E"/>
    <w:multiLevelType w:val="hybridMultilevel"/>
    <w:tmpl w:val="C2DC2B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53935AA"/>
    <w:multiLevelType w:val="hybridMultilevel"/>
    <w:tmpl w:val="1A184C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54003998"/>
    <w:multiLevelType w:val="hybridMultilevel"/>
    <w:tmpl w:val="741CDB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D915D3"/>
    <w:multiLevelType w:val="hybridMultilevel"/>
    <w:tmpl w:val="A0685AC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D0564D2"/>
    <w:multiLevelType w:val="hybridMultilevel"/>
    <w:tmpl w:val="C450E624"/>
    <w:lvl w:ilvl="0" w:tplc="DD2C886C">
      <w:start w:val="1"/>
      <w:numFmt w:val="lowerLetter"/>
      <w:lvlText w:val="%1."/>
      <w:lvlJc w:val="left"/>
      <w:pPr>
        <w:tabs>
          <w:tab w:val="num" w:pos="1512"/>
        </w:tabs>
        <w:ind w:left="1512" w:hanging="360"/>
      </w:pPr>
      <w:rPr>
        <w:rFonts w:hint="default"/>
      </w:rPr>
    </w:lvl>
    <w:lvl w:ilvl="1" w:tplc="8B90824A">
      <w:start w:val="1"/>
      <w:numFmt w:val="bullet"/>
      <w:lvlText w:val=""/>
      <w:lvlJc w:val="left"/>
      <w:pPr>
        <w:tabs>
          <w:tab w:val="num" w:pos="2232"/>
        </w:tabs>
        <w:ind w:left="2232" w:hanging="360"/>
      </w:pPr>
      <w:rPr>
        <w:rFonts w:ascii="Symbol" w:hAnsi="Symbol" w:hint="default"/>
      </w:r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2">
    <w:nsid w:val="61F254A9"/>
    <w:multiLevelType w:val="hybridMultilevel"/>
    <w:tmpl w:val="4130431A"/>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78134D36"/>
    <w:multiLevelType w:val="hybridMultilevel"/>
    <w:tmpl w:val="9260E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1"/>
  </w:num>
  <w:num w:numId="4">
    <w:abstractNumId w:val="0"/>
  </w:num>
  <w:num w:numId="5">
    <w:abstractNumId w:val="5"/>
  </w:num>
  <w:num w:numId="6">
    <w:abstractNumId w:val="8"/>
  </w:num>
  <w:num w:numId="7">
    <w:abstractNumId w:val="2"/>
  </w:num>
  <w:num w:numId="8">
    <w:abstractNumId w:val="12"/>
  </w:num>
  <w:num w:numId="9">
    <w:abstractNumId w:val="3"/>
  </w:num>
  <w:num w:numId="10">
    <w:abstractNumId w:val="13"/>
  </w:num>
  <w:num w:numId="11">
    <w:abstractNumId w:val="10"/>
  </w:num>
  <w:num w:numId="12">
    <w:abstractNumId w:val="4"/>
  </w:num>
  <w:num w:numId="13">
    <w:abstractNumId w:val="9"/>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206C3"/>
    <w:rsid w:val="000304F6"/>
    <w:rsid w:val="00035FD6"/>
    <w:rsid w:val="00037497"/>
    <w:rsid w:val="000411D9"/>
    <w:rsid w:val="000512CE"/>
    <w:rsid w:val="00051DB9"/>
    <w:rsid w:val="00056FD4"/>
    <w:rsid w:val="00061424"/>
    <w:rsid w:val="00062E24"/>
    <w:rsid w:val="00064253"/>
    <w:rsid w:val="00070784"/>
    <w:rsid w:val="000707F3"/>
    <w:rsid w:val="0007201C"/>
    <w:rsid w:val="0007540F"/>
    <w:rsid w:val="0008059D"/>
    <w:rsid w:val="00086067"/>
    <w:rsid w:val="00090F4B"/>
    <w:rsid w:val="000A0187"/>
    <w:rsid w:val="000A3DD2"/>
    <w:rsid w:val="000B235E"/>
    <w:rsid w:val="000B2F7A"/>
    <w:rsid w:val="000C19AF"/>
    <w:rsid w:val="000C4AAD"/>
    <w:rsid w:val="001039A8"/>
    <w:rsid w:val="001109B7"/>
    <w:rsid w:val="00117FB6"/>
    <w:rsid w:val="001210E4"/>
    <w:rsid w:val="001212FA"/>
    <w:rsid w:val="00125DF8"/>
    <w:rsid w:val="00140E29"/>
    <w:rsid w:val="00144E6F"/>
    <w:rsid w:val="00147C50"/>
    <w:rsid w:val="00150621"/>
    <w:rsid w:val="00150AB9"/>
    <w:rsid w:val="0015328A"/>
    <w:rsid w:val="00166AA1"/>
    <w:rsid w:val="00166AAE"/>
    <w:rsid w:val="0017100F"/>
    <w:rsid w:val="00171C8A"/>
    <w:rsid w:val="001838A3"/>
    <w:rsid w:val="00196E83"/>
    <w:rsid w:val="00197E1D"/>
    <w:rsid w:val="001B10FD"/>
    <w:rsid w:val="001B3876"/>
    <w:rsid w:val="001B520F"/>
    <w:rsid w:val="001C1E64"/>
    <w:rsid w:val="001D2A98"/>
    <w:rsid w:val="001D6F6C"/>
    <w:rsid w:val="001D6FF9"/>
    <w:rsid w:val="001E2C2D"/>
    <w:rsid w:val="001E35D4"/>
    <w:rsid w:val="001F1882"/>
    <w:rsid w:val="001F1927"/>
    <w:rsid w:val="00203050"/>
    <w:rsid w:val="00224825"/>
    <w:rsid w:val="002256E5"/>
    <w:rsid w:val="00241083"/>
    <w:rsid w:val="00243F39"/>
    <w:rsid w:val="00247007"/>
    <w:rsid w:val="002545D2"/>
    <w:rsid w:val="0026211F"/>
    <w:rsid w:val="00264274"/>
    <w:rsid w:val="00274866"/>
    <w:rsid w:val="00286FF9"/>
    <w:rsid w:val="00292630"/>
    <w:rsid w:val="002929F8"/>
    <w:rsid w:val="002930F9"/>
    <w:rsid w:val="0029661D"/>
    <w:rsid w:val="00296986"/>
    <w:rsid w:val="002B20B8"/>
    <w:rsid w:val="002B52C7"/>
    <w:rsid w:val="002B6D54"/>
    <w:rsid w:val="002C37B0"/>
    <w:rsid w:val="002C6F11"/>
    <w:rsid w:val="002F07A6"/>
    <w:rsid w:val="00300851"/>
    <w:rsid w:val="00311C01"/>
    <w:rsid w:val="0031361E"/>
    <w:rsid w:val="003168B2"/>
    <w:rsid w:val="00316E29"/>
    <w:rsid w:val="0032073C"/>
    <w:rsid w:val="00336CF2"/>
    <w:rsid w:val="003441E8"/>
    <w:rsid w:val="003456CB"/>
    <w:rsid w:val="00347F66"/>
    <w:rsid w:val="00353FE5"/>
    <w:rsid w:val="00361878"/>
    <w:rsid w:val="00361AC2"/>
    <w:rsid w:val="0036283A"/>
    <w:rsid w:val="00374D17"/>
    <w:rsid w:val="003807E7"/>
    <w:rsid w:val="00384F21"/>
    <w:rsid w:val="00387F52"/>
    <w:rsid w:val="00391BCE"/>
    <w:rsid w:val="00396826"/>
    <w:rsid w:val="003A553F"/>
    <w:rsid w:val="003A5C6B"/>
    <w:rsid w:val="003A7B3D"/>
    <w:rsid w:val="003B37EA"/>
    <w:rsid w:val="003C5492"/>
    <w:rsid w:val="003D565B"/>
    <w:rsid w:val="003F286A"/>
    <w:rsid w:val="0041057B"/>
    <w:rsid w:val="00410B91"/>
    <w:rsid w:val="004237A0"/>
    <w:rsid w:val="00426889"/>
    <w:rsid w:val="0043101B"/>
    <w:rsid w:val="00431DBB"/>
    <w:rsid w:val="004320F5"/>
    <w:rsid w:val="00433CA5"/>
    <w:rsid w:val="00433CD0"/>
    <w:rsid w:val="00436DEF"/>
    <w:rsid w:val="00441A1A"/>
    <w:rsid w:val="00443FC0"/>
    <w:rsid w:val="00452866"/>
    <w:rsid w:val="00454C92"/>
    <w:rsid w:val="00456E30"/>
    <w:rsid w:val="00460C1F"/>
    <w:rsid w:val="00473D4D"/>
    <w:rsid w:val="004A36BD"/>
    <w:rsid w:val="004B4FD1"/>
    <w:rsid w:val="004C06CE"/>
    <w:rsid w:val="004C0805"/>
    <w:rsid w:val="004C3465"/>
    <w:rsid w:val="004D2EA6"/>
    <w:rsid w:val="004D459F"/>
    <w:rsid w:val="004E75C9"/>
    <w:rsid w:val="0050083C"/>
    <w:rsid w:val="005024EC"/>
    <w:rsid w:val="00504E9B"/>
    <w:rsid w:val="00504F84"/>
    <w:rsid w:val="00506BDE"/>
    <w:rsid w:val="00507ED2"/>
    <w:rsid w:val="00513000"/>
    <w:rsid w:val="00514E4A"/>
    <w:rsid w:val="00517EB7"/>
    <w:rsid w:val="0052141A"/>
    <w:rsid w:val="00530CF7"/>
    <w:rsid w:val="00534437"/>
    <w:rsid w:val="0053653A"/>
    <w:rsid w:val="00536FB2"/>
    <w:rsid w:val="005375D4"/>
    <w:rsid w:val="00552686"/>
    <w:rsid w:val="00555E35"/>
    <w:rsid w:val="00555F40"/>
    <w:rsid w:val="00562454"/>
    <w:rsid w:val="00567931"/>
    <w:rsid w:val="005703B0"/>
    <w:rsid w:val="00576CD6"/>
    <w:rsid w:val="0059413D"/>
    <w:rsid w:val="005A29AB"/>
    <w:rsid w:val="005A53A9"/>
    <w:rsid w:val="005B0B73"/>
    <w:rsid w:val="005B21BC"/>
    <w:rsid w:val="005B7AFA"/>
    <w:rsid w:val="005C6E04"/>
    <w:rsid w:val="005E3C5D"/>
    <w:rsid w:val="005F3814"/>
    <w:rsid w:val="005F4A86"/>
    <w:rsid w:val="005F5217"/>
    <w:rsid w:val="00614B37"/>
    <w:rsid w:val="006162B6"/>
    <w:rsid w:val="006275E8"/>
    <w:rsid w:val="00635EF2"/>
    <w:rsid w:val="00640C37"/>
    <w:rsid w:val="00643236"/>
    <w:rsid w:val="00652ABF"/>
    <w:rsid w:val="006535D1"/>
    <w:rsid w:val="00662B55"/>
    <w:rsid w:val="00662F18"/>
    <w:rsid w:val="00674E89"/>
    <w:rsid w:val="00690C9B"/>
    <w:rsid w:val="006974CE"/>
    <w:rsid w:val="006A1A32"/>
    <w:rsid w:val="006A45D4"/>
    <w:rsid w:val="006A56CD"/>
    <w:rsid w:val="006C5568"/>
    <w:rsid w:val="006C6B49"/>
    <w:rsid w:val="006C7D72"/>
    <w:rsid w:val="006D2248"/>
    <w:rsid w:val="006E0F58"/>
    <w:rsid w:val="006F68D8"/>
    <w:rsid w:val="007007FC"/>
    <w:rsid w:val="007044AC"/>
    <w:rsid w:val="00711D4B"/>
    <w:rsid w:val="00716F2C"/>
    <w:rsid w:val="00716FA9"/>
    <w:rsid w:val="00720259"/>
    <w:rsid w:val="007203CA"/>
    <w:rsid w:val="00725DCE"/>
    <w:rsid w:val="00727D7B"/>
    <w:rsid w:val="00733016"/>
    <w:rsid w:val="00737E4B"/>
    <w:rsid w:val="0074673D"/>
    <w:rsid w:val="00750FD5"/>
    <w:rsid w:val="00755B4B"/>
    <w:rsid w:val="00786427"/>
    <w:rsid w:val="00790318"/>
    <w:rsid w:val="007937CA"/>
    <w:rsid w:val="00793D25"/>
    <w:rsid w:val="007A4E14"/>
    <w:rsid w:val="007B528A"/>
    <w:rsid w:val="007B5A05"/>
    <w:rsid w:val="007B7F6F"/>
    <w:rsid w:val="007D7A94"/>
    <w:rsid w:val="007E5D3E"/>
    <w:rsid w:val="00801A23"/>
    <w:rsid w:val="00806CB6"/>
    <w:rsid w:val="00813942"/>
    <w:rsid w:val="0081786F"/>
    <w:rsid w:val="00826BB3"/>
    <w:rsid w:val="00826DFB"/>
    <w:rsid w:val="008311A9"/>
    <w:rsid w:val="00844D11"/>
    <w:rsid w:val="00845EE5"/>
    <w:rsid w:val="00852DED"/>
    <w:rsid w:val="008546AD"/>
    <w:rsid w:val="00861BB2"/>
    <w:rsid w:val="00870850"/>
    <w:rsid w:val="008756B8"/>
    <w:rsid w:val="00885388"/>
    <w:rsid w:val="008A4826"/>
    <w:rsid w:val="008B3E32"/>
    <w:rsid w:val="008B44AD"/>
    <w:rsid w:val="008B7706"/>
    <w:rsid w:val="008C3B3B"/>
    <w:rsid w:val="008C4D72"/>
    <w:rsid w:val="008C57F9"/>
    <w:rsid w:val="008C5B5E"/>
    <w:rsid w:val="008E5242"/>
    <w:rsid w:val="008E7556"/>
    <w:rsid w:val="008E7676"/>
    <w:rsid w:val="008E7ABE"/>
    <w:rsid w:val="008F0A9E"/>
    <w:rsid w:val="008F7F49"/>
    <w:rsid w:val="00910B4C"/>
    <w:rsid w:val="009143E3"/>
    <w:rsid w:val="009238C8"/>
    <w:rsid w:val="00932DE3"/>
    <w:rsid w:val="00935474"/>
    <w:rsid w:val="00944826"/>
    <w:rsid w:val="00944896"/>
    <w:rsid w:val="00945D58"/>
    <w:rsid w:val="00946E69"/>
    <w:rsid w:val="00957386"/>
    <w:rsid w:val="009612DA"/>
    <w:rsid w:val="009630AB"/>
    <w:rsid w:val="00970351"/>
    <w:rsid w:val="009721E8"/>
    <w:rsid w:val="0097500E"/>
    <w:rsid w:val="0098274B"/>
    <w:rsid w:val="009B3B18"/>
    <w:rsid w:val="009D59DF"/>
    <w:rsid w:val="009D5CC9"/>
    <w:rsid w:val="009E0CA3"/>
    <w:rsid w:val="009F0F47"/>
    <w:rsid w:val="009F240B"/>
    <w:rsid w:val="009F49ED"/>
    <w:rsid w:val="00A24C5E"/>
    <w:rsid w:val="00A3009F"/>
    <w:rsid w:val="00A421A0"/>
    <w:rsid w:val="00A4572E"/>
    <w:rsid w:val="00A45C0B"/>
    <w:rsid w:val="00A45EF3"/>
    <w:rsid w:val="00A565B3"/>
    <w:rsid w:val="00A5675F"/>
    <w:rsid w:val="00A70481"/>
    <w:rsid w:val="00A844A6"/>
    <w:rsid w:val="00A854B2"/>
    <w:rsid w:val="00AB67B7"/>
    <w:rsid w:val="00AF37E2"/>
    <w:rsid w:val="00AF439D"/>
    <w:rsid w:val="00AF60F4"/>
    <w:rsid w:val="00B0601D"/>
    <w:rsid w:val="00B1301E"/>
    <w:rsid w:val="00B17525"/>
    <w:rsid w:val="00B22069"/>
    <w:rsid w:val="00B27301"/>
    <w:rsid w:val="00B41779"/>
    <w:rsid w:val="00B43DAE"/>
    <w:rsid w:val="00B55731"/>
    <w:rsid w:val="00B65D62"/>
    <w:rsid w:val="00B746C9"/>
    <w:rsid w:val="00B81153"/>
    <w:rsid w:val="00B81763"/>
    <w:rsid w:val="00B837D2"/>
    <w:rsid w:val="00B86E9C"/>
    <w:rsid w:val="00B95C07"/>
    <w:rsid w:val="00BA1B35"/>
    <w:rsid w:val="00BC044B"/>
    <w:rsid w:val="00BC16A0"/>
    <w:rsid w:val="00BC1960"/>
    <w:rsid w:val="00BD00E0"/>
    <w:rsid w:val="00BD4A2C"/>
    <w:rsid w:val="00BE4593"/>
    <w:rsid w:val="00BE6693"/>
    <w:rsid w:val="00BF5F09"/>
    <w:rsid w:val="00C15676"/>
    <w:rsid w:val="00C25690"/>
    <w:rsid w:val="00C264B8"/>
    <w:rsid w:val="00C3028D"/>
    <w:rsid w:val="00C306D1"/>
    <w:rsid w:val="00C41488"/>
    <w:rsid w:val="00C47851"/>
    <w:rsid w:val="00C55467"/>
    <w:rsid w:val="00C55FC0"/>
    <w:rsid w:val="00C65C7B"/>
    <w:rsid w:val="00C67B1F"/>
    <w:rsid w:val="00C75692"/>
    <w:rsid w:val="00C80F8F"/>
    <w:rsid w:val="00C86F95"/>
    <w:rsid w:val="00C90746"/>
    <w:rsid w:val="00C92A98"/>
    <w:rsid w:val="00CA16B9"/>
    <w:rsid w:val="00CA448C"/>
    <w:rsid w:val="00CB0220"/>
    <w:rsid w:val="00CB2246"/>
    <w:rsid w:val="00CC7C1C"/>
    <w:rsid w:val="00CD480D"/>
    <w:rsid w:val="00CD5604"/>
    <w:rsid w:val="00CD7728"/>
    <w:rsid w:val="00CF3A26"/>
    <w:rsid w:val="00CF3E0E"/>
    <w:rsid w:val="00D06FCC"/>
    <w:rsid w:val="00D2241D"/>
    <w:rsid w:val="00D30C97"/>
    <w:rsid w:val="00D32154"/>
    <w:rsid w:val="00D334C2"/>
    <w:rsid w:val="00D512EE"/>
    <w:rsid w:val="00D559FD"/>
    <w:rsid w:val="00D64AB8"/>
    <w:rsid w:val="00D64D3A"/>
    <w:rsid w:val="00D66B52"/>
    <w:rsid w:val="00D77A32"/>
    <w:rsid w:val="00D82A7E"/>
    <w:rsid w:val="00D867A2"/>
    <w:rsid w:val="00D86ED9"/>
    <w:rsid w:val="00D9013C"/>
    <w:rsid w:val="00D94747"/>
    <w:rsid w:val="00DA0532"/>
    <w:rsid w:val="00DA4C36"/>
    <w:rsid w:val="00DB44DC"/>
    <w:rsid w:val="00DC54C7"/>
    <w:rsid w:val="00DC593E"/>
    <w:rsid w:val="00DD4FA4"/>
    <w:rsid w:val="00DE046A"/>
    <w:rsid w:val="00E02929"/>
    <w:rsid w:val="00E05725"/>
    <w:rsid w:val="00E14B0C"/>
    <w:rsid w:val="00E14E49"/>
    <w:rsid w:val="00E2108F"/>
    <w:rsid w:val="00E2667E"/>
    <w:rsid w:val="00E4171E"/>
    <w:rsid w:val="00E4473C"/>
    <w:rsid w:val="00E5196C"/>
    <w:rsid w:val="00E54373"/>
    <w:rsid w:val="00E54669"/>
    <w:rsid w:val="00E7183E"/>
    <w:rsid w:val="00E73ED7"/>
    <w:rsid w:val="00E75B30"/>
    <w:rsid w:val="00E810D5"/>
    <w:rsid w:val="00E8306E"/>
    <w:rsid w:val="00E900DF"/>
    <w:rsid w:val="00E9106B"/>
    <w:rsid w:val="00E91FE1"/>
    <w:rsid w:val="00E97696"/>
    <w:rsid w:val="00EA340D"/>
    <w:rsid w:val="00EC2E37"/>
    <w:rsid w:val="00EE5BE1"/>
    <w:rsid w:val="00EE6F06"/>
    <w:rsid w:val="00EF6B2B"/>
    <w:rsid w:val="00F002CA"/>
    <w:rsid w:val="00F01DA3"/>
    <w:rsid w:val="00F13B89"/>
    <w:rsid w:val="00F22B3D"/>
    <w:rsid w:val="00F239C1"/>
    <w:rsid w:val="00F26D74"/>
    <w:rsid w:val="00F31380"/>
    <w:rsid w:val="00F34C21"/>
    <w:rsid w:val="00F379CC"/>
    <w:rsid w:val="00F550B1"/>
    <w:rsid w:val="00F62FB6"/>
    <w:rsid w:val="00F732DA"/>
    <w:rsid w:val="00F733C0"/>
    <w:rsid w:val="00F822A7"/>
    <w:rsid w:val="00F84C99"/>
    <w:rsid w:val="00FA481F"/>
    <w:rsid w:val="00FA6052"/>
    <w:rsid w:val="00FB2609"/>
    <w:rsid w:val="00FB54CF"/>
    <w:rsid w:val="00FD014D"/>
    <w:rsid w:val="00FD6690"/>
    <w:rsid w:val="00FF0738"/>
    <w:rsid w:val="00FF6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A1D7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3D565B"/>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3D565B"/>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link w:val="BodyTextIndentChar"/>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3D565B"/>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3D565B"/>
    <w:rPr>
      <w:color w:val="996600"/>
      <w:u w:val="single"/>
    </w:rPr>
  </w:style>
  <w:style w:type="character" w:styleId="FollowedHyperlink">
    <w:name w:val="FollowedHyperlink"/>
    <w:rsid w:val="003D565B"/>
    <w:rPr>
      <w:color w:val="999966"/>
      <w:u w:val="single"/>
    </w:rPr>
  </w:style>
  <w:style w:type="numbering" w:customStyle="1" w:styleId="PSSIM">
    <w:name w:val="PSS IM"/>
    <w:rsid w:val="003D565B"/>
    <w:pPr>
      <w:numPr>
        <w:numId w:val="2"/>
      </w:numPr>
    </w:pPr>
  </w:style>
  <w:style w:type="character" w:styleId="CommentReference">
    <w:name w:val="annotation reference"/>
    <w:semiHidden/>
    <w:rsid w:val="003D565B"/>
    <w:rPr>
      <w:sz w:val="16"/>
      <w:szCs w:val="16"/>
    </w:rPr>
  </w:style>
  <w:style w:type="paragraph" w:styleId="CommentText">
    <w:name w:val="annotation text"/>
    <w:basedOn w:val="Normal"/>
    <w:semiHidden/>
    <w:rsid w:val="003D565B"/>
    <w:rPr>
      <w:rFonts w:ascii="Garamond" w:eastAsia="SimSun" w:hAnsi="Garamond"/>
      <w:color w:val="000000"/>
      <w:sz w:val="20"/>
      <w:lang w:eastAsia="zh-CN"/>
    </w:rPr>
  </w:style>
  <w:style w:type="paragraph" w:styleId="CommentSubject">
    <w:name w:val="annotation subject"/>
    <w:basedOn w:val="CommentText"/>
    <w:next w:val="CommentText"/>
    <w:semiHidden/>
    <w:rsid w:val="003D565B"/>
    <w:rPr>
      <w:rFonts w:ascii="Trebuchet MS" w:hAnsi="Trebuchet MS"/>
      <w:b/>
      <w:bCs/>
    </w:rPr>
  </w:style>
  <w:style w:type="paragraph" w:styleId="Date">
    <w:name w:val="Date"/>
    <w:basedOn w:val="Normal"/>
    <w:next w:val="Normal"/>
    <w:rsid w:val="003D565B"/>
    <w:rPr>
      <w:rFonts w:ascii="Trebuchet MS" w:eastAsia="SimSun" w:hAnsi="Trebuchet MS"/>
      <w:color w:val="000000"/>
      <w:sz w:val="24"/>
      <w:szCs w:val="24"/>
      <w:lang w:eastAsia="zh-CN"/>
    </w:rPr>
  </w:style>
  <w:style w:type="character" w:customStyle="1" w:styleId="Heading1Char">
    <w:name w:val="Heading 1 Char"/>
    <w:aliases w:val="Heading 1A Char,Heading A1 Char"/>
    <w:link w:val="Heading1"/>
    <w:rsid w:val="00711D4B"/>
    <w:rPr>
      <w:rFonts w:ascii="Arial" w:hAnsi="Arial"/>
      <w:b/>
      <w:kern w:val="28"/>
      <w:sz w:val="24"/>
      <w:u w:val="single"/>
      <w:lang w:val="en-US" w:eastAsia="en-US" w:bidi="ar-SA"/>
    </w:rPr>
  </w:style>
  <w:style w:type="character" w:customStyle="1" w:styleId="BodyTextChar">
    <w:name w:val="Body Text Char"/>
    <w:link w:val="BodyText"/>
    <w:rsid w:val="00711D4B"/>
    <w:rPr>
      <w:sz w:val="22"/>
      <w:lang w:val="en-US" w:eastAsia="en-US" w:bidi="ar-SA"/>
    </w:rPr>
  </w:style>
  <w:style w:type="character" w:customStyle="1" w:styleId="BodyTextIndentChar">
    <w:name w:val="Body Text Indent Char"/>
    <w:link w:val="BodyTextIndent"/>
    <w:rsid w:val="001B10FD"/>
    <w:rPr>
      <w:sz w:val="22"/>
    </w:rPr>
  </w:style>
  <w:style w:type="paragraph" w:styleId="ListParagraph">
    <w:name w:val="List Paragraph"/>
    <w:basedOn w:val="Normal"/>
    <w:uiPriority w:val="34"/>
    <w:qFormat/>
    <w:rsid w:val="007203CA"/>
    <w:pPr>
      <w:ind w:left="720"/>
      <w:contextualSpacing/>
    </w:pPr>
    <w:rPr>
      <w:sz w:val="24"/>
      <w:szCs w:val="24"/>
    </w:rPr>
  </w:style>
  <w:style w:type="paragraph" w:styleId="DocumentMap">
    <w:name w:val="Document Map"/>
    <w:basedOn w:val="Normal"/>
    <w:link w:val="DocumentMapChar"/>
    <w:uiPriority w:val="99"/>
    <w:semiHidden/>
    <w:unhideWhenUsed/>
    <w:rsid w:val="00750FD5"/>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50FD5"/>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3D565B"/>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3D565B"/>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link w:val="BodyTextIndentChar"/>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3D565B"/>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3D565B"/>
    <w:rPr>
      <w:color w:val="996600"/>
      <w:u w:val="single"/>
    </w:rPr>
  </w:style>
  <w:style w:type="character" w:styleId="FollowedHyperlink">
    <w:name w:val="FollowedHyperlink"/>
    <w:rsid w:val="003D565B"/>
    <w:rPr>
      <w:color w:val="999966"/>
      <w:u w:val="single"/>
    </w:rPr>
  </w:style>
  <w:style w:type="numbering" w:customStyle="1" w:styleId="PSSIM">
    <w:name w:val="PSS IM"/>
    <w:rsid w:val="003D565B"/>
    <w:pPr>
      <w:numPr>
        <w:numId w:val="2"/>
      </w:numPr>
    </w:pPr>
  </w:style>
  <w:style w:type="character" w:styleId="CommentReference">
    <w:name w:val="annotation reference"/>
    <w:semiHidden/>
    <w:rsid w:val="003D565B"/>
    <w:rPr>
      <w:sz w:val="16"/>
      <w:szCs w:val="16"/>
    </w:rPr>
  </w:style>
  <w:style w:type="paragraph" w:styleId="CommentText">
    <w:name w:val="annotation text"/>
    <w:basedOn w:val="Normal"/>
    <w:semiHidden/>
    <w:rsid w:val="003D565B"/>
    <w:rPr>
      <w:rFonts w:ascii="Garamond" w:eastAsia="SimSun" w:hAnsi="Garamond"/>
      <w:color w:val="000000"/>
      <w:sz w:val="20"/>
      <w:lang w:eastAsia="zh-CN"/>
    </w:rPr>
  </w:style>
  <w:style w:type="paragraph" w:styleId="CommentSubject">
    <w:name w:val="annotation subject"/>
    <w:basedOn w:val="CommentText"/>
    <w:next w:val="CommentText"/>
    <w:semiHidden/>
    <w:rsid w:val="003D565B"/>
    <w:rPr>
      <w:rFonts w:ascii="Trebuchet MS" w:hAnsi="Trebuchet MS"/>
      <w:b/>
      <w:bCs/>
    </w:rPr>
  </w:style>
  <w:style w:type="paragraph" w:styleId="Date">
    <w:name w:val="Date"/>
    <w:basedOn w:val="Normal"/>
    <w:next w:val="Normal"/>
    <w:rsid w:val="003D565B"/>
    <w:rPr>
      <w:rFonts w:ascii="Trebuchet MS" w:eastAsia="SimSun" w:hAnsi="Trebuchet MS"/>
      <w:color w:val="000000"/>
      <w:sz w:val="24"/>
      <w:szCs w:val="24"/>
      <w:lang w:eastAsia="zh-CN"/>
    </w:rPr>
  </w:style>
  <w:style w:type="character" w:customStyle="1" w:styleId="Heading1Char">
    <w:name w:val="Heading 1 Char"/>
    <w:aliases w:val="Heading 1A Char,Heading A1 Char"/>
    <w:link w:val="Heading1"/>
    <w:rsid w:val="00711D4B"/>
    <w:rPr>
      <w:rFonts w:ascii="Arial" w:hAnsi="Arial"/>
      <w:b/>
      <w:kern w:val="28"/>
      <w:sz w:val="24"/>
      <w:u w:val="single"/>
      <w:lang w:val="en-US" w:eastAsia="en-US" w:bidi="ar-SA"/>
    </w:rPr>
  </w:style>
  <w:style w:type="character" w:customStyle="1" w:styleId="BodyTextChar">
    <w:name w:val="Body Text Char"/>
    <w:link w:val="BodyText"/>
    <w:rsid w:val="00711D4B"/>
    <w:rPr>
      <w:sz w:val="22"/>
      <w:lang w:val="en-US" w:eastAsia="en-US" w:bidi="ar-SA"/>
    </w:rPr>
  </w:style>
  <w:style w:type="character" w:customStyle="1" w:styleId="BodyTextIndentChar">
    <w:name w:val="Body Text Indent Char"/>
    <w:link w:val="BodyTextIndent"/>
    <w:rsid w:val="001B10FD"/>
    <w:rPr>
      <w:sz w:val="22"/>
    </w:rPr>
  </w:style>
  <w:style w:type="paragraph" w:styleId="ListParagraph">
    <w:name w:val="List Paragraph"/>
    <w:basedOn w:val="Normal"/>
    <w:uiPriority w:val="34"/>
    <w:qFormat/>
    <w:rsid w:val="007203CA"/>
    <w:pPr>
      <w:ind w:left="720"/>
      <w:contextualSpacing/>
    </w:pPr>
    <w:rPr>
      <w:sz w:val="24"/>
      <w:szCs w:val="24"/>
    </w:rPr>
  </w:style>
  <w:style w:type="paragraph" w:styleId="DocumentMap">
    <w:name w:val="Document Map"/>
    <w:basedOn w:val="Normal"/>
    <w:link w:val="DocumentMapChar"/>
    <w:uiPriority w:val="99"/>
    <w:semiHidden/>
    <w:unhideWhenUsed/>
    <w:rsid w:val="00750FD5"/>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50FD5"/>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71633">
      <w:bodyDiv w:val="1"/>
      <w:marLeft w:val="0"/>
      <w:marRight w:val="0"/>
      <w:marTop w:val="0"/>
      <w:marBottom w:val="0"/>
      <w:divBdr>
        <w:top w:val="none" w:sz="0" w:space="0" w:color="auto"/>
        <w:left w:val="none" w:sz="0" w:space="0" w:color="auto"/>
        <w:bottom w:val="none" w:sz="0" w:space="0" w:color="auto"/>
        <w:right w:val="none" w:sz="0" w:space="0" w:color="auto"/>
      </w:divBdr>
    </w:div>
    <w:div w:id="871959385">
      <w:bodyDiv w:val="1"/>
      <w:marLeft w:val="0"/>
      <w:marRight w:val="0"/>
      <w:marTop w:val="0"/>
      <w:marBottom w:val="0"/>
      <w:divBdr>
        <w:top w:val="none" w:sz="0" w:space="0" w:color="auto"/>
        <w:left w:val="none" w:sz="0" w:space="0" w:color="auto"/>
        <w:bottom w:val="none" w:sz="0" w:space="0" w:color="auto"/>
        <w:right w:val="none" w:sz="0" w:space="0" w:color="auto"/>
      </w:divBdr>
    </w:div>
    <w:div w:id="919565335">
      <w:bodyDiv w:val="1"/>
      <w:marLeft w:val="0"/>
      <w:marRight w:val="0"/>
      <w:marTop w:val="0"/>
      <w:marBottom w:val="0"/>
      <w:divBdr>
        <w:top w:val="none" w:sz="0" w:space="0" w:color="auto"/>
        <w:left w:val="none" w:sz="0" w:space="0" w:color="auto"/>
        <w:bottom w:val="none" w:sz="0" w:space="0" w:color="auto"/>
        <w:right w:val="none" w:sz="0" w:space="0" w:color="auto"/>
      </w:divBdr>
    </w:div>
    <w:div w:id="961183621">
      <w:bodyDiv w:val="1"/>
      <w:marLeft w:val="0"/>
      <w:marRight w:val="0"/>
      <w:marTop w:val="0"/>
      <w:marBottom w:val="0"/>
      <w:divBdr>
        <w:top w:val="none" w:sz="0" w:space="0" w:color="auto"/>
        <w:left w:val="none" w:sz="0" w:space="0" w:color="auto"/>
        <w:bottom w:val="none" w:sz="0" w:space="0" w:color="auto"/>
        <w:right w:val="none" w:sz="0" w:space="0" w:color="auto"/>
      </w:divBdr>
    </w:div>
    <w:div w:id="1558082621">
      <w:bodyDiv w:val="1"/>
      <w:marLeft w:val="0"/>
      <w:marRight w:val="0"/>
      <w:marTop w:val="0"/>
      <w:marBottom w:val="0"/>
      <w:divBdr>
        <w:top w:val="none" w:sz="0" w:space="0" w:color="auto"/>
        <w:left w:val="none" w:sz="0" w:space="0" w:color="auto"/>
        <w:bottom w:val="none" w:sz="0" w:space="0" w:color="auto"/>
        <w:right w:val="none" w:sz="0" w:space="0" w:color="auto"/>
      </w:divBdr>
    </w:div>
    <w:div w:id="1581017529">
      <w:bodyDiv w:val="1"/>
      <w:marLeft w:val="0"/>
      <w:marRight w:val="0"/>
      <w:marTop w:val="0"/>
      <w:marBottom w:val="0"/>
      <w:divBdr>
        <w:top w:val="none" w:sz="0" w:space="0" w:color="auto"/>
        <w:left w:val="none" w:sz="0" w:space="0" w:color="auto"/>
        <w:bottom w:val="none" w:sz="0" w:space="0" w:color="auto"/>
        <w:right w:val="none" w:sz="0" w:space="0" w:color="auto"/>
      </w:divBdr>
    </w:div>
    <w:div w:id="176634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numbering.xml.rels><?xml version="1.0" encoding="UTF-8" standalone="yes"?>
<Relationships xmlns="http://schemas.openxmlformats.org/package/2006/relationships"><Relationship Id="rId11" Type="http://schemas.openxmlformats.org/officeDocument/2006/relationships/image" Target="media/image11.png"/><Relationship Id="rId12" Type="http://schemas.openxmlformats.org/officeDocument/2006/relationships/image" Target="media/image12.png"/><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png"/><Relationship Id="rId9" Type="http://schemas.openxmlformats.org/officeDocument/2006/relationships/image" Target="media/image9.png"/><Relationship Id="rId10"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74D3C-79AD-7944-B62A-A54B425F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2</TotalTime>
  <Pages>32</Pages>
  <Words>6747</Words>
  <Characters>38459</Characters>
  <Application>Microsoft Macintosh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45116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4</cp:revision>
  <cp:lastPrinted>2009-09-28T23:09:00Z</cp:lastPrinted>
  <dcterms:created xsi:type="dcterms:W3CDTF">2014-11-12T22:14:00Z</dcterms:created>
  <dcterms:modified xsi:type="dcterms:W3CDTF">2014-11-14T22:00:00Z</dcterms:modified>
</cp:coreProperties>
</file>