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3F0AB9C" w14:textId="77777777" w:rsidR="00B95C07" w:rsidRDefault="00A31CC7" w:rsidP="002F7EB7">
      <w:pPr>
        <w:pStyle w:val="chapternumber"/>
      </w:pPr>
      <w:bookmarkStart w:id="0" w:name="_GoBack"/>
      <w:bookmarkEnd w:id="0"/>
      <w:r>
        <w:t>Appendix C</w:t>
      </w:r>
    </w:p>
    <w:p w14:paraId="02F461FB" w14:textId="77777777" w:rsidR="009E0CA3" w:rsidRDefault="00A31CC7" w:rsidP="00086319">
      <w:pPr>
        <w:pStyle w:val="chaptertitle"/>
        <w:spacing w:after="240"/>
      </w:pPr>
      <w:r>
        <w:t>present and future value concepts</w:t>
      </w:r>
    </w:p>
    <w:p w14:paraId="745F99A5" w14:textId="77777777" w:rsidR="004F5867" w:rsidRPr="00FB77B2" w:rsidRDefault="004F5867" w:rsidP="004F5867">
      <w:pPr>
        <w:pStyle w:val="Heading1"/>
      </w:pPr>
      <w:r w:rsidRPr="00FB77B2">
        <w:t>Student Learning Objectives and Related Assignment Materials</w:t>
      </w:r>
    </w:p>
    <w:tbl>
      <w:tblPr>
        <w:tblW w:w="9344" w:type="dxa"/>
        <w:tblInd w:w="1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4" w:type="dxa"/>
          <w:right w:w="14" w:type="dxa"/>
        </w:tblCellMar>
        <w:tblLook w:val="0000" w:firstRow="0" w:lastRow="0" w:firstColumn="0" w:lastColumn="0" w:noHBand="0" w:noVBand="0"/>
      </w:tblPr>
      <w:tblGrid>
        <w:gridCol w:w="1856"/>
        <w:gridCol w:w="1872"/>
        <w:gridCol w:w="1872"/>
        <w:gridCol w:w="1872"/>
        <w:gridCol w:w="1872"/>
      </w:tblGrid>
      <w:tr w:rsidR="0088547B" w:rsidRPr="00FB77B2" w14:paraId="5789641D" w14:textId="77777777" w:rsidTr="002F7FB5">
        <w:tc>
          <w:tcPr>
            <w:tcW w:w="1856" w:type="dxa"/>
            <w:tcMar>
              <w:left w:w="0" w:type="dxa"/>
              <w:right w:w="0" w:type="dxa"/>
            </w:tcMar>
            <w:vAlign w:val="center"/>
          </w:tcPr>
          <w:p w14:paraId="12964961" w14:textId="77777777" w:rsidR="0088547B" w:rsidRPr="00FB77B2" w:rsidRDefault="0088547B" w:rsidP="002F7FB5">
            <w:pPr>
              <w:pStyle w:val="Italicsheading"/>
              <w:spacing w:before="120"/>
              <w:jc w:val="center"/>
              <w:rPr>
                <w:b/>
              </w:rPr>
            </w:pPr>
            <w:r w:rsidRPr="00FB77B2">
              <w:rPr>
                <w:b/>
              </w:rPr>
              <w:t>Student Learning Objectives</w:t>
            </w:r>
          </w:p>
        </w:tc>
        <w:tc>
          <w:tcPr>
            <w:tcW w:w="1872" w:type="dxa"/>
            <w:tcMar>
              <w:left w:w="0" w:type="dxa"/>
              <w:right w:w="0" w:type="dxa"/>
            </w:tcMar>
            <w:vAlign w:val="center"/>
          </w:tcPr>
          <w:p w14:paraId="2A89D127" w14:textId="77777777" w:rsidR="0088547B" w:rsidRPr="00FB77B2" w:rsidRDefault="0088547B" w:rsidP="002F7FB5">
            <w:pPr>
              <w:pStyle w:val="Italicsheading"/>
              <w:spacing w:before="120"/>
              <w:jc w:val="center"/>
              <w:rPr>
                <w:b/>
              </w:rPr>
            </w:pPr>
            <w:r w:rsidRPr="00FB77B2">
              <w:rPr>
                <w:b/>
              </w:rPr>
              <w:t>Mini-Exercises</w:t>
            </w:r>
          </w:p>
        </w:tc>
        <w:tc>
          <w:tcPr>
            <w:tcW w:w="1872" w:type="dxa"/>
            <w:tcMar>
              <w:left w:w="0" w:type="dxa"/>
              <w:right w:w="0" w:type="dxa"/>
            </w:tcMar>
            <w:vAlign w:val="center"/>
          </w:tcPr>
          <w:p w14:paraId="04298084" w14:textId="77777777" w:rsidR="0088547B" w:rsidRPr="00FB77B2" w:rsidRDefault="0088547B" w:rsidP="002F7FB5">
            <w:pPr>
              <w:pStyle w:val="Italicsheading"/>
              <w:spacing w:before="120"/>
              <w:jc w:val="center"/>
              <w:rPr>
                <w:b/>
              </w:rPr>
            </w:pPr>
            <w:r w:rsidRPr="00FB77B2">
              <w:rPr>
                <w:b/>
              </w:rPr>
              <w:t>Exercises</w:t>
            </w:r>
          </w:p>
        </w:tc>
        <w:tc>
          <w:tcPr>
            <w:tcW w:w="1872" w:type="dxa"/>
            <w:tcMar>
              <w:left w:w="0" w:type="dxa"/>
              <w:right w:w="0" w:type="dxa"/>
            </w:tcMar>
            <w:vAlign w:val="center"/>
          </w:tcPr>
          <w:p w14:paraId="4733F609" w14:textId="77777777" w:rsidR="0088547B" w:rsidRPr="00FB77B2" w:rsidRDefault="0088547B" w:rsidP="002F7FB5">
            <w:pPr>
              <w:pStyle w:val="Italicsheading"/>
              <w:spacing w:before="120"/>
              <w:jc w:val="center"/>
              <w:rPr>
                <w:b/>
              </w:rPr>
            </w:pPr>
            <w:r w:rsidRPr="00FB77B2">
              <w:rPr>
                <w:b/>
              </w:rPr>
              <w:t>Coached Problem</w:t>
            </w:r>
          </w:p>
        </w:tc>
        <w:tc>
          <w:tcPr>
            <w:tcW w:w="1872" w:type="dxa"/>
            <w:tcMar>
              <w:left w:w="0" w:type="dxa"/>
              <w:right w:w="0" w:type="dxa"/>
            </w:tcMar>
            <w:vAlign w:val="center"/>
          </w:tcPr>
          <w:p w14:paraId="2F7285F2" w14:textId="77777777" w:rsidR="0088547B" w:rsidRPr="00FB77B2" w:rsidRDefault="0088547B" w:rsidP="002F7FB5">
            <w:pPr>
              <w:pStyle w:val="Italicsheading"/>
              <w:spacing w:before="120"/>
              <w:jc w:val="center"/>
              <w:rPr>
                <w:b/>
              </w:rPr>
            </w:pPr>
            <w:r w:rsidRPr="00FB77B2">
              <w:rPr>
                <w:b/>
              </w:rPr>
              <w:t>Problems</w:t>
            </w:r>
            <w:r w:rsidRPr="00FB77B2">
              <w:rPr>
                <w:b/>
              </w:rPr>
              <w:br/>
              <w:t>(Groups</w:t>
            </w:r>
            <w:r w:rsidRPr="00FB77B2">
              <w:rPr>
                <w:b/>
              </w:rPr>
              <w:br/>
              <w:t xml:space="preserve"> A &amp; B)</w:t>
            </w:r>
          </w:p>
        </w:tc>
      </w:tr>
      <w:tr w:rsidR="0088547B" w:rsidRPr="001A6328" w14:paraId="7300F307" w14:textId="77777777" w:rsidTr="002F7FB5">
        <w:tc>
          <w:tcPr>
            <w:tcW w:w="1856" w:type="dxa"/>
            <w:tcMar>
              <w:top w:w="0" w:type="dxa"/>
              <w:left w:w="115" w:type="dxa"/>
              <w:bottom w:w="0" w:type="dxa"/>
              <w:right w:w="115" w:type="dxa"/>
            </w:tcMar>
          </w:tcPr>
          <w:p w14:paraId="4CD28626" w14:textId="77777777" w:rsidR="0088547B" w:rsidRPr="001A6328" w:rsidRDefault="0088547B" w:rsidP="0071043D">
            <w:pPr>
              <w:pStyle w:val="TableBody"/>
              <w:ind w:left="288" w:hanging="288"/>
            </w:pPr>
            <w:r w:rsidRPr="001A6328">
              <w:t>Not applicable</w:t>
            </w:r>
          </w:p>
        </w:tc>
        <w:tc>
          <w:tcPr>
            <w:tcW w:w="1872" w:type="dxa"/>
            <w:tcMar>
              <w:top w:w="0" w:type="dxa"/>
              <w:left w:w="115" w:type="dxa"/>
              <w:bottom w:w="0" w:type="dxa"/>
              <w:right w:w="115" w:type="dxa"/>
            </w:tcMar>
          </w:tcPr>
          <w:p w14:paraId="437142EF" w14:textId="77777777" w:rsidR="0088547B" w:rsidRPr="001A6328" w:rsidRDefault="0088547B" w:rsidP="0071043D">
            <w:pPr>
              <w:pStyle w:val="TableBody"/>
            </w:pPr>
            <w:r w:rsidRPr="001A6328">
              <w:t>1, 2, 3, 4</w:t>
            </w:r>
            <w:r w:rsidR="002F7FB5">
              <w:t>, 5, 6, 7, 8, 9, 10, 11, 12</w:t>
            </w:r>
          </w:p>
        </w:tc>
        <w:tc>
          <w:tcPr>
            <w:tcW w:w="1872" w:type="dxa"/>
            <w:tcMar>
              <w:top w:w="0" w:type="dxa"/>
              <w:left w:w="115" w:type="dxa"/>
              <w:bottom w:w="0" w:type="dxa"/>
              <w:right w:w="115" w:type="dxa"/>
            </w:tcMar>
          </w:tcPr>
          <w:p w14:paraId="6B21B093" w14:textId="77777777" w:rsidR="0088547B" w:rsidRPr="001A6328" w:rsidRDefault="0088547B" w:rsidP="0071043D">
            <w:pPr>
              <w:pStyle w:val="TableBody"/>
            </w:pPr>
            <w:r w:rsidRPr="001A6328">
              <w:t>1, 2, 3, 4, 5</w:t>
            </w:r>
            <w:r>
              <w:t>, 6</w:t>
            </w:r>
            <w:r w:rsidR="002F7FB5">
              <w:t>, 7</w:t>
            </w:r>
          </w:p>
        </w:tc>
        <w:tc>
          <w:tcPr>
            <w:tcW w:w="1872" w:type="dxa"/>
            <w:tcMar>
              <w:top w:w="0" w:type="dxa"/>
              <w:left w:w="115" w:type="dxa"/>
              <w:bottom w:w="0" w:type="dxa"/>
              <w:right w:w="115" w:type="dxa"/>
            </w:tcMar>
          </w:tcPr>
          <w:p w14:paraId="067FEADF" w14:textId="77777777" w:rsidR="0088547B" w:rsidRPr="001A6328" w:rsidRDefault="0088547B" w:rsidP="0071043D">
            <w:pPr>
              <w:pStyle w:val="TableBody"/>
            </w:pPr>
            <w:r w:rsidRPr="001A6328">
              <w:t>1</w:t>
            </w:r>
            <w:r w:rsidR="002F7FB5">
              <w:t>, 2, 3</w:t>
            </w:r>
            <w:r w:rsidR="00BB0423">
              <w:t>, 4</w:t>
            </w:r>
          </w:p>
        </w:tc>
        <w:tc>
          <w:tcPr>
            <w:tcW w:w="1872" w:type="dxa"/>
            <w:tcMar>
              <w:top w:w="0" w:type="dxa"/>
              <w:left w:w="115" w:type="dxa"/>
              <w:bottom w:w="0" w:type="dxa"/>
              <w:right w:w="115" w:type="dxa"/>
            </w:tcMar>
          </w:tcPr>
          <w:p w14:paraId="74621D0A" w14:textId="77777777" w:rsidR="0088547B" w:rsidRPr="001A6328" w:rsidRDefault="0088547B" w:rsidP="0071043D">
            <w:pPr>
              <w:pStyle w:val="TableBody"/>
            </w:pPr>
            <w:r w:rsidRPr="001A6328">
              <w:t xml:space="preserve">A1, </w:t>
            </w:r>
            <w:r w:rsidR="002F7FB5">
              <w:t xml:space="preserve">A2, A3, </w:t>
            </w:r>
            <w:r w:rsidR="00BB0423">
              <w:t xml:space="preserve">A4, </w:t>
            </w:r>
            <w:r w:rsidRPr="001A6328">
              <w:t>B1</w:t>
            </w:r>
            <w:r w:rsidR="002F7FB5">
              <w:t>, B2, B3</w:t>
            </w:r>
            <w:r w:rsidR="00BB0423">
              <w:t>, B4</w:t>
            </w:r>
          </w:p>
        </w:tc>
      </w:tr>
    </w:tbl>
    <w:p w14:paraId="0678510D" w14:textId="77777777" w:rsidR="00C70619" w:rsidRPr="00EB4355" w:rsidRDefault="00C70619" w:rsidP="0088547B">
      <w:pPr>
        <w:pStyle w:val="Heading1"/>
        <w:spacing w:before="240"/>
      </w:pPr>
      <w:r w:rsidRPr="00EB4355">
        <w:t xml:space="preserve">Overview </w:t>
      </w:r>
    </w:p>
    <w:p w14:paraId="50CA1CCA" w14:textId="77777777" w:rsidR="00C70619" w:rsidRPr="00EB4355" w:rsidRDefault="00C70619" w:rsidP="00890DB1">
      <w:pPr>
        <w:pStyle w:val="Heading1"/>
        <w:rPr>
          <w:rFonts w:ascii="Times New Roman" w:hAnsi="Times New Roman"/>
          <w:b w:val="0"/>
          <w:kern w:val="0"/>
          <w:sz w:val="22"/>
          <w:u w:val="none"/>
        </w:rPr>
      </w:pPr>
      <w:r w:rsidRPr="00EB4355">
        <w:rPr>
          <w:rFonts w:ascii="Times New Roman" w:hAnsi="Times New Roman"/>
          <w:b w:val="0"/>
          <w:kern w:val="0"/>
          <w:sz w:val="22"/>
          <w:u w:val="none"/>
        </w:rPr>
        <w:t>This appendix explains the time value of money concept, demonstrates present and future value computations</w:t>
      </w:r>
      <w:r w:rsidR="0016252F">
        <w:rPr>
          <w:rFonts w:ascii="Times New Roman" w:hAnsi="Times New Roman"/>
          <w:b w:val="0"/>
          <w:kern w:val="0"/>
          <w:sz w:val="22"/>
          <w:u w:val="none"/>
        </w:rPr>
        <w:t xml:space="preserve"> using tables, Excel, and a financial calculator app</w:t>
      </w:r>
      <w:r w:rsidRPr="00EB4355">
        <w:rPr>
          <w:rFonts w:ascii="Times New Roman" w:hAnsi="Times New Roman"/>
          <w:b w:val="0"/>
          <w:kern w:val="0"/>
          <w:sz w:val="22"/>
          <w:u w:val="none"/>
        </w:rPr>
        <w:t>, and applies present value computations to three common accounting settings.</w:t>
      </w:r>
    </w:p>
    <w:p w14:paraId="74BF4CA5" w14:textId="77777777" w:rsidR="00C70619" w:rsidRPr="00EB4355" w:rsidRDefault="00C70619" w:rsidP="00C70619">
      <w:pPr>
        <w:pStyle w:val="Heading1"/>
      </w:pPr>
      <w:r w:rsidRPr="00EB4355">
        <w:t>Synopsis of Chapter Revisions</w:t>
      </w:r>
    </w:p>
    <w:p w14:paraId="69EC38EB" w14:textId="77777777" w:rsidR="00CD5BB3" w:rsidRPr="00CD5BB3" w:rsidRDefault="00CD5BB3" w:rsidP="00CD5BB3">
      <w:pPr>
        <w:pStyle w:val="BodyText"/>
        <w:numPr>
          <w:ilvl w:val="0"/>
          <w:numId w:val="1"/>
        </w:numPr>
        <w:tabs>
          <w:tab w:val="clear" w:pos="648"/>
          <w:tab w:val="num" w:pos="360"/>
        </w:tabs>
        <w:spacing w:after="0"/>
        <w:ind w:left="360"/>
        <w:jc w:val="left"/>
        <w:rPr>
          <w:szCs w:val="22"/>
        </w:rPr>
      </w:pPr>
      <w:r w:rsidRPr="00CD5BB3">
        <w:rPr>
          <w:szCs w:val="22"/>
        </w:rPr>
        <w:t>Reduced emphasis on tables and greater emphasis on Excel</w:t>
      </w:r>
    </w:p>
    <w:p w14:paraId="26508DA1" w14:textId="77777777" w:rsidR="00CD5BB3" w:rsidRPr="00CD5BB3" w:rsidRDefault="00CD5BB3" w:rsidP="00CD5BB3">
      <w:pPr>
        <w:pStyle w:val="BodyText"/>
        <w:numPr>
          <w:ilvl w:val="0"/>
          <w:numId w:val="1"/>
        </w:numPr>
        <w:tabs>
          <w:tab w:val="clear" w:pos="648"/>
          <w:tab w:val="num" w:pos="360"/>
        </w:tabs>
        <w:spacing w:after="0"/>
        <w:ind w:left="360"/>
        <w:jc w:val="left"/>
        <w:rPr>
          <w:szCs w:val="22"/>
        </w:rPr>
      </w:pPr>
      <w:r w:rsidRPr="00CD5BB3">
        <w:rPr>
          <w:szCs w:val="22"/>
        </w:rPr>
        <w:t>New introduction of online and mobile apps to compute present and future values (includes bond pricing and market interest rate computations)</w:t>
      </w:r>
    </w:p>
    <w:p w14:paraId="7B560F6F" w14:textId="221FE8B3" w:rsidR="00CD5BB3" w:rsidRPr="00CD5BB3" w:rsidRDefault="00CD5BB3" w:rsidP="00044EB5">
      <w:pPr>
        <w:pStyle w:val="BodyText"/>
        <w:numPr>
          <w:ilvl w:val="0"/>
          <w:numId w:val="1"/>
        </w:numPr>
        <w:tabs>
          <w:tab w:val="clear" w:pos="648"/>
          <w:tab w:val="num" w:pos="360"/>
        </w:tabs>
        <w:spacing w:after="0"/>
        <w:ind w:left="360"/>
        <w:jc w:val="left"/>
        <w:rPr>
          <w:szCs w:val="22"/>
        </w:rPr>
      </w:pPr>
      <w:r w:rsidRPr="00CD5BB3">
        <w:rPr>
          <w:szCs w:val="22"/>
        </w:rPr>
        <w:t>Significantly enhanced the quantity and quality of end-of-chapter material, with greater emphasis on Excel and financial calculator app</w:t>
      </w:r>
    </w:p>
    <w:p w14:paraId="2F9B0D23" w14:textId="77777777" w:rsidR="00D72F0A" w:rsidRPr="009B645C" w:rsidRDefault="00D72F0A">
      <w:pPr>
        <w:rPr>
          <w:sz w:val="24"/>
          <w:szCs w:val="24"/>
        </w:rPr>
      </w:pPr>
    </w:p>
    <w:p w14:paraId="6A53BC46" w14:textId="77777777" w:rsidR="0092700F" w:rsidRDefault="0092700F">
      <w:r>
        <w:rPr>
          <w:b/>
        </w:rPr>
        <w:br w:type="page"/>
      </w:r>
    </w:p>
    <w:tbl>
      <w:tblPr>
        <w:tblW w:w="0" w:type="auto"/>
        <w:tblLayout w:type="fixed"/>
        <w:tblLook w:val="01E0" w:firstRow="1" w:lastRow="1" w:firstColumn="1" w:lastColumn="1" w:noHBand="0" w:noVBand="0"/>
      </w:tblPr>
      <w:tblGrid>
        <w:gridCol w:w="6498"/>
        <w:gridCol w:w="2970"/>
      </w:tblGrid>
      <w:tr w:rsidR="00507ED2" w14:paraId="1CE849CA" w14:textId="77777777">
        <w:tc>
          <w:tcPr>
            <w:tcW w:w="6498" w:type="dxa"/>
            <w:tcBorders>
              <w:right w:val="single" w:sz="4" w:space="0" w:color="auto"/>
            </w:tcBorders>
          </w:tcPr>
          <w:p w14:paraId="296AAAFD" w14:textId="77777777" w:rsidR="00507ED2" w:rsidRPr="00507ED2" w:rsidRDefault="00A31CC7" w:rsidP="00CD480D">
            <w:pPr>
              <w:pStyle w:val="Heading1"/>
              <w:rPr>
                <w:bCs/>
              </w:rPr>
            </w:pPr>
            <w:r>
              <w:lastRenderedPageBreak/>
              <w:t>Appendix</w:t>
            </w:r>
            <w:r w:rsidR="00CD480D">
              <w:t xml:space="preserve"> Outline</w:t>
            </w:r>
          </w:p>
        </w:tc>
        <w:tc>
          <w:tcPr>
            <w:tcW w:w="2970" w:type="dxa"/>
            <w:tcBorders>
              <w:left w:val="single" w:sz="4" w:space="0" w:color="auto"/>
            </w:tcBorders>
          </w:tcPr>
          <w:p w14:paraId="7C2E726A" w14:textId="77777777" w:rsidR="00507ED2" w:rsidRPr="00CD480D" w:rsidRDefault="0041057B" w:rsidP="007F3F7B">
            <w:pPr>
              <w:pStyle w:val="Heading1"/>
            </w:pPr>
            <w:r w:rsidRPr="00CD480D">
              <w:t xml:space="preserve">Teaching </w:t>
            </w:r>
            <w:r w:rsidR="00507ED2" w:rsidRPr="00CD480D">
              <w:t>Notes</w:t>
            </w:r>
          </w:p>
        </w:tc>
      </w:tr>
      <w:tr w:rsidR="0088547B" w14:paraId="2406B340" w14:textId="77777777">
        <w:tc>
          <w:tcPr>
            <w:tcW w:w="6498" w:type="dxa"/>
            <w:tcBorders>
              <w:right w:val="single" w:sz="4" w:space="0" w:color="auto"/>
            </w:tcBorders>
          </w:tcPr>
          <w:p w14:paraId="166398D6" w14:textId="77777777" w:rsidR="0088547B" w:rsidRPr="00AF3D9F" w:rsidRDefault="0088547B" w:rsidP="0088547B">
            <w:pPr>
              <w:pStyle w:val="TableBody"/>
              <w:ind w:left="288" w:hanging="288"/>
            </w:pPr>
            <w:r w:rsidRPr="00AF3D9F">
              <w:t>I.</w:t>
            </w:r>
            <w:r w:rsidRPr="00AF3D9F">
              <w:tab/>
            </w:r>
            <w:r w:rsidRPr="00AF3D9F">
              <w:tab/>
            </w:r>
            <w:r w:rsidRPr="0088547B">
              <w:t>Present and Future</w:t>
            </w:r>
            <w:r>
              <w:t xml:space="preserve"> </w:t>
            </w:r>
            <w:r w:rsidRPr="0088547B">
              <w:t>Value Concepts</w:t>
            </w:r>
          </w:p>
        </w:tc>
        <w:tc>
          <w:tcPr>
            <w:tcW w:w="2970" w:type="dxa"/>
            <w:tcBorders>
              <w:left w:val="single" w:sz="4" w:space="0" w:color="auto"/>
            </w:tcBorders>
          </w:tcPr>
          <w:p w14:paraId="05EB040A" w14:textId="77777777" w:rsidR="0088547B" w:rsidRDefault="0088547B" w:rsidP="001C1E64">
            <w:pPr>
              <w:pStyle w:val="TableBody"/>
              <w:ind w:left="288" w:hanging="288"/>
            </w:pPr>
          </w:p>
        </w:tc>
      </w:tr>
      <w:tr w:rsidR="0088547B" w14:paraId="5F3B1FFE" w14:textId="77777777">
        <w:tc>
          <w:tcPr>
            <w:tcW w:w="6498" w:type="dxa"/>
            <w:tcBorders>
              <w:right w:val="single" w:sz="4" w:space="0" w:color="auto"/>
            </w:tcBorders>
          </w:tcPr>
          <w:p w14:paraId="301759E5" w14:textId="77777777" w:rsidR="0088547B" w:rsidRPr="0088547B" w:rsidRDefault="0088547B" w:rsidP="0088547B">
            <w:pPr>
              <w:pStyle w:val="TableBody"/>
              <w:ind w:left="864" w:hanging="288"/>
            </w:pPr>
            <w:r w:rsidRPr="00AF3D9F">
              <w:t>A.</w:t>
            </w:r>
            <w:r w:rsidRPr="00AF3D9F">
              <w:tab/>
            </w:r>
            <w:r w:rsidRPr="0088547B">
              <w:t>The concepts of present value (PV) and future value (FV) are</w:t>
            </w:r>
            <w:r>
              <w:t xml:space="preserve"> </w:t>
            </w:r>
            <w:r w:rsidRPr="0088547B">
              <w:t>based on the time value of money.</w:t>
            </w:r>
          </w:p>
        </w:tc>
        <w:tc>
          <w:tcPr>
            <w:tcW w:w="2970" w:type="dxa"/>
            <w:tcBorders>
              <w:left w:val="single" w:sz="4" w:space="0" w:color="auto"/>
            </w:tcBorders>
          </w:tcPr>
          <w:p w14:paraId="0AE07026" w14:textId="77777777" w:rsidR="0088547B" w:rsidRDefault="0088547B" w:rsidP="0088547B">
            <w:pPr>
              <w:pStyle w:val="TableBody"/>
              <w:ind w:left="576"/>
            </w:pPr>
          </w:p>
        </w:tc>
      </w:tr>
      <w:tr w:rsidR="0088547B" w14:paraId="1CEDB301" w14:textId="77777777">
        <w:tc>
          <w:tcPr>
            <w:tcW w:w="6498" w:type="dxa"/>
            <w:tcBorders>
              <w:right w:val="single" w:sz="4" w:space="0" w:color="auto"/>
            </w:tcBorders>
          </w:tcPr>
          <w:p w14:paraId="7A474A55" w14:textId="77777777" w:rsidR="0088547B" w:rsidRPr="00AF3D9F" w:rsidRDefault="0088547B" w:rsidP="0088547B">
            <w:pPr>
              <w:pStyle w:val="TableBody"/>
              <w:ind w:left="864" w:hanging="288"/>
            </w:pPr>
            <w:r>
              <w:t>B.</w:t>
            </w:r>
            <w:r>
              <w:tab/>
            </w:r>
            <w:r w:rsidRPr="0088547B">
              <w:t xml:space="preserve">The </w:t>
            </w:r>
            <w:r w:rsidRPr="0088547B">
              <w:rPr>
                <w:b/>
              </w:rPr>
              <w:t>time value</w:t>
            </w:r>
            <w:r w:rsidRPr="00A46B85">
              <w:rPr>
                <w:b/>
              </w:rPr>
              <w:t xml:space="preserve"> of money </w:t>
            </w:r>
            <w:r w:rsidRPr="0088547B">
              <w:t>is the idea that, quite simply, money received today is worth more than money to be received one year from today (or at any other future date), because it can be used to earn interest.</w:t>
            </w:r>
          </w:p>
        </w:tc>
        <w:tc>
          <w:tcPr>
            <w:tcW w:w="2970" w:type="dxa"/>
            <w:tcBorders>
              <w:left w:val="single" w:sz="4" w:space="0" w:color="auto"/>
            </w:tcBorders>
          </w:tcPr>
          <w:p w14:paraId="1BFB90C6" w14:textId="77777777" w:rsidR="0088547B" w:rsidRDefault="0088547B" w:rsidP="0088547B">
            <w:pPr>
              <w:pStyle w:val="TableBody"/>
              <w:ind w:left="864" w:hanging="288"/>
            </w:pPr>
          </w:p>
        </w:tc>
      </w:tr>
      <w:tr w:rsidR="0088547B" w14:paraId="28E1F25E" w14:textId="77777777">
        <w:tc>
          <w:tcPr>
            <w:tcW w:w="6498" w:type="dxa"/>
            <w:tcBorders>
              <w:right w:val="single" w:sz="4" w:space="0" w:color="auto"/>
            </w:tcBorders>
          </w:tcPr>
          <w:p w14:paraId="65F8F43E" w14:textId="77777777" w:rsidR="0088547B" w:rsidRPr="0016252F" w:rsidRDefault="0016252F" w:rsidP="0016252F">
            <w:pPr>
              <w:pStyle w:val="TableBody"/>
              <w:ind w:left="288" w:hanging="288"/>
            </w:pPr>
            <w:r>
              <w:t>II</w:t>
            </w:r>
            <w:r w:rsidR="0088547B" w:rsidRPr="00AF3D9F">
              <w:t>.</w:t>
            </w:r>
            <w:r w:rsidR="0088547B" w:rsidRPr="00AF3D9F">
              <w:tab/>
            </w:r>
            <w:r>
              <w:tab/>
            </w:r>
            <w:r w:rsidR="0088547B" w:rsidRPr="00AF3D9F">
              <w:t>Future Value of a Single Amount</w:t>
            </w:r>
          </w:p>
        </w:tc>
        <w:tc>
          <w:tcPr>
            <w:tcW w:w="2970" w:type="dxa"/>
            <w:tcBorders>
              <w:left w:val="single" w:sz="4" w:space="0" w:color="auto"/>
            </w:tcBorders>
          </w:tcPr>
          <w:p w14:paraId="1ABEE849" w14:textId="77777777" w:rsidR="0088547B" w:rsidRDefault="0088547B" w:rsidP="001C1E64">
            <w:pPr>
              <w:pStyle w:val="TableBody"/>
              <w:ind w:left="288" w:hanging="288"/>
            </w:pPr>
          </w:p>
        </w:tc>
      </w:tr>
      <w:tr w:rsidR="0088547B" w14:paraId="3279B0F7" w14:textId="77777777">
        <w:tc>
          <w:tcPr>
            <w:tcW w:w="6498" w:type="dxa"/>
            <w:tcBorders>
              <w:right w:val="single" w:sz="4" w:space="0" w:color="auto"/>
            </w:tcBorders>
          </w:tcPr>
          <w:p w14:paraId="7F1BBC50" w14:textId="488F72B5" w:rsidR="0088547B" w:rsidRPr="00AF3D9F" w:rsidRDefault="0016252F" w:rsidP="00583C67">
            <w:pPr>
              <w:pStyle w:val="TableBody"/>
              <w:ind w:left="864" w:hanging="288"/>
            </w:pPr>
            <w:r>
              <w:t>A</w:t>
            </w:r>
            <w:r w:rsidR="0088547B">
              <w:t>.</w:t>
            </w:r>
            <w:r w:rsidR="0088547B">
              <w:tab/>
            </w:r>
            <w:r w:rsidR="0088547B" w:rsidRPr="00A46B85">
              <w:rPr>
                <w:b/>
              </w:rPr>
              <w:t>Future value</w:t>
            </w:r>
            <w:r w:rsidR="00583C67">
              <w:t>—</w:t>
            </w:r>
            <w:r w:rsidR="0088547B">
              <w:t>How much money you will have in the future as a result of investing a certain amount in the present.</w:t>
            </w:r>
          </w:p>
        </w:tc>
        <w:tc>
          <w:tcPr>
            <w:tcW w:w="2970" w:type="dxa"/>
            <w:tcBorders>
              <w:left w:val="single" w:sz="4" w:space="0" w:color="auto"/>
            </w:tcBorders>
          </w:tcPr>
          <w:p w14:paraId="661443CB" w14:textId="77777777" w:rsidR="0088547B" w:rsidRDefault="0088547B" w:rsidP="001C1E64">
            <w:pPr>
              <w:pStyle w:val="TableBody"/>
              <w:ind w:left="288" w:hanging="288"/>
            </w:pPr>
          </w:p>
        </w:tc>
      </w:tr>
      <w:tr w:rsidR="0088547B" w14:paraId="6D99B1AE" w14:textId="77777777">
        <w:tc>
          <w:tcPr>
            <w:tcW w:w="6498" w:type="dxa"/>
            <w:tcBorders>
              <w:right w:val="single" w:sz="4" w:space="0" w:color="auto"/>
            </w:tcBorders>
          </w:tcPr>
          <w:p w14:paraId="0186D4FE" w14:textId="77777777" w:rsidR="0088547B" w:rsidRPr="0016252F" w:rsidRDefault="0016252F" w:rsidP="0016252F">
            <w:pPr>
              <w:pStyle w:val="TableBody"/>
              <w:ind w:left="864" w:hanging="288"/>
            </w:pPr>
            <w:r>
              <w:t>B</w:t>
            </w:r>
            <w:r w:rsidR="0088547B" w:rsidRPr="00AF3D9F">
              <w:t>.</w:t>
            </w:r>
            <w:r w:rsidR="0088547B" w:rsidRPr="00AF3D9F">
              <w:tab/>
              <w:t>To solve future value problems, you need to know:</w:t>
            </w:r>
          </w:p>
        </w:tc>
        <w:tc>
          <w:tcPr>
            <w:tcW w:w="2970" w:type="dxa"/>
            <w:tcBorders>
              <w:left w:val="single" w:sz="4" w:space="0" w:color="auto"/>
            </w:tcBorders>
          </w:tcPr>
          <w:p w14:paraId="2CA5BEE9" w14:textId="77777777" w:rsidR="0088547B" w:rsidRDefault="0088547B" w:rsidP="001C1E64">
            <w:pPr>
              <w:pStyle w:val="TableBody"/>
              <w:ind w:left="288" w:hanging="288"/>
            </w:pPr>
          </w:p>
        </w:tc>
      </w:tr>
      <w:tr w:rsidR="0088547B" w14:paraId="26367C6C" w14:textId="77777777" w:rsidTr="0016252F">
        <w:tc>
          <w:tcPr>
            <w:tcW w:w="6498" w:type="dxa"/>
            <w:tcBorders>
              <w:right w:val="single" w:sz="4" w:space="0" w:color="auto"/>
            </w:tcBorders>
          </w:tcPr>
          <w:p w14:paraId="3C425F07" w14:textId="77777777" w:rsidR="0088547B" w:rsidRPr="00AF3D9F" w:rsidRDefault="0016252F" w:rsidP="0016252F">
            <w:pPr>
              <w:pStyle w:val="TableBody"/>
              <w:ind w:left="1152" w:hanging="288"/>
            </w:pPr>
            <w:r>
              <w:t>1</w:t>
            </w:r>
            <w:r w:rsidR="0088547B" w:rsidRPr="00AF3D9F">
              <w:t>.</w:t>
            </w:r>
            <w:r w:rsidR="0088547B" w:rsidRPr="00AF3D9F">
              <w:tab/>
              <w:t>Amount to be invested.</w:t>
            </w:r>
          </w:p>
          <w:p w14:paraId="594466AF" w14:textId="77777777" w:rsidR="0088547B" w:rsidRPr="00AF3D9F" w:rsidRDefault="0016252F" w:rsidP="0016252F">
            <w:pPr>
              <w:pStyle w:val="TableBody"/>
              <w:ind w:left="1152" w:hanging="288"/>
            </w:pPr>
            <w:r>
              <w:t>2</w:t>
            </w:r>
            <w:r w:rsidR="0088547B" w:rsidRPr="00AF3D9F">
              <w:t>.</w:t>
            </w:r>
            <w:r w:rsidR="0088547B" w:rsidRPr="00AF3D9F">
              <w:tab/>
              <w:t>Interest rate (</w:t>
            </w:r>
            <w:r w:rsidR="0088547B" w:rsidRPr="00AF3D9F">
              <w:rPr>
                <w:i/>
              </w:rPr>
              <w:t>i</w:t>
            </w:r>
            <w:r w:rsidR="0088547B" w:rsidRPr="00AF3D9F">
              <w:t>) the amount will earn.</w:t>
            </w:r>
          </w:p>
          <w:p w14:paraId="30242AEE" w14:textId="77777777" w:rsidR="0088547B" w:rsidRPr="00AF3D9F" w:rsidRDefault="0016252F" w:rsidP="0016252F">
            <w:pPr>
              <w:pStyle w:val="TableBody"/>
              <w:ind w:left="1152" w:hanging="288"/>
            </w:pPr>
            <w:r>
              <w:t>3</w:t>
            </w:r>
            <w:r w:rsidR="0088547B" w:rsidRPr="00AF3D9F">
              <w:t>.</w:t>
            </w:r>
            <w:r w:rsidR="0088547B" w:rsidRPr="00AF3D9F">
              <w:tab/>
              <w:t>Number of periods (</w:t>
            </w:r>
            <w:r w:rsidR="0088547B" w:rsidRPr="00AF3D9F">
              <w:rPr>
                <w:i/>
              </w:rPr>
              <w:t>n</w:t>
            </w:r>
            <w:r w:rsidR="0088547B" w:rsidRPr="00AF3D9F">
              <w:t>) in which the amount will earn interest.</w:t>
            </w:r>
          </w:p>
        </w:tc>
        <w:tc>
          <w:tcPr>
            <w:tcW w:w="2970" w:type="dxa"/>
            <w:tcBorders>
              <w:left w:val="single" w:sz="4" w:space="0" w:color="auto"/>
            </w:tcBorders>
          </w:tcPr>
          <w:p w14:paraId="768FC0C1" w14:textId="77777777" w:rsidR="0088547B" w:rsidRPr="00EB4355" w:rsidRDefault="0088547B" w:rsidP="00EB4355">
            <w:pPr>
              <w:pStyle w:val="ListParagraph"/>
              <w:numPr>
                <w:ilvl w:val="0"/>
                <w:numId w:val="7"/>
              </w:numPr>
              <w:spacing w:after="0" w:line="240" w:lineRule="auto"/>
              <w:ind w:left="288" w:hanging="288"/>
              <w:rPr>
                <w:rFonts w:ascii="Times New Roman" w:hAnsi="Times New Roman"/>
              </w:rPr>
            </w:pPr>
            <w:r w:rsidRPr="00EB4355">
              <w:rPr>
                <w:rFonts w:ascii="Times New Roman" w:hAnsi="Times New Roman"/>
              </w:rPr>
              <w:t>Supplemental Enrichment Activity</w:t>
            </w:r>
            <w:r>
              <w:rPr>
                <w:rFonts w:ascii="Times New Roman" w:hAnsi="Times New Roman"/>
              </w:rPr>
              <w:t xml:space="preserve"> </w:t>
            </w:r>
            <w:r w:rsidRPr="00EB4355">
              <w:rPr>
                <w:rFonts w:ascii="Times New Roman" w:hAnsi="Times New Roman"/>
              </w:rPr>
              <w:t>#1</w:t>
            </w:r>
          </w:p>
          <w:p w14:paraId="03E29338" w14:textId="77777777" w:rsidR="0088547B" w:rsidRPr="00EB4355" w:rsidRDefault="0088547B" w:rsidP="00EB4355">
            <w:pPr>
              <w:pStyle w:val="TableBody"/>
              <w:ind w:left="288" w:hanging="288"/>
            </w:pPr>
          </w:p>
        </w:tc>
      </w:tr>
      <w:tr w:rsidR="0088547B" w14:paraId="1DDDBF37" w14:textId="77777777">
        <w:tc>
          <w:tcPr>
            <w:tcW w:w="6498" w:type="dxa"/>
            <w:tcBorders>
              <w:right w:val="single" w:sz="4" w:space="0" w:color="auto"/>
            </w:tcBorders>
          </w:tcPr>
          <w:p w14:paraId="1350141A" w14:textId="77777777" w:rsidR="0088547B" w:rsidRPr="00AF3D9F" w:rsidRDefault="0016252F" w:rsidP="0016252F">
            <w:pPr>
              <w:pStyle w:val="TableBody"/>
              <w:ind w:left="864" w:hanging="288"/>
            </w:pPr>
            <w:r>
              <w:t>C</w:t>
            </w:r>
            <w:r w:rsidR="0088547B">
              <w:t>.</w:t>
            </w:r>
            <w:r w:rsidR="0088547B">
              <w:tab/>
              <w:t>Future value concept is based on c</w:t>
            </w:r>
            <w:r w:rsidR="0088547B" w:rsidRPr="0016252F">
              <w:t>ompound interest, which means that</w:t>
            </w:r>
            <w:r w:rsidR="0088547B">
              <w:t xml:space="preserve"> t</w:t>
            </w:r>
            <w:r w:rsidR="0088547B" w:rsidRPr="00AF3D9F">
              <w:t xml:space="preserve">he amount of interest for each period is calculated using the principal amount plus any interest not paid out in prior periods. </w:t>
            </w:r>
          </w:p>
        </w:tc>
        <w:tc>
          <w:tcPr>
            <w:tcW w:w="2970" w:type="dxa"/>
            <w:tcBorders>
              <w:left w:val="single" w:sz="4" w:space="0" w:color="auto"/>
            </w:tcBorders>
          </w:tcPr>
          <w:p w14:paraId="021FED42" w14:textId="77777777" w:rsidR="0088547B" w:rsidRDefault="0088547B" w:rsidP="001C1E64">
            <w:pPr>
              <w:pStyle w:val="TableBody"/>
              <w:ind w:left="288" w:hanging="288"/>
            </w:pPr>
          </w:p>
        </w:tc>
      </w:tr>
      <w:tr w:rsidR="0088547B" w14:paraId="0A247E1C" w14:textId="77777777">
        <w:tc>
          <w:tcPr>
            <w:tcW w:w="6498" w:type="dxa"/>
            <w:tcBorders>
              <w:right w:val="single" w:sz="4" w:space="0" w:color="auto"/>
            </w:tcBorders>
          </w:tcPr>
          <w:p w14:paraId="5EFD6A56" w14:textId="77777777" w:rsidR="0088547B" w:rsidRPr="00AF3D9F" w:rsidRDefault="0016252F" w:rsidP="00AB20DB">
            <w:pPr>
              <w:pStyle w:val="TableBody"/>
              <w:ind w:left="864" w:hanging="288"/>
            </w:pPr>
            <w:r>
              <w:t>D</w:t>
            </w:r>
            <w:r w:rsidR="0088547B" w:rsidRPr="00AF3D9F">
              <w:t>.</w:t>
            </w:r>
            <w:r w:rsidR="0088547B" w:rsidRPr="00AF3D9F">
              <w:tab/>
              <w:t xml:space="preserve">Example: On January 1, </w:t>
            </w:r>
            <w:r w:rsidR="00AB20DB">
              <w:t>2016</w:t>
            </w:r>
            <w:r w:rsidR="0088547B" w:rsidRPr="00AF3D9F">
              <w:t xml:space="preserve">, you deposit $1,000 in a savings account at 10% annual interest, compounded annually. What will the savings account balance be at </w:t>
            </w:r>
            <w:r w:rsidR="00AB20DB">
              <w:t>December 31, 2018</w:t>
            </w:r>
            <w:r w:rsidR="0088547B" w:rsidRPr="00AF3D9F">
              <w:t>?</w:t>
            </w:r>
          </w:p>
        </w:tc>
        <w:tc>
          <w:tcPr>
            <w:tcW w:w="2970" w:type="dxa"/>
            <w:tcBorders>
              <w:left w:val="single" w:sz="4" w:space="0" w:color="auto"/>
            </w:tcBorders>
          </w:tcPr>
          <w:p w14:paraId="3AE54F6B" w14:textId="77777777" w:rsidR="0088547B" w:rsidRDefault="0088547B" w:rsidP="001C1E64">
            <w:pPr>
              <w:pStyle w:val="TableBody"/>
              <w:ind w:left="288" w:hanging="288"/>
            </w:pPr>
          </w:p>
        </w:tc>
      </w:tr>
      <w:tr w:rsidR="0088547B" w14:paraId="7BF5A848" w14:textId="77777777">
        <w:tc>
          <w:tcPr>
            <w:tcW w:w="6498" w:type="dxa"/>
            <w:tcBorders>
              <w:right w:val="single" w:sz="4" w:space="0" w:color="auto"/>
            </w:tcBorders>
          </w:tcPr>
          <w:p w14:paraId="3506C187" w14:textId="77777777" w:rsidR="0088547B" w:rsidRPr="00AF3D9F" w:rsidRDefault="0016252F" w:rsidP="0016252F">
            <w:pPr>
              <w:pStyle w:val="TableBody"/>
              <w:ind w:left="864" w:hanging="288"/>
            </w:pPr>
            <w:r>
              <w:t>E</w:t>
            </w:r>
            <w:r w:rsidR="0088547B" w:rsidRPr="00AF3D9F">
              <w:t>.</w:t>
            </w:r>
            <w:r w:rsidR="0088547B" w:rsidRPr="00AF3D9F">
              <w:tab/>
            </w:r>
            <w:r w:rsidR="002869FF">
              <w:t>U</w:t>
            </w:r>
            <w:r w:rsidR="00B60719">
              <w:t>se one of the following approaches:</w:t>
            </w:r>
          </w:p>
        </w:tc>
        <w:tc>
          <w:tcPr>
            <w:tcW w:w="2970" w:type="dxa"/>
            <w:tcBorders>
              <w:left w:val="single" w:sz="4" w:space="0" w:color="auto"/>
            </w:tcBorders>
          </w:tcPr>
          <w:p w14:paraId="5F3B2B36" w14:textId="77777777" w:rsidR="0088547B" w:rsidRDefault="0088547B" w:rsidP="001C1E64">
            <w:pPr>
              <w:pStyle w:val="TableBody"/>
              <w:ind w:left="288" w:hanging="288"/>
            </w:pPr>
          </w:p>
        </w:tc>
      </w:tr>
      <w:tr w:rsidR="002F7FB5" w14:paraId="400F165E" w14:textId="77777777">
        <w:tc>
          <w:tcPr>
            <w:tcW w:w="6498" w:type="dxa"/>
            <w:tcBorders>
              <w:right w:val="single" w:sz="4" w:space="0" w:color="auto"/>
            </w:tcBorders>
          </w:tcPr>
          <w:p w14:paraId="1A45C10E" w14:textId="5466DB87" w:rsidR="002F7FB5" w:rsidRPr="00AF3D9F" w:rsidRDefault="0016252F" w:rsidP="0016252F">
            <w:pPr>
              <w:pStyle w:val="TableBody"/>
              <w:ind w:left="1152" w:hanging="288"/>
            </w:pPr>
            <w:r>
              <w:t>1</w:t>
            </w:r>
            <w:r w:rsidR="002F7FB5" w:rsidRPr="00AF3D9F">
              <w:t>.</w:t>
            </w:r>
            <w:r w:rsidR="002F7FB5" w:rsidRPr="00AF3D9F">
              <w:tab/>
            </w:r>
            <w:r w:rsidR="00B72CDD">
              <w:t>Table</w:t>
            </w:r>
            <w:r w:rsidR="00583C67">
              <w:t>—</w:t>
            </w:r>
            <w:r w:rsidR="002F7FB5" w:rsidRPr="00AF3D9F">
              <w:t>Refer</w:t>
            </w:r>
            <w:r w:rsidR="002869FF">
              <w:t>ring</w:t>
            </w:r>
            <w:r w:rsidR="002F7FB5" w:rsidRPr="00AF3D9F">
              <w:t xml:space="preserve"> to Table C</w:t>
            </w:r>
            <w:r w:rsidR="00583C67">
              <w:t>.</w:t>
            </w:r>
            <w:r w:rsidR="002F7FB5" w:rsidRPr="00AF3D9F">
              <w:t>1, Future Value of $1</w:t>
            </w:r>
            <w:r w:rsidR="002869FF">
              <w:t xml:space="preserve">, use </w:t>
            </w:r>
            <w:r w:rsidR="002F7FB5" w:rsidRPr="00AF3D9F">
              <w:t>the interest rate (</w:t>
            </w:r>
            <w:r w:rsidR="002F7FB5" w:rsidRPr="002F7FB5">
              <w:t>I = 10%</w:t>
            </w:r>
            <w:r w:rsidR="002F7FB5" w:rsidRPr="00AF3D9F">
              <w:t>) and number of periods (</w:t>
            </w:r>
            <w:r w:rsidR="002F7FB5" w:rsidRPr="002F7FB5">
              <w:t>n = 3</w:t>
            </w:r>
            <w:r w:rsidR="002F7FB5" w:rsidRPr="00AF3D9F">
              <w:t>)</w:t>
            </w:r>
            <w:r w:rsidR="002869FF">
              <w:t xml:space="preserve"> to </w:t>
            </w:r>
            <w:r w:rsidR="002F7FB5" w:rsidRPr="00AF3D9F">
              <w:t>determine the value of 1.3310</w:t>
            </w:r>
            <w:r w:rsidR="002869FF">
              <w:t>0, and m</w:t>
            </w:r>
            <w:r w:rsidR="002F7FB5" w:rsidRPr="00AF3D9F">
              <w:t xml:space="preserve">ultiply </w:t>
            </w:r>
            <w:r w:rsidR="002869FF">
              <w:t xml:space="preserve">by </w:t>
            </w:r>
            <w:r w:rsidR="002F7FB5" w:rsidRPr="00AF3D9F">
              <w:t>$1,000 to get the future value of $1,331.</w:t>
            </w:r>
          </w:p>
        </w:tc>
        <w:tc>
          <w:tcPr>
            <w:tcW w:w="2970" w:type="dxa"/>
            <w:tcBorders>
              <w:left w:val="single" w:sz="4" w:space="0" w:color="auto"/>
            </w:tcBorders>
          </w:tcPr>
          <w:p w14:paraId="010BE2F9" w14:textId="77777777" w:rsidR="002F7FB5" w:rsidRDefault="002F7FB5" w:rsidP="001C1E64">
            <w:pPr>
              <w:pStyle w:val="TableBody"/>
              <w:ind w:left="288" w:hanging="288"/>
            </w:pPr>
          </w:p>
        </w:tc>
      </w:tr>
      <w:tr w:rsidR="002F7FB5" w14:paraId="7A74B100" w14:textId="77777777">
        <w:tc>
          <w:tcPr>
            <w:tcW w:w="6498" w:type="dxa"/>
            <w:tcBorders>
              <w:right w:val="single" w:sz="4" w:space="0" w:color="auto"/>
            </w:tcBorders>
          </w:tcPr>
          <w:p w14:paraId="1DD9D890" w14:textId="0900BD10" w:rsidR="002F7FB5" w:rsidRPr="00AF3D9F" w:rsidRDefault="0016252F" w:rsidP="00455A02">
            <w:pPr>
              <w:pStyle w:val="TableBody"/>
              <w:ind w:left="1152" w:hanging="288"/>
            </w:pPr>
            <w:r>
              <w:t>2</w:t>
            </w:r>
            <w:r w:rsidR="00B60719">
              <w:t>.</w:t>
            </w:r>
            <w:r w:rsidR="00B60719">
              <w:tab/>
              <w:t>Excel</w:t>
            </w:r>
            <w:r w:rsidR="00583C67">
              <w:t>—</w:t>
            </w:r>
            <w:r w:rsidR="002869FF">
              <w:t>E</w:t>
            </w:r>
            <w:r w:rsidR="00B60719">
              <w:t xml:space="preserve">nter </w:t>
            </w:r>
            <w:r w:rsidR="00B60719" w:rsidRPr="00B60719">
              <w:t>the</w:t>
            </w:r>
            <w:r w:rsidR="00B60719">
              <w:t xml:space="preserve"> </w:t>
            </w:r>
            <w:r w:rsidR="00B60719" w:rsidRPr="00B60719">
              <w:t>following</w:t>
            </w:r>
            <w:r w:rsidR="00B60719">
              <w:t xml:space="preserve">: </w:t>
            </w:r>
            <w:r w:rsidR="00B60719" w:rsidRPr="00B60719">
              <w:t>=FV(i, n, FV pmt, PV)</w:t>
            </w:r>
            <w:r w:rsidR="002869FF">
              <w:t xml:space="preserve"> in any cell</w:t>
            </w:r>
            <w:r w:rsidR="00B60719">
              <w:t>; r</w:t>
            </w:r>
            <w:r w:rsidR="00B60719" w:rsidRPr="00B60719">
              <w:t>eplace the i with the interest rate</w:t>
            </w:r>
            <w:r w:rsidR="00455A02">
              <w:t xml:space="preserve"> (expressed as a decimal)</w:t>
            </w:r>
            <w:r w:rsidR="00B60719">
              <w:t xml:space="preserve">, </w:t>
            </w:r>
            <w:r w:rsidR="00B60719" w:rsidRPr="00B60719">
              <w:t>n</w:t>
            </w:r>
            <w:r w:rsidR="00B60719">
              <w:t xml:space="preserve"> </w:t>
            </w:r>
            <w:r w:rsidR="00B60719" w:rsidRPr="00B60719">
              <w:t>with the number of interest periods, FV pmt with the number</w:t>
            </w:r>
            <w:r w:rsidR="00B60719">
              <w:t xml:space="preserve"> </w:t>
            </w:r>
            <w:r w:rsidR="00B60719" w:rsidRPr="00B60719">
              <w:t>0, and PV with the amount invested today</w:t>
            </w:r>
            <w:r w:rsidR="002F5CE3">
              <w:t xml:space="preserve"> (</w:t>
            </w:r>
            <w:r w:rsidR="00455A02">
              <w:t>expressed</w:t>
            </w:r>
            <w:r w:rsidR="00BD7DF6">
              <w:t xml:space="preserve"> </w:t>
            </w:r>
            <w:r w:rsidR="002F5CE3">
              <w:t>as a negative number</w:t>
            </w:r>
            <w:r w:rsidR="00BD7DF6">
              <w:t xml:space="preserve"> with no commas</w:t>
            </w:r>
            <w:r w:rsidR="002F5CE3">
              <w:t>)</w:t>
            </w:r>
            <w:r w:rsidR="00B60719">
              <w:t xml:space="preserve"> to get </w:t>
            </w:r>
            <w:r w:rsidR="00B60719" w:rsidRPr="00B60719">
              <w:t xml:space="preserve">=FV(0.10, 3, 0, -1000), click </w:t>
            </w:r>
            <w:r w:rsidR="00B60719">
              <w:t xml:space="preserve">“Enter,” and </w:t>
            </w:r>
            <w:r w:rsidR="00B60719" w:rsidRPr="00B60719">
              <w:t>the Excel cell will show</w:t>
            </w:r>
            <w:r w:rsidR="00B60719">
              <w:t xml:space="preserve"> </w:t>
            </w:r>
            <w:r w:rsidR="00B60719" w:rsidRPr="00B60719">
              <w:t>$1,331.00.</w:t>
            </w:r>
          </w:p>
        </w:tc>
        <w:tc>
          <w:tcPr>
            <w:tcW w:w="2970" w:type="dxa"/>
            <w:tcBorders>
              <w:left w:val="single" w:sz="4" w:space="0" w:color="auto"/>
            </w:tcBorders>
          </w:tcPr>
          <w:p w14:paraId="4955C508" w14:textId="77777777" w:rsidR="002F7FB5" w:rsidRDefault="002F7FB5" w:rsidP="001C1E64">
            <w:pPr>
              <w:pStyle w:val="TableBody"/>
              <w:ind w:left="288" w:hanging="288"/>
            </w:pPr>
          </w:p>
        </w:tc>
      </w:tr>
      <w:tr w:rsidR="002F7FB5" w14:paraId="1DBDEC51" w14:textId="77777777">
        <w:tc>
          <w:tcPr>
            <w:tcW w:w="6498" w:type="dxa"/>
            <w:tcBorders>
              <w:right w:val="single" w:sz="4" w:space="0" w:color="auto"/>
            </w:tcBorders>
          </w:tcPr>
          <w:p w14:paraId="69B738D2" w14:textId="7C61BB51" w:rsidR="002F7FB5" w:rsidRPr="00AF3D9F" w:rsidRDefault="0016252F" w:rsidP="00583C67">
            <w:pPr>
              <w:pStyle w:val="TableBody"/>
              <w:ind w:left="1152" w:hanging="288"/>
            </w:pPr>
            <w:r>
              <w:t>3</w:t>
            </w:r>
            <w:r w:rsidR="00583C67">
              <w:t>.</w:t>
            </w:r>
            <w:r w:rsidR="00B60719">
              <w:tab/>
              <w:t>Financial calculator app</w:t>
            </w:r>
            <w:r w:rsidR="00583C67">
              <w:t>—</w:t>
            </w:r>
            <w:r w:rsidR="002F5CE3">
              <w:t>Using</w:t>
            </w:r>
            <w:r w:rsidR="00BD7DF6">
              <w:t xml:space="preserve"> the free TMV app made by Bis</w:t>
            </w:r>
            <w:r w:rsidR="00B60719">
              <w:t>hinew In</w:t>
            </w:r>
            <w:r w:rsidR="002F5CE3">
              <w:t>c., leave the “Mode” selection at its default</w:t>
            </w:r>
            <w:r w:rsidR="00455A02">
              <w:t xml:space="preserve"> (End)</w:t>
            </w:r>
            <w:r w:rsidR="002F5CE3">
              <w:t xml:space="preserve">, </w:t>
            </w:r>
            <w:r w:rsidR="002F5CE3" w:rsidRPr="002F5CE3">
              <w:t>enter the present value</w:t>
            </w:r>
            <w:r w:rsidR="002F5CE3">
              <w:t xml:space="preserve"> </w:t>
            </w:r>
            <w:r w:rsidR="002F5CE3" w:rsidRPr="002F5CE3">
              <w:t>invested today as a negative number, enter the number 0 in the</w:t>
            </w:r>
            <w:r w:rsidR="002F5CE3">
              <w:t xml:space="preserve"> </w:t>
            </w:r>
            <w:r w:rsidR="002F5CE3" w:rsidRPr="002F5CE3">
              <w:t>payment field, leave the Future Value field blank, enter the annual</w:t>
            </w:r>
            <w:r w:rsidR="002F5CE3">
              <w:t xml:space="preserve"> </w:t>
            </w:r>
            <w:r w:rsidR="002F5CE3" w:rsidRPr="002F5CE3">
              <w:t>interest rate as a whole number, enter the</w:t>
            </w:r>
            <w:r w:rsidR="002F5CE3">
              <w:t xml:space="preserve"> </w:t>
            </w:r>
            <w:r w:rsidR="002F5CE3" w:rsidRPr="002F5CE3">
              <w:t>number of interest periods, select the applicable compounding</w:t>
            </w:r>
            <w:r w:rsidR="002F5CE3">
              <w:t xml:space="preserve"> </w:t>
            </w:r>
            <w:r w:rsidR="002F5CE3" w:rsidRPr="002F5CE3">
              <w:t>frequency (annually)</w:t>
            </w:r>
            <w:r w:rsidR="002F5CE3">
              <w:t xml:space="preserve">, </w:t>
            </w:r>
            <w:r w:rsidR="002F5CE3" w:rsidRPr="002F5CE3">
              <w:t xml:space="preserve">click the FV button to the right of that empty field, </w:t>
            </w:r>
            <w:r w:rsidR="002F5CE3">
              <w:t xml:space="preserve">and </w:t>
            </w:r>
            <w:r w:rsidR="002F5CE3" w:rsidRPr="002F5CE3">
              <w:t>the future value (1,331.00) will appear in the Future Value field.</w:t>
            </w:r>
          </w:p>
        </w:tc>
        <w:tc>
          <w:tcPr>
            <w:tcW w:w="2970" w:type="dxa"/>
            <w:tcBorders>
              <w:left w:val="single" w:sz="4" w:space="0" w:color="auto"/>
            </w:tcBorders>
          </w:tcPr>
          <w:p w14:paraId="350BB8D1" w14:textId="77777777" w:rsidR="002F7FB5" w:rsidRDefault="002F7FB5" w:rsidP="001C1E64">
            <w:pPr>
              <w:pStyle w:val="TableBody"/>
              <w:ind w:left="288" w:hanging="288"/>
            </w:pPr>
          </w:p>
        </w:tc>
      </w:tr>
    </w:tbl>
    <w:p w14:paraId="1A1F905B" w14:textId="77777777" w:rsidR="0016252F" w:rsidRDefault="0016252F">
      <w:r>
        <w:rPr>
          <w:b/>
        </w:rPr>
        <w:br w:type="page"/>
      </w:r>
    </w:p>
    <w:tbl>
      <w:tblPr>
        <w:tblW w:w="0" w:type="auto"/>
        <w:tblLayout w:type="fixed"/>
        <w:tblLook w:val="01E0" w:firstRow="1" w:lastRow="1" w:firstColumn="1" w:lastColumn="1" w:noHBand="0" w:noVBand="0"/>
      </w:tblPr>
      <w:tblGrid>
        <w:gridCol w:w="6498"/>
        <w:gridCol w:w="2970"/>
      </w:tblGrid>
      <w:tr w:rsidR="0092700F" w:rsidRPr="00D047A7" w14:paraId="7BD1EB37" w14:textId="77777777" w:rsidTr="00DC66AA">
        <w:tc>
          <w:tcPr>
            <w:tcW w:w="6498" w:type="dxa"/>
            <w:tcBorders>
              <w:right w:val="single" w:sz="4" w:space="0" w:color="auto"/>
            </w:tcBorders>
          </w:tcPr>
          <w:p w14:paraId="47F1BDFD" w14:textId="77777777" w:rsidR="0092700F" w:rsidRPr="005A0116" w:rsidRDefault="0092700F" w:rsidP="00DC66AA">
            <w:pPr>
              <w:pStyle w:val="Heading1"/>
            </w:pPr>
            <w:r>
              <w:lastRenderedPageBreak/>
              <w:br w:type="page"/>
            </w:r>
            <w:r w:rsidRPr="005A0116">
              <w:t>Appendix Outline</w:t>
            </w:r>
          </w:p>
        </w:tc>
        <w:tc>
          <w:tcPr>
            <w:tcW w:w="2970" w:type="dxa"/>
            <w:tcBorders>
              <w:left w:val="single" w:sz="4" w:space="0" w:color="auto"/>
            </w:tcBorders>
          </w:tcPr>
          <w:p w14:paraId="20125EF7" w14:textId="77777777" w:rsidR="0092700F" w:rsidRPr="005A0116" w:rsidRDefault="0092700F" w:rsidP="00DC66AA">
            <w:pPr>
              <w:pStyle w:val="Heading1"/>
            </w:pPr>
            <w:r w:rsidRPr="005A0116">
              <w:t>Teaching Notes</w:t>
            </w:r>
          </w:p>
        </w:tc>
      </w:tr>
      <w:tr w:rsidR="002F7FB5" w14:paraId="6D886B6C" w14:textId="77777777">
        <w:tc>
          <w:tcPr>
            <w:tcW w:w="6498" w:type="dxa"/>
            <w:tcBorders>
              <w:right w:val="single" w:sz="4" w:space="0" w:color="auto"/>
            </w:tcBorders>
          </w:tcPr>
          <w:p w14:paraId="3F3993BE" w14:textId="77777777" w:rsidR="002F7FB5" w:rsidRPr="00AF3D9F" w:rsidRDefault="0016252F" w:rsidP="0016252F">
            <w:pPr>
              <w:pStyle w:val="TableBody"/>
              <w:rPr>
                <w:i/>
                <w:iCs/>
              </w:rPr>
            </w:pPr>
            <w:r>
              <w:t>III</w:t>
            </w:r>
            <w:r w:rsidR="002F7FB5" w:rsidRPr="00AF3D9F">
              <w:t>.</w:t>
            </w:r>
            <w:r w:rsidR="002F7FB5" w:rsidRPr="00AF3D9F">
              <w:tab/>
            </w:r>
            <w:r>
              <w:tab/>
            </w:r>
            <w:r w:rsidR="002F7FB5" w:rsidRPr="00AF3D9F">
              <w:t>Present Value of a Single Amount</w:t>
            </w:r>
          </w:p>
        </w:tc>
        <w:tc>
          <w:tcPr>
            <w:tcW w:w="2970" w:type="dxa"/>
            <w:tcBorders>
              <w:left w:val="single" w:sz="4" w:space="0" w:color="auto"/>
            </w:tcBorders>
          </w:tcPr>
          <w:p w14:paraId="1EE5B61E" w14:textId="77777777" w:rsidR="002F7FB5" w:rsidRDefault="002F7FB5" w:rsidP="001C1E64">
            <w:pPr>
              <w:pStyle w:val="TableBody"/>
              <w:ind w:left="288" w:hanging="288"/>
            </w:pPr>
          </w:p>
        </w:tc>
      </w:tr>
      <w:tr w:rsidR="002F7FB5" w14:paraId="5E61C68B" w14:textId="77777777">
        <w:tc>
          <w:tcPr>
            <w:tcW w:w="6498" w:type="dxa"/>
            <w:tcBorders>
              <w:right w:val="single" w:sz="4" w:space="0" w:color="auto"/>
            </w:tcBorders>
          </w:tcPr>
          <w:p w14:paraId="258DF5DD" w14:textId="77777777" w:rsidR="002F7FB5" w:rsidRPr="00AF3D9F" w:rsidRDefault="0016252F" w:rsidP="0016252F">
            <w:pPr>
              <w:pStyle w:val="TableBody"/>
              <w:ind w:left="864" w:hanging="288"/>
            </w:pPr>
            <w:r>
              <w:t>A</w:t>
            </w:r>
            <w:r w:rsidR="002F7FB5" w:rsidRPr="00AF3D9F">
              <w:t>.</w:t>
            </w:r>
            <w:r w:rsidR="002F7FB5" w:rsidRPr="00AF3D9F">
              <w:tab/>
              <w:t xml:space="preserve">The </w:t>
            </w:r>
            <w:r w:rsidR="002F7FB5" w:rsidRPr="00A46B85">
              <w:rPr>
                <w:b/>
              </w:rPr>
              <w:t>present value</w:t>
            </w:r>
            <w:r w:rsidR="002F7FB5" w:rsidRPr="00AF3D9F">
              <w:t xml:space="preserve"> of a single amount is the worth to you toda</w:t>
            </w:r>
            <w:r w:rsidR="00BD7DF6">
              <w:t>y of receiving that amount some</w:t>
            </w:r>
            <w:r w:rsidR="002F7FB5" w:rsidRPr="00AF3D9F">
              <w:t xml:space="preserve">time in the future. </w:t>
            </w:r>
          </w:p>
        </w:tc>
        <w:tc>
          <w:tcPr>
            <w:tcW w:w="2970" w:type="dxa"/>
            <w:tcBorders>
              <w:left w:val="single" w:sz="4" w:space="0" w:color="auto"/>
            </w:tcBorders>
          </w:tcPr>
          <w:p w14:paraId="521DDADA" w14:textId="77777777" w:rsidR="002F7FB5" w:rsidRDefault="002F7FB5" w:rsidP="00EB4355">
            <w:pPr>
              <w:pStyle w:val="ListParagraph"/>
              <w:numPr>
                <w:ilvl w:val="0"/>
                <w:numId w:val="7"/>
              </w:numPr>
              <w:spacing w:after="0" w:line="240" w:lineRule="auto"/>
              <w:ind w:left="288" w:hanging="288"/>
            </w:pPr>
            <w:r w:rsidRPr="00EB4355">
              <w:rPr>
                <w:rFonts w:ascii="Times New Roman" w:hAnsi="Times New Roman"/>
              </w:rPr>
              <w:t>Supplemental Enrichment Activity</w:t>
            </w:r>
            <w:r>
              <w:rPr>
                <w:rFonts w:ascii="Times New Roman" w:hAnsi="Times New Roman"/>
              </w:rPr>
              <w:t xml:space="preserve"> </w:t>
            </w:r>
            <w:r w:rsidRPr="00EB4355">
              <w:rPr>
                <w:rFonts w:ascii="Times New Roman" w:hAnsi="Times New Roman"/>
              </w:rPr>
              <w:t>#1</w:t>
            </w:r>
          </w:p>
        </w:tc>
      </w:tr>
      <w:tr w:rsidR="002F7FB5" w14:paraId="7834B0BF" w14:textId="77777777">
        <w:tc>
          <w:tcPr>
            <w:tcW w:w="6498" w:type="dxa"/>
            <w:tcBorders>
              <w:right w:val="single" w:sz="4" w:space="0" w:color="auto"/>
            </w:tcBorders>
          </w:tcPr>
          <w:p w14:paraId="680AAB2B" w14:textId="77777777" w:rsidR="002F7FB5" w:rsidRPr="00AF3D9F" w:rsidRDefault="0016252F" w:rsidP="0016252F">
            <w:pPr>
              <w:pStyle w:val="TableBody"/>
              <w:ind w:left="864" w:hanging="288"/>
            </w:pPr>
            <w:r>
              <w:t>B</w:t>
            </w:r>
            <w:r w:rsidR="002F7FB5" w:rsidRPr="00AF3D9F">
              <w:t>.</w:t>
            </w:r>
            <w:r w:rsidR="002F7FB5" w:rsidRPr="00AF3D9F">
              <w:tab/>
              <w:t>Example:</w:t>
            </w:r>
            <w:r w:rsidR="002F7FB5">
              <w:t xml:space="preserve"> On January 1, </w:t>
            </w:r>
            <w:r w:rsidR="00AB20DB">
              <w:t>2016</w:t>
            </w:r>
            <w:r w:rsidR="002F7FB5">
              <w:t>, you</w:t>
            </w:r>
            <w:r w:rsidR="002F7FB5" w:rsidRPr="00AF3D9F">
              <w:t xml:space="preserve"> have the opportunity to </w:t>
            </w:r>
            <w:r w:rsidR="002F7FB5">
              <w:t xml:space="preserve">invest in a financial instrument that would pay you </w:t>
            </w:r>
            <w:r w:rsidR="002F7FB5" w:rsidRPr="00AF3D9F">
              <w:t xml:space="preserve">$1,000 </w:t>
            </w:r>
            <w:r w:rsidR="002F7FB5">
              <w:t xml:space="preserve">in 3 years. </w:t>
            </w:r>
            <w:r w:rsidR="002F7FB5" w:rsidRPr="00AF3D9F">
              <w:t>At an interest rate of 10% per year, how much is the $1,000 paymen</w:t>
            </w:r>
            <w:r w:rsidR="002F7FB5">
              <w:t xml:space="preserve">t worth to you on January 1, </w:t>
            </w:r>
            <w:r w:rsidR="00AB20DB">
              <w:t>2016</w:t>
            </w:r>
            <w:r w:rsidR="002F7FB5" w:rsidRPr="00AF3D9F">
              <w:t>?</w:t>
            </w:r>
          </w:p>
        </w:tc>
        <w:tc>
          <w:tcPr>
            <w:tcW w:w="2970" w:type="dxa"/>
            <w:tcBorders>
              <w:left w:val="single" w:sz="4" w:space="0" w:color="auto"/>
            </w:tcBorders>
          </w:tcPr>
          <w:p w14:paraId="7C55874E" w14:textId="77777777" w:rsidR="002F7FB5" w:rsidRDefault="002F7FB5" w:rsidP="001C1E64">
            <w:pPr>
              <w:pStyle w:val="TableBody"/>
              <w:ind w:left="288" w:hanging="288"/>
            </w:pPr>
          </w:p>
        </w:tc>
      </w:tr>
      <w:tr w:rsidR="00AD16FC" w14:paraId="7FD2E1DB" w14:textId="77777777">
        <w:tc>
          <w:tcPr>
            <w:tcW w:w="6498" w:type="dxa"/>
            <w:tcBorders>
              <w:right w:val="single" w:sz="4" w:space="0" w:color="auto"/>
            </w:tcBorders>
          </w:tcPr>
          <w:p w14:paraId="186D8181" w14:textId="77777777" w:rsidR="00AD16FC" w:rsidRPr="00AF3D9F" w:rsidRDefault="0016252F" w:rsidP="0016252F">
            <w:pPr>
              <w:pStyle w:val="TableBody"/>
              <w:ind w:left="864" w:hanging="288"/>
            </w:pPr>
            <w:r>
              <w:t>C</w:t>
            </w:r>
            <w:r w:rsidR="00AD16FC" w:rsidRPr="00AF3D9F">
              <w:t>.</w:t>
            </w:r>
            <w:r w:rsidR="00AD16FC" w:rsidRPr="00AF3D9F">
              <w:tab/>
            </w:r>
            <w:r w:rsidR="00AD16FC">
              <w:t>Use one of the following approaches:</w:t>
            </w:r>
          </w:p>
        </w:tc>
        <w:tc>
          <w:tcPr>
            <w:tcW w:w="2970" w:type="dxa"/>
            <w:tcBorders>
              <w:left w:val="single" w:sz="4" w:space="0" w:color="auto"/>
            </w:tcBorders>
          </w:tcPr>
          <w:p w14:paraId="3C0DFDEB" w14:textId="77777777" w:rsidR="00AD16FC" w:rsidRDefault="00AD16FC" w:rsidP="001C1E64">
            <w:pPr>
              <w:pStyle w:val="TableBody"/>
              <w:ind w:left="288" w:hanging="288"/>
            </w:pPr>
          </w:p>
        </w:tc>
      </w:tr>
      <w:tr w:rsidR="00AD16FC" w14:paraId="3B695CA1" w14:textId="77777777">
        <w:tc>
          <w:tcPr>
            <w:tcW w:w="6498" w:type="dxa"/>
            <w:tcBorders>
              <w:right w:val="single" w:sz="4" w:space="0" w:color="auto"/>
            </w:tcBorders>
          </w:tcPr>
          <w:p w14:paraId="582F8552" w14:textId="02A84339" w:rsidR="00AD16FC" w:rsidRPr="00AF3D9F" w:rsidRDefault="0016252F" w:rsidP="00583C67">
            <w:pPr>
              <w:pStyle w:val="TableBody"/>
              <w:ind w:left="1152" w:hanging="288"/>
            </w:pPr>
            <w:r>
              <w:t>1</w:t>
            </w:r>
            <w:r w:rsidR="00AD16FC" w:rsidRPr="00AF3D9F">
              <w:t>.</w:t>
            </w:r>
            <w:r w:rsidR="00AD16FC" w:rsidRPr="00AF3D9F">
              <w:tab/>
            </w:r>
            <w:r w:rsidR="00B72CDD">
              <w:t>Table</w:t>
            </w:r>
            <w:r w:rsidR="00583C67">
              <w:t>—</w:t>
            </w:r>
            <w:r w:rsidR="00AD16FC" w:rsidRPr="00AF3D9F">
              <w:t>Refe</w:t>
            </w:r>
            <w:r w:rsidR="00A74EF3">
              <w:t>r</w:t>
            </w:r>
            <w:r w:rsidR="00AD16FC">
              <w:t>ring</w:t>
            </w:r>
            <w:r w:rsidR="00AD16FC" w:rsidRPr="00AF3D9F">
              <w:t xml:space="preserve"> to Table C</w:t>
            </w:r>
            <w:r w:rsidR="00583C67">
              <w:t>.</w:t>
            </w:r>
            <w:r w:rsidR="00AD16FC" w:rsidRPr="00AF3D9F">
              <w:t>2, Present Value of $1</w:t>
            </w:r>
            <w:r w:rsidR="00AD16FC">
              <w:t>, use</w:t>
            </w:r>
            <w:r w:rsidR="00AD16FC" w:rsidRPr="00AF3D9F">
              <w:t xml:space="preserve"> the interest rate (</w:t>
            </w:r>
            <w:r w:rsidR="00AD16FC" w:rsidRPr="00AD16FC">
              <w:t>I = 10%</w:t>
            </w:r>
            <w:r w:rsidR="00AD16FC" w:rsidRPr="00AF3D9F">
              <w:t>) and number of periods (</w:t>
            </w:r>
            <w:r w:rsidR="00AD16FC" w:rsidRPr="00AD16FC">
              <w:t>n = 3</w:t>
            </w:r>
            <w:r w:rsidR="00AD16FC" w:rsidRPr="00AF3D9F">
              <w:t>)</w:t>
            </w:r>
            <w:r w:rsidR="00AD16FC">
              <w:t xml:space="preserve"> to </w:t>
            </w:r>
            <w:r w:rsidR="00AD16FC" w:rsidRPr="00AF3D9F">
              <w:t xml:space="preserve">determine the value of </w:t>
            </w:r>
            <w:r w:rsidR="00AD16FC">
              <w:t>0.75131, and m</w:t>
            </w:r>
            <w:r w:rsidR="00AD16FC" w:rsidRPr="00AF3D9F">
              <w:t xml:space="preserve">ultiply </w:t>
            </w:r>
            <w:r w:rsidR="00AD16FC">
              <w:t xml:space="preserve">by </w:t>
            </w:r>
            <w:r w:rsidR="00AD16FC" w:rsidRPr="00AF3D9F">
              <w:t>$1,000 to get the present value of $</w:t>
            </w:r>
            <w:r w:rsidR="003D08B8">
              <w:t>751.31</w:t>
            </w:r>
            <w:r w:rsidR="00AD16FC" w:rsidRPr="00AF3D9F">
              <w:t>.</w:t>
            </w:r>
          </w:p>
        </w:tc>
        <w:tc>
          <w:tcPr>
            <w:tcW w:w="2970" w:type="dxa"/>
            <w:tcBorders>
              <w:left w:val="single" w:sz="4" w:space="0" w:color="auto"/>
            </w:tcBorders>
          </w:tcPr>
          <w:p w14:paraId="321A70E2" w14:textId="77777777" w:rsidR="00AD16FC" w:rsidRDefault="00AD16FC" w:rsidP="001C1E64">
            <w:pPr>
              <w:pStyle w:val="TableBody"/>
              <w:ind w:left="288" w:hanging="288"/>
            </w:pPr>
          </w:p>
        </w:tc>
      </w:tr>
      <w:tr w:rsidR="00A74EF3" w14:paraId="5E103CB0" w14:textId="77777777">
        <w:tc>
          <w:tcPr>
            <w:tcW w:w="6498" w:type="dxa"/>
            <w:tcBorders>
              <w:right w:val="single" w:sz="4" w:space="0" w:color="auto"/>
            </w:tcBorders>
          </w:tcPr>
          <w:p w14:paraId="54134DC0" w14:textId="7B3646C2" w:rsidR="00A74EF3" w:rsidRPr="00AF3D9F" w:rsidRDefault="0016252F" w:rsidP="00583C67">
            <w:pPr>
              <w:pStyle w:val="TableBody"/>
              <w:ind w:left="1152" w:hanging="288"/>
            </w:pPr>
            <w:r>
              <w:t>2</w:t>
            </w:r>
            <w:r w:rsidR="00A74EF3">
              <w:t>.</w:t>
            </w:r>
            <w:r w:rsidR="00A74EF3">
              <w:tab/>
              <w:t>Excel</w:t>
            </w:r>
            <w:r w:rsidR="00583C67">
              <w:t>—</w:t>
            </w:r>
            <w:r w:rsidR="00A74EF3">
              <w:t xml:space="preserve">Enter </w:t>
            </w:r>
            <w:r w:rsidR="00A74EF3" w:rsidRPr="00B60719">
              <w:t>the</w:t>
            </w:r>
            <w:r w:rsidR="00A74EF3">
              <w:t xml:space="preserve"> </w:t>
            </w:r>
            <w:r w:rsidR="00A74EF3" w:rsidRPr="00B60719">
              <w:t>following</w:t>
            </w:r>
            <w:r w:rsidR="00A74EF3">
              <w:t>: =P</w:t>
            </w:r>
            <w:r w:rsidR="00A74EF3" w:rsidRPr="00B60719">
              <w:t xml:space="preserve">V(i, n, </w:t>
            </w:r>
            <w:r w:rsidR="00A74EF3">
              <w:t>P</w:t>
            </w:r>
            <w:r w:rsidR="00A74EF3" w:rsidRPr="00B60719">
              <w:t xml:space="preserve">V pmt, </w:t>
            </w:r>
            <w:r w:rsidR="00A74EF3">
              <w:t>F</w:t>
            </w:r>
            <w:r w:rsidR="00A74EF3" w:rsidRPr="00B60719">
              <w:t>V)</w:t>
            </w:r>
            <w:r w:rsidR="00A74EF3">
              <w:t xml:space="preserve"> in any cell; </w:t>
            </w:r>
            <w:r w:rsidR="008D4237">
              <w:t>r</w:t>
            </w:r>
            <w:r w:rsidR="008D4237" w:rsidRPr="008D4237">
              <w:t>eplace</w:t>
            </w:r>
            <w:r w:rsidR="00455A02">
              <w:t xml:space="preserve"> the i with the interest rate</w:t>
            </w:r>
            <w:r w:rsidR="006579E3">
              <w:t xml:space="preserve"> (expressed as a decimal)</w:t>
            </w:r>
            <w:r w:rsidR="00455A02">
              <w:t xml:space="preserve">, </w:t>
            </w:r>
            <w:r w:rsidR="008D4237" w:rsidRPr="008D4237">
              <w:t>n</w:t>
            </w:r>
            <w:r w:rsidR="008D4237">
              <w:t xml:space="preserve"> </w:t>
            </w:r>
            <w:r w:rsidR="008D4237" w:rsidRPr="008D4237">
              <w:t>with the number of interest periods, PV pmt with the number</w:t>
            </w:r>
            <w:r w:rsidR="008D4237">
              <w:t xml:space="preserve"> </w:t>
            </w:r>
            <w:r w:rsidR="008D4237" w:rsidRPr="008D4237">
              <w:t>0, and FV with the amount to be received in the future (</w:t>
            </w:r>
            <w:r w:rsidR="00455A02">
              <w:t>expressed as</w:t>
            </w:r>
            <w:r w:rsidR="008D4237" w:rsidRPr="008D4237">
              <w:t xml:space="preserve"> a negative number</w:t>
            </w:r>
            <w:r w:rsidR="00BD7DF6">
              <w:t xml:space="preserve"> with no commas</w:t>
            </w:r>
            <w:r w:rsidR="008D4237" w:rsidRPr="008D4237">
              <w:t>)</w:t>
            </w:r>
            <w:r w:rsidR="008D4237">
              <w:t xml:space="preserve"> </w:t>
            </w:r>
            <w:r w:rsidR="00A74EF3">
              <w:t xml:space="preserve">to get </w:t>
            </w:r>
            <w:r w:rsidR="00A74EF3" w:rsidRPr="00B60719">
              <w:t>=</w:t>
            </w:r>
            <w:r w:rsidR="008D4237" w:rsidRPr="008D4237">
              <w:t>PV(0.10, 3, 0, -1000)</w:t>
            </w:r>
            <w:r w:rsidR="00A74EF3" w:rsidRPr="00B60719">
              <w:t xml:space="preserve">, click </w:t>
            </w:r>
            <w:r w:rsidR="00A74EF3">
              <w:t xml:space="preserve">“Enter,” and </w:t>
            </w:r>
            <w:r w:rsidR="00A74EF3" w:rsidRPr="00B60719">
              <w:t>the Excel cell will show</w:t>
            </w:r>
            <w:r w:rsidR="00A74EF3">
              <w:t xml:space="preserve"> </w:t>
            </w:r>
            <w:r w:rsidR="00A74EF3" w:rsidRPr="00B60719">
              <w:t>$</w:t>
            </w:r>
            <w:r w:rsidR="008D4237">
              <w:t>751.31</w:t>
            </w:r>
            <w:r w:rsidR="00A74EF3" w:rsidRPr="00B60719">
              <w:t>.</w:t>
            </w:r>
          </w:p>
        </w:tc>
        <w:tc>
          <w:tcPr>
            <w:tcW w:w="2970" w:type="dxa"/>
            <w:tcBorders>
              <w:left w:val="single" w:sz="4" w:space="0" w:color="auto"/>
            </w:tcBorders>
          </w:tcPr>
          <w:p w14:paraId="039AA09C" w14:textId="77777777" w:rsidR="00A74EF3" w:rsidRDefault="00A74EF3" w:rsidP="001C1E64">
            <w:pPr>
              <w:pStyle w:val="TableBody"/>
              <w:ind w:left="288" w:hanging="288"/>
            </w:pPr>
          </w:p>
        </w:tc>
      </w:tr>
      <w:tr w:rsidR="00A74EF3" w14:paraId="1089A776" w14:textId="77777777">
        <w:tc>
          <w:tcPr>
            <w:tcW w:w="6498" w:type="dxa"/>
            <w:tcBorders>
              <w:right w:val="single" w:sz="4" w:space="0" w:color="auto"/>
            </w:tcBorders>
          </w:tcPr>
          <w:p w14:paraId="2FF518BC" w14:textId="6C457FC7" w:rsidR="00A74EF3" w:rsidRPr="00AF3D9F" w:rsidRDefault="0016252F" w:rsidP="00583C67">
            <w:pPr>
              <w:pStyle w:val="TableBody"/>
              <w:ind w:left="1152" w:hanging="288"/>
            </w:pPr>
            <w:r>
              <w:t>3</w:t>
            </w:r>
            <w:r w:rsidR="00A74EF3">
              <w:tab/>
              <w:t>Financial calculator app</w:t>
            </w:r>
            <w:r w:rsidR="00583C67">
              <w:t>—</w:t>
            </w:r>
            <w:r w:rsidR="00A74EF3">
              <w:t>Using the TMV app</w:t>
            </w:r>
            <w:r w:rsidR="008D4237">
              <w:t xml:space="preserve">, </w:t>
            </w:r>
            <w:r w:rsidR="008D4237" w:rsidRPr="008D4237">
              <w:t>leave the “Mode” selection at its default (End), leave</w:t>
            </w:r>
            <w:r w:rsidR="008D4237">
              <w:t xml:space="preserve"> </w:t>
            </w:r>
            <w:r w:rsidR="008D4237" w:rsidRPr="008D4237">
              <w:t>the Present Value field blank, enter the number 0 in the Payment field,</w:t>
            </w:r>
            <w:r w:rsidR="008D4237">
              <w:t xml:space="preserve"> </w:t>
            </w:r>
            <w:r w:rsidR="008D4237" w:rsidRPr="008D4237">
              <w:t>enter the Future Value as a negative number</w:t>
            </w:r>
            <w:r w:rsidR="008D4237">
              <w:t>,</w:t>
            </w:r>
            <w:r w:rsidR="008D4237" w:rsidRPr="008D4237">
              <w:t xml:space="preserve"> enter the annual</w:t>
            </w:r>
            <w:r w:rsidR="008D4237">
              <w:t xml:space="preserve"> </w:t>
            </w:r>
            <w:r w:rsidR="008D4237" w:rsidRPr="008D4237">
              <w:t>interest rate as a whole number, enter the number of interest</w:t>
            </w:r>
            <w:r w:rsidR="008D4237">
              <w:t xml:space="preserve"> </w:t>
            </w:r>
            <w:r w:rsidR="008D4237" w:rsidRPr="008D4237">
              <w:t>periods</w:t>
            </w:r>
            <w:r w:rsidR="0092700F">
              <w:t>,</w:t>
            </w:r>
            <w:r w:rsidR="008D4237" w:rsidRPr="008D4237">
              <w:t xml:space="preserve"> and select the compounding frequency (annually)</w:t>
            </w:r>
            <w:r w:rsidR="0092700F">
              <w:t xml:space="preserve">, </w:t>
            </w:r>
            <w:r w:rsidR="008D4237">
              <w:t>c</w:t>
            </w:r>
            <w:r w:rsidR="008D4237" w:rsidRPr="008D4237">
              <w:t>lick the PV button t</w:t>
            </w:r>
            <w:r w:rsidR="008D4237">
              <w:t>o the right of that empty field</w:t>
            </w:r>
            <w:r w:rsidR="0092700F">
              <w:t>,</w:t>
            </w:r>
            <w:r w:rsidR="008D4237">
              <w:t xml:space="preserve"> and</w:t>
            </w:r>
            <w:r w:rsidR="008D4237" w:rsidRPr="008D4237">
              <w:t xml:space="preserve"> (751.31) will appear in the Present Value field.</w:t>
            </w:r>
          </w:p>
        </w:tc>
        <w:tc>
          <w:tcPr>
            <w:tcW w:w="2970" w:type="dxa"/>
            <w:tcBorders>
              <w:left w:val="single" w:sz="4" w:space="0" w:color="auto"/>
            </w:tcBorders>
          </w:tcPr>
          <w:p w14:paraId="68C2B43E" w14:textId="77777777" w:rsidR="00A74EF3" w:rsidRDefault="00A74EF3" w:rsidP="001C1E64">
            <w:pPr>
              <w:pStyle w:val="TableBody"/>
              <w:ind w:left="288" w:hanging="288"/>
            </w:pPr>
          </w:p>
        </w:tc>
      </w:tr>
      <w:tr w:rsidR="00AD16FC" w:rsidRPr="00F462D0" w14:paraId="34C29191" w14:textId="77777777" w:rsidTr="00245F59">
        <w:tc>
          <w:tcPr>
            <w:tcW w:w="6498" w:type="dxa"/>
            <w:tcBorders>
              <w:right w:val="single" w:sz="4" w:space="0" w:color="auto"/>
            </w:tcBorders>
          </w:tcPr>
          <w:p w14:paraId="0BEA13CA" w14:textId="77777777" w:rsidR="00AD16FC" w:rsidRPr="00AF3D9F" w:rsidRDefault="00AD16FC" w:rsidP="0016252F">
            <w:pPr>
              <w:pStyle w:val="TableBody"/>
            </w:pPr>
            <w:r w:rsidRPr="00AF3D9F">
              <w:t>I</w:t>
            </w:r>
            <w:r w:rsidR="0016252F">
              <w:t>V</w:t>
            </w:r>
            <w:r w:rsidR="00583C67">
              <w:t>.</w:t>
            </w:r>
            <w:r w:rsidRPr="00AF3D9F">
              <w:tab/>
            </w:r>
            <w:r w:rsidRPr="00AF3D9F">
              <w:tab/>
              <w:t xml:space="preserve">Future </w:t>
            </w:r>
            <w:r w:rsidR="00B72CDD">
              <w:t xml:space="preserve">Value </w:t>
            </w:r>
            <w:r w:rsidRPr="00AF3D9F">
              <w:t>of an Annuity</w:t>
            </w:r>
          </w:p>
        </w:tc>
        <w:tc>
          <w:tcPr>
            <w:tcW w:w="2970" w:type="dxa"/>
            <w:tcBorders>
              <w:left w:val="single" w:sz="4" w:space="0" w:color="auto"/>
            </w:tcBorders>
          </w:tcPr>
          <w:p w14:paraId="2E05EF85" w14:textId="77777777" w:rsidR="00AD16FC" w:rsidRPr="00D72F0A" w:rsidRDefault="00AD16FC" w:rsidP="00245F59">
            <w:pPr>
              <w:pStyle w:val="TableBody"/>
              <w:ind w:left="288" w:hanging="288"/>
            </w:pPr>
          </w:p>
        </w:tc>
      </w:tr>
      <w:tr w:rsidR="00AD16FC" w14:paraId="0301696E" w14:textId="77777777" w:rsidTr="00245F59">
        <w:tc>
          <w:tcPr>
            <w:tcW w:w="6498" w:type="dxa"/>
            <w:tcBorders>
              <w:right w:val="single" w:sz="4" w:space="0" w:color="auto"/>
            </w:tcBorders>
          </w:tcPr>
          <w:p w14:paraId="27572FC2" w14:textId="3E303654" w:rsidR="00AD16FC" w:rsidRPr="00AF3D9F" w:rsidRDefault="0016252F" w:rsidP="00583C67">
            <w:pPr>
              <w:pStyle w:val="TableBody"/>
              <w:ind w:left="864" w:hanging="288"/>
            </w:pPr>
            <w:r>
              <w:t>A</w:t>
            </w:r>
            <w:r w:rsidR="00AD16FC" w:rsidRPr="00AF3D9F">
              <w:tab/>
            </w:r>
            <w:r w:rsidR="00AD16FC" w:rsidRPr="00795021">
              <w:rPr>
                <w:b/>
              </w:rPr>
              <w:t>Annuity</w:t>
            </w:r>
            <w:r w:rsidR="00583C67">
              <w:t>—</w:t>
            </w:r>
            <w:r w:rsidR="00AD16FC">
              <w:t xml:space="preserve">A </w:t>
            </w:r>
            <w:r w:rsidR="00AD16FC" w:rsidRPr="00AF3D9F">
              <w:t>series of consecutive payments characterized by:</w:t>
            </w:r>
          </w:p>
        </w:tc>
        <w:tc>
          <w:tcPr>
            <w:tcW w:w="2970" w:type="dxa"/>
            <w:tcBorders>
              <w:left w:val="single" w:sz="4" w:space="0" w:color="auto"/>
            </w:tcBorders>
          </w:tcPr>
          <w:p w14:paraId="56CFF546" w14:textId="77777777" w:rsidR="00AD16FC" w:rsidRPr="00EB4355" w:rsidRDefault="00AD16FC" w:rsidP="00245F59">
            <w:pPr>
              <w:pStyle w:val="ListParagraph"/>
              <w:numPr>
                <w:ilvl w:val="0"/>
                <w:numId w:val="7"/>
              </w:numPr>
              <w:spacing w:after="0" w:line="240" w:lineRule="auto"/>
              <w:ind w:left="288" w:hanging="288"/>
              <w:rPr>
                <w:rFonts w:ascii="Times New Roman" w:hAnsi="Times New Roman"/>
              </w:rPr>
            </w:pPr>
            <w:r w:rsidRPr="00EB4355">
              <w:rPr>
                <w:rFonts w:ascii="Times New Roman" w:hAnsi="Times New Roman"/>
              </w:rPr>
              <w:t>Supplemental Enrichment Activity</w:t>
            </w:r>
            <w:r>
              <w:rPr>
                <w:rFonts w:ascii="Times New Roman" w:hAnsi="Times New Roman"/>
              </w:rPr>
              <w:t xml:space="preserve"> </w:t>
            </w:r>
            <w:r w:rsidRPr="00EB4355">
              <w:rPr>
                <w:rFonts w:ascii="Times New Roman" w:hAnsi="Times New Roman"/>
              </w:rPr>
              <w:t>#1</w:t>
            </w:r>
          </w:p>
        </w:tc>
      </w:tr>
      <w:tr w:rsidR="00AD16FC" w14:paraId="283E2EE5" w14:textId="77777777" w:rsidTr="00245F59">
        <w:tc>
          <w:tcPr>
            <w:tcW w:w="6498" w:type="dxa"/>
            <w:tcBorders>
              <w:right w:val="single" w:sz="4" w:space="0" w:color="auto"/>
            </w:tcBorders>
          </w:tcPr>
          <w:p w14:paraId="6836631F" w14:textId="77777777" w:rsidR="00AD16FC" w:rsidRDefault="0016252F" w:rsidP="0016252F">
            <w:pPr>
              <w:pStyle w:val="TableBody"/>
              <w:ind w:left="1152" w:hanging="288"/>
            </w:pPr>
            <w:r>
              <w:t>1</w:t>
            </w:r>
            <w:r w:rsidR="00AD16FC" w:rsidRPr="00AF3D9F">
              <w:t>.</w:t>
            </w:r>
            <w:r w:rsidR="00AD16FC" w:rsidRPr="00AF3D9F">
              <w:tab/>
              <w:t>An equal dollar amount each interest period.</w:t>
            </w:r>
          </w:p>
          <w:p w14:paraId="09858504" w14:textId="77777777" w:rsidR="00AD16FC" w:rsidRPr="00AF3D9F" w:rsidRDefault="0016252F" w:rsidP="0016252F">
            <w:pPr>
              <w:pStyle w:val="TableBody"/>
              <w:ind w:left="1152" w:hanging="288"/>
            </w:pPr>
            <w:r>
              <w:t>2</w:t>
            </w:r>
            <w:r w:rsidR="00AD16FC" w:rsidRPr="00AF3D9F">
              <w:t>.</w:t>
            </w:r>
            <w:r w:rsidR="00AD16FC" w:rsidRPr="00AF3D9F">
              <w:tab/>
              <w:t>Interest periods of equal length.</w:t>
            </w:r>
          </w:p>
          <w:p w14:paraId="624CB262" w14:textId="77777777" w:rsidR="00AD16FC" w:rsidRPr="00AF3D9F" w:rsidRDefault="0016252F" w:rsidP="0016252F">
            <w:pPr>
              <w:pStyle w:val="TableBody"/>
              <w:ind w:left="1152" w:hanging="288"/>
            </w:pPr>
            <w:r>
              <w:t>3</w:t>
            </w:r>
            <w:r w:rsidR="00AD16FC" w:rsidRPr="00AF3D9F">
              <w:t>.</w:t>
            </w:r>
            <w:r w:rsidR="00AD16FC" w:rsidRPr="00AF3D9F">
              <w:tab/>
              <w:t>An equal interest rate each interest period.</w:t>
            </w:r>
          </w:p>
        </w:tc>
        <w:tc>
          <w:tcPr>
            <w:tcW w:w="2970" w:type="dxa"/>
            <w:tcBorders>
              <w:left w:val="single" w:sz="4" w:space="0" w:color="auto"/>
            </w:tcBorders>
          </w:tcPr>
          <w:p w14:paraId="336441D4" w14:textId="77777777" w:rsidR="00AD16FC" w:rsidRDefault="00AD16FC" w:rsidP="00245F59">
            <w:pPr>
              <w:pStyle w:val="TableBody"/>
              <w:ind w:left="288" w:hanging="288"/>
            </w:pPr>
          </w:p>
        </w:tc>
      </w:tr>
      <w:tr w:rsidR="00AD16FC" w14:paraId="1D164BCD" w14:textId="77777777" w:rsidTr="00245F59">
        <w:tc>
          <w:tcPr>
            <w:tcW w:w="6498" w:type="dxa"/>
            <w:tcBorders>
              <w:right w:val="single" w:sz="4" w:space="0" w:color="auto"/>
            </w:tcBorders>
          </w:tcPr>
          <w:p w14:paraId="7499C89A" w14:textId="77777777" w:rsidR="00AD16FC" w:rsidRPr="00AF3D9F" w:rsidRDefault="0016252F" w:rsidP="0016252F">
            <w:pPr>
              <w:pStyle w:val="TableBody"/>
              <w:ind w:left="864" w:hanging="288"/>
            </w:pPr>
            <w:r>
              <w:t>B</w:t>
            </w:r>
            <w:r w:rsidR="00AD16FC" w:rsidRPr="00AF3D9F">
              <w:t>.</w:t>
            </w:r>
            <w:r w:rsidR="00AD16FC" w:rsidRPr="00AF3D9F">
              <w:tab/>
              <w:t xml:space="preserve">Example: At the end of each year for three years, you deposit $1,000 in a savings account at an interest rate of 10% per year. You make the first payment on December 31, </w:t>
            </w:r>
            <w:r w:rsidR="00AB20DB">
              <w:t>2016</w:t>
            </w:r>
            <w:r w:rsidR="00AD16FC" w:rsidRPr="00AF3D9F">
              <w:t xml:space="preserve">. How much is the $1,000 payment worth to you on December 31, </w:t>
            </w:r>
            <w:r w:rsidR="00AB20DB">
              <w:t>2018</w:t>
            </w:r>
            <w:r w:rsidR="00AD16FC" w:rsidRPr="00AF3D9F">
              <w:t>?</w:t>
            </w:r>
          </w:p>
        </w:tc>
        <w:tc>
          <w:tcPr>
            <w:tcW w:w="2970" w:type="dxa"/>
            <w:tcBorders>
              <w:left w:val="single" w:sz="4" w:space="0" w:color="auto"/>
            </w:tcBorders>
          </w:tcPr>
          <w:p w14:paraId="4AB1ABBD" w14:textId="77777777" w:rsidR="00AD16FC" w:rsidRPr="00EB4355" w:rsidRDefault="00AD16FC" w:rsidP="00245F59">
            <w:pPr>
              <w:pStyle w:val="TableBody"/>
              <w:rPr>
                <w:i/>
              </w:rPr>
            </w:pPr>
            <w:r w:rsidRPr="00EB4355">
              <w:rPr>
                <w:i/>
              </w:rPr>
              <w:t>Note that the third payment earns no interest because it was made on the day the account balance is computed.</w:t>
            </w:r>
          </w:p>
        </w:tc>
      </w:tr>
      <w:tr w:rsidR="0016252F" w14:paraId="1A49F5FD" w14:textId="77777777" w:rsidTr="0016252F">
        <w:tc>
          <w:tcPr>
            <w:tcW w:w="6498" w:type="dxa"/>
            <w:tcBorders>
              <w:right w:val="single" w:sz="4" w:space="0" w:color="auto"/>
            </w:tcBorders>
          </w:tcPr>
          <w:p w14:paraId="7B66BEA7" w14:textId="77777777" w:rsidR="0016252F" w:rsidRDefault="0016252F" w:rsidP="0016252F">
            <w:pPr>
              <w:pStyle w:val="TableBody"/>
              <w:ind w:left="864" w:hanging="288"/>
            </w:pPr>
            <w:r>
              <w:t>C</w:t>
            </w:r>
            <w:r w:rsidRPr="00AF3D9F">
              <w:t>.</w:t>
            </w:r>
            <w:r w:rsidRPr="00AF3D9F">
              <w:tab/>
            </w:r>
            <w:r>
              <w:t>Use one of the following approaches:</w:t>
            </w:r>
          </w:p>
        </w:tc>
        <w:tc>
          <w:tcPr>
            <w:tcW w:w="2970" w:type="dxa"/>
            <w:tcBorders>
              <w:left w:val="single" w:sz="4" w:space="0" w:color="auto"/>
            </w:tcBorders>
          </w:tcPr>
          <w:p w14:paraId="2FACFBF0" w14:textId="77777777" w:rsidR="0016252F" w:rsidRPr="0016252F" w:rsidRDefault="0016252F" w:rsidP="0016252F">
            <w:pPr>
              <w:pStyle w:val="TableBody"/>
              <w:rPr>
                <w:i/>
              </w:rPr>
            </w:pPr>
          </w:p>
        </w:tc>
      </w:tr>
      <w:tr w:rsidR="0016252F" w14:paraId="4977B891" w14:textId="77777777" w:rsidTr="0016252F">
        <w:tc>
          <w:tcPr>
            <w:tcW w:w="6498" w:type="dxa"/>
            <w:tcBorders>
              <w:right w:val="single" w:sz="4" w:space="0" w:color="auto"/>
            </w:tcBorders>
          </w:tcPr>
          <w:p w14:paraId="226EAF8C" w14:textId="439E11A9" w:rsidR="0016252F" w:rsidRDefault="0016252F" w:rsidP="00583C67">
            <w:pPr>
              <w:pStyle w:val="TableBody"/>
              <w:ind w:left="1152" w:hanging="288"/>
            </w:pPr>
            <w:r>
              <w:t>1.</w:t>
            </w:r>
            <w:r>
              <w:tab/>
              <w:t>Table</w:t>
            </w:r>
            <w:r w:rsidR="00583C67">
              <w:t>—</w:t>
            </w:r>
            <w:r>
              <w:t>Refer to Table C</w:t>
            </w:r>
            <w:r w:rsidR="00583C67">
              <w:t>.</w:t>
            </w:r>
            <w:r>
              <w:t>3, Future Value of an Annuity of $1. Using the interest rate (</w:t>
            </w:r>
            <w:r w:rsidRPr="00F462D0">
              <w:t>I = 10%</w:t>
            </w:r>
            <w:r>
              <w:t>) and number of periods (</w:t>
            </w:r>
            <w:r w:rsidRPr="00F462D0">
              <w:t>n = 3</w:t>
            </w:r>
            <w:r>
              <w:t>), determine the value of 3.31000, and multiply it by $1,000 to get the future value of $3,310.</w:t>
            </w:r>
          </w:p>
        </w:tc>
        <w:tc>
          <w:tcPr>
            <w:tcW w:w="2970" w:type="dxa"/>
            <w:tcBorders>
              <w:left w:val="single" w:sz="4" w:space="0" w:color="auto"/>
            </w:tcBorders>
          </w:tcPr>
          <w:p w14:paraId="0B515006" w14:textId="77777777" w:rsidR="0016252F" w:rsidRPr="0016252F" w:rsidRDefault="0016252F" w:rsidP="0016252F">
            <w:pPr>
              <w:pStyle w:val="TableBody"/>
              <w:rPr>
                <w:i/>
              </w:rPr>
            </w:pPr>
          </w:p>
        </w:tc>
      </w:tr>
    </w:tbl>
    <w:p w14:paraId="10F069F8" w14:textId="77777777" w:rsidR="0092700F" w:rsidRDefault="0092700F">
      <w:r>
        <w:br w:type="page"/>
      </w:r>
    </w:p>
    <w:tbl>
      <w:tblPr>
        <w:tblW w:w="0" w:type="auto"/>
        <w:tblLayout w:type="fixed"/>
        <w:tblLook w:val="01E0" w:firstRow="1" w:lastRow="1" w:firstColumn="1" w:lastColumn="1" w:noHBand="0" w:noVBand="0"/>
      </w:tblPr>
      <w:tblGrid>
        <w:gridCol w:w="6498"/>
        <w:gridCol w:w="2970"/>
      </w:tblGrid>
      <w:tr w:rsidR="0092700F" w:rsidRPr="00D047A7" w14:paraId="304FD35C" w14:textId="77777777" w:rsidTr="00DC66AA">
        <w:tc>
          <w:tcPr>
            <w:tcW w:w="6498" w:type="dxa"/>
            <w:tcBorders>
              <w:right w:val="single" w:sz="4" w:space="0" w:color="auto"/>
            </w:tcBorders>
          </w:tcPr>
          <w:p w14:paraId="721E1A05" w14:textId="77777777" w:rsidR="0092700F" w:rsidRPr="005A0116" w:rsidRDefault="0092700F" w:rsidP="00DC66AA">
            <w:pPr>
              <w:pStyle w:val="Heading1"/>
            </w:pPr>
            <w:r>
              <w:lastRenderedPageBreak/>
              <w:br w:type="page"/>
            </w:r>
            <w:r w:rsidRPr="005A0116">
              <w:t>Appendix Outline</w:t>
            </w:r>
          </w:p>
        </w:tc>
        <w:tc>
          <w:tcPr>
            <w:tcW w:w="2970" w:type="dxa"/>
            <w:tcBorders>
              <w:left w:val="single" w:sz="4" w:space="0" w:color="auto"/>
            </w:tcBorders>
          </w:tcPr>
          <w:p w14:paraId="07D9243C" w14:textId="77777777" w:rsidR="0092700F" w:rsidRPr="005A0116" w:rsidRDefault="0092700F" w:rsidP="00DC66AA">
            <w:pPr>
              <w:pStyle w:val="Heading1"/>
            </w:pPr>
            <w:r w:rsidRPr="005A0116">
              <w:t>Teaching Notes</w:t>
            </w:r>
          </w:p>
        </w:tc>
      </w:tr>
      <w:tr w:rsidR="0092700F" w:rsidRPr="00535654" w14:paraId="6697AC16" w14:textId="77777777">
        <w:tc>
          <w:tcPr>
            <w:tcW w:w="6498" w:type="dxa"/>
            <w:tcBorders>
              <w:right w:val="single" w:sz="4" w:space="0" w:color="auto"/>
            </w:tcBorders>
          </w:tcPr>
          <w:p w14:paraId="016C47CB" w14:textId="1A9E093B" w:rsidR="0092700F" w:rsidRPr="0092700F" w:rsidRDefault="0016252F" w:rsidP="00583C67">
            <w:pPr>
              <w:pStyle w:val="TableBody"/>
              <w:ind w:left="1152" w:hanging="288"/>
            </w:pPr>
            <w:r>
              <w:t>2</w:t>
            </w:r>
            <w:r w:rsidR="0092700F" w:rsidRPr="0092700F">
              <w:t>.</w:t>
            </w:r>
            <w:r w:rsidR="006579E3">
              <w:tab/>
              <w:t>Excel</w:t>
            </w:r>
            <w:r w:rsidR="00583C67">
              <w:t>—</w:t>
            </w:r>
            <w:r w:rsidR="006579E3">
              <w:t>Enter the following: =F</w:t>
            </w:r>
            <w:r w:rsidR="0092700F" w:rsidRPr="0092700F">
              <w:t xml:space="preserve">V(i, n, PV pmt, FV) in any cell; replace </w:t>
            </w:r>
            <w:r w:rsidR="00B72CDD" w:rsidRPr="00B72CDD">
              <w:t>the i with the interest rate (expressed as a decimal), n</w:t>
            </w:r>
            <w:r w:rsidR="00B72CDD">
              <w:t xml:space="preserve"> </w:t>
            </w:r>
            <w:r w:rsidR="00B72CDD" w:rsidRPr="00B72CDD">
              <w:t>with the number of interest periods, PV pmt with the amount</w:t>
            </w:r>
            <w:r w:rsidR="00B72CDD">
              <w:t xml:space="preserve"> </w:t>
            </w:r>
            <w:r w:rsidR="00B72CDD" w:rsidRPr="00B72CDD">
              <w:t>of the annuity payment (</w:t>
            </w:r>
            <w:r w:rsidR="00455A02">
              <w:t>expressed as</w:t>
            </w:r>
            <w:r w:rsidR="00B72CDD" w:rsidRPr="00B72CDD">
              <w:t xml:space="preserve"> a negative number</w:t>
            </w:r>
            <w:r w:rsidR="00BD7DF6">
              <w:t xml:space="preserve"> with no commas</w:t>
            </w:r>
            <w:r w:rsidR="00B72CDD">
              <w:t>)</w:t>
            </w:r>
            <w:r w:rsidR="00B72CDD" w:rsidRPr="00B72CDD">
              <w:t>, and PV as the number 0</w:t>
            </w:r>
            <w:r w:rsidR="00B72CDD">
              <w:t xml:space="preserve"> </w:t>
            </w:r>
            <w:r w:rsidR="0092700F" w:rsidRPr="0092700F">
              <w:t xml:space="preserve">to get </w:t>
            </w:r>
            <w:r w:rsidR="00B72CDD" w:rsidRPr="00B72CDD">
              <w:t>=FV(0.10, 3, -1000,0)</w:t>
            </w:r>
            <w:r w:rsidR="0092700F" w:rsidRPr="0092700F">
              <w:t>, click “Enter,” and the Excel cell will</w:t>
            </w:r>
            <w:r w:rsidR="00BD7DF6">
              <w:t xml:space="preserve"> show </w:t>
            </w:r>
            <w:r w:rsidR="00B72CDD" w:rsidRPr="00B72CDD">
              <w:t>$3,310.00</w:t>
            </w:r>
            <w:r w:rsidR="0092700F" w:rsidRPr="0092700F">
              <w:t>.</w:t>
            </w:r>
          </w:p>
        </w:tc>
        <w:tc>
          <w:tcPr>
            <w:tcW w:w="2970" w:type="dxa"/>
            <w:tcBorders>
              <w:left w:val="single" w:sz="4" w:space="0" w:color="auto"/>
            </w:tcBorders>
          </w:tcPr>
          <w:p w14:paraId="320AE248" w14:textId="77777777" w:rsidR="0092700F" w:rsidRDefault="0092700F" w:rsidP="00B22F68">
            <w:pPr>
              <w:pStyle w:val="TableBody"/>
              <w:ind w:left="288" w:hanging="288"/>
            </w:pPr>
          </w:p>
        </w:tc>
      </w:tr>
      <w:tr w:rsidR="0092700F" w:rsidRPr="00535654" w14:paraId="7BBB3745" w14:textId="77777777">
        <w:tc>
          <w:tcPr>
            <w:tcW w:w="6498" w:type="dxa"/>
            <w:tcBorders>
              <w:right w:val="single" w:sz="4" w:space="0" w:color="auto"/>
            </w:tcBorders>
          </w:tcPr>
          <w:p w14:paraId="63B1BBB8" w14:textId="3BD4E08B" w:rsidR="0092700F" w:rsidRPr="0092700F" w:rsidRDefault="0016252F" w:rsidP="00583C67">
            <w:pPr>
              <w:pStyle w:val="TableBody"/>
              <w:ind w:left="1152" w:hanging="288"/>
            </w:pPr>
            <w:r>
              <w:t>3</w:t>
            </w:r>
            <w:r w:rsidR="0092700F" w:rsidRPr="0092700F">
              <w:tab/>
              <w:t>Financial calculator app</w:t>
            </w:r>
            <w:r w:rsidR="00583C67">
              <w:t>—</w:t>
            </w:r>
            <w:r w:rsidR="0092700F" w:rsidRPr="0092700F">
              <w:t>Using the TMV app</w:t>
            </w:r>
            <w:r w:rsidR="00B72CDD">
              <w:t xml:space="preserve">, </w:t>
            </w:r>
            <w:r w:rsidR="00B72CDD" w:rsidRPr="00B72CDD">
              <w:t>leave the “Mode” selection at its default (End),</w:t>
            </w:r>
            <w:r w:rsidR="00B72CDD">
              <w:t xml:space="preserve"> </w:t>
            </w:r>
            <w:r w:rsidR="00B72CDD" w:rsidRPr="00B72CDD">
              <w:t>enter the number 0 in the Present Value field, enter the annuity amount</w:t>
            </w:r>
            <w:r w:rsidR="00B72CDD">
              <w:t xml:space="preserve"> </w:t>
            </w:r>
            <w:r w:rsidR="00B72CDD" w:rsidRPr="00B72CDD">
              <w:t>in the Payment field (as a negative number), leave the Future</w:t>
            </w:r>
            <w:r w:rsidR="00B72CDD">
              <w:t xml:space="preserve"> </w:t>
            </w:r>
            <w:r w:rsidR="00B72CDD" w:rsidRPr="00B72CDD">
              <w:t xml:space="preserve">Value field blank, enter the annual </w:t>
            </w:r>
            <w:r w:rsidR="00B72CDD">
              <w:t>interest rate as a whole number</w:t>
            </w:r>
            <w:r w:rsidR="00B72CDD" w:rsidRPr="00B72CDD">
              <w:t>,</w:t>
            </w:r>
            <w:r w:rsidR="00B72CDD">
              <w:t xml:space="preserve"> </w:t>
            </w:r>
            <w:r w:rsidR="00B72CDD" w:rsidRPr="00B72CDD">
              <w:t>enter th</w:t>
            </w:r>
            <w:r w:rsidR="00B72CDD">
              <w:t>e number of interest periods</w:t>
            </w:r>
            <w:r w:rsidR="00B72CDD" w:rsidRPr="00B72CDD">
              <w:t>, select the compounding</w:t>
            </w:r>
            <w:r w:rsidR="00B72CDD">
              <w:t xml:space="preserve"> </w:t>
            </w:r>
            <w:r w:rsidR="00B72CDD" w:rsidRPr="00B72CDD">
              <w:t>frequency (annually)</w:t>
            </w:r>
            <w:r w:rsidR="00B72CDD">
              <w:t xml:space="preserve">, </w:t>
            </w:r>
            <w:r w:rsidR="00B72CDD" w:rsidRPr="00B72CDD">
              <w:t>click the FV button to</w:t>
            </w:r>
            <w:r w:rsidR="00B72CDD">
              <w:t xml:space="preserve"> </w:t>
            </w:r>
            <w:r w:rsidR="00B72CDD" w:rsidRPr="00B72CDD">
              <w:t>the right of that empty field</w:t>
            </w:r>
            <w:r w:rsidR="00B72CDD">
              <w:t xml:space="preserve">, and </w:t>
            </w:r>
            <w:r w:rsidR="00B72CDD" w:rsidRPr="00B72CDD">
              <w:t>the future value (3</w:t>
            </w:r>
            <w:r w:rsidR="00583C67">
              <w:t>,</w:t>
            </w:r>
            <w:r w:rsidR="00B72CDD" w:rsidRPr="00B72CDD">
              <w:t>310.00) will</w:t>
            </w:r>
            <w:r w:rsidR="00B72CDD">
              <w:t xml:space="preserve"> </w:t>
            </w:r>
            <w:r w:rsidR="00B72CDD" w:rsidRPr="00B72CDD">
              <w:t>appear in the Future Value field.</w:t>
            </w:r>
          </w:p>
        </w:tc>
        <w:tc>
          <w:tcPr>
            <w:tcW w:w="2970" w:type="dxa"/>
            <w:tcBorders>
              <w:left w:val="single" w:sz="4" w:space="0" w:color="auto"/>
            </w:tcBorders>
          </w:tcPr>
          <w:p w14:paraId="347B5D68" w14:textId="77777777" w:rsidR="0092700F" w:rsidRDefault="0092700F" w:rsidP="00B22F68">
            <w:pPr>
              <w:pStyle w:val="TableBody"/>
              <w:ind w:left="288" w:hanging="288"/>
            </w:pPr>
          </w:p>
        </w:tc>
      </w:tr>
      <w:tr w:rsidR="0092700F" w:rsidRPr="00535654" w14:paraId="68C0EB0E" w14:textId="77777777">
        <w:tc>
          <w:tcPr>
            <w:tcW w:w="6498" w:type="dxa"/>
            <w:tcBorders>
              <w:right w:val="single" w:sz="4" w:space="0" w:color="auto"/>
            </w:tcBorders>
          </w:tcPr>
          <w:p w14:paraId="58443FC3" w14:textId="77777777" w:rsidR="0092700F" w:rsidRPr="00AF3D9F" w:rsidRDefault="0016252F" w:rsidP="0016252F">
            <w:pPr>
              <w:pStyle w:val="TableBody"/>
            </w:pPr>
            <w:r>
              <w:t>V</w:t>
            </w:r>
            <w:r w:rsidR="0092700F" w:rsidRPr="00AF3D9F">
              <w:t>.</w:t>
            </w:r>
            <w:r w:rsidR="0092700F" w:rsidRPr="00AF3D9F">
              <w:tab/>
            </w:r>
            <w:r>
              <w:tab/>
            </w:r>
            <w:r w:rsidR="0092700F" w:rsidRPr="00AF3D9F">
              <w:t>Present Value of an Annuity</w:t>
            </w:r>
          </w:p>
        </w:tc>
        <w:tc>
          <w:tcPr>
            <w:tcW w:w="2970" w:type="dxa"/>
            <w:tcBorders>
              <w:left w:val="single" w:sz="4" w:space="0" w:color="auto"/>
            </w:tcBorders>
          </w:tcPr>
          <w:p w14:paraId="4D4EF2AE" w14:textId="77777777" w:rsidR="0092700F" w:rsidRPr="00535654" w:rsidRDefault="0092700F" w:rsidP="00535654">
            <w:pPr>
              <w:pStyle w:val="TableBody"/>
              <w:ind w:left="576"/>
              <w:rPr>
                <w:b/>
                <w:bCs/>
              </w:rPr>
            </w:pPr>
          </w:p>
        </w:tc>
      </w:tr>
      <w:tr w:rsidR="0092700F" w14:paraId="56423CFE" w14:textId="77777777">
        <w:tc>
          <w:tcPr>
            <w:tcW w:w="6498" w:type="dxa"/>
            <w:tcBorders>
              <w:right w:val="single" w:sz="4" w:space="0" w:color="auto"/>
            </w:tcBorders>
          </w:tcPr>
          <w:p w14:paraId="4C065CDD" w14:textId="77777777" w:rsidR="0092700F" w:rsidRPr="00AF3D9F" w:rsidRDefault="0016252F" w:rsidP="0016252F">
            <w:pPr>
              <w:pStyle w:val="TableBody"/>
              <w:ind w:left="864" w:hanging="288"/>
            </w:pPr>
            <w:r>
              <w:t>A</w:t>
            </w:r>
            <w:r w:rsidR="0092700F" w:rsidRPr="00AF3D9F">
              <w:t>.</w:t>
            </w:r>
            <w:r w:rsidR="0092700F" w:rsidRPr="00AF3D9F">
              <w:tab/>
              <w:t xml:space="preserve">Example: You receive $1,000 cash on each December 31, </w:t>
            </w:r>
            <w:r w:rsidR="00AB20DB">
              <w:t>2016</w:t>
            </w:r>
            <w:r w:rsidR="0092700F" w:rsidRPr="00AF3D9F">
              <w:t xml:space="preserve">, </w:t>
            </w:r>
            <w:r w:rsidR="00AB20DB">
              <w:t>2017</w:t>
            </w:r>
            <w:r w:rsidR="0092700F" w:rsidRPr="00AF3D9F">
              <w:t xml:space="preserve">, and </w:t>
            </w:r>
            <w:r w:rsidR="00AB20DB">
              <w:t>2018</w:t>
            </w:r>
            <w:r w:rsidR="0092700F" w:rsidRPr="00AF3D9F">
              <w:t xml:space="preserve">. How much would the sum of these three $1,000 future amounts be worth on January 1, </w:t>
            </w:r>
            <w:r w:rsidR="00AB20DB">
              <w:t>2016</w:t>
            </w:r>
            <w:r w:rsidR="0092700F" w:rsidRPr="00AF3D9F">
              <w:t>, assuming an interest rate of 10% per year?</w:t>
            </w:r>
          </w:p>
        </w:tc>
        <w:tc>
          <w:tcPr>
            <w:tcW w:w="2970" w:type="dxa"/>
            <w:tcBorders>
              <w:left w:val="single" w:sz="4" w:space="0" w:color="auto"/>
            </w:tcBorders>
          </w:tcPr>
          <w:p w14:paraId="2B256FE4" w14:textId="77777777" w:rsidR="0092700F" w:rsidRDefault="0092700F" w:rsidP="00EB4355">
            <w:pPr>
              <w:pStyle w:val="ListParagraph"/>
              <w:numPr>
                <w:ilvl w:val="0"/>
                <w:numId w:val="7"/>
              </w:numPr>
              <w:spacing w:after="0" w:line="240" w:lineRule="auto"/>
              <w:ind w:left="288" w:hanging="288"/>
            </w:pPr>
            <w:r w:rsidRPr="00EB4355">
              <w:rPr>
                <w:rFonts w:ascii="Times New Roman" w:hAnsi="Times New Roman"/>
              </w:rPr>
              <w:t>Supplemental Enrichment Activity</w:t>
            </w:r>
            <w:r>
              <w:rPr>
                <w:rFonts w:ascii="Times New Roman" w:hAnsi="Times New Roman"/>
              </w:rPr>
              <w:t xml:space="preserve"> </w:t>
            </w:r>
            <w:r w:rsidRPr="00EB4355">
              <w:rPr>
                <w:rFonts w:ascii="Times New Roman" w:hAnsi="Times New Roman"/>
              </w:rPr>
              <w:t>#1</w:t>
            </w:r>
          </w:p>
        </w:tc>
      </w:tr>
      <w:tr w:rsidR="0092700F" w14:paraId="09C801C2" w14:textId="77777777">
        <w:tc>
          <w:tcPr>
            <w:tcW w:w="6498" w:type="dxa"/>
            <w:tcBorders>
              <w:right w:val="single" w:sz="4" w:space="0" w:color="auto"/>
            </w:tcBorders>
          </w:tcPr>
          <w:p w14:paraId="462ABAD5" w14:textId="77777777" w:rsidR="0092700F" w:rsidRDefault="0016252F" w:rsidP="0016252F">
            <w:pPr>
              <w:pStyle w:val="TableBody"/>
              <w:ind w:left="864" w:hanging="288"/>
            </w:pPr>
            <w:r>
              <w:t>B</w:t>
            </w:r>
            <w:r w:rsidR="0092700F" w:rsidRPr="00AF3D9F">
              <w:t>.</w:t>
            </w:r>
            <w:r w:rsidR="0092700F" w:rsidRPr="00AF3D9F">
              <w:tab/>
            </w:r>
            <w:r w:rsidR="0092700F">
              <w:t>Use one of the following approaches:</w:t>
            </w:r>
          </w:p>
        </w:tc>
        <w:tc>
          <w:tcPr>
            <w:tcW w:w="2970" w:type="dxa"/>
            <w:tcBorders>
              <w:left w:val="single" w:sz="4" w:space="0" w:color="auto"/>
            </w:tcBorders>
          </w:tcPr>
          <w:p w14:paraId="704E600F" w14:textId="77777777" w:rsidR="0092700F" w:rsidRDefault="0092700F" w:rsidP="00E56964">
            <w:pPr>
              <w:pStyle w:val="TableBody"/>
              <w:ind w:left="288" w:hanging="288"/>
            </w:pPr>
          </w:p>
        </w:tc>
      </w:tr>
      <w:tr w:rsidR="0092700F" w14:paraId="268450F6" w14:textId="77777777">
        <w:tc>
          <w:tcPr>
            <w:tcW w:w="6498" w:type="dxa"/>
            <w:tcBorders>
              <w:right w:val="single" w:sz="4" w:space="0" w:color="auto"/>
            </w:tcBorders>
          </w:tcPr>
          <w:p w14:paraId="58F82EF1" w14:textId="3A51A38B" w:rsidR="0092700F" w:rsidRPr="00AF3D9F" w:rsidRDefault="0016252F" w:rsidP="0016252F">
            <w:pPr>
              <w:pStyle w:val="TableBody"/>
              <w:ind w:left="1152" w:hanging="288"/>
            </w:pPr>
            <w:r>
              <w:t>1</w:t>
            </w:r>
            <w:r w:rsidR="0092700F" w:rsidRPr="00AF3D9F">
              <w:t>.</w:t>
            </w:r>
            <w:r w:rsidR="0092700F" w:rsidRPr="00AF3D9F">
              <w:tab/>
            </w:r>
            <w:r w:rsidR="00B72CDD">
              <w:t>Table</w:t>
            </w:r>
            <w:r w:rsidR="00583C67">
              <w:t>—</w:t>
            </w:r>
            <w:r w:rsidR="0092700F" w:rsidRPr="00AF3D9F">
              <w:t>Refer to Table C</w:t>
            </w:r>
            <w:r w:rsidR="00583C67">
              <w:t>.</w:t>
            </w:r>
            <w:r w:rsidR="0092700F" w:rsidRPr="00AF3D9F">
              <w:t>4, Present Value of an Annuity of $1. Using the interest rate (I = 10%) and number of periods (n = 3</w:t>
            </w:r>
            <w:r w:rsidR="003E7ACE">
              <w:t>), determine the value of 2.48685 and m</w:t>
            </w:r>
            <w:r w:rsidR="0092700F" w:rsidRPr="00AF3D9F">
              <w:t xml:space="preserve">ultiply it </w:t>
            </w:r>
            <w:r w:rsidR="003E7ACE">
              <w:t xml:space="preserve">by </w:t>
            </w:r>
            <w:r w:rsidR="0092700F" w:rsidRPr="00AF3D9F">
              <w:t>$1,000 to get the present value of $2,48</w:t>
            </w:r>
            <w:r w:rsidR="003E7ACE">
              <w:t>6.85</w:t>
            </w:r>
            <w:r w:rsidR="0092700F" w:rsidRPr="00AF3D9F">
              <w:t>.</w:t>
            </w:r>
          </w:p>
        </w:tc>
        <w:tc>
          <w:tcPr>
            <w:tcW w:w="2970" w:type="dxa"/>
            <w:tcBorders>
              <w:left w:val="single" w:sz="4" w:space="0" w:color="auto"/>
            </w:tcBorders>
          </w:tcPr>
          <w:p w14:paraId="442DA79F" w14:textId="77777777" w:rsidR="0092700F" w:rsidRDefault="0092700F" w:rsidP="00E56964">
            <w:pPr>
              <w:pStyle w:val="TableBody"/>
              <w:ind w:left="288" w:hanging="288"/>
            </w:pPr>
          </w:p>
        </w:tc>
      </w:tr>
      <w:tr w:rsidR="00B72CDD" w14:paraId="6A8151EC" w14:textId="77777777">
        <w:tc>
          <w:tcPr>
            <w:tcW w:w="6498" w:type="dxa"/>
            <w:tcBorders>
              <w:right w:val="single" w:sz="4" w:space="0" w:color="auto"/>
            </w:tcBorders>
          </w:tcPr>
          <w:p w14:paraId="3D22AACF" w14:textId="21D66EB6" w:rsidR="00B72CDD" w:rsidRPr="0092700F" w:rsidRDefault="0016252F" w:rsidP="00583C67">
            <w:pPr>
              <w:pStyle w:val="TableBody"/>
              <w:ind w:left="1152" w:hanging="288"/>
            </w:pPr>
            <w:r>
              <w:t>2</w:t>
            </w:r>
            <w:r w:rsidR="00B72CDD" w:rsidRPr="0092700F">
              <w:t>.</w:t>
            </w:r>
            <w:r w:rsidR="00B72CDD" w:rsidRPr="0092700F">
              <w:tab/>
              <w:t>Excel</w:t>
            </w:r>
            <w:r w:rsidR="00583C67">
              <w:t>—</w:t>
            </w:r>
            <w:r w:rsidR="00B72CDD" w:rsidRPr="0092700F">
              <w:t>Enter th</w:t>
            </w:r>
            <w:r w:rsidR="00F2299D">
              <w:t>e following: =PV(i, n, FV pmt</w:t>
            </w:r>
            <w:r w:rsidR="00B72CDD" w:rsidRPr="0092700F">
              <w:t>) in any cell; replace the i with the interest rate (expressed as a decimal), n with the n</w:t>
            </w:r>
            <w:r w:rsidR="00F2299D">
              <w:t>umber of interest periods, and P</w:t>
            </w:r>
            <w:r w:rsidR="00B72CDD" w:rsidRPr="0092700F">
              <w:t>V pmt with the amount of the annuity payment (</w:t>
            </w:r>
            <w:r w:rsidR="00455A02">
              <w:t>expressed as</w:t>
            </w:r>
            <w:r w:rsidR="00B72CDD" w:rsidRPr="0092700F">
              <w:t xml:space="preserve"> a negative number</w:t>
            </w:r>
            <w:r w:rsidR="00F2299D">
              <w:t xml:space="preserve"> with no commas</w:t>
            </w:r>
            <w:r w:rsidR="00B72CDD" w:rsidRPr="0092700F">
              <w:t>) to get =PV(0.10, 3, -1000), click “Enter,” and the Excel cell will show $2,486.85.</w:t>
            </w:r>
          </w:p>
        </w:tc>
        <w:tc>
          <w:tcPr>
            <w:tcW w:w="2970" w:type="dxa"/>
            <w:tcBorders>
              <w:left w:val="single" w:sz="4" w:space="0" w:color="auto"/>
            </w:tcBorders>
          </w:tcPr>
          <w:p w14:paraId="75FF9EF0" w14:textId="77777777" w:rsidR="00B72CDD" w:rsidRDefault="00B72CDD" w:rsidP="00E56964">
            <w:pPr>
              <w:pStyle w:val="TableBody"/>
              <w:ind w:left="288" w:hanging="288"/>
            </w:pPr>
          </w:p>
        </w:tc>
      </w:tr>
      <w:tr w:rsidR="00B72CDD" w14:paraId="09071377" w14:textId="77777777">
        <w:tc>
          <w:tcPr>
            <w:tcW w:w="6498" w:type="dxa"/>
            <w:tcBorders>
              <w:right w:val="single" w:sz="4" w:space="0" w:color="auto"/>
            </w:tcBorders>
          </w:tcPr>
          <w:p w14:paraId="7E30CAEF" w14:textId="5BE0987E" w:rsidR="00B72CDD" w:rsidRPr="0092700F" w:rsidRDefault="0016252F" w:rsidP="00583C67">
            <w:pPr>
              <w:pStyle w:val="TableBody"/>
              <w:ind w:left="1152" w:hanging="288"/>
            </w:pPr>
            <w:r>
              <w:t>3.</w:t>
            </w:r>
            <w:r w:rsidR="00B72CDD" w:rsidRPr="0092700F">
              <w:tab/>
              <w:t>Financial calculator app</w:t>
            </w:r>
            <w:r w:rsidR="00583C67">
              <w:t>—</w:t>
            </w:r>
            <w:r w:rsidR="00B72CDD" w:rsidRPr="0092700F">
              <w:t>Using the TMV app, leave the “Mode” selection at its default (End)</w:t>
            </w:r>
            <w:r w:rsidR="00B72CDD">
              <w:t xml:space="preserve">, </w:t>
            </w:r>
            <w:r w:rsidR="00B72CDD" w:rsidRPr="0092700F">
              <w:t>leave the Present Value field blank, enter the annuity amount in</w:t>
            </w:r>
            <w:r w:rsidR="00B72CDD">
              <w:t xml:space="preserve"> </w:t>
            </w:r>
            <w:r w:rsidR="00B72CDD" w:rsidRPr="0092700F">
              <w:t>the Payment field (as a negative number), enter the number 0 in the</w:t>
            </w:r>
            <w:r w:rsidR="00B72CDD">
              <w:t xml:space="preserve"> </w:t>
            </w:r>
            <w:r w:rsidR="00B72CDD" w:rsidRPr="0092700F">
              <w:t>Future Value field, enter the annual interest rate as a whole number, enter th</w:t>
            </w:r>
            <w:r w:rsidR="00B72CDD">
              <w:t xml:space="preserve">e number of interest periods, </w:t>
            </w:r>
            <w:r w:rsidR="00B72CDD" w:rsidRPr="0092700F">
              <w:t>select annual</w:t>
            </w:r>
            <w:r w:rsidR="00B72CDD">
              <w:t xml:space="preserve"> </w:t>
            </w:r>
            <w:r w:rsidR="00B72CDD" w:rsidRPr="0092700F">
              <w:t>compounding</w:t>
            </w:r>
            <w:r w:rsidR="00B72CDD">
              <w:t>, c</w:t>
            </w:r>
            <w:r w:rsidR="00B72CDD" w:rsidRPr="0092700F">
              <w:t>lick the PV button to the</w:t>
            </w:r>
            <w:r w:rsidR="00B72CDD">
              <w:t xml:space="preserve"> </w:t>
            </w:r>
            <w:r w:rsidR="00B72CDD" w:rsidRPr="0092700F">
              <w:t>right of that empty field</w:t>
            </w:r>
            <w:r w:rsidR="00B72CDD">
              <w:t xml:space="preserve">, and </w:t>
            </w:r>
            <w:r w:rsidR="00B72CDD" w:rsidRPr="0092700F">
              <w:t>the present value (2,486.85) will appear</w:t>
            </w:r>
            <w:r w:rsidR="00B72CDD">
              <w:t xml:space="preserve"> </w:t>
            </w:r>
            <w:r w:rsidR="00B72CDD" w:rsidRPr="0092700F">
              <w:t>in the Present Value field.</w:t>
            </w:r>
          </w:p>
        </w:tc>
        <w:tc>
          <w:tcPr>
            <w:tcW w:w="2970" w:type="dxa"/>
            <w:tcBorders>
              <w:left w:val="single" w:sz="4" w:space="0" w:color="auto"/>
            </w:tcBorders>
          </w:tcPr>
          <w:p w14:paraId="30E62ADC" w14:textId="77777777" w:rsidR="00B72CDD" w:rsidRDefault="00B72CDD" w:rsidP="00E56964">
            <w:pPr>
              <w:pStyle w:val="TableBody"/>
              <w:ind w:left="288" w:hanging="288"/>
            </w:pPr>
          </w:p>
        </w:tc>
      </w:tr>
    </w:tbl>
    <w:p w14:paraId="6F827207" w14:textId="77777777" w:rsidR="0016252F" w:rsidRDefault="0016252F">
      <w:r>
        <w:br w:type="page"/>
      </w:r>
    </w:p>
    <w:tbl>
      <w:tblPr>
        <w:tblW w:w="0" w:type="auto"/>
        <w:tblLayout w:type="fixed"/>
        <w:tblLook w:val="01E0" w:firstRow="1" w:lastRow="1" w:firstColumn="1" w:lastColumn="1" w:noHBand="0" w:noVBand="0"/>
      </w:tblPr>
      <w:tblGrid>
        <w:gridCol w:w="6498"/>
        <w:gridCol w:w="2970"/>
      </w:tblGrid>
      <w:tr w:rsidR="0016252F" w:rsidRPr="00D047A7" w14:paraId="5F6E685D" w14:textId="77777777" w:rsidTr="00DC66AA">
        <w:tc>
          <w:tcPr>
            <w:tcW w:w="6498" w:type="dxa"/>
            <w:tcBorders>
              <w:right w:val="single" w:sz="4" w:space="0" w:color="auto"/>
            </w:tcBorders>
          </w:tcPr>
          <w:p w14:paraId="7A5D606A" w14:textId="77777777" w:rsidR="0016252F" w:rsidRPr="005A0116" w:rsidRDefault="0016252F" w:rsidP="00DC66AA">
            <w:pPr>
              <w:pStyle w:val="Heading1"/>
            </w:pPr>
            <w:r>
              <w:lastRenderedPageBreak/>
              <w:br w:type="page"/>
            </w:r>
            <w:r w:rsidRPr="005A0116">
              <w:t>Appendix Outline</w:t>
            </w:r>
          </w:p>
        </w:tc>
        <w:tc>
          <w:tcPr>
            <w:tcW w:w="2970" w:type="dxa"/>
            <w:tcBorders>
              <w:left w:val="single" w:sz="4" w:space="0" w:color="auto"/>
            </w:tcBorders>
          </w:tcPr>
          <w:p w14:paraId="6B48B5AC" w14:textId="77777777" w:rsidR="0016252F" w:rsidRPr="005A0116" w:rsidRDefault="0016252F" w:rsidP="00DC66AA">
            <w:pPr>
              <w:pStyle w:val="Heading1"/>
            </w:pPr>
            <w:r w:rsidRPr="005A0116">
              <w:t>Teaching Notes</w:t>
            </w:r>
          </w:p>
        </w:tc>
      </w:tr>
      <w:tr w:rsidR="0092700F" w14:paraId="2F12D72C" w14:textId="77777777">
        <w:tc>
          <w:tcPr>
            <w:tcW w:w="6498" w:type="dxa"/>
            <w:tcBorders>
              <w:right w:val="single" w:sz="4" w:space="0" w:color="auto"/>
            </w:tcBorders>
          </w:tcPr>
          <w:p w14:paraId="29A6B2BF" w14:textId="77777777" w:rsidR="0092700F" w:rsidRPr="00AF3D9F" w:rsidRDefault="0092700F" w:rsidP="00E56964">
            <w:pPr>
              <w:pStyle w:val="TableBody"/>
              <w:ind w:left="288" w:hanging="288"/>
            </w:pPr>
            <w:r>
              <w:t>V</w:t>
            </w:r>
            <w:r w:rsidR="0016252F">
              <w:t>I</w:t>
            </w:r>
            <w:r w:rsidRPr="00AF3D9F">
              <w:t>.</w:t>
            </w:r>
            <w:r w:rsidRPr="00AF3D9F">
              <w:tab/>
            </w:r>
            <w:r w:rsidRPr="00AF3D9F">
              <w:tab/>
              <w:t>Interest Rates and Interest Periods</w:t>
            </w:r>
          </w:p>
        </w:tc>
        <w:tc>
          <w:tcPr>
            <w:tcW w:w="2970" w:type="dxa"/>
            <w:tcBorders>
              <w:left w:val="single" w:sz="4" w:space="0" w:color="auto"/>
            </w:tcBorders>
          </w:tcPr>
          <w:p w14:paraId="7B23FFA2" w14:textId="77777777" w:rsidR="0092700F" w:rsidRDefault="0092700F" w:rsidP="00E56964">
            <w:pPr>
              <w:pStyle w:val="TableBody"/>
              <w:ind w:left="288" w:hanging="288"/>
            </w:pPr>
          </w:p>
        </w:tc>
      </w:tr>
      <w:tr w:rsidR="0092700F" w14:paraId="491834AB" w14:textId="77777777">
        <w:tc>
          <w:tcPr>
            <w:tcW w:w="6498" w:type="dxa"/>
            <w:tcBorders>
              <w:right w:val="single" w:sz="4" w:space="0" w:color="auto"/>
            </w:tcBorders>
          </w:tcPr>
          <w:p w14:paraId="00D58D6D" w14:textId="77777777" w:rsidR="0092700F" w:rsidRPr="00AF3D9F" w:rsidRDefault="0016252F" w:rsidP="0016252F">
            <w:pPr>
              <w:pStyle w:val="TableBody"/>
              <w:ind w:left="864" w:hanging="288"/>
            </w:pPr>
            <w:r>
              <w:t>A</w:t>
            </w:r>
            <w:r w:rsidR="0092700F" w:rsidRPr="00AF3D9F">
              <w:t>.</w:t>
            </w:r>
            <w:r w:rsidR="0092700F" w:rsidRPr="00AF3D9F">
              <w:tab/>
              <w:t xml:space="preserve">When interest periods are less than a year, the values of </w:t>
            </w:r>
            <w:r w:rsidR="0092700F" w:rsidRPr="00AF3D9F">
              <w:rPr>
                <w:i/>
              </w:rPr>
              <w:t>n</w:t>
            </w:r>
            <w:r w:rsidR="0092700F" w:rsidRPr="00AF3D9F">
              <w:t xml:space="preserve"> and </w:t>
            </w:r>
            <w:r w:rsidR="0092700F" w:rsidRPr="00AF3D9F">
              <w:rPr>
                <w:i/>
              </w:rPr>
              <w:t>i</w:t>
            </w:r>
            <w:r w:rsidR="0092700F" w:rsidRPr="00AF3D9F">
              <w:t xml:space="preserve"> must be restated to be consistent with the length of the interest period.</w:t>
            </w:r>
          </w:p>
        </w:tc>
        <w:tc>
          <w:tcPr>
            <w:tcW w:w="2970" w:type="dxa"/>
            <w:tcBorders>
              <w:left w:val="single" w:sz="4" w:space="0" w:color="auto"/>
            </w:tcBorders>
          </w:tcPr>
          <w:p w14:paraId="1B9F4B4B" w14:textId="77777777" w:rsidR="0092700F" w:rsidRDefault="0092700F" w:rsidP="00E56964">
            <w:pPr>
              <w:pStyle w:val="TableBody"/>
              <w:ind w:left="288" w:hanging="288"/>
            </w:pPr>
          </w:p>
        </w:tc>
      </w:tr>
      <w:tr w:rsidR="0092700F" w14:paraId="234D6DE1" w14:textId="77777777">
        <w:tc>
          <w:tcPr>
            <w:tcW w:w="6498" w:type="dxa"/>
            <w:tcBorders>
              <w:right w:val="single" w:sz="4" w:space="0" w:color="auto"/>
            </w:tcBorders>
          </w:tcPr>
          <w:p w14:paraId="40A960D8" w14:textId="77777777" w:rsidR="0092700F" w:rsidRPr="00AF3D9F" w:rsidRDefault="0016252F" w:rsidP="0016252F">
            <w:pPr>
              <w:pStyle w:val="TableBody"/>
              <w:ind w:left="864" w:hanging="288"/>
            </w:pPr>
            <w:r>
              <w:t>B</w:t>
            </w:r>
            <w:r w:rsidR="0092700F" w:rsidRPr="00AF3D9F">
              <w:t>.</w:t>
            </w:r>
            <w:r w:rsidR="0092700F" w:rsidRPr="00AF3D9F">
              <w:tab/>
              <w:t xml:space="preserve">Example: 12% interest compounded annually for 5 years requires the use of </w:t>
            </w:r>
            <w:r w:rsidR="0092700F" w:rsidRPr="00AF3D9F">
              <w:rPr>
                <w:i/>
              </w:rPr>
              <w:t>n</w:t>
            </w:r>
            <w:r w:rsidR="0092700F" w:rsidRPr="00AF3D9F">
              <w:t xml:space="preserve"> = 5 and </w:t>
            </w:r>
            <w:r w:rsidR="0092700F" w:rsidRPr="00AF3D9F">
              <w:rPr>
                <w:i/>
              </w:rPr>
              <w:t>i</w:t>
            </w:r>
            <w:r w:rsidR="0092700F" w:rsidRPr="00AF3D9F">
              <w:t xml:space="preserve"> = 12</w:t>
            </w:r>
            <w:r w:rsidR="00F2299D">
              <w:t>%</w:t>
            </w:r>
            <w:r w:rsidR="0092700F" w:rsidRPr="00AF3D9F">
              <w:t xml:space="preserve">. If the compounding is quarterly, however, the interest period is one quarter of a year (four periods per year), and the quarterly interest rate is one quarter of the annual rate (3% per quarter). Therefore, 12% compounded quarterly for 5 years requires use of </w:t>
            </w:r>
            <w:r w:rsidR="0092700F" w:rsidRPr="00AF3D9F">
              <w:rPr>
                <w:i/>
              </w:rPr>
              <w:t>n</w:t>
            </w:r>
            <w:r w:rsidR="0092700F" w:rsidRPr="00AF3D9F">
              <w:t xml:space="preserve"> = 20 and </w:t>
            </w:r>
            <w:r w:rsidR="0092700F" w:rsidRPr="00AF3D9F">
              <w:rPr>
                <w:i/>
              </w:rPr>
              <w:t>i</w:t>
            </w:r>
            <w:r w:rsidR="0092700F" w:rsidRPr="00AF3D9F">
              <w:t xml:space="preserve"> = 3</w:t>
            </w:r>
            <w:r w:rsidR="00F2299D">
              <w:t>%</w:t>
            </w:r>
            <w:r w:rsidR="0092700F" w:rsidRPr="00AF3D9F">
              <w:t>.</w:t>
            </w:r>
          </w:p>
        </w:tc>
        <w:tc>
          <w:tcPr>
            <w:tcW w:w="2970" w:type="dxa"/>
            <w:tcBorders>
              <w:left w:val="single" w:sz="4" w:space="0" w:color="auto"/>
            </w:tcBorders>
          </w:tcPr>
          <w:p w14:paraId="3CF52306" w14:textId="77777777" w:rsidR="0092700F" w:rsidRDefault="0092700F" w:rsidP="00E56964">
            <w:pPr>
              <w:pStyle w:val="TableBody"/>
              <w:ind w:left="288" w:hanging="288"/>
            </w:pPr>
          </w:p>
        </w:tc>
      </w:tr>
      <w:tr w:rsidR="0092700F" w14:paraId="4E6D3E09" w14:textId="77777777">
        <w:tc>
          <w:tcPr>
            <w:tcW w:w="6498" w:type="dxa"/>
            <w:tcBorders>
              <w:right w:val="single" w:sz="4" w:space="0" w:color="auto"/>
            </w:tcBorders>
          </w:tcPr>
          <w:p w14:paraId="6C7D1C43" w14:textId="77777777" w:rsidR="0092700F" w:rsidRPr="00AF3D9F" w:rsidRDefault="0092700F" w:rsidP="00E56964">
            <w:pPr>
              <w:pStyle w:val="TableBody"/>
              <w:ind w:left="288" w:hanging="288"/>
            </w:pPr>
            <w:r w:rsidRPr="00AF3D9F">
              <w:t>V</w:t>
            </w:r>
            <w:r w:rsidR="0016252F">
              <w:t>II.</w:t>
            </w:r>
            <w:r w:rsidR="0016252F">
              <w:tab/>
            </w:r>
            <w:r w:rsidRPr="00AF3D9F">
              <w:t>Accounting Applications of Present Values</w:t>
            </w:r>
          </w:p>
        </w:tc>
        <w:tc>
          <w:tcPr>
            <w:tcW w:w="2970" w:type="dxa"/>
            <w:tcBorders>
              <w:left w:val="single" w:sz="4" w:space="0" w:color="auto"/>
            </w:tcBorders>
          </w:tcPr>
          <w:p w14:paraId="16B23A24" w14:textId="77777777" w:rsidR="0092700F" w:rsidRDefault="0092700F" w:rsidP="00E56964">
            <w:pPr>
              <w:pStyle w:val="TableBody"/>
              <w:ind w:left="288" w:hanging="288"/>
            </w:pPr>
          </w:p>
        </w:tc>
      </w:tr>
      <w:tr w:rsidR="0092700F" w14:paraId="3C197518" w14:textId="77777777">
        <w:tc>
          <w:tcPr>
            <w:tcW w:w="6498" w:type="dxa"/>
            <w:tcBorders>
              <w:right w:val="single" w:sz="4" w:space="0" w:color="auto"/>
            </w:tcBorders>
          </w:tcPr>
          <w:p w14:paraId="4FF1B9A2" w14:textId="0644A7FD" w:rsidR="0092700F" w:rsidRDefault="00432D71" w:rsidP="00583C67">
            <w:pPr>
              <w:pStyle w:val="TableBody"/>
              <w:ind w:left="864" w:hanging="288"/>
            </w:pPr>
            <w:r>
              <w:t>A</w:t>
            </w:r>
            <w:r w:rsidR="0092700F">
              <w:t>.</w:t>
            </w:r>
            <w:r w:rsidR="0092700F">
              <w:tab/>
              <w:t>Case A</w:t>
            </w:r>
            <w:r w:rsidR="00583C67">
              <w:t>—</w:t>
            </w:r>
            <w:r w:rsidR="0092700F">
              <w:t>Present Value of a Single Amount</w:t>
            </w:r>
          </w:p>
        </w:tc>
        <w:tc>
          <w:tcPr>
            <w:tcW w:w="2970" w:type="dxa"/>
            <w:tcBorders>
              <w:left w:val="single" w:sz="4" w:space="0" w:color="auto"/>
            </w:tcBorders>
          </w:tcPr>
          <w:p w14:paraId="076B57F1" w14:textId="77777777" w:rsidR="0092700F" w:rsidRDefault="0092700F" w:rsidP="00E56964">
            <w:pPr>
              <w:pStyle w:val="TableBody"/>
              <w:ind w:left="288" w:hanging="288"/>
            </w:pPr>
          </w:p>
        </w:tc>
      </w:tr>
      <w:tr w:rsidR="0092700F" w14:paraId="4BE8B845" w14:textId="77777777">
        <w:tc>
          <w:tcPr>
            <w:tcW w:w="6498" w:type="dxa"/>
            <w:tcBorders>
              <w:right w:val="single" w:sz="4" w:space="0" w:color="auto"/>
            </w:tcBorders>
          </w:tcPr>
          <w:p w14:paraId="37ADEA91" w14:textId="333598B1" w:rsidR="0092700F" w:rsidRDefault="00432D71" w:rsidP="00583C67">
            <w:pPr>
              <w:pStyle w:val="TableBody"/>
              <w:ind w:left="864" w:hanging="288"/>
            </w:pPr>
            <w:r>
              <w:t>B</w:t>
            </w:r>
            <w:r w:rsidR="0092700F">
              <w:t>.</w:t>
            </w:r>
            <w:r w:rsidR="0092700F">
              <w:tab/>
              <w:t>Case B</w:t>
            </w:r>
            <w:r w:rsidR="00583C67">
              <w:t>—</w:t>
            </w:r>
            <w:r w:rsidR="0092700F">
              <w:t>Present Value of an Annuity</w:t>
            </w:r>
          </w:p>
        </w:tc>
        <w:tc>
          <w:tcPr>
            <w:tcW w:w="2970" w:type="dxa"/>
            <w:tcBorders>
              <w:left w:val="single" w:sz="4" w:space="0" w:color="auto"/>
            </w:tcBorders>
          </w:tcPr>
          <w:p w14:paraId="260C9624" w14:textId="77777777" w:rsidR="0092700F" w:rsidRDefault="0092700F" w:rsidP="00E56964">
            <w:pPr>
              <w:pStyle w:val="TableBody"/>
              <w:ind w:left="288" w:hanging="288"/>
            </w:pPr>
          </w:p>
        </w:tc>
      </w:tr>
      <w:tr w:rsidR="0092700F" w14:paraId="1286179F" w14:textId="77777777">
        <w:tc>
          <w:tcPr>
            <w:tcW w:w="6498" w:type="dxa"/>
            <w:tcBorders>
              <w:right w:val="single" w:sz="4" w:space="0" w:color="auto"/>
            </w:tcBorders>
          </w:tcPr>
          <w:p w14:paraId="39F21D10" w14:textId="7C180F56" w:rsidR="0092700F" w:rsidRDefault="00432D71" w:rsidP="00583C67">
            <w:pPr>
              <w:pStyle w:val="TableBody"/>
              <w:ind w:left="864" w:hanging="288"/>
            </w:pPr>
            <w:r>
              <w:t>C</w:t>
            </w:r>
            <w:r w:rsidR="0092700F">
              <w:t>.</w:t>
            </w:r>
            <w:r w:rsidR="0092700F">
              <w:tab/>
              <w:t>Case C</w:t>
            </w:r>
            <w:r w:rsidR="00583C67">
              <w:t>—</w:t>
            </w:r>
            <w:r w:rsidR="0092700F">
              <w:t>Present Value of a Single Amount and an Annuity (Bond Pricing)</w:t>
            </w:r>
          </w:p>
        </w:tc>
        <w:tc>
          <w:tcPr>
            <w:tcW w:w="2970" w:type="dxa"/>
            <w:tcBorders>
              <w:left w:val="single" w:sz="4" w:space="0" w:color="auto"/>
            </w:tcBorders>
          </w:tcPr>
          <w:p w14:paraId="1851BB2B" w14:textId="77777777" w:rsidR="0092700F" w:rsidRDefault="0092700F" w:rsidP="00E56964">
            <w:pPr>
              <w:pStyle w:val="TableBody"/>
              <w:ind w:left="288" w:hanging="288"/>
            </w:pPr>
          </w:p>
        </w:tc>
      </w:tr>
    </w:tbl>
    <w:p w14:paraId="3D44EEAD" w14:textId="77777777" w:rsidR="00D72F0A" w:rsidRDefault="00D72F0A" w:rsidP="00F462D0">
      <w:pPr>
        <w:pStyle w:val="Heading1"/>
        <w:spacing w:before="240"/>
      </w:pPr>
    </w:p>
    <w:p w14:paraId="18853A5E" w14:textId="77777777" w:rsidR="00F462D0" w:rsidRDefault="00D72F0A" w:rsidP="00F462D0">
      <w:pPr>
        <w:pStyle w:val="Heading1"/>
        <w:spacing w:before="240"/>
      </w:pPr>
      <w:r>
        <w:br w:type="page"/>
      </w:r>
      <w:r w:rsidR="00F462D0">
        <w:lastRenderedPageBreak/>
        <w:t>Supplemental Enrichment Activit</w:t>
      </w:r>
      <w:r w:rsidR="00E56964">
        <w:t>y</w:t>
      </w:r>
    </w:p>
    <w:p w14:paraId="4A1CE19E" w14:textId="77777777" w:rsidR="00F462D0" w:rsidRDefault="00F462D0" w:rsidP="00F462D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pPr>
      <w:r w:rsidRPr="00C264B8">
        <w:t xml:space="preserve">Note: </w:t>
      </w:r>
      <w:r w:rsidR="00E56964">
        <w:t xml:space="preserve">This </w:t>
      </w:r>
      <w:r w:rsidRPr="00C264B8">
        <w:t>activit</w:t>
      </w:r>
      <w:r w:rsidR="00E56964">
        <w:t>y</w:t>
      </w:r>
      <w:r w:rsidRPr="00C264B8">
        <w:t xml:space="preserve"> would be suitable for individual or group </w:t>
      </w:r>
      <w:r>
        <w:t>activities</w:t>
      </w:r>
      <w:r w:rsidRPr="00C264B8">
        <w:t>.</w:t>
      </w:r>
    </w:p>
    <w:p w14:paraId="51085073" w14:textId="77777777" w:rsidR="00EB4355" w:rsidRDefault="00EB4355" w:rsidP="00F462D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pPr>
    </w:p>
    <w:p w14:paraId="470334C0" w14:textId="421158B1" w:rsidR="00EB4355" w:rsidRDefault="00EB4355" w:rsidP="00EB4355">
      <w:pPr>
        <w:pStyle w:val="BodyText"/>
        <w:numPr>
          <w:ilvl w:val="0"/>
          <w:numId w:val="5"/>
        </w:numPr>
        <w:spacing w:after="120"/>
      </w:pPr>
      <w:r>
        <w:t>Handout C</w:t>
      </w:r>
      <w:r w:rsidR="00F10861">
        <w:t>–</w:t>
      </w:r>
      <w:r>
        <w:t>1</w:t>
      </w:r>
    </w:p>
    <w:p w14:paraId="610B95F2" w14:textId="2E846148" w:rsidR="00EB4355" w:rsidRPr="00DC54C7" w:rsidRDefault="00EB4355" w:rsidP="00534873">
      <w:pPr>
        <w:pStyle w:val="BodyText"/>
        <w:spacing w:after="120"/>
        <w:ind w:left="360"/>
        <w:jc w:val="left"/>
      </w:pPr>
      <w:r>
        <w:t>Use Handout C</w:t>
      </w:r>
      <w:r w:rsidR="00F10861">
        <w:t>–</w:t>
      </w:r>
      <w:r>
        <w:t>1 for an in-class activity designed to review present and future value concepts. Solution: The solution follows the handout master.</w:t>
      </w:r>
    </w:p>
    <w:p w14:paraId="148449D8" w14:textId="77777777" w:rsidR="00F462D0" w:rsidRPr="0029661D" w:rsidRDefault="00F462D0" w:rsidP="00EB4355">
      <w:pPr>
        <w:pStyle w:val="BodyText"/>
        <w:spacing w:after="120"/>
      </w:pPr>
    </w:p>
    <w:p w14:paraId="3211B0A5" w14:textId="77777777" w:rsidR="00F462D0" w:rsidRPr="005A0116" w:rsidRDefault="009054F6" w:rsidP="005A0116">
      <w:pPr>
        <w:pStyle w:val="Heading1"/>
        <w:spacing w:before="240"/>
      </w:pPr>
      <w:r>
        <w:br w:type="page"/>
      </w:r>
      <w:r w:rsidR="00F462D0" w:rsidRPr="005A0116">
        <w:lastRenderedPageBreak/>
        <w:t>HANDOUT C–1</w:t>
      </w:r>
    </w:p>
    <w:p w14:paraId="6BB2873A" w14:textId="77777777" w:rsidR="00F462D0" w:rsidRPr="005A0116" w:rsidRDefault="005A0116" w:rsidP="005A0116">
      <w:pPr>
        <w:pStyle w:val="Heading1"/>
        <w:spacing w:before="240"/>
        <w:jc w:val="center"/>
        <w:rPr>
          <w:u w:val="none"/>
        </w:rPr>
      </w:pPr>
      <w:r w:rsidRPr="005A0116">
        <w:rPr>
          <w:u w:val="none"/>
        </w:rPr>
        <w:t>PRESENT AND FUTURE VALUES</w:t>
      </w:r>
    </w:p>
    <w:p w14:paraId="3AFA9B61" w14:textId="77777777" w:rsidR="00F462D0" w:rsidRPr="005A0116" w:rsidRDefault="00F462D0" w:rsidP="00F462D0">
      <w:pPr>
        <w:rPr>
          <w:u w:val="single"/>
        </w:rPr>
      </w:pPr>
    </w:p>
    <w:p w14:paraId="3B27B3E0" w14:textId="77777777" w:rsidR="00F2299D" w:rsidRDefault="00F2299D" w:rsidP="00F2299D">
      <w:r>
        <w:t>All interest rates are annual. Round each answer to the nearest cent.</w:t>
      </w:r>
    </w:p>
    <w:p w14:paraId="7D2C77D5" w14:textId="77777777" w:rsidR="00354BFD" w:rsidRDefault="00354BFD" w:rsidP="00354BFD"/>
    <w:p w14:paraId="2DFE0FF4" w14:textId="77777777" w:rsidR="00354BFD" w:rsidRPr="00622938" w:rsidRDefault="00354BFD" w:rsidP="00354BFD">
      <w:pPr>
        <w:numPr>
          <w:ilvl w:val="0"/>
          <w:numId w:val="3"/>
        </w:numPr>
      </w:pPr>
      <w:r w:rsidRPr="00622938">
        <w:t>What is the future value of $12,000 after ten years, assuming 9% interest?</w:t>
      </w:r>
    </w:p>
    <w:p w14:paraId="06B6DAF0" w14:textId="77777777" w:rsidR="00354BFD" w:rsidRPr="00622938" w:rsidRDefault="00354BFD" w:rsidP="00354BFD">
      <w:pPr>
        <w:rPr>
          <w:b/>
        </w:rPr>
      </w:pPr>
    </w:p>
    <w:p w14:paraId="2FF9CDC1" w14:textId="77777777" w:rsidR="00354BFD" w:rsidRDefault="00354BFD" w:rsidP="00354BFD">
      <w:pPr>
        <w:rPr>
          <w:b/>
        </w:rPr>
      </w:pPr>
    </w:p>
    <w:p w14:paraId="1D57312B" w14:textId="77777777" w:rsidR="00622938" w:rsidRPr="00622938" w:rsidRDefault="00622938" w:rsidP="00354BFD">
      <w:pPr>
        <w:rPr>
          <w:b/>
        </w:rPr>
      </w:pPr>
    </w:p>
    <w:p w14:paraId="3506001C" w14:textId="77777777" w:rsidR="00622938" w:rsidRPr="00622938" w:rsidRDefault="00622938" w:rsidP="00354BFD">
      <w:pPr>
        <w:rPr>
          <w:b/>
        </w:rPr>
      </w:pPr>
    </w:p>
    <w:p w14:paraId="423F0292" w14:textId="77777777" w:rsidR="00354BFD" w:rsidRPr="00622938" w:rsidRDefault="00354BFD" w:rsidP="00354BFD">
      <w:pPr>
        <w:numPr>
          <w:ilvl w:val="0"/>
          <w:numId w:val="3"/>
        </w:numPr>
      </w:pPr>
      <w:r w:rsidRPr="00622938">
        <w:t>What is the future value of $7,500 after five years, assuming 12% interest?</w:t>
      </w:r>
    </w:p>
    <w:p w14:paraId="06527110" w14:textId="77777777" w:rsidR="00354BFD" w:rsidRPr="00622938" w:rsidRDefault="00354BFD" w:rsidP="00354BFD">
      <w:pPr>
        <w:rPr>
          <w:b/>
        </w:rPr>
      </w:pPr>
    </w:p>
    <w:p w14:paraId="23C81402" w14:textId="77777777" w:rsidR="00354BFD" w:rsidRDefault="00354BFD" w:rsidP="00354BFD">
      <w:pPr>
        <w:rPr>
          <w:b/>
        </w:rPr>
      </w:pPr>
    </w:p>
    <w:p w14:paraId="4DB4561C" w14:textId="77777777" w:rsidR="00622938" w:rsidRPr="00622938" w:rsidRDefault="00622938" w:rsidP="00354BFD">
      <w:pPr>
        <w:rPr>
          <w:b/>
        </w:rPr>
      </w:pPr>
    </w:p>
    <w:p w14:paraId="1A5851A8" w14:textId="77777777" w:rsidR="00622938" w:rsidRPr="00622938" w:rsidRDefault="00622938" w:rsidP="00354BFD">
      <w:pPr>
        <w:rPr>
          <w:b/>
        </w:rPr>
      </w:pPr>
    </w:p>
    <w:p w14:paraId="49415992" w14:textId="77777777" w:rsidR="00354BFD" w:rsidRPr="00622938" w:rsidRDefault="00354BFD" w:rsidP="00354BFD">
      <w:pPr>
        <w:numPr>
          <w:ilvl w:val="0"/>
          <w:numId w:val="3"/>
        </w:numPr>
      </w:pPr>
      <w:r w:rsidRPr="00622938">
        <w:t>What is the present value of $3,000 received 5 years from now, assuming 20% interest?</w:t>
      </w:r>
    </w:p>
    <w:p w14:paraId="6B161113" w14:textId="77777777" w:rsidR="00354BFD" w:rsidRPr="00622938" w:rsidRDefault="00354BFD" w:rsidP="00354BFD">
      <w:pPr>
        <w:rPr>
          <w:b/>
        </w:rPr>
      </w:pPr>
    </w:p>
    <w:p w14:paraId="4899FA57" w14:textId="77777777" w:rsidR="00622938" w:rsidRDefault="00622938" w:rsidP="00354BFD">
      <w:pPr>
        <w:rPr>
          <w:b/>
        </w:rPr>
      </w:pPr>
    </w:p>
    <w:p w14:paraId="5625BFEF" w14:textId="77777777" w:rsidR="00622938" w:rsidRPr="00622938" w:rsidRDefault="00622938" w:rsidP="00354BFD">
      <w:pPr>
        <w:rPr>
          <w:b/>
        </w:rPr>
      </w:pPr>
    </w:p>
    <w:p w14:paraId="014115FC" w14:textId="77777777" w:rsidR="00622938" w:rsidRPr="00622938" w:rsidRDefault="00622938" w:rsidP="00354BFD">
      <w:pPr>
        <w:rPr>
          <w:b/>
        </w:rPr>
      </w:pPr>
    </w:p>
    <w:p w14:paraId="38F51613" w14:textId="77777777" w:rsidR="00354BFD" w:rsidRPr="00622938" w:rsidRDefault="00354BFD" w:rsidP="00354BFD">
      <w:pPr>
        <w:numPr>
          <w:ilvl w:val="0"/>
          <w:numId w:val="3"/>
        </w:numPr>
      </w:pPr>
      <w:r w:rsidRPr="00622938">
        <w:t>What is the present value of $3,000 received 5 years from now, assuming 5% interest, compounded quarterly?</w:t>
      </w:r>
    </w:p>
    <w:p w14:paraId="2D5CB337" w14:textId="77777777" w:rsidR="00354BFD" w:rsidRPr="00622938" w:rsidRDefault="00354BFD" w:rsidP="00354BFD">
      <w:pPr>
        <w:rPr>
          <w:b/>
        </w:rPr>
      </w:pPr>
    </w:p>
    <w:p w14:paraId="585421E4" w14:textId="77777777" w:rsidR="00354BFD" w:rsidRDefault="00354BFD" w:rsidP="00354BFD">
      <w:pPr>
        <w:rPr>
          <w:b/>
        </w:rPr>
      </w:pPr>
    </w:p>
    <w:p w14:paraId="2EA50AA9" w14:textId="77777777" w:rsidR="00622938" w:rsidRPr="00622938" w:rsidRDefault="00622938" w:rsidP="00354BFD">
      <w:pPr>
        <w:rPr>
          <w:b/>
        </w:rPr>
      </w:pPr>
    </w:p>
    <w:p w14:paraId="0C96BF47" w14:textId="77777777" w:rsidR="00622938" w:rsidRPr="00622938" w:rsidRDefault="00622938" w:rsidP="00354BFD">
      <w:pPr>
        <w:rPr>
          <w:b/>
        </w:rPr>
      </w:pPr>
    </w:p>
    <w:p w14:paraId="0E34BE05" w14:textId="77777777" w:rsidR="00354BFD" w:rsidRPr="00622938" w:rsidRDefault="00354BFD" w:rsidP="00354BFD">
      <w:pPr>
        <w:numPr>
          <w:ilvl w:val="0"/>
          <w:numId w:val="3"/>
        </w:numPr>
      </w:pPr>
      <w:r w:rsidRPr="00622938">
        <w:t>What is the future value of an annuity of $12,000 after ten years, assuming 9% interest?</w:t>
      </w:r>
    </w:p>
    <w:p w14:paraId="186A7446" w14:textId="77777777" w:rsidR="00354BFD" w:rsidRPr="00622938" w:rsidRDefault="00354BFD" w:rsidP="00354BFD">
      <w:pPr>
        <w:rPr>
          <w:b/>
        </w:rPr>
      </w:pPr>
    </w:p>
    <w:p w14:paraId="46FB6C95" w14:textId="77777777" w:rsidR="00354BFD" w:rsidRDefault="00354BFD" w:rsidP="00354BFD">
      <w:pPr>
        <w:rPr>
          <w:b/>
        </w:rPr>
      </w:pPr>
    </w:p>
    <w:p w14:paraId="36817116" w14:textId="77777777" w:rsidR="00622938" w:rsidRPr="00622938" w:rsidRDefault="00622938" w:rsidP="00354BFD">
      <w:pPr>
        <w:rPr>
          <w:b/>
        </w:rPr>
      </w:pPr>
    </w:p>
    <w:p w14:paraId="1EDC347B" w14:textId="77777777" w:rsidR="00622938" w:rsidRPr="00622938" w:rsidRDefault="00622938" w:rsidP="00354BFD">
      <w:pPr>
        <w:rPr>
          <w:b/>
        </w:rPr>
      </w:pPr>
    </w:p>
    <w:p w14:paraId="00D62436" w14:textId="77777777" w:rsidR="00354BFD" w:rsidRPr="00622938" w:rsidRDefault="00354BFD" w:rsidP="00354BFD">
      <w:pPr>
        <w:numPr>
          <w:ilvl w:val="0"/>
          <w:numId w:val="3"/>
        </w:numPr>
      </w:pPr>
      <w:r w:rsidRPr="00622938">
        <w:t>What is the future value of an annuity of $7,500 after five years, assuming 12% interest?</w:t>
      </w:r>
    </w:p>
    <w:p w14:paraId="3237D0B5" w14:textId="77777777" w:rsidR="00354BFD" w:rsidRPr="00622938" w:rsidRDefault="00354BFD" w:rsidP="00354BFD">
      <w:pPr>
        <w:rPr>
          <w:b/>
        </w:rPr>
      </w:pPr>
    </w:p>
    <w:p w14:paraId="224E8639" w14:textId="77777777" w:rsidR="00354BFD" w:rsidRDefault="00354BFD" w:rsidP="00354BFD">
      <w:pPr>
        <w:rPr>
          <w:b/>
        </w:rPr>
      </w:pPr>
    </w:p>
    <w:p w14:paraId="39800F36" w14:textId="77777777" w:rsidR="00622938" w:rsidRPr="00622938" w:rsidRDefault="00622938" w:rsidP="00354BFD">
      <w:pPr>
        <w:rPr>
          <w:b/>
        </w:rPr>
      </w:pPr>
    </w:p>
    <w:p w14:paraId="00D46C4A" w14:textId="77777777" w:rsidR="00622938" w:rsidRPr="00622938" w:rsidRDefault="00622938" w:rsidP="00354BFD">
      <w:pPr>
        <w:rPr>
          <w:b/>
        </w:rPr>
      </w:pPr>
    </w:p>
    <w:p w14:paraId="704B109F" w14:textId="77777777" w:rsidR="00354BFD" w:rsidRPr="00622938" w:rsidRDefault="00354BFD" w:rsidP="00354BFD">
      <w:pPr>
        <w:numPr>
          <w:ilvl w:val="0"/>
          <w:numId w:val="3"/>
        </w:numPr>
      </w:pPr>
      <w:r w:rsidRPr="00622938">
        <w:t>What is the present value of a $50,000 annuity received over 20 years, assuming 9% interest?</w:t>
      </w:r>
    </w:p>
    <w:p w14:paraId="0AC99761" w14:textId="77777777" w:rsidR="00354BFD" w:rsidRPr="00622938" w:rsidRDefault="00354BFD" w:rsidP="00354BFD">
      <w:pPr>
        <w:rPr>
          <w:b/>
        </w:rPr>
      </w:pPr>
    </w:p>
    <w:p w14:paraId="72C12DBD" w14:textId="77777777" w:rsidR="00622938" w:rsidRDefault="00622938" w:rsidP="00354BFD">
      <w:pPr>
        <w:rPr>
          <w:b/>
        </w:rPr>
      </w:pPr>
    </w:p>
    <w:p w14:paraId="7804B321" w14:textId="77777777" w:rsidR="00622938" w:rsidRPr="00622938" w:rsidRDefault="00622938" w:rsidP="00354BFD">
      <w:pPr>
        <w:rPr>
          <w:b/>
        </w:rPr>
      </w:pPr>
    </w:p>
    <w:p w14:paraId="6758E269" w14:textId="77777777" w:rsidR="00354BFD" w:rsidRPr="00622938" w:rsidRDefault="00354BFD" w:rsidP="00354BFD">
      <w:pPr>
        <w:rPr>
          <w:b/>
        </w:rPr>
      </w:pPr>
    </w:p>
    <w:p w14:paraId="57F2C5DD" w14:textId="77777777" w:rsidR="00354BFD" w:rsidRPr="00622938" w:rsidRDefault="00354BFD" w:rsidP="00354BFD">
      <w:pPr>
        <w:rPr>
          <w:sz w:val="12"/>
          <w:szCs w:val="12"/>
        </w:rPr>
      </w:pPr>
    </w:p>
    <w:p w14:paraId="179D8275" w14:textId="77777777" w:rsidR="00354BFD" w:rsidRPr="00622938" w:rsidRDefault="00354BFD" w:rsidP="00354BFD">
      <w:pPr>
        <w:numPr>
          <w:ilvl w:val="0"/>
          <w:numId w:val="3"/>
        </w:numPr>
      </w:pPr>
      <w:r w:rsidRPr="00622938">
        <w:t>What is the present value of a $4,000 annuity received over 5 years, assuming 20% interest?</w:t>
      </w:r>
    </w:p>
    <w:p w14:paraId="10A28DCF" w14:textId="77777777" w:rsidR="00354BFD" w:rsidRPr="00622938" w:rsidRDefault="00354BFD" w:rsidP="00354BFD">
      <w:pPr>
        <w:ind w:left="360"/>
        <w:rPr>
          <w:b/>
          <w:u w:val="single"/>
        </w:rPr>
      </w:pPr>
    </w:p>
    <w:p w14:paraId="472706BB" w14:textId="77777777" w:rsidR="005A0116" w:rsidRPr="005A0116" w:rsidRDefault="00F462D0" w:rsidP="005A0116">
      <w:pPr>
        <w:pStyle w:val="Heading1"/>
      </w:pPr>
      <w:r w:rsidRPr="00622938">
        <w:rPr>
          <w:rFonts w:ascii="Verdana" w:hAnsi="Verdana"/>
          <w:sz w:val="36"/>
          <w:szCs w:val="36"/>
        </w:rPr>
        <w:br w:type="page"/>
      </w:r>
      <w:r w:rsidR="005A0116">
        <w:lastRenderedPageBreak/>
        <w:t>HANDOUT C</w:t>
      </w:r>
      <w:r w:rsidR="005A0116" w:rsidRPr="005A0116">
        <w:t>–1</w:t>
      </w:r>
      <w:r w:rsidR="005A0116">
        <w:t xml:space="preserve"> SOLUTION</w:t>
      </w:r>
    </w:p>
    <w:p w14:paraId="3F3A072E" w14:textId="77777777" w:rsidR="005A0116" w:rsidRPr="005A0116" w:rsidRDefault="005A0116" w:rsidP="005A0116">
      <w:pPr>
        <w:pStyle w:val="Heading1"/>
        <w:jc w:val="center"/>
        <w:rPr>
          <w:u w:val="none"/>
        </w:rPr>
      </w:pPr>
      <w:r w:rsidRPr="005A0116">
        <w:rPr>
          <w:u w:val="none"/>
        </w:rPr>
        <w:t>PRESENT AND FUTURE VALUES</w:t>
      </w:r>
    </w:p>
    <w:p w14:paraId="303241FC" w14:textId="77777777" w:rsidR="00354BFD" w:rsidRDefault="00F2299D" w:rsidP="00354BFD">
      <w:r>
        <w:t xml:space="preserve">All interest rates are annual. </w:t>
      </w:r>
      <w:r w:rsidR="00354BFD">
        <w:t xml:space="preserve">Round each answer to the nearest </w:t>
      </w:r>
      <w:r>
        <w:t>cent</w:t>
      </w:r>
      <w:r w:rsidR="00354BFD">
        <w:t>.</w:t>
      </w:r>
    </w:p>
    <w:p w14:paraId="131A24F6" w14:textId="77777777" w:rsidR="00354BFD" w:rsidRDefault="00354BFD" w:rsidP="00354BFD"/>
    <w:p w14:paraId="6D089E9F" w14:textId="77777777" w:rsidR="00A87288" w:rsidRPr="00A001CD" w:rsidRDefault="00A87288" w:rsidP="00354BFD">
      <w:pPr>
        <w:numPr>
          <w:ilvl w:val="0"/>
          <w:numId w:val="9"/>
        </w:numPr>
      </w:pPr>
      <w:r w:rsidRPr="00A001CD">
        <w:t>What is the future value of $12,000 after ten years, assuming 9% interest?</w:t>
      </w:r>
    </w:p>
    <w:p w14:paraId="7EBA2EDF" w14:textId="77777777" w:rsidR="00A87288" w:rsidRPr="00A001CD" w:rsidRDefault="00A87288" w:rsidP="00A87288">
      <w:pPr>
        <w:ind w:left="360"/>
        <w:rPr>
          <w:b/>
        </w:rPr>
      </w:pPr>
      <w:r w:rsidRPr="00A001CD">
        <w:rPr>
          <w:b/>
          <w:i/>
        </w:rPr>
        <w:t>n</w:t>
      </w:r>
      <w:r w:rsidRPr="00A001CD">
        <w:rPr>
          <w:b/>
        </w:rPr>
        <w:t xml:space="preserve"> = 10; </w:t>
      </w:r>
      <w:r w:rsidRPr="00A001CD">
        <w:rPr>
          <w:b/>
          <w:i/>
        </w:rPr>
        <w:t>i</w:t>
      </w:r>
      <w:r w:rsidRPr="00A001CD">
        <w:rPr>
          <w:b/>
        </w:rPr>
        <w:t xml:space="preserve"> = 9%; Payments = $12,000 each</w:t>
      </w:r>
    </w:p>
    <w:p w14:paraId="47A51D9E" w14:textId="77777777" w:rsidR="00A87288" w:rsidRPr="00A001CD" w:rsidRDefault="00A87288" w:rsidP="00A87288">
      <w:pPr>
        <w:ind w:left="360"/>
        <w:rPr>
          <w:b/>
        </w:rPr>
      </w:pPr>
      <w:r w:rsidRPr="00A001CD">
        <w:rPr>
          <w:b/>
        </w:rPr>
        <w:t xml:space="preserve">Future value of </w:t>
      </w:r>
      <w:r w:rsidR="00A001CD">
        <w:rPr>
          <w:b/>
        </w:rPr>
        <w:t>$1 factor from Table C.1</w:t>
      </w:r>
      <w:r w:rsidRPr="00A001CD">
        <w:rPr>
          <w:b/>
        </w:rPr>
        <w:t xml:space="preserve"> = </w:t>
      </w:r>
      <w:r w:rsidR="00825506">
        <w:rPr>
          <w:b/>
        </w:rPr>
        <w:t>2.36736</w:t>
      </w:r>
    </w:p>
    <w:p w14:paraId="246E12F0" w14:textId="2794DEF9" w:rsidR="00A87288" w:rsidRPr="00354BFD" w:rsidRDefault="00354BFD" w:rsidP="00A87288">
      <w:pPr>
        <w:ind w:left="360"/>
        <w:rPr>
          <w:b/>
        </w:rPr>
      </w:pPr>
      <w:r w:rsidRPr="00354BFD">
        <w:rPr>
          <w:b/>
        </w:rPr>
        <w:t>2.367</w:t>
      </w:r>
      <w:r w:rsidR="00825506">
        <w:rPr>
          <w:b/>
        </w:rPr>
        <w:t>36</w:t>
      </w:r>
      <w:r w:rsidR="00A87288" w:rsidRPr="00354BFD">
        <w:rPr>
          <w:b/>
        </w:rPr>
        <w:t xml:space="preserve"> </w:t>
      </w:r>
      <w:r w:rsidR="00E849AC">
        <w:rPr>
          <w:b/>
        </w:rPr>
        <w:t>×</w:t>
      </w:r>
      <w:r w:rsidR="00A87288" w:rsidRPr="00354BFD">
        <w:rPr>
          <w:b/>
        </w:rPr>
        <w:t xml:space="preserve"> $12,000 = </w:t>
      </w:r>
      <w:r w:rsidR="00A87288" w:rsidRPr="00354BFD">
        <w:rPr>
          <w:b/>
          <w:u w:val="single"/>
        </w:rPr>
        <w:t>$</w:t>
      </w:r>
      <w:r w:rsidRPr="00354BFD">
        <w:rPr>
          <w:b/>
          <w:u w:val="single"/>
        </w:rPr>
        <w:t>28,40</w:t>
      </w:r>
      <w:r w:rsidR="00825506">
        <w:rPr>
          <w:b/>
          <w:u w:val="single"/>
        </w:rPr>
        <w:t>8.32</w:t>
      </w:r>
    </w:p>
    <w:p w14:paraId="2DD9412D" w14:textId="77777777" w:rsidR="00A87288" w:rsidRPr="00FE5317" w:rsidRDefault="00A87288" w:rsidP="00A87288">
      <w:pPr>
        <w:rPr>
          <w:color w:val="FF0000"/>
          <w:sz w:val="12"/>
          <w:szCs w:val="12"/>
        </w:rPr>
      </w:pPr>
    </w:p>
    <w:p w14:paraId="02A639D6" w14:textId="77777777" w:rsidR="00A87288" w:rsidRPr="00A001CD" w:rsidRDefault="00A87288" w:rsidP="00354BFD">
      <w:pPr>
        <w:numPr>
          <w:ilvl w:val="0"/>
          <w:numId w:val="9"/>
        </w:numPr>
      </w:pPr>
      <w:r w:rsidRPr="00A001CD">
        <w:t>What is the future value of $7,500 after five years, assuming 12% interest?</w:t>
      </w:r>
    </w:p>
    <w:p w14:paraId="3E057C17" w14:textId="77777777" w:rsidR="00A87288" w:rsidRPr="00A001CD" w:rsidRDefault="00A87288" w:rsidP="00A87288">
      <w:pPr>
        <w:ind w:left="360"/>
        <w:rPr>
          <w:b/>
        </w:rPr>
      </w:pPr>
      <w:r w:rsidRPr="00A001CD">
        <w:rPr>
          <w:b/>
          <w:i/>
        </w:rPr>
        <w:t>n</w:t>
      </w:r>
      <w:r w:rsidRPr="00A001CD">
        <w:rPr>
          <w:b/>
        </w:rPr>
        <w:t xml:space="preserve"> = 5; </w:t>
      </w:r>
      <w:r w:rsidRPr="00A001CD">
        <w:rPr>
          <w:b/>
          <w:i/>
        </w:rPr>
        <w:t>i</w:t>
      </w:r>
      <w:r w:rsidRPr="00A001CD">
        <w:rPr>
          <w:b/>
        </w:rPr>
        <w:t xml:space="preserve"> = 12%; Payments = $7,500 each</w:t>
      </w:r>
    </w:p>
    <w:p w14:paraId="737664C8" w14:textId="77777777" w:rsidR="00A87288" w:rsidRPr="00A001CD" w:rsidRDefault="00A87288" w:rsidP="00A87288">
      <w:pPr>
        <w:ind w:left="360"/>
        <w:rPr>
          <w:b/>
        </w:rPr>
      </w:pPr>
      <w:r w:rsidRPr="00A001CD">
        <w:rPr>
          <w:b/>
        </w:rPr>
        <w:t xml:space="preserve">Future value factor </w:t>
      </w:r>
      <w:r w:rsidR="00A001CD">
        <w:rPr>
          <w:b/>
        </w:rPr>
        <w:t>of $1 from Table C.1</w:t>
      </w:r>
      <w:r w:rsidR="00354BFD">
        <w:rPr>
          <w:b/>
        </w:rPr>
        <w:t xml:space="preserve"> = 1.7623</w:t>
      </w:r>
      <w:r w:rsidR="00825506">
        <w:rPr>
          <w:b/>
        </w:rPr>
        <w:t>4</w:t>
      </w:r>
    </w:p>
    <w:p w14:paraId="2005491D" w14:textId="153ACBCE" w:rsidR="00A87288" w:rsidRPr="00354BFD" w:rsidRDefault="00354BFD" w:rsidP="00A87288">
      <w:pPr>
        <w:ind w:left="360"/>
        <w:rPr>
          <w:b/>
        </w:rPr>
      </w:pPr>
      <w:r w:rsidRPr="00354BFD">
        <w:rPr>
          <w:b/>
        </w:rPr>
        <w:t>1.7623</w:t>
      </w:r>
      <w:r w:rsidR="00825506">
        <w:rPr>
          <w:b/>
        </w:rPr>
        <w:t>4</w:t>
      </w:r>
      <w:r w:rsidR="00A87288" w:rsidRPr="00354BFD">
        <w:rPr>
          <w:b/>
        </w:rPr>
        <w:t xml:space="preserve"> </w:t>
      </w:r>
      <w:r w:rsidR="00E849AC">
        <w:rPr>
          <w:b/>
        </w:rPr>
        <w:t>×</w:t>
      </w:r>
      <w:r w:rsidR="00A87288" w:rsidRPr="00354BFD">
        <w:rPr>
          <w:b/>
        </w:rPr>
        <w:t xml:space="preserve"> $7,500 = </w:t>
      </w:r>
      <w:r w:rsidR="00A87288" w:rsidRPr="00354BFD">
        <w:rPr>
          <w:b/>
          <w:u w:val="single"/>
        </w:rPr>
        <w:t>$</w:t>
      </w:r>
      <w:r w:rsidRPr="00354BFD">
        <w:rPr>
          <w:b/>
          <w:u w:val="single"/>
        </w:rPr>
        <w:t>13,217</w:t>
      </w:r>
      <w:r w:rsidR="00825506">
        <w:rPr>
          <w:b/>
          <w:u w:val="single"/>
        </w:rPr>
        <w:t>.55</w:t>
      </w:r>
    </w:p>
    <w:p w14:paraId="05D2AC24" w14:textId="77777777" w:rsidR="00A87288" w:rsidRPr="00783142" w:rsidRDefault="00A87288" w:rsidP="00A87288">
      <w:pPr>
        <w:rPr>
          <w:sz w:val="12"/>
          <w:szCs w:val="12"/>
        </w:rPr>
      </w:pPr>
    </w:p>
    <w:p w14:paraId="7E2282F1" w14:textId="77777777" w:rsidR="00FE5317" w:rsidRPr="00F462D0" w:rsidRDefault="00FE5317" w:rsidP="00354BFD">
      <w:pPr>
        <w:numPr>
          <w:ilvl w:val="0"/>
          <w:numId w:val="9"/>
        </w:numPr>
      </w:pPr>
      <w:r w:rsidRPr="00F462D0">
        <w:t>What is the present value of $3,000 received 5 years from now, assuming 20% interest?</w:t>
      </w:r>
    </w:p>
    <w:p w14:paraId="0D065BA7" w14:textId="77777777" w:rsidR="00FE5317" w:rsidRDefault="00FE5317" w:rsidP="00FE5317">
      <w:pPr>
        <w:ind w:left="360"/>
        <w:rPr>
          <w:b/>
        </w:rPr>
      </w:pPr>
      <w:r w:rsidRPr="0008756B">
        <w:rPr>
          <w:b/>
          <w:i/>
        </w:rPr>
        <w:t>n</w:t>
      </w:r>
      <w:r>
        <w:rPr>
          <w:b/>
        </w:rPr>
        <w:t xml:space="preserve"> =</w:t>
      </w:r>
      <w:r w:rsidRPr="00F462D0">
        <w:rPr>
          <w:b/>
        </w:rPr>
        <w:t xml:space="preserve">5; </w:t>
      </w:r>
      <w:r>
        <w:rPr>
          <w:b/>
          <w:i/>
        </w:rPr>
        <w:t>i</w:t>
      </w:r>
      <w:r>
        <w:rPr>
          <w:b/>
        </w:rPr>
        <w:t xml:space="preserve"> =</w:t>
      </w:r>
      <w:r w:rsidRPr="00F462D0">
        <w:rPr>
          <w:b/>
        </w:rPr>
        <w:t xml:space="preserve"> 20%; </w:t>
      </w:r>
      <w:r>
        <w:rPr>
          <w:b/>
        </w:rPr>
        <w:t>Present</w:t>
      </w:r>
      <w:r w:rsidRPr="00F462D0">
        <w:rPr>
          <w:b/>
        </w:rPr>
        <w:t xml:space="preserve"> Value = $3,000</w:t>
      </w:r>
    </w:p>
    <w:p w14:paraId="47F6D223" w14:textId="0BA94D0B" w:rsidR="00FE5317" w:rsidRPr="00F462D0" w:rsidRDefault="00FE5317" w:rsidP="00FE5317">
      <w:pPr>
        <w:ind w:left="360"/>
        <w:rPr>
          <w:b/>
        </w:rPr>
      </w:pPr>
      <w:r w:rsidRPr="00F462D0">
        <w:rPr>
          <w:b/>
        </w:rPr>
        <w:t>Present value fact</w:t>
      </w:r>
      <w:r w:rsidR="00825506">
        <w:rPr>
          <w:b/>
        </w:rPr>
        <w:t>or of $1 from Table C.2 = 0.40188</w:t>
      </w:r>
      <w:r>
        <w:rPr>
          <w:b/>
        </w:rPr>
        <w:br/>
      </w:r>
      <w:r w:rsidR="00825506">
        <w:rPr>
          <w:b/>
        </w:rPr>
        <w:t>0.40188</w:t>
      </w:r>
      <w:r w:rsidRPr="00F462D0">
        <w:rPr>
          <w:b/>
        </w:rPr>
        <w:t xml:space="preserve"> </w:t>
      </w:r>
      <w:r w:rsidR="00E849AC">
        <w:rPr>
          <w:b/>
        </w:rPr>
        <w:t>×</w:t>
      </w:r>
      <w:r w:rsidRPr="00F462D0">
        <w:rPr>
          <w:b/>
        </w:rPr>
        <w:t xml:space="preserve"> </w:t>
      </w:r>
      <w:r>
        <w:rPr>
          <w:b/>
        </w:rPr>
        <w:t>$</w:t>
      </w:r>
      <w:r w:rsidRPr="00F462D0">
        <w:rPr>
          <w:b/>
        </w:rPr>
        <w:t xml:space="preserve">3,000 = </w:t>
      </w:r>
      <w:r w:rsidRPr="00EB4355">
        <w:rPr>
          <w:b/>
          <w:u w:val="single"/>
        </w:rPr>
        <w:t>$</w:t>
      </w:r>
      <w:r w:rsidRPr="00F462D0">
        <w:rPr>
          <w:b/>
          <w:u w:val="single"/>
        </w:rPr>
        <w:t>1,20</w:t>
      </w:r>
      <w:r w:rsidR="00825506">
        <w:rPr>
          <w:b/>
          <w:u w:val="single"/>
        </w:rPr>
        <w:t>5.64</w:t>
      </w:r>
    </w:p>
    <w:p w14:paraId="62E85298" w14:textId="77777777" w:rsidR="00FE5317" w:rsidRPr="00783142" w:rsidRDefault="00FE5317" w:rsidP="00FE5317">
      <w:pPr>
        <w:rPr>
          <w:sz w:val="12"/>
          <w:szCs w:val="12"/>
        </w:rPr>
      </w:pPr>
    </w:p>
    <w:p w14:paraId="05B56ECF" w14:textId="77777777" w:rsidR="00FE5317" w:rsidRPr="00F462D0" w:rsidRDefault="00FE5317" w:rsidP="00354BFD">
      <w:pPr>
        <w:numPr>
          <w:ilvl w:val="0"/>
          <w:numId w:val="9"/>
        </w:numPr>
      </w:pPr>
      <w:r w:rsidRPr="00F462D0">
        <w:t xml:space="preserve">What is the present value of $3,000 received 5 years from now, </w:t>
      </w:r>
      <w:r>
        <w:t xml:space="preserve">assuming 5% interest, </w:t>
      </w:r>
      <w:r w:rsidRPr="00F462D0">
        <w:t>compounded quarterly?</w:t>
      </w:r>
    </w:p>
    <w:p w14:paraId="1C68A9A8" w14:textId="78FD631A" w:rsidR="00FE5317" w:rsidRDefault="00FE5317" w:rsidP="00FE5317">
      <w:pPr>
        <w:ind w:left="360"/>
        <w:rPr>
          <w:b/>
        </w:rPr>
      </w:pPr>
      <w:r w:rsidRPr="0008756B">
        <w:rPr>
          <w:b/>
          <w:i/>
        </w:rPr>
        <w:t>n</w:t>
      </w:r>
      <w:r>
        <w:rPr>
          <w:b/>
        </w:rPr>
        <w:t xml:space="preserve"> =</w:t>
      </w:r>
      <w:r w:rsidRPr="00F462D0">
        <w:rPr>
          <w:b/>
        </w:rPr>
        <w:t>20</w:t>
      </w:r>
      <w:r>
        <w:rPr>
          <w:b/>
        </w:rPr>
        <w:t xml:space="preserve"> (or 5 years </w:t>
      </w:r>
      <w:r w:rsidR="00E849AC">
        <w:rPr>
          <w:b/>
        </w:rPr>
        <w:t>×</w:t>
      </w:r>
      <w:r>
        <w:rPr>
          <w:b/>
        </w:rPr>
        <w:t xml:space="preserve"> 4 payment periods per year)</w:t>
      </w:r>
      <w:r w:rsidRPr="00F462D0">
        <w:rPr>
          <w:b/>
        </w:rPr>
        <w:t xml:space="preserve">; </w:t>
      </w:r>
      <w:r>
        <w:rPr>
          <w:b/>
          <w:i/>
        </w:rPr>
        <w:t>i</w:t>
      </w:r>
      <w:r>
        <w:rPr>
          <w:b/>
        </w:rPr>
        <w:t xml:space="preserve"> =</w:t>
      </w:r>
      <w:r w:rsidRPr="00F462D0">
        <w:rPr>
          <w:b/>
        </w:rPr>
        <w:t xml:space="preserve"> 5%; Future Value = $3,000</w:t>
      </w:r>
    </w:p>
    <w:p w14:paraId="76415D2E" w14:textId="2BCFE0EC" w:rsidR="00FE5317" w:rsidRPr="00F462D0" w:rsidRDefault="00FE5317" w:rsidP="00FE5317">
      <w:pPr>
        <w:ind w:left="360"/>
        <w:rPr>
          <w:b/>
          <w:u w:val="single"/>
        </w:rPr>
      </w:pPr>
      <w:r w:rsidRPr="00F462D0">
        <w:rPr>
          <w:b/>
        </w:rPr>
        <w:t>Present value fact</w:t>
      </w:r>
      <w:r w:rsidR="002D0CEB">
        <w:rPr>
          <w:b/>
        </w:rPr>
        <w:t>or of $1 from Table C.2 = 0.37689</w:t>
      </w:r>
      <w:r>
        <w:rPr>
          <w:b/>
        </w:rPr>
        <w:br/>
      </w:r>
      <w:r w:rsidR="002D0CEB">
        <w:rPr>
          <w:b/>
        </w:rPr>
        <w:t>0.37689</w:t>
      </w:r>
      <w:r w:rsidRPr="00F462D0">
        <w:rPr>
          <w:b/>
        </w:rPr>
        <w:t xml:space="preserve"> </w:t>
      </w:r>
      <w:r w:rsidR="00E849AC">
        <w:rPr>
          <w:b/>
        </w:rPr>
        <w:t>×</w:t>
      </w:r>
      <w:r w:rsidRPr="00F462D0">
        <w:rPr>
          <w:b/>
        </w:rPr>
        <w:t xml:space="preserve"> </w:t>
      </w:r>
      <w:r>
        <w:rPr>
          <w:b/>
        </w:rPr>
        <w:t>$</w:t>
      </w:r>
      <w:r w:rsidRPr="00F462D0">
        <w:rPr>
          <w:b/>
        </w:rPr>
        <w:t xml:space="preserve">3,000 = </w:t>
      </w:r>
      <w:r w:rsidRPr="00EB4355">
        <w:rPr>
          <w:b/>
          <w:u w:val="single"/>
        </w:rPr>
        <w:t>$</w:t>
      </w:r>
      <w:r w:rsidR="002D0CEB">
        <w:rPr>
          <w:b/>
          <w:u w:val="single"/>
        </w:rPr>
        <w:t>1,130.67</w:t>
      </w:r>
    </w:p>
    <w:p w14:paraId="44A0B508" w14:textId="77777777" w:rsidR="00FE5317" w:rsidRPr="00783142" w:rsidRDefault="00FE5317" w:rsidP="00FE5317">
      <w:pPr>
        <w:rPr>
          <w:sz w:val="12"/>
          <w:szCs w:val="12"/>
        </w:rPr>
      </w:pPr>
    </w:p>
    <w:p w14:paraId="644DCF8B" w14:textId="77777777" w:rsidR="00A87288" w:rsidRPr="00F462D0" w:rsidRDefault="00A87288" w:rsidP="00354BFD">
      <w:pPr>
        <w:numPr>
          <w:ilvl w:val="0"/>
          <w:numId w:val="9"/>
        </w:numPr>
      </w:pPr>
      <w:r w:rsidRPr="00F462D0">
        <w:t xml:space="preserve">What is the future value of an annuity of $12,000 after ten years, </w:t>
      </w:r>
      <w:r>
        <w:t xml:space="preserve">assuming </w:t>
      </w:r>
      <w:r w:rsidRPr="00F462D0">
        <w:t>9% interest?</w:t>
      </w:r>
    </w:p>
    <w:p w14:paraId="181FE6F5" w14:textId="77777777" w:rsidR="00A87288" w:rsidRDefault="00A87288" w:rsidP="00A87288">
      <w:pPr>
        <w:ind w:left="360"/>
        <w:rPr>
          <w:b/>
        </w:rPr>
      </w:pPr>
      <w:r w:rsidRPr="0008756B">
        <w:rPr>
          <w:b/>
          <w:i/>
        </w:rPr>
        <w:t>n</w:t>
      </w:r>
      <w:r>
        <w:rPr>
          <w:b/>
        </w:rPr>
        <w:t xml:space="preserve"> =</w:t>
      </w:r>
      <w:r w:rsidRPr="00F462D0">
        <w:rPr>
          <w:b/>
        </w:rPr>
        <w:t xml:space="preserve">10; </w:t>
      </w:r>
      <w:r>
        <w:rPr>
          <w:b/>
          <w:i/>
        </w:rPr>
        <w:t>i</w:t>
      </w:r>
      <w:r>
        <w:rPr>
          <w:b/>
        </w:rPr>
        <w:t xml:space="preserve"> =</w:t>
      </w:r>
      <w:r w:rsidRPr="00F462D0">
        <w:rPr>
          <w:b/>
        </w:rPr>
        <w:t xml:space="preserve"> 9%; Payments = $12,000 each</w:t>
      </w:r>
    </w:p>
    <w:p w14:paraId="1AEC0838" w14:textId="60F4769A" w:rsidR="00A87288" w:rsidRPr="00F462D0" w:rsidRDefault="00A87288" w:rsidP="00A87288">
      <w:pPr>
        <w:ind w:left="360"/>
        <w:rPr>
          <w:b/>
        </w:rPr>
      </w:pPr>
      <w:r>
        <w:rPr>
          <w:b/>
        </w:rPr>
        <w:t>F</w:t>
      </w:r>
      <w:r w:rsidRPr="00F462D0">
        <w:rPr>
          <w:b/>
        </w:rPr>
        <w:t>uture value of annuity of $1 factor from Table C.3 = 15.1929</w:t>
      </w:r>
      <w:r w:rsidR="002D0CEB">
        <w:rPr>
          <w:b/>
        </w:rPr>
        <w:t>3</w:t>
      </w:r>
      <w:r>
        <w:rPr>
          <w:b/>
        </w:rPr>
        <w:br/>
      </w:r>
      <w:r w:rsidRPr="00F462D0">
        <w:rPr>
          <w:b/>
        </w:rPr>
        <w:t>15.1929</w:t>
      </w:r>
      <w:r w:rsidR="002D0CEB">
        <w:rPr>
          <w:b/>
        </w:rPr>
        <w:t>3</w:t>
      </w:r>
      <w:r w:rsidRPr="00F462D0">
        <w:rPr>
          <w:b/>
        </w:rPr>
        <w:t xml:space="preserve"> </w:t>
      </w:r>
      <w:r w:rsidR="00E849AC">
        <w:rPr>
          <w:b/>
        </w:rPr>
        <w:t>×</w:t>
      </w:r>
      <w:r w:rsidRPr="00F462D0">
        <w:rPr>
          <w:b/>
        </w:rPr>
        <w:t xml:space="preserve"> </w:t>
      </w:r>
      <w:r>
        <w:rPr>
          <w:b/>
        </w:rPr>
        <w:t>$</w:t>
      </w:r>
      <w:r w:rsidRPr="00F462D0">
        <w:rPr>
          <w:b/>
        </w:rPr>
        <w:t xml:space="preserve">12,000 = </w:t>
      </w:r>
      <w:r w:rsidRPr="00EB4355">
        <w:rPr>
          <w:b/>
          <w:u w:val="single"/>
        </w:rPr>
        <w:t>$</w:t>
      </w:r>
      <w:r w:rsidRPr="00F462D0">
        <w:rPr>
          <w:b/>
          <w:u w:val="single"/>
        </w:rPr>
        <w:t>182,315</w:t>
      </w:r>
      <w:r w:rsidR="002D0CEB">
        <w:rPr>
          <w:b/>
          <w:u w:val="single"/>
        </w:rPr>
        <w:t>.16</w:t>
      </w:r>
    </w:p>
    <w:p w14:paraId="6C03FD32" w14:textId="77777777" w:rsidR="00A87288" w:rsidRPr="00783142" w:rsidRDefault="00A87288" w:rsidP="00A87288">
      <w:pPr>
        <w:rPr>
          <w:sz w:val="12"/>
          <w:szCs w:val="12"/>
        </w:rPr>
      </w:pPr>
    </w:p>
    <w:p w14:paraId="7015517C" w14:textId="77777777" w:rsidR="00A87288" w:rsidRPr="00F462D0" w:rsidRDefault="00A87288" w:rsidP="00354BFD">
      <w:pPr>
        <w:numPr>
          <w:ilvl w:val="0"/>
          <w:numId w:val="9"/>
        </w:numPr>
      </w:pPr>
      <w:r w:rsidRPr="00F462D0">
        <w:t xml:space="preserve">What is the future value of an annuity of $7,500 after five years, </w:t>
      </w:r>
      <w:r>
        <w:t xml:space="preserve">assuming </w:t>
      </w:r>
      <w:r w:rsidRPr="00F462D0">
        <w:t>12% interest?</w:t>
      </w:r>
    </w:p>
    <w:p w14:paraId="7CE3F8A8" w14:textId="77777777" w:rsidR="00A87288" w:rsidRDefault="00A87288" w:rsidP="00A87288">
      <w:pPr>
        <w:ind w:left="360"/>
        <w:rPr>
          <w:b/>
        </w:rPr>
      </w:pPr>
      <w:r w:rsidRPr="0008756B">
        <w:rPr>
          <w:b/>
          <w:i/>
        </w:rPr>
        <w:t>n</w:t>
      </w:r>
      <w:r>
        <w:rPr>
          <w:b/>
        </w:rPr>
        <w:t xml:space="preserve"> =</w:t>
      </w:r>
      <w:r w:rsidRPr="00F462D0">
        <w:rPr>
          <w:b/>
        </w:rPr>
        <w:t xml:space="preserve">5; </w:t>
      </w:r>
      <w:r>
        <w:rPr>
          <w:b/>
          <w:i/>
        </w:rPr>
        <w:t>i</w:t>
      </w:r>
      <w:r>
        <w:rPr>
          <w:b/>
        </w:rPr>
        <w:t xml:space="preserve"> =</w:t>
      </w:r>
      <w:r w:rsidRPr="00F462D0">
        <w:rPr>
          <w:b/>
        </w:rPr>
        <w:t xml:space="preserve"> 12%; Payments = $7,500 each</w:t>
      </w:r>
    </w:p>
    <w:p w14:paraId="50C7338D" w14:textId="1D76ECFB" w:rsidR="00A87288" w:rsidRPr="00F462D0" w:rsidRDefault="00A87288" w:rsidP="00A87288">
      <w:pPr>
        <w:ind w:left="360"/>
        <w:rPr>
          <w:b/>
        </w:rPr>
      </w:pPr>
      <w:r w:rsidRPr="00F462D0">
        <w:rPr>
          <w:b/>
        </w:rPr>
        <w:t>Future value factor of annuity of $1 from Table C.3 = 6.3528</w:t>
      </w:r>
      <w:r w:rsidR="002D0CEB">
        <w:rPr>
          <w:b/>
        </w:rPr>
        <w:t>5</w:t>
      </w:r>
      <w:r>
        <w:rPr>
          <w:b/>
        </w:rPr>
        <w:br/>
      </w:r>
      <w:r w:rsidRPr="00F462D0">
        <w:rPr>
          <w:b/>
        </w:rPr>
        <w:t>6.3528</w:t>
      </w:r>
      <w:r w:rsidR="002D0CEB">
        <w:rPr>
          <w:b/>
        </w:rPr>
        <w:t>5</w:t>
      </w:r>
      <w:r w:rsidRPr="00F462D0">
        <w:rPr>
          <w:b/>
        </w:rPr>
        <w:t xml:space="preserve"> </w:t>
      </w:r>
      <w:r w:rsidR="00E849AC">
        <w:rPr>
          <w:b/>
        </w:rPr>
        <w:t>×</w:t>
      </w:r>
      <w:r w:rsidRPr="00F462D0">
        <w:rPr>
          <w:b/>
        </w:rPr>
        <w:t xml:space="preserve"> </w:t>
      </w:r>
      <w:r>
        <w:rPr>
          <w:b/>
        </w:rPr>
        <w:t>$</w:t>
      </w:r>
      <w:r w:rsidRPr="00F462D0">
        <w:rPr>
          <w:b/>
        </w:rPr>
        <w:t xml:space="preserve">7,500 = </w:t>
      </w:r>
      <w:r w:rsidRPr="00EB4355">
        <w:rPr>
          <w:b/>
          <w:u w:val="single"/>
        </w:rPr>
        <w:t>$</w:t>
      </w:r>
      <w:r w:rsidRPr="00F462D0">
        <w:rPr>
          <w:b/>
          <w:u w:val="single"/>
        </w:rPr>
        <w:t>47,646</w:t>
      </w:r>
      <w:r w:rsidR="002D0CEB">
        <w:rPr>
          <w:b/>
          <w:u w:val="single"/>
        </w:rPr>
        <w:t>.38</w:t>
      </w:r>
    </w:p>
    <w:p w14:paraId="05117F12" w14:textId="77777777" w:rsidR="00A87288" w:rsidRPr="00783142" w:rsidRDefault="00A87288" w:rsidP="00A87288">
      <w:pPr>
        <w:rPr>
          <w:sz w:val="12"/>
          <w:szCs w:val="12"/>
        </w:rPr>
      </w:pPr>
    </w:p>
    <w:p w14:paraId="0B4476A9" w14:textId="77777777" w:rsidR="00E56964" w:rsidRPr="00F462D0" w:rsidRDefault="00E56964" w:rsidP="00354BFD">
      <w:pPr>
        <w:numPr>
          <w:ilvl w:val="0"/>
          <w:numId w:val="9"/>
        </w:numPr>
      </w:pPr>
      <w:r w:rsidRPr="00F462D0">
        <w:t xml:space="preserve">What is the present value of a $50,000 </w:t>
      </w:r>
      <w:r w:rsidR="00A87288">
        <w:t xml:space="preserve">annuity </w:t>
      </w:r>
      <w:r w:rsidRPr="00F462D0">
        <w:t>received over 20 years, assuming 9% interest?</w:t>
      </w:r>
    </w:p>
    <w:p w14:paraId="5C88EFCF" w14:textId="77777777" w:rsidR="00E56964" w:rsidRDefault="00E56964" w:rsidP="00E56964">
      <w:pPr>
        <w:ind w:left="360"/>
        <w:rPr>
          <w:b/>
        </w:rPr>
      </w:pPr>
      <w:r w:rsidRPr="0008756B">
        <w:rPr>
          <w:b/>
          <w:i/>
        </w:rPr>
        <w:t>n</w:t>
      </w:r>
      <w:r>
        <w:rPr>
          <w:b/>
        </w:rPr>
        <w:t xml:space="preserve"> =</w:t>
      </w:r>
      <w:r w:rsidRPr="00F462D0">
        <w:rPr>
          <w:b/>
        </w:rPr>
        <w:t xml:space="preserve">20; </w:t>
      </w:r>
      <w:r>
        <w:rPr>
          <w:b/>
          <w:i/>
        </w:rPr>
        <w:t>i</w:t>
      </w:r>
      <w:r>
        <w:rPr>
          <w:b/>
        </w:rPr>
        <w:t xml:space="preserve"> =</w:t>
      </w:r>
      <w:r w:rsidRPr="00F462D0">
        <w:rPr>
          <w:b/>
        </w:rPr>
        <w:t xml:space="preserve"> 9%; Payments = $50,000 each</w:t>
      </w:r>
    </w:p>
    <w:p w14:paraId="0C64BDCE" w14:textId="766E1666" w:rsidR="00E56964" w:rsidRPr="00F462D0" w:rsidRDefault="00E56964" w:rsidP="00E56964">
      <w:pPr>
        <w:ind w:left="360"/>
        <w:rPr>
          <w:b/>
        </w:rPr>
      </w:pPr>
      <w:r w:rsidRPr="00F462D0">
        <w:rPr>
          <w:b/>
        </w:rPr>
        <w:t>Present value factor of annuity of $1 from Table C.4 = 9.1285</w:t>
      </w:r>
      <w:r w:rsidR="002D0CEB">
        <w:rPr>
          <w:b/>
        </w:rPr>
        <w:t>5</w:t>
      </w:r>
      <w:r w:rsidR="00783142">
        <w:rPr>
          <w:b/>
        </w:rPr>
        <w:br/>
      </w:r>
      <w:r w:rsidRPr="00F462D0">
        <w:rPr>
          <w:b/>
        </w:rPr>
        <w:t>9.1285</w:t>
      </w:r>
      <w:r w:rsidR="002D0CEB">
        <w:rPr>
          <w:b/>
        </w:rPr>
        <w:t>5</w:t>
      </w:r>
      <w:r w:rsidRPr="00F462D0">
        <w:rPr>
          <w:b/>
        </w:rPr>
        <w:t xml:space="preserve"> </w:t>
      </w:r>
      <w:r w:rsidR="00E849AC">
        <w:rPr>
          <w:b/>
        </w:rPr>
        <w:t>×</w:t>
      </w:r>
      <w:r w:rsidRPr="00F462D0">
        <w:rPr>
          <w:b/>
        </w:rPr>
        <w:t xml:space="preserve"> </w:t>
      </w:r>
      <w:r w:rsidR="00EB4355">
        <w:rPr>
          <w:b/>
        </w:rPr>
        <w:t>$</w:t>
      </w:r>
      <w:r w:rsidRPr="00F462D0">
        <w:rPr>
          <w:b/>
        </w:rPr>
        <w:t xml:space="preserve">50,000 = </w:t>
      </w:r>
      <w:r w:rsidR="00EB4355" w:rsidRPr="00EB4355">
        <w:rPr>
          <w:b/>
          <w:u w:val="single"/>
        </w:rPr>
        <w:t>$</w:t>
      </w:r>
      <w:r w:rsidRPr="00F462D0">
        <w:rPr>
          <w:b/>
          <w:u w:val="single"/>
        </w:rPr>
        <w:t>456,42</w:t>
      </w:r>
      <w:r w:rsidR="002D0CEB">
        <w:rPr>
          <w:b/>
          <w:u w:val="single"/>
        </w:rPr>
        <w:t>7.50</w:t>
      </w:r>
    </w:p>
    <w:p w14:paraId="0FD24701" w14:textId="77777777" w:rsidR="00E56964" w:rsidRPr="00783142" w:rsidRDefault="00E56964" w:rsidP="00E56964">
      <w:pPr>
        <w:rPr>
          <w:sz w:val="12"/>
          <w:szCs w:val="12"/>
        </w:rPr>
      </w:pPr>
    </w:p>
    <w:p w14:paraId="10FAA990" w14:textId="77777777" w:rsidR="00E56964" w:rsidRPr="00F462D0" w:rsidRDefault="00E56964" w:rsidP="00354BFD">
      <w:pPr>
        <w:numPr>
          <w:ilvl w:val="0"/>
          <w:numId w:val="9"/>
        </w:numPr>
      </w:pPr>
      <w:r w:rsidRPr="00F462D0">
        <w:t>What is the present value of a $4,000 annuity received over 5 years, assuming 20% interest?</w:t>
      </w:r>
    </w:p>
    <w:p w14:paraId="7B47B5A0" w14:textId="77777777" w:rsidR="00E56964" w:rsidRDefault="00E56964" w:rsidP="00E56964">
      <w:pPr>
        <w:ind w:left="360"/>
        <w:rPr>
          <w:b/>
        </w:rPr>
      </w:pPr>
      <w:r w:rsidRPr="0008756B">
        <w:rPr>
          <w:b/>
          <w:i/>
        </w:rPr>
        <w:t>n</w:t>
      </w:r>
      <w:r>
        <w:rPr>
          <w:b/>
        </w:rPr>
        <w:t xml:space="preserve"> =</w:t>
      </w:r>
      <w:r w:rsidRPr="00F462D0">
        <w:rPr>
          <w:b/>
        </w:rPr>
        <w:t xml:space="preserve">5; </w:t>
      </w:r>
      <w:r>
        <w:rPr>
          <w:b/>
          <w:i/>
        </w:rPr>
        <w:t>i</w:t>
      </w:r>
      <w:r>
        <w:rPr>
          <w:b/>
        </w:rPr>
        <w:t xml:space="preserve"> =</w:t>
      </w:r>
      <w:r w:rsidRPr="00F462D0">
        <w:rPr>
          <w:b/>
        </w:rPr>
        <w:t xml:space="preserve"> 20%; Payments = $4,000 each</w:t>
      </w:r>
    </w:p>
    <w:p w14:paraId="090FC3CC" w14:textId="77777777" w:rsidR="00783142" w:rsidRDefault="00E56964" w:rsidP="00E56964">
      <w:pPr>
        <w:ind w:left="360"/>
        <w:rPr>
          <w:b/>
        </w:rPr>
      </w:pPr>
      <w:r w:rsidRPr="00F462D0">
        <w:rPr>
          <w:b/>
        </w:rPr>
        <w:t>Present value factor of annuity of $1 from Table C.4 = 2.9906</w:t>
      </w:r>
      <w:r w:rsidR="007410B5">
        <w:rPr>
          <w:b/>
        </w:rPr>
        <w:t>1</w:t>
      </w:r>
    </w:p>
    <w:p w14:paraId="3CD72893" w14:textId="785E3040" w:rsidR="00E56964" w:rsidRDefault="00E56964" w:rsidP="00C329FD">
      <w:pPr>
        <w:ind w:left="360"/>
        <w:rPr>
          <w:b/>
          <w:u w:val="single"/>
        </w:rPr>
      </w:pPr>
      <w:r w:rsidRPr="00F462D0">
        <w:rPr>
          <w:b/>
        </w:rPr>
        <w:t>2.9906</w:t>
      </w:r>
      <w:r w:rsidR="007410B5">
        <w:rPr>
          <w:b/>
        </w:rPr>
        <w:t>1</w:t>
      </w:r>
      <w:r w:rsidRPr="00F462D0">
        <w:rPr>
          <w:b/>
        </w:rPr>
        <w:t xml:space="preserve"> </w:t>
      </w:r>
      <w:r w:rsidR="00E849AC">
        <w:rPr>
          <w:b/>
        </w:rPr>
        <w:t>×</w:t>
      </w:r>
      <w:r w:rsidRPr="00F462D0">
        <w:rPr>
          <w:b/>
        </w:rPr>
        <w:t xml:space="preserve"> </w:t>
      </w:r>
      <w:r w:rsidR="00EB4355">
        <w:rPr>
          <w:b/>
        </w:rPr>
        <w:t>$</w:t>
      </w:r>
      <w:r w:rsidRPr="00F462D0">
        <w:rPr>
          <w:b/>
        </w:rPr>
        <w:t xml:space="preserve">4,000 = </w:t>
      </w:r>
      <w:r w:rsidR="00EB4355" w:rsidRPr="00EB4355">
        <w:rPr>
          <w:b/>
          <w:u w:val="single"/>
        </w:rPr>
        <w:t>$</w:t>
      </w:r>
      <w:r w:rsidRPr="00F462D0">
        <w:rPr>
          <w:b/>
          <w:u w:val="single"/>
        </w:rPr>
        <w:t>11,962</w:t>
      </w:r>
      <w:r w:rsidR="007410B5">
        <w:rPr>
          <w:b/>
          <w:u w:val="single"/>
        </w:rPr>
        <w:t>.44</w:t>
      </w:r>
    </w:p>
    <w:sectPr w:rsidR="00E56964" w:rsidSect="00044EB5">
      <w:footerReference w:type="even" r:id="rId9"/>
      <w:footerReference w:type="default" r:id="rId10"/>
      <w:pgSz w:w="12240" w:h="15840" w:code="1"/>
      <w:pgMar w:top="1440" w:right="1080" w:bottom="1440" w:left="1800" w:header="720" w:footer="720" w:gutter="0"/>
      <w:pgNumType w:start="1"/>
      <w:cols w:space="720"/>
      <w:docGrid w:linePitch="299"/>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D5D64E6" w14:textId="77777777" w:rsidR="001330E3" w:rsidRDefault="001330E3">
      <w:r>
        <w:separator/>
      </w:r>
    </w:p>
  </w:endnote>
  <w:endnote w:type="continuationSeparator" w:id="0">
    <w:p w14:paraId="7433E37B" w14:textId="77777777" w:rsidR="001330E3" w:rsidRDefault="001330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Stencil">
    <w:panose1 w:val="040409050D0802020404"/>
    <w:charset w:val="00"/>
    <w:family w:val="auto"/>
    <w:pitch w:val="variable"/>
    <w:sig w:usb0="00000003" w:usb1="00000000" w:usb2="00000000" w:usb3="00000000" w:csb0="00000001"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CG Times">
    <w:panose1 w:val="00000000000000000000"/>
    <w:charset w:val="00"/>
    <w:family w:val="roman"/>
    <w:notTrueType/>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Verdana">
    <w:panose1 w:val="020B0604030504040204"/>
    <w:charset w:val="00"/>
    <w:family w:val="auto"/>
    <w:pitch w:val="variable"/>
    <w:sig w:usb0="A10006FF" w:usb1="4000205B" w:usb2="00000010" w:usb3="00000000" w:csb0="0000019F" w:csb1="00000000"/>
  </w:font>
  <w:font w:name="ＭＳ ゴシック">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4B88FE1" w14:textId="77777777" w:rsidR="00D047A7" w:rsidRDefault="009B2A5F">
    <w:pPr>
      <w:pStyle w:val="Footer"/>
      <w:tabs>
        <w:tab w:val="clear" w:pos="8640"/>
        <w:tab w:val="right" w:pos="9360"/>
      </w:tabs>
      <w:ind w:right="360"/>
      <w:jc w:val="left"/>
      <w:rPr>
        <w:i/>
        <w:u w:val="single"/>
      </w:rPr>
    </w:pPr>
    <w:r>
      <w:rPr>
        <w:i/>
        <w:u w:val="single"/>
      </w:rPr>
      <w:t>Copyright © 2016 McGraw-Hill Education</w:t>
    </w:r>
    <w:r w:rsidR="00D047A7">
      <w:rPr>
        <w:i/>
        <w:u w:val="single"/>
      </w:rPr>
      <w:tab/>
    </w:r>
    <w:r w:rsidR="00D047A7">
      <w:rPr>
        <w:i/>
        <w:u w:val="single"/>
      </w:rPr>
      <w:tab/>
    </w:r>
  </w:p>
  <w:p w14:paraId="3774578C" w14:textId="77777777" w:rsidR="00D047A7" w:rsidRDefault="00044EB5" w:rsidP="00BC1960">
    <w:pPr>
      <w:pStyle w:val="Footer"/>
      <w:tabs>
        <w:tab w:val="clear" w:pos="8640"/>
        <w:tab w:val="right" w:pos="9360"/>
      </w:tabs>
      <w:ind w:right="360"/>
      <w:jc w:val="left"/>
      <w:rPr>
        <w:i/>
      </w:rPr>
    </w:pPr>
    <w:r>
      <w:rPr>
        <w:rStyle w:val="PageNumber"/>
        <w:i/>
      </w:rPr>
      <w:t>C-</w:t>
    </w:r>
    <w:r w:rsidR="00D047A7">
      <w:rPr>
        <w:rStyle w:val="PageNumber"/>
        <w:i/>
      </w:rPr>
      <w:fldChar w:fldCharType="begin"/>
    </w:r>
    <w:r w:rsidR="00D047A7">
      <w:rPr>
        <w:rStyle w:val="PageNumber"/>
        <w:i/>
      </w:rPr>
      <w:instrText xml:space="preserve"> PAGE </w:instrText>
    </w:r>
    <w:r w:rsidR="00D047A7">
      <w:rPr>
        <w:rStyle w:val="PageNumber"/>
        <w:i/>
      </w:rPr>
      <w:fldChar w:fldCharType="separate"/>
    </w:r>
    <w:r w:rsidR="00A46B85">
      <w:rPr>
        <w:rStyle w:val="PageNumber"/>
        <w:i/>
        <w:noProof/>
      </w:rPr>
      <w:t>2</w:t>
    </w:r>
    <w:r w:rsidR="00D047A7">
      <w:rPr>
        <w:rStyle w:val="PageNumber"/>
        <w:i/>
      </w:rPr>
      <w:fldChar w:fldCharType="end"/>
    </w:r>
    <w:r w:rsidR="00D047A7">
      <w:rPr>
        <w:rStyle w:val="PageNumber"/>
        <w:i/>
      </w:rPr>
      <w:tab/>
    </w:r>
    <w:r w:rsidR="00D047A7">
      <w:rPr>
        <w:rStyle w:val="PageNumber"/>
        <w:i/>
      </w:rPr>
      <w:tab/>
      <w:t xml:space="preserve">Fundamentals of Financial Accounting, </w:t>
    </w:r>
    <w:r w:rsidR="00150319">
      <w:rPr>
        <w:rStyle w:val="PageNumber"/>
        <w:i/>
      </w:rPr>
      <w:t>5</w:t>
    </w:r>
    <w:r w:rsidR="00D047A7">
      <w:rPr>
        <w:rStyle w:val="PageNumber"/>
        <w:i/>
      </w:rPr>
      <w:t>/e</w:t>
    </w: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14F50CA" w14:textId="77777777" w:rsidR="00D047A7" w:rsidRDefault="00D047A7" w:rsidP="00BC1960">
    <w:pPr>
      <w:pStyle w:val="Footer"/>
      <w:tabs>
        <w:tab w:val="clear" w:pos="8640"/>
        <w:tab w:val="right" w:pos="9360"/>
      </w:tabs>
      <w:ind w:right="360"/>
      <w:jc w:val="left"/>
      <w:rPr>
        <w:i/>
        <w:u w:val="single"/>
      </w:rPr>
    </w:pPr>
    <w:r>
      <w:rPr>
        <w:i/>
        <w:u w:val="single"/>
      </w:rPr>
      <w:tab/>
    </w:r>
    <w:r>
      <w:rPr>
        <w:i/>
        <w:u w:val="single"/>
      </w:rPr>
      <w:tab/>
    </w:r>
    <w:r w:rsidR="009B2A5F">
      <w:rPr>
        <w:i/>
        <w:u w:val="single"/>
      </w:rPr>
      <w:t>Copyright © 2016 McGraw-Hill Education</w:t>
    </w:r>
    <w:r>
      <w:rPr>
        <w:i/>
        <w:u w:val="single"/>
      </w:rPr>
      <w:t xml:space="preserve"> </w:t>
    </w:r>
  </w:p>
  <w:p w14:paraId="6ADB28A0" w14:textId="77777777" w:rsidR="00D047A7" w:rsidRDefault="00D047A7" w:rsidP="00587F78">
    <w:pPr>
      <w:pStyle w:val="Footer"/>
      <w:tabs>
        <w:tab w:val="clear" w:pos="8640"/>
        <w:tab w:val="right" w:pos="9360"/>
      </w:tabs>
      <w:jc w:val="left"/>
      <w:rPr>
        <w:i/>
      </w:rPr>
    </w:pPr>
    <w:r>
      <w:rPr>
        <w:i/>
      </w:rPr>
      <w:t>Instructor’s Resource Manual, Appendix C</w:t>
    </w:r>
    <w:r>
      <w:rPr>
        <w:i/>
      </w:rPr>
      <w:tab/>
    </w:r>
    <w:r>
      <w:rPr>
        <w:i/>
      </w:rPr>
      <w:tab/>
    </w:r>
    <w:r w:rsidR="00044EB5">
      <w:rPr>
        <w:i/>
      </w:rPr>
      <w:t>C-</w:t>
    </w:r>
    <w:r>
      <w:rPr>
        <w:rStyle w:val="PageNumber"/>
        <w:i/>
      </w:rPr>
      <w:fldChar w:fldCharType="begin"/>
    </w:r>
    <w:r>
      <w:rPr>
        <w:rStyle w:val="PageNumber"/>
        <w:i/>
      </w:rPr>
      <w:instrText xml:space="preserve"> PAGE </w:instrText>
    </w:r>
    <w:r>
      <w:rPr>
        <w:rStyle w:val="PageNumber"/>
        <w:i/>
      </w:rPr>
      <w:fldChar w:fldCharType="separate"/>
    </w:r>
    <w:r w:rsidR="00A46B85">
      <w:rPr>
        <w:rStyle w:val="PageNumber"/>
        <w:i/>
        <w:noProof/>
      </w:rPr>
      <w:t>1</w:t>
    </w:r>
    <w:r>
      <w:rPr>
        <w:rStyle w:val="PageNumber"/>
        <w:i/>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53C6379" w14:textId="77777777" w:rsidR="001330E3" w:rsidRDefault="001330E3">
      <w:r>
        <w:separator/>
      </w:r>
    </w:p>
  </w:footnote>
  <w:footnote w:type="continuationSeparator" w:id="0">
    <w:p w14:paraId="3C0A1AF9" w14:textId="77777777" w:rsidR="001330E3" w:rsidRDefault="001330E3">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620885"/>
    <w:multiLevelType w:val="hybridMultilevel"/>
    <w:tmpl w:val="2780BC22"/>
    <w:lvl w:ilvl="0" w:tplc="0409000F">
      <w:start w:val="1"/>
      <w:numFmt w:val="decimal"/>
      <w:lvlText w:val="%1."/>
      <w:lvlJc w:val="left"/>
      <w:pPr>
        <w:tabs>
          <w:tab w:val="num" w:pos="360"/>
        </w:tabs>
        <w:ind w:left="360" w:hanging="360"/>
      </w:pPr>
      <w:rPr>
        <w:rFonts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start w:val="1"/>
      <w:numFmt w:val="bullet"/>
      <w:lvlText w:val=""/>
      <w:lvlJc w:val="left"/>
      <w:pPr>
        <w:tabs>
          <w:tab w:val="num" w:pos="2520"/>
        </w:tabs>
        <w:ind w:left="2520" w:hanging="360"/>
      </w:pPr>
      <w:rPr>
        <w:rFonts w:ascii="Symbol" w:hAnsi="Symbol" w:hint="default"/>
      </w:rPr>
    </w:lvl>
    <w:lvl w:ilvl="4" w:tplc="04090003">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
    <w:nsid w:val="10F40FCB"/>
    <w:multiLevelType w:val="hybridMultilevel"/>
    <w:tmpl w:val="046AB732"/>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68F2C5B"/>
    <w:multiLevelType w:val="hybridMultilevel"/>
    <w:tmpl w:val="9E9EC388"/>
    <w:lvl w:ilvl="0" w:tplc="8ECC8A98">
      <w:start w:val="1"/>
      <w:numFmt w:val="bullet"/>
      <w:lvlText w:val="∙"/>
      <w:lvlJc w:val="left"/>
      <w:pPr>
        <w:ind w:left="720" w:hanging="360"/>
      </w:pPr>
      <w:rPr>
        <w:rFonts w:ascii="Stencil" w:hAnsi="Stenci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90D0B81"/>
    <w:multiLevelType w:val="hybridMultilevel"/>
    <w:tmpl w:val="1E28687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
    <w:nsid w:val="396939CE"/>
    <w:multiLevelType w:val="hybridMultilevel"/>
    <w:tmpl w:val="9BA22BD8"/>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5">
    <w:nsid w:val="3EC674EA"/>
    <w:multiLevelType w:val="hybridMultilevel"/>
    <w:tmpl w:val="32E60498"/>
    <w:lvl w:ilvl="0" w:tplc="0409000D">
      <w:start w:val="1"/>
      <w:numFmt w:val="bullet"/>
      <w:lvlText w:val=""/>
      <w:lvlJc w:val="left"/>
      <w:pPr>
        <w:ind w:left="432" w:hanging="360"/>
      </w:pPr>
      <w:rPr>
        <w:rFonts w:ascii="Wingdings" w:hAnsi="Wingdings" w:hint="default"/>
      </w:rPr>
    </w:lvl>
    <w:lvl w:ilvl="1" w:tplc="04090003" w:tentative="1">
      <w:start w:val="1"/>
      <w:numFmt w:val="bullet"/>
      <w:lvlText w:val="o"/>
      <w:lvlJc w:val="left"/>
      <w:pPr>
        <w:ind w:left="1152" w:hanging="360"/>
      </w:pPr>
      <w:rPr>
        <w:rFonts w:ascii="Courier New" w:hAnsi="Courier New" w:cs="Courier New" w:hint="default"/>
      </w:rPr>
    </w:lvl>
    <w:lvl w:ilvl="2" w:tplc="04090005" w:tentative="1">
      <w:start w:val="1"/>
      <w:numFmt w:val="bullet"/>
      <w:lvlText w:val=""/>
      <w:lvlJc w:val="left"/>
      <w:pPr>
        <w:ind w:left="1872" w:hanging="360"/>
      </w:pPr>
      <w:rPr>
        <w:rFonts w:ascii="Wingdings" w:hAnsi="Wingdings" w:hint="default"/>
      </w:rPr>
    </w:lvl>
    <w:lvl w:ilvl="3" w:tplc="04090001" w:tentative="1">
      <w:start w:val="1"/>
      <w:numFmt w:val="bullet"/>
      <w:lvlText w:val=""/>
      <w:lvlJc w:val="left"/>
      <w:pPr>
        <w:ind w:left="2592" w:hanging="360"/>
      </w:pPr>
      <w:rPr>
        <w:rFonts w:ascii="Symbol" w:hAnsi="Symbol" w:hint="default"/>
      </w:rPr>
    </w:lvl>
    <w:lvl w:ilvl="4" w:tplc="04090003" w:tentative="1">
      <w:start w:val="1"/>
      <w:numFmt w:val="bullet"/>
      <w:lvlText w:val="o"/>
      <w:lvlJc w:val="left"/>
      <w:pPr>
        <w:ind w:left="3312" w:hanging="360"/>
      </w:pPr>
      <w:rPr>
        <w:rFonts w:ascii="Courier New" w:hAnsi="Courier New" w:cs="Courier New" w:hint="default"/>
      </w:rPr>
    </w:lvl>
    <w:lvl w:ilvl="5" w:tplc="04090005" w:tentative="1">
      <w:start w:val="1"/>
      <w:numFmt w:val="bullet"/>
      <w:lvlText w:val=""/>
      <w:lvlJc w:val="left"/>
      <w:pPr>
        <w:ind w:left="4032" w:hanging="360"/>
      </w:pPr>
      <w:rPr>
        <w:rFonts w:ascii="Wingdings" w:hAnsi="Wingdings" w:hint="default"/>
      </w:rPr>
    </w:lvl>
    <w:lvl w:ilvl="6" w:tplc="04090001" w:tentative="1">
      <w:start w:val="1"/>
      <w:numFmt w:val="bullet"/>
      <w:lvlText w:val=""/>
      <w:lvlJc w:val="left"/>
      <w:pPr>
        <w:ind w:left="4752" w:hanging="360"/>
      </w:pPr>
      <w:rPr>
        <w:rFonts w:ascii="Symbol" w:hAnsi="Symbol" w:hint="default"/>
      </w:rPr>
    </w:lvl>
    <w:lvl w:ilvl="7" w:tplc="04090003" w:tentative="1">
      <w:start w:val="1"/>
      <w:numFmt w:val="bullet"/>
      <w:lvlText w:val="o"/>
      <w:lvlJc w:val="left"/>
      <w:pPr>
        <w:ind w:left="5472" w:hanging="360"/>
      </w:pPr>
      <w:rPr>
        <w:rFonts w:ascii="Courier New" w:hAnsi="Courier New" w:cs="Courier New" w:hint="default"/>
      </w:rPr>
    </w:lvl>
    <w:lvl w:ilvl="8" w:tplc="04090005" w:tentative="1">
      <w:start w:val="1"/>
      <w:numFmt w:val="bullet"/>
      <w:lvlText w:val=""/>
      <w:lvlJc w:val="left"/>
      <w:pPr>
        <w:ind w:left="6192" w:hanging="360"/>
      </w:pPr>
      <w:rPr>
        <w:rFonts w:ascii="Wingdings" w:hAnsi="Wingdings" w:hint="default"/>
      </w:rPr>
    </w:lvl>
  </w:abstractNum>
  <w:abstractNum w:abstractNumId="6">
    <w:nsid w:val="41F52651"/>
    <w:multiLevelType w:val="hybridMultilevel"/>
    <w:tmpl w:val="A4166C74"/>
    <w:lvl w:ilvl="0" w:tplc="17AEF2A8">
      <w:start w:val="1"/>
      <w:numFmt w:val="bullet"/>
      <w:lvlText w:val="-"/>
      <w:lvlJc w:val="left"/>
      <w:pPr>
        <w:ind w:left="720" w:hanging="360"/>
      </w:pPr>
      <w:rPr>
        <w:rFonts w:ascii="Calibri" w:eastAsia="Calibri" w:hAnsi="Calibri" w:cs="Times New Roman" w:hint="default"/>
      </w:rPr>
    </w:lvl>
    <w:lvl w:ilvl="1" w:tplc="10090003">
      <w:start w:val="1"/>
      <w:numFmt w:val="bullet"/>
      <w:lvlText w:val="o"/>
      <w:lvlJc w:val="left"/>
      <w:pPr>
        <w:ind w:left="1440" w:hanging="360"/>
      </w:pPr>
      <w:rPr>
        <w:rFonts w:ascii="Courier New" w:hAnsi="Courier New" w:cs="Courier New" w:hint="default"/>
      </w:rPr>
    </w:lvl>
    <w:lvl w:ilvl="2" w:tplc="10090005">
      <w:start w:val="1"/>
      <w:numFmt w:val="bullet"/>
      <w:lvlText w:val=""/>
      <w:lvlJc w:val="left"/>
      <w:pPr>
        <w:ind w:left="2160" w:hanging="360"/>
      </w:pPr>
      <w:rPr>
        <w:rFonts w:ascii="Wingdings" w:hAnsi="Wingdings" w:hint="default"/>
      </w:rPr>
    </w:lvl>
    <w:lvl w:ilvl="3" w:tplc="10090001">
      <w:start w:val="1"/>
      <w:numFmt w:val="bullet"/>
      <w:lvlText w:val=""/>
      <w:lvlJc w:val="left"/>
      <w:pPr>
        <w:ind w:left="2880" w:hanging="360"/>
      </w:pPr>
      <w:rPr>
        <w:rFonts w:ascii="Symbol" w:hAnsi="Symbol" w:hint="default"/>
      </w:rPr>
    </w:lvl>
    <w:lvl w:ilvl="4" w:tplc="10090003">
      <w:start w:val="1"/>
      <w:numFmt w:val="bullet"/>
      <w:lvlText w:val="o"/>
      <w:lvlJc w:val="left"/>
      <w:pPr>
        <w:ind w:left="3600" w:hanging="360"/>
      </w:pPr>
      <w:rPr>
        <w:rFonts w:ascii="Courier New" w:hAnsi="Courier New" w:cs="Courier New" w:hint="default"/>
      </w:rPr>
    </w:lvl>
    <w:lvl w:ilvl="5" w:tplc="10090005">
      <w:start w:val="1"/>
      <w:numFmt w:val="bullet"/>
      <w:lvlText w:val=""/>
      <w:lvlJc w:val="left"/>
      <w:pPr>
        <w:ind w:left="4320" w:hanging="360"/>
      </w:pPr>
      <w:rPr>
        <w:rFonts w:ascii="Wingdings" w:hAnsi="Wingdings" w:hint="default"/>
      </w:rPr>
    </w:lvl>
    <w:lvl w:ilvl="6" w:tplc="10090001">
      <w:start w:val="1"/>
      <w:numFmt w:val="bullet"/>
      <w:lvlText w:val=""/>
      <w:lvlJc w:val="left"/>
      <w:pPr>
        <w:ind w:left="5040" w:hanging="360"/>
      </w:pPr>
      <w:rPr>
        <w:rFonts w:ascii="Symbol" w:hAnsi="Symbol" w:hint="default"/>
      </w:rPr>
    </w:lvl>
    <w:lvl w:ilvl="7" w:tplc="10090003">
      <w:start w:val="1"/>
      <w:numFmt w:val="bullet"/>
      <w:lvlText w:val="o"/>
      <w:lvlJc w:val="left"/>
      <w:pPr>
        <w:ind w:left="5760" w:hanging="360"/>
      </w:pPr>
      <w:rPr>
        <w:rFonts w:ascii="Courier New" w:hAnsi="Courier New" w:cs="Courier New" w:hint="default"/>
      </w:rPr>
    </w:lvl>
    <w:lvl w:ilvl="8" w:tplc="10090005">
      <w:start w:val="1"/>
      <w:numFmt w:val="bullet"/>
      <w:lvlText w:val=""/>
      <w:lvlJc w:val="left"/>
      <w:pPr>
        <w:ind w:left="6480" w:hanging="360"/>
      </w:pPr>
      <w:rPr>
        <w:rFonts w:ascii="Wingdings" w:hAnsi="Wingdings" w:hint="default"/>
      </w:rPr>
    </w:lvl>
  </w:abstractNum>
  <w:abstractNum w:abstractNumId="7">
    <w:nsid w:val="462C4D47"/>
    <w:multiLevelType w:val="hybridMultilevel"/>
    <w:tmpl w:val="A426D482"/>
    <w:lvl w:ilvl="0" w:tplc="A8E87890">
      <w:start w:val="1"/>
      <w:numFmt w:val="bullet"/>
      <w:lvlText w:val=""/>
      <w:lvlJc w:val="left"/>
      <w:pPr>
        <w:tabs>
          <w:tab w:val="num" w:pos="648"/>
        </w:tabs>
        <w:ind w:left="648" w:hanging="360"/>
      </w:pPr>
      <w:rPr>
        <w:rFonts w:ascii="Symbol" w:hAnsi="Symbol" w:hint="default"/>
      </w:rPr>
    </w:lvl>
    <w:lvl w:ilvl="1" w:tplc="04090003" w:tentative="1">
      <w:start w:val="1"/>
      <w:numFmt w:val="bullet"/>
      <w:lvlText w:val="o"/>
      <w:lvlJc w:val="left"/>
      <w:pPr>
        <w:tabs>
          <w:tab w:val="num" w:pos="1368"/>
        </w:tabs>
        <w:ind w:left="1368" w:hanging="360"/>
      </w:pPr>
      <w:rPr>
        <w:rFonts w:ascii="Courier New" w:hAnsi="Courier New" w:cs="Courier New" w:hint="default"/>
      </w:rPr>
    </w:lvl>
    <w:lvl w:ilvl="2" w:tplc="04090005" w:tentative="1">
      <w:start w:val="1"/>
      <w:numFmt w:val="bullet"/>
      <w:lvlText w:val=""/>
      <w:lvlJc w:val="left"/>
      <w:pPr>
        <w:tabs>
          <w:tab w:val="num" w:pos="2088"/>
        </w:tabs>
        <w:ind w:left="2088" w:hanging="360"/>
      </w:pPr>
      <w:rPr>
        <w:rFonts w:ascii="Wingdings" w:hAnsi="Wingdings" w:hint="default"/>
      </w:rPr>
    </w:lvl>
    <w:lvl w:ilvl="3" w:tplc="04090001" w:tentative="1">
      <w:start w:val="1"/>
      <w:numFmt w:val="bullet"/>
      <w:lvlText w:val=""/>
      <w:lvlJc w:val="left"/>
      <w:pPr>
        <w:tabs>
          <w:tab w:val="num" w:pos="2808"/>
        </w:tabs>
        <w:ind w:left="2808" w:hanging="360"/>
      </w:pPr>
      <w:rPr>
        <w:rFonts w:ascii="Symbol" w:hAnsi="Symbol" w:hint="default"/>
      </w:rPr>
    </w:lvl>
    <w:lvl w:ilvl="4" w:tplc="04090003" w:tentative="1">
      <w:start w:val="1"/>
      <w:numFmt w:val="bullet"/>
      <w:lvlText w:val="o"/>
      <w:lvlJc w:val="left"/>
      <w:pPr>
        <w:tabs>
          <w:tab w:val="num" w:pos="3528"/>
        </w:tabs>
        <w:ind w:left="3528" w:hanging="360"/>
      </w:pPr>
      <w:rPr>
        <w:rFonts w:ascii="Courier New" w:hAnsi="Courier New" w:cs="Courier New" w:hint="default"/>
      </w:rPr>
    </w:lvl>
    <w:lvl w:ilvl="5" w:tplc="04090005" w:tentative="1">
      <w:start w:val="1"/>
      <w:numFmt w:val="bullet"/>
      <w:lvlText w:val=""/>
      <w:lvlJc w:val="left"/>
      <w:pPr>
        <w:tabs>
          <w:tab w:val="num" w:pos="4248"/>
        </w:tabs>
        <w:ind w:left="4248" w:hanging="360"/>
      </w:pPr>
      <w:rPr>
        <w:rFonts w:ascii="Wingdings" w:hAnsi="Wingdings" w:hint="default"/>
      </w:rPr>
    </w:lvl>
    <w:lvl w:ilvl="6" w:tplc="04090001" w:tentative="1">
      <w:start w:val="1"/>
      <w:numFmt w:val="bullet"/>
      <w:lvlText w:val=""/>
      <w:lvlJc w:val="left"/>
      <w:pPr>
        <w:tabs>
          <w:tab w:val="num" w:pos="4968"/>
        </w:tabs>
        <w:ind w:left="4968" w:hanging="360"/>
      </w:pPr>
      <w:rPr>
        <w:rFonts w:ascii="Symbol" w:hAnsi="Symbol" w:hint="default"/>
      </w:rPr>
    </w:lvl>
    <w:lvl w:ilvl="7" w:tplc="04090003" w:tentative="1">
      <w:start w:val="1"/>
      <w:numFmt w:val="bullet"/>
      <w:lvlText w:val="o"/>
      <w:lvlJc w:val="left"/>
      <w:pPr>
        <w:tabs>
          <w:tab w:val="num" w:pos="5688"/>
        </w:tabs>
        <w:ind w:left="5688" w:hanging="360"/>
      </w:pPr>
      <w:rPr>
        <w:rFonts w:ascii="Courier New" w:hAnsi="Courier New" w:cs="Courier New" w:hint="default"/>
      </w:rPr>
    </w:lvl>
    <w:lvl w:ilvl="8" w:tplc="04090005" w:tentative="1">
      <w:start w:val="1"/>
      <w:numFmt w:val="bullet"/>
      <w:lvlText w:val=""/>
      <w:lvlJc w:val="left"/>
      <w:pPr>
        <w:tabs>
          <w:tab w:val="num" w:pos="6408"/>
        </w:tabs>
        <w:ind w:left="6408" w:hanging="360"/>
      </w:pPr>
      <w:rPr>
        <w:rFonts w:ascii="Wingdings" w:hAnsi="Wingdings" w:hint="default"/>
      </w:rPr>
    </w:lvl>
  </w:abstractNum>
  <w:abstractNum w:abstractNumId="8">
    <w:nsid w:val="56CC25AB"/>
    <w:multiLevelType w:val="hybridMultilevel"/>
    <w:tmpl w:val="2676D1C2"/>
    <w:lvl w:ilvl="0" w:tplc="6504AD5C">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722125D7"/>
    <w:multiLevelType w:val="hybridMultilevel"/>
    <w:tmpl w:val="CAAE2F48"/>
    <w:lvl w:ilvl="0" w:tplc="EDDEDD8C">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7"/>
  </w:num>
  <w:num w:numId="2">
    <w:abstractNumId w:val="3"/>
  </w:num>
  <w:num w:numId="3">
    <w:abstractNumId w:val="4"/>
  </w:num>
  <w:num w:numId="4">
    <w:abstractNumId w:val="2"/>
  </w:num>
  <w:num w:numId="5">
    <w:abstractNumId w:val="0"/>
  </w:num>
  <w:num w:numId="6">
    <w:abstractNumId w:val="1"/>
  </w:num>
  <w:num w:numId="7">
    <w:abstractNumId w:val="5"/>
  </w:num>
  <w:num w:numId="8">
    <w:abstractNumId w:val="8"/>
  </w:num>
  <w:num w:numId="9">
    <w:abstractNumId w:val="9"/>
  </w:num>
  <w:num w:numId="10">
    <w:abstractNumId w:val="6"/>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embedSystemFonts/>
  <w:activeWritingStyle w:appName="MSWord" w:lang="en-US" w:vendorID="64" w:dllVersion="131078" w:nlCheck="1" w:checkStyle="1"/>
  <w:proofState w:grammar="clean"/>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288"/>
  <w:evenAndOddHeaders/>
  <w:drawingGridHorizontalSpacing w:val="110"/>
  <w:displayHorizontalDrawingGridEvery w:val="0"/>
  <w:displayVertic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F6B2B"/>
    <w:rsid w:val="00035FD6"/>
    <w:rsid w:val="00044EB5"/>
    <w:rsid w:val="00051DB9"/>
    <w:rsid w:val="00053381"/>
    <w:rsid w:val="00056FD4"/>
    <w:rsid w:val="0006038F"/>
    <w:rsid w:val="00061068"/>
    <w:rsid w:val="000707F3"/>
    <w:rsid w:val="0007201C"/>
    <w:rsid w:val="00076214"/>
    <w:rsid w:val="00086067"/>
    <w:rsid w:val="00086319"/>
    <w:rsid w:val="00090F4B"/>
    <w:rsid w:val="000A0187"/>
    <w:rsid w:val="000A3A85"/>
    <w:rsid w:val="000C4AAD"/>
    <w:rsid w:val="0010025E"/>
    <w:rsid w:val="001039A8"/>
    <w:rsid w:val="001074AE"/>
    <w:rsid w:val="001212FA"/>
    <w:rsid w:val="001330E3"/>
    <w:rsid w:val="00135853"/>
    <w:rsid w:val="00144E6F"/>
    <w:rsid w:val="00150319"/>
    <w:rsid w:val="00150621"/>
    <w:rsid w:val="00150AB9"/>
    <w:rsid w:val="0016252F"/>
    <w:rsid w:val="001838A3"/>
    <w:rsid w:val="001A6328"/>
    <w:rsid w:val="001B1902"/>
    <w:rsid w:val="001C1E64"/>
    <w:rsid w:val="001D2A98"/>
    <w:rsid w:val="0023769B"/>
    <w:rsid w:val="00241083"/>
    <w:rsid w:val="00245F59"/>
    <w:rsid w:val="00246E3D"/>
    <w:rsid w:val="0026211F"/>
    <w:rsid w:val="002869FF"/>
    <w:rsid w:val="00286FF9"/>
    <w:rsid w:val="0029661D"/>
    <w:rsid w:val="00296986"/>
    <w:rsid w:val="002B6BC3"/>
    <w:rsid w:val="002B6D54"/>
    <w:rsid w:val="002C24B6"/>
    <w:rsid w:val="002C6F11"/>
    <w:rsid w:val="002D0CEB"/>
    <w:rsid w:val="002F07A6"/>
    <w:rsid w:val="002F5CE3"/>
    <w:rsid w:val="002F7EB7"/>
    <w:rsid w:val="002F7FB5"/>
    <w:rsid w:val="00300851"/>
    <w:rsid w:val="003168B2"/>
    <w:rsid w:val="00316E29"/>
    <w:rsid w:val="0033507A"/>
    <w:rsid w:val="00335191"/>
    <w:rsid w:val="003441E8"/>
    <w:rsid w:val="00354BFD"/>
    <w:rsid w:val="0036583C"/>
    <w:rsid w:val="00374D17"/>
    <w:rsid w:val="00376EB9"/>
    <w:rsid w:val="003807E7"/>
    <w:rsid w:val="00384F21"/>
    <w:rsid w:val="003863A8"/>
    <w:rsid w:val="00387F52"/>
    <w:rsid w:val="00396826"/>
    <w:rsid w:val="003A7B3D"/>
    <w:rsid w:val="003C5492"/>
    <w:rsid w:val="003D08B8"/>
    <w:rsid w:val="003D3197"/>
    <w:rsid w:val="003E7ACE"/>
    <w:rsid w:val="003F03E6"/>
    <w:rsid w:val="003F4D5A"/>
    <w:rsid w:val="0041057B"/>
    <w:rsid w:val="004144C5"/>
    <w:rsid w:val="0043101B"/>
    <w:rsid w:val="00432D71"/>
    <w:rsid w:val="00441A1A"/>
    <w:rsid w:val="00443FC0"/>
    <w:rsid w:val="00455A02"/>
    <w:rsid w:val="00456E30"/>
    <w:rsid w:val="00493A12"/>
    <w:rsid w:val="004B4FD1"/>
    <w:rsid w:val="004B63FF"/>
    <w:rsid w:val="004C3465"/>
    <w:rsid w:val="004D459F"/>
    <w:rsid w:val="004F5867"/>
    <w:rsid w:val="0050083C"/>
    <w:rsid w:val="00504E9B"/>
    <w:rsid w:val="00506BDE"/>
    <w:rsid w:val="00507ED2"/>
    <w:rsid w:val="00513000"/>
    <w:rsid w:val="00517EB7"/>
    <w:rsid w:val="00524C6C"/>
    <w:rsid w:val="005253F2"/>
    <w:rsid w:val="00530CF7"/>
    <w:rsid w:val="00534873"/>
    <w:rsid w:val="00535654"/>
    <w:rsid w:val="0053653A"/>
    <w:rsid w:val="00552686"/>
    <w:rsid w:val="00557F8D"/>
    <w:rsid w:val="005743EF"/>
    <w:rsid w:val="00583C67"/>
    <w:rsid w:val="00587F78"/>
    <w:rsid w:val="005A0116"/>
    <w:rsid w:val="005A29AB"/>
    <w:rsid w:val="005B7AFA"/>
    <w:rsid w:val="005F3814"/>
    <w:rsid w:val="005F5217"/>
    <w:rsid w:val="00622938"/>
    <w:rsid w:val="006275E8"/>
    <w:rsid w:val="00640C37"/>
    <w:rsid w:val="006579E3"/>
    <w:rsid w:val="00662B55"/>
    <w:rsid w:val="00683826"/>
    <w:rsid w:val="006D6A20"/>
    <w:rsid w:val="007044AC"/>
    <w:rsid w:val="0071043D"/>
    <w:rsid w:val="00727D7B"/>
    <w:rsid w:val="00737E4B"/>
    <w:rsid w:val="007410B5"/>
    <w:rsid w:val="00783142"/>
    <w:rsid w:val="00786427"/>
    <w:rsid w:val="00793D25"/>
    <w:rsid w:val="00795021"/>
    <w:rsid w:val="007A302C"/>
    <w:rsid w:val="007B528A"/>
    <w:rsid w:val="007B5A05"/>
    <w:rsid w:val="007B7F6F"/>
    <w:rsid w:val="007C1170"/>
    <w:rsid w:val="007C2FC5"/>
    <w:rsid w:val="007F3F7B"/>
    <w:rsid w:val="008101AE"/>
    <w:rsid w:val="00822236"/>
    <w:rsid w:val="00825506"/>
    <w:rsid w:val="00844D11"/>
    <w:rsid w:val="00845EE5"/>
    <w:rsid w:val="00867857"/>
    <w:rsid w:val="0088547B"/>
    <w:rsid w:val="00890DB1"/>
    <w:rsid w:val="008B3E32"/>
    <w:rsid w:val="008B446E"/>
    <w:rsid w:val="008B7706"/>
    <w:rsid w:val="008C4D72"/>
    <w:rsid w:val="008C59E4"/>
    <w:rsid w:val="008D4237"/>
    <w:rsid w:val="008E7556"/>
    <w:rsid w:val="008E7ABE"/>
    <w:rsid w:val="008F7F49"/>
    <w:rsid w:val="009054F6"/>
    <w:rsid w:val="00914C41"/>
    <w:rsid w:val="009238C8"/>
    <w:rsid w:val="0092700F"/>
    <w:rsid w:val="00932DE3"/>
    <w:rsid w:val="00946E69"/>
    <w:rsid w:val="00961842"/>
    <w:rsid w:val="009630AB"/>
    <w:rsid w:val="00970351"/>
    <w:rsid w:val="0097500E"/>
    <w:rsid w:val="0098274B"/>
    <w:rsid w:val="00990741"/>
    <w:rsid w:val="009944A8"/>
    <w:rsid w:val="009A68EB"/>
    <w:rsid w:val="009B2A5F"/>
    <w:rsid w:val="009B645C"/>
    <w:rsid w:val="009D75C8"/>
    <w:rsid w:val="009E0CA3"/>
    <w:rsid w:val="009F240B"/>
    <w:rsid w:val="00A001CD"/>
    <w:rsid w:val="00A04AC2"/>
    <w:rsid w:val="00A17BB4"/>
    <w:rsid w:val="00A266DB"/>
    <w:rsid w:val="00A3157E"/>
    <w:rsid w:val="00A31CC7"/>
    <w:rsid w:val="00A410D5"/>
    <w:rsid w:val="00A46B85"/>
    <w:rsid w:val="00A565B3"/>
    <w:rsid w:val="00A5758D"/>
    <w:rsid w:val="00A70481"/>
    <w:rsid w:val="00A74EF3"/>
    <w:rsid w:val="00A844A6"/>
    <w:rsid w:val="00A87288"/>
    <w:rsid w:val="00AB20DB"/>
    <w:rsid w:val="00AB67B7"/>
    <w:rsid w:val="00AD16FC"/>
    <w:rsid w:val="00AF3D9F"/>
    <w:rsid w:val="00B11464"/>
    <w:rsid w:val="00B22F68"/>
    <w:rsid w:val="00B43DAE"/>
    <w:rsid w:val="00B50AA5"/>
    <w:rsid w:val="00B60719"/>
    <w:rsid w:val="00B72CDD"/>
    <w:rsid w:val="00B81153"/>
    <w:rsid w:val="00B81763"/>
    <w:rsid w:val="00B95C07"/>
    <w:rsid w:val="00BB0423"/>
    <w:rsid w:val="00BB115C"/>
    <w:rsid w:val="00BC044B"/>
    <w:rsid w:val="00BC16A0"/>
    <w:rsid w:val="00BC1960"/>
    <w:rsid w:val="00BD7DF6"/>
    <w:rsid w:val="00C264B8"/>
    <w:rsid w:val="00C329FD"/>
    <w:rsid w:val="00C45F7E"/>
    <w:rsid w:val="00C47851"/>
    <w:rsid w:val="00C55467"/>
    <w:rsid w:val="00C70619"/>
    <w:rsid w:val="00C74487"/>
    <w:rsid w:val="00C74CB3"/>
    <w:rsid w:val="00C97B91"/>
    <w:rsid w:val="00CA3D5E"/>
    <w:rsid w:val="00CB2246"/>
    <w:rsid w:val="00CB5716"/>
    <w:rsid w:val="00CC7C1C"/>
    <w:rsid w:val="00CD480D"/>
    <w:rsid w:val="00CD5BB3"/>
    <w:rsid w:val="00CF110A"/>
    <w:rsid w:val="00CF2A39"/>
    <w:rsid w:val="00D047A7"/>
    <w:rsid w:val="00D32760"/>
    <w:rsid w:val="00D6307D"/>
    <w:rsid w:val="00D64AB8"/>
    <w:rsid w:val="00D66B52"/>
    <w:rsid w:val="00D72F0A"/>
    <w:rsid w:val="00D77A32"/>
    <w:rsid w:val="00D82A7E"/>
    <w:rsid w:val="00D863C3"/>
    <w:rsid w:val="00D867A2"/>
    <w:rsid w:val="00D86ED9"/>
    <w:rsid w:val="00D94747"/>
    <w:rsid w:val="00D97274"/>
    <w:rsid w:val="00DA4C36"/>
    <w:rsid w:val="00DB2A8B"/>
    <w:rsid w:val="00DC593E"/>
    <w:rsid w:val="00DC66AA"/>
    <w:rsid w:val="00DD4FA4"/>
    <w:rsid w:val="00DF187D"/>
    <w:rsid w:val="00DF58F9"/>
    <w:rsid w:val="00E02929"/>
    <w:rsid w:val="00E05725"/>
    <w:rsid w:val="00E220B1"/>
    <w:rsid w:val="00E361D7"/>
    <w:rsid w:val="00E4171E"/>
    <w:rsid w:val="00E4505D"/>
    <w:rsid w:val="00E5196C"/>
    <w:rsid w:val="00E5470D"/>
    <w:rsid w:val="00E56964"/>
    <w:rsid w:val="00E75B30"/>
    <w:rsid w:val="00E810D5"/>
    <w:rsid w:val="00E849AC"/>
    <w:rsid w:val="00E9106B"/>
    <w:rsid w:val="00E91FE1"/>
    <w:rsid w:val="00EB4355"/>
    <w:rsid w:val="00EC2E37"/>
    <w:rsid w:val="00EE5583"/>
    <w:rsid w:val="00EE6F06"/>
    <w:rsid w:val="00EF5A7A"/>
    <w:rsid w:val="00EF6B2B"/>
    <w:rsid w:val="00F10861"/>
    <w:rsid w:val="00F2299D"/>
    <w:rsid w:val="00F239C1"/>
    <w:rsid w:val="00F25517"/>
    <w:rsid w:val="00F26D74"/>
    <w:rsid w:val="00F34C21"/>
    <w:rsid w:val="00F379CC"/>
    <w:rsid w:val="00F462D0"/>
    <w:rsid w:val="00F733C0"/>
    <w:rsid w:val="00F95391"/>
    <w:rsid w:val="00FE5317"/>
    <w:rsid w:val="00FF073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7E2B76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2"/>
    </w:rPr>
  </w:style>
  <w:style w:type="paragraph" w:styleId="Heading1">
    <w:name w:val="heading 1"/>
    <w:aliases w:val="Heading 1A,Heading A1"/>
    <w:next w:val="BodyText"/>
    <w:link w:val="Heading1Char"/>
    <w:qFormat/>
    <w:pPr>
      <w:keepNext/>
      <w:spacing w:before="120" w:after="120"/>
      <w:outlineLvl w:val="0"/>
    </w:pPr>
    <w:rPr>
      <w:rFonts w:ascii="Arial" w:hAnsi="Arial"/>
      <w:b/>
      <w:kern w:val="28"/>
      <w:sz w:val="24"/>
      <w:u w:val="single"/>
    </w:rPr>
  </w:style>
  <w:style w:type="paragraph" w:styleId="Heading2">
    <w:name w:val="heading 2"/>
    <w:next w:val="BodyText"/>
    <w:qFormat/>
    <w:pPr>
      <w:keepNext/>
      <w:tabs>
        <w:tab w:val="left" w:pos="360"/>
      </w:tabs>
      <w:spacing w:before="60" w:after="120"/>
      <w:outlineLvl w:val="1"/>
    </w:pPr>
    <w:rPr>
      <w:b/>
      <w:sz w:val="22"/>
    </w:rPr>
  </w:style>
  <w:style w:type="paragraph" w:styleId="Heading3">
    <w:name w:val="heading 3"/>
    <w:basedOn w:val="Normal"/>
    <w:next w:val="Normal"/>
    <w:qFormat/>
    <w:pPr>
      <w:keepNext/>
      <w:spacing w:before="60" w:after="120"/>
      <w:outlineLvl w:val="2"/>
    </w:pPr>
    <w:rPr>
      <w:rFonts w:ascii="Arial" w:hAnsi="Arial"/>
    </w:rPr>
  </w:style>
  <w:style w:type="paragraph" w:styleId="Heading4">
    <w:name w:val="heading 4"/>
    <w:basedOn w:val="Normal"/>
    <w:next w:val="Normal"/>
    <w:qFormat/>
    <w:pPr>
      <w:keepNext/>
      <w:outlineLvl w:val="3"/>
    </w:pPr>
    <w:rPr>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pPr>
      <w:spacing w:after="240"/>
      <w:jc w:val="both"/>
    </w:pPr>
    <w:rPr>
      <w:sz w:val="22"/>
    </w:rPr>
  </w:style>
  <w:style w:type="paragraph" w:customStyle="1" w:styleId="chapternumber">
    <w:name w:val="chapter number"/>
    <w:basedOn w:val="Normal"/>
    <w:next w:val="Normal"/>
    <w:pPr>
      <w:pageBreakBefore/>
      <w:jc w:val="right"/>
    </w:pPr>
    <w:rPr>
      <w:rFonts w:ascii="Arial" w:hAnsi="Arial"/>
      <w:b/>
      <w:caps/>
      <w:sz w:val="32"/>
    </w:rPr>
  </w:style>
  <w:style w:type="paragraph" w:styleId="Header">
    <w:name w:val="header"/>
    <w:pPr>
      <w:tabs>
        <w:tab w:val="center" w:pos="4320"/>
        <w:tab w:val="right" w:pos="8640"/>
      </w:tabs>
    </w:pPr>
  </w:style>
  <w:style w:type="paragraph" w:customStyle="1" w:styleId="chaptertitle">
    <w:name w:val="chapter title"/>
    <w:next w:val="Heading1"/>
    <w:pPr>
      <w:spacing w:after="480"/>
      <w:jc w:val="right"/>
    </w:pPr>
    <w:rPr>
      <w:rFonts w:ascii="Arial" w:hAnsi="Arial"/>
      <w:b/>
      <w:caps/>
      <w:sz w:val="32"/>
    </w:rPr>
  </w:style>
  <w:style w:type="paragraph" w:styleId="ListNumber">
    <w:name w:val="List Number"/>
    <w:pPr>
      <w:spacing w:after="120"/>
      <w:ind w:left="576" w:hanging="576"/>
      <w:outlineLvl w:val="0"/>
    </w:pPr>
    <w:rPr>
      <w:sz w:val="22"/>
    </w:rPr>
  </w:style>
  <w:style w:type="paragraph" w:styleId="ListBullet2">
    <w:name w:val="List Bullet 2"/>
    <w:autoRedefine/>
    <w:pPr>
      <w:spacing w:before="60" w:after="120"/>
      <w:ind w:left="720" w:hanging="360"/>
    </w:pPr>
    <w:rPr>
      <w:sz w:val="22"/>
    </w:rPr>
  </w:style>
  <w:style w:type="paragraph" w:styleId="ListNumber2">
    <w:name w:val="List Number 2"/>
    <w:pPr>
      <w:spacing w:before="60" w:after="120"/>
      <w:ind w:left="936" w:hanging="360"/>
      <w:outlineLvl w:val="1"/>
    </w:pPr>
  </w:style>
  <w:style w:type="paragraph" w:styleId="ListContinue">
    <w:name w:val="List Continue"/>
    <w:pPr>
      <w:spacing w:before="60" w:after="120"/>
      <w:ind w:left="360"/>
    </w:pPr>
  </w:style>
  <w:style w:type="paragraph" w:styleId="Footer">
    <w:name w:val="footer"/>
    <w:pPr>
      <w:tabs>
        <w:tab w:val="center" w:pos="4320"/>
        <w:tab w:val="right" w:pos="8640"/>
      </w:tabs>
      <w:jc w:val="center"/>
    </w:pPr>
  </w:style>
  <w:style w:type="paragraph" w:customStyle="1" w:styleId="Equation2a">
    <w:name w:val="Equation2a"/>
    <w:basedOn w:val="Obj2"/>
    <w:pPr>
      <w:tabs>
        <w:tab w:val="left" w:pos="72"/>
      </w:tabs>
      <w:ind w:left="2880"/>
    </w:pPr>
  </w:style>
  <w:style w:type="paragraph" w:customStyle="1" w:styleId="Obj2">
    <w:name w:val="Obj2"/>
    <w:basedOn w:val="Normal"/>
    <w:pPr>
      <w:widowControl w:val="0"/>
      <w:spacing w:before="100" w:after="100"/>
      <w:ind w:left="864"/>
    </w:pPr>
  </w:style>
  <w:style w:type="paragraph" w:customStyle="1" w:styleId="Question">
    <w:name w:val="Question"/>
    <w:pPr>
      <w:tabs>
        <w:tab w:val="left" w:pos="360"/>
      </w:tabs>
      <w:spacing w:before="60" w:after="120"/>
      <w:ind w:left="360" w:hanging="360"/>
    </w:pPr>
  </w:style>
  <w:style w:type="paragraph" w:customStyle="1" w:styleId="Answer">
    <w:name w:val="Answer"/>
    <w:pPr>
      <w:spacing w:after="120"/>
      <w:ind w:left="360"/>
      <w:jc w:val="both"/>
    </w:pPr>
    <w:rPr>
      <w:kern w:val="18"/>
    </w:rPr>
  </w:style>
  <w:style w:type="paragraph" w:customStyle="1" w:styleId="BibliographyEntry">
    <w:name w:val="Bibliography Entry"/>
    <w:pPr>
      <w:keepLines/>
      <w:spacing w:after="120"/>
    </w:pPr>
  </w:style>
  <w:style w:type="paragraph" w:customStyle="1" w:styleId="Misc">
    <w:name w:val="Misc"/>
    <w:pPr>
      <w:keepLines/>
    </w:pPr>
  </w:style>
  <w:style w:type="paragraph" w:customStyle="1" w:styleId="Table">
    <w:name w:val="Table"/>
    <w:aliases w:val="Financial"/>
    <w:pPr>
      <w:keepLines/>
      <w:tabs>
        <w:tab w:val="left" w:pos="288"/>
        <w:tab w:val="left" w:pos="576"/>
        <w:tab w:val="left" w:pos="864"/>
        <w:tab w:val="left" w:pos="1152"/>
        <w:tab w:val="left" w:pos="1440"/>
      </w:tabs>
    </w:pPr>
  </w:style>
  <w:style w:type="paragraph" w:customStyle="1" w:styleId="TableBody">
    <w:name w:val="Table Body"/>
    <w:rPr>
      <w:sz w:val="22"/>
    </w:rPr>
  </w:style>
  <w:style w:type="paragraph" w:customStyle="1" w:styleId="Newspaperbody">
    <w:name w:val="Newspaper body"/>
    <w:pPr>
      <w:spacing w:after="120"/>
      <w:ind w:left="720" w:right="720"/>
      <w:jc w:val="both"/>
    </w:pPr>
    <w:rPr>
      <w:rFonts w:ascii="Arial" w:hAnsi="Arial"/>
      <w:sz w:val="18"/>
    </w:rPr>
  </w:style>
  <w:style w:type="paragraph" w:customStyle="1" w:styleId="Newspaperheader">
    <w:name w:val="Newspaper header"/>
    <w:pPr>
      <w:keepNext/>
      <w:tabs>
        <w:tab w:val="left" w:pos="720"/>
      </w:tabs>
      <w:ind w:left="1440" w:hanging="1440"/>
    </w:pPr>
    <w:rPr>
      <w:rFonts w:ascii="Arial" w:hAnsi="Arial"/>
      <w:sz w:val="18"/>
    </w:rPr>
  </w:style>
  <w:style w:type="paragraph" w:customStyle="1" w:styleId="Newspapercopyright">
    <w:name w:val="Newspaper copyright"/>
    <w:pPr>
      <w:keepNext/>
      <w:spacing w:before="120" w:after="120"/>
      <w:jc w:val="center"/>
    </w:pPr>
    <w:rPr>
      <w:rFonts w:ascii="Arial" w:hAnsi="Arial"/>
      <w:sz w:val="18"/>
    </w:rPr>
  </w:style>
  <w:style w:type="paragraph" w:customStyle="1" w:styleId="TableExhibitTitle">
    <w:name w:val="Table Exhibit Title"/>
    <w:next w:val="TableBody"/>
    <w:pPr>
      <w:keepNext/>
      <w:pBdr>
        <w:bottom w:val="single" w:sz="12" w:space="2" w:color="auto"/>
      </w:pBdr>
      <w:tabs>
        <w:tab w:val="left" w:pos="1440"/>
      </w:tabs>
      <w:spacing w:before="240" w:after="120"/>
      <w:ind w:left="360"/>
    </w:pPr>
    <w:rPr>
      <w:rFonts w:ascii="Arial" w:hAnsi="Arial"/>
      <w:b/>
      <w:sz w:val="18"/>
    </w:rPr>
  </w:style>
  <w:style w:type="paragraph" w:customStyle="1" w:styleId="GraphicExhibitTitleLine">
    <w:name w:val="Graphic Exhibit Title Line"/>
    <w:pPr>
      <w:keepNext/>
      <w:pBdr>
        <w:bottom w:val="single" w:sz="18" w:space="3" w:color="0000FF"/>
      </w:pBdr>
      <w:tabs>
        <w:tab w:val="left" w:pos="3600"/>
      </w:tabs>
      <w:spacing w:before="240" w:after="120"/>
    </w:pPr>
  </w:style>
  <w:style w:type="paragraph" w:customStyle="1" w:styleId="SuggestedReadings">
    <w:name w:val="Suggested Readings"/>
    <w:pPr>
      <w:keepLines/>
      <w:ind w:left="288" w:hanging="288"/>
    </w:pPr>
  </w:style>
  <w:style w:type="paragraph" w:customStyle="1" w:styleId="Newspaperbody2">
    <w:name w:val="Newspaper body 2"/>
    <w:basedOn w:val="BodyText"/>
    <w:pPr>
      <w:spacing w:after="0"/>
      <w:ind w:firstLine="360"/>
    </w:pPr>
    <w:rPr>
      <w:sz w:val="18"/>
    </w:rPr>
  </w:style>
  <w:style w:type="paragraph" w:customStyle="1" w:styleId="titlepagetitle">
    <w:name w:val="title page title"/>
    <w:basedOn w:val="Normal"/>
    <w:next w:val="titlepageta"/>
    <w:pPr>
      <w:spacing w:before="960" w:after="240"/>
      <w:jc w:val="center"/>
    </w:pPr>
    <w:rPr>
      <w:b/>
      <w:caps/>
      <w:sz w:val="40"/>
    </w:rPr>
  </w:style>
  <w:style w:type="paragraph" w:customStyle="1" w:styleId="titlepageta">
    <w:name w:val="title page t/a"/>
    <w:basedOn w:val="Normal"/>
    <w:next w:val="titlepagebooktitle"/>
    <w:pPr>
      <w:spacing w:after="600"/>
      <w:jc w:val="center"/>
    </w:pPr>
    <w:rPr>
      <w:i/>
      <w:sz w:val="24"/>
    </w:rPr>
  </w:style>
  <w:style w:type="paragraph" w:customStyle="1" w:styleId="titlepagebooktitle">
    <w:name w:val="title page book title"/>
    <w:basedOn w:val="Normal"/>
    <w:pPr>
      <w:pBdr>
        <w:top w:val="single" w:sz="12" w:space="3" w:color="auto"/>
        <w:bottom w:val="single" w:sz="12" w:space="3" w:color="auto"/>
      </w:pBdr>
      <w:spacing w:after="240"/>
      <w:jc w:val="center"/>
    </w:pPr>
    <w:rPr>
      <w:b/>
      <w:caps/>
      <w:sz w:val="52"/>
    </w:rPr>
  </w:style>
  <w:style w:type="paragraph" w:customStyle="1" w:styleId="titlepageedition">
    <w:name w:val="title page edition"/>
    <w:basedOn w:val="Normal"/>
    <w:next w:val="titlepageauthorname"/>
    <w:pPr>
      <w:spacing w:after="360"/>
      <w:jc w:val="center"/>
    </w:pPr>
    <w:rPr>
      <w:sz w:val="28"/>
    </w:rPr>
  </w:style>
  <w:style w:type="paragraph" w:customStyle="1" w:styleId="titlepageauthorname">
    <w:name w:val="title page author name"/>
    <w:basedOn w:val="Normal"/>
    <w:next w:val="titlepageschool"/>
    <w:pPr>
      <w:jc w:val="center"/>
    </w:pPr>
    <w:rPr>
      <w:b/>
      <w:sz w:val="36"/>
    </w:rPr>
  </w:style>
  <w:style w:type="paragraph" w:customStyle="1" w:styleId="titlepageschool">
    <w:name w:val="title page school"/>
    <w:basedOn w:val="Normal"/>
    <w:next w:val="BodyText"/>
    <w:pPr>
      <w:jc w:val="center"/>
    </w:pPr>
    <w:rPr>
      <w:i/>
      <w:sz w:val="24"/>
    </w:rPr>
  </w:style>
  <w:style w:type="paragraph" w:customStyle="1" w:styleId="cenarialcaps14">
    <w:name w:val="cen arial caps 14"/>
    <w:basedOn w:val="Normal"/>
    <w:next w:val="bodytextarial11"/>
    <w:pPr>
      <w:spacing w:after="240"/>
      <w:jc w:val="center"/>
    </w:pPr>
    <w:rPr>
      <w:rFonts w:ascii="Arial" w:hAnsi="Arial"/>
      <w:caps/>
      <w:sz w:val="28"/>
    </w:rPr>
  </w:style>
  <w:style w:type="paragraph" w:customStyle="1" w:styleId="bodytextarial11">
    <w:name w:val="body text arial 11"/>
    <w:basedOn w:val="Normal"/>
    <w:next w:val="Normal"/>
    <w:rPr>
      <w:rFonts w:ascii="Arial" w:hAnsi="Arial"/>
    </w:rPr>
  </w:style>
  <w:style w:type="paragraph" w:customStyle="1" w:styleId="Footerfirstpageonly">
    <w:name w:val="Footer (first page only)"/>
    <w:basedOn w:val="BodyText"/>
    <w:pPr>
      <w:spacing w:before="240" w:after="0"/>
      <w:jc w:val="center"/>
    </w:pPr>
    <w:rPr>
      <w:rFonts w:ascii="Arial" w:hAnsi="Arial"/>
      <w:sz w:val="18"/>
    </w:rPr>
  </w:style>
  <w:style w:type="paragraph" w:customStyle="1" w:styleId="T-acctsmentryline">
    <w:name w:val="T-acct sm entry line"/>
    <w:basedOn w:val="Normal"/>
    <w:pPr>
      <w:tabs>
        <w:tab w:val="right" w:pos="1620"/>
        <w:tab w:val="bar" w:pos="1800"/>
        <w:tab w:val="left" w:pos="1980"/>
        <w:tab w:val="right" w:pos="3690"/>
      </w:tabs>
    </w:pPr>
    <w:rPr>
      <w:rFonts w:ascii="Arial" w:hAnsi="Arial"/>
      <w:sz w:val="18"/>
    </w:rPr>
  </w:style>
  <w:style w:type="paragraph" w:customStyle="1" w:styleId="cenarialunderline">
    <w:name w:val="cen arial underline"/>
    <w:basedOn w:val="cenarialcaps14"/>
    <w:next w:val="BodyText"/>
    <w:pPr>
      <w:spacing w:before="240"/>
    </w:pPr>
    <w:rPr>
      <w:u w:val="single"/>
    </w:rPr>
  </w:style>
  <w:style w:type="paragraph" w:customStyle="1" w:styleId="Evenpageheader">
    <w:name w:val="Even page header"/>
    <w:pPr>
      <w:tabs>
        <w:tab w:val="right" w:pos="7099"/>
        <w:tab w:val="right" w:pos="9259"/>
      </w:tabs>
      <w:ind w:left="-2160"/>
    </w:pPr>
    <w:rPr>
      <w:rFonts w:ascii="Arial" w:hAnsi="Arial"/>
      <w:b/>
      <w:caps/>
    </w:rPr>
  </w:style>
  <w:style w:type="paragraph" w:customStyle="1" w:styleId="Oddpageheader">
    <w:name w:val="Odd page header"/>
    <w:basedOn w:val="Evenpageheader"/>
    <w:pPr>
      <w:tabs>
        <w:tab w:val="clear" w:pos="7099"/>
      </w:tabs>
      <w:ind w:left="0"/>
    </w:pPr>
  </w:style>
  <w:style w:type="paragraph" w:styleId="FootnoteText">
    <w:name w:val="footnote text"/>
    <w:basedOn w:val="Normal"/>
    <w:semiHidden/>
    <w:rPr>
      <w:rFonts w:ascii="Arial" w:hAnsi="Arial"/>
      <w:sz w:val="18"/>
    </w:rPr>
  </w:style>
  <w:style w:type="character" w:styleId="FootnoteReference">
    <w:name w:val="footnote reference"/>
    <w:semiHidden/>
    <w:rPr>
      <w:vertAlign w:val="superscript"/>
    </w:rPr>
  </w:style>
  <w:style w:type="paragraph" w:customStyle="1" w:styleId="Quoterightleftindent">
    <w:name w:val="Quote (right/left indent)"/>
    <w:next w:val="Normal"/>
    <w:pPr>
      <w:spacing w:after="120"/>
      <w:ind w:left="720" w:right="720"/>
      <w:jc w:val="both"/>
    </w:pPr>
    <w:rPr>
      <w:i/>
    </w:rPr>
  </w:style>
  <w:style w:type="paragraph" w:customStyle="1" w:styleId="Capsboldhead">
    <w:name w:val="Caps bold head"/>
    <w:basedOn w:val="Normal"/>
    <w:next w:val="BodyText"/>
    <w:pPr>
      <w:spacing w:before="240" w:after="120"/>
      <w:ind w:firstLine="720"/>
    </w:pPr>
    <w:rPr>
      <w:b/>
      <w:smallCaps/>
    </w:rPr>
  </w:style>
  <w:style w:type="paragraph" w:customStyle="1" w:styleId="Listbullet1">
    <w:name w:val="List bullet 1"/>
    <w:basedOn w:val="ListBullet2"/>
    <w:pPr>
      <w:spacing w:after="0"/>
    </w:pPr>
  </w:style>
  <w:style w:type="paragraph" w:customStyle="1" w:styleId="tableheads">
    <w:name w:val="table heads"/>
    <w:basedOn w:val="TableBody"/>
    <w:next w:val="TableBody"/>
    <w:pPr>
      <w:tabs>
        <w:tab w:val="center" w:pos="2700"/>
        <w:tab w:val="center" w:pos="3600"/>
        <w:tab w:val="center" w:pos="4500"/>
        <w:tab w:val="center" w:pos="5400"/>
        <w:tab w:val="center" w:pos="6300"/>
        <w:tab w:val="center" w:pos="7200"/>
      </w:tabs>
      <w:ind w:left="360"/>
    </w:pPr>
    <w:rPr>
      <w:i/>
    </w:rPr>
  </w:style>
  <w:style w:type="paragraph" w:customStyle="1" w:styleId="boxedbodytext">
    <w:name w:val="boxed body text"/>
    <w:basedOn w:val="Normal"/>
    <w:pPr>
      <w:pBdr>
        <w:top w:val="double" w:sz="6" w:space="3" w:color="auto"/>
        <w:left w:val="double" w:sz="6" w:space="3" w:color="auto"/>
        <w:bottom w:val="double" w:sz="6" w:space="3" w:color="auto"/>
        <w:right w:val="double" w:sz="6" w:space="3" w:color="auto"/>
      </w:pBdr>
      <w:spacing w:before="120" w:after="120"/>
      <w:ind w:left="202"/>
      <w:jc w:val="both"/>
    </w:pPr>
  </w:style>
  <w:style w:type="paragraph" w:customStyle="1" w:styleId="boxhead">
    <w:name w:val="box head"/>
    <w:basedOn w:val="Normal"/>
    <w:pPr>
      <w:pBdr>
        <w:top w:val="double" w:sz="6" w:space="3" w:color="auto"/>
        <w:left w:val="double" w:sz="6" w:space="3" w:color="auto"/>
        <w:bottom w:val="double" w:sz="6" w:space="3" w:color="auto"/>
        <w:right w:val="double" w:sz="6" w:space="3" w:color="auto"/>
      </w:pBdr>
      <w:spacing w:before="240" w:after="60"/>
      <w:ind w:firstLine="720"/>
    </w:pPr>
    <w:rPr>
      <w:rFonts w:ascii="Arial" w:hAnsi="Arial"/>
      <w:b/>
      <w:smallCaps/>
    </w:rPr>
  </w:style>
  <w:style w:type="paragraph" w:customStyle="1" w:styleId="boxsourceline">
    <w:name w:val="box source line"/>
    <w:basedOn w:val="boxedbodytext"/>
    <w:pPr>
      <w:spacing w:before="60"/>
      <w:jc w:val="right"/>
    </w:pPr>
    <w:rPr>
      <w:rFonts w:ascii="Arial" w:hAnsi="Arial"/>
      <w:sz w:val="16"/>
    </w:rPr>
  </w:style>
  <w:style w:type="paragraph" w:customStyle="1" w:styleId="tablebodyfinal">
    <w:name w:val="table body final"/>
    <w:basedOn w:val="TableBody"/>
    <w:next w:val="BodyText"/>
    <w:pPr>
      <w:pBdr>
        <w:bottom w:val="single" w:sz="12" w:space="3" w:color="auto"/>
      </w:pBdr>
      <w:tabs>
        <w:tab w:val="right" w:pos="2880"/>
        <w:tab w:val="right" w:pos="3780"/>
        <w:tab w:val="right" w:pos="4680"/>
        <w:tab w:val="right" w:pos="5580"/>
        <w:tab w:val="right" w:pos="6480"/>
        <w:tab w:val="right" w:pos="7380"/>
      </w:tabs>
      <w:ind w:left="360"/>
    </w:pPr>
  </w:style>
  <w:style w:type="paragraph" w:customStyle="1" w:styleId="tableheadscenter">
    <w:name w:val="table heads center"/>
    <w:basedOn w:val="Normal"/>
    <w:next w:val="TableExhibitTitle"/>
    <w:pPr>
      <w:spacing w:after="60"/>
      <w:jc w:val="center"/>
    </w:pPr>
    <w:rPr>
      <w:rFonts w:ascii="Arial" w:hAnsi="Arial"/>
      <w:b/>
    </w:rPr>
  </w:style>
  <w:style w:type="paragraph" w:customStyle="1" w:styleId="tablespanhead">
    <w:name w:val="table span head"/>
    <w:basedOn w:val="Table"/>
    <w:next w:val="tableheads"/>
    <w:pPr>
      <w:tabs>
        <w:tab w:val="clear" w:pos="288"/>
        <w:tab w:val="clear" w:pos="576"/>
        <w:tab w:val="clear" w:pos="864"/>
        <w:tab w:val="clear" w:pos="1152"/>
        <w:tab w:val="clear" w:pos="1440"/>
        <w:tab w:val="center" w:pos="4770"/>
        <w:tab w:val="center" w:pos="7650"/>
      </w:tabs>
    </w:pPr>
    <w:rPr>
      <w:rFonts w:ascii="Arial" w:hAnsi="Arial"/>
      <w:b/>
      <w:sz w:val="18"/>
    </w:rPr>
  </w:style>
  <w:style w:type="paragraph" w:customStyle="1" w:styleId="T-acctsmfinalline">
    <w:name w:val="T-acct sm final line"/>
    <w:basedOn w:val="Normal"/>
    <w:pPr>
      <w:tabs>
        <w:tab w:val="right" w:pos="1620"/>
        <w:tab w:val="bar" w:pos="1800"/>
        <w:tab w:val="left" w:pos="1980"/>
        <w:tab w:val="right" w:pos="3690"/>
      </w:tabs>
    </w:pPr>
    <w:rPr>
      <w:rFonts w:ascii="Arial" w:hAnsi="Arial"/>
      <w:sz w:val="18"/>
      <w:u w:val="single"/>
    </w:rPr>
  </w:style>
  <w:style w:type="paragraph" w:customStyle="1" w:styleId="T-acctsmhead">
    <w:name w:val="T-acct sm head"/>
    <w:basedOn w:val="Normal"/>
    <w:next w:val="Normal"/>
    <w:pPr>
      <w:tabs>
        <w:tab w:val="center" w:pos="1800"/>
        <w:tab w:val="right" w:pos="3870"/>
      </w:tabs>
    </w:pPr>
    <w:rPr>
      <w:rFonts w:ascii="Arial" w:hAnsi="Arial"/>
      <w:sz w:val="18"/>
      <w:u w:val="single"/>
    </w:rPr>
  </w:style>
  <w:style w:type="paragraph" w:customStyle="1" w:styleId="T-acctsmnoteline">
    <w:name w:val="T-acct sm note line"/>
    <w:basedOn w:val="Normal"/>
    <w:pPr>
      <w:tabs>
        <w:tab w:val="center" w:pos="810"/>
        <w:tab w:val="bar" w:pos="1800"/>
        <w:tab w:val="center" w:pos="2880"/>
      </w:tabs>
    </w:pPr>
    <w:rPr>
      <w:rFonts w:ascii="Arial" w:hAnsi="Arial"/>
      <w:b/>
      <w:sz w:val="18"/>
    </w:rPr>
  </w:style>
  <w:style w:type="paragraph" w:customStyle="1" w:styleId="T-acctsmtotalline">
    <w:name w:val="T-acct sm total line"/>
    <w:basedOn w:val="Normal"/>
    <w:pPr>
      <w:tabs>
        <w:tab w:val="right" w:pos="1620"/>
        <w:tab w:val="bar" w:pos="1800"/>
        <w:tab w:val="left" w:pos="1980"/>
        <w:tab w:val="right" w:pos="3690"/>
      </w:tabs>
    </w:pPr>
    <w:rPr>
      <w:rFonts w:ascii="Arial" w:hAnsi="Arial"/>
      <w:sz w:val="18"/>
      <w:u w:val="double"/>
    </w:rPr>
  </w:style>
  <w:style w:type="paragraph" w:customStyle="1" w:styleId="t-acctlgdebit">
    <w:name w:val="t-acct lg debit"/>
    <w:basedOn w:val="Normal"/>
    <w:pPr>
      <w:tabs>
        <w:tab w:val="right" w:pos="4500"/>
      </w:tabs>
      <w:ind w:left="810" w:right="-22" w:hanging="90"/>
    </w:pPr>
    <w:rPr>
      <w:rFonts w:ascii="Arial" w:hAnsi="Arial"/>
      <w:sz w:val="18"/>
    </w:rPr>
  </w:style>
  <w:style w:type="paragraph" w:customStyle="1" w:styleId="t-acctlgcreditside">
    <w:name w:val="t-acct lg credit side"/>
    <w:basedOn w:val="Normal"/>
    <w:pPr>
      <w:tabs>
        <w:tab w:val="right" w:pos="706"/>
        <w:tab w:val="left" w:pos="886"/>
      </w:tabs>
      <w:ind w:left="1066" w:right="893" w:hanging="1066"/>
    </w:pPr>
    <w:rPr>
      <w:rFonts w:ascii="Arial" w:hAnsi="Arial"/>
      <w:sz w:val="18"/>
    </w:rPr>
  </w:style>
  <w:style w:type="paragraph" w:customStyle="1" w:styleId="t-acctlghead">
    <w:name w:val="t-acct lg head"/>
    <w:basedOn w:val="Normal"/>
    <w:next w:val="t-acctlgdebit"/>
    <w:pPr>
      <w:pBdr>
        <w:bottom w:val="single" w:sz="6" w:space="1" w:color="auto"/>
      </w:pBdr>
      <w:ind w:left="720" w:right="893"/>
      <w:jc w:val="center"/>
    </w:pPr>
    <w:rPr>
      <w:rFonts w:ascii="Arial" w:hAnsi="Arial"/>
      <w:sz w:val="18"/>
    </w:rPr>
  </w:style>
  <w:style w:type="paragraph" w:customStyle="1" w:styleId="tablefootnote">
    <w:name w:val="table footnote"/>
    <w:basedOn w:val="tablebodyfinal"/>
    <w:pPr>
      <w:keepLines/>
      <w:tabs>
        <w:tab w:val="right" w:pos="7200"/>
      </w:tabs>
      <w:spacing w:after="240"/>
    </w:pPr>
    <w:rPr>
      <w:sz w:val="16"/>
    </w:rPr>
  </w:style>
  <w:style w:type="paragraph" w:customStyle="1" w:styleId="tablesourceline">
    <w:name w:val="table source line"/>
    <w:basedOn w:val="Normal"/>
    <w:next w:val="Normal"/>
    <w:pPr>
      <w:spacing w:after="240"/>
      <w:ind w:firstLine="720"/>
    </w:pPr>
    <w:rPr>
      <w:rFonts w:ascii="Arial" w:hAnsi="Arial"/>
      <w:sz w:val="16"/>
    </w:rPr>
  </w:style>
  <w:style w:type="paragraph" w:customStyle="1" w:styleId="Italicsheading">
    <w:name w:val="Italics heading"/>
    <w:basedOn w:val="Normal"/>
    <w:next w:val="BodyText"/>
    <w:pPr>
      <w:spacing w:after="120"/>
    </w:pPr>
    <w:rPr>
      <w:i/>
    </w:rPr>
  </w:style>
  <w:style w:type="paragraph" w:customStyle="1" w:styleId="listquestion">
    <w:name w:val="list question"/>
    <w:basedOn w:val="BodyText"/>
    <w:pPr>
      <w:spacing w:after="0"/>
      <w:ind w:left="1080" w:hanging="360"/>
    </w:pPr>
  </w:style>
  <w:style w:type="paragraph" w:customStyle="1" w:styleId="listquesfinal">
    <w:name w:val="list ques final"/>
    <w:basedOn w:val="BodyText"/>
    <w:next w:val="BodyText"/>
    <w:pPr>
      <w:ind w:left="1080" w:hanging="360"/>
    </w:pPr>
  </w:style>
  <w:style w:type="paragraph" w:customStyle="1" w:styleId="quotesourceline">
    <w:name w:val="quote source line"/>
    <w:basedOn w:val="Normal"/>
    <w:pPr>
      <w:tabs>
        <w:tab w:val="right" w:pos="4320"/>
        <w:tab w:val="right" w:pos="5490"/>
      </w:tabs>
      <w:ind w:left="810" w:hanging="90"/>
      <w:jc w:val="right"/>
    </w:pPr>
    <w:rPr>
      <w:sz w:val="18"/>
    </w:rPr>
  </w:style>
  <w:style w:type="paragraph" w:customStyle="1" w:styleId="GJNameLine">
    <w:name w:val="GJ Name Line"/>
    <w:basedOn w:val="Normal"/>
    <w:next w:val="GJHeadLine1"/>
    <w:pPr>
      <w:pBdr>
        <w:bottom w:val="single" w:sz="6" w:space="1" w:color="auto"/>
      </w:pBdr>
      <w:spacing w:after="60"/>
      <w:ind w:right="2059"/>
      <w:jc w:val="center"/>
    </w:pPr>
    <w:rPr>
      <w:sz w:val="18"/>
    </w:rPr>
  </w:style>
  <w:style w:type="paragraph" w:customStyle="1" w:styleId="GJHeadLine1">
    <w:name w:val="GJ Head Line1"/>
    <w:basedOn w:val="Normal"/>
    <w:next w:val="GJHeadLine2"/>
    <w:pPr>
      <w:pBdr>
        <w:top w:val="double" w:sz="6" w:space="1" w:color="auto"/>
      </w:pBdr>
      <w:tabs>
        <w:tab w:val="bar" w:pos="878"/>
        <w:tab w:val="center" w:pos="2700"/>
        <w:tab w:val="bar" w:pos="4752"/>
        <w:tab w:val="center" w:pos="5130"/>
        <w:tab w:val="bar" w:pos="5490"/>
        <w:tab w:val="center" w:pos="5940"/>
        <w:tab w:val="bar" w:pos="6300"/>
        <w:tab w:val="center" w:pos="6750"/>
        <w:tab w:val="bar" w:pos="7200"/>
      </w:tabs>
      <w:ind w:right="2153"/>
    </w:pPr>
    <w:rPr>
      <w:sz w:val="16"/>
    </w:rPr>
  </w:style>
  <w:style w:type="paragraph" w:customStyle="1" w:styleId="GJHeadLine2">
    <w:name w:val="GJ Head Line2"/>
    <w:basedOn w:val="Normal"/>
    <w:next w:val="GJEntryline"/>
    <w:pPr>
      <w:pBdr>
        <w:bottom w:val="double" w:sz="6" w:space="1" w:color="auto"/>
      </w:pBdr>
      <w:tabs>
        <w:tab w:val="bar" w:pos="878"/>
        <w:tab w:val="center" w:pos="2700"/>
        <w:tab w:val="bar" w:pos="4752"/>
        <w:tab w:val="center" w:pos="5130"/>
        <w:tab w:val="bar" w:pos="5490"/>
        <w:tab w:val="center" w:pos="5940"/>
        <w:tab w:val="bar" w:pos="6300"/>
        <w:tab w:val="center" w:pos="6750"/>
        <w:tab w:val="bar" w:pos="7200"/>
      </w:tabs>
      <w:ind w:right="2153"/>
    </w:pPr>
    <w:rPr>
      <w:sz w:val="16"/>
    </w:rPr>
  </w:style>
  <w:style w:type="paragraph" w:customStyle="1" w:styleId="GJEntryline">
    <w:name w:val="GJ Entry line"/>
    <w:basedOn w:val="Normal"/>
    <w:pPr>
      <w:pBdr>
        <w:bottom w:val="single" w:sz="6" w:space="1" w:color="auto"/>
      </w:pBdr>
      <w:tabs>
        <w:tab w:val="bar" w:pos="540"/>
        <w:tab w:val="bar" w:pos="878"/>
        <w:tab w:val="center" w:pos="2700"/>
        <w:tab w:val="bar" w:pos="4752"/>
        <w:tab w:val="center" w:pos="5130"/>
        <w:tab w:val="bar" w:pos="5490"/>
        <w:tab w:val="center" w:pos="5940"/>
        <w:tab w:val="bar" w:pos="6300"/>
        <w:tab w:val="center" w:pos="6750"/>
        <w:tab w:val="bar" w:pos="7200"/>
      </w:tabs>
      <w:ind w:right="2153"/>
    </w:pPr>
    <w:rPr>
      <w:sz w:val="16"/>
    </w:rPr>
  </w:style>
  <w:style w:type="paragraph" w:customStyle="1" w:styleId="GJEntryline1">
    <w:name w:val="GJ Entry line1"/>
    <w:basedOn w:val="Normal"/>
    <w:next w:val="GJEntryline2"/>
    <w:pPr>
      <w:tabs>
        <w:tab w:val="bar" w:pos="540"/>
        <w:tab w:val="bar" w:pos="878"/>
        <w:tab w:val="center" w:pos="2700"/>
        <w:tab w:val="bar" w:pos="4752"/>
        <w:tab w:val="center" w:pos="5130"/>
        <w:tab w:val="bar" w:pos="5490"/>
        <w:tab w:val="center" w:pos="5940"/>
        <w:tab w:val="bar" w:pos="6300"/>
        <w:tab w:val="center" w:pos="6750"/>
        <w:tab w:val="bar" w:pos="7200"/>
      </w:tabs>
      <w:ind w:right="2153"/>
    </w:pPr>
    <w:rPr>
      <w:sz w:val="16"/>
    </w:rPr>
  </w:style>
  <w:style w:type="paragraph" w:customStyle="1" w:styleId="GJEntryline2">
    <w:name w:val="GJ Entry line2"/>
    <w:basedOn w:val="GJEntryline1"/>
    <w:pPr>
      <w:pBdr>
        <w:top w:val="single" w:sz="6" w:space="1" w:color="auto"/>
      </w:pBdr>
    </w:pPr>
  </w:style>
  <w:style w:type="paragraph" w:customStyle="1" w:styleId="ListNumberfinal">
    <w:name w:val="List Number final"/>
    <w:basedOn w:val="ListNumber"/>
    <w:pPr>
      <w:spacing w:after="240"/>
    </w:pPr>
  </w:style>
  <w:style w:type="paragraph" w:customStyle="1" w:styleId="ListNumber2final">
    <w:name w:val="List Number 2final"/>
    <w:basedOn w:val="ListNumber2"/>
    <w:pPr>
      <w:spacing w:after="240"/>
      <w:ind w:hanging="576"/>
    </w:pPr>
  </w:style>
  <w:style w:type="paragraph" w:customStyle="1" w:styleId="L3">
    <w:name w:val="L#3"/>
    <w:basedOn w:val="ListNumber"/>
    <w:pPr>
      <w:keepLines/>
      <w:spacing w:before="60" w:after="60"/>
      <w:ind w:left="1152"/>
    </w:pPr>
    <w:rPr>
      <w:sz w:val="20"/>
    </w:rPr>
  </w:style>
  <w:style w:type="paragraph" w:customStyle="1" w:styleId="MarginBox">
    <w:name w:val="Margin Box"/>
    <w:basedOn w:val="BodyText"/>
    <w:pPr>
      <w:framePr w:w="1310" w:h="3125" w:hRule="exact" w:hSpace="360" w:vSpace="360" w:wrap="around" w:vAnchor="text" w:hAnchor="page" w:xAlign="outside" w:y="1"/>
      <w:jc w:val="left"/>
    </w:pPr>
    <w:rPr>
      <w:b/>
      <w:sz w:val="18"/>
    </w:rPr>
  </w:style>
  <w:style w:type="paragraph" w:customStyle="1" w:styleId="TableBody9">
    <w:name w:val="Table Body 9"/>
    <w:basedOn w:val="TableBody"/>
    <w:rPr>
      <w:sz w:val="18"/>
    </w:rPr>
  </w:style>
  <w:style w:type="paragraph" w:customStyle="1" w:styleId="Obj1">
    <w:name w:val="Obj1"/>
    <w:basedOn w:val="Obj2"/>
    <w:pPr>
      <w:tabs>
        <w:tab w:val="left" w:pos="-720"/>
      </w:tabs>
      <w:suppressAutoHyphens/>
      <w:ind w:left="0"/>
      <w:jc w:val="center"/>
    </w:pPr>
    <w:rPr>
      <w:spacing w:val="-2"/>
      <w:kern w:val="22"/>
    </w:rPr>
  </w:style>
  <w:style w:type="paragraph" w:customStyle="1" w:styleId="L4">
    <w:name w:val="L#4"/>
    <w:basedOn w:val="L3"/>
    <w:pPr>
      <w:ind w:left="1512" w:hanging="360"/>
    </w:pPr>
  </w:style>
  <w:style w:type="paragraph" w:customStyle="1" w:styleId="BodyTextOutline">
    <w:name w:val="Body Text Outline"/>
    <w:basedOn w:val="Normal"/>
    <w:pPr>
      <w:ind w:left="720"/>
    </w:pPr>
  </w:style>
  <w:style w:type="paragraph" w:customStyle="1" w:styleId="MarginText">
    <w:name w:val="Margin Text"/>
    <w:basedOn w:val="BodyText"/>
    <w:pPr>
      <w:framePr w:w="1310" w:h="3125" w:hRule="exact" w:hSpace="360" w:vSpace="360" w:wrap="around" w:vAnchor="text" w:hAnchor="page" w:xAlign="outside" w:y="1"/>
      <w:jc w:val="left"/>
    </w:pPr>
    <w:rPr>
      <w:b/>
      <w:sz w:val="18"/>
    </w:rPr>
  </w:style>
  <w:style w:type="paragraph" w:customStyle="1" w:styleId="Outline1">
    <w:name w:val="Outline 1"/>
    <w:pPr>
      <w:tabs>
        <w:tab w:val="left" w:pos="720"/>
        <w:tab w:val="left" w:pos="1080"/>
        <w:tab w:val="left" w:pos="1440"/>
        <w:tab w:val="left" w:pos="1800"/>
        <w:tab w:val="left" w:pos="2160"/>
        <w:tab w:val="left" w:pos="2520"/>
        <w:tab w:val="left" w:pos="2880"/>
        <w:tab w:val="left" w:pos="3240"/>
      </w:tabs>
      <w:spacing w:before="60"/>
      <w:ind w:left="720" w:hanging="720"/>
      <w:outlineLvl w:val="0"/>
    </w:pPr>
    <w:rPr>
      <w:sz w:val="22"/>
    </w:rPr>
  </w:style>
  <w:style w:type="paragraph" w:customStyle="1" w:styleId="Outline2">
    <w:name w:val="Outline 2"/>
    <w:basedOn w:val="Outline1"/>
    <w:pPr>
      <w:ind w:left="1080" w:hanging="360"/>
      <w:outlineLvl w:val="1"/>
    </w:pPr>
  </w:style>
  <w:style w:type="paragraph" w:customStyle="1" w:styleId="Outline3">
    <w:name w:val="Outline 3"/>
    <w:basedOn w:val="Outline1"/>
    <w:pPr>
      <w:ind w:left="1440" w:hanging="360"/>
      <w:outlineLvl w:val="2"/>
    </w:pPr>
    <w:rPr>
      <w:iCs/>
    </w:rPr>
  </w:style>
  <w:style w:type="paragraph" w:customStyle="1" w:styleId="Outline4">
    <w:name w:val="Outline 4"/>
    <w:basedOn w:val="Outline1"/>
    <w:pPr>
      <w:tabs>
        <w:tab w:val="left" w:pos="3600"/>
      </w:tabs>
      <w:ind w:left="1800" w:hanging="360"/>
      <w:outlineLvl w:val="3"/>
    </w:pPr>
  </w:style>
  <w:style w:type="paragraph" w:customStyle="1" w:styleId="Outline5">
    <w:name w:val="Outline 5"/>
    <w:basedOn w:val="Outline1"/>
    <w:pPr>
      <w:tabs>
        <w:tab w:val="left" w:pos="0"/>
        <w:tab w:val="left" w:pos="600"/>
        <w:tab w:val="left" w:pos="1560"/>
        <w:tab w:val="left" w:pos="2040"/>
      </w:tabs>
      <w:suppressAutoHyphens/>
      <w:ind w:left="2160" w:hanging="360"/>
      <w:outlineLvl w:val="4"/>
    </w:pPr>
  </w:style>
  <w:style w:type="paragraph" w:customStyle="1" w:styleId="Outline6">
    <w:name w:val="Outline 6"/>
    <w:basedOn w:val="Outline1"/>
    <w:pPr>
      <w:ind w:left="2520" w:hanging="360"/>
      <w:outlineLvl w:val="5"/>
    </w:pPr>
  </w:style>
  <w:style w:type="paragraph" w:customStyle="1" w:styleId="OutlineIndent">
    <w:name w:val="Outline Indent"/>
    <w:basedOn w:val="BodyTextIndent"/>
    <w:pPr>
      <w:spacing w:before="60"/>
      <w:ind w:left="720"/>
    </w:pPr>
  </w:style>
  <w:style w:type="paragraph" w:styleId="BodyTextIndent">
    <w:name w:val="Body Text Indent"/>
    <w:basedOn w:val="Normal"/>
    <w:pPr>
      <w:spacing w:after="120"/>
      <w:ind w:left="360"/>
      <w:jc w:val="both"/>
    </w:pPr>
  </w:style>
  <w:style w:type="paragraph" w:customStyle="1" w:styleId="titlepagepreparedby">
    <w:name w:val="title page prepared by"/>
    <w:basedOn w:val="titlepageedition"/>
    <w:pPr>
      <w:spacing w:before="720" w:after="0"/>
    </w:pPr>
  </w:style>
  <w:style w:type="paragraph" w:styleId="ListNumber3">
    <w:name w:val="List Number 3"/>
    <w:basedOn w:val="Normal"/>
    <w:pPr>
      <w:spacing w:after="60"/>
      <w:ind w:left="1080" w:hanging="360"/>
      <w:outlineLvl w:val="2"/>
    </w:pPr>
  </w:style>
  <w:style w:type="paragraph" w:customStyle="1" w:styleId="AnswerSpace">
    <w:name w:val="AnswerSpace"/>
    <w:basedOn w:val="Normal"/>
    <w:pPr>
      <w:spacing w:after="1800"/>
    </w:pPr>
  </w:style>
  <w:style w:type="paragraph" w:customStyle="1" w:styleId="Equation2">
    <w:name w:val="Equation2"/>
    <w:basedOn w:val="Normal"/>
    <w:pPr>
      <w:widowControl w:val="0"/>
      <w:spacing w:before="100" w:after="100"/>
      <w:ind w:left="864"/>
    </w:pPr>
  </w:style>
  <w:style w:type="paragraph" w:customStyle="1" w:styleId="Equation1">
    <w:name w:val="Equation 1"/>
    <w:basedOn w:val="Equation2"/>
    <w:pPr>
      <w:tabs>
        <w:tab w:val="left" w:pos="-720"/>
      </w:tabs>
      <w:suppressAutoHyphens/>
      <w:ind w:left="0"/>
      <w:jc w:val="center"/>
    </w:pPr>
    <w:rPr>
      <w:rFonts w:ascii="CG Times" w:hAnsi="CG Times"/>
      <w:spacing w:val="-2"/>
      <w:kern w:val="1"/>
    </w:rPr>
  </w:style>
  <w:style w:type="character" w:styleId="PageNumber">
    <w:name w:val="page number"/>
    <w:basedOn w:val="DefaultParagraphFont"/>
  </w:style>
  <w:style w:type="paragraph" w:customStyle="1" w:styleId="BodyTextArial13">
    <w:name w:val="Body Text Arial 13"/>
    <w:basedOn w:val="bodytextarial11"/>
    <w:autoRedefine/>
    <w:rPr>
      <w:b/>
      <w:sz w:val="26"/>
    </w:rPr>
  </w:style>
  <w:style w:type="paragraph" w:customStyle="1" w:styleId="TableBodyArial13">
    <w:name w:val="Table Body Arial 13"/>
    <w:basedOn w:val="TableBody9"/>
    <w:autoRedefine/>
    <w:rPr>
      <w:rFonts w:ascii="Arial" w:hAnsi="Arial"/>
      <w:b/>
      <w:sz w:val="26"/>
    </w:rPr>
  </w:style>
  <w:style w:type="paragraph" w:customStyle="1" w:styleId="TableBodyArial11">
    <w:name w:val="Table Body Arial 11"/>
    <w:basedOn w:val="BodyTextArial13"/>
    <w:autoRedefine/>
    <w:rPr>
      <w:sz w:val="22"/>
    </w:rPr>
  </w:style>
  <w:style w:type="paragraph" w:styleId="BalloonText">
    <w:name w:val="Balloon Text"/>
    <w:basedOn w:val="Normal"/>
    <w:semiHidden/>
    <w:rsid w:val="00970351"/>
    <w:rPr>
      <w:rFonts w:ascii="Tahoma" w:hAnsi="Tahoma" w:cs="Tahoma"/>
      <w:sz w:val="16"/>
      <w:szCs w:val="16"/>
    </w:rPr>
  </w:style>
  <w:style w:type="table" w:styleId="TableGrid">
    <w:name w:val="Table Grid"/>
    <w:basedOn w:val="TableNormal"/>
    <w:rsid w:val="00507ED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1Char">
    <w:name w:val="Heading 1 Char"/>
    <w:aliases w:val="Heading 1A Char,Heading A1 Char"/>
    <w:link w:val="Heading1"/>
    <w:rsid w:val="00C70619"/>
    <w:rPr>
      <w:rFonts w:ascii="Arial" w:hAnsi="Arial"/>
      <w:b/>
      <w:kern w:val="28"/>
      <w:sz w:val="24"/>
      <w:u w:val="single"/>
      <w:lang w:val="en-US" w:eastAsia="en-US" w:bidi="ar-SA"/>
    </w:rPr>
  </w:style>
  <w:style w:type="character" w:customStyle="1" w:styleId="BodyTextChar">
    <w:name w:val="Body Text Char"/>
    <w:link w:val="BodyText"/>
    <w:rsid w:val="00C70619"/>
    <w:rPr>
      <w:sz w:val="22"/>
      <w:lang w:val="en-US" w:eastAsia="en-US" w:bidi="ar-SA"/>
    </w:rPr>
  </w:style>
  <w:style w:type="paragraph" w:styleId="ListParagraph">
    <w:name w:val="List Paragraph"/>
    <w:basedOn w:val="Normal"/>
    <w:uiPriority w:val="34"/>
    <w:qFormat/>
    <w:rsid w:val="00C70619"/>
    <w:pPr>
      <w:spacing w:after="200" w:line="276" w:lineRule="auto"/>
      <w:ind w:left="720"/>
      <w:contextualSpacing/>
    </w:pPr>
    <w:rPr>
      <w:rFonts w:ascii="Calibri" w:eastAsia="Calibri" w:hAnsi="Calibri"/>
      <w:szCs w:val="22"/>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2"/>
    </w:rPr>
  </w:style>
  <w:style w:type="paragraph" w:styleId="Heading1">
    <w:name w:val="heading 1"/>
    <w:aliases w:val="Heading 1A,Heading A1"/>
    <w:next w:val="BodyText"/>
    <w:link w:val="Heading1Char"/>
    <w:qFormat/>
    <w:pPr>
      <w:keepNext/>
      <w:spacing w:before="120" w:after="120"/>
      <w:outlineLvl w:val="0"/>
    </w:pPr>
    <w:rPr>
      <w:rFonts w:ascii="Arial" w:hAnsi="Arial"/>
      <w:b/>
      <w:kern w:val="28"/>
      <w:sz w:val="24"/>
      <w:u w:val="single"/>
    </w:rPr>
  </w:style>
  <w:style w:type="paragraph" w:styleId="Heading2">
    <w:name w:val="heading 2"/>
    <w:next w:val="BodyText"/>
    <w:qFormat/>
    <w:pPr>
      <w:keepNext/>
      <w:tabs>
        <w:tab w:val="left" w:pos="360"/>
      </w:tabs>
      <w:spacing w:before="60" w:after="120"/>
      <w:outlineLvl w:val="1"/>
    </w:pPr>
    <w:rPr>
      <w:b/>
      <w:sz w:val="22"/>
    </w:rPr>
  </w:style>
  <w:style w:type="paragraph" w:styleId="Heading3">
    <w:name w:val="heading 3"/>
    <w:basedOn w:val="Normal"/>
    <w:next w:val="Normal"/>
    <w:qFormat/>
    <w:pPr>
      <w:keepNext/>
      <w:spacing w:before="60" w:after="120"/>
      <w:outlineLvl w:val="2"/>
    </w:pPr>
    <w:rPr>
      <w:rFonts w:ascii="Arial" w:hAnsi="Arial"/>
    </w:rPr>
  </w:style>
  <w:style w:type="paragraph" w:styleId="Heading4">
    <w:name w:val="heading 4"/>
    <w:basedOn w:val="Normal"/>
    <w:next w:val="Normal"/>
    <w:qFormat/>
    <w:pPr>
      <w:keepNext/>
      <w:outlineLvl w:val="3"/>
    </w:pPr>
    <w:rPr>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pPr>
      <w:spacing w:after="240"/>
      <w:jc w:val="both"/>
    </w:pPr>
    <w:rPr>
      <w:sz w:val="22"/>
    </w:rPr>
  </w:style>
  <w:style w:type="paragraph" w:customStyle="1" w:styleId="chapternumber">
    <w:name w:val="chapter number"/>
    <w:basedOn w:val="Normal"/>
    <w:next w:val="Normal"/>
    <w:pPr>
      <w:pageBreakBefore/>
      <w:jc w:val="right"/>
    </w:pPr>
    <w:rPr>
      <w:rFonts w:ascii="Arial" w:hAnsi="Arial"/>
      <w:b/>
      <w:caps/>
      <w:sz w:val="32"/>
    </w:rPr>
  </w:style>
  <w:style w:type="paragraph" w:styleId="Header">
    <w:name w:val="header"/>
    <w:pPr>
      <w:tabs>
        <w:tab w:val="center" w:pos="4320"/>
        <w:tab w:val="right" w:pos="8640"/>
      </w:tabs>
    </w:pPr>
  </w:style>
  <w:style w:type="paragraph" w:customStyle="1" w:styleId="chaptertitle">
    <w:name w:val="chapter title"/>
    <w:next w:val="Heading1"/>
    <w:pPr>
      <w:spacing w:after="480"/>
      <w:jc w:val="right"/>
    </w:pPr>
    <w:rPr>
      <w:rFonts w:ascii="Arial" w:hAnsi="Arial"/>
      <w:b/>
      <w:caps/>
      <w:sz w:val="32"/>
    </w:rPr>
  </w:style>
  <w:style w:type="paragraph" w:styleId="ListNumber">
    <w:name w:val="List Number"/>
    <w:pPr>
      <w:spacing w:after="120"/>
      <w:ind w:left="576" w:hanging="576"/>
      <w:outlineLvl w:val="0"/>
    </w:pPr>
    <w:rPr>
      <w:sz w:val="22"/>
    </w:rPr>
  </w:style>
  <w:style w:type="paragraph" w:styleId="ListBullet2">
    <w:name w:val="List Bullet 2"/>
    <w:autoRedefine/>
    <w:pPr>
      <w:spacing w:before="60" w:after="120"/>
      <w:ind w:left="720" w:hanging="360"/>
    </w:pPr>
    <w:rPr>
      <w:sz w:val="22"/>
    </w:rPr>
  </w:style>
  <w:style w:type="paragraph" w:styleId="ListNumber2">
    <w:name w:val="List Number 2"/>
    <w:pPr>
      <w:spacing w:before="60" w:after="120"/>
      <w:ind w:left="936" w:hanging="360"/>
      <w:outlineLvl w:val="1"/>
    </w:pPr>
  </w:style>
  <w:style w:type="paragraph" w:styleId="ListContinue">
    <w:name w:val="List Continue"/>
    <w:pPr>
      <w:spacing w:before="60" w:after="120"/>
      <w:ind w:left="360"/>
    </w:pPr>
  </w:style>
  <w:style w:type="paragraph" w:styleId="Footer">
    <w:name w:val="footer"/>
    <w:pPr>
      <w:tabs>
        <w:tab w:val="center" w:pos="4320"/>
        <w:tab w:val="right" w:pos="8640"/>
      </w:tabs>
      <w:jc w:val="center"/>
    </w:pPr>
  </w:style>
  <w:style w:type="paragraph" w:customStyle="1" w:styleId="Equation2a">
    <w:name w:val="Equation2a"/>
    <w:basedOn w:val="Obj2"/>
    <w:pPr>
      <w:tabs>
        <w:tab w:val="left" w:pos="72"/>
      </w:tabs>
      <w:ind w:left="2880"/>
    </w:pPr>
  </w:style>
  <w:style w:type="paragraph" w:customStyle="1" w:styleId="Obj2">
    <w:name w:val="Obj2"/>
    <w:basedOn w:val="Normal"/>
    <w:pPr>
      <w:widowControl w:val="0"/>
      <w:spacing w:before="100" w:after="100"/>
      <w:ind w:left="864"/>
    </w:pPr>
  </w:style>
  <w:style w:type="paragraph" w:customStyle="1" w:styleId="Question">
    <w:name w:val="Question"/>
    <w:pPr>
      <w:tabs>
        <w:tab w:val="left" w:pos="360"/>
      </w:tabs>
      <w:spacing w:before="60" w:after="120"/>
      <w:ind w:left="360" w:hanging="360"/>
    </w:pPr>
  </w:style>
  <w:style w:type="paragraph" w:customStyle="1" w:styleId="Answer">
    <w:name w:val="Answer"/>
    <w:pPr>
      <w:spacing w:after="120"/>
      <w:ind w:left="360"/>
      <w:jc w:val="both"/>
    </w:pPr>
    <w:rPr>
      <w:kern w:val="18"/>
    </w:rPr>
  </w:style>
  <w:style w:type="paragraph" w:customStyle="1" w:styleId="BibliographyEntry">
    <w:name w:val="Bibliography Entry"/>
    <w:pPr>
      <w:keepLines/>
      <w:spacing w:after="120"/>
    </w:pPr>
  </w:style>
  <w:style w:type="paragraph" w:customStyle="1" w:styleId="Misc">
    <w:name w:val="Misc"/>
    <w:pPr>
      <w:keepLines/>
    </w:pPr>
  </w:style>
  <w:style w:type="paragraph" w:customStyle="1" w:styleId="Table">
    <w:name w:val="Table"/>
    <w:aliases w:val="Financial"/>
    <w:pPr>
      <w:keepLines/>
      <w:tabs>
        <w:tab w:val="left" w:pos="288"/>
        <w:tab w:val="left" w:pos="576"/>
        <w:tab w:val="left" w:pos="864"/>
        <w:tab w:val="left" w:pos="1152"/>
        <w:tab w:val="left" w:pos="1440"/>
      </w:tabs>
    </w:pPr>
  </w:style>
  <w:style w:type="paragraph" w:customStyle="1" w:styleId="TableBody">
    <w:name w:val="Table Body"/>
    <w:rPr>
      <w:sz w:val="22"/>
    </w:rPr>
  </w:style>
  <w:style w:type="paragraph" w:customStyle="1" w:styleId="Newspaperbody">
    <w:name w:val="Newspaper body"/>
    <w:pPr>
      <w:spacing w:after="120"/>
      <w:ind w:left="720" w:right="720"/>
      <w:jc w:val="both"/>
    </w:pPr>
    <w:rPr>
      <w:rFonts w:ascii="Arial" w:hAnsi="Arial"/>
      <w:sz w:val="18"/>
    </w:rPr>
  </w:style>
  <w:style w:type="paragraph" w:customStyle="1" w:styleId="Newspaperheader">
    <w:name w:val="Newspaper header"/>
    <w:pPr>
      <w:keepNext/>
      <w:tabs>
        <w:tab w:val="left" w:pos="720"/>
      </w:tabs>
      <w:ind w:left="1440" w:hanging="1440"/>
    </w:pPr>
    <w:rPr>
      <w:rFonts w:ascii="Arial" w:hAnsi="Arial"/>
      <w:sz w:val="18"/>
    </w:rPr>
  </w:style>
  <w:style w:type="paragraph" w:customStyle="1" w:styleId="Newspapercopyright">
    <w:name w:val="Newspaper copyright"/>
    <w:pPr>
      <w:keepNext/>
      <w:spacing w:before="120" w:after="120"/>
      <w:jc w:val="center"/>
    </w:pPr>
    <w:rPr>
      <w:rFonts w:ascii="Arial" w:hAnsi="Arial"/>
      <w:sz w:val="18"/>
    </w:rPr>
  </w:style>
  <w:style w:type="paragraph" w:customStyle="1" w:styleId="TableExhibitTitle">
    <w:name w:val="Table Exhibit Title"/>
    <w:next w:val="TableBody"/>
    <w:pPr>
      <w:keepNext/>
      <w:pBdr>
        <w:bottom w:val="single" w:sz="12" w:space="2" w:color="auto"/>
      </w:pBdr>
      <w:tabs>
        <w:tab w:val="left" w:pos="1440"/>
      </w:tabs>
      <w:spacing w:before="240" w:after="120"/>
      <w:ind w:left="360"/>
    </w:pPr>
    <w:rPr>
      <w:rFonts w:ascii="Arial" w:hAnsi="Arial"/>
      <w:b/>
      <w:sz w:val="18"/>
    </w:rPr>
  </w:style>
  <w:style w:type="paragraph" w:customStyle="1" w:styleId="GraphicExhibitTitleLine">
    <w:name w:val="Graphic Exhibit Title Line"/>
    <w:pPr>
      <w:keepNext/>
      <w:pBdr>
        <w:bottom w:val="single" w:sz="18" w:space="3" w:color="0000FF"/>
      </w:pBdr>
      <w:tabs>
        <w:tab w:val="left" w:pos="3600"/>
      </w:tabs>
      <w:spacing w:before="240" w:after="120"/>
    </w:pPr>
  </w:style>
  <w:style w:type="paragraph" w:customStyle="1" w:styleId="SuggestedReadings">
    <w:name w:val="Suggested Readings"/>
    <w:pPr>
      <w:keepLines/>
      <w:ind w:left="288" w:hanging="288"/>
    </w:pPr>
  </w:style>
  <w:style w:type="paragraph" w:customStyle="1" w:styleId="Newspaperbody2">
    <w:name w:val="Newspaper body 2"/>
    <w:basedOn w:val="BodyText"/>
    <w:pPr>
      <w:spacing w:after="0"/>
      <w:ind w:firstLine="360"/>
    </w:pPr>
    <w:rPr>
      <w:sz w:val="18"/>
    </w:rPr>
  </w:style>
  <w:style w:type="paragraph" w:customStyle="1" w:styleId="titlepagetitle">
    <w:name w:val="title page title"/>
    <w:basedOn w:val="Normal"/>
    <w:next w:val="titlepageta"/>
    <w:pPr>
      <w:spacing w:before="960" w:after="240"/>
      <w:jc w:val="center"/>
    </w:pPr>
    <w:rPr>
      <w:b/>
      <w:caps/>
      <w:sz w:val="40"/>
    </w:rPr>
  </w:style>
  <w:style w:type="paragraph" w:customStyle="1" w:styleId="titlepageta">
    <w:name w:val="title page t/a"/>
    <w:basedOn w:val="Normal"/>
    <w:next w:val="titlepagebooktitle"/>
    <w:pPr>
      <w:spacing w:after="600"/>
      <w:jc w:val="center"/>
    </w:pPr>
    <w:rPr>
      <w:i/>
      <w:sz w:val="24"/>
    </w:rPr>
  </w:style>
  <w:style w:type="paragraph" w:customStyle="1" w:styleId="titlepagebooktitle">
    <w:name w:val="title page book title"/>
    <w:basedOn w:val="Normal"/>
    <w:pPr>
      <w:pBdr>
        <w:top w:val="single" w:sz="12" w:space="3" w:color="auto"/>
        <w:bottom w:val="single" w:sz="12" w:space="3" w:color="auto"/>
      </w:pBdr>
      <w:spacing w:after="240"/>
      <w:jc w:val="center"/>
    </w:pPr>
    <w:rPr>
      <w:b/>
      <w:caps/>
      <w:sz w:val="52"/>
    </w:rPr>
  </w:style>
  <w:style w:type="paragraph" w:customStyle="1" w:styleId="titlepageedition">
    <w:name w:val="title page edition"/>
    <w:basedOn w:val="Normal"/>
    <w:next w:val="titlepageauthorname"/>
    <w:pPr>
      <w:spacing w:after="360"/>
      <w:jc w:val="center"/>
    </w:pPr>
    <w:rPr>
      <w:sz w:val="28"/>
    </w:rPr>
  </w:style>
  <w:style w:type="paragraph" w:customStyle="1" w:styleId="titlepageauthorname">
    <w:name w:val="title page author name"/>
    <w:basedOn w:val="Normal"/>
    <w:next w:val="titlepageschool"/>
    <w:pPr>
      <w:jc w:val="center"/>
    </w:pPr>
    <w:rPr>
      <w:b/>
      <w:sz w:val="36"/>
    </w:rPr>
  </w:style>
  <w:style w:type="paragraph" w:customStyle="1" w:styleId="titlepageschool">
    <w:name w:val="title page school"/>
    <w:basedOn w:val="Normal"/>
    <w:next w:val="BodyText"/>
    <w:pPr>
      <w:jc w:val="center"/>
    </w:pPr>
    <w:rPr>
      <w:i/>
      <w:sz w:val="24"/>
    </w:rPr>
  </w:style>
  <w:style w:type="paragraph" w:customStyle="1" w:styleId="cenarialcaps14">
    <w:name w:val="cen arial caps 14"/>
    <w:basedOn w:val="Normal"/>
    <w:next w:val="bodytextarial11"/>
    <w:pPr>
      <w:spacing w:after="240"/>
      <w:jc w:val="center"/>
    </w:pPr>
    <w:rPr>
      <w:rFonts w:ascii="Arial" w:hAnsi="Arial"/>
      <w:caps/>
      <w:sz w:val="28"/>
    </w:rPr>
  </w:style>
  <w:style w:type="paragraph" w:customStyle="1" w:styleId="bodytextarial11">
    <w:name w:val="body text arial 11"/>
    <w:basedOn w:val="Normal"/>
    <w:next w:val="Normal"/>
    <w:rPr>
      <w:rFonts w:ascii="Arial" w:hAnsi="Arial"/>
    </w:rPr>
  </w:style>
  <w:style w:type="paragraph" w:customStyle="1" w:styleId="Footerfirstpageonly">
    <w:name w:val="Footer (first page only)"/>
    <w:basedOn w:val="BodyText"/>
    <w:pPr>
      <w:spacing w:before="240" w:after="0"/>
      <w:jc w:val="center"/>
    </w:pPr>
    <w:rPr>
      <w:rFonts w:ascii="Arial" w:hAnsi="Arial"/>
      <w:sz w:val="18"/>
    </w:rPr>
  </w:style>
  <w:style w:type="paragraph" w:customStyle="1" w:styleId="T-acctsmentryline">
    <w:name w:val="T-acct sm entry line"/>
    <w:basedOn w:val="Normal"/>
    <w:pPr>
      <w:tabs>
        <w:tab w:val="right" w:pos="1620"/>
        <w:tab w:val="bar" w:pos="1800"/>
        <w:tab w:val="left" w:pos="1980"/>
        <w:tab w:val="right" w:pos="3690"/>
      </w:tabs>
    </w:pPr>
    <w:rPr>
      <w:rFonts w:ascii="Arial" w:hAnsi="Arial"/>
      <w:sz w:val="18"/>
    </w:rPr>
  </w:style>
  <w:style w:type="paragraph" w:customStyle="1" w:styleId="cenarialunderline">
    <w:name w:val="cen arial underline"/>
    <w:basedOn w:val="cenarialcaps14"/>
    <w:next w:val="BodyText"/>
    <w:pPr>
      <w:spacing w:before="240"/>
    </w:pPr>
    <w:rPr>
      <w:u w:val="single"/>
    </w:rPr>
  </w:style>
  <w:style w:type="paragraph" w:customStyle="1" w:styleId="Evenpageheader">
    <w:name w:val="Even page header"/>
    <w:pPr>
      <w:tabs>
        <w:tab w:val="right" w:pos="7099"/>
        <w:tab w:val="right" w:pos="9259"/>
      </w:tabs>
      <w:ind w:left="-2160"/>
    </w:pPr>
    <w:rPr>
      <w:rFonts w:ascii="Arial" w:hAnsi="Arial"/>
      <w:b/>
      <w:caps/>
    </w:rPr>
  </w:style>
  <w:style w:type="paragraph" w:customStyle="1" w:styleId="Oddpageheader">
    <w:name w:val="Odd page header"/>
    <w:basedOn w:val="Evenpageheader"/>
    <w:pPr>
      <w:tabs>
        <w:tab w:val="clear" w:pos="7099"/>
      </w:tabs>
      <w:ind w:left="0"/>
    </w:pPr>
  </w:style>
  <w:style w:type="paragraph" w:styleId="FootnoteText">
    <w:name w:val="footnote text"/>
    <w:basedOn w:val="Normal"/>
    <w:semiHidden/>
    <w:rPr>
      <w:rFonts w:ascii="Arial" w:hAnsi="Arial"/>
      <w:sz w:val="18"/>
    </w:rPr>
  </w:style>
  <w:style w:type="character" w:styleId="FootnoteReference">
    <w:name w:val="footnote reference"/>
    <w:semiHidden/>
    <w:rPr>
      <w:vertAlign w:val="superscript"/>
    </w:rPr>
  </w:style>
  <w:style w:type="paragraph" w:customStyle="1" w:styleId="Quoterightleftindent">
    <w:name w:val="Quote (right/left indent)"/>
    <w:next w:val="Normal"/>
    <w:pPr>
      <w:spacing w:after="120"/>
      <w:ind w:left="720" w:right="720"/>
      <w:jc w:val="both"/>
    </w:pPr>
    <w:rPr>
      <w:i/>
    </w:rPr>
  </w:style>
  <w:style w:type="paragraph" w:customStyle="1" w:styleId="Capsboldhead">
    <w:name w:val="Caps bold head"/>
    <w:basedOn w:val="Normal"/>
    <w:next w:val="BodyText"/>
    <w:pPr>
      <w:spacing w:before="240" w:after="120"/>
      <w:ind w:firstLine="720"/>
    </w:pPr>
    <w:rPr>
      <w:b/>
      <w:smallCaps/>
    </w:rPr>
  </w:style>
  <w:style w:type="paragraph" w:customStyle="1" w:styleId="Listbullet1">
    <w:name w:val="List bullet 1"/>
    <w:basedOn w:val="ListBullet2"/>
    <w:pPr>
      <w:spacing w:after="0"/>
    </w:pPr>
  </w:style>
  <w:style w:type="paragraph" w:customStyle="1" w:styleId="tableheads">
    <w:name w:val="table heads"/>
    <w:basedOn w:val="TableBody"/>
    <w:next w:val="TableBody"/>
    <w:pPr>
      <w:tabs>
        <w:tab w:val="center" w:pos="2700"/>
        <w:tab w:val="center" w:pos="3600"/>
        <w:tab w:val="center" w:pos="4500"/>
        <w:tab w:val="center" w:pos="5400"/>
        <w:tab w:val="center" w:pos="6300"/>
        <w:tab w:val="center" w:pos="7200"/>
      </w:tabs>
      <w:ind w:left="360"/>
    </w:pPr>
    <w:rPr>
      <w:i/>
    </w:rPr>
  </w:style>
  <w:style w:type="paragraph" w:customStyle="1" w:styleId="boxedbodytext">
    <w:name w:val="boxed body text"/>
    <w:basedOn w:val="Normal"/>
    <w:pPr>
      <w:pBdr>
        <w:top w:val="double" w:sz="6" w:space="3" w:color="auto"/>
        <w:left w:val="double" w:sz="6" w:space="3" w:color="auto"/>
        <w:bottom w:val="double" w:sz="6" w:space="3" w:color="auto"/>
        <w:right w:val="double" w:sz="6" w:space="3" w:color="auto"/>
      </w:pBdr>
      <w:spacing w:before="120" w:after="120"/>
      <w:ind w:left="202"/>
      <w:jc w:val="both"/>
    </w:pPr>
  </w:style>
  <w:style w:type="paragraph" w:customStyle="1" w:styleId="boxhead">
    <w:name w:val="box head"/>
    <w:basedOn w:val="Normal"/>
    <w:pPr>
      <w:pBdr>
        <w:top w:val="double" w:sz="6" w:space="3" w:color="auto"/>
        <w:left w:val="double" w:sz="6" w:space="3" w:color="auto"/>
        <w:bottom w:val="double" w:sz="6" w:space="3" w:color="auto"/>
        <w:right w:val="double" w:sz="6" w:space="3" w:color="auto"/>
      </w:pBdr>
      <w:spacing w:before="240" w:after="60"/>
      <w:ind w:firstLine="720"/>
    </w:pPr>
    <w:rPr>
      <w:rFonts w:ascii="Arial" w:hAnsi="Arial"/>
      <w:b/>
      <w:smallCaps/>
    </w:rPr>
  </w:style>
  <w:style w:type="paragraph" w:customStyle="1" w:styleId="boxsourceline">
    <w:name w:val="box source line"/>
    <w:basedOn w:val="boxedbodytext"/>
    <w:pPr>
      <w:spacing w:before="60"/>
      <w:jc w:val="right"/>
    </w:pPr>
    <w:rPr>
      <w:rFonts w:ascii="Arial" w:hAnsi="Arial"/>
      <w:sz w:val="16"/>
    </w:rPr>
  </w:style>
  <w:style w:type="paragraph" w:customStyle="1" w:styleId="tablebodyfinal">
    <w:name w:val="table body final"/>
    <w:basedOn w:val="TableBody"/>
    <w:next w:val="BodyText"/>
    <w:pPr>
      <w:pBdr>
        <w:bottom w:val="single" w:sz="12" w:space="3" w:color="auto"/>
      </w:pBdr>
      <w:tabs>
        <w:tab w:val="right" w:pos="2880"/>
        <w:tab w:val="right" w:pos="3780"/>
        <w:tab w:val="right" w:pos="4680"/>
        <w:tab w:val="right" w:pos="5580"/>
        <w:tab w:val="right" w:pos="6480"/>
        <w:tab w:val="right" w:pos="7380"/>
      </w:tabs>
      <w:ind w:left="360"/>
    </w:pPr>
  </w:style>
  <w:style w:type="paragraph" w:customStyle="1" w:styleId="tableheadscenter">
    <w:name w:val="table heads center"/>
    <w:basedOn w:val="Normal"/>
    <w:next w:val="TableExhibitTitle"/>
    <w:pPr>
      <w:spacing w:after="60"/>
      <w:jc w:val="center"/>
    </w:pPr>
    <w:rPr>
      <w:rFonts w:ascii="Arial" w:hAnsi="Arial"/>
      <w:b/>
    </w:rPr>
  </w:style>
  <w:style w:type="paragraph" w:customStyle="1" w:styleId="tablespanhead">
    <w:name w:val="table span head"/>
    <w:basedOn w:val="Table"/>
    <w:next w:val="tableheads"/>
    <w:pPr>
      <w:tabs>
        <w:tab w:val="clear" w:pos="288"/>
        <w:tab w:val="clear" w:pos="576"/>
        <w:tab w:val="clear" w:pos="864"/>
        <w:tab w:val="clear" w:pos="1152"/>
        <w:tab w:val="clear" w:pos="1440"/>
        <w:tab w:val="center" w:pos="4770"/>
        <w:tab w:val="center" w:pos="7650"/>
      </w:tabs>
    </w:pPr>
    <w:rPr>
      <w:rFonts w:ascii="Arial" w:hAnsi="Arial"/>
      <w:b/>
      <w:sz w:val="18"/>
    </w:rPr>
  </w:style>
  <w:style w:type="paragraph" w:customStyle="1" w:styleId="T-acctsmfinalline">
    <w:name w:val="T-acct sm final line"/>
    <w:basedOn w:val="Normal"/>
    <w:pPr>
      <w:tabs>
        <w:tab w:val="right" w:pos="1620"/>
        <w:tab w:val="bar" w:pos="1800"/>
        <w:tab w:val="left" w:pos="1980"/>
        <w:tab w:val="right" w:pos="3690"/>
      </w:tabs>
    </w:pPr>
    <w:rPr>
      <w:rFonts w:ascii="Arial" w:hAnsi="Arial"/>
      <w:sz w:val="18"/>
      <w:u w:val="single"/>
    </w:rPr>
  </w:style>
  <w:style w:type="paragraph" w:customStyle="1" w:styleId="T-acctsmhead">
    <w:name w:val="T-acct sm head"/>
    <w:basedOn w:val="Normal"/>
    <w:next w:val="Normal"/>
    <w:pPr>
      <w:tabs>
        <w:tab w:val="center" w:pos="1800"/>
        <w:tab w:val="right" w:pos="3870"/>
      </w:tabs>
    </w:pPr>
    <w:rPr>
      <w:rFonts w:ascii="Arial" w:hAnsi="Arial"/>
      <w:sz w:val="18"/>
      <w:u w:val="single"/>
    </w:rPr>
  </w:style>
  <w:style w:type="paragraph" w:customStyle="1" w:styleId="T-acctsmnoteline">
    <w:name w:val="T-acct sm note line"/>
    <w:basedOn w:val="Normal"/>
    <w:pPr>
      <w:tabs>
        <w:tab w:val="center" w:pos="810"/>
        <w:tab w:val="bar" w:pos="1800"/>
        <w:tab w:val="center" w:pos="2880"/>
      </w:tabs>
    </w:pPr>
    <w:rPr>
      <w:rFonts w:ascii="Arial" w:hAnsi="Arial"/>
      <w:b/>
      <w:sz w:val="18"/>
    </w:rPr>
  </w:style>
  <w:style w:type="paragraph" w:customStyle="1" w:styleId="T-acctsmtotalline">
    <w:name w:val="T-acct sm total line"/>
    <w:basedOn w:val="Normal"/>
    <w:pPr>
      <w:tabs>
        <w:tab w:val="right" w:pos="1620"/>
        <w:tab w:val="bar" w:pos="1800"/>
        <w:tab w:val="left" w:pos="1980"/>
        <w:tab w:val="right" w:pos="3690"/>
      </w:tabs>
    </w:pPr>
    <w:rPr>
      <w:rFonts w:ascii="Arial" w:hAnsi="Arial"/>
      <w:sz w:val="18"/>
      <w:u w:val="double"/>
    </w:rPr>
  </w:style>
  <w:style w:type="paragraph" w:customStyle="1" w:styleId="t-acctlgdebit">
    <w:name w:val="t-acct lg debit"/>
    <w:basedOn w:val="Normal"/>
    <w:pPr>
      <w:tabs>
        <w:tab w:val="right" w:pos="4500"/>
      </w:tabs>
      <w:ind w:left="810" w:right="-22" w:hanging="90"/>
    </w:pPr>
    <w:rPr>
      <w:rFonts w:ascii="Arial" w:hAnsi="Arial"/>
      <w:sz w:val="18"/>
    </w:rPr>
  </w:style>
  <w:style w:type="paragraph" w:customStyle="1" w:styleId="t-acctlgcreditside">
    <w:name w:val="t-acct lg credit side"/>
    <w:basedOn w:val="Normal"/>
    <w:pPr>
      <w:tabs>
        <w:tab w:val="right" w:pos="706"/>
        <w:tab w:val="left" w:pos="886"/>
      </w:tabs>
      <w:ind w:left="1066" w:right="893" w:hanging="1066"/>
    </w:pPr>
    <w:rPr>
      <w:rFonts w:ascii="Arial" w:hAnsi="Arial"/>
      <w:sz w:val="18"/>
    </w:rPr>
  </w:style>
  <w:style w:type="paragraph" w:customStyle="1" w:styleId="t-acctlghead">
    <w:name w:val="t-acct lg head"/>
    <w:basedOn w:val="Normal"/>
    <w:next w:val="t-acctlgdebit"/>
    <w:pPr>
      <w:pBdr>
        <w:bottom w:val="single" w:sz="6" w:space="1" w:color="auto"/>
      </w:pBdr>
      <w:ind w:left="720" w:right="893"/>
      <w:jc w:val="center"/>
    </w:pPr>
    <w:rPr>
      <w:rFonts w:ascii="Arial" w:hAnsi="Arial"/>
      <w:sz w:val="18"/>
    </w:rPr>
  </w:style>
  <w:style w:type="paragraph" w:customStyle="1" w:styleId="tablefootnote">
    <w:name w:val="table footnote"/>
    <w:basedOn w:val="tablebodyfinal"/>
    <w:pPr>
      <w:keepLines/>
      <w:tabs>
        <w:tab w:val="right" w:pos="7200"/>
      </w:tabs>
      <w:spacing w:after="240"/>
    </w:pPr>
    <w:rPr>
      <w:sz w:val="16"/>
    </w:rPr>
  </w:style>
  <w:style w:type="paragraph" w:customStyle="1" w:styleId="tablesourceline">
    <w:name w:val="table source line"/>
    <w:basedOn w:val="Normal"/>
    <w:next w:val="Normal"/>
    <w:pPr>
      <w:spacing w:after="240"/>
      <w:ind w:firstLine="720"/>
    </w:pPr>
    <w:rPr>
      <w:rFonts w:ascii="Arial" w:hAnsi="Arial"/>
      <w:sz w:val="16"/>
    </w:rPr>
  </w:style>
  <w:style w:type="paragraph" w:customStyle="1" w:styleId="Italicsheading">
    <w:name w:val="Italics heading"/>
    <w:basedOn w:val="Normal"/>
    <w:next w:val="BodyText"/>
    <w:pPr>
      <w:spacing w:after="120"/>
    </w:pPr>
    <w:rPr>
      <w:i/>
    </w:rPr>
  </w:style>
  <w:style w:type="paragraph" w:customStyle="1" w:styleId="listquestion">
    <w:name w:val="list question"/>
    <w:basedOn w:val="BodyText"/>
    <w:pPr>
      <w:spacing w:after="0"/>
      <w:ind w:left="1080" w:hanging="360"/>
    </w:pPr>
  </w:style>
  <w:style w:type="paragraph" w:customStyle="1" w:styleId="listquesfinal">
    <w:name w:val="list ques final"/>
    <w:basedOn w:val="BodyText"/>
    <w:next w:val="BodyText"/>
    <w:pPr>
      <w:ind w:left="1080" w:hanging="360"/>
    </w:pPr>
  </w:style>
  <w:style w:type="paragraph" w:customStyle="1" w:styleId="quotesourceline">
    <w:name w:val="quote source line"/>
    <w:basedOn w:val="Normal"/>
    <w:pPr>
      <w:tabs>
        <w:tab w:val="right" w:pos="4320"/>
        <w:tab w:val="right" w:pos="5490"/>
      </w:tabs>
      <w:ind w:left="810" w:hanging="90"/>
      <w:jc w:val="right"/>
    </w:pPr>
    <w:rPr>
      <w:sz w:val="18"/>
    </w:rPr>
  </w:style>
  <w:style w:type="paragraph" w:customStyle="1" w:styleId="GJNameLine">
    <w:name w:val="GJ Name Line"/>
    <w:basedOn w:val="Normal"/>
    <w:next w:val="GJHeadLine1"/>
    <w:pPr>
      <w:pBdr>
        <w:bottom w:val="single" w:sz="6" w:space="1" w:color="auto"/>
      </w:pBdr>
      <w:spacing w:after="60"/>
      <w:ind w:right="2059"/>
      <w:jc w:val="center"/>
    </w:pPr>
    <w:rPr>
      <w:sz w:val="18"/>
    </w:rPr>
  </w:style>
  <w:style w:type="paragraph" w:customStyle="1" w:styleId="GJHeadLine1">
    <w:name w:val="GJ Head Line1"/>
    <w:basedOn w:val="Normal"/>
    <w:next w:val="GJHeadLine2"/>
    <w:pPr>
      <w:pBdr>
        <w:top w:val="double" w:sz="6" w:space="1" w:color="auto"/>
      </w:pBdr>
      <w:tabs>
        <w:tab w:val="bar" w:pos="878"/>
        <w:tab w:val="center" w:pos="2700"/>
        <w:tab w:val="bar" w:pos="4752"/>
        <w:tab w:val="center" w:pos="5130"/>
        <w:tab w:val="bar" w:pos="5490"/>
        <w:tab w:val="center" w:pos="5940"/>
        <w:tab w:val="bar" w:pos="6300"/>
        <w:tab w:val="center" w:pos="6750"/>
        <w:tab w:val="bar" w:pos="7200"/>
      </w:tabs>
      <w:ind w:right="2153"/>
    </w:pPr>
    <w:rPr>
      <w:sz w:val="16"/>
    </w:rPr>
  </w:style>
  <w:style w:type="paragraph" w:customStyle="1" w:styleId="GJHeadLine2">
    <w:name w:val="GJ Head Line2"/>
    <w:basedOn w:val="Normal"/>
    <w:next w:val="GJEntryline"/>
    <w:pPr>
      <w:pBdr>
        <w:bottom w:val="double" w:sz="6" w:space="1" w:color="auto"/>
      </w:pBdr>
      <w:tabs>
        <w:tab w:val="bar" w:pos="878"/>
        <w:tab w:val="center" w:pos="2700"/>
        <w:tab w:val="bar" w:pos="4752"/>
        <w:tab w:val="center" w:pos="5130"/>
        <w:tab w:val="bar" w:pos="5490"/>
        <w:tab w:val="center" w:pos="5940"/>
        <w:tab w:val="bar" w:pos="6300"/>
        <w:tab w:val="center" w:pos="6750"/>
        <w:tab w:val="bar" w:pos="7200"/>
      </w:tabs>
      <w:ind w:right="2153"/>
    </w:pPr>
    <w:rPr>
      <w:sz w:val="16"/>
    </w:rPr>
  </w:style>
  <w:style w:type="paragraph" w:customStyle="1" w:styleId="GJEntryline">
    <w:name w:val="GJ Entry line"/>
    <w:basedOn w:val="Normal"/>
    <w:pPr>
      <w:pBdr>
        <w:bottom w:val="single" w:sz="6" w:space="1" w:color="auto"/>
      </w:pBdr>
      <w:tabs>
        <w:tab w:val="bar" w:pos="540"/>
        <w:tab w:val="bar" w:pos="878"/>
        <w:tab w:val="center" w:pos="2700"/>
        <w:tab w:val="bar" w:pos="4752"/>
        <w:tab w:val="center" w:pos="5130"/>
        <w:tab w:val="bar" w:pos="5490"/>
        <w:tab w:val="center" w:pos="5940"/>
        <w:tab w:val="bar" w:pos="6300"/>
        <w:tab w:val="center" w:pos="6750"/>
        <w:tab w:val="bar" w:pos="7200"/>
      </w:tabs>
      <w:ind w:right="2153"/>
    </w:pPr>
    <w:rPr>
      <w:sz w:val="16"/>
    </w:rPr>
  </w:style>
  <w:style w:type="paragraph" w:customStyle="1" w:styleId="GJEntryline1">
    <w:name w:val="GJ Entry line1"/>
    <w:basedOn w:val="Normal"/>
    <w:next w:val="GJEntryline2"/>
    <w:pPr>
      <w:tabs>
        <w:tab w:val="bar" w:pos="540"/>
        <w:tab w:val="bar" w:pos="878"/>
        <w:tab w:val="center" w:pos="2700"/>
        <w:tab w:val="bar" w:pos="4752"/>
        <w:tab w:val="center" w:pos="5130"/>
        <w:tab w:val="bar" w:pos="5490"/>
        <w:tab w:val="center" w:pos="5940"/>
        <w:tab w:val="bar" w:pos="6300"/>
        <w:tab w:val="center" w:pos="6750"/>
        <w:tab w:val="bar" w:pos="7200"/>
      </w:tabs>
      <w:ind w:right="2153"/>
    </w:pPr>
    <w:rPr>
      <w:sz w:val="16"/>
    </w:rPr>
  </w:style>
  <w:style w:type="paragraph" w:customStyle="1" w:styleId="GJEntryline2">
    <w:name w:val="GJ Entry line2"/>
    <w:basedOn w:val="GJEntryline1"/>
    <w:pPr>
      <w:pBdr>
        <w:top w:val="single" w:sz="6" w:space="1" w:color="auto"/>
      </w:pBdr>
    </w:pPr>
  </w:style>
  <w:style w:type="paragraph" w:customStyle="1" w:styleId="ListNumberfinal">
    <w:name w:val="List Number final"/>
    <w:basedOn w:val="ListNumber"/>
    <w:pPr>
      <w:spacing w:after="240"/>
    </w:pPr>
  </w:style>
  <w:style w:type="paragraph" w:customStyle="1" w:styleId="ListNumber2final">
    <w:name w:val="List Number 2final"/>
    <w:basedOn w:val="ListNumber2"/>
    <w:pPr>
      <w:spacing w:after="240"/>
      <w:ind w:hanging="576"/>
    </w:pPr>
  </w:style>
  <w:style w:type="paragraph" w:customStyle="1" w:styleId="L3">
    <w:name w:val="L#3"/>
    <w:basedOn w:val="ListNumber"/>
    <w:pPr>
      <w:keepLines/>
      <w:spacing w:before="60" w:after="60"/>
      <w:ind w:left="1152"/>
    </w:pPr>
    <w:rPr>
      <w:sz w:val="20"/>
    </w:rPr>
  </w:style>
  <w:style w:type="paragraph" w:customStyle="1" w:styleId="MarginBox">
    <w:name w:val="Margin Box"/>
    <w:basedOn w:val="BodyText"/>
    <w:pPr>
      <w:framePr w:w="1310" w:h="3125" w:hRule="exact" w:hSpace="360" w:vSpace="360" w:wrap="around" w:vAnchor="text" w:hAnchor="page" w:xAlign="outside" w:y="1"/>
      <w:jc w:val="left"/>
    </w:pPr>
    <w:rPr>
      <w:b/>
      <w:sz w:val="18"/>
    </w:rPr>
  </w:style>
  <w:style w:type="paragraph" w:customStyle="1" w:styleId="TableBody9">
    <w:name w:val="Table Body 9"/>
    <w:basedOn w:val="TableBody"/>
    <w:rPr>
      <w:sz w:val="18"/>
    </w:rPr>
  </w:style>
  <w:style w:type="paragraph" w:customStyle="1" w:styleId="Obj1">
    <w:name w:val="Obj1"/>
    <w:basedOn w:val="Obj2"/>
    <w:pPr>
      <w:tabs>
        <w:tab w:val="left" w:pos="-720"/>
      </w:tabs>
      <w:suppressAutoHyphens/>
      <w:ind w:left="0"/>
      <w:jc w:val="center"/>
    </w:pPr>
    <w:rPr>
      <w:spacing w:val="-2"/>
      <w:kern w:val="22"/>
    </w:rPr>
  </w:style>
  <w:style w:type="paragraph" w:customStyle="1" w:styleId="L4">
    <w:name w:val="L#4"/>
    <w:basedOn w:val="L3"/>
    <w:pPr>
      <w:ind w:left="1512" w:hanging="360"/>
    </w:pPr>
  </w:style>
  <w:style w:type="paragraph" w:customStyle="1" w:styleId="BodyTextOutline">
    <w:name w:val="Body Text Outline"/>
    <w:basedOn w:val="Normal"/>
    <w:pPr>
      <w:ind w:left="720"/>
    </w:pPr>
  </w:style>
  <w:style w:type="paragraph" w:customStyle="1" w:styleId="MarginText">
    <w:name w:val="Margin Text"/>
    <w:basedOn w:val="BodyText"/>
    <w:pPr>
      <w:framePr w:w="1310" w:h="3125" w:hRule="exact" w:hSpace="360" w:vSpace="360" w:wrap="around" w:vAnchor="text" w:hAnchor="page" w:xAlign="outside" w:y="1"/>
      <w:jc w:val="left"/>
    </w:pPr>
    <w:rPr>
      <w:b/>
      <w:sz w:val="18"/>
    </w:rPr>
  </w:style>
  <w:style w:type="paragraph" w:customStyle="1" w:styleId="Outline1">
    <w:name w:val="Outline 1"/>
    <w:pPr>
      <w:tabs>
        <w:tab w:val="left" w:pos="720"/>
        <w:tab w:val="left" w:pos="1080"/>
        <w:tab w:val="left" w:pos="1440"/>
        <w:tab w:val="left" w:pos="1800"/>
        <w:tab w:val="left" w:pos="2160"/>
        <w:tab w:val="left" w:pos="2520"/>
        <w:tab w:val="left" w:pos="2880"/>
        <w:tab w:val="left" w:pos="3240"/>
      </w:tabs>
      <w:spacing w:before="60"/>
      <w:ind w:left="720" w:hanging="720"/>
      <w:outlineLvl w:val="0"/>
    </w:pPr>
    <w:rPr>
      <w:sz w:val="22"/>
    </w:rPr>
  </w:style>
  <w:style w:type="paragraph" w:customStyle="1" w:styleId="Outline2">
    <w:name w:val="Outline 2"/>
    <w:basedOn w:val="Outline1"/>
    <w:pPr>
      <w:ind w:left="1080" w:hanging="360"/>
      <w:outlineLvl w:val="1"/>
    </w:pPr>
  </w:style>
  <w:style w:type="paragraph" w:customStyle="1" w:styleId="Outline3">
    <w:name w:val="Outline 3"/>
    <w:basedOn w:val="Outline1"/>
    <w:pPr>
      <w:ind w:left="1440" w:hanging="360"/>
      <w:outlineLvl w:val="2"/>
    </w:pPr>
    <w:rPr>
      <w:iCs/>
    </w:rPr>
  </w:style>
  <w:style w:type="paragraph" w:customStyle="1" w:styleId="Outline4">
    <w:name w:val="Outline 4"/>
    <w:basedOn w:val="Outline1"/>
    <w:pPr>
      <w:tabs>
        <w:tab w:val="left" w:pos="3600"/>
      </w:tabs>
      <w:ind w:left="1800" w:hanging="360"/>
      <w:outlineLvl w:val="3"/>
    </w:pPr>
  </w:style>
  <w:style w:type="paragraph" w:customStyle="1" w:styleId="Outline5">
    <w:name w:val="Outline 5"/>
    <w:basedOn w:val="Outline1"/>
    <w:pPr>
      <w:tabs>
        <w:tab w:val="left" w:pos="0"/>
        <w:tab w:val="left" w:pos="600"/>
        <w:tab w:val="left" w:pos="1560"/>
        <w:tab w:val="left" w:pos="2040"/>
      </w:tabs>
      <w:suppressAutoHyphens/>
      <w:ind w:left="2160" w:hanging="360"/>
      <w:outlineLvl w:val="4"/>
    </w:pPr>
  </w:style>
  <w:style w:type="paragraph" w:customStyle="1" w:styleId="Outline6">
    <w:name w:val="Outline 6"/>
    <w:basedOn w:val="Outline1"/>
    <w:pPr>
      <w:ind w:left="2520" w:hanging="360"/>
      <w:outlineLvl w:val="5"/>
    </w:pPr>
  </w:style>
  <w:style w:type="paragraph" w:customStyle="1" w:styleId="OutlineIndent">
    <w:name w:val="Outline Indent"/>
    <w:basedOn w:val="BodyTextIndent"/>
    <w:pPr>
      <w:spacing w:before="60"/>
      <w:ind w:left="720"/>
    </w:pPr>
  </w:style>
  <w:style w:type="paragraph" w:styleId="BodyTextIndent">
    <w:name w:val="Body Text Indent"/>
    <w:basedOn w:val="Normal"/>
    <w:pPr>
      <w:spacing w:after="120"/>
      <w:ind w:left="360"/>
      <w:jc w:val="both"/>
    </w:pPr>
  </w:style>
  <w:style w:type="paragraph" w:customStyle="1" w:styleId="titlepagepreparedby">
    <w:name w:val="title page prepared by"/>
    <w:basedOn w:val="titlepageedition"/>
    <w:pPr>
      <w:spacing w:before="720" w:after="0"/>
    </w:pPr>
  </w:style>
  <w:style w:type="paragraph" w:styleId="ListNumber3">
    <w:name w:val="List Number 3"/>
    <w:basedOn w:val="Normal"/>
    <w:pPr>
      <w:spacing w:after="60"/>
      <w:ind w:left="1080" w:hanging="360"/>
      <w:outlineLvl w:val="2"/>
    </w:pPr>
  </w:style>
  <w:style w:type="paragraph" w:customStyle="1" w:styleId="AnswerSpace">
    <w:name w:val="AnswerSpace"/>
    <w:basedOn w:val="Normal"/>
    <w:pPr>
      <w:spacing w:after="1800"/>
    </w:pPr>
  </w:style>
  <w:style w:type="paragraph" w:customStyle="1" w:styleId="Equation2">
    <w:name w:val="Equation2"/>
    <w:basedOn w:val="Normal"/>
    <w:pPr>
      <w:widowControl w:val="0"/>
      <w:spacing w:before="100" w:after="100"/>
      <w:ind w:left="864"/>
    </w:pPr>
  </w:style>
  <w:style w:type="paragraph" w:customStyle="1" w:styleId="Equation1">
    <w:name w:val="Equation 1"/>
    <w:basedOn w:val="Equation2"/>
    <w:pPr>
      <w:tabs>
        <w:tab w:val="left" w:pos="-720"/>
      </w:tabs>
      <w:suppressAutoHyphens/>
      <w:ind w:left="0"/>
      <w:jc w:val="center"/>
    </w:pPr>
    <w:rPr>
      <w:rFonts w:ascii="CG Times" w:hAnsi="CG Times"/>
      <w:spacing w:val="-2"/>
      <w:kern w:val="1"/>
    </w:rPr>
  </w:style>
  <w:style w:type="character" w:styleId="PageNumber">
    <w:name w:val="page number"/>
    <w:basedOn w:val="DefaultParagraphFont"/>
  </w:style>
  <w:style w:type="paragraph" w:customStyle="1" w:styleId="BodyTextArial13">
    <w:name w:val="Body Text Arial 13"/>
    <w:basedOn w:val="bodytextarial11"/>
    <w:autoRedefine/>
    <w:rPr>
      <w:b/>
      <w:sz w:val="26"/>
    </w:rPr>
  </w:style>
  <w:style w:type="paragraph" w:customStyle="1" w:styleId="TableBodyArial13">
    <w:name w:val="Table Body Arial 13"/>
    <w:basedOn w:val="TableBody9"/>
    <w:autoRedefine/>
    <w:rPr>
      <w:rFonts w:ascii="Arial" w:hAnsi="Arial"/>
      <w:b/>
      <w:sz w:val="26"/>
    </w:rPr>
  </w:style>
  <w:style w:type="paragraph" w:customStyle="1" w:styleId="TableBodyArial11">
    <w:name w:val="Table Body Arial 11"/>
    <w:basedOn w:val="BodyTextArial13"/>
    <w:autoRedefine/>
    <w:rPr>
      <w:sz w:val="22"/>
    </w:rPr>
  </w:style>
  <w:style w:type="paragraph" w:styleId="BalloonText">
    <w:name w:val="Balloon Text"/>
    <w:basedOn w:val="Normal"/>
    <w:semiHidden/>
    <w:rsid w:val="00970351"/>
    <w:rPr>
      <w:rFonts w:ascii="Tahoma" w:hAnsi="Tahoma" w:cs="Tahoma"/>
      <w:sz w:val="16"/>
      <w:szCs w:val="16"/>
    </w:rPr>
  </w:style>
  <w:style w:type="table" w:styleId="TableGrid">
    <w:name w:val="Table Grid"/>
    <w:basedOn w:val="TableNormal"/>
    <w:rsid w:val="00507ED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1Char">
    <w:name w:val="Heading 1 Char"/>
    <w:aliases w:val="Heading 1A Char,Heading A1 Char"/>
    <w:link w:val="Heading1"/>
    <w:rsid w:val="00C70619"/>
    <w:rPr>
      <w:rFonts w:ascii="Arial" w:hAnsi="Arial"/>
      <w:b/>
      <w:kern w:val="28"/>
      <w:sz w:val="24"/>
      <w:u w:val="single"/>
      <w:lang w:val="en-US" w:eastAsia="en-US" w:bidi="ar-SA"/>
    </w:rPr>
  </w:style>
  <w:style w:type="character" w:customStyle="1" w:styleId="BodyTextChar">
    <w:name w:val="Body Text Char"/>
    <w:link w:val="BodyText"/>
    <w:rsid w:val="00C70619"/>
    <w:rPr>
      <w:sz w:val="22"/>
      <w:lang w:val="en-US" w:eastAsia="en-US" w:bidi="ar-SA"/>
    </w:rPr>
  </w:style>
  <w:style w:type="paragraph" w:styleId="ListParagraph">
    <w:name w:val="List Paragraph"/>
    <w:basedOn w:val="Normal"/>
    <w:uiPriority w:val="34"/>
    <w:qFormat/>
    <w:rsid w:val="00C70619"/>
    <w:pPr>
      <w:spacing w:after="200" w:line="276" w:lineRule="auto"/>
      <w:ind w:left="720"/>
      <w:contextualSpacing/>
    </w:pPr>
    <w:rPr>
      <w:rFonts w:ascii="Calibri" w:eastAsia="Calibri" w:hAnsi="Calibri"/>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05707570">
      <w:bodyDiv w:val="1"/>
      <w:marLeft w:val="0"/>
      <w:marRight w:val="0"/>
      <w:marTop w:val="0"/>
      <w:marBottom w:val="0"/>
      <w:divBdr>
        <w:top w:val="none" w:sz="0" w:space="0" w:color="auto"/>
        <w:left w:val="none" w:sz="0" w:space="0" w:color="auto"/>
        <w:bottom w:val="none" w:sz="0" w:space="0" w:color="auto"/>
        <w:right w:val="none" w:sz="0" w:space="0" w:color="auto"/>
      </w:divBdr>
    </w:div>
    <w:div w:id="551888375">
      <w:bodyDiv w:val="1"/>
      <w:marLeft w:val="0"/>
      <w:marRight w:val="0"/>
      <w:marTop w:val="0"/>
      <w:marBottom w:val="0"/>
      <w:divBdr>
        <w:top w:val="none" w:sz="0" w:space="0" w:color="auto"/>
        <w:left w:val="none" w:sz="0" w:space="0" w:color="auto"/>
        <w:bottom w:val="none" w:sz="0" w:space="0" w:color="auto"/>
        <w:right w:val="none" w:sz="0" w:space="0" w:color="auto"/>
      </w:divBdr>
    </w:div>
    <w:div w:id="1266889997">
      <w:bodyDiv w:val="1"/>
      <w:marLeft w:val="0"/>
      <w:marRight w:val="0"/>
      <w:marTop w:val="0"/>
      <w:marBottom w:val="0"/>
      <w:divBdr>
        <w:top w:val="none" w:sz="0" w:space="0" w:color="auto"/>
        <w:left w:val="none" w:sz="0" w:space="0" w:color="auto"/>
        <w:bottom w:val="none" w:sz="0" w:space="0" w:color="auto"/>
        <w:right w:val="none" w:sz="0" w:space="0" w:color="auto"/>
      </w:divBdr>
    </w:div>
    <w:div w:id="14658048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footer" Target="footer1.xml"/><Relationship Id="rId10"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DOWS\DESKTOP\Wild%20Ch%201-7\Irwin37b.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387E76D-20B8-F942-A3BF-97B980653C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\WINDOWS\DESKTOP\Wild Ch 1-7\Irwin37b.dot</Template>
  <TotalTime>0</TotalTime>
  <Pages>8</Pages>
  <Words>1762</Words>
  <Characters>10047</Characters>
  <Application>Microsoft Macintosh Word</Application>
  <DocSecurity>0</DocSecurity>
  <Lines>83</Lines>
  <Paragraphs>23</Paragraphs>
  <ScaleCrop>false</ScaleCrop>
  <HeadingPairs>
    <vt:vector size="2" baseType="variant">
      <vt:variant>
        <vt:lpstr>Title</vt:lpstr>
      </vt:variant>
      <vt:variant>
        <vt:i4>1</vt:i4>
      </vt:variant>
    </vt:vector>
  </HeadingPairs>
  <TitlesOfParts>
    <vt:vector size="1" baseType="lpstr">
      <vt:lpstr>CHAPTER 1</vt:lpstr>
    </vt:vector>
  </TitlesOfParts>
  <Company/>
  <LinksUpToDate>false</LinksUpToDate>
  <CharactersWithSpaces>11786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1</dc:title>
  <dc:creator>Jeannie M. Folk</dc:creator>
  <cp:lastModifiedBy>Sarah Wood</cp:lastModifiedBy>
  <cp:revision>3</cp:revision>
  <cp:lastPrinted>2014-03-04T15:50:00Z</cp:lastPrinted>
  <dcterms:created xsi:type="dcterms:W3CDTF">2014-11-14T22:10:00Z</dcterms:created>
  <dcterms:modified xsi:type="dcterms:W3CDTF">2014-11-14T22:10:00Z</dcterms:modified>
</cp:coreProperties>
</file>