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12EFA" w14:textId="77777777" w:rsidR="00B95C07" w:rsidRDefault="00CA6298" w:rsidP="000A0187">
      <w:pPr>
        <w:pStyle w:val="chapternumber"/>
      </w:pPr>
      <w:bookmarkStart w:id="0" w:name="_GoBack"/>
      <w:bookmarkEnd w:id="0"/>
      <w:r>
        <w:t>c</w:t>
      </w:r>
      <w:r w:rsidR="00B95C07">
        <w:t xml:space="preserve">HAPTER </w:t>
      </w:r>
      <w:r w:rsidR="000A0187">
        <w:t>2</w:t>
      </w:r>
    </w:p>
    <w:p w14:paraId="64F40143" w14:textId="77777777" w:rsidR="009E0CA3" w:rsidRDefault="002F24D2" w:rsidP="00FE7582">
      <w:pPr>
        <w:pStyle w:val="chaptertitle"/>
        <w:spacing w:after="240"/>
      </w:pPr>
      <w:r>
        <w:t>the balance sheet</w:t>
      </w:r>
    </w:p>
    <w:p w14:paraId="7FE15C60" w14:textId="77777777" w:rsidR="00236861" w:rsidRPr="00B81F46" w:rsidRDefault="00236861" w:rsidP="00236861">
      <w:pPr>
        <w:pStyle w:val="Heading1"/>
      </w:pPr>
      <w:r w:rsidRPr="00B81F46">
        <w:t>Student Learning Objectives and Related Assignment Materials</w:t>
      </w:r>
    </w:p>
    <w:tbl>
      <w:tblPr>
        <w:tblW w:w="93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2664"/>
        <w:gridCol w:w="1080"/>
        <w:gridCol w:w="1080"/>
        <w:gridCol w:w="1080"/>
        <w:gridCol w:w="1080"/>
        <w:gridCol w:w="1296"/>
        <w:gridCol w:w="1080"/>
      </w:tblGrid>
      <w:tr w:rsidR="003C339B" w14:paraId="6F0315A2" w14:textId="77777777" w:rsidTr="00E211AA">
        <w:tc>
          <w:tcPr>
            <w:tcW w:w="2664" w:type="dxa"/>
          </w:tcPr>
          <w:p w14:paraId="03A1C471" w14:textId="77777777" w:rsidR="00E211AA" w:rsidRDefault="00E211AA">
            <w:pPr>
              <w:pStyle w:val="Italicsheading"/>
              <w:spacing w:before="120"/>
              <w:jc w:val="center"/>
              <w:rPr>
                <w:b/>
              </w:rPr>
            </w:pPr>
          </w:p>
          <w:p w14:paraId="6FF9D660" w14:textId="77777777" w:rsidR="003C339B" w:rsidRDefault="003C339B">
            <w:pPr>
              <w:pStyle w:val="Italicsheading"/>
              <w:spacing w:before="120"/>
              <w:jc w:val="center"/>
              <w:rPr>
                <w:b/>
              </w:rPr>
            </w:pPr>
            <w:r>
              <w:rPr>
                <w:b/>
              </w:rPr>
              <w:t>Student Learning Objectives</w:t>
            </w:r>
          </w:p>
        </w:tc>
        <w:tc>
          <w:tcPr>
            <w:tcW w:w="1080" w:type="dxa"/>
          </w:tcPr>
          <w:p w14:paraId="5EA20AF9" w14:textId="77777777" w:rsidR="003C339B" w:rsidRDefault="003C339B">
            <w:pPr>
              <w:pStyle w:val="Italicsheading"/>
              <w:spacing w:before="120"/>
              <w:jc w:val="center"/>
              <w:rPr>
                <w:b/>
              </w:rPr>
            </w:pPr>
            <w:r>
              <w:rPr>
                <w:b/>
              </w:rPr>
              <w:br/>
              <w:t>Mini-Exercises</w:t>
            </w:r>
          </w:p>
        </w:tc>
        <w:tc>
          <w:tcPr>
            <w:tcW w:w="1080" w:type="dxa"/>
          </w:tcPr>
          <w:p w14:paraId="098BD418" w14:textId="77777777" w:rsidR="003C339B" w:rsidRDefault="003C339B">
            <w:pPr>
              <w:pStyle w:val="Italicsheading"/>
              <w:spacing w:before="120"/>
              <w:jc w:val="center"/>
              <w:rPr>
                <w:b/>
              </w:rPr>
            </w:pPr>
            <w:r>
              <w:rPr>
                <w:b/>
              </w:rPr>
              <w:br/>
            </w:r>
            <w:r>
              <w:rPr>
                <w:b/>
              </w:rPr>
              <w:br/>
              <w:t>Exercises</w:t>
            </w:r>
          </w:p>
        </w:tc>
        <w:tc>
          <w:tcPr>
            <w:tcW w:w="1080" w:type="dxa"/>
          </w:tcPr>
          <w:p w14:paraId="545443D5" w14:textId="77777777" w:rsidR="003C339B" w:rsidRDefault="003C339B">
            <w:pPr>
              <w:pStyle w:val="Italicsheading"/>
              <w:spacing w:before="120"/>
              <w:jc w:val="center"/>
              <w:rPr>
                <w:b/>
              </w:rPr>
            </w:pPr>
            <w:r>
              <w:rPr>
                <w:b/>
              </w:rPr>
              <w:br/>
              <w:t>Coached Problems</w:t>
            </w:r>
          </w:p>
        </w:tc>
        <w:tc>
          <w:tcPr>
            <w:tcW w:w="1080" w:type="dxa"/>
          </w:tcPr>
          <w:p w14:paraId="3FBB152D" w14:textId="77777777" w:rsidR="003C339B" w:rsidRDefault="003C339B">
            <w:pPr>
              <w:pStyle w:val="Italicsheading"/>
              <w:spacing w:before="120"/>
              <w:jc w:val="center"/>
              <w:rPr>
                <w:b/>
              </w:rPr>
            </w:pPr>
            <w:r>
              <w:rPr>
                <w:b/>
              </w:rPr>
              <w:t>Problems</w:t>
            </w:r>
            <w:r>
              <w:rPr>
                <w:b/>
              </w:rPr>
              <w:br/>
              <w:t>(Groups</w:t>
            </w:r>
            <w:r>
              <w:rPr>
                <w:b/>
              </w:rPr>
              <w:br/>
              <w:t xml:space="preserve"> A &amp; B)</w:t>
            </w:r>
          </w:p>
        </w:tc>
        <w:tc>
          <w:tcPr>
            <w:tcW w:w="1296" w:type="dxa"/>
          </w:tcPr>
          <w:p w14:paraId="07282E2D" w14:textId="77777777" w:rsidR="003C339B" w:rsidRDefault="003C339B">
            <w:pPr>
              <w:pStyle w:val="Italicsheading"/>
              <w:spacing w:before="120"/>
              <w:jc w:val="center"/>
              <w:rPr>
                <w:b/>
              </w:rPr>
            </w:pPr>
            <w:r>
              <w:rPr>
                <w:b/>
              </w:rPr>
              <w:t>Skills Development Cases</w:t>
            </w:r>
          </w:p>
        </w:tc>
        <w:tc>
          <w:tcPr>
            <w:tcW w:w="1080" w:type="dxa"/>
          </w:tcPr>
          <w:p w14:paraId="2B802B1F" w14:textId="77777777" w:rsidR="003C339B" w:rsidRDefault="00AF0E8D">
            <w:pPr>
              <w:pStyle w:val="Italicsheading"/>
              <w:spacing w:before="120"/>
              <w:jc w:val="center"/>
              <w:rPr>
                <w:b/>
              </w:rPr>
            </w:pPr>
            <w:r>
              <w:rPr>
                <w:b/>
              </w:rPr>
              <w:br/>
              <w:t>Continuing Case</w:t>
            </w:r>
          </w:p>
        </w:tc>
      </w:tr>
      <w:tr w:rsidR="003C339B" w14:paraId="3783F3C7" w14:textId="77777777" w:rsidTr="00E211AA">
        <w:tc>
          <w:tcPr>
            <w:tcW w:w="2664" w:type="dxa"/>
            <w:tcMar>
              <w:left w:w="72" w:type="dxa"/>
              <w:right w:w="72" w:type="dxa"/>
            </w:tcMar>
          </w:tcPr>
          <w:p w14:paraId="6461CBBB" w14:textId="77777777" w:rsidR="003C339B" w:rsidRPr="00E91FE1" w:rsidRDefault="00C91923" w:rsidP="00C91923">
            <w:pPr>
              <w:pStyle w:val="TableBody"/>
              <w:ind w:left="288" w:hanging="288"/>
            </w:pPr>
            <w:r>
              <w:t>LO 2-</w:t>
            </w:r>
            <w:r w:rsidR="003C339B">
              <w:t>1</w:t>
            </w:r>
            <w:r>
              <w:t xml:space="preserve"> </w:t>
            </w:r>
            <w:r w:rsidR="003C339B">
              <w:t xml:space="preserve">Identify financial effects of common </w:t>
            </w:r>
            <w:r w:rsidR="00180595">
              <w:t>business</w:t>
            </w:r>
            <w:r w:rsidR="003C339B">
              <w:t xml:space="preserve"> activities</w:t>
            </w:r>
            <w:r w:rsidR="00180595">
              <w:t xml:space="preserve"> that affect the balance sheet</w:t>
            </w:r>
            <w:r w:rsidR="003C339B">
              <w:t>.</w:t>
            </w:r>
          </w:p>
        </w:tc>
        <w:tc>
          <w:tcPr>
            <w:tcW w:w="1080" w:type="dxa"/>
            <w:tcMar>
              <w:left w:w="72" w:type="dxa"/>
              <w:right w:w="72" w:type="dxa"/>
            </w:tcMar>
          </w:tcPr>
          <w:p w14:paraId="16D1A3B9" w14:textId="77777777" w:rsidR="003C339B" w:rsidRDefault="003C339B">
            <w:pPr>
              <w:pStyle w:val="TableBody"/>
            </w:pPr>
            <w:r>
              <w:t>4, 5, 6</w:t>
            </w:r>
          </w:p>
        </w:tc>
        <w:tc>
          <w:tcPr>
            <w:tcW w:w="1080" w:type="dxa"/>
            <w:tcMar>
              <w:left w:w="72" w:type="dxa"/>
              <w:right w:w="72" w:type="dxa"/>
            </w:tcMar>
          </w:tcPr>
          <w:p w14:paraId="03829B12" w14:textId="77777777" w:rsidR="003C339B" w:rsidRDefault="003C339B" w:rsidP="00B70AE9">
            <w:pPr>
              <w:pStyle w:val="TableBody"/>
            </w:pPr>
            <w:r>
              <w:t>1, 2, 3, 4</w:t>
            </w:r>
            <w:r w:rsidR="0026138F">
              <w:t>*</w:t>
            </w:r>
            <w:r>
              <w:t xml:space="preserve">, </w:t>
            </w:r>
            <w:r w:rsidR="00D3444F">
              <w:t>6</w:t>
            </w:r>
            <w:r>
              <w:t>, 9, 11, 13, 14</w:t>
            </w:r>
          </w:p>
        </w:tc>
        <w:tc>
          <w:tcPr>
            <w:tcW w:w="1080" w:type="dxa"/>
            <w:tcMar>
              <w:left w:w="72" w:type="dxa"/>
              <w:right w:w="72" w:type="dxa"/>
            </w:tcMar>
          </w:tcPr>
          <w:p w14:paraId="4483B11E" w14:textId="77777777" w:rsidR="003C339B" w:rsidRDefault="003C339B">
            <w:pPr>
              <w:pStyle w:val="TableBody"/>
            </w:pPr>
          </w:p>
        </w:tc>
        <w:tc>
          <w:tcPr>
            <w:tcW w:w="1080" w:type="dxa"/>
            <w:tcMar>
              <w:left w:w="72" w:type="dxa"/>
              <w:right w:w="72" w:type="dxa"/>
            </w:tcMar>
          </w:tcPr>
          <w:p w14:paraId="0B2EB2DA" w14:textId="77777777" w:rsidR="003C339B" w:rsidRDefault="003C339B">
            <w:pPr>
              <w:pStyle w:val="TableBody"/>
            </w:pPr>
          </w:p>
        </w:tc>
        <w:tc>
          <w:tcPr>
            <w:tcW w:w="1296" w:type="dxa"/>
            <w:tcMar>
              <w:left w:w="72" w:type="dxa"/>
              <w:right w:w="72" w:type="dxa"/>
            </w:tcMar>
          </w:tcPr>
          <w:p w14:paraId="19901EB4" w14:textId="77777777" w:rsidR="003C339B" w:rsidRDefault="003C339B" w:rsidP="003C339B">
            <w:pPr>
              <w:pStyle w:val="TableBody"/>
            </w:pPr>
            <w:r>
              <w:t>1, 2, 3, 4, 5, 6</w:t>
            </w:r>
          </w:p>
        </w:tc>
        <w:tc>
          <w:tcPr>
            <w:tcW w:w="1080" w:type="dxa"/>
            <w:tcMar>
              <w:left w:w="72" w:type="dxa"/>
              <w:right w:w="72" w:type="dxa"/>
            </w:tcMar>
          </w:tcPr>
          <w:p w14:paraId="48F69A22" w14:textId="77777777" w:rsidR="003C339B" w:rsidRDefault="00656C86" w:rsidP="00656C86">
            <w:pPr>
              <w:pStyle w:val="TableBody"/>
            </w:pPr>
            <w:r>
              <w:t>1</w:t>
            </w:r>
            <w:r w:rsidR="0029272F">
              <w:t>†</w:t>
            </w:r>
          </w:p>
        </w:tc>
      </w:tr>
      <w:tr w:rsidR="003C339B" w14:paraId="300D3510" w14:textId="77777777" w:rsidTr="00E211AA">
        <w:tc>
          <w:tcPr>
            <w:tcW w:w="2664" w:type="dxa"/>
            <w:tcMar>
              <w:left w:w="72" w:type="dxa"/>
              <w:right w:w="72" w:type="dxa"/>
            </w:tcMar>
          </w:tcPr>
          <w:p w14:paraId="5C2BE292" w14:textId="77777777" w:rsidR="003C339B" w:rsidRPr="00E91FE1" w:rsidRDefault="00C91923" w:rsidP="00C91923">
            <w:pPr>
              <w:pStyle w:val="TableBody"/>
              <w:ind w:left="288" w:hanging="288"/>
            </w:pPr>
            <w:r>
              <w:t xml:space="preserve">LO 2-2 </w:t>
            </w:r>
            <w:r w:rsidR="003C339B" w:rsidRPr="00CD50E7">
              <w:t xml:space="preserve">Apply transaction analysis to </w:t>
            </w:r>
            <w:r w:rsidR="00180595">
              <w:t xml:space="preserve">accounting </w:t>
            </w:r>
            <w:r w:rsidR="003C339B" w:rsidRPr="00CD50E7">
              <w:t>transactions.</w:t>
            </w:r>
          </w:p>
        </w:tc>
        <w:tc>
          <w:tcPr>
            <w:tcW w:w="1080" w:type="dxa"/>
            <w:tcMar>
              <w:left w:w="72" w:type="dxa"/>
              <w:right w:w="72" w:type="dxa"/>
            </w:tcMar>
          </w:tcPr>
          <w:p w14:paraId="1A9FED9B" w14:textId="77777777" w:rsidR="003C339B" w:rsidRDefault="003C339B">
            <w:pPr>
              <w:pStyle w:val="TableBody"/>
            </w:pPr>
            <w:r>
              <w:t>3, 7, 8, 9</w:t>
            </w:r>
          </w:p>
        </w:tc>
        <w:tc>
          <w:tcPr>
            <w:tcW w:w="1080" w:type="dxa"/>
            <w:tcMar>
              <w:left w:w="72" w:type="dxa"/>
              <w:right w:w="72" w:type="dxa"/>
            </w:tcMar>
          </w:tcPr>
          <w:p w14:paraId="046B22BD" w14:textId="77777777" w:rsidR="003C339B" w:rsidRDefault="003C339B">
            <w:pPr>
              <w:pStyle w:val="TableBody"/>
            </w:pPr>
            <w:r>
              <w:t>1, 2, 4</w:t>
            </w:r>
            <w:r w:rsidR="0026138F">
              <w:t>*</w:t>
            </w:r>
            <w:r w:rsidR="00D3444F">
              <w:t xml:space="preserve">, 6, </w:t>
            </w:r>
            <w:r>
              <w:t xml:space="preserve">8, 9, 10, </w:t>
            </w:r>
            <w:r w:rsidR="00583DA2">
              <w:t xml:space="preserve">11, </w:t>
            </w:r>
            <w:r>
              <w:t>12, 13</w:t>
            </w:r>
            <w:r w:rsidR="00B70AE9">
              <w:t>, 15</w:t>
            </w:r>
            <w:r w:rsidR="00621FB6">
              <w:t>^</w:t>
            </w:r>
          </w:p>
        </w:tc>
        <w:tc>
          <w:tcPr>
            <w:tcW w:w="1080" w:type="dxa"/>
            <w:tcMar>
              <w:left w:w="72" w:type="dxa"/>
              <w:right w:w="72" w:type="dxa"/>
            </w:tcMar>
          </w:tcPr>
          <w:p w14:paraId="1D204E75" w14:textId="77777777" w:rsidR="003C339B" w:rsidRDefault="003C339B">
            <w:pPr>
              <w:pStyle w:val="TableBody"/>
            </w:pPr>
            <w:r>
              <w:t>1, 2, 3</w:t>
            </w:r>
          </w:p>
        </w:tc>
        <w:tc>
          <w:tcPr>
            <w:tcW w:w="1080" w:type="dxa"/>
            <w:tcMar>
              <w:left w:w="72" w:type="dxa"/>
              <w:right w:w="72" w:type="dxa"/>
            </w:tcMar>
          </w:tcPr>
          <w:p w14:paraId="7B6E8EE7" w14:textId="77777777" w:rsidR="003C339B" w:rsidRDefault="003C339B">
            <w:pPr>
              <w:pStyle w:val="TableBody"/>
            </w:pPr>
            <w:r>
              <w:t>A1, A2, A3, B1, B2, B3</w:t>
            </w:r>
          </w:p>
        </w:tc>
        <w:tc>
          <w:tcPr>
            <w:tcW w:w="1296" w:type="dxa"/>
            <w:tcMar>
              <w:left w:w="72" w:type="dxa"/>
              <w:right w:w="72" w:type="dxa"/>
            </w:tcMar>
          </w:tcPr>
          <w:p w14:paraId="5B6D4128" w14:textId="77777777" w:rsidR="003C339B" w:rsidRDefault="003C339B" w:rsidP="003C339B">
            <w:pPr>
              <w:pStyle w:val="TableBody"/>
            </w:pPr>
            <w:r>
              <w:t>7</w:t>
            </w:r>
          </w:p>
        </w:tc>
        <w:tc>
          <w:tcPr>
            <w:tcW w:w="1080" w:type="dxa"/>
            <w:tcMar>
              <w:left w:w="72" w:type="dxa"/>
              <w:right w:w="72" w:type="dxa"/>
            </w:tcMar>
          </w:tcPr>
          <w:p w14:paraId="09698482" w14:textId="77777777" w:rsidR="003C339B" w:rsidRDefault="00656C86" w:rsidP="00656C86">
            <w:pPr>
              <w:pStyle w:val="TableBody"/>
            </w:pPr>
            <w:r>
              <w:t>1</w:t>
            </w:r>
            <w:r w:rsidR="0029272F">
              <w:t>†</w:t>
            </w:r>
          </w:p>
        </w:tc>
      </w:tr>
      <w:tr w:rsidR="003C339B" w14:paraId="69116418" w14:textId="77777777" w:rsidTr="00E211AA">
        <w:tc>
          <w:tcPr>
            <w:tcW w:w="2664" w:type="dxa"/>
            <w:tcMar>
              <w:left w:w="72" w:type="dxa"/>
              <w:right w:w="72" w:type="dxa"/>
            </w:tcMar>
          </w:tcPr>
          <w:p w14:paraId="05B96562" w14:textId="77777777" w:rsidR="003C339B" w:rsidRPr="00E91FE1" w:rsidRDefault="00C91923" w:rsidP="00C77EAE">
            <w:pPr>
              <w:pStyle w:val="TableBody"/>
              <w:ind w:left="288" w:hanging="288"/>
            </w:pPr>
            <w:r>
              <w:t xml:space="preserve">LO 2-3 </w:t>
            </w:r>
            <w:r w:rsidR="003C339B" w:rsidRPr="00FD5297">
              <w:t>Use journal entries and T-accounts to show how transactions affect the balance sheet.</w:t>
            </w:r>
          </w:p>
        </w:tc>
        <w:tc>
          <w:tcPr>
            <w:tcW w:w="1080" w:type="dxa"/>
            <w:tcMar>
              <w:left w:w="72" w:type="dxa"/>
              <w:right w:w="72" w:type="dxa"/>
            </w:tcMar>
          </w:tcPr>
          <w:p w14:paraId="3473076A" w14:textId="77777777" w:rsidR="003C339B" w:rsidRDefault="003C339B" w:rsidP="005F17C1">
            <w:pPr>
              <w:pStyle w:val="TableBody"/>
            </w:pPr>
            <w:r>
              <w:t>1, 2, 3, 5, 6, 10, 11, 14, 15</w:t>
            </w:r>
            <w:r w:rsidR="0026138F">
              <w:t>*</w:t>
            </w:r>
            <w:r>
              <w:t>, 16</w:t>
            </w:r>
            <w:r w:rsidR="00B70AE9">
              <w:t>, 17</w:t>
            </w:r>
            <w:r w:rsidR="0026138F">
              <w:t>*</w:t>
            </w:r>
            <w:r w:rsidR="00B70AE9">
              <w:t>, 18, 19</w:t>
            </w:r>
            <w:r w:rsidR="0026138F">
              <w:t>*</w:t>
            </w:r>
            <w:r w:rsidR="00B70AE9">
              <w:t>^, 20</w:t>
            </w:r>
          </w:p>
        </w:tc>
        <w:tc>
          <w:tcPr>
            <w:tcW w:w="1080" w:type="dxa"/>
            <w:tcMar>
              <w:left w:w="72" w:type="dxa"/>
              <w:right w:w="72" w:type="dxa"/>
            </w:tcMar>
          </w:tcPr>
          <w:p w14:paraId="3BF04ACB" w14:textId="77777777" w:rsidR="003C339B" w:rsidRDefault="00AF0E8D" w:rsidP="003C339B">
            <w:pPr>
              <w:pStyle w:val="TableBody"/>
            </w:pPr>
            <w:r>
              <w:t xml:space="preserve">1, </w:t>
            </w:r>
            <w:r w:rsidR="003C339B">
              <w:t xml:space="preserve">3, </w:t>
            </w:r>
            <w:r w:rsidR="00D3444F">
              <w:t xml:space="preserve">5*, </w:t>
            </w:r>
            <w:r w:rsidR="003C339B">
              <w:t xml:space="preserve">7, 8, </w:t>
            </w:r>
            <w:r w:rsidR="00583DA2">
              <w:t>10,</w:t>
            </w:r>
            <w:r w:rsidR="003C339B">
              <w:t xml:space="preserve"> 12, 13</w:t>
            </w:r>
            <w:r w:rsidR="00B70AE9">
              <w:t>, 15</w:t>
            </w:r>
            <w:r w:rsidR="00621FB6">
              <w:t>^</w:t>
            </w:r>
          </w:p>
        </w:tc>
        <w:tc>
          <w:tcPr>
            <w:tcW w:w="1080" w:type="dxa"/>
            <w:tcMar>
              <w:left w:w="72" w:type="dxa"/>
              <w:right w:w="72" w:type="dxa"/>
            </w:tcMar>
          </w:tcPr>
          <w:p w14:paraId="0C722D0F" w14:textId="77777777" w:rsidR="003C339B" w:rsidRDefault="003C339B">
            <w:pPr>
              <w:pStyle w:val="TableBody"/>
            </w:pPr>
            <w:r>
              <w:t>2, 3</w:t>
            </w:r>
          </w:p>
        </w:tc>
        <w:tc>
          <w:tcPr>
            <w:tcW w:w="1080" w:type="dxa"/>
            <w:tcMar>
              <w:left w:w="72" w:type="dxa"/>
              <w:right w:w="72" w:type="dxa"/>
            </w:tcMar>
          </w:tcPr>
          <w:p w14:paraId="13374DBA" w14:textId="77777777" w:rsidR="003C339B" w:rsidRDefault="003C339B">
            <w:pPr>
              <w:pStyle w:val="TableBody"/>
            </w:pPr>
            <w:r>
              <w:t>A2, A3, B2, B3</w:t>
            </w:r>
          </w:p>
        </w:tc>
        <w:tc>
          <w:tcPr>
            <w:tcW w:w="1296" w:type="dxa"/>
            <w:tcMar>
              <w:left w:w="72" w:type="dxa"/>
              <w:right w:w="72" w:type="dxa"/>
            </w:tcMar>
          </w:tcPr>
          <w:p w14:paraId="4BAD91AA" w14:textId="77777777" w:rsidR="003C339B" w:rsidRDefault="003C339B">
            <w:pPr>
              <w:pStyle w:val="TableBody"/>
            </w:pPr>
          </w:p>
        </w:tc>
        <w:tc>
          <w:tcPr>
            <w:tcW w:w="1080" w:type="dxa"/>
            <w:tcMar>
              <w:left w:w="72" w:type="dxa"/>
              <w:right w:w="72" w:type="dxa"/>
            </w:tcMar>
          </w:tcPr>
          <w:p w14:paraId="5CBA1055" w14:textId="77777777" w:rsidR="003C339B" w:rsidRDefault="00656C86">
            <w:pPr>
              <w:pStyle w:val="TableBody"/>
            </w:pPr>
            <w:r>
              <w:t>1</w:t>
            </w:r>
            <w:r w:rsidR="0029272F">
              <w:t>†</w:t>
            </w:r>
          </w:p>
        </w:tc>
      </w:tr>
      <w:tr w:rsidR="003C339B" w14:paraId="48329D1C" w14:textId="77777777" w:rsidTr="00E211AA">
        <w:tc>
          <w:tcPr>
            <w:tcW w:w="2664" w:type="dxa"/>
            <w:tcMar>
              <w:left w:w="72" w:type="dxa"/>
              <w:right w:w="72" w:type="dxa"/>
            </w:tcMar>
          </w:tcPr>
          <w:p w14:paraId="5B39D70A" w14:textId="77777777" w:rsidR="003C339B" w:rsidRPr="00616BD3" w:rsidRDefault="00C91923" w:rsidP="002869BE">
            <w:pPr>
              <w:pStyle w:val="TableBody"/>
              <w:ind w:left="288" w:hanging="288"/>
            </w:pPr>
            <w:r w:rsidRPr="00616BD3">
              <w:t xml:space="preserve">LO 2-4 </w:t>
            </w:r>
            <w:r w:rsidR="003C339B" w:rsidRPr="00616BD3">
              <w:t xml:space="preserve">Prepare </w:t>
            </w:r>
            <w:r w:rsidR="002869BE" w:rsidRPr="00616BD3">
              <w:t xml:space="preserve">a </w:t>
            </w:r>
            <w:r w:rsidR="005C5653" w:rsidRPr="00616BD3">
              <w:t xml:space="preserve">trial balance and </w:t>
            </w:r>
            <w:r w:rsidR="003C339B" w:rsidRPr="00616BD3">
              <w:t>a classified balance sheet.</w:t>
            </w:r>
          </w:p>
        </w:tc>
        <w:tc>
          <w:tcPr>
            <w:tcW w:w="1080" w:type="dxa"/>
            <w:tcMar>
              <w:left w:w="72" w:type="dxa"/>
              <w:right w:w="72" w:type="dxa"/>
            </w:tcMar>
          </w:tcPr>
          <w:p w14:paraId="54FB912B" w14:textId="77777777" w:rsidR="003C339B" w:rsidRDefault="003C339B" w:rsidP="00B70AE9">
            <w:pPr>
              <w:pStyle w:val="TableBody"/>
            </w:pPr>
            <w:r>
              <w:t>4, 5, 6, 12,</w:t>
            </w:r>
            <w:r w:rsidR="00DD231C">
              <w:t xml:space="preserve"> 13*,</w:t>
            </w:r>
            <w:r>
              <w:t xml:space="preserve"> </w:t>
            </w:r>
            <w:r w:rsidR="00B70AE9">
              <w:t>21, 22</w:t>
            </w:r>
          </w:p>
        </w:tc>
        <w:tc>
          <w:tcPr>
            <w:tcW w:w="1080" w:type="dxa"/>
            <w:tcMar>
              <w:left w:w="72" w:type="dxa"/>
              <w:right w:w="72" w:type="dxa"/>
            </w:tcMar>
          </w:tcPr>
          <w:p w14:paraId="51FD0619" w14:textId="77777777" w:rsidR="003C339B" w:rsidRDefault="003C339B">
            <w:pPr>
              <w:pStyle w:val="TableBody"/>
            </w:pPr>
            <w:r>
              <w:t>3, 9, 10, 12</w:t>
            </w:r>
            <w:r w:rsidR="00B70AE9">
              <w:t>, 15</w:t>
            </w:r>
            <w:r w:rsidR="00D3444F">
              <w:t>^</w:t>
            </w:r>
          </w:p>
        </w:tc>
        <w:tc>
          <w:tcPr>
            <w:tcW w:w="1080" w:type="dxa"/>
            <w:tcMar>
              <w:left w:w="72" w:type="dxa"/>
              <w:right w:w="72" w:type="dxa"/>
            </w:tcMar>
          </w:tcPr>
          <w:p w14:paraId="72DFC100" w14:textId="77777777" w:rsidR="003C339B" w:rsidRDefault="003C339B">
            <w:pPr>
              <w:pStyle w:val="TableBody"/>
            </w:pPr>
            <w:r>
              <w:t>2, 3</w:t>
            </w:r>
          </w:p>
        </w:tc>
        <w:tc>
          <w:tcPr>
            <w:tcW w:w="1080" w:type="dxa"/>
            <w:tcMar>
              <w:left w:w="72" w:type="dxa"/>
              <w:right w:w="72" w:type="dxa"/>
            </w:tcMar>
          </w:tcPr>
          <w:p w14:paraId="0CFC07A0" w14:textId="77777777" w:rsidR="003C339B" w:rsidRDefault="003C339B">
            <w:pPr>
              <w:pStyle w:val="TableBody"/>
            </w:pPr>
            <w:r>
              <w:t>A2, A3, B2, B3</w:t>
            </w:r>
          </w:p>
        </w:tc>
        <w:tc>
          <w:tcPr>
            <w:tcW w:w="1296" w:type="dxa"/>
            <w:tcMar>
              <w:left w:w="72" w:type="dxa"/>
              <w:right w:w="72" w:type="dxa"/>
            </w:tcMar>
          </w:tcPr>
          <w:p w14:paraId="3BBD4AE2" w14:textId="77777777" w:rsidR="003C339B" w:rsidRDefault="003C339B" w:rsidP="003C339B">
            <w:pPr>
              <w:pStyle w:val="TableBody"/>
            </w:pPr>
            <w:r>
              <w:t xml:space="preserve">1, 2, </w:t>
            </w:r>
            <w:r w:rsidR="00F0586E">
              <w:t xml:space="preserve">3, </w:t>
            </w:r>
            <w:r w:rsidR="00457FC2">
              <w:t xml:space="preserve">4, </w:t>
            </w:r>
            <w:r>
              <w:t>6</w:t>
            </w:r>
          </w:p>
        </w:tc>
        <w:tc>
          <w:tcPr>
            <w:tcW w:w="1080" w:type="dxa"/>
            <w:tcMar>
              <w:left w:w="72" w:type="dxa"/>
              <w:right w:w="72" w:type="dxa"/>
            </w:tcMar>
          </w:tcPr>
          <w:p w14:paraId="67EE9E0F" w14:textId="77777777" w:rsidR="003C339B" w:rsidRDefault="00656C86" w:rsidP="003C339B">
            <w:pPr>
              <w:pStyle w:val="TableBody"/>
            </w:pPr>
            <w:r>
              <w:t>1</w:t>
            </w:r>
            <w:r w:rsidR="0029272F">
              <w:t>†</w:t>
            </w:r>
          </w:p>
        </w:tc>
      </w:tr>
      <w:tr w:rsidR="003C339B" w14:paraId="085A8581" w14:textId="77777777" w:rsidTr="00E211AA">
        <w:tc>
          <w:tcPr>
            <w:tcW w:w="2664" w:type="dxa"/>
            <w:tcMar>
              <w:left w:w="72" w:type="dxa"/>
              <w:right w:w="72" w:type="dxa"/>
            </w:tcMar>
          </w:tcPr>
          <w:p w14:paraId="58C21815" w14:textId="77777777" w:rsidR="003C339B" w:rsidRDefault="00C91923" w:rsidP="00C91923">
            <w:pPr>
              <w:pStyle w:val="TableBody"/>
              <w:ind w:left="288" w:hanging="288"/>
            </w:pPr>
            <w:r>
              <w:t xml:space="preserve">LO 2-5 </w:t>
            </w:r>
            <w:r w:rsidR="003C339B">
              <w:t>Interpret the balanc</w:t>
            </w:r>
            <w:r w:rsidR="00DE3187">
              <w:t>e sheet using the current ratio</w:t>
            </w:r>
            <w:r w:rsidR="003C339B">
              <w:t xml:space="preserve"> and an understanding of related concepts.</w:t>
            </w:r>
          </w:p>
        </w:tc>
        <w:tc>
          <w:tcPr>
            <w:tcW w:w="1080" w:type="dxa"/>
            <w:tcMar>
              <w:left w:w="72" w:type="dxa"/>
              <w:right w:w="72" w:type="dxa"/>
            </w:tcMar>
          </w:tcPr>
          <w:p w14:paraId="2922C076" w14:textId="77777777" w:rsidR="003C339B" w:rsidRDefault="003C339B" w:rsidP="00B70AE9">
            <w:pPr>
              <w:pStyle w:val="TableBody"/>
            </w:pPr>
            <w:r>
              <w:t xml:space="preserve">3, </w:t>
            </w:r>
            <w:r w:rsidR="00B70AE9">
              <w:t>22, 23, 24^, 25^</w:t>
            </w:r>
          </w:p>
        </w:tc>
        <w:tc>
          <w:tcPr>
            <w:tcW w:w="1080" w:type="dxa"/>
            <w:tcMar>
              <w:left w:w="72" w:type="dxa"/>
              <w:right w:w="72" w:type="dxa"/>
            </w:tcMar>
          </w:tcPr>
          <w:p w14:paraId="353E38BF" w14:textId="77777777" w:rsidR="003C339B" w:rsidRDefault="003C339B">
            <w:pPr>
              <w:pStyle w:val="TableBody"/>
            </w:pPr>
            <w:r>
              <w:t xml:space="preserve">1, 2, </w:t>
            </w:r>
            <w:r w:rsidR="00D3444F">
              <w:t>6</w:t>
            </w:r>
            <w:r w:rsidR="00B70AE9">
              <w:t xml:space="preserve">, </w:t>
            </w:r>
            <w:r>
              <w:t>7, 8, 11, 14</w:t>
            </w:r>
            <w:r w:rsidR="00B70AE9">
              <w:t>, 15^</w:t>
            </w:r>
          </w:p>
        </w:tc>
        <w:tc>
          <w:tcPr>
            <w:tcW w:w="1080" w:type="dxa"/>
            <w:tcMar>
              <w:left w:w="72" w:type="dxa"/>
              <w:right w:w="72" w:type="dxa"/>
            </w:tcMar>
          </w:tcPr>
          <w:p w14:paraId="2F13D4F9" w14:textId="77777777" w:rsidR="003C339B" w:rsidRDefault="003C339B">
            <w:pPr>
              <w:pStyle w:val="TableBody"/>
            </w:pPr>
            <w:r>
              <w:t>1, 2, 3</w:t>
            </w:r>
          </w:p>
        </w:tc>
        <w:tc>
          <w:tcPr>
            <w:tcW w:w="1080" w:type="dxa"/>
            <w:tcMar>
              <w:left w:w="72" w:type="dxa"/>
              <w:right w:w="72" w:type="dxa"/>
            </w:tcMar>
          </w:tcPr>
          <w:p w14:paraId="26DE2947" w14:textId="77777777" w:rsidR="003C339B" w:rsidRDefault="003C339B">
            <w:pPr>
              <w:pStyle w:val="TableBody"/>
            </w:pPr>
            <w:r>
              <w:t>A1, A2, A3, B1, B2, B3</w:t>
            </w:r>
          </w:p>
        </w:tc>
        <w:tc>
          <w:tcPr>
            <w:tcW w:w="1296" w:type="dxa"/>
            <w:tcMar>
              <w:left w:w="72" w:type="dxa"/>
              <w:right w:w="72" w:type="dxa"/>
            </w:tcMar>
          </w:tcPr>
          <w:p w14:paraId="33E253F2" w14:textId="77777777" w:rsidR="003C339B" w:rsidRDefault="003C339B" w:rsidP="003C339B">
            <w:pPr>
              <w:pStyle w:val="TableBody"/>
            </w:pPr>
            <w:r>
              <w:t>1, 2, 3, 4, 5, 6</w:t>
            </w:r>
          </w:p>
        </w:tc>
        <w:tc>
          <w:tcPr>
            <w:tcW w:w="1080" w:type="dxa"/>
            <w:tcMar>
              <w:left w:w="72" w:type="dxa"/>
              <w:right w:w="72" w:type="dxa"/>
            </w:tcMar>
          </w:tcPr>
          <w:p w14:paraId="0CBB4BE0" w14:textId="77777777" w:rsidR="003C339B" w:rsidRDefault="00656C86" w:rsidP="003C339B">
            <w:pPr>
              <w:pStyle w:val="TableBody"/>
            </w:pPr>
            <w:r>
              <w:t>1</w:t>
            </w:r>
            <w:r w:rsidR="0029272F">
              <w:t>†</w:t>
            </w:r>
          </w:p>
        </w:tc>
      </w:tr>
      <w:tr w:rsidR="00C3721C" w14:paraId="62FD6014" w14:textId="77777777" w:rsidTr="00E211AA">
        <w:tc>
          <w:tcPr>
            <w:tcW w:w="2664" w:type="dxa"/>
            <w:tcMar>
              <w:left w:w="72" w:type="dxa"/>
              <w:right w:w="72" w:type="dxa"/>
            </w:tcMar>
          </w:tcPr>
          <w:p w14:paraId="13C05106" w14:textId="77777777" w:rsidR="00C3721C" w:rsidRDefault="00C3721C" w:rsidP="00C91923">
            <w:pPr>
              <w:pStyle w:val="TableBody"/>
              <w:ind w:left="288" w:hanging="288"/>
            </w:pPr>
            <w:r>
              <w:t xml:space="preserve">LO 2-S1 </w:t>
            </w:r>
            <w:r w:rsidRPr="00C3721C">
              <w:t>Describe examples of common career paths in accounting.</w:t>
            </w:r>
          </w:p>
        </w:tc>
        <w:tc>
          <w:tcPr>
            <w:tcW w:w="1080" w:type="dxa"/>
            <w:tcMar>
              <w:left w:w="72" w:type="dxa"/>
              <w:right w:w="72" w:type="dxa"/>
            </w:tcMar>
          </w:tcPr>
          <w:p w14:paraId="53F11EA2" w14:textId="77777777" w:rsidR="00C3721C" w:rsidRDefault="00C3721C" w:rsidP="00B70AE9">
            <w:pPr>
              <w:pStyle w:val="TableBody"/>
            </w:pPr>
          </w:p>
        </w:tc>
        <w:tc>
          <w:tcPr>
            <w:tcW w:w="1080" w:type="dxa"/>
            <w:tcMar>
              <w:left w:w="72" w:type="dxa"/>
              <w:right w:w="72" w:type="dxa"/>
            </w:tcMar>
          </w:tcPr>
          <w:p w14:paraId="64310351" w14:textId="77777777" w:rsidR="00C3721C" w:rsidRDefault="00C3721C">
            <w:pPr>
              <w:pStyle w:val="TableBody"/>
            </w:pPr>
          </w:p>
        </w:tc>
        <w:tc>
          <w:tcPr>
            <w:tcW w:w="1080" w:type="dxa"/>
            <w:tcMar>
              <w:left w:w="72" w:type="dxa"/>
              <w:right w:w="72" w:type="dxa"/>
            </w:tcMar>
          </w:tcPr>
          <w:p w14:paraId="47592BCB" w14:textId="77777777" w:rsidR="00C3721C" w:rsidRDefault="00C3721C">
            <w:pPr>
              <w:pStyle w:val="TableBody"/>
            </w:pPr>
          </w:p>
        </w:tc>
        <w:tc>
          <w:tcPr>
            <w:tcW w:w="1080" w:type="dxa"/>
            <w:tcMar>
              <w:left w:w="72" w:type="dxa"/>
              <w:right w:w="72" w:type="dxa"/>
            </w:tcMar>
          </w:tcPr>
          <w:p w14:paraId="42F1DDC4" w14:textId="77777777" w:rsidR="00C3721C" w:rsidRDefault="00C3721C">
            <w:pPr>
              <w:pStyle w:val="TableBody"/>
            </w:pPr>
          </w:p>
        </w:tc>
        <w:tc>
          <w:tcPr>
            <w:tcW w:w="1296" w:type="dxa"/>
            <w:tcMar>
              <w:left w:w="72" w:type="dxa"/>
              <w:right w:w="72" w:type="dxa"/>
            </w:tcMar>
          </w:tcPr>
          <w:p w14:paraId="53D58BEF" w14:textId="77777777" w:rsidR="00C3721C" w:rsidRDefault="00C3721C" w:rsidP="003C339B">
            <w:pPr>
              <w:pStyle w:val="TableBody"/>
            </w:pPr>
          </w:p>
        </w:tc>
        <w:tc>
          <w:tcPr>
            <w:tcW w:w="1080" w:type="dxa"/>
            <w:tcMar>
              <w:left w:w="72" w:type="dxa"/>
              <w:right w:w="72" w:type="dxa"/>
            </w:tcMar>
          </w:tcPr>
          <w:p w14:paraId="42662099" w14:textId="77777777" w:rsidR="00C3721C" w:rsidRDefault="00C3721C" w:rsidP="003C339B">
            <w:pPr>
              <w:pStyle w:val="TableBody"/>
            </w:pPr>
          </w:p>
        </w:tc>
      </w:tr>
    </w:tbl>
    <w:p w14:paraId="2D5BB895" w14:textId="77777777" w:rsidR="00F2199F" w:rsidRPr="0026138F" w:rsidRDefault="00F2199F" w:rsidP="00CF6EC2">
      <w:pPr>
        <w:pStyle w:val="BodyText"/>
        <w:spacing w:before="120" w:after="0"/>
        <w:ind w:left="288" w:hanging="288"/>
        <w:jc w:val="left"/>
      </w:pPr>
      <w:r w:rsidRPr="0026138F">
        <w:t>*</w:t>
      </w:r>
      <w:r w:rsidRPr="0026138F">
        <w:tab/>
        <w:t>Animated solution included in the PowerPoint Slides.</w:t>
      </w:r>
    </w:p>
    <w:p w14:paraId="32C4F363" w14:textId="77777777" w:rsidR="003F3D7B" w:rsidRPr="00656C86" w:rsidRDefault="00CF6EC2" w:rsidP="00CF6EC2">
      <w:pPr>
        <w:pStyle w:val="BodyText"/>
        <w:spacing w:after="0"/>
        <w:ind w:left="288" w:hanging="288"/>
        <w:jc w:val="left"/>
      </w:pPr>
      <w:r>
        <w:rPr>
          <w:szCs w:val="22"/>
        </w:rPr>
        <w:t>^</w:t>
      </w:r>
      <w:r>
        <w:rPr>
          <w:szCs w:val="22"/>
        </w:rPr>
        <w:tab/>
      </w:r>
      <w:r w:rsidR="000F339E">
        <w:rPr>
          <w:szCs w:val="22"/>
        </w:rPr>
        <w:t>Particularly challenging</w:t>
      </w:r>
      <w:r>
        <w:rPr>
          <w:szCs w:val="22"/>
        </w:rPr>
        <w:t xml:space="preserve">; </w:t>
      </w:r>
      <w:r w:rsidR="000F339E">
        <w:rPr>
          <w:szCs w:val="22"/>
        </w:rPr>
        <w:t>requires</w:t>
      </w:r>
      <w:r w:rsidR="003F3D7B" w:rsidRPr="00656C86">
        <w:rPr>
          <w:szCs w:val="22"/>
        </w:rPr>
        <w:t xml:space="preserve"> students to combine multiple concepts in order to advance to the next level of accounting knowledge.</w:t>
      </w:r>
    </w:p>
    <w:p w14:paraId="48B9ECD7" w14:textId="77777777" w:rsidR="00F2199F" w:rsidRPr="00656C86" w:rsidRDefault="0029272F" w:rsidP="00CF6EC2">
      <w:pPr>
        <w:pStyle w:val="BodyText"/>
        <w:ind w:left="288" w:hanging="288"/>
        <w:jc w:val="left"/>
        <w:rPr>
          <w:szCs w:val="22"/>
        </w:rPr>
      </w:pPr>
      <w:r w:rsidRPr="00656C86">
        <w:t>†</w:t>
      </w:r>
      <w:r w:rsidRPr="00656C86">
        <w:tab/>
      </w:r>
      <w:r w:rsidR="00F2199F" w:rsidRPr="00656C86">
        <w:rPr>
          <w:szCs w:val="22"/>
        </w:rPr>
        <w:t>C</w:t>
      </w:r>
      <w:r w:rsidR="00BF7F13">
        <w:rPr>
          <w:szCs w:val="22"/>
        </w:rPr>
        <w:t xml:space="preserve">ontinuing Case </w:t>
      </w:r>
      <w:r w:rsidR="00514FBD" w:rsidRPr="00656C86">
        <w:rPr>
          <w:szCs w:val="22"/>
        </w:rPr>
        <w:t>2</w:t>
      </w:r>
      <w:r w:rsidR="00656C86">
        <w:rPr>
          <w:szCs w:val="22"/>
        </w:rPr>
        <w:t>-1</w:t>
      </w:r>
      <w:r w:rsidR="00F2199F" w:rsidRPr="00656C86">
        <w:rPr>
          <w:szCs w:val="22"/>
        </w:rPr>
        <w:t xml:space="preserve"> </w:t>
      </w:r>
      <w:r w:rsidR="00514FBD" w:rsidRPr="00656C86">
        <w:rPr>
          <w:szCs w:val="22"/>
        </w:rPr>
        <w:t>builds on the story of</w:t>
      </w:r>
      <w:r w:rsidR="00F2199F" w:rsidRPr="00656C86">
        <w:rPr>
          <w:szCs w:val="22"/>
        </w:rPr>
        <w:t xml:space="preserve"> Nicole’s Getaway Spa</w:t>
      </w:r>
      <w:r w:rsidR="00514FBD" w:rsidRPr="00656C86">
        <w:rPr>
          <w:szCs w:val="22"/>
        </w:rPr>
        <w:t xml:space="preserve">, introduced in </w:t>
      </w:r>
      <w:r w:rsidR="00455388">
        <w:rPr>
          <w:szCs w:val="22"/>
        </w:rPr>
        <w:t>C</w:t>
      </w:r>
      <w:r w:rsidR="00514FBD" w:rsidRPr="00656C86">
        <w:rPr>
          <w:szCs w:val="22"/>
        </w:rPr>
        <w:t>hapter 1</w:t>
      </w:r>
      <w:r w:rsidR="00F2199F" w:rsidRPr="00656C86">
        <w:rPr>
          <w:szCs w:val="22"/>
        </w:rPr>
        <w:t xml:space="preserve">. This case focuses on </w:t>
      </w:r>
      <w:r w:rsidR="00514FBD" w:rsidRPr="00656C86">
        <w:rPr>
          <w:szCs w:val="22"/>
        </w:rPr>
        <w:t xml:space="preserve">analyzing transactions, preparing and recording journal entries, posting to T-accounts, preparing a classified balance sheet, and interpreting the current ratio. </w:t>
      </w:r>
      <w:r w:rsidR="00F2199F" w:rsidRPr="00656C86">
        <w:rPr>
          <w:szCs w:val="22"/>
        </w:rPr>
        <w:t>This case will be extended in future chapters.</w:t>
      </w:r>
    </w:p>
    <w:p w14:paraId="1FBFBFB6" w14:textId="77777777" w:rsidR="00803640" w:rsidRPr="003C339B" w:rsidRDefault="00803640" w:rsidP="00262564">
      <w:pPr>
        <w:pStyle w:val="Heading1"/>
      </w:pPr>
      <w:r w:rsidRPr="003C339B">
        <w:t xml:space="preserve">Overview </w:t>
      </w:r>
    </w:p>
    <w:p w14:paraId="1A2A6729" w14:textId="77777777" w:rsidR="00803640" w:rsidRPr="003C339B" w:rsidRDefault="00803640" w:rsidP="00262564">
      <w:pPr>
        <w:pStyle w:val="BodyText"/>
        <w:spacing w:after="120"/>
        <w:jc w:val="left"/>
      </w:pPr>
      <w:r w:rsidRPr="003C339B">
        <w:t xml:space="preserve">The entrepreneur from </w:t>
      </w:r>
      <w:r w:rsidR="00455388">
        <w:t>C</w:t>
      </w:r>
      <w:r w:rsidRPr="003C339B">
        <w:t xml:space="preserve">hapter 1 organizes his business as a corporation and completes </w:t>
      </w:r>
      <w:r w:rsidR="00180595">
        <w:t xml:space="preserve">business </w:t>
      </w:r>
      <w:r w:rsidRPr="003C339B">
        <w:t>transactions to establish the business.</w:t>
      </w:r>
    </w:p>
    <w:p w14:paraId="67C452A7" w14:textId="77777777" w:rsidR="00803640" w:rsidRPr="003C339B" w:rsidRDefault="00803640" w:rsidP="00262564">
      <w:pPr>
        <w:pStyle w:val="BodyText"/>
        <w:spacing w:after="120"/>
        <w:jc w:val="left"/>
      </w:pPr>
      <w:r w:rsidRPr="003C339B">
        <w:t xml:space="preserve">Students learn how to analyze and record </w:t>
      </w:r>
      <w:r w:rsidR="00180595">
        <w:t xml:space="preserve">business transactions that affect the balance sheet and </w:t>
      </w:r>
      <w:r w:rsidRPr="003C339B">
        <w:t>then prepare and interpret a classified balance sheet.</w:t>
      </w:r>
    </w:p>
    <w:p w14:paraId="71A3CACC" w14:textId="77777777" w:rsidR="00803640" w:rsidRPr="004A2C7A" w:rsidRDefault="00AE3F87" w:rsidP="00803640">
      <w:pPr>
        <w:pStyle w:val="Heading1"/>
      </w:pPr>
      <w:r>
        <w:br w:type="page"/>
      </w:r>
      <w:r w:rsidR="00803640" w:rsidRPr="004A2C7A">
        <w:lastRenderedPageBreak/>
        <w:t>Synopsis of Chapter Revisions</w:t>
      </w:r>
    </w:p>
    <w:p w14:paraId="33A7F729" w14:textId="77777777" w:rsidR="00C3721C" w:rsidRPr="00C3721C" w:rsidRDefault="00C3721C" w:rsidP="00C3721C">
      <w:pPr>
        <w:pStyle w:val="BodyText"/>
        <w:spacing w:after="120"/>
        <w:jc w:val="left"/>
      </w:pPr>
      <w:r w:rsidRPr="00C3721C">
        <w:t xml:space="preserve">Focus Company: </w:t>
      </w:r>
      <w:r w:rsidRPr="00C3721C">
        <w:rPr>
          <w:b/>
        </w:rPr>
        <w:t>Noodlecake Studios</w:t>
      </w:r>
    </w:p>
    <w:p w14:paraId="4DC1ADE5" w14:textId="77777777" w:rsidR="00C3721C" w:rsidRPr="00C3721C" w:rsidRDefault="00C3721C" w:rsidP="00C3721C">
      <w:pPr>
        <w:numPr>
          <w:ilvl w:val="0"/>
          <w:numId w:val="9"/>
        </w:numPr>
        <w:spacing w:before="100" w:beforeAutospacing="1" w:after="100" w:afterAutospacing="1"/>
        <w:rPr>
          <w:sz w:val="24"/>
          <w:szCs w:val="24"/>
        </w:rPr>
      </w:pPr>
      <w:r w:rsidRPr="00C3721C">
        <w:rPr>
          <w:bCs/>
          <w:sz w:val="24"/>
          <w:szCs w:val="24"/>
        </w:rPr>
        <w:t>New</w:t>
      </w:r>
      <w:r w:rsidRPr="00C3721C">
        <w:rPr>
          <w:sz w:val="24"/>
          <w:szCs w:val="24"/>
        </w:rPr>
        <w:t xml:space="preserve"> contemporary focus company: continuation of business case from Chapter 1</w:t>
      </w:r>
    </w:p>
    <w:p w14:paraId="1A390768" w14:textId="77777777" w:rsidR="00C3721C" w:rsidRPr="00C3721C" w:rsidRDefault="00C3721C" w:rsidP="00C3721C">
      <w:pPr>
        <w:numPr>
          <w:ilvl w:val="0"/>
          <w:numId w:val="9"/>
        </w:numPr>
        <w:spacing w:before="100" w:beforeAutospacing="1" w:after="100" w:afterAutospacing="1"/>
        <w:rPr>
          <w:sz w:val="24"/>
          <w:szCs w:val="24"/>
        </w:rPr>
      </w:pPr>
      <w:r w:rsidRPr="00C3721C">
        <w:rPr>
          <w:bCs/>
          <w:sz w:val="24"/>
          <w:szCs w:val="24"/>
        </w:rPr>
        <w:t>New</w:t>
      </w:r>
      <w:r w:rsidRPr="00C3721C">
        <w:rPr>
          <w:sz w:val="24"/>
          <w:szCs w:val="24"/>
        </w:rPr>
        <w:t xml:space="preserve"> Spotlight on Business Decisions to highlight the value of accounting automation</w:t>
      </w:r>
    </w:p>
    <w:p w14:paraId="18DDD2C3" w14:textId="77777777" w:rsidR="00C3721C" w:rsidRPr="00C3721C" w:rsidRDefault="00C3721C" w:rsidP="00C3721C">
      <w:pPr>
        <w:numPr>
          <w:ilvl w:val="0"/>
          <w:numId w:val="9"/>
        </w:numPr>
        <w:spacing w:before="100" w:beforeAutospacing="1" w:after="100" w:afterAutospacing="1"/>
        <w:rPr>
          <w:sz w:val="24"/>
          <w:szCs w:val="24"/>
        </w:rPr>
      </w:pPr>
      <w:r w:rsidRPr="00C3721C">
        <w:rPr>
          <w:sz w:val="24"/>
          <w:szCs w:val="24"/>
        </w:rPr>
        <w:t xml:space="preserve">Updated analysis of current ratios in </w:t>
      </w:r>
      <w:hyperlink r:id="rId9" w:history="1">
        <w:r w:rsidRPr="00C46307">
          <w:rPr>
            <w:sz w:val="24"/>
            <w:szCs w:val="24"/>
          </w:rPr>
          <w:t>Exhibit 2.14</w:t>
        </w:r>
      </w:hyperlink>
      <w:r w:rsidRPr="00C3721C">
        <w:rPr>
          <w:sz w:val="24"/>
          <w:szCs w:val="24"/>
        </w:rPr>
        <w:t xml:space="preserve"> and Spotlight on Financial Reporting to focus on technology companies, including </w:t>
      </w:r>
      <w:r w:rsidRPr="00C3721C">
        <w:rPr>
          <w:bCs/>
          <w:sz w:val="24"/>
          <w:szCs w:val="24"/>
        </w:rPr>
        <w:t>Apple</w:t>
      </w:r>
      <w:r w:rsidRPr="00C3721C">
        <w:rPr>
          <w:sz w:val="24"/>
          <w:szCs w:val="24"/>
        </w:rPr>
        <w:t xml:space="preserve">, </w:t>
      </w:r>
      <w:r w:rsidRPr="00C3721C">
        <w:rPr>
          <w:bCs/>
          <w:sz w:val="24"/>
          <w:szCs w:val="24"/>
        </w:rPr>
        <w:t>Expedia</w:t>
      </w:r>
      <w:r w:rsidRPr="00C3721C">
        <w:rPr>
          <w:sz w:val="24"/>
          <w:szCs w:val="24"/>
        </w:rPr>
        <w:t xml:space="preserve">, </w:t>
      </w:r>
      <w:r w:rsidRPr="00C3721C">
        <w:rPr>
          <w:bCs/>
          <w:sz w:val="24"/>
          <w:szCs w:val="24"/>
        </w:rPr>
        <w:t>Electronic Arts</w:t>
      </w:r>
      <w:r w:rsidRPr="00C3721C">
        <w:rPr>
          <w:sz w:val="24"/>
          <w:szCs w:val="24"/>
        </w:rPr>
        <w:t xml:space="preserve">, </w:t>
      </w:r>
      <w:r w:rsidRPr="00C3721C">
        <w:rPr>
          <w:bCs/>
          <w:sz w:val="24"/>
          <w:szCs w:val="24"/>
        </w:rPr>
        <w:t>Facebook</w:t>
      </w:r>
      <w:r w:rsidRPr="00C3721C">
        <w:rPr>
          <w:sz w:val="24"/>
          <w:szCs w:val="24"/>
        </w:rPr>
        <w:t xml:space="preserve">, and </w:t>
      </w:r>
      <w:r w:rsidRPr="00C3721C">
        <w:rPr>
          <w:bCs/>
          <w:sz w:val="24"/>
          <w:szCs w:val="24"/>
        </w:rPr>
        <w:t>TripAdvisor</w:t>
      </w:r>
    </w:p>
    <w:p w14:paraId="10EB3C3D" w14:textId="77777777" w:rsidR="00C3721C" w:rsidRPr="00C3721C" w:rsidRDefault="00C3721C" w:rsidP="00C3721C">
      <w:pPr>
        <w:numPr>
          <w:ilvl w:val="0"/>
          <w:numId w:val="9"/>
        </w:numPr>
        <w:spacing w:before="100" w:beforeAutospacing="1" w:after="100" w:afterAutospacing="1"/>
        <w:rPr>
          <w:sz w:val="24"/>
          <w:szCs w:val="24"/>
        </w:rPr>
      </w:pPr>
      <w:r w:rsidRPr="00C3721C">
        <w:rPr>
          <w:sz w:val="24"/>
          <w:szCs w:val="24"/>
        </w:rPr>
        <w:t>Reviewed and updated all end-of-chapter material, including financial data for </w:t>
      </w:r>
      <w:r w:rsidRPr="00C3721C">
        <w:rPr>
          <w:bCs/>
          <w:sz w:val="24"/>
          <w:szCs w:val="24"/>
        </w:rPr>
        <w:t>Columbia Sportswear</w:t>
      </w:r>
      <w:r w:rsidRPr="00C3721C">
        <w:rPr>
          <w:sz w:val="24"/>
          <w:szCs w:val="24"/>
        </w:rPr>
        <w:t xml:space="preserve">, </w:t>
      </w:r>
      <w:r w:rsidRPr="00C3721C">
        <w:rPr>
          <w:bCs/>
          <w:sz w:val="24"/>
          <w:szCs w:val="24"/>
        </w:rPr>
        <w:t>Ethan Allen Interiors</w:t>
      </w:r>
      <w:r w:rsidRPr="00C3721C">
        <w:rPr>
          <w:sz w:val="24"/>
          <w:szCs w:val="24"/>
        </w:rPr>
        <w:t xml:space="preserve">, </w:t>
      </w:r>
      <w:r w:rsidRPr="00C3721C">
        <w:rPr>
          <w:bCs/>
          <w:sz w:val="24"/>
          <w:szCs w:val="24"/>
        </w:rPr>
        <w:t>Starbucks</w:t>
      </w:r>
      <w:r w:rsidRPr="00C3721C">
        <w:rPr>
          <w:sz w:val="24"/>
          <w:szCs w:val="24"/>
        </w:rPr>
        <w:t>, and others</w:t>
      </w:r>
    </w:p>
    <w:p w14:paraId="2B72A8E2" w14:textId="77777777" w:rsidR="00236861" w:rsidRDefault="00236861" w:rsidP="00236861">
      <w:pPr>
        <w:pStyle w:val="Heading1"/>
        <w:spacing w:after="240"/>
      </w:pPr>
      <w:r>
        <w:t>PowerPoint Slides</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236861" w:rsidRPr="0026138F" w14:paraId="2978B3FB" w14:textId="77777777" w:rsidTr="000A31E9">
        <w:tc>
          <w:tcPr>
            <w:tcW w:w="7218" w:type="dxa"/>
            <w:shd w:val="clear" w:color="auto" w:fill="auto"/>
          </w:tcPr>
          <w:p w14:paraId="68C5ACD5" w14:textId="77777777" w:rsidR="00236861" w:rsidRPr="0026138F" w:rsidRDefault="00236861" w:rsidP="000A31E9">
            <w:pPr>
              <w:pStyle w:val="Italicsheading"/>
              <w:spacing w:before="120"/>
              <w:jc w:val="center"/>
              <w:rPr>
                <w:b/>
              </w:rPr>
            </w:pPr>
            <w:r w:rsidRPr="0026138F">
              <w:rPr>
                <w:b/>
              </w:rPr>
              <w:t>Student Learning Objective</w:t>
            </w:r>
          </w:p>
        </w:tc>
        <w:tc>
          <w:tcPr>
            <w:tcW w:w="2250" w:type="dxa"/>
          </w:tcPr>
          <w:p w14:paraId="02845334" w14:textId="77777777" w:rsidR="00236861" w:rsidRPr="0026138F" w:rsidRDefault="00236861" w:rsidP="000A31E9">
            <w:pPr>
              <w:pStyle w:val="Italicsheading"/>
              <w:spacing w:before="120"/>
              <w:jc w:val="center"/>
              <w:rPr>
                <w:b/>
              </w:rPr>
            </w:pPr>
            <w:r w:rsidRPr="0026138F">
              <w:rPr>
                <w:b/>
              </w:rPr>
              <w:t>PowerPoint® Slides</w:t>
            </w:r>
          </w:p>
        </w:tc>
      </w:tr>
      <w:tr w:rsidR="00454EA1" w:rsidRPr="00454EA1" w14:paraId="21C77646" w14:textId="77777777" w:rsidTr="000A31E9">
        <w:tc>
          <w:tcPr>
            <w:tcW w:w="7218" w:type="dxa"/>
            <w:shd w:val="clear" w:color="auto" w:fill="auto"/>
          </w:tcPr>
          <w:p w14:paraId="169D5F9B" w14:textId="77777777" w:rsidR="00C91923" w:rsidRPr="00454EA1" w:rsidRDefault="00C91923" w:rsidP="00C660A8">
            <w:pPr>
              <w:pStyle w:val="TableBody"/>
              <w:ind w:left="288" w:hanging="288"/>
            </w:pPr>
            <w:r w:rsidRPr="00454EA1">
              <w:t>LO 2-1 Identify financial effects of common business activities that affect the balance sheet.</w:t>
            </w:r>
          </w:p>
        </w:tc>
        <w:tc>
          <w:tcPr>
            <w:tcW w:w="2250" w:type="dxa"/>
          </w:tcPr>
          <w:p w14:paraId="2E69895D" w14:textId="77777777" w:rsidR="00C91923" w:rsidRPr="00454EA1" w:rsidRDefault="00C91923" w:rsidP="009E5DA6">
            <w:pPr>
              <w:pStyle w:val="TableBody"/>
            </w:pPr>
            <w:r w:rsidRPr="00454EA1">
              <w:t>2-2 through 2-6</w:t>
            </w:r>
          </w:p>
        </w:tc>
      </w:tr>
      <w:tr w:rsidR="00454EA1" w:rsidRPr="00454EA1" w14:paraId="447E32D3" w14:textId="77777777" w:rsidTr="000A31E9">
        <w:tc>
          <w:tcPr>
            <w:tcW w:w="7218" w:type="dxa"/>
            <w:shd w:val="clear" w:color="auto" w:fill="auto"/>
          </w:tcPr>
          <w:p w14:paraId="7C112BD3" w14:textId="77777777" w:rsidR="00C91923" w:rsidRPr="00454EA1" w:rsidRDefault="00C91923" w:rsidP="00C660A8">
            <w:pPr>
              <w:pStyle w:val="TableBody"/>
              <w:ind w:left="288" w:hanging="288"/>
            </w:pPr>
            <w:r w:rsidRPr="00454EA1">
              <w:t>LO 2-2 Apply transaction analysis to accounting transactions.</w:t>
            </w:r>
          </w:p>
        </w:tc>
        <w:tc>
          <w:tcPr>
            <w:tcW w:w="2250" w:type="dxa"/>
          </w:tcPr>
          <w:p w14:paraId="39CB3A09" w14:textId="77777777" w:rsidR="00C91923" w:rsidRPr="00454EA1" w:rsidRDefault="00C91923" w:rsidP="009E5DA6">
            <w:pPr>
              <w:pStyle w:val="TableBody"/>
            </w:pPr>
            <w:r w:rsidRPr="00454EA1">
              <w:t>2-7 through 2-1</w:t>
            </w:r>
            <w:r w:rsidR="00454EA1" w:rsidRPr="00454EA1">
              <w:t>9</w:t>
            </w:r>
          </w:p>
        </w:tc>
      </w:tr>
      <w:tr w:rsidR="00454EA1" w:rsidRPr="00454EA1" w14:paraId="73FA03AB" w14:textId="77777777" w:rsidTr="000A31E9">
        <w:tc>
          <w:tcPr>
            <w:tcW w:w="7218" w:type="dxa"/>
            <w:shd w:val="clear" w:color="auto" w:fill="auto"/>
          </w:tcPr>
          <w:p w14:paraId="3870B466" w14:textId="77777777" w:rsidR="00C91923" w:rsidRPr="00454EA1" w:rsidRDefault="00C91923" w:rsidP="00C660A8">
            <w:pPr>
              <w:pStyle w:val="TableBody"/>
              <w:ind w:left="288" w:hanging="288"/>
            </w:pPr>
            <w:r w:rsidRPr="00454EA1">
              <w:t>LO 2-3 Use journal entries and T-accounts to show how transactions affect the balance sheet.</w:t>
            </w:r>
          </w:p>
        </w:tc>
        <w:tc>
          <w:tcPr>
            <w:tcW w:w="2250" w:type="dxa"/>
          </w:tcPr>
          <w:p w14:paraId="56C58E89" w14:textId="77777777" w:rsidR="00C91923" w:rsidRPr="00454EA1" w:rsidRDefault="00454EA1" w:rsidP="009E5DA6">
            <w:pPr>
              <w:pStyle w:val="TableBody"/>
            </w:pPr>
            <w:r w:rsidRPr="00454EA1">
              <w:t>2-20</w:t>
            </w:r>
            <w:r w:rsidR="00C91923" w:rsidRPr="00454EA1">
              <w:t xml:space="preserve"> through 2-3</w:t>
            </w:r>
            <w:r w:rsidRPr="00454EA1">
              <w:t>4</w:t>
            </w:r>
          </w:p>
        </w:tc>
      </w:tr>
      <w:tr w:rsidR="00454EA1" w:rsidRPr="00454EA1" w14:paraId="5C164229" w14:textId="77777777" w:rsidTr="000A31E9">
        <w:tc>
          <w:tcPr>
            <w:tcW w:w="7218" w:type="dxa"/>
            <w:shd w:val="clear" w:color="auto" w:fill="auto"/>
          </w:tcPr>
          <w:p w14:paraId="596BB885" w14:textId="77777777" w:rsidR="00C91923" w:rsidRPr="00454EA1" w:rsidRDefault="00C91923" w:rsidP="002869BE">
            <w:pPr>
              <w:pStyle w:val="TableBody"/>
              <w:ind w:left="288" w:hanging="288"/>
            </w:pPr>
            <w:r w:rsidRPr="00454EA1">
              <w:t xml:space="preserve">LO 2-4 Prepare </w:t>
            </w:r>
            <w:r w:rsidR="005C5653" w:rsidRPr="00454EA1">
              <w:t>a</w:t>
            </w:r>
            <w:r w:rsidR="002869BE" w:rsidRPr="00454EA1">
              <w:t xml:space="preserve"> </w:t>
            </w:r>
            <w:r w:rsidR="005C5653" w:rsidRPr="00454EA1">
              <w:t xml:space="preserve">trial balance and </w:t>
            </w:r>
            <w:r w:rsidRPr="00454EA1">
              <w:t>a classified balance sheet.</w:t>
            </w:r>
          </w:p>
        </w:tc>
        <w:tc>
          <w:tcPr>
            <w:tcW w:w="2250" w:type="dxa"/>
          </w:tcPr>
          <w:p w14:paraId="1492BAD5" w14:textId="77777777" w:rsidR="00C91923" w:rsidRPr="00454EA1" w:rsidRDefault="00454EA1" w:rsidP="009E5DA6">
            <w:pPr>
              <w:pStyle w:val="TableBody"/>
            </w:pPr>
            <w:r w:rsidRPr="00454EA1">
              <w:t>2-35</w:t>
            </w:r>
            <w:r w:rsidR="0026138F" w:rsidRPr="00454EA1">
              <w:t xml:space="preserve"> through 2-3</w:t>
            </w:r>
            <w:r w:rsidRPr="00454EA1">
              <w:t>7</w:t>
            </w:r>
          </w:p>
        </w:tc>
      </w:tr>
      <w:tr w:rsidR="00454EA1" w:rsidRPr="00454EA1" w14:paraId="7B24A6B7" w14:textId="77777777" w:rsidTr="000A31E9">
        <w:tc>
          <w:tcPr>
            <w:tcW w:w="7218" w:type="dxa"/>
            <w:shd w:val="clear" w:color="auto" w:fill="auto"/>
          </w:tcPr>
          <w:p w14:paraId="5CF5155B" w14:textId="77777777" w:rsidR="00C91923" w:rsidRPr="00454EA1" w:rsidRDefault="00C91923" w:rsidP="00C660A8">
            <w:pPr>
              <w:pStyle w:val="TableBody"/>
              <w:ind w:left="288" w:hanging="288"/>
            </w:pPr>
            <w:r w:rsidRPr="00454EA1">
              <w:t>LO 2-5 Interpret the balance sheet using the current ratio and an understanding of related concepts.</w:t>
            </w:r>
          </w:p>
        </w:tc>
        <w:tc>
          <w:tcPr>
            <w:tcW w:w="2250" w:type="dxa"/>
          </w:tcPr>
          <w:p w14:paraId="41412491" w14:textId="77777777" w:rsidR="00C91923" w:rsidRPr="00454EA1" w:rsidRDefault="0026138F" w:rsidP="00454EA1">
            <w:pPr>
              <w:pStyle w:val="TableBody"/>
            </w:pPr>
            <w:r w:rsidRPr="00454EA1">
              <w:t>2-3</w:t>
            </w:r>
            <w:r w:rsidR="00454EA1" w:rsidRPr="00454EA1">
              <w:t>8</w:t>
            </w:r>
            <w:r w:rsidRPr="00454EA1">
              <w:t xml:space="preserve"> through 2-</w:t>
            </w:r>
            <w:r w:rsidR="00454EA1" w:rsidRPr="00454EA1">
              <w:t>40</w:t>
            </w:r>
          </w:p>
        </w:tc>
      </w:tr>
      <w:tr w:rsidR="00C3721C" w:rsidRPr="00454EA1" w14:paraId="2735E10E" w14:textId="77777777" w:rsidTr="000A31E9">
        <w:tc>
          <w:tcPr>
            <w:tcW w:w="7218" w:type="dxa"/>
            <w:shd w:val="clear" w:color="auto" w:fill="auto"/>
          </w:tcPr>
          <w:p w14:paraId="481CA4BB" w14:textId="77777777" w:rsidR="00C3721C" w:rsidRPr="00454EA1" w:rsidRDefault="00C3721C" w:rsidP="00C3721C">
            <w:pPr>
              <w:pStyle w:val="TableBody"/>
              <w:ind w:left="288" w:hanging="288"/>
            </w:pPr>
            <w:r>
              <w:t xml:space="preserve">LO 2-S1 </w:t>
            </w:r>
            <w:r w:rsidRPr="00C3721C">
              <w:t>Describe examples of common career paths in accounting.</w:t>
            </w:r>
          </w:p>
        </w:tc>
        <w:tc>
          <w:tcPr>
            <w:tcW w:w="2250" w:type="dxa"/>
          </w:tcPr>
          <w:p w14:paraId="0DE8634B" w14:textId="77777777" w:rsidR="00C3721C" w:rsidRPr="00454EA1" w:rsidRDefault="00C3721C" w:rsidP="00454EA1">
            <w:pPr>
              <w:pStyle w:val="TableBody"/>
            </w:pPr>
            <w:r>
              <w:t>2-42 through 2-43</w:t>
            </w:r>
          </w:p>
        </w:tc>
      </w:tr>
    </w:tbl>
    <w:p w14:paraId="5907A163" w14:textId="77777777" w:rsidR="00236861" w:rsidRPr="00454EA1" w:rsidRDefault="00236861" w:rsidP="00236861">
      <w:pPr>
        <w:pStyle w:val="Heading1"/>
        <w:spacing w:before="0" w:after="0"/>
        <w:jc w:val="center"/>
        <w:rPr>
          <w:szCs w:val="24"/>
        </w:rPr>
      </w:pP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18"/>
        <w:gridCol w:w="2250"/>
      </w:tblGrid>
      <w:tr w:rsidR="00454EA1" w:rsidRPr="00454EA1" w14:paraId="31470BE5" w14:textId="77777777" w:rsidTr="000A31E9">
        <w:tc>
          <w:tcPr>
            <w:tcW w:w="7218" w:type="dxa"/>
            <w:shd w:val="clear" w:color="auto" w:fill="auto"/>
          </w:tcPr>
          <w:p w14:paraId="14C741DD" w14:textId="77777777" w:rsidR="00236861" w:rsidRPr="00454EA1" w:rsidRDefault="00236861" w:rsidP="000A31E9">
            <w:pPr>
              <w:pStyle w:val="Italicsheading"/>
              <w:spacing w:before="120"/>
              <w:jc w:val="center"/>
              <w:rPr>
                <w:b/>
              </w:rPr>
            </w:pPr>
            <w:r w:rsidRPr="00454EA1">
              <w:rPr>
                <w:b/>
              </w:rPr>
              <w:t>Animated Builds and Animated Solutions</w:t>
            </w:r>
          </w:p>
        </w:tc>
        <w:tc>
          <w:tcPr>
            <w:tcW w:w="2250" w:type="dxa"/>
          </w:tcPr>
          <w:p w14:paraId="3B36682B" w14:textId="77777777" w:rsidR="00236861" w:rsidRPr="00454EA1" w:rsidRDefault="00236861" w:rsidP="000A31E9">
            <w:pPr>
              <w:pStyle w:val="Italicsheading"/>
              <w:spacing w:before="120"/>
              <w:jc w:val="center"/>
              <w:rPr>
                <w:b/>
              </w:rPr>
            </w:pPr>
            <w:r w:rsidRPr="00454EA1">
              <w:rPr>
                <w:b/>
              </w:rPr>
              <w:t>PowerPoint® Slides</w:t>
            </w:r>
          </w:p>
        </w:tc>
      </w:tr>
      <w:tr w:rsidR="00454EA1" w:rsidRPr="00454EA1" w14:paraId="18EB286E" w14:textId="77777777" w:rsidTr="000A31E9">
        <w:tc>
          <w:tcPr>
            <w:tcW w:w="7218" w:type="dxa"/>
            <w:shd w:val="clear" w:color="auto" w:fill="auto"/>
          </w:tcPr>
          <w:p w14:paraId="0DA0149B" w14:textId="77777777" w:rsidR="00236861" w:rsidRPr="00454EA1" w:rsidRDefault="00236861" w:rsidP="000A31E9">
            <w:pPr>
              <w:pStyle w:val="TableBody"/>
              <w:ind w:left="288" w:hanging="288"/>
            </w:pPr>
            <w:r w:rsidRPr="00454EA1">
              <w:t>Mini-Exercise 2-13</w:t>
            </w:r>
          </w:p>
        </w:tc>
        <w:tc>
          <w:tcPr>
            <w:tcW w:w="2250" w:type="dxa"/>
          </w:tcPr>
          <w:p w14:paraId="51432B91" w14:textId="77777777" w:rsidR="00236861" w:rsidRPr="00454EA1" w:rsidRDefault="00403611" w:rsidP="0026138F">
            <w:pPr>
              <w:pStyle w:val="TableBody"/>
            </w:pPr>
            <w:r w:rsidRPr="00454EA1">
              <w:t>2-</w:t>
            </w:r>
            <w:r w:rsidR="00454EA1">
              <w:t>4</w:t>
            </w:r>
            <w:r w:rsidR="00C3721C">
              <w:t>5</w:t>
            </w:r>
            <w:r w:rsidR="00454EA1">
              <w:t xml:space="preserve"> </w:t>
            </w:r>
            <w:r w:rsidRPr="00454EA1">
              <w:t>through 2-</w:t>
            </w:r>
            <w:r w:rsidR="0026138F" w:rsidRPr="00454EA1">
              <w:t>4</w:t>
            </w:r>
            <w:r w:rsidR="00C3721C">
              <w:t>6</w:t>
            </w:r>
          </w:p>
        </w:tc>
      </w:tr>
      <w:tr w:rsidR="00454EA1" w:rsidRPr="00454EA1" w14:paraId="50B1FF2B" w14:textId="77777777" w:rsidTr="000A31E9">
        <w:tc>
          <w:tcPr>
            <w:tcW w:w="7218" w:type="dxa"/>
            <w:shd w:val="clear" w:color="auto" w:fill="auto"/>
          </w:tcPr>
          <w:p w14:paraId="107AB3C5" w14:textId="77777777" w:rsidR="00236861" w:rsidRPr="00454EA1" w:rsidRDefault="0026138F" w:rsidP="000A31E9">
            <w:pPr>
              <w:pStyle w:val="TableBody"/>
              <w:ind w:left="288" w:hanging="288"/>
            </w:pPr>
            <w:r w:rsidRPr="00454EA1">
              <w:t>Mini-Exercise 2-15</w:t>
            </w:r>
          </w:p>
        </w:tc>
        <w:tc>
          <w:tcPr>
            <w:tcW w:w="2250" w:type="dxa"/>
          </w:tcPr>
          <w:p w14:paraId="4E4F3BB2" w14:textId="77777777" w:rsidR="00236861" w:rsidRPr="00454EA1" w:rsidRDefault="00403611" w:rsidP="0026138F">
            <w:pPr>
              <w:pStyle w:val="TableBody"/>
            </w:pPr>
            <w:r w:rsidRPr="00454EA1">
              <w:t>2-</w:t>
            </w:r>
            <w:r w:rsidR="009E5DA6" w:rsidRPr="00454EA1">
              <w:t>4</w:t>
            </w:r>
            <w:r w:rsidR="00C3721C">
              <w:t>7</w:t>
            </w:r>
            <w:r w:rsidRPr="00454EA1">
              <w:t xml:space="preserve"> through 2-</w:t>
            </w:r>
            <w:r w:rsidR="009E5DA6" w:rsidRPr="00454EA1">
              <w:t>4</w:t>
            </w:r>
            <w:r w:rsidR="00C3721C">
              <w:t>8</w:t>
            </w:r>
          </w:p>
        </w:tc>
      </w:tr>
      <w:tr w:rsidR="00454EA1" w:rsidRPr="00454EA1" w14:paraId="003B3948" w14:textId="77777777" w:rsidTr="000A31E9">
        <w:tc>
          <w:tcPr>
            <w:tcW w:w="7218" w:type="dxa"/>
            <w:shd w:val="clear" w:color="auto" w:fill="auto"/>
          </w:tcPr>
          <w:p w14:paraId="5796F6DA" w14:textId="77777777" w:rsidR="00236861" w:rsidRPr="00454EA1" w:rsidRDefault="0026138F" w:rsidP="000A31E9">
            <w:pPr>
              <w:pStyle w:val="TableBody"/>
              <w:ind w:left="288" w:hanging="288"/>
            </w:pPr>
            <w:r w:rsidRPr="00454EA1">
              <w:t>Mini-Exercise 2-17</w:t>
            </w:r>
          </w:p>
        </w:tc>
        <w:tc>
          <w:tcPr>
            <w:tcW w:w="2250" w:type="dxa"/>
          </w:tcPr>
          <w:p w14:paraId="5588E80E" w14:textId="77777777" w:rsidR="00236861" w:rsidRPr="00454EA1" w:rsidRDefault="00C3721C" w:rsidP="001D29AF">
            <w:pPr>
              <w:pStyle w:val="TableBody"/>
            </w:pPr>
            <w:r>
              <w:t>2-49</w:t>
            </w:r>
            <w:r w:rsidR="00403611" w:rsidRPr="00454EA1">
              <w:t xml:space="preserve"> through 2-</w:t>
            </w:r>
            <w:r>
              <w:t>50</w:t>
            </w:r>
          </w:p>
        </w:tc>
      </w:tr>
      <w:tr w:rsidR="00454EA1" w:rsidRPr="00454EA1" w14:paraId="0226B43C" w14:textId="77777777" w:rsidTr="000A31E9">
        <w:tc>
          <w:tcPr>
            <w:tcW w:w="7218" w:type="dxa"/>
            <w:shd w:val="clear" w:color="auto" w:fill="auto"/>
          </w:tcPr>
          <w:p w14:paraId="7B112A9D" w14:textId="77777777" w:rsidR="00236861" w:rsidRPr="00454EA1" w:rsidRDefault="0026138F" w:rsidP="000A31E9">
            <w:pPr>
              <w:pStyle w:val="TableBody"/>
              <w:ind w:left="288" w:hanging="288"/>
            </w:pPr>
            <w:r w:rsidRPr="00454EA1">
              <w:t>Mini-Exercise 2-19</w:t>
            </w:r>
          </w:p>
        </w:tc>
        <w:tc>
          <w:tcPr>
            <w:tcW w:w="2250" w:type="dxa"/>
          </w:tcPr>
          <w:p w14:paraId="5C9CB05C" w14:textId="77777777" w:rsidR="00236861" w:rsidRPr="00454EA1" w:rsidRDefault="00403611" w:rsidP="0026138F">
            <w:pPr>
              <w:pStyle w:val="TableBody"/>
            </w:pPr>
            <w:r w:rsidRPr="00454EA1">
              <w:t>2-</w:t>
            </w:r>
            <w:r w:rsidR="00C3721C">
              <w:t>51</w:t>
            </w:r>
            <w:r w:rsidRPr="00454EA1">
              <w:t xml:space="preserve"> through 2-</w:t>
            </w:r>
            <w:r w:rsidR="00C3721C">
              <w:t>52</w:t>
            </w:r>
          </w:p>
        </w:tc>
      </w:tr>
      <w:tr w:rsidR="00454EA1" w:rsidRPr="00454EA1" w14:paraId="335D6421" w14:textId="77777777" w:rsidTr="000A31E9">
        <w:tc>
          <w:tcPr>
            <w:tcW w:w="7218" w:type="dxa"/>
            <w:shd w:val="clear" w:color="auto" w:fill="auto"/>
          </w:tcPr>
          <w:p w14:paraId="21DD0A1C" w14:textId="77777777" w:rsidR="00236861" w:rsidRPr="00454EA1" w:rsidRDefault="00236861" w:rsidP="000A31E9">
            <w:pPr>
              <w:pStyle w:val="TableBody"/>
              <w:ind w:left="288" w:hanging="288"/>
            </w:pPr>
            <w:r w:rsidRPr="00454EA1">
              <w:t>Exercise 2-4</w:t>
            </w:r>
          </w:p>
        </w:tc>
        <w:tc>
          <w:tcPr>
            <w:tcW w:w="2250" w:type="dxa"/>
          </w:tcPr>
          <w:p w14:paraId="37D9A360" w14:textId="77777777" w:rsidR="00236861" w:rsidRPr="00454EA1" w:rsidRDefault="00403611" w:rsidP="009E5DA6">
            <w:pPr>
              <w:pStyle w:val="TableBody"/>
            </w:pPr>
            <w:r w:rsidRPr="00454EA1">
              <w:t>2-</w:t>
            </w:r>
            <w:r w:rsidR="00454EA1">
              <w:t>5</w:t>
            </w:r>
            <w:r w:rsidR="00C3721C">
              <w:t>3</w:t>
            </w:r>
          </w:p>
        </w:tc>
      </w:tr>
      <w:tr w:rsidR="00454EA1" w:rsidRPr="00454EA1" w14:paraId="1F3B4C00" w14:textId="77777777" w:rsidTr="000A31E9">
        <w:tc>
          <w:tcPr>
            <w:tcW w:w="7218" w:type="dxa"/>
            <w:shd w:val="clear" w:color="auto" w:fill="auto"/>
          </w:tcPr>
          <w:p w14:paraId="20D7200E" w14:textId="77777777" w:rsidR="00236861" w:rsidRPr="00454EA1" w:rsidRDefault="00236861" w:rsidP="000A31E9">
            <w:pPr>
              <w:pStyle w:val="TableBody"/>
              <w:ind w:left="288" w:hanging="288"/>
            </w:pPr>
            <w:r w:rsidRPr="00454EA1">
              <w:t>Exercise 2-</w:t>
            </w:r>
            <w:r w:rsidR="00D3444F">
              <w:t>5</w:t>
            </w:r>
          </w:p>
        </w:tc>
        <w:tc>
          <w:tcPr>
            <w:tcW w:w="2250" w:type="dxa"/>
          </w:tcPr>
          <w:p w14:paraId="77F5794C" w14:textId="77777777" w:rsidR="00236861" w:rsidRPr="00454EA1" w:rsidRDefault="00403611" w:rsidP="0026138F">
            <w:pPr>
              <w:pStyle w:val="TableBody"/>
            </w:pPr>
            <w:r w:rsidRPr="00454EA1">
              <w:t>2-</w:t>
            </w:r>
            <w:r w:rsidR="00C3721C">
              <w:t>54</w:t>
            </w:r>
            <w:r w:rsidRPr="00454EA1">
              <w:t xml:space="preserve"> through 2-</w:t>
            </w:r>
            <w:r w:rsidR="00454EA1">
              <w:t>5</w:t>
            </w:r>
            <w:r w:rsidR="00C3721C">
              <w:t>5</w:t>
            </w:r>
          </w:p>
        </w:tc>
      </w:tr>
    </w:tbl>
    <w:p w14:paraId="40DF6B59" w14:textId="77777777" w:rsidR="004F05F8" w:rsidRDefault="004F05F8" w:rsidP="005514B2">
      <w:pPr>
        <w:pStyle w:val="Heading1"/>
      </w:pPr>
    </w:p>
    <w:p w14:paraId="56261CE2" w14:textId="77777777" w:rsidR="004F05F8" w:rsidRDefault="004F05F8" w:rsidP="004F05F8">
      <w:pPr>
        <w:pStyle w:val="Heading1"/>
      </w:pPr>
      <w:r>
        <w:t>Chapter Summary</w:t>
      </w:r>
    </w:p>
    <w:p w14:paraId="0F2EE4FE" w14:textId="77777777" w:rsidR="00403611" w:rsidRPr="00403611" w:rsidRDefault="00403611" w:rsidP="00937C2E">
      <w:pPr>
        <w:pStyle w:val="BodyText"/>
        <w:spacing w:before="120" w:after="120"/>
        <w:jc w:val="left"/>
        <w:rPr>
          <w:b/>
          <w:bCs/>
        </w:rPr>
      </w:pPr>
      <w:r w:rsidRPr="00E91FE1">
        <w:rPr>
          <w:b/>
          <w:bCs/>
        </w:rPr>
        <w:t xml:space="preserve">LO </w:t>
      </w:r>
      <w:r w:rsidR="00C91923">
        <w:rPr>
          <w:b/>
          <w:bCs/>
        </w:rPr>
        <w:t>2-</w:t>
      </w:r>
      <w:r w:rsidRPr="00E91FE1">
        <w:rPr>
          <w:b/>
          <w:bCs/>
        </w:rPr>
        <w:t xml:space="preserve">1 </w:t>
      </w:r>
      <w:r w:rsidRPr="00403611">
        <w:rPr>
          <w:b/>
          <w:bCs/>
        </w:rPr>
        <w:t xml:space="preserve">Identify financial effects of </w:t>
      </w:r>
      <w:r w:rsidR="00180595" w:rsidRPr="00180595">
        <w:rPr>
          <w:b/>
          <w:bCs/>
        </w:rPr>
        <w:t>common business activities that affect the balance sheet.</w:t>
      </w:r>
      <w:r w:rsidRPr="00403611">
        <w:rPr>
          <w:b/>
          <w:bCs/>
        </w:rPr>
        <w:t xml:space="preserve"> </w:t>
      </w:r>
    </w:p>
    <w:p w14:paraId="1513A46A"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Financing activities involve debt transactions with lenders (e.g., Notes Payable) or equity</w:t>
      </w:r>
      <w:r>
        <w:t xml:space="preserve"> </w:t>
      </w:r>
      <w:r w:rsidRPr="00403611">
        <w:t xml:space="preserve">transactions with investors (e.g., </w:t>
      </w:r>
      <w:r w:rsidR="00625769">
        <w:t>Common Stock</w:t>
      </w:r>
      <w:r w:rsidRPr="00403611">
        <w:t>)</w:t>
      </w:r>
      <w:r w:rsidR="003432B5">
        <w:t>.</w:t>
      </w:r>
    </w:p>
    <w:p w14:paraId="2D973C91" w14:textId="77777777" w:rsidR="00403611" w:rsidRDefault="00403611" w:rsidP="00AB3F25">
      <w:pPr>
        <w:pStyle w:val="BodyText"/>
        <w:numPr>
          <w:ilvl w:val="0"/>
          <w:numId w:val="1"/>
        </w:numPr>
        <w:tabs>
          <w:tab w:val="clear" w:pos="360"/>
          <w:tab w:val="num" w:pos="648"/>
        </w:tabs>
        <w:spacing w:after="0"/>
        <w:ind w:left="648"/>
        <w:jc w:val="left"/>
      </w:pPr>
      <w:r w:rsidRPr="00403611">
        <w:t>Investing activities involve buying and selling long-term assets (e.g., Buildings, Equipment).</w:t>
      </w:r>
    </w:p>
    <w:p w14:paraId="1DFB5A26" w14:textId="77777777" w:rsidR="00C17918" w:rsidRPr="00403611" w:rsidRDefault="00C17918" w:rsidP="00AB3F25">
      <w:pPr>
        <w:pStyle w:val="BodyText"/>
        <w:numPr>
          <w:ilvl w:val="0"/>
          <w:numId w:val="1"/>
        </w:numPr>
        <w:tabs>
          <w:tab w:val="clear" w:pos="360"/>
          <w:tab w:val="num" w:pos="648"/>
        </w:tabs>
        <w:spacing w:after="0"/>
        <w:ind w:left="648"/>
        <w:jc w:val="left"/>
      </w:pPr>
      <w:r>
        <w:t>Operating activities involve day-to-day transactions with suppliers, employees, and customers, and typically affect current assets and current liabilities.</w:t>
      </w:r>
    </w:p>
    <w:p w14:paraId="4EBE249E" w14:textId="77777777" w:rsidR="004F05F8" w:rsidRDefault="004F05F8">
      <w:pPr>
        <w:rPr>
          <w:b/>
          <w:bCs/>
        </w:rPr>
      </w:pPr>
      <w:r>
        <w:rPr>
          <w:b/>
          <w:bCs/>
        </w:rPr>
        <w:br w:type="page"/>
      </w:r>
    </w:p>
    <w:p w14:paraId="6F8F9FCE" w14:textId="77777777" w:rsidR="004F05F8" w:rsidRPr="004F05F8" w:rsidRDefault="004F05F8" w:rsidP="004F05F8">
      <w:pPr>
        <w:pStyle w:val="Heading1"/>
        <w:rPr>
          <w:u w:val="none"/>
        </w:rPr>
      </w:pPr>
      <w:r>
        <w:lastRenderedPageBreak/>
        <w:t>Chapter Summary</w:t>
      </w:r>
      <w:r>
        <w:rPr>
          <w:u w:val="none"/>
        </w:rPr>
        <w:t>, continued</w:t>
      </w:r>
    </w:p>
    <w:p w14:paraId="73F29CF1" w14:textId="77777777" w:rsidR="00403611" w:rsidRPr="00403611" w:rsidRDefault="00403611" w:rsidP="00937C2E">
      <w:pPr>
        <w:pStyle w:val="BodyText"/>
        <w:spacing w:before="120" w:after="120"/>
        <w:jc w:val="left"/>
        <w:rPr>
          <w:b/>
          <w:bCs/>
        </w:rPr>
      </w:pPr>
      <w:r w:rsidRPr="00E91FE1">
        <w:rPr>
          <w:b/>
          <w:bCs/>
        </w:rPr>
        <w:t xml:space="preserve">LO </w:t>
      </w:r>
      <w:r w:rsidR="00C91923">
        <w:rPr>
          <w:b/>
          <w:bCs/>
        </w:rPr>
        <w:t>2-</w:t>
      </w:r>
      <w:r>
        <w:rPr>
          <w:b/>
          <w:bCs/>
        </w:rPr>
        <w:t>2</w:t>
      </w:r>
      <w:r w:rsidRPr="00E91FE1">
        <w:rPr>
          <w:b/>
          <w:bCs/>
        </w:rPr>
        <w:t xml:space="preserve"> </w:t>
      </w:r>
      <w:r w:rsidRPr="00403611">
        <w:rPr>
          <w:b/>
          <w:bCs/>
        </w:rPr>
        <w:t xml:space="preserve">Apply transaction analysis to </w:t>
      </w:r>
      <w:r w:rsidR="00180595">
        <w:rPr>
          <w:b/>
          <w:bCs/>
        </w:rPr>
        <w:t>accounting</w:t>
      </w:r>
      <w:r>
        <w:rPr>
          <w:b/>
          <w:bCs/>
        </w:rPr>
        <w:t xml:space="preserve"> transactions.</w:t>
      </w:r>
    </w:p>
    <w:p w14:paraId="3D7BB42D"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Transactions include external exchanges and internal events.</w:t>
      </w:r>
    </w:p>
    <w:p w14:paraId="4DBBE81B"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Transaction analysis is based on the duality of effects and the basic accounting equation.</w:t>
      </w:r>
      <w:r>
        <w:t xml:space="preserve"> </w:t>
      </w:r>
      <w:r w:rsidRPr="009D5F6D">
        <w:rPr>
          <w:i/>
        </w:rPr>
        <w:t>Duality of effects</w:t>
      </w:r>
      <w:r w:rsidRPr="00403611">
        <w:t xml:space="preserve"> means that every transaction affects at least two accounts.</w:t>
      </w:r>
    </w:p>
    <w:p w14:paraId="3CC431C5"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Transaction analysis follows a systematic approach of picturing the documented business</w:t>
      </w:r>
      <w:r>
        <w:t xml:space="preserve"> </w:t>
      </w:r>
      <w:r w:rsidRPr="00403611">
        <w:t>activity</w:t>
      </w:r>
      <w:r w:rsidR="006718BF">
        <w:t>;</w:t>
      </w:r>
      <w:r w:rsidRPr="00403611">
        <w:t xml:space="preserve"> naming the </w:t>
      </w:r>
      <w:r w:rsidR="00180FCB">
        <w:t xml:space="preserve">exchanged </w:t>
      </w:r>
      <w:r w:rsidRPr="00403611">
        <w:t xml:space="preserve">asset, </w:t>
      </w:r>
      <w:r w:rsidR="00180FCB">
        <w:t>liability</w:t>
      </w:r>
      <w:r w:rsidRPr="00403611">
        <w:t xml:space="preserve">, </w:t>
      </w:r>
      <w:r w:rsidR="00180FCB">
        <w:t>and</w:t>
      </w:r>
      <w:r w:rsidRPr="00403611">
        <w:t xml:space="preserve"> stockholders’ equity </w:t>
      </w:r>
      <w:r w:rsidR="00180FCB">
        <w:t xml:space="preserve">accounts; </w:t>
      </w:r>
      <w:r w:rsidRPr="00403611">
        <w:t>and</w:t>
      </w:r>
      <w:r>
        <w:t xml:space="preserve"> </w:t>
      </w:r>
      <w:r w:rsidRPr="00403611">
        <w:t>analyzing the financial effects on the basic accounting equation.</w:t>
      </w:r>
    </w:p>
    <w:p w14:paraId="4DB623DD" w14:textId="77777777" w:rsidR="00DA19E3" w:rsidRPr="00403611" w:rsidRDefault="00DA19E3" w:rsidP="00DA19E3">
      <w:pPr>
        <w:pStyle w:val="BodyText"/>
        <w:spacing w:before="120" w:after="120"/>
        <w:jc w:val="left"/>
        <w:rPr>
          <w:b/>
          <w:bCs/>
        </w:rPr>
      </w:pPr>
      <w:r w:rsidRPr="00E91FE1">
        <w:rPr>
          <w:b/>
          <w:bCs/>
        </w:rPr>
        <w:t xml:space="preserve">LO </w:t>
      </w:r>
      <w:r w:rsidR="00C91923">
        <w:rPr>
          <w:b/>
          <w:bCs/>
        </w:rPr>
        <w:t>2-</w:t>
      </w:r>
      <w:r>
        <w:rPr>
          <w:b/>
          <w:bCs/>
        </w:rPr>
        <w:t>3</w:t>
      </w:r>
      <w:r w:rsidRPr="00E91FE1">
        <w:rPr>
          <w:b/>
          <w:bCs/>
        </w:rPr>
        <w:t xml:space="preserve"> </w:t>
      </w:r>
      <w:r w:rsidRPr="00403611">
        <w:rPr>
          <w:b/>
          <w:bCs/>
        </w:rPr>
        <w:t>Use journal entries and T-accounts to show how transactions affect the balance</w:t>
      </w:r>
      <w:r>
        <w:rPr>
          <w:b/>
          <w:bCs/>
        </w:rPr>
        <w:t xml:space="preserve"> </w:t>
      </w:r>
      <w:r w:rsidRPr="00403611">
        <w:rPr>
          <w:b/>
          <w:bCs/>
        </w:rPr>
        <w:t>sheet.</w:t>
      </w:r>
    </w:p>
    <w:p w14:paraId="5F8AB232" w14:textId="77777777" w:rsidR="00DA19E3" w:rsidRPr="00403611" w:rsidRDefault="00DA19E3" w:rsidP="00DA19E3">
      <w:pPr>
        <w:pStyle w:val="BodyText"/>
        <w:numPr>
          <w:ilvl w:val="0"/>
          <w:numId w:val="1"/>
        </w:numPr>
        <w:tabs>
          <w:tab w:val="clear" w:pos="360"/>
          <w:tab w:val="num" w:pos="648"/>
        </w:tabs>
        <w:spacing w:after="0"/>
        <w:ind w:left="648"/>
        <w:jc w:val="left"/>
      </w:pPr>
      <w:r w:rsidRPr="00403611">
        <w:t>Debit means left and credit means right.</w:t>
      </w:r>
    </w:p>
    <w:p w14:paraId="66E30AFE" w14:textId="77777777" w:rsidR="00DA19E3" w:rsidRPr="00403611" w:rsidRDefault="00DA19E3" w:rsidP="00DA19E3">
      <w:pPr>
        <w:pStyle w:val="BodyText"/>
        <w:numPr>
          <w:ilvl w:val="0"/>
          <w:numId w:val="1"/>
        </w:numPr>
        <w:tabs>
          <w:tab w:val="clear" w:pos="360"/>
          <w:tab w:val="num" w:pos="648"/>
        </w:tabs>
        <w:spacing w:after="0"/>
        <w:ind w:left="648"/>
        <w:jc w:val="left"/>
      </w:pPr>
      <w:r w:rsidRPr="00403611">
        <w:t>Debits increase assets and decrease liabilities and stockholders’ equity.</w:t>
      </w:r>
    </w:p>
    <w:p w14:paraId="2F29A284" w14:textId="77777777" w:rsidR="00DA19E3" w:rsidRPr="00403611" w:rsidRDefault="00DA19E3" w:rsidP="00DA19E3">
      <w:pPr>
        <w:pStyle w:val="BodyText"/>
        <w:numPr>
          <w:ilvl w:val="0"/>
          <w:numId w:val="1"/>
        </w:numPr>
        <w:tabs>
          <w:tab w:val="clear" w:pos="360"/>
          <w:tab w:val="num" w:pos="648"/>
        </w:tabs>
        <w:spacing w:after="0"/>
        <w:ind w:left="648"/>
        <w:jc w:val="left"/>
      </w:pPr>
      <w:r w:rsidRPr="00403611">
        <w:t>Credits decrease assets and increase liabilities and stockholders’ equity.</w:t>
      </w:r>
    </w:p>
    <w:p w14:paraId="6B4C7F89" w14:textId="77777777" w:rsidR="00DA19E3" w:rsidRPr="00403611" w:rsidRDefault="00DA19E3" w:rsidP="00DA19E3">
      <w:pPr>
        <w:pStyle w:val="BodyText"/>
        <w:numPr>
          <w:ilvl w:val="0"/>
          <w:numId w:val="1"/>
        </w:numPr>
        <w:tabs>
          <w:tab w:val="clear" w:pos="360"/>
          <w:tab w:val="num" w:pos="648"/>
        </w:tabs>
        <w:spacing w:after="0"/>
        <w:ind w:left="648"/>
        <w:jc w:val="left"/>
      </w:pPr>
      <w:r w:rsidRPr="00403611">
        <w:t>Journal entries express, in debits-equal-credits form, the effects of a transaction on various</w:t>
      </w:r>
      <w:r>
        <w:t xml:space="preserve"> </w:t>
      </w:r>
      <w:r w:rsidRPr="00403611">
        <w:t>asset, liability, and stockholders’ equity accounts. Journal entries are used to record financial</w:t>
      </w:r>
      <w:r>
        <w:t xml:space="preserve"> </w:t>
      </w:r>
      <w:r w:rsidRPr="00403611">
        <w:t>information in the accounting system, which is later summarized by accounts in the ledger</w:t>
      </w:r>
      <w:r>
        <w:t xml:space="preserve"> </w:t>
      </w:r>
      <w:r w:rsidRPr="00403611">
        <w:t>(T-accounts).</w:t>
      </w:r>
    </w:p>
    <w:p w14:paraId="70C5A5F3"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T-accounts are a simplified version of the ledger, which summarizes transaction effects for</w:t>
      </w:r>
      <w:r>
        <w:t xml:space="preserve"> </w:t>
      </w:r>
      <w:r w:rsidRPr="00403611">
        <w:t>each account. T-accounts show increases on the left (debit) side for assets, which are on the</w:t>
      </w:r>
      <w:r>
        <w:t xml:space="preserve"> </w:t>
      </w:r>
      <w:r w:rsidRPr="00403611">
        <w:t>left side of the accounting equation. T-accounts show increases on the right (credit) side for</w:t>
      </w:r>
      <w:r>
        <w:t xml:space="preserve"> </w:t>
      </w:r>
      <w:r w:rsidRPr="00403611">
        <w:t>liabilities and stockholders’ equity, which are on the right side of the accounting equation.</w:t>
      </w:r>
    </w:p>
    <w:p w14:paraId="697C4CCB" w14:textId="77777777" w:rsidR="00403611" w:rsidRPr="00403611" w:rsidRDefault="00403611" w:rsidP="00937C2E">
      <w:pPr>
        <w:pStyle w:val="BodyText"/>
        <w:spacing w:before="120" w:after="120"/>
        <w:jc w:val="left"/>
        <w:rPr>
          <w:b/>
          <w:bCs/>
        </w:rPr>
      </w:pPr>
      <w:r w:rsidRPr="00E91FE1">
        <w:rPr>
          <w:b/>
          <w:bCs/>
        </w:rPr>
        <w:t xml:space="preserve">LO </w:t>
      </w:r>
      <w:r w:rsidR="00C91923">
        <w:rPr>
          <w:b/>
          <w:bCs/>
        </w:rPr>
        <w:t>2-</w:t>
      </w:r>
      <w:r>
        <w:rPr>
          <w:b/>
          <w:bCs/>
        </w:rPr>
        <w:t>4</w:t>
      </w:r>
      <w:r w:rsidRPr="00E91FE1">
        <w:rPr>
          <w:b/>
          <w:bCs/>
        </w:rPr>
        <w:t xml:space="preserve"> </w:t>
      </w:r>
      <w:r w:rsidRPr="00403611">
        <w:rPr>
          <w:b/>
          <w:bCs/>
        </w:rPr>
        <w:t xml:space="preserve">Prepare </w:t>
      </w:r>
      <w:r w:rsidR="002869BE">
        <w:rPr>
          <w:b/>
          <w:bCs/>
        </w:rPr>
        <w:t xml:space="preserve">a </w:t>
      </w:r>
      <w:r w:rsidR="005C5653" w:rsidRPr="005C5653">
        <w:rPr>
          <w:b/>
          <w:bCs/>
        </w:rPr>
        <w:t xml:space="preserve">trial balance and </w:t>
      </w:r>
      <w:r w:rsidRPr="00403611">
        <w:rPr>
          <w:b/>
          <w:bCs/>
        </w:rPr>
        <w:t xml:space="preserve">a classified balance sheet. </w:t>
      </w:r>
    </w:p>
    <w:p w14:paraId="609AE8C7" w14:textId="77777777" w:rsidR="002869BE" w:rsidRDefault="002869BE" w:rsidP="00AB3F25">
      <w:pPr>
        <w:pStyle w:val="BodyText"/>
        <w:numPr>
          <w:ilvl w:val="0"/>
          <w:numId w:val="1"/>
        </w:numPr>
        <w:tabs>
          <w:tab w:val="clear" w:pos="360"/>
          <w:tab w:val="num" w:pos="648"/>
        </w:tabs>
        <w:spacing w:after="0"/>
        <w:ind w:left="648"/>
        <w:jc w:val="left"/>
      </w:pPr>
      <w:r>
        <w:t>A trial balance checks on the equality of debit and credit balances.</w:t>
      </w:r>
    </w:p>
    <w:p w14:paraId="31E0FCC0"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 xml:space="preserve">A </w:t>
      </w:r>
      <w:r w:rsidRPr="009D5F6D">
        <w:rPr>
          <w:i/>
        </w:rPr>
        <w:t>classified balance sheet</w:t>
      </w:r>
      <w:r w:rsidRPr="00403611">
        <w:t xml:space="preserve"> separately classifies assets as current if they will be used up or turned</w:t>
      </w:r>
      <w:r>
        <w:t xml:space="preserve"> </w:t>
      </w:r>
      <w:r w:rsidRPr="00403611">
        <w:t>into cash within one year. Liabilities are classified as current if they will be paid, settled, or</w:t>
      </w:r>
      <w:r>
        <w:t xml:space="preserve"> </w:t>
      </w:r>
      <w:r w:rsidRPr="00403611">
        <w:t>fulfilled within one year.</w:t>
      </w:r>
    </w:p>
    <w:p w14:paraId="1F4D1F27" w14:textId="77777777" w:rsidR="00AC3793" w:rsidRPr="00403611" w:rsidRDefault="00AC3793" w:rsidP="00AC3793">
      <w:pPr>
        <w:pStyle w:val="BodyText"/>
        <w:spacing w:before="120" w:after="120"/>
        <w:ind w:left="720" w:hanging="720"/>
        <w:jc w:val="left"/>
        <w:rPr>
          <w:b/>
          <w:bCs/>
        </w:rPr>
      </w:pPr>
      <w:r w:rsidRPr="00E91FE1">
        <w:rPr>
          <w:b/>
          <w:bCs/>
        </w:rPr>
        <w:t xml:space="preserve">LO </w:t>
      </w:r>
      <w:r w:rsidR="00C91923">
        <w:rPr>
          <w:b/>
          <w:bCs/>
        </w:rPr>
        <w:t>2-</w:t>
      </w:r>
      <w:r>
        <w:rPr>
          <w:b/>
          <w:bCs/>
        </w:rPr>
        <w:t>5</w:t>
      </w:r>
      <w:r w:rsidRPr="00E91FE1">
        <w:rPr>
          <w:b/>
          <w:bCs/>
        </w:rPr>
        <w:t xml:space="preserve"> </w:t>
      </w:r>
      <w:r w:rsidRPr="00403611">
        <w:rPr>
          <w:b/>
          <w:bCs/>
        </w:rPr>
        <w:t>Interpret the balance sheet using the current ratio and an understanding of</w:t>
      </w:r>
      <w:r>
        <w:rPr>
          <w:b/>
          <w:bCs/>
        </w:rPr>
        <w:t xml:space="preserve"> </w:t>
      </w:r>
      <w:r w:rsidRPr="00403611">
        <w:rPr>
          <w:b/>
          <w:bCs/>
        </w:rPr>
        <w:t>related concepts.</w:t>
      </w:r>
    </w:p>
    <w:p w14:paraId="6CB0E6FE"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The current ratio divides current assets by current liabilities to determine the extent to</w:t>
      </w:r>
      <w:r>
        <w:t xml:space="preserve"> </w:t>
      </w:r>
      <w:r w:rsidRPr="00403611">
        <w:t>which current assets are likely to be sufficient for paying current liabilities.</w:t>
      </w:r>
    </w:p>
    <w:p w14:paraId="599A9795" w14:textId="77777777" w:rsidR="00403611" w:rsidRPr="00403611" w:rsidRDefault="00403611" w:rsidP="00AB3F25">
      <w:pPr>
        <w:pStyle w:val="BodyText"/>
        <w:numPr>
          <w:ilvl w:val="0"/>
          <w:numId w:val="1"/>
        </w:numPr>
        <w:tabs>
          <w:tab w:val="clear" w:pos="360"/>
          <w:tab w:val="num" w:pos="648"/>
        </w:tabs>
        <w:spacing w:after="0"/>
        <w:ind w:left="648"/>
        <w:jc w:val="left"/>
      </w:pPr>
      <w:r w:rsidRPr="00403611">
        <w:t>Because accounting is transaction-based, the balance sheet does not necessarily represent</w:t>
      </w:r>
      <w:r>
        <w:t xml:space="preserve"> </w:t>
      </w:r>
      <w:r w:rsidRPr="00403611">
        <w:t>the current value of a business.</w:t>
      </w:r>
      <w:r w:rsidR="002869BE">
        <w:t xml:space="preserve"> </w:t>
      </w:r>
      <w:r w:rsidRPr="00403611">
        <w:t>Some assets are not recorded because they do not arise from transactions.</w:t>
      </w:r>
    </w:p>
    <w:p w14:paraId="1AB60BF8" w14:textId="77777777" w:rsidR="00403611" w:rsidRDefault="00403611" w:rsidP="00180595">
      <w:pPr>
        <w:pStyle w:val="BodyText"/>
        <w:numPr>
          <w:ilvl w:val="0"/>
          <w:numId w:val="1"/>
        </w:numPr>
        <w:tabs>
          <w:tab w:val="clear" w:pos="360"/>
          <w:tab w:val="num" w:pos="648"/>
        </w:tabs>
        <w:spacing w:after="0"/>
        <w:ind w:left="648"/>
        <w:jc w:val="left"/>
      </w:pPr>
      <w:r w:rsidRPr="00403611">
        <w:t>The amounts recorded for assets and liabilities may not represent current values because</w:t>
      </w:r>
      <w:r>
        <w:t xml:space="preserve"> </w:t>
      </w:r>
      <w:r w:rsidRPr="00403611">
        <w:t>under the cost principle they generally are recorded at cost, using the exchange amounts</w:t>
      </w:r>
      <w:r>
        <w:t xml:space="preserve"> </w:t>
      </w:r>
      <w:r w:rsidRPr="00403611">
        <w:t>established at the time of the initial transaction.</w:t>
      </w:r>
    </w:p>
    <w:p w14:paraId="54F5DE97" w14:textId="77777777" w:rsidR="00B64B07" w:rsidRPr="00097751" w:rsidRDefault="00617277" w:rsidP="00B64B07">
      <w:pPr>
        <w:pStyle w:val="BodyText"/>
        <w:spacing w:before="120" w:after="120"/>
        <w:jc w:val="left"/>
        <w:rPr>
          <w:b/>
          <w:bCs/>
          <w:i/>
        </w:rPr>
      </w:pPr>
      <w:r>
        <w:rPr>
          <w:b/>
          <w:bCs/>
          <w:i/>
        </w:rPr>
        <w:t xml:space="preserve">Accounting Decision </w:t>
      </w:r>
      <w:r w:rsidR="00B64B07" w:rsidRPr="00097751">
        <w:rPr>
          <w:b/>
          <w:bCs/>
          <w:i/>
        </w:rPr>
        <w:t>Tools</w:t>
      </w:r>
    </w:p>
    <w:p w14:paraId="77693B37" w14:textId="77777777" w:rsidR="00B64B07" w:rsidRPr="0097058B" w:rsidRDefault="00B64B07" w:rsidP="00180595">
      <w:pPr>
        <w:pStyle w:val="BodyText"/>
        <w:spacing w:after="0"/>
        <w:jc w:val="left"/>
        <w:rPr>
          <w:b/>
        </w:rPr>
      </w:pPr>
      <w:r w:rsidRPr="0097058B">
        <w:rPr>
          <w:b/>
        </w:rPr>
        <w:t>Current Ratio = Current Assets ÷ Current Liabilities</w:t>
      </w:r>
    </w:p>
    <w:p w14:paraId="1B11B08F" w14:textId="77777777" w:rsidR="00B64B07" w:rsidRPr="00EA7033" w:rsidRDefault="00B64B07" w:rsidP="00B64B07">
      <w:pPr>
        <w:pStyle w:val="BodyText"/>
        <w:numPr>
          <w:ilvl w:val="0"/>
          <w:numId w:val="1"/>
        </w:numPr>
        <w:tabs>
          <w:tab w:val="clear" w:pos="360"/>
          <w:tab w:val="num" w:pos="648"/>
        </w:tabs>
        <w:spacing w:after="0"/>
        <w:ind w:left="648"/>
        <w:jc w:val="left"/>
      </w:pPr>
      <w:r>
        <w:t>It tells you w</w:t>
      </w:r>
      <w:r w:rsidRPr="00EA7033">
        <w:t>hether current assets are sufficient to</w:t>
      </w:r>
      <w:r>
        <w:t xml:space="preserve"> </w:t>
      </w:r>
      <w:r w:rsidRPr="00EA7033">
        <w:t>pay current liabilities</w:t>
      </w:r>
      <w:r>
        <w:t>.</w:t>
      </w:r>
    </w:p>
    <w:p w14:paraId="10AF0FEE" w14:textId="77777777" w:rsidR="00B64B07" w:rsidRDefault="00B64B07" w:rsidP="00B64B07">
      <w:pPr>
        <w:pStyle w:val="BodyText"/>
        <w:numPr>
          <w:ilvl w:val="0"/>
          <w:numId w:val="1"/>
        </w:numPr>
        <w:tabs>
          <w:tab w:val="clear" w:pos="360"/>
          <w:tab w:val="num" w:pos="648"/>
        </w:tabs>
        <w:spacing w:after="0"/>
        <w:ind w:left="648"/>
        <w:jc w:val="left"/>
      </w:pPr>
      <w:r w:rsidRPr="00EA7033">
        <w:t>A higher ratio means better ability to pay</w:t>
      </w:r>
      <w:r>
        <w:t>.</w:t>
      </w:r>
    </w:p>
    <w:p w14:paraId="2702D6DC" w14:textId="77777777" w:rsidR="00A11D7E" w:rsidRPr="00A11D7E" w:rsidRDefault="00403611" w:rsidP="00403611">
      <w:pPr>
        <w:pStyle w:val="BodyText"/>
        <w:spacing w:after="0"/>
        <w:rPr>
          <w:sz w:val="4"/>
          <w:szCs w:val="4"/>
        </w:rPr>
      </w:pPr>
      <w:r w:rsidRPr="00403611">
        <w:br w:type="page"/>
      </w:r>
    </w:p>
    <w:tbl>
      <w:tblPr>
        <w:tblW w:w="0" w:type="auto"/>
        <w:tblLayout w:type="fixed"/>
        <w:tblLook w:val="01E0" w:firstRow="1" w:lastRow="1" w:firstColumn="1" w:lastColumn="1" w:noHBand="0" w:noVBand="0"/>
      </w:tblPr>
      <w:tblGrid>
        <w:gridCol w:w="6498"/>
        <w:gridCol w:w="2862"/>
      </w:tblGrid>
      <w:tr w:rsidR="00507ED2" w14:paraId="46D3904E" w14:textId="77777777">
        <w:tc>
          <w:tcPr>
            <w:tcW w:w="6498" w:type="dxa"/>
            <w:tcBorders>
              <w:right w:val="single" w:sz="4" w:space="0" w:color="auto"/>
            </w:tcBorders>
          </w:tcPr>
          <w:p w14:paraId="32F96EA5" w14:textId="77777777" w:rsidR="00507ED2" w:rsidRPr="00507ED2" w:rsidRDefault="00C47851" w:rsidP="00CD480D">
            <w:pPr>
              <w:pStyle w:val="Heading1"/>
              <w:rPr>
                <w:bCs/>
              </w:rPr>
            </w:pPr>
            <w:r>
              <w:rPr>
                <w:b w:val="0"/>
              </w:rPr>
              <w:lastRenderedPageBreak/>
              <w:br w:type="page"/>
            </w:r>
            <w:r w:rsidR="003C5492">
              <w:rPr>
                <w:rFonts w:ascii="Times New Roman" w:hAnsi="Times New Roman"/>
                <w:b w:val="0"/>
                <w:kern w:val="0"/>
                <w:sz w:val="22"/>
                <w:u w:val="none"/>
              </w:rPr>
              <w:br w:type="page"/>
            </w:r>
            <w:r w:rsidR="003C5492">
              <w:rPr>
                <w:rFonts w:ascii="Times New Roman" w:hAnsi="Times New Roman"/>
                <w:b w:val="0"/>
                <w:kern w:val="0"/>
                <w:sz w:val="22"/>
                <w:u w:val="none"/>
              </w:rPr>
              <w:br w:type="page"/>
            </w:r>
            <w:r w:rsidR="00CD480D">
              <w:t>Chapter Outline</w:t>
            </w:r>
          </w:p>
        </w:tc>
        <w:tc>
          <w:tcPr>
            <w:tcW w:w="2862" w:type="dxa"/>
            <w:tcBorders>
              <w:left w:val="single" w:sz="4" w:space="0" w:color="auto"/>
            </w:tcBorders>
          </w:tcPr>
          <w:p w14:paraId="261676AD" w14:textId="77777777" w:rsidR="00507ED2" w:rsidRPr="00CD480D" w:rsidRDefault="0041057B" w:rsidP="008469FA">
            <w:pPr>
              <w:pStyle w:val="Heading1"/>
            </w:pPr>
            <w:r w:rsidRPr="00CD480D">
              <w:t xml:space="preserve">Teaching </w:t>
            </w:r>
            <w:r w:rsidR="00507ED2" w:rsidRPr="00CD480D">
              <w:t>Notes</w:t>
            </w:r>
          </w:p>
        </w:tc>
      </w:tr>
      <w:tr w:rsidR="00CA44BF" w:rsidRPr="00AB3F25" w14:paraId="571648CD" w14:textId="77777777" w:rsidTr="003432B5">
        <w:tc>
          <w:tcPr>
            <w:tcW w:w="9360" w:type="dxa"/>
            <w:gridSpan w:val="2"/>
            <w:tcBorders>
              <w:top w:val="single" w:sz="4" w:space="0" w:color="auto"/>
              <w:left w:val="single" w:sz="4" w:space="0" w:color="auto"/>
              <w:bottom w:val="single" w:sz="4" w:space="0" w:color="auto"/>
              <w:right w:val="single" w:sz="4" w:space="0" w:color="auto"/>
            </w:tcBorders>
          </w:tcPr>
          <w:p w14:paraId="3D53E8C9" w14:textId="77777777" w:rsidR="00CA44BF" w:rsidRPr="00AB3F25" w:rsidRDefault="00CA44BF" w:rsidP="003432B5">
            <w:pPr>
              <w:pStyle w:val="TableBody"/>
              <w:spacing w:before="60" w:after="60"/>
              <w:rPr>
                <w:b/>
                <w:i/>
                <w:iCs/>
              </w:rPr>
            </w:pPr>
            <w:r w:rsidRPr="00937C2E">
              <w:rPr>
                <w:b/>
                <w:i/>
                <w:iCs/>
              </w:rPr>
              <w:t xml:space="preserve">LO </w:t>
            </w:r>
            <w:r w:rsidRPr="00C91923">
              <w:rPr>
                <w:b/>
                <w:bCs/>
                <w:i/>
              </w:rPr>
              <w:t>2-</w:t>
            </w:r>
            <w:r w:rsidRPr="00937C2E">
              <w:rPr>
                <w:b/>
                <w:i/>
                <w:iCs/>
              </w:rPr>
              <w:t xml:space="preserve">1 </w:t>
            </w:r>
            <w:r w:rsidRPr="00AB3F25">
              <w:rPr>
                <w:b/>
                <w:i/>
                <w:iCs/>
              </w:rPr>
              <w:t xml:space="preserve">Identify financial effects of </w:t>
            </w:r>
            <w:r w:rsidRPr="00180595">
              <w:rPr>
                <w:b/>
                <w:i/>
                <w:iCs/>
              </w:rPr>
              <w:t>common business activities that affect the balance sheet.</w:t>
            </w:r>
          </w:p>
        </w:tc>
      </w:tr>
      <w:tr w:rsidR="002F07A6" w14:paraId="0F359565" w14:textId="77777777" w:rsidTr="00CA44BF">
        <w:tc>
          <w:tcPr>
            <w:tcW w:w="6498" w:type="dxa"/>
            <w:tcBorders>
              <w:right w:val="single" w:sz="4" w:space="0" w:color="auto"/>
            </w:tcBorders>
          </w:tcPr>
          <w:p w14:paraId="0CF3BBE3" w14:textId="77777777" w:rsidR="002F07A6" w:rsidRPr="00521317" w:rsidRDefault="006749CD" w:rsidP="00AB3F25">
            <w:pPr>
              <w:pStyle w:val="TableBody"/>
              <w:ind w:left="288" w:hanging="288"/>
            </w:pPr>
            <w:r w:rsidRPr="00521317">
              <w:t>I.</w:t>
            </w:r>
            <w:r w:rsidRPr="00521317">
              <w:tab/>
            </w:r>
            <w:r w:rsidRPr="00521317">
              <w:tab/>
            </w:r>
            <w:r w:rsidR="00AB3F25">
              <w:t xml:space="preserve">Understand the </w:t>
            </w:r>
            <w:r w:rsidR="00EB241C" w:rsidRPr="00521317">
              <w:t>Busines</w:t>
            </w:r>
            <w:r w:rsidR="004C3E22">
              <w:t xml:space="preserve">s </w:t>
            </w:r>
          </w:p>
        </w:tc>
        <w:tc>
          <w:tcPr>
            <w:tcW w:w="2862" w:type="dxa"/>
            <w:tcBorders>
              <w:left w:val="single" w:sz="4" w:space="0" w:color="auto"/>
            </w:tcBorders>
          </w:tcPr>
          <w:p w14:paraId="7D7BBE04" w14:textId="77777777" w:rsidR="002F07A6" w:rsidRDefault="002F07A6" w:rsidP="00C2079C">
            <w:pPr>
              <w:pStyle w:val="TableBody"/>
              <w:ind w:left="288"/>
            </w:pPr>
          </w:p>
        </w:tc>
      </w:tr>
      <w:tr w:rsidR="002F07A6" w14:paraId="172281E3" w14:textId="77777777" w:rsidTr="00CA44BF">
        <w:tc>
          <w:tcPr>
            <w:tcW w:w="6498" w:type="dxa"/>
            <w:tcBorders>
              <w:right w:val="single" w:sz="4" w:space="0" w:color="auto"/>
            </w:tcBorders>
          </w:tcPr>
          <w:p w14:paraId="15B0F393" w14:textId="77777777" w:rsidR="002F07A6" w:rsidRPr="00521317" w:rsidRDefault="002F07A6" w:rsidP="000C0DF1">
            <w:pPr>
              <w:pStyle w:val="TableBody"/>
              <w:ind w:left="576"/>
              <w:rPr>
                <w:i/>
                <w:iCs/>
              </w:rPr>
            </w:pPr>
            <w:r w:rsidRPr="00521317">
              <w:t>A</w:t>
            </w:r>
            <w:r w:rsidR="008D55C5" w:rsidRPr="00521317">
              <w:t>.</w:t>
            </w:r>
            <w:r w:rsidRPr="00521317">
              <w:tab/>
            </w:r>
            <w:r w:rsidR="000C0DF1">
              <w:t xml:space="preserve">Building a </w:t>
            </w:r>
            <w:r w:rsidR="008C7E13" w:rsidRPr="00521317">
              <w:t>Balance Sheet</w:t>
            </w:r>
            <w:r w:rsidR="00512B77">
              <w:t xml:space="preserve"> from Business Activities</w:t>
            </w:r>
          </w:p>
        </w:tc>
        <w:tc>
          <w:tcPr>
            <w:tcW w:w="2862" w:type="dxa"/>
            <w:tcBorders>
              <w:left w:val="single" w:sz="4" w:space="0" w:color="auto"/>
            </w:tcBorders>
          </w:tcPr>
          <w:p w14:paraId="407D0480" w14:textId="77777777" w:rsidR="002F07A6" w:rsidRDefault="002F07A6" w:rsidP="00C2079C">
            <w:pPr>
              <w:pStyle w:val="TableBody"/>
              <w:ind w:left="288"/>
            </w:pPr>
          </w:p>
        </w:tc>
      </w:tr>
      <w:tr w:rsidR="000C0DF1" w14:paraId="2C611408" w14:textId="77777777" w:rsidTr="00CA44BF">
        <w:tc>
          <w:tcPr>
            <w:tcW w:w="6498" w:type="dxa"/>
            <w:tcBorders>
              <w:right w:val="single" w:sz="4" w:space="0" w:color="auto"/>
            </w:tcBorders>
          </w:tcPr>
          <w:p w14:paraId="21DD9DB6" w14:textId="77777777" w:rsidR="000C0DF1" w:rsidRPr="00521317" w:rsidRDefault="000C0DF1" w:rsidP="000600D8">
            <w:pPr>
              <w:pStyle w:val="TableBody"/>
              <w:ind w:left="1152" w:hanging="288"/>
            </w:pPr>
            <w:r w:rsidRPr="00521317">
              <w:t>1.</w:t>
            </w:r>
            <w:r w:rsidRPr="00521317">
              <w:tab/>
            </w:r>
            <w:r w:rsidRPr="009F5E16">
              <w:rPr>
                <w:b/>
              </w:rPr>
              <w:t>Asset</w:t>
            </w:r>
            <w:r>
              <w:t>–</w:t>
            </w:r>
            <w:r w:rsidR="000600D8">
              <w:t>–</w:t>
            </w:r>
            <w:r w:rsidR="00871450">
              <w:t>Probable future economic benefits owned by the business as a result of past transactions</w:t>
            </w:r>
            <w:r w:rsidRPr="000C0DF1">
              <w:t>.</w:t>
            </w:r>
          </w:p>
        </w:tc>
        <w:tc>
          <w:tcPr>
            <w:tcW w:w="2862" w:type="dxa"/>
            <w:tcBorders>
              <w:left w:val="single" w:sz="4" w:space="0" w:color="auto"/>
            </w:tcBorders>
          </w:tcPr>
          <w:p w14:paraId="4DF80417" w14:textId="77777777" w:rsidR="000C0DF1" w:rsidRPr="000C0DF1" w:rsidRDefault="000C0DF1" w:rsidP="000C0DF1">
            <w:pPr>
              <w:pStyle w:val="TableBody"/>
              <w:rPr>
                <w:i/>
              </w:rPr>
            </w:pPr>
          </w:p>
          <w:p w14:paraId="3EC1D04E" w14:textId="77777777" w:rsidR="000C0DF1" w:rsidRPr="000C0DF1" w:rsidRDefault="000C0DF1" w:rsidP="004D32D0">
            <w:pPr>
              <w:pStyle w:val="TableBody"/>
              <w:rPr>
                <w:i/>
              </w:rPr>
            </w:pPr>
          </w:p>
        </w:tc>
      </w:tr>
      <w:tr w:rsidR="000C0DF1" w14:paraId="312B35DA" w14:textId="77777777">
        <w:tc>
          <w:tcPr>
            <w:tcW w:w="6498" w:type="dxa"/>
            <w:tcBorders>
              <w:right w:val="single" w:sz="4" w:space="0" w:color="auto"/>
            </w:tcBorders>
          </w:tcPr>
          <w:p w14:paraId="234A4CA0" w14:textId="77777777" w:rsidR="000C0DF1" w:rsidRPr="00521317" w:rsidRDefault="000C0DF1" w:rsidP="000600D8">
            <w:pPr>
              <w:pStyle w:val="TableBody"/>
              <w:ind w:left="864"/>
            </w:pPr>
            <w:r w:rsidRPr="00521317">
              <w:t>2.</w:t>
            </w:r>
            <w:r w:rsidRPr="00521317">
              <w:tab/>
            </w:r>
            <w:r w:rsidRPr="009F5E16">
              <w:rPr>
                <w:b/>
              </w:rPr>
              <w:t>Liabilities</w:t>
            </w:r>
            <w:r w:rsidR="000600D8">
              <w:t>––</w:t>
            </w:r>
            <w:r w:rsidR="00871450">
              <w:t>Probabl</w:t>
            </w:r>
            <w:r w:rsidR="005E59B2">
              <w:t>e</w:t>
            </w:r>
            <w:r w:rsidR="00871450">
              <w:t xml:space="preserve"> debts or obligations of the entity that result from past transactions, which will be fulfilled by providing assets or services. </w:t>
            </w:r>
          </w:p>
        </w:tc>
        <w:tc>
          <w:tcPr>
            <w:tcW w:w="2862" w:type="dxa"/>
            <w:tcBorders>
              <w:left w:val="single" w:sz="4" w:space="0" w:color="auto"/>
            </w:tcBorders>
          </w:tcPr>
          <w:p w14:paraId="746A682B" w14:textId="77777777" w:rsidR="000C0DF1" w:rsidRPr="000C0DF1" w:rsidRDefault="000C0DF1" w:rsidP="004D32D0">
            <w:pPr>
              <w:pStyle w:val="TableBody"/>
              <w:rPr>
                <w:i/>
              </w:rPr>
            </w:pPr>
          </w:p>
        </w:tc>
      </w:tr>
      <w:tr w:rsidR="000C0DF1" w14:paraId="4BDB6DC1" w14:textId="77777777">
        <w:tc>
          <w:tcPr>
            <w:tcW w:w="6498" w:type="dxa"/>
            <w:tcBorders>
              <w:right w:val="single" w:sz="4" w:space="0" w:color="auto"/>
            </w:tcBorders>
          </w:tcPr>
          <w:p w14:paraId="61BDCC54" w14:textId="77777777" w:rsidR="000C0DF1" w:rsidRPr="00521317" w:rsidRDefault="000C0DF1" w:rsidP="000600D8">
            <w:pPr>
              <w:pStyle w:val="TableBody"/>
              <w:ind w:left="1152" w:hanging="288"/>
            </w:pPr>
            <w:r w:rsidRPr="00521317">
              <w:t>3.</w:t>
            </w:r>
            <w:r w:rsidRPr="00521317">
              <w:tab/>
            </w:r>
            <w:r w:rsidR="009F5E16">
              <w:rPr>
                <w:b/>
              </w:rPr>
              <w:t>Stockholders’ e</w:t>
            </w:r>
            <w:r w:rsidRPr="009F5E16">
              <w:rPr>
                <w:b/>
              </w:rPr>
              <w:t>quity</w:t>
            </w:r>
            <w:r w:rsidR="000600D8">
              <w:t>––</w:t>
            </w:r>
            <w:r w:rsidR="00153CCD">
              <w:t xml:space="preserve">The financing provided by the owners and the operations of the business. </w:t>
            </w:r>
          </w:p>
        </w:tc>
        <w:tc>
          <w:tcPr>
            <w:tcW w:w="2862" w:type="dxa"/>
            <w:tcBorders>
              <w:left w:val="single" w:sz="4" w:space="0" w:color="auto"/>
            </w:tcBorders>
          </w:tcPr>
          <w:p w14:paraId="49548E14" w14:textId="77777777" w:rsidR="000C0DF1" w:rsidRPr="000C0DF1" w:rsidRDefault="000C0DF1" w:rsidP="004D32D0">
            <w:pPr>
              <w:pStyle w:val="TableBody"/>
              <w:rPr>
                <w:i/>
              </w:rPr>
            </w:pPr>
          </w:p>
        </w:tc>
      </w:tr>
      <w:tr w:rsidR="00E45E5E" w14:paraId="5C26DB7A" w14:textId="77777777">
        <w:tc>
          <w:tcPr>
            <w:tcW w:w="6498" w:type="dxa"/>
            <w:tcBorders>
              <w:right w:val="single" w:sz="4" w:space="0" w:color="auto"/>
            </w:tcBorders>
          </w:tcPr>
          <w:p w14:paraId="3C0E72CF" w14:textId="77777777" w:rsidR="00E45E5E" w:rsidRPr="00521317" w:rsidRDefault="000600D8" w:rsidP="000600D8">
            <w:pPr>
              <w:pStyle w:val="TableBody"/>
              <w:ind w:left="1152" w:hanging="288"/>
            </w:pPr>
            <w:r>
              <w:t>4</w:t>
            </w:r>
            <w:r w:rsidR="00E45E5E" w:rsidRPr="00521317">
              <w:t>.</w:t>
            </w:r>
            <w:r w:rsidR="00E45E5E" w:rsidRPr="00521317">
              <w:tab/>
            </w:r>
            <w:r w:rsidR="00E45E5E">
              <w:t>Key activity for any start-up company is to obtain financing.</w:t>
            </w:r>
          </w:p>
        </w:tc>
        <w:tc>
          <w:tcPr>
            <w:tcW w:w="2862" w:type="dxa"/>
            <w:tcBorders>
              <w:left w:val="single" w:sz="4" w:space="0" w:color="auto"/>
            </w:tcBorders>
          </w:tcPr>
          <w:p w14:paraId="1157460B" w14:textId="77777777" w:rsidR="00E45E5E" w:rsidRDefault="00153CCD" w:rsidP="000C0DF1">
            <w:pPr>
              <w:pStyle w:val="TableBody"/>
            </w:pPr>
            <w:r>
              <w:t>Illustrated in Exhibit 2.1</w:t>
            </w:r>
          </w:p>
        </w:tc>
      </w:tr>
      <w:tr w:rsidR="00E45E5E" w14:paraId="74184F19" w14:textId="77777777">
        <w:tc>
          <w:tcPr>
            <w:tcW w:w="6498" w:type="dxa"/>
            <w:tcBorders>
              <w:right w:val="single" w:sz="4" w:space="0" w:color="auto"/>
            </w:tcBorders>
          </w:tcPr>
          <w:p w14:paraId="59BEBC19" w14:textId="77777777" w:rsidR="00E45E5E" w:rsidRPr="00521317" w:rsidRDefault="00431385" w:rsidP="00A6534F">
            <w:pPr>
              <w:pStyle w:val="TableBody"/>
              <w:ind w:left="1440" w:hanging="288"/>
            </w:pPr>
            <w:r>
              <w:t>a.</w:t>
            </w:r>
            <w:r>
              <w:tab/>
              <w:t>Equity financing</w:t>
            </w:r>
            <w:r w:rsidR="00941279">
              <w:t>––</w:t>
            </w:r>
            <w:r w:rsidR="00153CCD">
              <w:t>Financing a business through owners’ contributions and reinvestments of profit</w:t>
            </w:r>
            <w:r>
              <w:t>.</w:t>
            </w:r>
          </w:p>
        </w:tc>
        <w:tc>
          <w:tcPr>
            <w:tcW w:w="2862" w:type="dxa"/>
            <w:tcBorders>
              <w:left w:val="single" w:sz="4" w:space="0" w:color="auto"/>
            </w:tcBorders>
          </w:tcPr>
          <w:p w14:paraId="0542F0B0" w14:textId="77777777" w:rsidR="00E45E5E" w:rsidRDefault="00E45E5E" w:rsidP="000C0DF1">
            <w:pPr>
              <w:pStyle w:val="TableBody"/>
            </w:pPr>
          </w:p>
        </w:tc>
      </w:tr>
      <w:tr w:rsidR="00E45E5E" w14:paraId="1A35FC0C" w14:textId="77777777">
        <w:tc>
          <w:tcPr>
            <w:tcW w:w="6498" w:type="dxa"/>
            <w:tcBorders>
              <w:right w:val="single" w:sz="4" w:space="0" w:color="auto"/>
            </w:tcBorders>
          </w:tcPr>
          <w:p w14:paraId="639F7701" w14:textId="77777777" w:rsidR="00E45E5E" w:rsidRPr="00521317" w:rsidRDefault="00431385" w:rsidP="00A6534F">
            <w:pPr>
              <w:pStyle w:val="TableBody"/>
              <w:ind w:left="1440" w:hanging="288"/>
            </w:pPr>
            <w:r>
              <w:t xml:space="preserve">b. </w:t>
            </w:r>
            <w:r>
              <w:tab/>
              <w:t>Debt financing</w:t>
            </w:r>
            <w:r w:rsidR="00941279">
              <w:t>––</w:t>
            </w:r>
            <w:r w:rsidR="00153CCD">
              <w:t>Financing a business through loans and other amounts that must be repaid</w:t>
            </w:r>
            <w:r>
              <w:t>.</w:t>
            </w:r>
          </w:p>
        </w:tc>
        <w:tc>
          <w:tcPr>
            <w:tcW w:w="2862" w:type="dxa"/>
            <w:tcBorders>
              <w:left w:val="single" w:sz="4" w:space="0" w:color="auto"/>
            </w:tcBorders>
          </w:tcPr>
          <w:p w14:paraId="77A54431" w14:textId="77777777" w:rsidR="00E45E5E" w:rsidRDefault="00E45E5E" w:rsidP="000C0DF1">
            <w:pPr>
              <w:pStyle w:val="TableBody"/>
            </w:pPr>
          </w:p>
        </w:tc>
      </w:tr>
      <w:tr w:rsidR="00153CCD" w14:paraId="217D5837" w14:textId="77777777">
        <w:tc>
          <w:tcPr>
            <w:tcW w:w="6498" w:type="dxa"/>
            <w:tcBorders>
              <w:right w:val="single" w:sz="4" w:space="0" w:color="auto"/>
            </w:tcBorders>
          </w:tcPr>
          <w:p w14:paraId="24130FBC" w14:textId="77777777" w:rsidR="00153CCD" w:rsidRDefault="00153CCD" w:rsidP="00A6534F">
            <w:pPr>
              <w:pStyle w:val="TableBody"/>
              <w:ind w:left="1440" w:hanging="288"/>
            </w:pPr>
            <w:r>
              <w:t>c.</w:t>
            </w:r>
            <w:r>
              <w:tab/>
              <w:t>A business is obligated to repay debt financing, but it is not obligated to repay its equity financing.</w:t>
            </w:r>
          </w:p>
        </w:tc>
        <w:tc>
          <w:tcPr>
            <w:tcW w:w="2862" w:type="dxa"/>
            <w:tcBorders>
              <w:left w:val="single" w:sz="4" w:space="0" w:color="auto"/>
            </w:tcBorders>
          </w:tcPr>
          <w:p w14:paraId="0A4F5BB1" w14:textId="77777777" w:rsidR="00153CCD" w:rsidRDefault="00153CCD" w:rsidP="000C0DF1">
            <w:pPr>
              <w:pStyle w:val="TableBody"/>
            </w:pPr>
          </w:p>
        </w:tc>
      </w:tr>
      <w:tr w:rsidR="00E45E5E" w14:paraId="55E8A941" w14:textId="77777777">
        <w:tc>
          <w:tcPr>
            <w:tcW w:w="6498" w:type="dxa"/>
            <w:tcBorders>
              <w:right w:val="single" w:sz="4" w:space="0" w:color="auto"/>
            </w:tcBorders>
          </w:tcPr>
          <w:p w14:paraId="60ADF152" w14:textId="77777777" w:rsidR="00E45E5E" w:rsidRPr="00521317" w:rsidRDefault="000600D8" w:rsidP="00066CBC">
            <w:pPr>
              <w:pStyle w:val="TableBody"/>
              <w:ind w:left="1152" w:hanging="288"/>
            </w:pPr>
            <w:r>
              <w:t>5</w:t>
            </w:r>
            <w:r w:rsidR="00D77156">
              <w:t>.</w:t>
            </w:r>
            <w:r w:rsidR="00D77156">
              <w:tab/>
              <w:t>After obtaining initial financing, company will start investing in assets that will be used when business opens.</w:t>
            </w:r>
          </w:p>
        </w:tc>
        <w:tc>
          <w:tcPr>
            <w:tcW w:w="2862" w:type="dxa"/>
            <w:tcBorders>
              <w:left w:val="single" w:sz="4" w:space="0" w:color="auto"/>
            </w:tcBorders>
          </w:tcPr>
          <w:p w14:paraId="0C0FD19A" w14:textId="77777777" w:rsidR="00E45E5E" w:rsidRDefault="00153CCD" w:rsidP="000C0DF1">
            <w:pPr>
              <w:pStyle w:val="TableBody"/>
            </w:pPr>
            <w:r>
              <w:t>Illustrated in Exhibit 2.2</w:t>
            </w:r>
          </w:p>
        </w:tc>
      </w:tr>
      <w:tr w:rsidR="00D77156" w14:paraId="2A467380" w14:textId="77777777">
        <w:tc>
          <w:tcPr>
            <w:tcW w:w="6498" w:type="dxa"/>
            <w:tcBorders>
              <w:right w:val="single" w:sz="4" w:space="0" w:color="auto"/>
            </w:tcBorders>
          </w:tcPr>
          <w:p w14:paraId="59B2182D" w14:textId="77777777" w:rsidR="00D77156" w:rsidRDefault="000600D8" w:rsidP="00D801E4">
            <w:pPr>
              <w:pStyle w:val="TableBody"/>
              <w:ind w:left="1152" w:hanging="288"/>
            </w:pPr>
            <w:r>
              <w:t>6</w:t>
            </w:r>
            <w:r w:rsidR="00D77156">
              <w:t>.</w:t>
            </w:r>
            <w:r w:rsidR="00D77156">
              <w:tab/>
              <w:t>Features</w:t>
            </w:r>
            <w:r w:rsidR="009F5E16">
              <w:t xml:space="preserve"> important for understanding how accounting works</w:t>
            </w:r>
            <w:r w:rsidR="00D801E4">
              <w:t>; a</w:t>
            </w:r>
            <w:r w:rsidR="009F5E16">
              <w:t xml:space="preserve"> company always:</w:t>
            </w:r>
          </w:p>
        </w:tc>
        <w:tc>
          <w:tcPr>
            <w:tcW w:w="2862" w:type="dxa"/>
            <w:tcBorders>
              <w:left w:val="single" w:sz="4" w:space="0" w:color="auto"/>
            </w:tcBorders>
          </w:tcPr>
          <w:p w14:paraId="20564FF7" w14:textId="77777777" w:rsidR="00D77156" w:rsidRDefault="00D77156" w:rsidP="000C0DF1">
            <w:pPr>
              <w:pStyle w:val="TableBody"/>
            </w:pPr>
          </w:p>
        </w:tc>
      </w:tr>
      <w:tr w:rsidR="009F5E16" w14:paraId="4B2C8FDA" w14:textId="77777777">
        <w:tc>
          <w:tcPr>
            <w:tcW w:w="6498" w:type="dxa"/>
            <w:tcBorders>
              <w:right w:val="single" w:sz="4" w:space="0" w:color="auto"/>
            </w:tcBorders>
          </w:tcPr>
          <w:p w14:paraId="6BC9B4E3" w14:textId="77777777" w:rsidR="009F5E16" w:rsidRPr="00521317" w:rsidRDefault="009F5E16" w:rsidP="009F5E16">
            <w:pPr>
              <w:pStyle w:val="TableBody"/>
              <w:ind w:left="1440" w:hanging="288"/>
            </w:pPr>
            <w:r>
              <w:t xml:space="preserve">a. </w:t>
            </w:r>
            <w:r>
              <w:tab/>
              <w:t>Documents its activities.</w:t>
            </w:r>
          </w:p>
        </w:tc>
        <w:tc>
          <w:tcPr>
            <w:tcW w:w="2862" w:type="dxa"/>
            <w:tcBorders>
              <w:left w:val="single" w:sz="4" w:space="0" w:color="auto"/>
            </w:tcBorders>
          </w:tcPr>
          <w:p w14:paraId="342D5BEE" w14:textId="77777777" w:rsidR="009F5E16" w:rsidRDefault="009F5E16" w:rsidP="000C0DF1">
            <w:pPr>
              <w:pStyle w:val="TableBody"/>
            </w:pPr>
          </w:p>
        </w:tc>
      </w:tr>
      <w:tr w:rsidR="009F5E16" w14:paraId="0DE0DAC8" w14:textId="77777777">
        <w:tc>
          <w:tcPr>
            <w:tcW w:w="6498" w:type="dxa"/>
            <w:tcBorders>
              <w:right w:val="single" w:sz="4" w:space="0" w:color="auto"/>
            </w:tcBorders>
          </w:tcPr>
          <w:p w14:paraId="07978899" w14:textId="77777777" w:rsidR="009F5E16" w:rsidRPr="00521317" w:rsidRDefault="009F5E16" w:rsidP="00C973BF">
            <w:pPr>
              <w:pStyle w:val="TableBody"/>
              <w:ind w:left="1440" w:hanging="288"/>
            </w:pPr>
            <w:r>
              <w:t xml:space="preserve">b. </w:t>
            </w:r>
            <w:r>
              <w:tab/>
              <w:t xml:space="preserve">Receives something and gives something </w:t>
            </w:r>
            <w:r w:rsidR="00C973BF">
              <w:t>(b</w:t>
            </w:r>
            <w:r>
              <w:t>asic feature of all business activities</w:t>
            </w:r>
            <w:r w:rsidR="00C973BF">
              <w:t>)</w:t>
            </w:r>
            <w:r>
              <w:t>.</w:t>
            </w:r>
          </w:p>
        </w:tc>
        <w:tc>
          <w:tcPr>
            <w:tcW w:w="2862" w:type="dxa"/>
            <w:tcBorders>
              <w:left w:val="single" w:sz="4" w:space="0" w:color="auto"/>
            </w:tcBorders>
          </w:tcPr>
          <w:p w14:paraId="5B60065C" w14:textId="77777777" w:rsidR="009F5E16" w:rsidRDefault="009F5E16" w:rsidP="000C0DF1">
            <w:pPr>
              <w:pStyle w:val="TableBody"/>
            </w:pPr>
          </w:p>
        </w:tc>
      </w:tr>
      <w:tr w:rsidR="009F5E16" w14:paraId="002273AA" w14:textId="77777777">
        <w:tc>
          <w:tcPr>
            <w:tcW w:w="6498" w:type="dxa"/>
            <w:tcBorders>
              <w:right w:val="single" w:sz="4" w:space="0" w:color="auto"/>
            </w:tcBorders>
          </w:tcPr>
          <w:p w14:paraId="0635D897" w14:textId="77777777" w:rsidR="009F5E16" w:rsidRPr="00521317" w:rsidRDefault="009F5E16" w:rsidP="00D801E4">
            <w:pPr>
              <w:pStyle w:val="TableBody"/>
              <w:ind w:left="1440" w:hanging="288"/>
            </w:pPr>
            <w:r>
              <w:t xml:space="preserve">c. </w:t>
            </w:r>
            <w:r>
              <w:tab/>
            </w:r>
            <w:r w:rsidR="00D801E4">
              <w:t>Determines a d</w:t>
            </w:r>
            <w:r>
              <w:t>ollar amount for each exchange based on value of items given and exchanged.</w:t>
            </w:r>
          </w:p>
        </w:tc>
        <w:tc>
          <w:tcPr>
            <w:tcW w:w="2862" w:type="dxa"/>
            <w:tcBorders>
              <w:left w:val="single" w:sz="4" w:space="0" w:color="auto"/>
            </w:tcBorders>
          </w:tcPr>
          <w:p w14:paraId="5AC2D998" w14:textId="77777777" w:rsidR="009F5E16" w:rsidRDefault="009F5E16" w:rsidP="000C0DF1">
            <w:pPr>
              <w:pStyle w:val="TableBody"/>
            </w:pPr>
          </w:p>
        </w:tc>
      </w:tr>
      <w:tr w:rsidR="009F5E16" w14:paraId="5BE849CA" w14:textId="77777777">
        <w:tc>
          <w:tcPr>
            <w:tcW w:w="6498" w:type="dxa"/>
            <w:tcBorders>
              <w:right w:val="single" w:sz="4" w:space="0" w:color="auto"/>
            </w:tcBorders>
          </w:tcPr>
          <w:p w14:paraId="44BBF342" w14:textId="77777777" w:rsidR="009F5E16" w:rsidRPr="00521317" w:rsidRDefault="00A11D7E" w:rsidP="00A11D7E">
            <w:pPr>
              <w:pStyle w:val="TableBody"/>
              <w:ind w:left="1728" w:hanging="288"/>
            </w:pPr>
            <w:r>
              <w:t>i.</w:t>
            </w:r>
            <w:r>
              <w:tab/>
            </w:r>
            <w:r w:rsidR="009F5E16">
              <w:t>Exchange is either to earn a profit immediately or obtain resources that will allow it to earn a profit later</w:t>
            </w:r>
            <w:r w:rsidR="00D801E4">
              <w:t>.</w:t>
            </w:r>
            <w:r w:rsidR="009F5E16">
              <w:t xml:space="preserve"> </w:t>
            </w:r>
          </w:p>
        </w:tc>
        <w:tc>
          <w:tcPr>
            <w:tcW w:w="2862" w:type="dxa"/>
            <w:tcBorders>
              <w:left w:val="single" w:sz="4" w:space="0" w:color="auto"/>
            </w:tcBorders>
          </w:tcPr>
          <w:p w14:paraId="79701526" w14:textId="77777777" w:rsidR="009F5E16" w:rsidRPr="009F5E16" w:rsidRDefault="009F5E16" w:rsidP="00D801E4">
            <w:pPr>
              <w:pStyle w:val="TableBody"/>
              <w:rPr>
                <w:i/>
              </w:rPr>
            </w:pPr>
            <w:r>
              <w:rPr>
                <w:i/>
              </w:rPr>
              <w:t>F</w:t>
            </w:r>
            <w:r w:rsidRPr="009F5E16">
              <w:rPr>
                <w:i/>
              </w:rPr>
              <w:t xml:space="preserve">undamental idea of business </w:t>
            </w:r>
            <w:r w:rsidR="00D801E4">
              <w:rPr>
                <w:i/>
              </w:rPr>
              <w:t xml:space="preserve">is </w:t>
            </w:r>
            <w:r w:rsidRPr="009F5E16">
              <w:rPr>
                <w:i/>
              </w:rPr>
              <w:t>to create value through exchange</w:t>
            </w:r>
            <w:r>
              <w:rPr>
                <w:i/>
              </w:rPr>
              <w:t>.</w:t>
            </w:r>
          </w:p>
        </w:tc>
      </w:tr>
      <w:tr w:rsidR="009F5E16" w14:paraId="0F8BE1DA" w14:textId="77777777">
        <w:tc>
          <w:tcPr>
            <w:tcW w:w="6498" w:type="dxa"/>
            <w:tcBorders>
              <w:right w:val="single" w:sz="4" w:space="0" w:color="auto"/>
            </w:tcBorders>
          </w:tcPr>
          <w:p w14:paraId="7963B54D" w14:textId="77777777" w:rsidR="009F5E16" w:rsidRPr="00521317" w:rsidRDefault="00A11D7E" w:rsidP="00A11D7E">
            <w:pPr>
              <w:pStyle w:val="TableBody"/>
              <w:ind w:left="1728" w:hanging="288"/>
            </w:pPr>
            <w:r>
              <w:t>ii.</w:t>
            </w:r>
            <w:r>
              <w:tab/>
            </w:r>
            <w:r w:rsidR="009F5E16" w:rsidRPr="00521317">
              <w:t>A</w:t>
            </w:r>
            <w:r w:rsidR="009F5E16">
              <w:t>ny exchange that affects company’s assets, liabilities, or stockholders’ equity must be captured in and reported by the accounting system</w:t>
            </w:r>
            <w:r w:rsidR="009F5E16" w:rsidRPr="00521317">
              <w:t>.</w:t>
            </w:r>
          </w:p>
        </w:tc>
        <w:tc>
          <w:tcPr>
            <w:tcW w:w="2862" w:type="dxa"/>
            <w:tcBorders>
              <w:left w:val="single" w:sz="4" w:space="0" w:color="auto"/>
            </w:tcBorders>
          </w:tcPr>
          <w:p w14:paraId="012F52E6" w14:textId="77777777" w:rsidR="009F5E16" w:rsidRDefault="009F5E16" w:rsidP="000C0DF1">
            <w:pPr>
              <w:pStyle w:val="TableBody"/>
            </w:pPr>
          </w:p>
        </w:tc>
      </w:tr>
      <w:tr w:rsidR="009F5E16" w14:paraId="06584D00" w14:textId="77777777">
        <w:tc>
          <w:tcPr>
            <w:tcW w:w="6498" w:type="dxa"/>
            <w:tcBorders>
              <w:right w:val="single" w:sz="4" w:space="0" w:color="auto"/>
            </w:tcBorders>
          </w:tcPr>
          <w:p w14:paraId="046426B1" w14:textId="77777777" w:rsidR="009F5E16" w:rsidRPr="00521317" w:rsidRDefault="00A11D7E" w:rsidP="00A11D7E">
            <w:pPr>
              <w:pStyle w:val="TableBody"/>
              <w:ind w:left="1728" w:hanging="288"/>
            </w:pPr>
            <w:r>
              <w:t>iii.</w:t>
            </w:r>
            <w:r>
              <w:tab/>
            </w:r>
            <w:r w:rsidR="009F5E16" w:rsidRPr="00521317">
              <w:t>A</w:t>
            </w:r>
            <w:r w:rsidR="009F5E16">
              <w:t xml:space="preserve"> dollar amount is determined for each exchange based on the value (cost) of items given and received. </w:t>
            </w:r>
          </w:p>
        </w:tc>
        <w:tc>
          <w:tcPr>
            <w:tcW w:w="2862" w:type="dxa"/>
            <w:tcBorders>
              <w:left w:val="single" w:sz="4" w:space="0" w:color="auto"/>
            </w:tcBorders>
          </w:tcPr>
          <w:p w14:paraId="112CFFA6" w14:textId="77777777" w:rsidR="009F5E16" w:rsidRDefault="009F5E16" w:rsidP="000C0DF1">
            <w:pPr>
              <w:pStyle w:val="TableBody"/>
            </w:pPr>
          </w:p>
        </w:tc>
      </w:tr>
      <w:tr w:rsidR="00153CCD" w14:paraId="796D71A0" w14:textId="77777777">
        <w:tc>
          <w:tcPr>
            <w:tcW w:w="6498" w:type="dxa"/>
            <w:tcBorders>
              <w:right w:val="single" w:sz="4" w:space="0" w:color="auto"/>
            </w:tcBorders>
          </w:tcPr>
          <w:p w14:paraId="048EB1FD" w14:textId="77777777" w:rsidR="00153CCD" w:rsidRDefault="00153CCD" w:rsidP="00A11D7E">
            <w:pPr>
              <w:pStyle w:val="TableBody"/>
              <w:ind w:left="1728" w:hanging="288"/>
            </w:pPr>
            <w:r>
              <w:t>iv.</w:t>
            </w:r>
            <w:r>
              <w:tab/>
              <w:t>Because the accounting system captures both what is received and what is given, it is often referred to as a “double-entry” system.</w:t>
            </w:r>
          </w:p>
        </w:tc>
        <w:tc>
          <w:tcPr>
            <w:tcW w:w="2862" w:type="dxa"/>
            <w:tcBorders>
              <w:left w:val="single" w:sz="4" w:space="0" w:color="auto"/>
            </w:tcBorders>
          </w:tcPr>
          <w:p w14:paraId="714EDC7C" w14:textId="77777777" w:rsidR="00153CCD" w:rsidRDefault="00153CCD" w:rsidP="000C0DF1">
            <w:pPr>
              <w:pStyle w:val="TableBody"/>
            </w:pPr>
          </w:p>
        </w:tc>
      </w:tr>
      <w:tr w:rsidR="009F5E16" w14:paraId="7FCFEE5A" w14:textId="77777777">
        <w:tc>
          <w:tcPr>
            <w:tcW w:w="6498" w:type="dxa"/>
            <w:tcBorders>
              <w:right w:val="single" w:sz="4" w:space="0" w:color="auto"/>
            </w:tcBorders>
          </w:tcPr>
          <w:p w14:paraId="76ACF0FF" w14:textId="77777777" w:rsidR="009F5E16" w:rsidRPr="00521317" w:rsidRDefault="00A11D7E" w:rsidP="007933F4">
            <w:pPr>
              <w:pStyle w:val="TableBody"/>
              <w:ind w:left="1728" w:hanging="288"/>
            </w:pPr>
            <w:r w:rsidRPr="00A11D7E">
              <w:t>v.</w:t>
            </w:r>
            <w:r w:rsidRPr="00A11D7E">
              <w:tab/>
            </w:r>
            <w:r w:rsidR="009F5E16" w:rsidRPr="00A11D7E">
              <w:rPr>
                <w:b/>
              </w:rPr>
              <w:t>Cost principle</w:t>
            </w:r>
            <w:r w:rsidR="00D801E4">
              <w:t>–</w:t>
            </w:r>
            <w:r w:rsidR="007933F4">
              <w:t>–</w:t>
            </w:r>
            <w:r w:rsidR="00153CCD">
              <w:t xml:space="preserve">Requires </w:t>
            </w:r>
            <w:r w:rsidR="009F5E16" w:rsidRPr="009F5E16">
              <w:t xml:space="preserve">assets </w:t>
            </w:r>
            <w:r w:rsidR="00153CCD">
              <w:t xml:space="preserve">to be initially recorded at the historical cash-equivalent cost, which is the amount paid or payable on the date of the transaction. </w:t>
            </w:r>
          </w:p>
        </w:tc>
        <w:tc>
          <w:tcPr>
            <w:tcW w:w="2862" w:type="dxa"/>
            <w:tcBorders>
              <w:left w:val="single" w:sz="4" w:space="0" w:color="auto"/>
            </w:tcBorders>
          </w:tcPr>
          <w:p w14:paraId="63A659CD" w14:textId="77777777" w:rsidR="009F5E16" w:rsidRDefault="009F5E16" w:rsidP="000C0DF1">
            <w:pPr>
              <w:pStyle w:val="TableBody"/>
            </w:pPr>
          </w:p>
        </w:tc>
      </w:tr>
    </w:tbl>
    <w:p w14:paraId="66F7ED93" w14:textId="77777777" w:rsidR="00153CCD" w:rsidRDefault="00153CCD">
      <w:r>
        <w:br w:type="page"/>
      </w:r>
    </w:p>
    <w:tbl>
      <w:tblPr>
        <w:tblW w:w="0" w:type="auto"/>
        <w:tblLayout w:type="fixed"/>
        <w:tblLook w:val="01E0" w:firstRow="1" w:lastRow="1" w:firstColumn="1" w:lastColumn="1" w:noHBand="0" w:noVBand="0"/>
      </w:tblPr>
      <w:tblGrid>
        <w:gridCol w:w="6498"/>
        <w:gridCol w:w="2862"/>
      </w:tblGrid>
      <w:tr w:rsidR="00153CCD" w:rsidRPr="001433F7" w14:paraId="20306BB3" w14:textId="77777777" w:rsidTr="003432B5">
        <w:tc>
          <w:tcPr>
            <w:tcW w:w="6498" w:type="dxa"/>
            <w:tcBorders>
              <w:right w:val="single" w:sz="4" w:space="0" w:color="auto"/>
            </w:tcBorders>
          </w:tcPr>
          <w:p w14:paraId="50621C68" w14:textId="77777777" w:rsidR="00153CCD" w:rsidRPr="001433F7" w:rsidRDefault="00153CCD" w:rsidP="003432B5">
            <w:pPr>
              <w:pStyle w:val="Heading1"/>
            </w:pPr>
            <w:r>
              <w:lastRenderedPageBreak/>
              <w:br w:type="page"/>
            </w:r>
            <w:r w:rsidRPr="001433F7">
              <w:br w:type="page"/>
            </w:r>
            <w:r w:rsidRPr="001433F7">
              <w:br w:type="page"/>
            </w:r>
            <w:r w:rsidRPr="001433F7">
              <w:br w:type="page"/>
              <w:t>Chapter Outline</w:t>
            </w:r>
          </w:p>
        </w:tc>
        <w:tc>
          <w:tcPr>
            <w:tcW w:w="2862" w:type="dxa"/>
            <w:tcBorders>
              <w:left w:val="single" w:sz="4" w:space="0" w:color="auto"/>
            </w:tcBorders>
          </w:tcPr>
          <w:p w14:paraId="5EE8B339" w14:textId="77777777" w:rsidR="00153CCD" w:rsidRPr="001433F7" w:rsidRDefault="00153CCD" w:rsidP="003432B5">
            <w:pPr>
              <w:pStyle w:val="Heading1"/>
            </w:pPr>
            <w:r w:rsidRPr="001433F7">
              <w:t>Teaching Notes</w:t>
            </w:r>
          </w:p>
        </w:tc>
      </w:tr>
      <w:tr w:rsidR="009F5E16" w14:paraId="062155D2" w14:textId="77777777">
        <w:tc>
          <w:tcPr>
            <w:tcW w:w="6498" w:type="dxa"/>
            <w:tcBorders>
              <w:right w:val="single" w:sz="4" w:space="0" w:color="auto"/>
            </w:tcBorders>
          </w:tcPr>
          <w:p w14:paraId="7CA06B45" w14:textId="77777777" w:rsidR="009F5E16" w:rsidRDefault="000600D8" w:rsidP="009F5E16">
            <w:pPr>
              <w:pStyle w:val="TableBody"/>
              <w:ind w:left="1152" w:hanging="288"/>
            </w:pPr>
            <w:r>
              <w:t>7</w:t>
            </w:r>
            <w:r w:rsidR="009F5E16">
              <w:t>.</w:t>
            </w:r>
            <w:r w:rsidR="009F5E16">
              <w:tab/>
              <w:t>Accounting for business activities:</w:t>
            </w:r>
          </w:p>
        </w:tc>
        <w:tc>
          <w:tcPr>
            <w:tcW w:w="2862" w:type="dxa"/>
            <w:tcBorders>
              <w:left w:val="single" w:sz="4" w:space="0" w:color="auto"/>
            </w:tcBorders>
          </w:tcPr>
          <w:p w14:paraId="31402D94" w14:textId="77777777" w:rsidR="009F5E16" w:rsidRDefault="009F5E16" w:rsidP="009F5E16">
            <w:pPr>
              <w:pStyle w:val="TableBody"/>
            </w:pPr>
            <w:r>
              <w:t>Illustrated in Exhibit 2.3</w:t>
            </w:r>
          </w:p>
        </w:tc>
      </w:tr>
      <w:tr w:rsidR="009F5E16" w14:paraId="1121196F" w14:textId="77777777">
        <w:tc>
          <w:tcPr>
            <w:tcW w:w="6498" w:type="dxa"/>
            <w:tcBorders>
              <w:right w:val="single" w:sz="4" w:space="0" w:color="auto"/>
            </w:tcBorders>
          </w:tcPr>
          <w:p w14:paraId="47E5FE9A" w14:textId="77777777" w:rsidR="009F5E16" w:rsidRPr="00521317" w:rsidRDefault="009F5E16" w:rsidP="005742F3">
            <w:pPr>
              <w:pStyle w:val="TableBody"/>
              <w:ind w:left="1440" w:hanging="288"/>
            </w:pPr>
            <w:r>
              <w:t xml:space="preserve">a. </w:t>
            </w:r>
            <w:r>
              <w:tab/>
            </w:r>
            <w:r w:rsidRPr="001433F7">
              <w:t>Picture the documented activity.</w:t>
            </w:r>
          </w:p>
        </w:tc>
        <w:tc>
          <w:tcPr>
            <w:tcW w:w="2862" w:type="dxa"/>
            <w:tcBorders>
              <w:left w:val="single" w:sz="4" w:space="0" w:color="auto"/>
            </w:tcBorders>
          </w:tcPr>
          <w:p w14:paraId="5D654551" w14:textId="77777777" w:rsidR="009F5E16" w:rsidRDefault="009F5E16" w:rsidP="000C0DF1">
            <w:pPr>
              <w:pStyle w:val="TableBody"/>
            </w:pPr>
          </w:p>
        </w:tc>
      </w:tr>
      <w:tr w:rsidR="009F5E16" w14:paraId="0F2BAA32" w14:textId="77777777">
        <w:tc>
          <w:tcPr>
            <w:tcW w:w="6498" w:type="dxa"/>
            <w:tcBorders>
              <w:right w:val="single" w:sz="4" w:space="0" w:color="auto"/>
            </w:tcBorders>
          </w:tcPr>
          <w:p w14:paraId="3DD9651B" w14:textId="77777777" w:rsidR="009F5E16" w:rsidRPr="00521317" w:rsidRDefault="001433F7" w:rsidP="001433F7">
            <w:pPr>
              <w:pStyle w:val="TableBody"/>
              <w:ind w:left="1440" w:hanging="288"/>
            </w:pPr>
            <w:r>
              <w:t>b</w:t>
            </w:r>
            <w:r w:rsidR="009F5E16">
              <w:t xml:space="preserve">. </w:t>
            </w:r>
            <w:r w:rsidR="009F5E16">
              <w:tab/>
            </w:r>
            <w:r w:rsidR="009F5E16" w:rsidRPr="001433F7">
              <w:t>Name what’s exchanged</w:t>
            </w:r>
            <w:r w:rsidR="00153CCD">
              <w:t>––</w:t>
            </w:r>
            <w:r w:rsidR="00153CCD" w:rsidRPr="001433F7">
              <w:t>Building on the last</w:t>
            </w:r>
            <w:r w:rsidR="00153CCD">
              <w:t xml:space="preserve"> </w:t>
            </w:r>
            <w:r w:rsidR="00153CCD" w:rsidRPr="001433F7">
              <w:t>step,</w:t>
            </w:r>
            <w:r w:rsidR="00153CCD">
              <w:t xml:space="preserve"> assign names to what your business has received and given.</w:t>
            </w:r>
          </w:p>
        </w:tc>
        <w:tc>
          <w:tcPr>
            <w:tcW w:w="2862" w:type="dxa"/>
            <w:tcBorders>
              <w:left w:val="single" w:sz="4" w:space="0" w:color="auto"/>
            </w:tcBorders>
          </w:tcPr>
          <w:p w14:paraId="580895F9" w14:textId="77777777" w:rsidR="00153CCD" w:rsidRDefault="00153CCD" w:rsidP="000C0DF1">
            <w:pPr>
              <w:pStyle w:val="TableBody"/>
              <w:rPr>
                <w:i/>
              </w:rPr>
            </w:pPr>
          </w:p>
          <w:p w14:paraId="5C6E5124" w14:textId="77777777" w:rsidR="009F5E16" w:rsidRPr="001433F7" w:rsidRDefault="001433F7" w:rsidP="000C0DF1">
            <w:pPr>
              <w:pStyle w:val="TableBody"/>
              <w:rPr>
                <w:i/>
              </w:rPr>
            </w:pPr>
            <w:r w:rsidRPr="001433F7">
              <w:rPr>
                <w:i/>
              </w:rPr>
              <w:t>Ultimate goal</w:t>
            </w:r>
            <w:r w:rsidR="00986D90">
              <w:t>––</w:t>
            </w:r>
            <w:r w:rsidRPr="001433F7">
              <w:rPr>
                <w:i/>
              </w:rPr>
              <w:t>capture</w:t>
            </w:r>
            <w:r w:rsidR="00153CCD" w:rsidRPr="001433F7">
              <w:rPr>
                <w:i/>
              </w:rPr>
              <w:t xml:space="preserve"> financial effects so that they</w:t>
            </w:r>
          </w:p>
        </w:tc>
      </w:tr>
      <w:tr w:rsidR="009F5E16" w14:paraId="2B2CFA87" w14:textId="77777777">
        <w:tc>
          <w:tcPr>
            <w:tcW w:w="6498" w:type="dxa"/>
            <w:tcBorders>
              <w:right w:val="single" w:sz="4" w:space="0" w:color="auto"/>
            </w:tcBorders>
          </w:tcPr>
          <w:p w14:paraId="192D0B05" w14:textId="77777777" w:rsidR="009F5E16" w:rsidRPr="00521317" w:rsidRDefault="001433F7" w:rsidP="00C973BF">
            <w:pPr>
              <w:pStyle w:val="TableBody"/>
              <w:ind w:left="1440" w:hanging="288"/>
            </w:pPr>
            <w:r>
              <w:t>c</w:t>
            </w:r>
            <w:r w:rsidR="009F5E16">
              <w:t xml:space="preserve">. </w:t>
            </w:r>
            <w:r w:rsidR="009F5E16">
              <w:tab/>
            </w:r>
            <w:r w:rsidR="009F5E16" w:rsidRPr="001433F7">
              <w:t>Analyze</w:t>
            </w:r>
            <w:r>
              <w:t xml:space="preserve"> the financial affects</w:t>
            </w:r>
            <w:r w:rsidR="00986D90">
              <w:t>––</w:t>
            </w:r>
            <w:r w:rsidR="009F5E16" w:rsidRPr="001433F7">
              <w:t>Building on the last</w:t>
            </w:r>
            <w:r>
              <w:t xml:space="preserve"> </w:t>
            </w:r>
            <w:r w:rsidR="009F5E16" w:rsidRPr="001433F7">
              <w:t>step, show how the costs cause elements</w:t>
            </w:r>
            <w:r>
              <w:t xml:space="preserve"> </w:t>
            </w:r>
            <w:r w:rsidR="009F5E16" w:rsidRPr="001433F7">
              <w:t>of the accounting equation to increase and/or</w:t>
            </w:r>
            <w:r>
              <w:t xml:space="preserve"> </w:t>
            </w:r>
            <w:r w:rsidR="009F5E16" w:rsidRPr="001433F7">
              <w:t>decrease.</w:t>
            </w:r>
          </w:p>
        </w:tc>
        <w:tc>
          <w:tcPr>
            <w:tcW w:w="2862" w:type="dxa"/>
            <w:tcBorders>
              <w:left w:val="single" w:sz="4" w:space="0" w:color="auto"/>
            </w:tcBorders>
          </w:tcPr>
          <w:p w14:paraId="700C83E6" w14:textId="77777777" w:rsidR="009F5E16" w:rsidRPr="001433F7" w:rsidRDefault="001433F7" w:rsidP="000C0DF1">
            <w:pPr>
              <w:pStyle w:val="TableBody"/>
              <w:rPr>
                <w:i/>
              </w:rPr>
            </w:pPr>
            <w:r w:rsidRPr="001433F7">
              <w:rPr>
                <w:i/>
              </w:rPr>
              <w:t>can be reported in financial statements</w:t>
            </w:r>
            <w:r w:rsidR="00153CCD">
              <w:rPr>
                <w:i/>
              </w:rPr>
              <w:t xml:space="preserve"> for use by decision makers.</w:t>
            </w:r>
          </w:p>
        </w:tc>
      </w:tr>
      <w:tr w:rsidR="001433F7" w14:paraId="1745E889" w14:textId="77777777">
        <w:tc>
          <w:tcPr>
            <w:tcW w:w="6498" w:type="dxa"/>
            <w:tcBorders>
              <w:right w:val="single" w:sz="4" w:space="0" w:color="auto"/>
            </w:tcBorders>
          </w:tcPr>
          <w:p w14:paraId="7793DD23" w14:textId="77777777" w:rsidR="001433F7" w:rsidRPr="00521317" w:rsidRDefault="000600D8" w:rsidP="000600D8">
            <w:pPr>
              <w:pStyle w:val="TableBody"/>
              <w:ind w:left="576"/>
            </w:pPr>
            <w:r>
              <w:t>B</w:t>
            </w:r>
            <w:r w:rsidR="001433F7" w:rsidRPr="00521317">
              <w:t>.</w:t>
            </w:r>
            <w:r w:rsidR="001433F7" w:rsidRPr="00521317">
              <w:tab/>
            </w:r>
            <w:r w:rsidR="001433F7">
              <w:t>Transactions and Other Activities</w:t>
            </w:r>
          </w:p>
        </w:tc>
        <w:tc>
          <w:tcPr>
            <w:tcW w:w="2862" w:type="dxa"/>
            <w:tcBorders>
              <w:left w:val="single" w:sz="4" w:space="0" w:color="auto"/>
            </w:tcBorders>
          </w:tcPr>
          <w:p w14:paraId="7E978E95" w14:textId="77777777" w:rsidR="001433F7" w:rsidRDefault="001433F7" w:rsidP="000C0DF1">
            <w:pPr>
              <w:pStyle w:val="TableBody"/>
            </w:pPr>
          </w:p>
        </w:tc>
      </w:tr>
      <w:tr w:rsidR="001433F7" w14:paraId="28CB1C70" w14:textId="77777777">
        <w:tc>
          <w:tcPr>
            <w:tcW w:w="6498" w:type="dxa"/>
            <w:tcBorders>
              <w:right w:val="single" w:sz="4" w:space="0" w:color="auto"/>
            </w:tcBorders>
          </w:tcPr>
          <w:p w14:paraId="6FF693BA" w14:textId="77777777" w:rsidR="001433F7" w:rsidRPr="00521317" w:rsidRDefault="001433F7" w:rsidP="007933F4">
            <w:pPr>
              <w:pStyle w:val="TableBody"/>
              <w:ind w:left="1152" w:hanging="288"/>
            </w:pPr>
            <w:r w:rsidRPr="00521317">
              <w:t>1.</w:t>
            </w:r>
            <w:r w:rsidRPr="00521317">
              <w:tab/>
            </w:r>
            <w:r w:rsidR="00D801E4">
              <w:rPr>
                <w:b/>
                <w:bCs/>
              </w:rPr>
              <w:t>Tr</w:t>
            </w:r>
            <w:r w:rsidRPr="00521317">
              <w:rPr>
                <w:b/>
                <w:bCs/>
              </w:rPr>
              <w:t>ansaction</w:t>
            </w:r>
            <w:r w:rsidR="007933F4">
              <w:t>–</w:t>
            </w:r>
            <w:r w:rsidR="00D801E4">
              <w:t>–</w:t>
            </w:r>
            <w:r w:rsidR="007933F4">
              <w:t xml:space="preserve">An event or activity that has </w:t>
            </w:r>
            <w:r w:rsidRPr="00521317">
              <w:t xml:space="preserve">a direct </w:t>
            </w:r>
            <w:r w:rsidR="00F53413">
              <w:t xml:space="preserve">economic effect </w:t>
            </w:r>
            <w:r w:rsidRPr="00521317">
              <w:t>on the assets, liabilities, or stockholders’ equity of a business.</w:t>
            </w:r>
          </w:p>
        </w:tc>
        <w:tc>
          <w:tcPr>
            <w:tcW w:w="2862" w:type="dxa"/>
            <w:tcBorders>
              <w:left w:val="single" w:sz="4" w:space="0" w:color="auto"/>
            </w:tcBorders>
          </w:tcPr>
          <w:p w14:paraId="618E3D1B" w14:textId="77777777" w:rsidR="001433F7" w:rsidRDefault="001433F7" w:rsidP="005742F3">
            <w:pPr>
              <w:pStyle w:val="TableBody"/>
            </w:pPr>
          </w:p>
        </w:tc>
      </w:tr>
      <w:tr w:rsidR="001433F7" w14:paraId="7F41DA26" w14:textId="77777777">
        <w:tc>
          <w:tcPr>
            <w:tcW w:w="6498" w:type="dxa"/>
            <w:tcBorders>
              <w:right w:val="single" w:sz="4" w:space="0" w:color="auto"/>
            </w:tcBorders>
          </w:tcPr>
          <w:p w14:paraId="130EB02F" w14:textId="77777777" w:rsidR="001433F7" w:rsidRPr="00521317" w:rsidRDefault="001433F7" w:rsidP="001433F7">
            <w:pPr>
              <w:pStyle w:val="TableBody"/>
              <w:ind w:left="1152" w:hanging="288"/>
            </w:pPr>
            <w:r>
              <w:t>2</w:t>
            </w:r>
            <w:r w:rsidRPr="00521317">
              <w:t>.</w:t>
            </w:r>
            <w:r w:rsidRPr="00521317">
              <w:tab/>
            </w:r>
            <w:r>
              <w:t>Transactions include t</w:t>
            </w:r>
            <w:r w:rsidRPr="00521317">
              <w:t>wo types of events</w:t>
            </w:r>
            <w:r>
              <w:t>:</w:t>
            </w:r>
          </w:p>
        </w:tc>
        <w:tc>
          <w:tcPr>
            <w:tcW w:w="2862" w:type="dxa"/>
            <w:tcBorders>
              <w:left w:val="single" w:sz="4" w:space="0" w:color="auto"/>
            </w:tcBorders>
          </w:tcPr>
          <w:p w14:paraId="3589B718" w14:textId="77777777" w:rsidR="001433F7" w:rsidRDefault="001433F7" w:rsidP="005742F3">
            <w:pPr>
              <w:pStyle w:val="TableBody"/>
            </w:pPr>
          </w:p>
        </w:tc>
      </w:tr>
      <w:tr w:rsidR="001433F7" w14:paraId="7EB952BE" w14:textId="77777777">
        <w:tc>
          <w:tcPr>
            <w:tcW w:w="6498" w:type="dxa"/>
            <w:tcBorders>
              <w:right w:val="single" w:sz="4" w:space="0" w:color="auto"/>
            </w:tcBorders>
          </w:tcPr>
          <w:p w14:paraId="1C5ADA1E" w14:textId="77777777" w:rsidR="001433F7" w:rsidRPr="007933F4" w:rsidRDefault="001433F7" w:rsidP="001433F7">
            <w:pPr>
              <w:pStyle w:val="TableBody"/>
              <w:ind w:left="1440" w:hanging="288"/>
            </w:pPr>
            <w:r w:rsidRPr="007933F4">
              <w:t xml:space="preserve">a. </w:t>
            </w:r>
            <w:r w:rsidRPr="007933F4">
              <w:rPr>
                <w:bCs/>
              </w:rPr>
              <w:t>External exchanges</w:t>
            </w:r>
            <w:r w:rsidR="00941279">
              <w:t>––</w:t>
            </w:r>
            <w:r w:rsidRPr="007933F4">
              <w:t>Exchanges involving assets, liabilities, and/or stockholders’ equity between the company and someone else.</w:t>
            </w:r>
          </w:p>
        </w:tc>
        <w:tc>
          <w:tcPr>
            <w:tcW w:w="2862" w:type="dxa"/>
            <w:tcBorders>
              <w:left w:val="single" w:sz="4" w:space="0" w:color="auto"/>
            </w:tcBorders>
          </w:tcPr>
          <w:p w14:paraId="646E838B" w14:textId="77777777" w:rsidR="001433F7" w:rsidRDefault="001433F7" w:rsidP="005742F3">
            <w:pPr>
              <w:pStyle w:val="TableBody"/>
            </w:pPr>
          </w:p>
        </w:tc>
      </w:tr>
      <w:tr w:rsidR="001433F7" w14:paraId="0A37BA73" w14:textId="77777777">
        <w:tc>
          <w:tcPr>
            <w:tcW w:w="6498" w:type="dxa"/>
            <w:tcBorders>
              <w:right w:val="single" w:sz="4" w:space="0" w:color="auto"/>
            </w:tcBorders>
          </w:tcPr>
          <w:p w14:paraId="26A84EC4" w14:textId="77777777" w:rsidR="001433F7" w:rsidRPr="007933F4" w:rsidRDefault="001433F7" w:rsidP="001433F7">
            <w:pPr>
              <w:pStyle w:val="TableBody"/>
              <w:ind w:left="1440" w:hanging="288"/>
            </w:pPr>
            <w:r w:rsidRPr="007933F4">
              <w:t xml:space="preserve">b. </w:t>
            </w:r>
            <w:r w:rsidRPr="007933F4">
              <w:rPr>
                <w:bCs/>
              </w:rPr>
              <w:t>Internal events</w:t>
            </w:r>
            <w:r w:rsidR="00941279">
              <w:t>––</w:t>
            </w:r>
            <w:r w:rsidRPr="007933F4">
              <w:t>Events that do not involve exchanges with others outside the business, but rather occur within the company itself.</w:t>
            </w:r>
          </w:p>
        </w:tc>
        <w:tc>
          <w:tcPr>
            <w:tcW w:w="2862" w:type="dxa"/>
            <w:tcBorders>
              <w:left w:val="single" w:sz="4" w:space="0" w:color="auto"/>
            </w:tcBorders>
          </w:tcPr>
          <w:p w14:paraId="21E285E7" w14:textId="77777777" w:rsidR="001433F7" w:rsidRDefault="001433F7" w:rsidP="005742F3">
            <w:pPr>
              <w:pStyle w:val="TableBody"/>
            </w:pPr>
          </w:p>
        </w:tc>
      </w:tr>
      <w:tr w:rsidR="001433F7" w14:paraId="3811E0A9" w14:textId="77777777">
        <w:tc>
          <w:tcPr>
            <w:tcW w:w="6498" w:type="dxa"/>
            <w:tcBorders>
              <w:right w:val="single" w:sz="4" w:space="0" w:color="auto"/>
            </w:tcBorders>
          </w:tcPr>
          <w:p w14:paraId="16F884DA" w14:textId="77777777" w:rsidR="001433F7" w:rsidRPr="00521317" w:rsidRDefault="00DF30D8" w:rsidP="00DF30D8">
            <w:pPr>
              <w:pStyle w:val="TableBody"/>
              <w:ind w:left="1152" w:hanging="288"/>
            </w:pPr>
            <w:r>
              <w:t>3</w:t>
            </w:r>
            <w:r w:rsidR="001433F7" w:rsidRPr="00521317">
              <w:t xml:space="preserve">. </w:t>
            </w:r>
            <w:r w:rsidR="001433F7" w:rsidRPr="00521317">
              <w:tab/>
            </w:r>
            <w:r w:rsidR="001433F7">
              <w:t>Exchange of only promises is not an accounting transaction</w:t>
            </w:r>
            <w:r w:rsidR="001433F7" w:rsidRPr="00521317">
              <w:t>.</w:t>
            </w:r>
          </w:p>
        </w:tc>
        <w:tc>
          <w:tcPr>
            <w:tcW w:w="2862" w:type="dxa"/>
            <w:tcBorders>
              <w:left w:val="single" w:sz="4" w:space="0" w:color="auto"/>
            </w:tcBorders>
          </w:tcPr>
          <w:p w14:paraId="570D6614" w14:textId="77777777" w:rsidR="001433F7" w:rsidRPr="001433F7" w:rsidRDefault="001433F7" w:rsidP="005742F3">
            <w:pPr>
              <w:pStyle w:val="TableBody"/>
              <w:rPr>
                <w:i/>
              </w:rPr>
            </w:pPr>
          </w:p>
        </w:tc>
      </w:tr>
      <w:tr w:rsidR="001433F7" w14:paraId="0EB1E5B1" w14:textId="77777777">
        <w:tc>
          <w:tcPr>
            <w:tcW w:w="6498" w:type="dxa"/>
            <w:tcBorders>
              <w:right w:val="single" w:sz="4" w:space="0" w:color="auto"/>
            </w:tcBorders>
          </w:tcPr>
          <w:p w14:paraId="20E4939B" w14:textId="77777777" w:rsidR="001433F7" w:rsidRPr="00521317" w:rsidRDefault="001433F7" w:rsidP="00D801E4">
            <w:pPr>
              <w:pStyle w:val="TableBody"/>
              <w:ind w:left="1440" w:hanging="288"/>
            </w:pPr>
            <w:r>
              <w:t>a.</w:t>
            </w:r>
            <w:r>
              <w:tab/>
              <w:t xml:space="preserve">Documents are created to indicate </w:t>
            </w:r>
            <w:r w:rsidR="00F53413">
              <w:t xml:space="preserve">these </w:t>
            </w:r>
            <w:r>
              <w:t>activities occur</w:t>
            </w:r>
            <w:r w:rsidR="00B47F3D">
              <w:t>red</w:t>
            </w:r>
            <w:r>
              <w:t>.</w:t>
            </w:r>
          </w:p>
        </w:tc>
        <w:tc>
          <w:tcPr>
            <w:tcW w:w="2862" w:type="dxa"/>
            <w:tcBorders>
              <w:left w:val="single" w:sz="4" w:space="0" w:color="auto"/>
            </w:tcBorders>
          </w:tcPr>
          <w:p w14:paraId="7BFF5D79" w14:textId="77777777" w:rsidR="001433F7" w:rsidRDefault="001433F7" w:rsidP="000C0DF1">
            <w:pPr>
              <w:pStyle w:val="TableBody"/>
            </w:pPr>
          </w:p>
        </w:tc>
      </w:tr>
      <w:tr w:rsidR="001433F7" w14:paraId="49F3D061" w14:textId="77777777">
        <w:tc>
          <w:tcPr>
            <w:tcW w:w="6498" w:type="dxa"/>
            <w:tcBorders>
              <w:right w:val="single" w:sz="4" w:space="0" w:color="auto"/>
            </w:tcBorders>
          </w:tcPr>
          <w:p w14:paraId="59C57F28" w14:textId="77777777" w:rsidR="001433F7" w:rsidRPr="00521317" w:rsidRDefault="001433F7" w:rsidP="001433F7">
            <w:pPr>
              <w:pStyle w:val="TableBody"/>
              <w:ind w:left="1440" w:hanging="288"/>
            </w:pPr>
            <w:r>
              <w:t>b.</w:t>
            </w:r>
            <w:r>
              <w:tab/>
              <w:t>Later, when promises result in actually receiving or giving an asset or service, they become transactions captured by the accounting system.</w:t>
            </w:r>
          </w:p>
        </w:tc>
        <w:tc>
          <w:tcPr>
            <w:tcW w:w="2862" w:type="dxa"/>
            <w:tcBorders>
              <w:left w:val="single" w:sz="4" w:space="0" w:color="auto"/>
            </w:tcBorders>
          </w:tcPr>
          <w:p w14:paraId="08AC02CB" w14:textId="77777777" w:rsidR="001433F7" w:rsidRDefault="001433F7" w:rsidP="000C0DF1">
            <w:pPr>
              <w:pStyle w:val="TableBody"/>
            </w:pPr>
          </w:p>
        </w:tc>
      </w:tr>
      <w:tr w:rsidR="00CA44BF" w:rsidRPr="00937C2E" w14:paraId="47BB6088" w14:textId="77777777" w:rsidTr="003432B5">
        <w:tc>
          <w:tcPr>
            <w:tcW w:w="9360" w:type="dxa"/>
            <w:gridSpan w:val="2"/>
            <w:tcBorders>
              <w:top w:val="single" w:sz="4" w:space="0" w:color="auto"/>
              <w:left w:val="single" w:sz="4" w:space="0" w:color="auto"/>
              <w:bottom w:val="single" w:sz="4" w:space="0" w:color="auto"/>
              <w:right w:val="single" w:sz="4" w:space="0" w:color="auto"/>
            </w:tcBorders>
          </w:tcPr>
          <w:p w14:paraId="298E00A4" w14:textId="77777777" w:rsidR="00CA44BF" w:rsidRPr="00937C2E" w:rsidRDefault="00CA44BF" w:rsidP="003432B5">
            <w:pPr>
              <w:pStyle w:val="TableBody"/>
              <w:spacing w:before="60" w:after="60"/>
              <w:rPr>
                <w:b/>
                <w:i/>
                <w:iCs/>
              </w:rPr>
            </w:pPr>
            <w:r w:rsidRPr="00937C2E">
              <w:rPr>
                <w:b/>
                <w:i/>
                <w:iCs/>
              </w:rPr>
              <w:t xml:space="preserve">LO </w:t>
            </w:r>
            <w:r w:rsidRPr="00C91923">
              <w:rPr>
                <w:b/>
                <w:bCs/>
                <w:i/>
              </w:rPr>
              <w:t>2-</w:t>
            </w:r>
            <w:r w:rsidRPr="00937C2E">
              <w:rPr>
                <w:b/>
                <w:i/>
                <w:iCs/>
              </w:rPr>
              <w:t xml:space="preserve">2 Apply transaction analysis to </w:t>
            </w:r>
            <w:r>
              <w:rPr>
                <w:b/>
                <w:i/>
                <w:iCs/>
              </w:rPr>
              <w:t>accounting</w:t>
            </w:r>
            <w:r w:rsidRPr="00AB3F25">
              <w:rPr>
                <w:b/>
                <w:i/>
                <w:iCs/>
              </w:rPr>
              <w:t xml:space="preserve"> </w:t>
            </w:r>
            <w:r w:rsidRPr="00937C2E">
              <w:rPr>
                <w:b/>
                <w:i/>
                <w:iCs/>
              </w:rPr>
              <w:t>transactions.</w:t>
            </w:r>
          </w:p>
        </w:tc>
      </w:tr>
      <w:tr w:rsidR="001433F7" w14:paraId="263D13E4" w14:textId="77777777" w:rsidTr="00CA44BF">
        <w:tc>
          <w:tcPr>
            <w:tcW w:w="6498" w:type="dxa"/>
            <w:tcBorders>
              <w:right w:val="single" w:sz="4" w:space="0" w:color="auto"/>
            </w:tcBorders>
          </w:tcPr>
          <w:p w14:paraId="7A7309C9" w14:textId="77777777" w:rsidR="001433F7" w:rsidRPr="00521317" w:rsidRDefault="001433F7" w:rsidP="006749CD">
            <w:pPr>
              <w:pStyle w:val="TableBody"/>
              <w:ind w:left="288" w:hanging="288"/>
            </w:pPr>
            <w:r w:rsidRPr="00521317">
              <w:t xml:space="preserve">  II.</w:t>
            </w:r>
            <w:r w:rsidRPr="00521317">
              <w:tab/>
            </w:r>
            <w:r w:rsidR="00F53413">
              <w:t xml:space="preserve">The </w:t>
            </w:r>
            <w:r w:rsidRPr="00521317">
              <w:t xml:space="preserve">Accounting </w:t>
            </w:r>
            <w:r w:rsidR="00F53413">
              <w:t xml:space="preserve">Cycle </w:t>
            </w:r>
          </w:p>
        </w:tc>
        <w:tc>
          <w:tcPr>
            <w:tcW w:w="2862" w:type="dxa"/>
            <w:tcBorders>
              <w:left w:val="single" w:sz="4" w:space="0" w:color="auto"/>
            </w:tcBorders>
          </w:tcPr>
          <w:p w14:paraId="2A4B4FB1" w14:textId="77777777" w:rsidR="001433F7" w:rsidRDefault="001433F7" w:rsidP="00C2079C">
            <w:pPr>
              <w:pStyle w:val="TableBody"/>
            </w:pPr>
          </w:p>
        </w:tc>
      </w:tr>
      <w:tr w:rsidR="001433F7" w14:paraId="63F9DD54" w14:textId="77777777" w:rsidTr="00CA44BF">
        <w:tc>
          <w:tcPr>
            <w:tcW w:w="6498" w:type="dxa"/>
            <w:tcBorders>
              <w:right w:val="single" w:sz="4" w:space="0" w:color="auto"/>
            </w:tcBorders>
          </w:tcPr>
          <w:p w14:paraId="1030DC76" w14:textId="77777777" w:rsidR="001433F7" w:rsidRPr="00521317" w:rsidRDefault="00D9084A" w:rsidP="00D9084A">
            <w:pPr>
              <w:pStyle w:val="TableBody"/>
              <w:ind w:left="864" w:hanging="288"/>
            </w:pPr>
            <w:r>
              <w:t>A</w:t>
            </w:r>
            <w:r w:rsidR="001433F7" w:rsidRPr="00521317">
              <w:t>.</w:t>
            </w:r>
            <w:r w:rsidR="001433F7" w:rsidRPr="00521317">
              <w:tab/>
              <w:t>Step 1</w:t>
            </w:r>
            <w:r w:rsidR="00941279">
              <w:t>––</w:t>
            </w:r>
            <w:r w:rsidR="001433F7" w:rsidRPr="00521317">
              <w:t>Analyze</w:t>
            </w:r>
            <w:r>
              <w:t xml:space="preserve"> Transactions</w:t>
            </w:r>
          </w:p>
        </w:tc>
        <w:tc>
          <w:tcPr>
            <w:tcW w:w="2862" w:type="dxa"/>
            <w:tcBorders>
              <w:left w:val="single" w:sz="4" w:space="0" w:color="auto"/>
            </w:tcBorders>
          </w:tcPr>
          <w:p w14:paraId="3D864B0C" w14:textId="77777777" w:rsidR="001433F7" w:rsidRDefault="001433F7" w:rsidP="004D0E29">
            <w:pPr>
              <w:pStyle w:val="TableBody"/>
              <w:ind w:left="360"/>
            </w:pPr>
          </w:p>
        </w:tc>
      </w:tr>
      <w:tr w:rsidR="003B4CEF" w14:paraId="77DAA84D" w14:textId="77777777">
        <w:tc>
          <w:tcPr>
            <w:tcW w:w="6498" w:type="dxa"/>
            <w:tcBorders>
              <w:right w:val="single" w:sz="4" w:space="0" w:color="auto"/>
            </w:tcBorders>
          </w:tcPr>
          <w:p w14:paraId="03ACD4C8" w14:textId="77777777" w:rsidR="003B4CEF" w:rsidRDefault="003B4CEF" w:rsidP="00C43ACD">
            <w:pPr>
              <w:pStyle w:val="TableBody"/>
              <w:ind w:left="1152" w:hanging="288"/>
            </w:pPr>
            <w:r>
              <w:t>1.</w:t>
            </w:r>
            <w:r>
              <w:tab/>
            </w:r>
            <w:r w:rsidRPr="00C43ACD">
              <w:t>A systematic accounting process is used to capture and report the financial effects of a</w:t>
            </w:r>
            <w:r>
              <w:t xml:space="preserve"> </w:t>
            </w:r>
            <w:r w:rsidRPr="00C43ACD">
              <w:t>company’s activitie</w:t>
            </w:r>
            <w:r>
              <w:t>s.</w:t>
            </w:r>
          </w:p>
        </w:tc>
        <w:tc>
          <w:tcPr>
            <w:tcW w:w="2862" w:type="dxa"/>
            <w:tcBorders>
              <w:left w:val="single" w:sz="4" w:space="0" w:color="auto"/>
            </w:tcBorders>
          </w:tcPr>
          <w:p w14:paraId="186BBA66" w14:textId="77777777" w:rsidR="003B4CEF" w:rsidRPr="00F04B4F" w:rsidRDefault="003B4CEF" w:rsidP="003B4CEF">
            <w:pPr>
              <w:pStyle w:val="TableBody"/>
            </w:pPr>
          </w:p>
        </w:tc>
      </w:tr>
      <w:tr w:rsidR="00F04B4F" w14:paraId="3575C9C0" w14:textId="77777777">
        <w:tc>
          <w:tcPr>
            <w:tcW w:w="6498" w:type="dxa"/>
            <w:tcBorders>
              <w:right w:val="single" w:sz="4" w:space="0" w:color="auto"/>
            </w:tcBorders>
          </w:tcPr>
          <w:p w14:paraId="1A779C98" w14:textId="77777777" w:rsidR="00F04B4F" w:rsidRDefault="00F04B4F" w:rsidP="00F04B4F">
            <w:pPr>
              <w:pStyle w:val="TableBody"/>
              <w:ind w:left="1440" w:hanging="288"/>
            </w:pPr>
            <w:r>
              <w:t>a.</w:t>
            </w:r>
            <w:r>
              <w:tab/>
              <w:t>Process is called the accounting cycle; repeats itself over and over.</w:t>
            </w:r>
          </w:p>
        </w:tc>
        <w:tc>
          <w:tcPr>
            <w:tcW w:w="2862" w:type="dxa"/>
            <w:tcBorders>
              <w:left w:val="single" w:sz="4" w:space="0" w:color="auto"/>
            </w:tcBorders>
          </w:tcPr>
          <w:p w14:paraId="79BF2831" w14:textId="77777777" w:rsidR="00F04B4F" w:rsidRPr="001433F7" w:rsidRDefault="00F04B4F" w:rsidP="00F04B4F">
            <w:pPr>
              <w:pStyle w:val="TableBody"/>
              <w:rPr>
                <w:i/>
              </w:rPr>
            </w:pPr>
            <w:r>
              <w:t>Illustrated by circular graphic in text</w:t>
            </w:r>
          </w:p>
        </w:tc>
      </w:tr>
      <w:tr w:rsidR="00F04B4F" w14:paraId="2E522B2F" w14:textId="77777777">
        <w:tc>
          <w:tcPr>
            <w:tcW w:w="6498" w:type="dxa"/>
            <w:tcBorders>
              <w:right w:val="single" w:sz="4" w:space="0" w:color="auto"/>
            </w:tcBorders>
          </w:tcPr>
          <w:p w14:paraId="02C99E99" w14:textId="77777777" w:rsidR="00F04B4F" w:rsidRDefault="00F04B4F" w:rsidP="00F04B4F">
            <w:pPr>
              <w:pStyle w:val="TableBody"/>
              <w:ind w:left="1440" w:hanging="288"/>
            </w:pPr>
            <w:r>
              <w:t>b.</w:t>
            </w:r>
            <w:r>
              <w:tab/>
              <w:t xml:space="preserve">Steps include: analyze, record, summarize, prepare trial balance, and report financial statements. </w:t>
            </w:r>
          </w:p>
        </w:tc>
        <w:tc>
          <w:tcPr>
            <w:tcW w:w="2862" w:type="dxa"/>
            <w:tcBorders>
              <w:left w:val="single" w:sz="4" w:space="0" w:color="auto"/>
            </w:tcBorders>
          </w:tcPr>
          <w:p w14:paraId="0BD610E0" w14:textId="77777777" w:rsidR="00F04B4F" w:rsidRPr="001433F7" w:rsidRDefault="00F04B4F" w:rsidP="00F04B4F">
            <w:pPr>
              <w:pStyle w:val="TableBody"/>
              <w:rPr>
                <w:i/>
              </w:rPr>
            </w:pPr>
          </w:p>
        </w:tc>
      </w:tr>
      <w:tr w:rsidR="00F04B4F" w14:paraId="4D3DDB77" w14:textId="77777777">
        <w:tc>
          <w:tcPr>
            <w:tcW w:w="6498" w:type="dxa"/>
            <w:tcBorders>
              <w:right w:val="single" w:sz="4" w:space="0" w:color="auto"/>
            </w:tcBorders>
          </w:tcPr>
          <w:p w14:paraId="214F7153" w14:textId="77777777" w:rsidR="00F04B4F" w:rsidRPr="00521317" w:rsidRDefault="00F04B4F" w:rsidP="00F04B4F">
            <w:pPr>
              <w:pStyle w:val="TableBody"/>
              <w:ind w:left="1152" w:hanging="288"/>
            </w:pPr>
            <w:r>
              <w:t>2</w:t>
            </w:r>
            <w:r w:rsidRPr="00521317">
              <w:t>.</w:t>
            </w:r>
            <w:r w:rsidRPr="00521317">
              <w:tab/>
            </w:r>
            <w:r>
              <w:t>Transaction analysis involves determining whether a transaction exists and, if it does, analyzing its impact on the accounting equation.</w:t>
            </w:r>
          </w:p>
        </w:tc>
        <w:tc>
          <w:tcPr>
            <w:tcW w:w="2862" w:type="dxa"/>
            <w:tcBorders>
              <w:left w:val="single" w:sz="4" w:space="0" w:color="auto"/>
            </w:tcBorders>
          </w:tcPr>
          <w:p w14:paraId="7FBB3DC6" w14:textId="77777777" w:rsidR="00F04B4F" w:rsidRPr="001433F7" w:rsidRDefault="00F04B4F" w:rsidP="00F04B4F">
            <w:pPr>
              <w:pStyle w:val="TableBody"/>
              <w:rPr>
                <w:i/>
              </w:rPr>
            </w:pPr>
            <w:r w:rsidRPr="001433F7">
              <w:rPr>
                <w:i/>
              </w:rPr>
              <w:t>Analyze transactions from the standpoint of the business, not its owners.</w:t>
            </w:r>
          </w:p>
        </w:tc>
      </w:tr>
      <w:tr w:rsidR="00F04B4F" w14:paraId="77BEA357" w14:textId="77777777">
        <w:tc>
          <w:tcPr>
            <w:tcW w:w="6498" w:type="dxa"/>
            <w:tcBorders>
              <w:right w:val="single" w:sz="4" w:space="0" w:color="auto"/>
            </w:tcBorders>
          </w:tcPr>
          <w:p w14:paraId="59193022" w14:textId="77777777" w:rsidR="00F04B4F" w:rsidRPr="00521317" w:rsidRDefault="00F04B4F" w:rsidP="00F04B4F">
            <w:pPr>
              <w:pStyle w:val="TableBody"/>
              <w:ind w:left="1440" w:hanging="288"/>
            </w:pPr>
            <w:r w:rsidRPr="00990B5B">
              <w:t>a.</w:t>
            </w:r>
            <w:r w:rsidRPr="00990B5B">
              <w:tab/>
            </w:r>
            <w:r w:rsidRPr="00990B5B">
              <w:rPr>
                <w:bCs/>
              </w:rPr>
              <w:t>Duality of effects</w:t>
            </w:r>
            <w:r>
              <w:t>––</w:t>
            </w:r>
            <w:r w:rsidRPr="00521317">
              <w:t>Every transaction has at least two effects on the basic accounting equation.</w:t>
            </w:r>
          </w:p>
        </w:tc>
        <w:tc>
          <w:tcPr>
            <w:tcW w:w="2862" w:type="dxa"/>
            <w:tcBorders>
              <w:left w:val="single" w:sz="4" w:space="0" w:color="auto"/>
            </w:tcBorders>
          </w:tcPr>
          <w:p w14:paraId="36586244" w14:textId="77777777" w:rsidR="00F04B4F" w:rsidRDefault="00F04B4F" w:rsidP="00F04B4F">
            <w:pPr>
              <w:pStyle w:val="TableBody"/>
            </w:pPr>
          </w:p>
        </w:tc>
      </w:tr>
      <w:tr w:rsidR="00F04B4F" w14:paraId="0B44C6D1" w14:textId="77777777">
        <w:tc>
          <w:tcPr>
            <w:tcW w:w="6498" w:type="dxa"/>
            <w:tcBorders>
              <w:right w:val="single" w:sz="4" w:space="0" w:color="auto"/>
            </w:tcBorders>
          </w:tcPr>
          <w:p w14:paraId="678D3C3C" w14:textId="77777777" w:rsidR="00F04B4F" w:rsidRPr="00521317" w:rsidRDefault="00F04B4F" w:rsidP="00F04B4F">
            <w:pPr>
              <w:pStyle w:val="TableBody"/>
              <w:ind w:left="1440" w:hanging="288"/>
            </w:pPr>
            <w:r w:rsidRPr="00521317">
              <w:t>b.</w:t>
            </w:r>
            <w:r w:rsidRPr="00521317">
              <w:tab/>
              <w:t>A = L + SE</w:t>
            </w:r>
            <w:r>
              <w:t>––</w:t>
            </w:r>
            <w:r w:rsidRPr="00521317">
              <w:t xml:space="preserve">The dollar amount for assets must always equal </w:t>
            </w:r>
            <w:r>
              <w:t xml:space="preserve">the total of </w:t>
            </w:r>
            <w:r w:rsidRPr="00521317">
              <w:t>liabilities plus stockholders’ equity for every accounting transaction.</w:t>
            </w:r>
          </w:p>
        </w:tc>
        <w:tc>
          <w:tcPr>
            <w:tcW w:w="2862" w:type="dxa"/>
            <w:tcBorders>
              <w:left w:val="single" w:sz="4" w:space="0" w:color="auto"/>
            </w:tcBorders>
          </w:tcPr>
          <w:p w14:paraId="304CBEE9" w14:textId="77777777" w:rsidR="00F04B4F" w:rsidRDefault="00F04B4F" w:rsidP="00F04B4F">
            <w:pPr>
              <w:pStyle w:val="TableBody"/>
            </w:pPr>
          </w:p>
        </w:tc>
      </w:tr>
      <w:tr w:rsidR="00F04B4F" w14:paraId="5F4EB616" w14:textId="77777777">
        <w:tc>
          <w:tcPr>
            <w:tcW w:w="6498" w:type="dxa"/>
            <w:tcBorders>
              <w:right w:val="single" w:sz="4" w:space="0" w:color="auto"/>
            </w:tcBorders>
          </w:tcPr>
          <w:p w14:paraId="688BEF0E" w14:textId="77777777" w:rsidR="00F04B4F" w:rsidRPr="00521317" w:rsidRDefault="00F04B4F" w:rsidP="00F04B4F">
            <w:pPr>
              <w:pStyle w:val="TableBody"/>
              <w:ind w:left="1440" w:hanging="288"/>
            </w:pPr>
            <w:r>
              <w:t>c</w:t>
            </w:r>
            <w:r w:rsidRPr="00521317">
              <w:t>.</w:t>
            </w:r>
            <w:r w:rsidRPr="00521317">
              <w:tab/>
            </w:r>
            <w:r>
              <w:t xml:space="preserve">As part of </w:t>
            </w:r>
            <w:r w:rsidRPr="00521317">
              <w:t xml:space="preserve">transaction </w:t>
            </w:r>
            <w:r>
              <w:t xml:space="preserve">analysis, </w:t>
            </w:r>
            <w:r w:rsidR="0099659C">
              <w:t xml:space="preserve">a </w:t>
            </w:r>
            <w:r>
              <w:t xml:space="preserve">name (or account title) is given to each item exchanged. </w:t>
            </w:r>
          </w:p>
        </w:tc>
        <w:tc>
          <w:tcPr>
            <w:tcW w:w="2862" w:type="dxa"/>
            <w:tcBorders>
              <w:left w:val="single" w:sz="4" w:space="0" w:color="auto"/>
            </w:tcBorders>
          </w:tcPr>
          <w:p w14:paraId="5B5ECF97" w14:textId="77777777" w:rsidR="00F04B4F" w:rsidRDefault="00F04B4F" w:rsidP="00F04B4F">
            <w:pPr>
              <w:pStyle w:val="TableBody"/>
            </w:pPr>
          </w:p>
        </w:tc>
      </w:tr>
    </w:tbl>
    <w:p w14:paraId="69AC48D9" w14:textId="77777777" w:rsidR="00F04B4F" w:rsidRDefault="00F04B4F">
      <w:r>
        <w:br w:type="page"/>
      </w:r>
    </w:p>
    <w:tbl>
      <w:tblPr>
        <w:tblW w:w="0" w:type="auto"/>
        <w:tblLayout w:type="fixed"/>
        <w:tblLook w:val="01E0" w:firstRow="1" w:lastRow="1" w:firstColumn="1" w:lastColumn="1" w:noHBand="0" w:noVBand="0"/>
      </w:tblPr>
      <w:tblGrid>
        <w:gridCol w:w="6498"/>
        <w:gridCol w:w="2862"/>
      </w:tblGrid>
      <w:tr w:rsidR="00F04B4F" w:rsidRPr="00CD480D" w14:paraId="3D10F459" w14:textId="77777777" w:rsidTr="003432B5">
        <w:tc>
          <w:tcPr>
            <w:tcW w:w="6498" w:type="dxa"/>
            <w:tcBorders>
              <w:right w:val="single" w:sz="4" w:space="0" w:color="auto"/>
            </w:tcBorders>
          </w:tcPr>
          <w:p w14:paraId="1173AB64" w14:textId="77777777" w:rsidR="00F04B4F" w:rsidRPr="00A77D5B" w:rsidRDefault="00F04B4F" w:rsidP="003432B5">
            <w:pPr>
              <w:pStyle w:val="Heading1"/>
            </w:pPr>
            <w:r>
              <w:lastRenderedPageBreak/>
              <w:br w:type="page"/>
            </w:r>
            <w:r w:rsidRPr="00A77D5B">
              <w:br w:type="page"/>
            </w:r>
            <w:r w:rsidRPr="00A77D5B">
              <w:br w:type="page"/>
            </w:r>
            <w:r w:rsidRPr="00A77D5B">
              <w:br w:type="page"/>
            </w:r>
            <w:r w:rsidRPr="00D801E4">
              <w:t>Chapter Outline</w:t>
            </w:r>
          </w:p>
        </w:tc>
        <w:tc>
          <w:tcPr>
            <w:tcW w:w="2862" w:type="dxa"/>
            <w:tcBorders>
              <w:left w:val="single" w:sz="4" w:space="0" w:color="auto"/>
            </w:tcBorders>
          </w:tcPr>
          <w:p w14:paraId="1D82C6CA" w14:textId="77777777" w:rsidR="00F04B4F" w:rsidRPr="00D801E4" w:rsidRDefault="00F04B4F" w:rsidP="003432B5">
            <w:pPr>
              <w:pStyle w:val="Heading1"/>
            </w:pPr>
            <w:r w:rsidRPr="00D801E4">
              <w:t>Teaching Notes</w:t>
            </w:r>
          </w:p>
        </w:tc>
      </w:tr>
      <w:tr w:rsidR="00F04B4F" w14:paraId="24DA0266" w14:textId="77777777">
        <w:tc>
          <w:tcPr>
            <w:tcW w:w="6498" w:type="dxa"/>
            <w:tcBorders>
              <w:right w:val="single" w:sz="4" w:space="0" w:color="auto"/>
            </w:tcBorders>
          </w:tcPr>
          <w:p w14:paraId="4E7AC051" w14:textId="77777777" w:rsidR="00F04B4F" w:rsidRPr="00521317" w:rsidRDefault="00F04B4F" w:rsidP="00F04B4F">
            <w:pPr>
              <w:pStyle w:val="TableBody"/>
              <w:ind w:left="1440" w:hanging="288"/>
            </w:pPr>
            <w:r>
              <w:t>d</w:t>
            </w:r>
            <w:r w:rsidRPr="00521317">
              <w:t>.</w:t>
            </w:r>
            <w:r w:rsidRPr="00521317">
              <w:tab/>
            </w:r>
            <w:r w:rsidRPr="004467F6">
              <w:rPr>
                <w:b/>
              </w:rPr>
              <w:t>Chart of accounts</w:t>
            </w:r>
            <w:r>
              <w:t>––A s</w:t>
            </w:r>
            <w:r w:rsidRPr="004467F6">
              <w:t>ummary of all account</w:t>
            </w:r>
            <w:r>
              <w:t xml:space="preserve"> </w:t>
            </w:r>
            <w:r w:rsidRPr="004467F6">
              <w:t>names (and corresponding</w:t>
            </w:r>
            <w:r>
              <w:t xml:space="preserve"> </w:t>
            </w:r>
            <w:r w:rsidRPr="004467F6">
              <w:t>account numbers) used to</w:t>
            </w:r>
            <w:r>
              <w:t xml:space="preserve"> </w:t>
            </w:r>
            <w:r w:rsidRPr="004467F6">
              <w:t>record financial results in the</w:t>
            </w:r>
            <w:r>
              <w:t xml:space="preserve"> </w:t>
            </w:r>
            <w:r w:rsidRPr="004467F6">
              <w:t>accounting system.</w:t>
            </w:r>
          </w:p>
        </w:tc>
        <w:tc>
          <w:tcPr>
            <w:tcW w:w="2862" w:type="dxa"/>
            <w:tcBorders>
              <w:left w:val="single" w:sz="4" w:space="0" w:color="auto"/>
            </w:tcBorders>
          </w:tcPr>
          <w:p w14:paraId="5630AFED" w14:textId="77777777" w:rsidR="00F04B4F" w:rsidRDefault="00F04B4F" w:rsidP="00F04B4F">
            <w:pPr>
              <w:autoSpaceDE w:val="0"/>
              <w:autoSpaceDN w:val="0"/>
              <w:adjustRightInd w:val="0"/>
            </w:pPr>
            <w:r>
              <w:t>Illustrated in Exhibit 2.4</w:t>
            </w:r>
            <w:r>
              <w:br/>
            </w:r>
            <w:r w:rsidRPr="0014523F">
              <w:rPr>
                <w:i/>
              </w:rPr>
              <w:t>Chart of accounts shown in Chapter 2 includes only</w:t>
            </w:r>
            <w:r w:rsidRPr="004467F6">
              <w:t xml:space="preserve"> </w:t>
            </w:r>
          </w:p>
        </w:tc>
      </w:tr>
      <w:tr w:rsidR="00F04B4F" w14:paraId="28EF6F89" w14:textId="77777777">
        <w:tc>
          <w:tcPr>
            <w:tcW w:w="6498" w:type="dxa"/>
            <w:tcBorders>
              <w:right w:val="single" w:sz="4" w:space="0" w:color="auto"/>
            </w:tcBorders>
          </w:tcPr>
          <w:p w14:paraId="5A9ABABA" w14:textId="77777777" w:rsidR="00F04B4F" w:rsidRPr="00521317" w:rsidRDefault="00F04B4F" w:rsidP="00F04B4F">
            <w:pPr>
              <w:pStyle w:val="TableBody"/>
              <w:ind w:left="1728" w:hanging="288"/>
            </w:pPr>
            <w:r>
              <w:t>i.</w:t>
            </w:r>
            <w:r>
              <w:tab/>
              <w:t>Ensures account titles are used consistently.</w:t>
            </w:r>
          </w:p>
        </w:tc>
        <w:tc>
          <w:tcPr>
            <w:tcW w:w="2862" w:type="dxa"/>
            <w:tcBorders>
              <w:left w:val="single" w:sz="4" w:space="0" w:color="auto"/>
            </w:tcBorders>
          </w:tcPr>
          <w:p w14:paraId="7CFA49D5" w14:textId="77777777" w:rsidR="00F04B4F" w:rsidRPr="0014523F" w:rsidRDefault="00F04B4F" w:rsidP="00F04B4F">
            <w:pPr>
              <w:pStyle w:val="TableBody"/>
              <w:rPr>
                <w:i/>
              </w:rPr>
            </w:pPr>
            <w:r w:rsidRPr="0014523F">
              <w:rPr>
                <w:i/>
              </w:rPr>
              <w:t>balance sheet accounts.</w:t>
            </w:r>
          </w:p>
        </w:tc>
      </w:tr>
      <w:tr w:rsidR="00F04B4F" w14:paraId="39B7DD90" w14:textId="77777777">
        <w:tc>
          <w:tcPr>
            <w:tcW w:w="6498" w:type="dxa"/>
            <w:tcBorders>
              <w:right w:val="single" w:sz="4" w:space="0" w:color="auto"/>
            </w:tcBorders>
          </w:tcPr>
          <w:p w14:paraId="049697B1" w14:textId="77777777" w:rsidR="00F04B4F" w:rsidRPr="00521317" w:rsidRDefault="00F04B4F" w:rsidP="00F04B4F">
            <w:pPr>
              <w:pStyle w:val="TableBody"/>
              <w:ind w:left="1728" w:hanging="288"/>
            </w:pPr>
            <w:r>
              <w:t>ii.</w:t>
            </w:r>
            <w:r>
              <w:tab/>
              <w:t>Tailored to each company’s business.</w:t>
            </w:r>
          </w:p>
        </w:tc>
        <w:tc>
          <w:tcPr>
            <w:tcW w:w="2862" w:type="dxa"/>
            <w:tcBorders>
              <w:left w:val="single" w:sz="4" w:space="0" w:color="auto"/>
            </w:tcBorders>
          </w:tcPr>
          <w:p w14:paraId="20460844" w14:textId="77777777" w:rsidR="00F04B4F" w:rsidRDefault="00F04B4F" w:rsidP="00F04B4F">
            <w:pPr>
              <w:pStyle w:val="TableBody"/>
            </w:pPr>
          </w:p>
        </w:tc>
      </w:tr>
      <w:tr w:rsidR="00F04B4F" w14:paraId="7D5AD789" w14:textId="77777777">
        <w:tc>
          <w:tcPr>
            <w:tcW w:w="6498" w:type="dxa"/>
            <w:tcBorders>
              <w:right w:val="single" w:sz="4" w:space="0" w:color="auto"/>
            </w:tcBorders>
          </w:tcPr>
          <w:p w14:paraId="5DBBB461" w14:textId="77777777" w:rsidR="00F04B4F" w:rsidRPr="00521317" w:rsidRDefault="00F04B4F" w:rsidP="00F04B4F">
            <w:pPr>
              <w:pStyle w:val="TableBody"/>
              <w:ind w:left="1728" w:hanging="288"/>
            </w:pPr>
            <w:r>
              <w:t>iii.</w:t>
            </w:r>
            <w:r>
              <w:tab/>
              <w:t>Many account titles are common across all companies; others may be used only by a particular company.</w:t>
            </w:r>
            <w:r w:rsidRPr="00521317">
              <w:t xml:space="preserve"> </w:t>
            </w:r>
          </w:p>
        </w:tc>
        <w:tc>
          <w:tcPr>
            <w:tcW w:w="2862" w:type="dxa"/>
            <w:tcBorders>
              <w:left w:val="single" w:sz="4" w:space="0" w:color="auto"/>
            </w:tcBorders>
          </w:tcPr>
          <w:p w14:paraId="0503C9A1" w14:textId="77777777" w:rsidR="00F04B4F" w:rsidRPr="00D77156" w:rsidRDefault="00F04B4F" w:rsidP="00F04B4F">
            <w:pPr>
              <w:pStyle w:val="TableBody"/>
              <w:rPr>
                <w:i/>
              </w:rPr>
            </w:pPr>
          </w:p>
        </w:tc>
      </w:tr>
      <w:tr w:rsidR="00D801E4" w14:paraId="6B625C71" w14:textId="77777777">
        <w:tc>
          <w:tcPr>
            <w:tcW w:w="6498" w:type="dxa"/>
            <w:tcBorders>
              <w:right w:val="single" w:sz="4" w:space="0" w:color="auto"/>
            </w:tcBorders>
          </w:tcPr>
          <w:p w14:paraId="210BAFDD" w14:textId="77777777" w:rsidR="00D801E4" w:rsidRPr="00521317" w:rsidRDefault="00C43ACD" w:rsidP="00180595">
            <w:pPr>
              <w:pStyle w:val="TableBody"/>
              <w:ind w:left="1152" w:hanging="288"/>
            </w:pPr>
            <w:r>
              <w:t>3</w:t>
            </w:r>
            <w:r w:rsidR="00D801E4" w:rsidRPr="00521317">
              <w:t>.</w:t>
            </w:r>
            <w:r w:rsidR="00D801E4" w:rsidRPr="00521317">
              <w:tab/>
            </w:r>
            <w:r w:rsidR="00D801E4">
              <w:t xml:space="preserve"> </w:t>
            </w:r>
            <w:r w:rsidR="001F75D8">
              <w:t xml:space="preserve">Illustrative </w:t>
            </w:r>
            <w:r w:rsidR="00180595">
              <w:t xml:space="preserve">Business </w:t>
            </w:r>
            <w:r w:rsidR="00D801E4">
              <w:t>Activities</w:t>
            </w:r>
          </w:p>
        </w:tc>
        <w:tc>
          <w:tcPr>
            <w:tcW w:w="2862" w:type="dxa"/>
            <w:tcBorders>
              <w:left w:val="single" w:sz="4" w:space="0" w:color="auto"/>
            </w:tcBorders>
          </w:tcPr>
          <w:p w14:paraId="586665F5" w14:textId="77777777" w:rsidR="00D801E4" w:rsidRPr="00D77156" w:rsidRDefault="005742F3" w:rsidP="005742F3">
            <w:pPr>
              <w:pStyle w:val="TableBody"/>
              <w:rPr>
                <w:i/>
              </w:rPr>
            </w:pPr>
            <w:r>
              <w:rPr>
                <w:i/>
              </w:rPr>
              <w:t xml:space="preserve">Stress </w:t>
            </w:r>
            <w:r w:rsidRPr="008B7B39">
              <w:rPr>
                <w:i/>
                <w:u w:val="single"/>
              </w:rPr>
              <w:t>that students should</w:t>
            </w:r>
          </w:p>
        </w:tc>
      </w:tr>
      <w:tr w:rsidR="00D801E4" w14:paraId="5A5B09ED" w14:textId="77777777">
        <w:tc>
          <w:tcPr>
            <w:tcW w:w="6498" w:type="dxa"/>
            <w:tcBorders>
              <w:right w:val="single" w:sz="4" w:space="0" w:color="auto"/>
            </w:tcBorders>
          </w:tcPr>
          <w:p w14:paraId="37813F3B" w14:textId="77777777" w:rsidR="00D801E4" w:rsidRDefault="00D801E4" w:rsidP="00EC6957">
            <w:pPr>
              <w:pStyle w:val="TableBody"/>
              <w:ind w:left="1440" w:hanging="288"/>
            </w:pPr>
            <w:r>
              <w:t>(a) Issue Stock to Owners</w:t>
            </w:r>
            <w:r w:rsidR="00941279">
              <w:t>––</w:t>
            </w:r>
            <w:r w:rsidR="00D959A5">
              <w:t>Jordan</w:t>
            </w:r>
            <w:r w:rsidR="00990B5B">
              <w:t xml:space="preserve"> incorporates </w:t>
            </w:r>
            <w:r w:rsidR="001F75D8">
              <w:t>Noodlecake Studios, Inc.</w:t>
            </w:r>
            <w:r w:rsidR="0023239C">
              <w:t>,</w:t>
            </w:r>
            <w:r w:rsidR="00EC6957">
              <w:t xml:space="preserve"> and t</w:t>
            </w:r>
            <w:r w:rsidRPr="00D801E4">
              <w:t xml:space="preserve">he company issues </w:t>
            </w:r>
            <w:r w:rsidR="00990B5B">
              <w:t xml:space="preserve">common </w:t>
            </w:r>
            <w:r w:rsidRPr="00D801E4">
              <w:t xml:space="preserve">stock to </w:t>
            </w:r>
            <w:r w:rsidR="001F75D8">
              <w:t>Jordan</w:t>
            </w:r>
            <w:r w:rsidR="00990B5B">
              <w:t xml:space="preserve"> and </w:t>
            </w:r>
            <w:r w:rsidR="001F75D8">
              <w:t>Ty</w:t>
            </w:r>
            <w:r w:rsidRPr="00D801E4">
              <w:t xml:space="preserve"> as evidence of</w:t>
            </w:r>
            <w:r>
              <w:t xml:space="preserve"> </w:t>
            </w:r>
            <w:r w:rsidR="00990B5B">
              <w:t xml:space="preserve">their </w:t>
            </w:r>
            <w:r w:rsidR="001F75D8">
              <w:t xml:space="preserve">total </w:t>
            </w:r>
            <w:r w:rsidR="00990B5B">
              <w:t>contribution of $1</w:t>
            </w:r>
            <w:r w:rsidRPr="00D801E4">
              <w:t>0,000 cash, which is deposited in the company’s bank</w:t>
            </w:r>
            <w:r>
              <w:t xml:space="preserve"> </w:t>
            </w:r>
            <w:r w:rsidRPr="00D801E4">
              <w:t>account.</w:t>
            </w:r>
          </w:p>
        </w:tc>
        <w:tc>
          <w:tcPr>
            <w:tcW w:w="2862" w:type="dxa"/>
            <w:tcBorders>
              <w:left w:val="single" w:sz="4" w:space="0" w:color="auto"/>
            </w:tcBorders>
          </w:tcPr>
          <w:p w14:paraId="74638EBA" w14:textId="77777777" w:rsidR="005742F3" w:rsidRPr="005742F3" w:rsidRDefault="005742F3" w:rsidP="005742F3">
            <w:pPr>
              <w:pStyle w:val="TableBody"/>
              <w:rPr>
                <w:i/>
              </w:rPr>
            </w:pPr>
            <w:r w:rsidRPr="008B7B39">
              <w:rPr>
                <w:i/>
                <w:u w:val="single"/>
              </w:rPr>
              <w:t>not skip this section</w:t>
            </w:r>
            <w:r w:rsidRPr="005742F3">
              <w:rPr>
                <w:i/>
              </w:rPr>
              <w:t xml:space="preserve"> with the</w:t>
            </w:r>
          </w:p>
          <w:p w14:paraId="2A675CAC" w14:textId="77777777" w:rsidR="00D801E4" w:rsidRPr="00D77156" w:rsidRDefault="005742F3" w:rsidP="005742F3">
            <w:pPr>
              <w:pStyle w:val="TableBody"/>
              <w:rPr>
                <w:i/>
              </w:rPr>
            </w:pPr>
            <w:r w:rsidRPr="005742F3">
              <w:rPr>
                <w:i/>
              </w:rPr>
              <w:t>plan</w:t>
            </w:r>
            <w:r>
              <w:rPr>
                <w:i/>
              </w:rPr>
              <w:t xml:space="preserve"> of coming back to it later; </w:t>
            </w:r>
            <w:r w:rsidRPr="005742F3">
              <w:rPr>
                <w:i/>
              </w:rPr>
              <w:t xml:space="preserve">the next part of </w:t>
            </w:r>
            <w:r>
              <w:rPr>
                <w:i/>
              </w:rPr>
              <w:t xml:space="preserve">the </w:t>
            </w:r>
            <w:r w:rsidRPr="005742F3">
              <w:rPr>
                <w:i/>
              </w:rPr>
              <w:t>chapter builds on this part.</w:t>
            </w:r>
          </w:p>
        </w:tc>
      </w:tr>
      <w:tr w:rsidR="00D801E4" w14:paraId="5E744ACE" w14:textId="77777777">
        <w:tc>
          <w:tcPr>
            <w:tcW w:w="6498" w:type="dxa"/>
            <w:tcBorders>
              <w:right w:val="single" w:sz="4" w:space="0" w:color="auto"/>
            </w:tcBorders>
          </w:tcPr>
          <w:p w14:paraId="7198A1F6" w14:textId="77777777" w:rsidR="00D801E4" w:rsidRPr="00521317" w:rsidRDefault="00D801E4" w:rsidP="00625769">
            <w:pPr>
              <w:pStyle w:val="TableBody"/>
              <w:numPr>
                <w:ilvl w:val="0"/>
                <w:numId w:val="5"/>
              </w:numPr>
            </w:pPr>
            <w:r w:rsidRPr="00D801E4">
              <w:t>Name</w:t>
            </w:r>
            <w:r>
              <w:t>:</w:t>
            </w:r>
            <w:r>
              <w:br/>
            </w:r>
            <w:r w:rsidR="001F75D8">
              <w:t>Noodlecake</w:t>
            </w:r>
            <w:r w:rsidR="00990B5B">
              <w:t xml:space="preserve"> has received $1</w:t>
            </w:r>
            <w:r w:rsidRPr="00D801E4">
              <w:t xml:space="preserve">0,000 cash. </w:t>
            </w:r>
            <w:r w:rsidR="001F75D8">
              <w:t>Noodlecake</w:t>
            </w:r>
            <w:r w:rsidR="00990B5B">
              <w:t xml:space="preserve"> </w:t>
            </w:r>
            <w:r w:rsidR="00625769">
              <w:t xml:space="preserve">issues </w:t>
            </w:r>
            <w:r w:rsidR="00990B5B">
              <w:t>$1</w:t>
            </w:r>
            <w:r w:rsidRPr="00D801E4">
              <w:t xml:space="preserve">0,000 of </w:t>
            </w:r>
            <w:r w:rsidR="00625769">
              <w:t xml:space="preserve">common </w:t>
            </w:r>
            <w:r w:rsidRPr="00D801E4">
              <w:t>stock</w:t>
            </w:r>
            <w:r w:rsidR="00625769">
              <w:t>.</w:t>
            </w:r>
          </w:p>
        </w:tc>
        <w:tc>
          <w:tcPr>
            <w:tcW w:w="2862" w:type="dxa"/>
            <w:tcBorders>
              <w:left w:val="single" w:sz="4" w:space="0" w:color="auto"/>
            </w:tcBorders>
          </w:tcPr>
          <w:p w14:paraId="078A448B" w14:textId="77777777" w:rsidR="00D801E4" w:rsidRPr="00D77156" w:rsidRDefault="00D801E4" w:rsidP="005742F3">
            <w:pPr>
              <w:pStyle w:val="TableBody"/>
              <w:rPr>
                <w:i/>
              </w:rPr>
            </w:pPr>
          </w:p>
        </w:tc>
      </w:tr>
      <w:tr w:rsidR="00D801E4" w14:paraId="248DF79D" w14:textId="77777777" w:rsidTr="005742F3">
        <w:tc>
          <w:tcPr>
            <w:tcW w:w="6498" w:type="dxa"/>
            <w:tcBorders>
              <w:right w:val="single" w:sz="4" w:space="0" w:color="auto"/>
            </w:tcBorders>
            <w:vAlign w:val="center"/>
          </w:tcPr>
          <w:p w14:paraId="2E66B786" w14:textId="77777777" w:rsidR="00D801E4" w:rsidRPr="003656D8" w:rsidRDefault="00D801E4" w:rsidP="00A11D7E">
            <w:pPr>
              <w:pStyle w:val="TableBody"/>
              <w:numPr>
                <w:ilvl w:val="0"/>
                <w:numId w:val="5"/>
              </w:numPr>
            </w:pPr>
            <w:r>
              <w:t>Analyze:</w:t>
            </w:r>
            <w:r w:rsidR="00A11D7E">
              <w:t xml:space="preserve"> </w:t>
            </w:r>
            <w:r w:rsidR="00A11D7E">
              <w:br/>
            </w:r>
            <w:r>
              <w:t>Assets = Liabilities + Stockholders’ Equity</w:t>
            </w:r>
            <w:r>
              <w:br/>
            </w:r>
            <w:r w:rsidRPr="003656D8">
              <w:t xml:space="preserve">Cash (A) </w:t>
            </w:r>
            <w:r w:rsidR="00471136">
              <w:t>+</w:t>
            </w:r>
            <w:r w:rsidR="00625769">
              <w:t>1</w:t>
            </w:r>
            <w:r w:rsidR="006C387B" w:rsidRPr="006C387B">
              <w:t>0,000</w:t>
            </w:r>
            <w:r w:rsidR="006C387B">
              <w:t xml:space="preserve"> = </w:t>
            </w:r>
            <w:r w:rsidR="00625769">
              <w:t>Common Stock</w:t>
            </w:r>
            <w:r w:rsidR="00471136">
              <w:t xml:space="preserve"> (SE) +</w:t>
            </w:r>
            <w:r w:rsidR="007707B7">
              <w:t>1</w:t>
            </w:r>
            <w:r w:rsidR="006C387B" w:rsidRPr="006C387B">
              <w:t>0,000</w:t>
            </w:r>
          </w:p>
        </w:tc>
        <w:tc>
          <w:tcPr>
            <w:tcW w:w="2862" w:type="dxa"/>
            <w:tcBorders>
              <w:left w:val="single" w:sz="4" w:space="0" w:color="auto"/>
            </w:tcBorders>
          </w:tcPr>
          <w:p w14:paraId="359B5EBB" w14:textId="77777777" w:rsidR="00D801E4" w:rsidRPr="00D77156" w:rsidRDefault="00D801E4" w:rsidP="005742F3">
            <w:pPr>
              <w:pStyle w:val="TableBody"/>
              <w:rPr>
                <w:i/>
              </w:rPr>
            </w:pPr>
          </w:p>
        </w:tc>
      </w:tr>
      <w:tr w:rsidR="00D801E4" w14:paraId="1C50D226" w14:textId="77777777">
        <w:tc>
          <w:tcPr>
            <w:tcW w:w="6498" w:type="dxa"/>
            <w:tcBorders>
              <w:right w:val="single" w:sz="4" w:space="0" w:color="auto"/>
            </w:tcBorders>
          </w:tcPr>
          <w:p w14:paraId="7561070B" w14:textId="77777777" w:rsidR="00D801E4" w:rsidRPr="00521317" w:rsidRDefault="006C387B" w:rsidP="00C860F7">
            <w:pPr>
              <w:pStyle w:val="TableBody"/>
              <w:ind w:left="1440" w:hanging="288"/>
            </w:pPr>
            <w:r>
              <w:t xml:space="preserve">(b) </w:t>
            </w:r>
            <w:r w:rsidRPr="006C387B">
              <w:t xml:space="preserve">Invest in </w:t>
            </w:r>
            <w:r w:rsidR="001F75D8">
              <w:t>Logo/Trademarks</w:t>
            </w:r>
            <w:r w:rsidR="00941279">
              <w:t>––</w:t>
            </w:r>
            <w:r w:rsidR="001F75D8">
              <w:t>Noodlecake</w:t>
            </w:r>
            <w:r w:rsidRPr="006C387B">
              <w:t xml:space="preserve"> pays $</w:t>
            </w:r>
            <w:r w:rsidR="00C860F7">
              <w:t>3</w:t>
            </w:r>
            <w:r w:rsidRPr="006C387B">
              <w:t xml:space="preserve">00 cash </w:t>
            </w:r>
            <w:r w:rsidR="001F75D8">
              <w:t xml:space="preserve">to create </w:t>
            </w:r>
            <w:r w:rsidR="00C860F7">
              <w:t>the company’s logo.</w:t>
            </w:r>
          </w:p>
        </w:tc>
        <w:tc>
          <w:tcPr>
            <w:tcW w:w="2862" w:type="dxa"/>
            <w:tcBorders>
              <w:left w:val="single" w:sz="4" w:space="0" w:color="auto"/>
            </w:tcBorders>
          </w:tcPr>
          <w:p w14:paraId="26581600" w14:textId="77777777" w:rsidR="00D801E4" w:rsidRPr="00D77156" w:rsidRDefault="00D801E4" w:rsidP="005742F3">
            <w:pPr>
              <w:pStyle w:val="TableBody"/>
              <w:rPr>
                <w:i/>
              </w:rPr>
            </w:pPr>
          </w:p>
        </w:tc>
      </w:tr>
      <w:tr w:rsidR="00D801E4" w14:paraId="0BEE9B65" w14:textId="77777777">
        <w:tc>
          <w:tcPr>
            <w:tcW w:w="6498" w:type="dxa"/>
            <w:tcBorders>
              <w:right w:val="single" w:sz="4" w:space="0" w:color="auto"/>
            </w:tcBorders>
          </w:tcPr>
          <w:p w14:paraId="639AAE9B" w14:textId="77777777" w:rsidR="00D801E4" w:rsidRPr="00521317" w:rsidRDefault="006C387B" w:rsidP="00C860F7">
            <w:pPr>
              <w:pStyle w:val="TableBody"/>
              <w:numPr>
                <w:ilvl w:val="0"/>
                <w:numId w:val="5"/>
              </w:numPr>
            </w:pPr>
            <w:r w:rsidRPr="00D801E4">
              <w:t>Name</w:t>
            </w:r>
            <w:r>
              <w:t>:</w:t>
            </w:r>
            <w:r>
              <w:br/>
            </w:r>
            <w:r w:rsidR="001F75D8">
              <w:t>Noodlecake</w:t>
            </w:r>
            <w:r w:rsidRPr="006C387B">
              <w:t xml:space="preserve"> has received </w:t>
            </w:r>
            <w:r w:rsidR="00C860F7">
              <w:t>a logo costing $300.</w:t>
            </w:r>
            <w:r w:rsidRPr="006C387B">
              <w:t xml:space="preserve"> </w:t>
            </w:r>
            <w:r w:rsidR="001F75D8">
              <w:t>Noodlecake</w:t>
            </w:r>
            <w:r w:rsidR="00C860F7">
              <w:t xml:space="preserve"> gave $3</w:t>
            </w:r>
            <w:r w:rsidRPr="006C387B">
              <w:t>00 cash.</w:t>
            </w:r>
          </w:p>
        </w:tc>
        <w:tc>
          <w:tcPr>
            <w:tcW w:w="2862" w:type="dxa"/>
            <w:tcBorders>
              <w:left w:val="single" w:sz="4" w:space="0" w:color="auto"/>
            </w:tcBorders>
          </w:tcPr>
          <w:p w14:paraId="40294FFE" w14:textId="77777777" w:rsidR="00D801E4" w:rsidRPr="00D77156" w:rsidRDefault="001F75D8" w:rsidP="005742F3">
            <w:pPr>
              <w:pStyle w:val="TableBody"/>
              <w:rPr>
                <w:i/>
              </w:rPr>
            </w:pPr>
            <w:r>
              <w:rPr>
                <w:i/>
              </w:rPr>
              <w:t xml:space="preserve">This </w:t>
            </w:r>
            <w:r w:rsidRPr="001F75D8">
              <w:rPr>
                <w:i/>
              </w:rPr>
              <w:t>transaction did not affect liabilities or stockholders’ equity</w:t>
            </w:r>
            <w:r>
              <w:rPr>
                <w:i/>
              </w:rPr>
              <w:t xml:space="preserve">; </w:t>
            </w:r>
            <w:r w:rsidRPr="001F75D8">
              <w:rPr>
                <w:i/>
              </w:rPr>
              <w:t>the</w:t>
            </w:r>
          </w:p>
        </w:tc>
      </w:tr>
      <w:tr w:rsidR="006C387B" w14:paraId="0BA0C082" w14:textId="77777777" w:rsidTr="005742F3">
        <w:tc>
          <w:tcPr>
            <w:tcW w:w="6498" w:type="dxa"/>
            <w:tcBorders>
              <w:right w:val="single" w:sz="4" w:space="0" w:color="auto"/>
            </w:tcBorders>
            <w:vAlign w:val="center"/>
          </w:tcPr>
          <w:p w14:paraId="5BCC162E" w14:textId="77777777" w:rsidR="006C387B" w:rsidRPr="003656D8" w:rsidRDefault="006C387B" w:rsidP="00471136">
            <w:pPr>
              <w:pStyle w:val="TableBody"/>
              <w:numPr>
                <w:ilvl w:val="0"/>
                <w:numId w:val="5"/>
              </w:numPr>
            </w:pPr>
            <w:r>
              <w:t xml:space="preserve">Analyze: </w:t>
            </w:r>
            <w:r>
              <w:br/>
              <w:t>Assets = Liabilities + Stockholders’ Equity</w:t>
            </w:r>
            <w:r>
              <w:br/>
            </w:r>
            <w:r w:rsidRPr="006C387B">
              <w:t xml:space="preserve">Cash </w:t>
            </w:r>
            <w:r w:rsidR="00471136">
              <w:t xml:space="preserve">(A) </w:t>
            </w:r>
            <w:r w:rsidR="007D4591">
              <w:t>−</w:t>
            </w:r>
            <w:r w:rsidR="00C860F7">
              <w:t>3</w:t>
            </w:r>
            <w:r w:rsidRPr="006C387B">
              <w:t>00</w:t>
            </w:r>
            <w:r w:rsidR="00471136">
              <w:t xml:space="preserve"> + </w:t>
            </w:r>
            <w:r w:rsidR="00C860F7">
              <w:t>Logo/Trademarks</w:t>
            </w:r>
            <w:r w:rsidR="00471136">
              <w:t xml:space="preserve"> (A) +</w:t>
            </w:r>
            <w:r w:rsidR="00C860F7">
              <w:t>3</w:t>
            </w:r>
            <w:r w:rsidRPr="006C387B">
              <w:t>00</w:t>
            </w:r>
            <w:r w:rsidR="005742F3">
              <w:t xml:space="preserve"> = 0</w:t>
            </w:r>
          </w:p>
        </w:tc>
        <w:tc>
          <w:tcPr>
            <w:tcW w:w="2862" w:type="dxa"/>
            <w:tcBorders>
              <w:left w:val="single" w:sz="4" w:space="0" w:color="auto"/>
            </w:tcBorders>
          </w:tcPr>
          <w:p w14:paraId="3F7BCE29" w14:textId="77777777" w:rsidR="006C387B" w:rsidRPr="00D77156" w:rsidRDefault="001F75D8" w:rsidP="005742F3">
            <w:pPr>
              <w:pStyle w:val="TableBody"/>
              <w:rPr>
                <w:i/>
              </w:rPr>
            </w:pPr>
            <w:r w:rsidRPr="001F75D8">
              <w:rPr>
                <w:i/>
              </w:rPr>
              <w:t xml:space="preserve">decrease in one asset was offset by </w:t>
            </w:r>
            <w:r>
              <w:rPr>
                <w:i/>
              </w:rPr>
              <w:t xml:space="preserve">an </w:t>
            </w:r>
            <w:r w:rsidRPr="001F75D8">
              <w:rPr>
                <w:i/>
              </w:rPr>
              <w:t>increase in another asset</w:t>
            </w:r>
            <w:r>
              <w:rPr>
                <w:i/>
              </w:rPr>
              <w:t>.</w:t>
            </w:r>
          </w:p>
        </w:tc>
      </w:tr>
      <w:tr w:rsidR="006C387B" w:rsidRPr="00D77156" w14:paraId="6C167A8D" w14:textId="77777777" w:rsidTr="005742F3">
        <w:tc>
          <w:tcPr>
            <w:tcW w:w="6498" w:type="dxa"/>
            <w:tcBorders>
              <w:right w:val="single" w:sz="4" w:space="0" w:color="auto"/>
            </w:tcBorders>
          </w:tcPr>
          <w:p w14:paraId="3105E4E3" w14:textId="77777777" w:rsidR="006C387B" w:rsidRPr="00521317" w:rsidRDefault="006C387B" w:rsidP="00C860F7">
            <w:pPr>
              <w:pStyle w:val="TableBody"/>
              <w:ind w:left="1440" w:hanging="288"/>
            </w:pPr>
            <w:r>
              <w:t>(c)</w:t>
            </w:r>
            <w:r w:rsidR="001E3BD5" w:rsidRPr="001E3BD5">
              <w:t xml:space="preserve"> Obtain Loan from Bank</w:t>
            </w:r>
            <w:r w:rsidR="00941279">
              <w:t>––</w:t>
            </w:r>
            <w:r w:rsidR="001F75D8">
              <w:t>Noodlecake</w:t>
            </w:r>
            <w:r w:rsidR="001E3BD5" w:rsidRPr="001E3BD5">
              <w:t xml:space="preserve"> borrows $20,000 from a bank, depositing those funds in its bank account and signing a formal agreement to repay the loan in two years.</w:t>
            </w:r>
          </w:p>
        </w:tc>
        <w:tc>
          <w:tcPr>
            <w:tcW w:w="2862" w:type="dxa"/>
            <w:tcBorders>
              <w:left w:val="single" w:sz="4" w:space="0" w:color="auto"/>
            </w:tcBorders>
          </w:tcPr>
          <w:p w14:paraId="4A2AB201" w14:textId="77777777" w:rsidR="001F75D8" w:rsidRDefault="001F75D8" w:rsidP="00E31D97">
            <w:pPr>
              <w:pStyle w:val="TableBody"/>
              <w:rPr>
                <w:i/>
              </w:rPr>
            </w:pPr>
          </w:p>
          <w:p w14:paraId="62FBAC86" w14:textId="77777777" w:rsidR="006C387B" w:rsidRPr="00D77156" w:rsidRDefault="005742F3" w:rsidP="00E31D97">
            <w:pPr>
              <w:pStyle w:val="TableBody"/>
              <w:rPr>
                <w:i/>
              </w:rPr>
            </w:pPr>
            <w:r w:rsidRPr="005742F3">
              <w:rPr>
                <w:i/>
              </w:rPr>
              <w:t>Notes payable are like accounts</w:t>
            </w:r>
            <w:r w:rsidR="006A6D04">
              <w:rPr>
                <w:i/>
              </w:rPr>
              <w:t xml:space="preserve"> </w:t>
            </w:r>
            <w:r w:rsidRPr="005742F3">
              <w:rPr>
                <w:i/>
              </w:rPr>
              <w:t xml:space="preserve">payable except </w:t>
            </w:r>
            <w:r w:rsidR="00E31D97">
              <w:rPr>
                <w:i/>
              </w:rPr>
              <w:br/>
            </w:r>
            <w:r w:rsidRPr="005742F3">
              <w:rPr>
                <w:i/>
              </w:rPr>
              <w:t>they</w:t>
            </w:r>
            <w:r w:rsidR="00F0586E">
              <w:rPr>
                <w:i/>
              </w:rPr>
              <w:t>:</w:t>
            </w:r>
          </w:p>
        </w:tc>
      </w:tr>
      <w:tr w:rsidR="006C387B" w:rsidRPr="00D77156" w14:paraId="7910D13E" w14:textId="77777777" w:rsidTr="005742F3">
        <w:tc>
          <w:tcPr>
            <w:tcW w:w="6498" w:type="dxa"/>
            <w:tcBorders>
              <w:right w:val="single" w:sz="4" w:space="0" w:color="auto"/>
            </w:tcBorders>
          </w:tcPr>
          <w:p w14:paraId="35686650" w14:textId="77777777" w:rsidR="006C387B" w:rsidRPr="00521317" w:rsidRDefault="006C387B" w:rsidP="00E31D97">
            <w:pPr>
              <w:pStyle w:val="TableBody"/>
              <w:numPr>
                <w:ilvl w:val="0"/>
                <w:numId w:val="5"/>
              </w:numPr>
            </w:pPr>
            <w:r w:rsidRPr="00D801E4">
              <w:t>Name</w:t>
            </w:r>
            <w:r w:rsidR="00E31D97">
              <w:t>:</w:t>
            </w:r>
            <w:r>
              <w:br/>
            </w:r>
            <w:r w:rsidR="001F75D8">
              <w:t>Noodlecake</w:t>
            </w:r>
            <w:r w:rsidR="001E3BD5" w:rsidRPr="001E3BD5">
              <w:t xml:space="preserve"> has received $20,000 cash. </w:t>
            </w:r>
            <w:r w:rsidR="001F75D8">
              <w:t>Noodlecake</w:t>
            </w:r>
            <w:r w:rsidR="001E3BD5" w:rsidRPr="001E3BD5">
              <w:t xml:space="preserve"> gave a note, payable to the bank for $20,000.</w:t>
            </w:r>
          </w:p>
        </w:tc>
        <w:tc>
          <w:tcPr>
            <w:tcW w:w="2862" w:type="dxa"/>
            <w:tcBorders>
              <w:left w:val="single" w:sz="4" w:space="0" w:color="auto"/>
            </w:tcBorders>
          </w:tcPr>
          <w:p w14:paraId="0129E4E8" w14:textId="77777777" w:rsidR="00FA326E" w:rsidRDefault="001F75D8" w:rsidP="001F75D8">
            <w:pPr>
              <w:pStyle w:val="TableBody"/>
              <w:jc w:val="both"/>
              <w:rPr>
                <w:i/>
              </w:rPr>
            </w:pPr>
            <w:r w:rsidRPr="005742F3">
              <w:rPr>
                <w:i/>
              </w:rPr>
              <w:t xml:space="preserve">(a) charge interest, </w:t>
            </w:r>
          </w:p>
          <w:p w14:paraId="3F3F4397" w14:textId="77777777" w:rsidR="006C387B" w:rsidRPr="00D77156" w:rsidRDefault="00E31D97" w:rsidP="00FA326E">
            <w:pPr>
              <w:pStyle w:val="TableBody"/>
              <w:ind w:left="288" w:hanging="288"/>
              <w:rPr>
                <w:i/>
              </w:rPr>
            </w:pPr>
            <w:r w:rsidRPr="005742F3">
              <w:rPr>
                <w:i/>
              </w:rPr>
              <w:t>(b) can</w:t>
            </w:r>
            <w:r>
              <w:rPr>
                <w:i/>
              </w:rPr>
              <w:t xml:space="preserve"> be outstanding for</w:t>
            </w:r>
            <w:r w:rsidR="00FA326E">
              <w:rPr>
                <w:i/>
              </w:rPr>
              <w:t xml:space="preserve"> </w:t>
            </w:r>
            <w:r w:rsidR="006A6D04">
              <w:rPr>
                <w:i/>
              </w:rPr>
              <w:t>p</w:t>
            </w:r>
            <w:r w:rsidR="005742F3" w:rsidRPr="005742F3">
              <w:rPr>
                <w:i/>
              </w:rPr>
              <w:t>eriods</w:t>
            </w:r>
            <w:r w:rsidR="006A6D04">
              <w:rPr>
                <w:i/>
              </w:rPr>
              <w:t xml:space="preserve"> </w:t>
            </w:r>
            <w:r w:rsidR="00FA326E">
              <w:rPr>
                <w:i/>
              </w:rPr>
              <w:t xml:space="preserve">either shorter or </w:t>
            </w:r>
            <w:r w:rsidR="005742F3" w:rsidRPr="005742F3">
              <w:rPr>
                <w:i/>
              </w:rPr>
              <w:t xml:space="preserve">longer than </w:t>
            </w:r>
            <w:r w:rsidR="00FA326E" w:rsidRPr="005742F3">
              <w:rPr>
                <w:i/>
              </w:rPr>
              <w:t>one</w:t>
            </w:r>
            <w:r w:rsidR="00FA326E">
              <w:rPr>
                <w:i/>
              </w:rPr>
              <w:t xml:space="preserve"> year</w:t>
            </w:r>
            <w:r w:rsidR="005742F3" w:rsidRPr="005742F3">
              <w:rPr>
                <w:i/>
              </w:rPr>
              <w:t xml:space="preserve">, and </w:t>
            </w:r>
          </w:p>
        </w:tc>
      </w:tr>
      <w:tr w:rsidR="006C387B" w:rsidRPr="00D77156" w14:paraId="5958AC00" w14:textId="77777777" w:rsidTr="00D801E4">
        <w:tc>
          <w:tcPr>
            <w:tcW w:w="6498" w:type="dxa"/>
            <w:tcBorders>
              <w:right w:val="single" w:sz="4" w:space="0" w:color="auto"/>
            </w:tcBorders>
            <w:vAlign w:val="center"/>
          </w:tcPr>
          <w:p w14:paraId="15383794" w14:textId="77777777" w:rsidR="006C387B" w:rsidRPr="003656D8" w:rsidRDefault="006C387B" w:rsidP="00FE2E52">
            <w:pPr>
              <w:pStyle w:val="TableBody"/>
              <w:numPr>
                <w:ilvl w:val="0"/>
                <w:numId w:val="5"/>
              </w:numPr>
            </w:pPr>
            <w:r>
              <w:t xml:space="preserve">Analyze: </w:t>
            </w:r>
            <w:r>
              <w:br/>
              <w:t>Assets = Liabilities + Stockholders’ Equity</w:t>
            </w:r>
            <w:r>
              <w:br/>
            </w:r>
            <w:r w:rsidR="00471136">
              <w:t>Cash (A) +</w:t>
            </w:r>
            <w:r w:rsidR="001E3BD5" w:rsidRPr="00FE2E52">
              <w:t>20,000</w:t>
            </w:r>
            <w:r w:rsidR="00FE2E52" w:rsidRPr="00FE2E52">
              <w:t xml:space="preserve"> = N</w:t>
            </w:r>
            <w:r w:rsidR="001E3BD5" w:rsidRPr="00FE2E52">
              <w:t>ote Payable</w:t>
            </w:r>
            <w:r w:rsidR="00FE2E52" w:rsidRPr="00FE2E52">
              <w:t xml:space="preserve"> (L) </w:t>
            </w:r>
            <w:r w:rsidR="00471136">
              <w:t>+</w:t>
            </w:r>
            <w:r w:rsidR="001E3BD5" w:rsidRPr="00FE2E52">
              <w:t>20,000</w:t>
            </w:r>
          </w:p>
        </w:tc>
        <w:tc>
          <w:tcPr>
            <w:tcW w:w="2862" w:type="dxa"/>
            <w:tcBorders>
              <w:left w:val="single" w:sz="4" w:space="0" w:color="auto"/>
            </w:tcBorders>
          </w:tcPr>
          <w:p w14:paraId="28B8EC94" w14:textId="77777777" w:rsidR="006C387B" w:rsidRPr="00D77156" w:rsidRDefault="001F75D8" w:rsidP="00FA326E">
            <w:pPr>
              <w:pStyle w:val="TableBody"/>
              <w:ind w:left="288" w:hanging="288"/>
              <w:rPr>
                <w:i/>
              </w:rPr>
            </w:pPr>
            <w:r w:rsidRPr="005742F3">
              <w:rPr>
                <w:i/>
              </w:rPr>
              <w:t>(c)</w:t>
            </w:r>
            <w:r>
              <w:rPr>
                <w:i/>
              </w:rPr>
              <w:t xml:space="preserve"> </w:t>
            </w:r>
            <w:r w:rsidRPr="005742F3">
              <w:rPr>
                <w:i/>
              </w:rPr>
              <w:t>are documented using</w:t>
            </w:r>
            <w:r w:rsidR="00FA326E">
              <w:rPr>
                <w:i/>
              </w:rPr>
              <w:t xml:space="preserve"> </w:t>
            </w:r>
            <w:r w:rsidR="00F0586E" w:rsidRPr="005742F3">
              <w:rPr>
                <w:i/>
              </w:rPr>
              <w:t>formal</w:t>
            </w:r>
            <w:r w:rsidR="00F0586E">
              <w:rPr>
                <w:i/>
              </w:rPr>
              <w:t xml:space="preserve"> </w:t>
            </w:r>
            <w:r w:rsidR="00F0586E" w:rsidRPr="005742F3">
              <w:rPr>
                <w:i/>
              </w:rPr>
              <w:t>documents called</w:t>
            </w:r>
            <w:r w:rsidR="00FA326E">
              <w:rPr>
                <w:i/>
              </w:rPr>
              <w:t xml:space="preserve"> </w:t>
            </w:r>
            <w:r w:rsidR="00F0586E">
              <w:rPr>
                <w:i/>
              </w:rPr>
              <w:t>notes.</w:t>
            </w:r>
          </w:p>
        </w:tc>
      </w:tr>
      <w:tr w:rsidR="006C387B" w:rsidRPr="00D77156" w14:paraId="5B9475C1" w14:textId="77777777" w:rsidTr="005742F3">
        <w:tc>
          <w:tcPr>
            <w:tcW w:w="6498" w:type="dxa"/>
            <w:tcBorders>
              <w:right w:val="single" w:sz="4" w:space="0" w:color="auto"/>
            </w:tcBorders>
          </w:tcPr>
          <w:p w14:paraId="39CB6BB8" w14:textId="77777777" w:rsidR="006C387B" w:rsidRPr="00521317" w:rsidRDefault="006C387B" w:rsidP="000B1974">
            <w:pPr>
              <w:pStyle w:val="TableBody"/>
              <w:ind w:left="1440" w:hanging="288"/>
            </w:pPr>
            <w:r>
              <w:t>(d)</w:t>
            </w:r>
            <w:r w:rsidR="001E3BD5">
              <w:t xml:space="preserve"> </w:t>
            </w:r>
            <w:r w:rsidR="001E3BD5" w:rsidRPr="001E3BD5">
              <w:t>Invest in Equipment</w:t>
            </w:r>
            <w:r w:rsidR="00941279">
              <w:t>––</w:t>
            </w:r>
            <w:r w:rsidR="001F75D8">
              <w:t>Noodlecake</w:t>
            </w:r>
            <w:r w:rsidR="001E3BD5" w:rsidRPr="001E3BD5">
              <w:t xml:space="preserve"> purchases </w:t>
            </w:r>
            <w:r w:rsidR="00C860F7">
              <w:t>and receives $9</w:t>
            </w:r>
            <w:r w:rsidR="000B1974">
              <w:t>,</w:t>
            </w:r>
            <w:r w:rsidR="00C860F7">
              <w:t>600 in computers, printers, and desks</w:t>
            </w:r>
            <w:r w:rsidR="001E3BD5" w:rsidRPr="001E3BD5">
              <w:t xml:space="preserve">, </w:t>
            </w:r>
            <w:r w:rsidR="00C860F7">
              <w:t>signing a purchase order to indicate its</w:t>
            </w:r>
            <w:r w:rsidR="001E3BD5" w:rsidRPr="001E3BD5">
              <w:t xml:space="preserve"> promise to pay $</w:t>
            </w:r>
            <w:r w:rsidR="00C860F7">
              <w:t>9,6</w:t>
            </w:r>
            <w:r w:rsidR="001E3BD5" w:rsidRPr="001E3BD5">
              <w:t>00 at the end of the month.</w:t>
            </w:r>
          </w:p>
        </w:tc>
        <w:tc>
          <w:tcPr>
            <w:tcW w:w="2862" w:type="dxa"/>
            <w:tcBorders>
              <w:left w:val="single" w:sz="4" w:space="0" w:color="auto"/>
            </w:tcBorders>
          </w:tcPr>
          <w:p w14:paraId="4BF04504" w14:textId="77777777" w:rsidR="006C387B" w:rsidRPr="00D77156" w:rsidRDefault="006C387B" w:rsidP="005742F3">
            <w:pPr>
              <w:pStyle w:val="TableBody"/>
              <w:rPr>
                <w:i/>
              </w:rPr>
            </w:pPr>
          </w:p>
        </w:tc>
      </w:tr>
      <w:tr w:rsidR="006C387B" w:rsidRPr="00D77156" w14:paraId="356AA1BB" w14:textId="77777777" w:rsidTr="005742F3">
        <w:tc>
          <w:tcPr>
            <w:tcW w:w="6498" w:type="dxa"/>
            <w:tcBorders>
              <w:right w:val="single" w:sz="4" w:space="0" w:color="auto"/>
            </w:tcBorders>
          </w:tcPr>
          <w:p w14:paraId="69765C01" w14:textId="77777777" w:rsidR="006C387B" w:rsidRPr="00521317" w:rsidRDefault="006C387B" w:rsidP="000B1974">
            <w:pPr>
              <w:pStyle w:val="TableBody"/>
              <w:numPr>
                <w:ilvl w:val="0"/>
                <w:numId w:val="5"/>
              </w:numPr>
            </w:pPr>
            <w:r w:rsidRPr="00D801E4">
              <w:t>Name</w:t>
            </w:r>
            <w:r>
              <w:t>:</w:t>
            </w:r>
            <w:r>
              <w:br/>
            </w:r>
            <w:r w:rsidR="001F75D8">
              <w:t>Noodlecake</w:t>
            </w:r>
            <w:r w:rsidR="001E3BD5" w:rsidRPr="001E3BD5">
              <w:t xml:space="preserve"> has received </w:t>
            </w:r>
            <w:r w:rsidR="000B1974">
              <w:t>$9,600</w:t>
            </w:r>
            <w:r w:rsidR="001E3BD5" w:rsidRPr="001E3BD5">
              <w:t xml:space="preserve"> of equipment. </w:t>
            </w:r>
            <w:r w:rsidR="001F75D8">
              <w:t>Noodlecake</w:t>
            </w:r>
            <w:r w:rsidR="001E3BD5" w:rsidRPr="001E3BD5">
              <w:t xml:space="preserve"> gave a promise to pay </w:t>
            </w:r>
            <w:r w:rsidR="000B1974">
              <w:t>$9,600</w:t>
            </w:r>
            <w:r w:rsidR="001E3BD5" w:rsidRPr="001E3BD5">
              <w:t xml:space="preserve"> on account.</w:t>
            </w:r>
          </w:p>
        </w:tc>
        <w:tc>
          <w:tcPr>
            <w:tcW w:w="2862" w:type="dxa"/>
            <w:tcBorders>
              <w:left w:val="single" w:sz="4" w:space="0" w:color="auto"/>
            </w:tcBorders>
          </w:tcPr>
          <w:p w14:paraId="7CB48BF8" w14:textId="77777777" w:rsidR="006C387B" w:rsidRPr="00D77156" w:rsidRDefault="006C387B" w:rsidP="005742F3">
            <w:pPr>
              <w:pStyle w:val="TableBody"/>
              <w:rPr>
                <w:i/>
              </w:rPr>
            </w:pPr>
          </w:p>
        </w:tc>
      </w:tr>
    </w:tbl>
    <w:p w14:paraId="56CB477E" w14:textId="77777777" w:rsidR="00FA326E" w:rsidRDefault="00FA326E">
      <w:r>
        <w:br w:type="page"/>
      </w:r>
    </w:p>
    <w:tbl>
      <w:tblPr>
        <w:tblW w:w="0" w:type="auto"/>
        <w:tblLayout w:type="fixed"/>
        <w:tblLook w:val="01E0" w:firstRow="1" w:lastRow="1" w:firstColumn="1" w:lastColumn="1" w:noHBand="0" w:noVBand="0"/>
      </w:tblPr>
      <w:tblGrid>
        <w:gridCol w:w="6498"/>
        <w:gridCol w:w="2862"/>
      </w:tblGrid>
      <w:tr w:rsidR="00FA326E" w:rsidRPr="00CD480D" w14:paraId="7F29C1E1" w14:textId="77777777" w:rsidTr="003432B5">
        <w:tc>
          <w:tcPr>
            <w:tcW w:w="6498" w:type="dxa"/>
            <w:tcBorders>
              <w:right w:val="single" w:sz="4" w:space="0" w:color="auto"/>
            </w:tcBorders>
          </w:tcPr>
          <w:p w14:paraId="4F828E54" w14:textId="77777777" w:rsidR="00FA326E" w:rsidRPr="00A77D5B" w:rsidRDefault="00FA326E" w:rsidP="003432B5">
            <w:pPr>
              <w:pStyle w:val="Heading1"/>
            </w:pPr>
            <w:r w:rsidRPr="00A77D5B">
              <w:lastRenderedPageBreak/>
              <w:br w:type="page"/>
            </w:r>
            <w:r w:rsidRPr="00A77D5B">
              <w:br w:type="page"/>
            </w:r>
            <w:r w:rsidRPr="00A77D5B">
              <w:br w:type="page"/>
            </w:r>
            <w:r w:rsidRPr="00FE2E52">
              <w:t>Chapter Outline</w:t>
            </w:r>
          </w:p>
        </w:tc>
        <w:tc>
          <w:tcPr>
            <w:tcW w:w="2862" w:type="dxa"/>
            <w:tcBorders>
              <w:left w:val="single" w:sz="4" w:space="0" w:color="auto"/>
            </w:tcBorders>
          </w:tcPr>
          <w:p w14:paraId="5E9B1963" w14:textId="77777777" w:rsidR="00FA326E" w:rsidRPr="00FE2E52" w:rsidRDefault="00FA326E" w:rsidP="003432B5">
            <w:pPr>
              <w:pStyle w:val="Heading1"/>
            </w:pPr>
            <w:r w:rsidRPr="00FE2E52">
              <w:t>Teaching Notes</w:t>
            </w:r>
          </w:p>
        </w:tc>
      </w:tr>
      <w:tr w:rsidR="006C387B" w:rsidRPr="00D77156" w14:paraId="50EBABA9" w14:textId="77777777" w:rsidTr="00D801E4">
        <w:tc>
          <w:tcPr>
            <w:tcW w:w="6498" w:type="dxa"/>
            <w:tcBorders>
              <w:right w:val="single" w:sz="4" w:space="0" w:color="auto"/>
            </w:tcBorders>
            <w:vAlign w:val="center"/>
          </w:tcPr>
          <w:p w14:paraId="7FFFC98C" w14:textId="77777777" w:rsidR="006C387B" w:rsidRPr="003656D8" w:rsidRDefault="006C387B" w:rsidP="000B1974">
            <w:pPr>
              <w:pStyle w:val="TableBody"/>
              <w:numPr>
                <w:ilvl w:val="0"/>
                <w:numId w:val="5"/>
              </w:numPr>
            </w:pPr>
            <w:r>
              <w:t xml:space="preserve">Analyze: </w:t>
            </w:r>
            <w:r>
              <w:br/>
              <w:t>Assets = Liabilities + Stockholders’ Equity</w:t>
            </w:r>
            <w:r>
              <w:br/>
            </w:r>
            <w:r w:rsidR="00471136">
              <w:t>Equipment (A) +</w:t>
            </w:r>
            <w:r w:rsidR="000B1974">
              <w:t>9,6</w:t>
            </w:r>
            <w:r w:rsidR="00FE2E52">
              <w:t xml:space="preserve">00 = </w:t>
            </w:r>
            <w:r w:rsidR="00FE2E52" w:rsidRPr="00FE2E52">
              <w:t xml:space="preserve">Accounts Payable </w:t>
            </w:r>
            <w:r w:rsidR="00FE2E52">
              <w:t>+</w:t>
            </w:r>
            <w:r w:rsidR="000B1974">
              <w:t>9,6</w:t>
            </w:r>
            <w:r w:rsidR="00FE2E52">
              <w:t>00</w:t>
            </w:r>
          </w:p>
        </w:tc>
        <w:tc>
          <w:tcPr>
            <w:tcW w:w="2862" w:type="dxa"/>
            <w:tcBorders>
              <w:left w:val="single" w:sz="4" w:space="0" w:color="auto"/>
            </w:tcBorders>
          </w:tcPr>
          <w:p w14:paraId="12E406F5" w14:textId="77777777" w:rsidR="006C387B" w:rsidRPr="00D77156" w:rsidRDefault="006C387B" w:rsidP="005742F3">
            <w:pPr>
              <w:pStyle w:val="TableBody"/>
              <w:rPr>
                <w:i/>
              </w:rPr>
            </w:pPr>
          </w:p>
        </w:tc>
      </w:tr>
      <w:tr w:rsidR="00D35D6E" w:rsidRPr="00D77156" w14:paraId="379881FD" w14:textId="77777777" w:rsidTr="005742F3">
        <w:tc>
          <w:tcPr>
            <w:tcW w:w="6498" w:type="dxa"/>
            <w:tcBorders>
              <w:right w:val="single" w:sz="4" w:space="0" w:color="auto"/>
            </w:tcBorders>
          </w:tcPr>
          <w:p w14:paraId="7C25573F" w14:textId="77777777" w:rsidR="00D35D6E" w:rsidRPr="00521317" w:rsidRDefault="00FA326E" w:rsidP="00C05F6D">
            <w:pPr>
              <w:pStyle w:val="TableBody"/>
              <w:ind w:left="1440" w:hanging="288"/>
            </w:pPr>
            <w:r>
              <w:t xml:space="preserve"> </w:t>
            </w:r>
            <w:r w:rsidR="00D35D6E">
              <w:t>(e) P</w:t>
            </w:r>
            <w:r w:rsidR="00D35D6E" w:rsidRPr="001E3BD5">
              <w:t>ay Supplier</w:t>
            </w:r>
            <w:r w:rsidR="00941279">
              <w:t>––</w:t>
            </w:r>
            <w:r w:rsidR="001F75D8">
              <w:t>Noodlecake</w:t>
            </w:r>
            <w:r w:rsidR="00D35D6E" w:rsidRPr="001E3BD5">
              <w:t xml:space="preserve"> pays $</w:t>
            </w:r>
            <w:r w:rsidR="00C05F6D">
              <w:t>5,0</w:t>
            </w:r>
            <w:r w:rsidR="00D35D6E" w:rsidRPr="001E3BD5">
              <w:t xml:space="preserve">00 </w:t>
            </w:r>
            <w:r w:rsidR="00C05F6D">
              <w:t xml:space="preserve">of its promise </w:t>
            </w:r>
            <w:r w:rsidR="00D35D6E" w:rsidRPr="001E3BD5">
              <w:t>to the equipment supplier in (d).</w:t>
            </w:r>
          </w:p>
        </w:tc>
        <w:tc>
          <w:tcPr>
            <w:tcW w:w="2862" w:type="dxa"/>
            <w:tcBorders>
              <w:left w:val="single" w:sz="4" w:space="0" w:color="auto"/>
            </w:tcBorders>
          </w:tcPr>
          <w:p w14:paraId="3F90F875" w14:textId="77777777" w:rsidR="00D35D6E" w:rsidRPr="00D77156" w:rsidRDefault="00D35D6E" w:rsidP="00D35D6E">
            <w:pPr>
              <w:pStyle w:val="TableBody"/>
              <w:rPr>
                <w:i/>
              </w:rPr>
            </w:pPr>
            <w:r>
              <w:rPr>
                <w:i/>
              </w:rPr>
              <w:t xml:space="preserve">Stress that the company would typically wait until the </w:t>
            </w:r>
          </w:p>
        </w:tc>
      </w:tr>
      <w:tr w:rsidR="00D35D6E" w:rsidRPr="00D77156" w14:paraId="52AC5413" w14:textId="77777777" w:rsidTr="005742F3">
        <w:tc>
          <w:tcPr>
            <w:tcW w:w="6498" w:type="dxa"/>
            <w:tcBorders>
              <w:right w:val="single" w:sz="4" w:space="0" w:color="auto"/>
            </w:tcBorders>
          </w:tcPr>
          <w:p w14:paraId="70BF8672" w14:textId="77777777" w:rsidR="00D35D6E" w:rsidRPr="00521317" w:rsidRDefault="00D35D6E" w:rsidP="00C05F6D">
            <w:pPr>
              <w:pStyle w:val="TableBody"/>
              <w:numPr>
                <w:ilvl w:val="0"/>
                <w:numId w:val="5"/>
              </w:numPr>
            </w:pPr>
            <w:r w:rsidRPr="00D801E4">
              <w:t>Name</w:t>
            </w:r>
            <w:r>
              <w:t>:</w:t>
            </w:r>
            <w:r>
              <w:br/>
            </w:r>
            <w:r w:rsidR="001F75D8">
              <w:t>Noodlecake</w:t>
            </w:r>
            <w:r w:rsidRPr="001E3BD5">
              <w:t xml:space="preserve"> has received back its $</w:t>
            </w:r>
            <w:r w:rsidR="00C05F6D">
              <w:t>5,00</w:t>
            </w:r>
            <w:r w:rsidRPr="001E3BD5">
              <w:t xml:space="preserve">0 promise to pay on account. </w:t>
            </w:r>
            <w:r w:rsidR="001F75D8">
              <w:t>Noodlecake</w:t>
            </w:r>
            <w:r w:rsidRPr="001E3BD5">
              <w:t xml:space="preserve"> gave $</w:t>
            </w:r>
            <w:r w:rsidR="00C05F6D">
              <w:t>5,0</w:t>
            </w:r>
            <w:r w:rsidRPr="001E3BD5">
              <w:t>00 cash</w:t>
            </w:r>
            <w:r>
              <w:t>.</w:t>
            </w:r>
          </w:p>
        </w:tc>
        <w:tc>
          <w:tcPr>
            <w:tcW w:w="2862" w:type="dxa"/>
            <w:tcBorders>
              <w:left w:val="single" w:sz="4" w:space="0" w:color="auto"/>
            </w:tcBorders>
          </w:tcPr>
          <w:p w14:paraId="7E95C4D0" w14:textId="77777777" w:rsidR="00D35D6E" w:rsidRPr="00D77156" w:rsidRDefault="00D35D6E" w:rsidP="00D35D6E">
            <w:pPr>
              <w:pStyle w:val="TableBody"/>
              <w:rPr>
                <w:i/>
              </w:rPr>
            </w:pPr>
            <w:r>
              <w:rPr>
                <w:i/>
              </w:rPr>
              <w:t xml:space="preserve">end of the month to pay the amount owed to the supplier. </w:t>
            </w:r>
          </w:p>
        </w:tc>
      </w:tr>
      <w:tr w:rsidR="00D35D6E" w:rsidRPr="00D77156" w14:paraId="28ADC4B0" w14:textId="77777777" w:rsidTr="003D5D79">
        <w:tc>
          <w:tcPr>
            <w:tcW w:w="6498" w:type="dxa"/>
            <w:tcBorders>
              <w:right w:val="single" w:sz="4" w:space="0" w:color="auto"/>
            </w:tcBorders>
            <w:vAlign w:val="center"/>
          </w:tcPr>
          <w:p w14:paraId="38224820" w14:textId="77777777" w:rsidR="00D35D6E" w:rsidRPr="003656D8" w:rsidRDefault="00D35D6E" w:rsidP="00C05F6D">
            <w:pPr>
              <w:pStyle w:val="TableBody"/>
              <w:numPr>
                <w:ilvl w:val="0"/>
                <w:numId w:val="5"/>
              </w:numPr>
            </w:pPr>
            <w:r>
              <w:t xml:space="preserve">Analyze: </w:t>
            </w:r>
            <w:r>
              <w:br/>
              <w:t>Assets = Liabilities + Stockholders’ Equity</w:t>
            </w:r>
            <w:r>
              <w:br/>
            </w:r>
            <w:r w:rsidRPr="00FE2E52">
              <w:t xml:space="preserve">Cash </w:t>
            </w:r>
            <w:r w:rsidR="00471136">
              <w:t>–</w:t>
            </w:r>
            <w:r w:rsidR="00C05F6D">
              <w:t>5,0</w:t>
            </w:r>
            <w:r w:rsidRPr="00FE2E52">
              <w:t xml:space="preserve">00 </w:t>
            </w:r>
            <w:r>
              <w:t xml:space="preserve">= </w:t>
            </w:r>
            <w:r w:rsidRPr="00FE2E52">
              <w:t xml:space="preserve">Accounts Payable </w:t>
            </w:r>
            <w:r w:rsidR="00471136">
              <w:t>–</w:t>
            </w:r>
            <w:r w:rsidR="00C05F6D">
              <w:t>5,0</w:t>
            </w:r>
            <w:r w:rsidRPr="00FE2E52">
              <w:t>00</w:t>
            </w:r>
          </w:p>
        </w:tc>
        <w:tc>
          <w:tcPr>
            <w:tcW w:w="2862" w:type="dxa"/>
            <w:tcBorders>
              <w:left w:val="single" w:sz="4" w:space="0" w:color="auto"/>
            </w:tcBorders>
          </w:tcPr>
          <w:p w14:paraId="1635CAB2" w14:textId="77777777" w:rsidR="00D35D6E" w:rsidRPr="00D77156" w:rsidRDefault="00D35D6E" w:rsidP="005742F3">
            <w:pPr>
              <w:pStyle w:val="TableBody"/>
              <w:rPr>
                <w:i/>
              </w:rPr>
            </w:pPr>
          </w:p>
        </w:tc>
      </w:tr>
      <w:tr w:rsidR="00D35D6E" w:rsidRPr="00D77156" w14:paraId="050CCD34" w14:textId="77777777" w:rsidTr="005742F3">
        <w:tc>
          <w:tcPr>
            <w:tcW w:w="6498" w:type="dxa"/>
            <w:tcBorders>
              <w:right w:val="single" w:sz="4" w:space="0" w:color="auto"/>
            </w:tcBorders>
          </w:tcPr>
          <w:p w14:paraId="2D5F6C5B" w14:textId="77777777" w:rsidR="00D35D6E" w:rsidRPr="00521317" w:rsidRDefault="00D35D6E" w:rsidP="00EA0D2A">
            <w:pPr>
              <w:pStyle w:val="TableBody"/>
              <w:ind w:left="1440" w:hanging="288"/>
            </w:pPr>
            <w:r>
              <w:t xml:space="preserve">(f) </w:t>
            </w:r>
            <w:r w:rsidR="00EA0D2A">
              <w:t>Order Software for App</w:t>
            </w:r>
            <w:r w:rsidR="00941279">
              <w:t>––</w:t>
            </w:r>
            <w:r w:rsidR="001F75D8">
              <w:t>Noodlecake</w:t>
            </w:r>
            <w:r w:rsidRPr="001E3BD5">
              <w:t xml:space="preserve"> </w:t>
            </w:r>
            <w:r w:rsidR="00EA0D2A">
              <w:t xml:space="preserve">signs a contract with a programmer for program code for the </w:t>
            </w:r>
            <w:r w:rsidR="00FA326E">
              <w:t>Tiny Warriors</w:t>
            </w:r>
            <w:r w:rsidR="00EA0D2A">
              <w:t xml:space="preserve"> game app for $9,000. No code has been received yet. </w:t>
            </w:r>
          </w:p>
        </w:tc>
        <w:tc>
          <w:tcPr>
            <w:tcW w:w="2862" w:type="dxa"/>
            <w:tcBorders>
              <w:left w:val="single" w:sz="4" w:space="0" w:color="auto"/>
            </w:tcBorders>
          </w:tcPr>
          <w:p w14:paraId="40CC9F6C" w14:textId="77777777" w:rsidR="00D35D6E" w:rsidRPr="00D77156" w:rsidRDefault="00D35D6E" w:rsidP="005742F3">
            <w:pPr>
              <w:pStyle w:val="TableBody"/>
              <w:rPr>
                <w:i/>
              </w:rPr>
            </w:pPr>
          </w:p>
        </w:tc>
      </w:tr>
      <w:tr w:rsidR="00D35D6E" w:rsidRPr="00D77156" w14:paraId="37FDC303" w14:textId="77777777" w:rsidTr="005742F3">
        <w:tc>
          <w:tcPr>
            <w:tcW w:w="6498" w:type="dxa"/>
            <w:tcBorders>
              <w:right w:val="single" w:sz="4" w:space="0" w:color="auto"/>
            </w:tcBorders>
          </w:tcPr>
          <w:p w14:paraId="5728E4A2" w14:textId="77777777" w:rsidR="00D35D6E" w:rsidRPr="00521317" w:rsidRDefault="00D35D6E" w:rsidP="001E3BD5">
            <w:pPr>
              <w:pStyle w:val="TableBody"/>
              <w:numPr>
                <w:ilvl w:val="0"/>
                <w:numId w:val="5"/>
              </w:numPr>
            </w:pPr>
            <w:r w:rsidRPr="00D801E4">
              <w:t>Name</w:t>
            </w:r>
            <w:r>
              <w:t>:</w:t>
            </w:r>
            <w:r>
              <w:br/>
            </w:r>
            <w:r w:rsidRPr="001E3BD5">
              <w:t>An exchange of only promises is not a transaction. This does not affect the accounting equation.</w:t>
            </w:r>
          </w:p>
        </w:tc>
        <w:tc>
          <w:tcPr>
            <w:tcW w:w="2862" w:type="dxa"/>
            <w:tcBorders>
              <w:left w:val="single" w:sz="4" w:space="0" w:color="auto"/>
            </w:tcBorders>
          </w:tcPr>
          <w:p w14:paraId="56D80327" w14:textId="77777777" w:rsidR="00D35D6E" w:rsidRPr="00D77156" w:rsidRDefault="00D35D6E" w:rsidP="005742F3">
            <w:pPr>
              <w:pStyle w:val="TableBody"/>
              <w:rPr>
                <w:i/>
              </w:rPr>
            </w:pPr>
            <w:r w:rsidRPr="005742F3">
              <w:rPr>
                <w:i/>
              </w:rPr>
              <w:t>Not all business activities</w:t>
            </w:r>
            <w:r>
              <w:rPr>
                <w:i/>
              </w:rPr>
              <w:t xml:space="preserve"> </w:t>
            </w:r>
            <w:r w:rsidRPr="005742F3">
              <w:rPr>
                <w:i/>
              </w:rPr>
              <w:t>are considered accounting</w:t>
            </w:r>
            <w:r>
              <w:rPr>
                <w:i/>
              </w:rPr>
              <w:t xml:space="preserve"> </w:t>
            </w:r>
            <w:r w:rsidRPr="005742F3">
              <w:rPr>
                <w:i/>
              </w:rPr>
              <w:t>transactions.</w:t>
            </w:r>
          </w:p>
        </w:tc>
      </w:tr>
      <w:tr w:rsidR="00D35D6E" w:rsidRPr="00D77156" w14:paraId="6FF8A86A" w14:textId="77777777" w:rsidTr="00D801E4">
        <w:tc>
          <w:tcPr>
            <w:tcW w:w="6498" w:type="dxa"/>
            <w:tcBorders>
              <w:right w:val="single" w:sz="4" w:space="0" w:color="auto"/>
            </w:tcBorders>
            <w:vAlign w:val="center"/>
          </w:tcPr>
          <w:p w14:paraId="1D2F2DBF" w14:textId="77777777" w:rsidR="00D35D6E" w:rsidRPr="003656D8" w:rsidRDefault="00D35D6E" w:rsidP="00C973BF">
            <w:pPr>
              <w:pStyle w:val="TableBody"/>
              <w:numPr>
                <w:ilvl w:val="0"/>
                <w:numId w:val="5"/>
              </w:numPr>
            </w:pPr>
            <w:r>
              <w:t xml:space="preserve">Analyze: </w:t>
            </w:r>
            <w:r>
              <w:br/>
              <w:t>Assets = Liabilities + Stockholders’ Equity</w:t>
            </w:r>
            <w:r>
              <w:br/>
              <w:t>No c</w:t>
            </w:r>
            <w:r w:rsidRPr="00FE2E52">
              <w:t xml:space="preserve">hange = No </w:t>
            </w:r>
            <w:r>
              <w:t>c</w:t>
            </w:r>
            <w:r w:rsidRPr="00FE2E52">
              <w:t>hange</w:t>
            </w:r>
          </w:p>
        </w:tc>
        <w:tc>
          <w:tcPr>
            <w:tcW w:w="2862" w:type="dxa"/>
            <w:tcBorders>
              <w:left w:val="single" w:sz="4" w:space="0" w:color="auto"/>
            </w:tcBorders>
          </w:tcPr>
          <w:p w14:paraId="35FAC231" w14:textId="77777777" w:rsidR="00D35D6E" w:rsidRPr="00D77156" w:rsidRDefault="00D35D6E" w:rsidP="005742F3">
            <w:pPr>
              <w:pStyle w:val="TableBody"/>
              <w:rPr>
                <w:i/>
              </w:rPr>
            </w:pPr>
          </w:p>
        </w:tc>
      </w:tr>
      <w:tr w:rsidR="00D35D6E" w:rsidRPr="00D77156" w14:paraId="667E1CF4" w14:textId="77777777" w:rsidTr="005742F3">
        <w:tc>
          <w:tcPr>
            <w:tcW w:w="6498" w:type="dxa"/>
            <w:tcBorders>
              <w:right w:val="single" w:sz="4" w:space="0" w:color="auto"/>
            </w:tcBorders>
          </w:tcPr>
          <w:p w14:paraId="3161E9D0" w14:textId="77777777" w:rsidR="00D35D6E" w:rsidRPr="00521317" w:rsidRDefault="00D35D6E" w:rsidP="00EA0D2A">
            <w:pPr>
              <w:pStyle w:val="TableBody"/>
              <w:ind w:left="1440" w:hanging="288"/>
            </w:pPr>
            <w:r>
              <w:t xml:space="preserve">(g) </w:t>
            </w:r>
            <w:r w:rsidRPr="001E3BD5">
              <w:t xml:space="preserve">Receive </w:t>
            </w:r>
            <w:r w:rsidR="00EA0D2A">
              <w:t>Software</w:t>
            </w:r>
            <w:r w:rsidR="00941279">
              <w:t>––</w:t>
            </w:r>
            <w:r w:rsidR="001F75D8">
              <w:t>Noodlecake</w:t>
            </w:r>
            <w:r w:rsidRPr="001E3BD5">
              <w:t xml:space="preserve"> receives </w:t>
            </w:r>
            <w:r w:rsidR="00EA0D2A">
              <w:t xml:space="preserve">the $9,000 of app game code </w:t>
            </w:r>
            <w:r w:rsidRPr="001E3BD5">
              <w:t>ordered in (</w:t>
            </w:r>
            <w:r w:rsidR="00EA0D2A">
              <w:t>f</w:t>
            </w:r>
            <w:r w:rsidRPr="001E3BD5">
              <w:t>)</w:t>
            </w:r>
            <w:r w:rsidR="00EA0D2A">
              <w:t xml:space="preserve">; pays $4,000 cash, </w:t>
            </w:r>
            <w:r w:rsidRPr="001E3BD5">
              <w:t xml:space="preserve">and promises to pay </w:t>
            </w:r>
            <w:r w:rsidR="00EA0D2A">
              <w:t>the remaining $5,000</w:t>
            </w:r>
            <w:r w:rsidRPr="001E3BD5">
              <w:t xml:space="preserve"> next month.</w:t>
            </w:r>
          </w:p>
        </w:tc>
        <w:tc>
          <w:tcPr>
            <w:tcW w:w="2862" w:type="dxa"/>
            <w:tcBorders>
              <w:left w:val="single" w:sz="4" w:space="0" w:color="auto"/>
            </w:tcBorders>
          </w:tcPr>
          <w:p w14:paraId="14539B6B" w14:textId="77777777" w:rsidR="00D35D6E" w:rsidRPr="00D77156" w:rsidRDefault="00D35D6E" w:rsidP="005742F3">
            <w:pPr>
              <w:pStyle w:val="TableBody"/>
              <w:rPr>
                <w:i/>
              </w:rPr>
            </w:pPr>
          </w:p>
        </w:tc>
      </w:tr>
      <w:tr w:rsidR="00D35D6E" w:rsidRPr="00D77156" w14:paraId="5CE99BFD" w14:textId="77777777" w:rsidTr="005742F3">
        <w:tc>
          <w:tcPr>
            <w:tcW w:w="6498" w:type="dxa"/>
            <w:tcBorders>
              <w:right w:val="single" w:sz="4" w:space="0" w:color="auto"/>
            </w:tcBorders>
          </w:tcPr>
          <w:p w14:paraId="0F29A89E" w14:textId="77777777" w:rsidR="00D35D6E" w:rsidRPr="00521317" w:rsidRDefault="00D35D6E" w:rsidP="008B4276">
            <w:pPr>
              <w:pStyle w:val="TableBody"/>
              <w:numPr>
                <w:ilvl w:val="0"/>
                <w:numId w:val="5"/>
              </w:numPr>
            </w:pPr>
            <w:r w:rsidRPr="00D801E4">
              <w:t>Name</w:t>
            </w:r>
            <w:r>
              <w:t>:</w:t>
            </w:r>
            <w:r>
              <w:br/>
            </w:r>
            <w:r w:rsidR="001F75D8">
              <w:t>Noodlecake</w:t>
            </w:r>
            <w:r w:rsidR="008B4276">
              <w:t xml:space="preserve"> has received soft</w:t>
            </w:r>
            <w:r w:rsidRPr="001E3BD5">
              <w:t>ware costing $</w:t>
            </w:r>
            <w:r w:rsidR="008B4276">
              <w:t>9,000</w:t>
            </w:r>
            <w:r w:rsidRPr="001E3BD5">
              <w:t xml:space="preserve">. </w:t>
            </w:r>
            <w:r w:rsidR="001F75D8">
              <w:t>Noodlecake</w:t>
            </w:r>
            <w:r w:rsidRPr="001E3BD5">
              <w:t xml:space="preserve"> gave </w:t>
            </w:r>
            <w:r w:rsidR="008B4276">
              <w:t xml:space="preserve">$4,000 cash and </w:t>
            </w:r>
            <w:r w:rsidRPr="001E3BD5">
              <w:t>a promise to pay $</w:t>
            </w:r>
            <w:r w:rsidR="008B4276">
              <w:t>5,000</w:t>
            </w:r>
            <w:r w:rsidRPr="001E3BD5">
              <w:t xml:space="preserve"> on account.</w:t>
            </w:r>
          </w:p>
        </w:tc>
        <w:tc>
          <w:tcPr>
            <w:tcW w:w="2862" w:type="dxa"/>
            <w:tcBorders>
              <w:left w:val="single" w:sz="4" w:space="0" w:color="auto"/>
            </w:tcBorders>
          </w:tcPr>
          <w:p w14:paraId="4C365F0F" w14:textId="77777777" w:rsidR="00D35D6E" w:rsidRPr="00D77156" w:rsidRDefault="00D35D6E" w:rsidP="005742F3">
            <w:pPr>
              <w:pStyle w:val="TableBody"/>
              <w:rPr>
                <w:i/>
              </w:rPr>
            </w:pPr>
          </w:p>
        </w:tc>
      </w:tr>
      <w:tr w:rsidR="00D35D6E" w:rsidRPr="00D77156" w14:paraId="7CAB4FA2" w14:textId="77777777" w:rsidTr="005742F3">
        <w:tc>
          <w:tcPr>
            <w:tcW w:w="6498" w:type="dxa"/>
            <w:tcBorders>
              <w:right w:val="single" w:sz="4" w:space="0" w:color="auto"/>
            </w:tcBorders>
            <w:vAlign w:val="center"/>
          </w:tcPr>
          <w:p w14:paraId="09121513" w14:textId="77777777" w:rsidR="00D35D6E" w:rsidRPr="003656D8" w:rsidRDefault="00D35D6E" w:rsidP="00471136">
            <w:pPr>
              <w:pStyle w:val="TableBody"/>
              <w:numPr>
                <w:ilvl w:val="0"/>
                <w:numId w:val="5"/>
              </w:numPr>
            </w:pPr>
            <w:r>
              <w:t xml:space="preserve">Analyze: </w:t>
            </w:r>
            <w:r>
              <w:br/>
              <w:t>Assets = Liabilities + Stockholders’ Equity</w:t>
            </w:r>
            <w:r>
              <w:br/>
            </w:r>
            <w:r w:rsidR="00471136">
              <w:t>Cash (A) –</w:t>
            </w:r>
            <w:r w:rsidR="008B4276">
              <w:t>4,000 + Soft</w:t>
            </w:r>
            <w:r w:rsidRPr="005742F3">
              <w:t>ware (A) +</w:t>
            </w:r>
            <w:r w:rsidR="008B4276">
              <w:t>9,00</w:t>
            </w:r>
            <w:r w:rsidR="00471136">
              <w:t>0 = Accounts Payable (L) +</w:t>
            </w:r>
            <w:r w:rsidR="008B4276">
              <w:t>5,000</w:t>
            </w:r>
          </w:p>
        </w:tc>
        <w:tc>
          <w:tcPr>
            <w:tcW w:w="2862" w:type="dxa"/>
            <w:tcBorders>
              <w:left w:val="single" w:sz="4" w:space="0" w:color="auto"/>
            </w:tcBorders>
          </w:tcPr>
          <w:p w14:paraId="15BF3D6A" w14:textId="77777777" w:rsidR="00D35D6E" w:rsidRDefault="00D35D6E" w:rsidP="009913CC">
            <w:pPr>
              <w:pStyle w:val="TableBody"/>
              <w:numPr>
                <w:ilvl w:val="0"/>
                <w:numId w:val="18"/>
              </w:numPr>
              <w:ind w:left="288" w:hanging="288"/>
            </w:pPr>
            <w:r>
              <w:t>Supplemental Enrichment Activity (Activity) #1</w:t>
            </w:r>
          </w:p>
          <w:p w14:paraId="64A3D83C" w14:textId="77777777" w:rsidR="00D35D6E" w:rsidRPr="006A6D04" w:rsidRDefault="00D35D6E" w:rsidP="009913CC">
            <w:pPr>
              <w:pStyle w:val="TableBody"/>
              <w:numPr>
                <w:ilvl w:val="0"/>
                <w:numId w:val="18"/>
              </w:numPr>
              <w:ind w:left="360"/>
            </w:pPr>
            <w:r>
              <w:t>Activity #2</w:t>
            </w:r>
          </w:p>
        </w:tc>
      </w:tr>
      <w:tr w:rsidR="008B4276" w:rsidRPr="00D77156" w14:paraId="631BE186" w14:textId="77777777" w:rsidTr="003D5D79">
        <w:tc>
          <w:tcPr>
            <w:tcW w:w="6498" w:type="dxa"/>
            <w:tcBorders>
              <w:right w:val="single" w:sz="4" w:space="0" w:color="auto"/>
            </w:tcBorders>
          </w:tcPr>
          <w:p w14:paraId="531AF1E3" w14:textId="77777777" w:rsidR="008B4276" w:rsidRPr="00521317" w:rsidRDefault="008B4276" w:rsidP="008B4276">
            <w:pPr>
              <w:pStyle w:val="TableBody"/>
              <w:ind w:left="1440" w:hanging="288"/>
            </w:pPr>
            <w:r>
              <w:t xml:space="preserve">(h) </w:t>
            </w:r>
            <w:r w:rsidRPr="001E3BD5">
              <w:t xml:space="preserve">Receive </w:t>
            </w:r>
            <w:r>
              <w:t>Supplies</w:t>
            </w:r>
            <w:r w:rsidR="00941279">
              <w:t>––</w:t>
            </w:r>
            <w:r w:rsidR="001F75D8">
              <w:t>Noodlecake</w:t>
            </w:r>
            <w:r w:rsidRPr="001E3BD5">
              <w:t xml:space="preserve"> receives </w:t>
            </w:r>
            <w:r>
              <w:t>supplies costing $600 on account.</w:t>
            </w:r>
          </w:p>
        </w:tc>
        <w:tc>
          <w:tcPr>
            <w:tcW w:w="2862" w:type="dxa"/>
            <w:tcBorders>
              <w:left w:val="single" w:sz="4" w:space="0" w:color="auto"/>
            </w:tcBorders>
          </w:tcPr>
          <w:p w14:paraId="4BBE6B01" w14:textId="77777777" w:rsidR="008B4276" w:rsidRPr="00D77156" w:rsidRDefault="008B4276" w:rsidP="004D0E29">
            <w:pPr>
              <w:pStyle w:val="TableBody"/>
              <w:ind w:left="360"/>
              <w:rPr>
                <w:i/>
              </w:rPr>
            </w:pPr>
          </w:p>
        </w:tc>
      </w:tr>
      <w:tr w:rsidR="008B4276" w:rsidRPr="00D77156" w14:paraId="5A32EDE6" w14:textId="77777777" w:rsidTr="003D5D79">
        <w:tc>
          <w:tcPr>
            <w:tcW w:w="6498" w:type="dxa"/>
            <w:tcBorders>
              <w:right w:val="single" w:sz="4" w:space="0" w:color="auto"/>
            </w:tcBorders>
          </w:tcPr>
          <w:p w14:paraId="3FA7BB8E" w14:textId="77777777" w:rsidR="008B4276" w:rsidRPr="00521317" w:rsidRDefault="008B4276" w:rsidP="008B4276">
            <w:pPr>
              <w:pStyle w:val="TableBody"/>
              <w:numPr>
                <w:ilvl w:val="0"/>
                <w:numId w:val="5"/>
              </w:numPr>
            </w:pPr>
            <w:r w:rsidRPr="00D801E4">
              <w:t>Name</w:t>
            </w:r>
            <w:r>
              <w:t>:</w:t>
            </w:r>
            <w:r>
              <w:br/>
            </w:r>
            <w:r w:rsidR="001F75D8">
              <w:t>Noodlecake</w:t>
            </w:r>
            <w:r>
              <w:t xml:space="preserve"> has received supplies</w:t>
            </w:r>
            <w:r w:rsidRPr="001E3BD5">
              <w:t xml:space="preserve"> costing $</w:t>
            </w:r>
            <w:r>
              <w:t>600</w:t>
            </w:r>
            <w:r w:rsidRPr="001E3BD5">
              <w:t xml:space="preserve">. </w:t>
            </w:r>
            <w:r w:rsidR="001F75D8">
              <w:t>Noodlecake</w:t>
            </w:r>
            <w:r w:rsidRPr="001E3BD5">
              <w:t xml:space="preserve"> gave</w:t>
            </w:r>
            <w:r>
              <w:t xml:space="preserve"> </w:t>
            </w:r>
            <w:r w:rsidRPr="001E3BD5">
              <w:t>a promise to pay $</w:t>
            </w:r>
            <w:r>
              <w:t>600</w:t>
            </w:r>
            <w:r w:rsidRPr="001E3BD5">
              <w:t xml:space="preserve"> on account.</w:t>
            </w:r>
          </w:p>
        </w:tc>
        <w:tc>
          <w:tcPr>
            <w:tcW w:w="2862" w:type="dxa"/>
            <w:tcBorders>
              <w:left w:val="single" w:sz="4" w:space="0" w:color="auto"/>
            </w:tcBorders>
          </w:tcPr>
          <w:p w14:paraId="20D30351" w14:textId="77777777" w:rsidR="008B4276" w:rsidRDefault="008B4276" w:rsidP="008B4276">
            <w:pPr>
              <w:pStyle w:val="TableBody"/>
              <w:ind w:left="360"/>
            </w:pPr>
          </w:p>
        </w:tc>
      </w:tr>
      <w:tr w:rsidR="008B4276" w:rsidRPr="00D77156" w14:paraId="4C6D5930" w14:textId="77777777" w:rsidTr="005742F3">
        <w:tc>
          <w:tcPr>
            <w:tcW w:w="6498" w:type="dxa"/>
            <w:tcBorders>
              <w:right w:val="single" w:sz="4" w:space="0" w:color="auto"/>
            </w:tcBorders>
            <w:vAlign w:val="center"/>
          </w:tcPr>
          <w:p w14:paraId="6EDD8896" w14:textId="77777777" w:rsidR="008B4276" w:rsidRPr="003656D8" w:rsidRDefault="008B4276" w:rsidP="00471136">
            <w:pPr>
              <w:pStyle w:val="TableBody"/>
              <w:numPr>
                <w:ilvl w:val="0"/>
                <w:numId w:val="5"/>
              </w:numPr>
            </w:pPr>
            <w:r>
              <w:t xml:space="preserve">Analyze: </w:t>
            </w:r>
            <w:r>
              <w:br/>
              <w:t>Assets = Liabilities + Stockholders’ Equity</w:t>
            </w:r>
            <w:r>
              <w:br/>
              <w:t>Supplies (A) +600</w:t>
            </w:r>
            <w:r w:rsidRPr="005742F3">
              <w:t xml:space="preserve"> = Accounts Payable (L) +</w:t>
            </w:r>
            <w:r>
              <w:t>600</w:t>
            </w:r>
          </w:p>
        </w:tc>
        <w:tc>
          <w:tcPr>
            <w:tcW w:w="2862" w:type="dxa"/>
            <w:tcBorders>
              <w:left w:val="single" w:sz="4" w:space="0" w:color="auto"/>
            </w:tcBorders>
          </w:tcPr>
          <w:p w14:paraId="43CDE23F" w14:textId="77777777" w:rsidR="008B4276" w:rsidRDefault="008B4276" w:rsidP="008B4276">
            <w:pPr>
              <w:pStyle w:val="TableBody"/>
              <w:ind w:left="360"/>
            </w:pPr>
          </w:p>
        </w:tc>
      </w:tr>
    </w:tbl>
    <w:p w14:paraId="1A035929" w14:textId="77777777" w:rsidR="008B4276" w:rsidRDefault="008B4276">
      <w:r>
        <w:br w:type="page"/>
      </w:r>
    </w:p>
    <w:tbl>
      <w:tblPr>
        <w:tblW w:w="0" w:type="auto"/>
        <w:tblLayout w:type="fixed"/>
        <w:tblLook w:val="01E0" w:firstRow="1" w:lastRow="1" w:firstColumn="1" w:lastColumn="1" w:noHBand="0" w:noVBand="0"/>
      </w:tblPr>
      <w:tblGrid>
        <w:gridCol w:w="6498"/>
        <w:gridCol w:w="2862"/>
      </w:tblGrid>
      <w:tr w:rsidR="008B4276" w:rsidRPr="00CD480D" w14:paraId="70A8D1B9" w14:textId="77777777" w:rsidTr="003D5D79">
        <w:tc>
          <w:tcPr>
            <w:tcW w:w="6498" w:type="dxa"/>
            <w:tcBorders>
              <w:right w:val="single" w:sz="4" w:space="0" w:color="auto"/>
            </w:tcBorders>
          </w:tcPr>
          <w:p w14:paraId="0D8041C1" w14:textId="77777777" w:rsidR="008B4276" w:rsidRPr="00A77D5B" w:rsidRDefault="008B4276" w:rsidP="003D5D79">
            <w:pPr>
              <w:pStyle w:val="Heading1"/>
            </w:pPr>
            <w:r>
              <w:rPr>
                <w:b w:val="0"/>
              </w:rPr>
              <w:lastRenderedPageBreak/>
              <w:br w:type="page"/>
            </w:r>
            <w:r w:rsidRPr="00A77D5B">
              <w:br w:type="page"/>
            </w:r>
            <w:r w:rsidRPr="00A77D5B">
              <w:br w:type="page"/>
              <w:t>Chapter Outline</w:t>
            </w:r>
          </w:p>
        </w:tc>
        <w:tc>
          <w:tcPr>
            <w:tcW w:w="2862" w:type="dxa"/>
            <w:tcBorders>
              <w:left w:val="single" w:sz="4" w:space="0" w:color="auto"/>
            </w:tcBorders>
          </w:tcPr>
          <w:p w14:paraId="0C674403" w14:textId="77777777" w:rsidR="008B4276" w:rsidRPr="00CD480D" w:rsidRDefault="008B4276" w:rsidP="003D5D79">
            <w:pPr>
              <w:pStyle w:val="Heading1"/>
            </w:pPr>
            <w:r w:rsidRPr="00CD480D">
              <w:t>Teaching Notes</w:t>
            </w:r>
          </w:p>
        </w:tc>
      </w:tr>
      <w:tr w:rsidR="008B4276" w:rsidRPr="00D77156" w14:paraId="6090D081" w14:textId="77777777" w:rsidTr="005742F3">
        <w:tc>
          <w:tcPr>
            <w:tcW w:w="6498" w:type="dxa"/>
            <w:tcBorders>
              <w:right w:val="single" w:sz="4" w:space="0" w:color="auto"/>
            </w:tcBorders>
            <w:vAlign w:val="center"/>
          </w:tcPr>
          <w:p w14:paraId="17828D9C" w14:textId="77777777" w:rsidR="008B4276" w:rsidRDefault="008B4276" w:rsidP="003D5D79">
            <w:pPr>
              <w:pStyle w:val="TableBody"/>
              <w:ind w:left="864" w:hanging="288"/>
            </w:pPr>
            <w:r>
              <w:t>B.</w:t>
            </w:r>
            <w:r>
              <w:tab/>
            </w:r>
            <w:r w:rsidRPr="005742F3">
              <w:t xml:space="preserve">Steps 2 </w:t>
            </w:r>
            <w:r>
              <w:t>a</w:t>
            </w:r>
            <w:r w:rsidRPr="005742F3">
              <w:t xml:space="preserve">nd 3: Record </w:t>
            </w:r>
            <w:r>
              <w:t>a</w:t>
            </w:r>
            <w:r w:rsidRPr="005742F3">
              <w:t>nd Summarize</w:t>
            </w:r>
          </w:p>
        </w:tc>
        <w:tc>
          <w:tcPr>
            <w:tcW w:w="2862" w:type="dxa"/>
            <w:tcBorders>
              <w:left w:val="single" w:sz="4" w:space="0" w:color="auto"/>
            </w:tcBorders>
          </w:tcPr>
          <w:p w14:paraId="067F66A1" w14:textId="77777777" w:rsidR="008B4276" w:rsidRDefault="008B4276" w:rsidP="008B4276">
            <w:pPr>
              <w:pStyle w:val="TableBody"/>
              <w:ind w:left="360"/>
            </w:pPr>
          </w:p>
        </w:tc>
      </w:tr>
      <w:tr w:rsidR="008B4276" w:rsidRPr="00D77156" w14:paraId="113DA57A" w14:textId="77777777" w:rsidTr="005742F3">
        <w:tc>
          <w:tcPr>
            <w:tcW w:w="6498" w:type="dxa"/>
            <w:tcBorders>
              <w:right w:val="single" w:sz="4" w:space="0" w:color="auto"/>
            </w:tcBorders>
          </w:tcPr>
          <w:p w14:paraId="2E9BD089" w14:textId="77777777" w:rsidR="008B4276" w:rsidRPr="00521317" w:rsidRDefault="008B4276" w:rsidP="005742F3">
            <w:pPr>
              <w:pStyle w:val="TableBody"/>
              <w:ind w:left="1152" w:hanging="288"/>
            </w:pPr>
            <w:r w:rsidRPr="00521317">
              <w:t>1.</w:t>
            </w:r>
            <w:r w:rsidRPr="00521317">
              <w:tab/>
              <w:t>One method for recording and summarizing the financial effects of accounting transactions is to prepare a spreadsheet.</w:t>
            </w:r>
          </w:p>
        </w:tc>
        <w:tc>
          <w:tcPr>
            <w:tcW w:w="2862" w:type="dxa"/>
            <w:tcBorders>
              <w:left w:val="single" w:sz="4" w:space="0" w:color="auto"/>
            </w:tcBorders>
          </w:tcPr>
          <w:p w14:paraId="2A9BF249" w14:textId="77777777" w:rsidR="008B4276" w:rsidRDefault="008B4276" w:rsidP="006A6D04">
            <w:pPr>
              <w:pStyle w:val="TableBody"/>
            </w:pPr>
          </w:p>
          <w:p w14:paraId="3BAA9E2E" w14:textId="77777777" w:rsidR="009E234D" w:rsidRDefault="009E234D" w:rsidP="006A6D04">
            <w:pPr>
              <w:pStyle w:val="TableBody"/>
            </w:pPr>
          </w:p>
          <w:p w14:paraId="1B832560" w14:textId="77777777" w:rsidR="008B4276" w:rsidRDefault="008B4276" w:rsidP="006A6D04">
            <w:pPr>
              <w:pStyle w:val="TableBody"/>
            </w:pPr>
            <w:r>
              <w:t>Illustrated in Exhibit 2.5</w:t>
            </w:r>
          </w:p>
        </w:tc>
      </w:tr>
      <w:tr w:rsidR="008B4276" w:rsidRPr="00D77156" w14:paraId="332321DF" w14:textId="77777777" w:rsidTr="005742F3">
        <w:tc>
          <w:tcPr>
            <w:tcW w:w="6498" w:type="dxa"/>
            <w:tcBorders>
              <w:right w:val="single" w:sz="4" w:space="0" w:color="auto"/>
            </w:tcBorders>
          </w:tcPr>
          <w:p w14:paraId="0501E562" w14:textId="77777777" w:rsidR="008B4276" w:rsidRPr="00521317" w:rsidRDefault="008B4276" w:rsidP="005742F3">
            <w:pPr>
              <w:pStyle w:val="TableBody"/>
              <w:ind w:left="1440" w:hanging="288"/>
            </w:pPr>
            <w:r>
              <w:t>a</w:t>
            </w:r>
            <w:r w:rsidRPr="00521317">
              <w:t>.</w:t>
            </w:r>
            <w:r w:rsidRPr="00521317">
              <w:tab/>
              <w:t xml:space="preserve">By summing each spreadsheet column, the new balances can be computed at the end of the month and reported on a balance sheet. </w:t>
            </w:r>
          </w:p>
        </w:tc>
        <w:tc>
          <w:tcPr>
            <w:tcW w:w="2862" w:type="dxa"/>
            <w:tcBorders>
              <w:left w:val="single" w:sz="4" w:space="0" w:color="auto"/>
            </w:tcBorders>
          </w:tcPr>
          <w:p w14:paraId="34C98C96" w14:textId="77777777" w:rsidR="008B4276" w:rsidRDefault="008B4276" w:rsidP="006A6D04">
            <w:pPr>
              <w:pStyle w:val="TableBody"/>
              <w:ind w:left="1152"/>
            </w:pPr>
          </w:p>
        </w:tc>
      </w:tr>
      <w:tr w:rsidR="008B4276" w:rsidRPr="00D77156" w14:paraId="29261E21" w14:textId="77777777" w:rsidTr="005742F3">
        <w:tc>
          <w:tcPr>
            <w:tcW w:w="6498" w:type="dxa"/>
            <w:tcBorders>
              <w:right w:val="single" w:sz="4" w:space="0" w:color="auto"/>
            </w:tcBorders>
          </w:tcPr>
          <w:p w14:paraId="65D73782" w14:textId="77777777" w:rsidR="008B4276" w:rsidRPr="00521317" w:rsidRDefault="008B4276" w:rsidP="00C973BF">
            <w:pPr>
              <w:pStyle w:val="TableBody"/>
              <w:ind w:left="1440" w:hanging="288"/>
            </w:pPr>
            <w:r>
              <w:t>b</w:t>
            </w:r>
            <w:r w:rsidRPr="00521317">
              <w:t>.</w:t>
            </w:r>
            <w:r w:rsidRPr="00521317">
              <w:tab/>
            </w:r>
            <w:r>
              <w:t xml:space="preserve">This </w:t>
            </w:r>
            <w:r w:rsidRPr="00521317">
              <w:t>method is impractical</w:t>
            </w:r>
            <w:r>
              <w:t xml:space="preserve"> for most large organizations</w:t>
            </w:r>
            <w:r w:rsidRPr="00521317">
              <w:t>.</w:t>
            </w:r>
          </w:p>
        </w:tc>
        <w:tc>
          <w:tcPr>
            <w:tcW w:w="2862" w:type="dxa"/>
            <w:tcBorders>
              <w:left w:val="single" w:sz="4" w:space="0" w:color="auto"/>
            </w:tcBorders>
          </w:tcPr>
          <w:p w14:paraId="0C796BB8" w14:textId="77777777" w:rsidR="008B4276" w:rsidRDefault="008B4276" w:rsidP="006A6D04">
            <w:pPr>
              <w:pStyle w:val="TableBody"/>
              <w:ind w:left="1152"/>
            </w:pPr>
          </w:p>
        </w:tc>
      </w:tr>
      <w:tr w:rsidR="008B4276" w:rsidRPr="00D77156" w14:paraId="4F0BF2BC" w14:textId="77777777" w:rsidTr="005742F3">
        <w:tc>
          <w:tcPr>
            <w:tcW w:w="6498" w:type="dxa"/>
            <w:tcBorders>
              <w:right w:val="single" w:sz="4" w:space="0" w:color="auto"/>
            </w:tcBorders>
          </w:tcPr>
          <w:p w14:paraId="365E98E1" w14:textId="77777777" w:rsidR="008B4276" w:rsidRDefault="008B4276" w:rsidP="005742F3">
            <w:pPr>
              <w:pStyle w:val="TableBody"/>
              <w:ind w:left="1152" w:hanging="288"/>
            </w:pPr>
            <w:r>
              <w:t>2.</w:t>
            </w:r>
            <w:r>
              <w:tab/>
            </w:r>
            <w:r w:rsidRPr="005742F3">
              <w:t>Most companies use computerized accounting systems,</w:t>
            </w:r>
            <w:r>
              <w:t xml:space="preserve"> </w:t>
            </w:r>
            <w:r w:rsidRPr="005742F3">
              <w:t>which can handle a large</w:t>
            </w:r>
            <w:r>
              <w:t xml:space="preserve"> </w:t>
            </w:r>
            <w:r w:rsidRPr="005742F3">
              <w:t xml:space="preserve">number of transactions. </w:t>
            </w:r>
          </w:p>
        </w:tc>
        <w:tc>
          <w:tcPr>
            <w:tcW w:w="2862" w:type="dxa"/>
            <w:tcBorders>
              <w:left w:val="single" w:sz="4" w:space="0" w:color="auto"/>
            </w:tcBorders>
          </w:tcPr>
          <w:p w14:paraId="661BAEC0" w14:textId="77777777" w:rsidR="008B4276" w:rsidRDefault="008B4276" w:rsidP="006A6D04">
            <w:pPr>
              <w:pStyle w:val="TableBody"/>
              <w:ind w:left="1152"/>
            </w:pPr>
          </w:p>
        </w:tc>
      </w:tr>
      <w:tr w:rsidR="008B4276" w:rsidRPr="00D77156" w14:paraId="42B13E6D" w14:textId="77777777" w:rsidTr="005742F3">
        <w:tc>
          <w:tcPr>
            <w:tcW w:w="6498" w:type="dxa"/>
            <w:tcBorders>
              <w:right w:val="single" w:sz="4" w:space="0" w:color="auto"/>
            </w:tcBorders>
          </w:tcPr>
          <w:p w14:paraId="186C0139" w14:textId="77777777" w:rsidR="008B4276" w:rsidRDefault="008B4276" w:rsidP="008B4276">
            <w:pPr>
              <w:pStyle w:val="TableBody"/>
              <w:ind w:left="1440" w:hanging="288"/>
            </w:pPr>
            <w:r>
              <w:t>a.</w:t>
            </w:r>
            <w:r>
              <w:tab/>
            </w:r>
            <w:r w:rsidRPr="005742F3">
              <w:t>These systems follow the accounting cycle,</w:t>
            </w:r>
            <w:r>
              <w:t xml:space="preserve"> </w:t>
            </w:r>
            <w:r w:rsidRPr="005742F3">
              <w:t>which is repeated month-after-month and year-after-year.</w:t>
            </w:r>
          </w:p>
        </w:tc>
        <w:tc>
          <w:tcPr>
            <w:tcW w:w="2862" w:type="dxa"/>
            <w:tcBorders>
              <w:left w:val="single" w:sz="4" w:space="0" w:color="auto"/>
            </w:tcBorders>
          </w:tcPr>
          <w:p w14:paraId="0277A2E8" w14:textId="77777777" w:rsidR="008B4276" w:rsidRDefault="008B4276" w:rsidP="006A6D04">
            <w:pPr>
              <w:pStyle w:val="TableBody"/>
            </w:pPr>
          </w:p>
        </w:tc>
      </w:tr>
      <w:tr w:rsidR="008B4276" w:rsidRPr="00D77156" w14:paraId="56F3085F" w14:textId="77777777" w:rsidTr="005742F3">
        <w:tc>
          <w:tcPr>
            <w:tcW w:w="6498" w:type="dxa"/>
            <w:tcBorders>
              <w:right w:val="single" w:sz="4" w:space="0" w:color="auto"/>
            </w:tcBorders>
          </w:tcPr>
          <w:p w14:paraId="24B4B285" w14:textId="77777777" w:rsidR="008B4276" w:rsidRDefault="008B4276" w:rsidP="008B4276">
            <w:pPr>
              <w:pStyle w:val="TableBody"/>
              <w:ind w:left="1440" w:hanging="288"/>
            </w:pPr>
            <w:r>
              <w:t>b.</w:t>
            </w:r>
            <w:r>
              <w:tab/>
              <w:t>T</w:t>
            </w:r>
            <w:r w:rsidRPr="005742F3">
              <w:t>hree-step analyze-record-summarize process is applied to daily transactions</w:t>
            </w:r>
            <w:r>
              <w:t xml:space="preserve">, as well as </w:t>
            </w:r>
            <w:r w:rsidRPr="005742F3">
              <w:t xml:space="preserve">adjustments </w:t>
            </w:r>
            <w:r>
              <w:t xml:space="preserve">at the end of each month, before preparing a trial balance and financial statements; same three steps are part of the closing </w:t>
            </w:r>
            <w:r w:rsidRPr="005742F3">
              <w:t xml:space="preserve">processes </w:t>
            </w:r>
            <w:r>
              <w:t xml:space="preserve">that occurs </w:t>
            </w:r>
            <w:r w:rsidRPr="005742F3">
              <w:t xml:space="preserve">at the end of each </w:t>
            </w:r>
            <w:r>
              <w:t>year.</w:t>
            </w:r>
          </w:p>
        </w:tc>
        <w:tc>
          <w:tcPr>
            <w:tcW w:w="2862" w:type="dxa"/>
            <w:tcBorders>
              <w:left w:val="single" w:sz="4" w:space="0" w:color="auto"/>
            </w:tcBorders>
          </w:tcPr>
          <w:p w14:paraId="43315768" w14:textId="77777777" w:rsidR="008B4276" w:rsidRPr="005742F3" w:rsidRDefault="008B4276" w:rsidP="0014523F">
            <w:pPr>
              <w:pStyle w:val="TableBody"/>
              <w:jc w:val="both"/>
              <w:rPr>
                <w:i/>
              </w:rPr>
            </w:pPr>
            <w:r>
              <w:rPr>
                <w:i/>
              </w:rPr>
              <w:t>F</w:t>
            </w:r>
            <w:r w:rsidRPr="005742F3">
              <w:rPr>
                <w:i/>
              </w:rPr>
              <w:t xml:space="preserve">ocus </w:t>
            </w:r>
            <w:r>
              <w:rPr>
                <w:i/>
              </w:rPr>
              <w:t xml:space="preserve">here </w:t>
            </w:r>
            <w:r w:rsidRPr="005742F3">
              <w:rPr>
                <w:i/>
              </w:rPr>
              <w:t>is on applying the three-step process during the period to activities that affect only balance sheet accounts</w:t>
            </w:r>
            <w:r>
              <w:rPr>
                <w:i/>
              </w:rPr>
              <w:t>.</w:t>
            </w:r>
          </w:p>
        </w:tc>
      </w:tr>
      <w:tr w:rsidR="009E234D" w14:paraId="3B5442A0" w14:textId="77777777">
        <w:tc>
          <w:tcPr>
            <w:tcW w:w="6498" w:type="dxa"/>
            <w:tcBorders>
              <w:right w:val="single" w:sz="4" w:space="0" w:color="auto"/>
            </w:tcBorders>
          </w:tcPr>
          <w:p w14:paraId="44950B50" w14:textId="77777777" w:rsidR="009E234D" w:rsidRPr="00521317" w:rsidRDefault="009E234D" w:rsidP="009E234D">
            <w:pPr>
              <w:pStyle w:val="TableBody"/>
              <w:ind w:left="1152" w:hanging="288"/>
            </w:pPr>
            <w:r>
              <w:t>3.</w:t>
            </w:r>
            <w:r>
              <w:tab/>
            </w:r>
            <w:r w:rsidRPr="0014523F">
              <w:t>Transactions are analyzed, and their financial effects are entered into journals</w:t>
            </w:r>
            <w:r>
              <w:t xml:space="preserve"> </w:t>
            </w:r>
            <w:r w:rsidRPr="0014523F">
              <w:t>each day they occur</w:t>
            </w:r>
            <w:r>
              <w:t>; l</w:t>
            </w:r>
            <w:r w:rsidRPr="0014523F">
              <w:t>ater, these journal entries are summarized in ledger accounts that</w:t>
            </w:r>
            <w:r>
              <w:t xml:space="preserve"> </w:t>
            </w:r>
            <w:r w:rsidRPr="0014523F">
              <w:t>keep track of the financial effects on each account.</w:t>
            </w:r>
          </w:p>
        </w:tc>
        <w:tc>
          <w:tcPr>
            <w:tcW w:w="2862" w:type="dxa"/>
            <w:tcBorders>
              <w:left w:val="single" w:sz="4" w:space="0" w:color="auto"/>
            </w:tcBorders>
          </w:tcPr>
          <w:p w14:paraId="24DFDDFF" w14:textId="77777777" w:rsidR="009E234D" w:rsidRDefault="009E234D" w:rsidP="009E234D">
            <w:pPr>
              <w:pStyle w:val="TableBody"/>
            </w:pPr>
            <w:r>
              <w:t xml:space="preserve">Illustrated in </w:t>
            </w:r>
            <w:r w:rsidRPr="005742F3">
              <w:t>Exhibit 2.6</w:t>
            </w:r>
          </w:p>
        </w:tc>
      </w:tr>
      <w:tr w:rsidR="009E234D" w14:paraId="6E5CBD23" w14:textId="77777777">
        <w:tc>
          <w:tcPr>
            <w:tcW w:w="6498" w:type="dxa"/>
            <w:tcBorders>
              <w:right w:val="single" w:sz="4" w:space="0" w:color="auto"/>
            </w:tcBorders>
          </w:tcPr>
          <w:p w14:paraId="2A8CB670" w14:textId="77777777" w:rsidR="009E234D" w:rsidRDefault="009E234D" w:rsidP="009E234D">
            <w:pPr>
              <w:pStyle w:val="TableBody"/>
              <w:ind w:left="1440" w:hanging="288"/>
            </w:pPr>
            <w:r>
              <w:t>a.</w:t>
            </w:r>
            <w:r>
              <w:tab/>
            </w:r>
            <w:r w:rsidRPr="0014523F">
              <w:rPr>
                <w:b/>
              </w:rPr>
              <w:t>Journal</w:t>
            </w:r>
            <w:r>
              <w:t xml:space="preserve">––A record of each </w:t>
            </w:r>
            <w:r w:rsidRPr="0014523F">
              <w:t>day’s</w:t>
            </w:r>
            <w:r>
              <w:t xml:space="preserve"> </w:t>
            </w:r>
            <w:r w:rsidRPr="0014523F">
              <w:t>transactions</w:t>
            </w:r>
            <w:r>
              <w:t>.</w:t>
            </w:r>
          </w:p>
        </w:tc>
        <w:tc>
          <w:tcPr>
            <w:tcW w:w="2862" w:type="dxa"/>
            <w:tcBorders>
              <w:left w:val="single" w:sz="4" w:space="0" w:color="auto"/>
            </w:tcBorders>
          </w:tcPr>
          <w:p w14:paraId="733FB702" w14:textId="77777777" w:rsidR="009E234D" w:rsidRDefault="009E234D" w:rsidP="009E234D">
            <w:pPr>
              <w:pStyle w:val="TableBody"/>
              <w:ind w:left="1440" w:hanging="288"/>
            </w:pPr>
          </w:p>
        </w:tc>
      </w:tr>
      <w:tr w:rsidR="009E234D" w14:paraId="7EB53FE2" w14:textId="77777777">
        <w:tc>
          <w:tcPr>
            <w:tcW w:w="6498" w:type="dxa"/>
            <w:tcBorders>
              <w:right w:val="single" w:sz="4" w:space="0" w:color="auto"/>
            </w:tcBorders>
          </w:tcPr>
          <w:p w14:paraId="76D0D9D4" w14:textId="77777777" w:rsidR="009E234D" w:rsidRDefault="009E234D" w:rsidP="009E234D">
            <w:pPr>
              <w:pStyle w:val="TableBody"/>
              <w:ind w:left="1440" w:hanging="288"/>
            </w:pPr>
            <w:r>
              <w:t>b.</w:t>
            </w:r>
            <w:r>
              <w:tab/>
            </w:r>
            <w:r>
              <w:rPr>
                <w:b/>
              </w:rPr>
              <w:t>L</w:t>
            </w:r>
            <w:r w:rsidRPr="0014523F">
              <w:rPr>
                <w:b/>
              </w:rPr>
              <w:t>edger</w:t>
            </w:r>
            <w:r>
              <w:t xml:space="preserve">––A collection of records that </w:t>
            </w:r>
            <w:r w:rsidRPr="0014523F">
              <w:t>summarize</w:t>
            </w:r>
            <w:r>
              <w:t>s, for each account,</w:t>
            </w:r>
            <w:r w:rsidRPr="0014523F">
              <w:t xml:space="preserve"> the effects</w:t>
            </w:r>
            <w:r>
              <w:t xml:space="preserve"> </w:t>
            </w:r>
            <w:r w:rsidRPr="0014523F">
              <w:t xml:space="preserve">of </w:t>
            </w:r>
            <w:r>
              <w:t xml:space="preserve">transactions entered in the </w:t>
            </w:r>
            <w:r w:rsidRPr="0014523F">
              <w:t>journal</w:t>
            </w:r>
            <w:r>
              <w:t>.</w:t>
            </w:r>
          </w:p>
        </w:tc>
        <w:tc>
          <w:tcPr>
            <w:tcW w:w="2862" w:type="dxa"/>
            <w:tcBorders>
              <w:left w:val="single" w:sz="4" w:space="0" w:color="auto"/>
            </w:tcBorders>
          </w:tcPr>
          <w:p w14:paraId="45418C6E" w14:textId="77777777" w:rsidR="009E234D" w:rsidRDefault="009E234D" w:rsidP="009E234D">
            <w:pPr>
              <w:pStyle w:val="TableBody"/>
              <w:ind w:left="1440" w:hanging="288"/>
            </w:pPr>
          </w:p>
        </w:tc>
      </w:tr>
      <w:tr w:rsidR="009E234D" w:rsidRPr="00937C2E" w14:paraId="3C85C36D" w14:textId="77777777" w:rsidTr="005742F3">
        <w:tc>
          <w:tcPr>
            <w:tcW w:w="9360" w:type="dxa"/>
            <w:gridSpan w:val="2"/>
            <w:tcBorders>
              <w:top w:val="single" w:sz="4" w:space="0" w:color="auto"/>
              <w:left w:val="single" w:sz="4" w:space="0" w:color="auto"/>
              <w:bottom w:val="single" w:sz="4" w:space="0" w:color="auto"/>
              <w:right w:val="single" w:sz="4" w:space="0" w:color="auto"/>
            </w:tcBorders>
          </w:tcPr>
          <w:p w14:paraId="0A60BED6" w14:textId="77777777" w:rsidR="009E234D" w:rsidRPr="00937C2E" w:rsidRDefault="009E234D" w:rsidP="009E234D">
            <w:pPr>
              <w:pStyle w:val="TableBody"/>
              <w:spacing w:before="60" w:after="60"/>
              <w:ind w:left="648" w:hanging="648"/>
              <w:rPr>
                <w:b/>
                <w:i/>
                <w:iCs/>
              </w:rPr>
            </w:pPr>
            <w:r w:rsidRPr="00937C2E">
              <w:rPr>
                <w:b/>
                <w:i/>
                <w:iCs/>
              </w:rPr>
              <w:t xml:space="preserve">LO </w:t>
            </w:r>
            <w:r w:rsidRPr="00C91923">
              <w:rPr>
                <w:b/>
                <w:bCs/>
                <w:i/>
              </w:rPr>
              <w:t>2-</w:t>
            </w:r>
            <w:r w:rsidRPr="00937C2E">
              <w:rPr>
                <w:b/>
                <w:i/>
                <w:iCs/>
              </w:rPr>
              <w:t>3 Use journal entries and T-accounts to show how transactions affect the balance sheet.</w:t>
            </w:r>
          </w:p>
        </w:tc>
      </w:tr>
      <w:tr w:rsidR="009E234D" w14:paraId="53B55EAE" w14:textId="77777777" w:rsidTr="0014523F">
        <w:tc>
          <w:tcPr>
            <w:tcW w:w="6498" w:type="dxa"/>
            <w:tcBorders>
              <w:top w:val="single" w:sz="4" w:space="0" w:color="auto"/>
              <w:right w:val="single" w:sz="4" w:space="0" w:color="auto"/>
            </w:tcBorders>
          </w:tcPr>
          <w:p w14:paraId="72A70276" w14:textId="77777777" w:rsidR="009E234D" w:rsidRPr="00521317" w:rsidRDefault="009E234D" w:rsidP="009E234D">
            <w:pPr>
              <w:pStyle w:val="TableBody"/>
              <w:ind w:left="864" w:hanging="288"/>
            </w:pPr>
            <w:r>
              <w:t>C</w:t>
            </w:r>
            <w:r w:rsidRPr="00521317">
              <w:t>.</w:t>
            </w:r>
            <w:r w:rsidRPr="00521317">
              <w:tab/>
            </w:r>
            <w:r>
              <w:t>The</w:t>
            </w:r>
            <w:r w:rsidRPr="00521317">
              <w:t xml:space="preserve"> Debit/Credit Framework</w:t>
            </w:r>
          </w:p>
        </w:tc>
        <w:tc>
          <w:tcPr>
            <w:tcW w:w="2862" w:type="dxa"/>
            <w:tcBorders>
              <w:top w:val="single" w:sz="4" w:space="0" w:color="auto"/>
              <w:left w:val="single" w:sz="4" w:space="0" w:color="auto"/>
            </w:tcBorders>
          </w:tcPr>
          <w:p w14:paraId="0C166F38" w14:textId="77777777" w:rsidR="009E234D" w:rsidRDefault="009E234D" w:rsidP="009E234D">
            <w:pPr>
              <w:pStyle w:val="TableBody"/>
              <w:numPr>
                <w:ilvl w:val="0"/>
                <w:numId w:val="18"/>
              </w:numPr>
              <w:ind w:left="360"/>
            </w:pPr>
            <w:r>
              <w:t>Activity #3</w:t>
            </w:r>
          </w:p>
        </w:tc>
      </w:tr>
      <w:tr w:rsidR="009E234D" w14:paraId="00F7A0EF" w14:textId="77777777" w:rsidTr="0014523F">
        <w:tc>
          <w:tcPr>
            <w:tcW w:w="6498" w:type="dxa"/>
            <w:vMerge w:val="restart"/>
            <w:tcBorders>
              <w:right w:val="single" w:sz="4" w:space="0" w:color="auto"/>
            </w:tcBorders>
          </w:tcPr>
          <w:p w14:paraId="6FFE20E9" w14:textId="77777777" w:rsidR="009E234D" w:rsidRPr="00521317" w:rsidRDefault="009E234D" w:rsidP="009E234D">
            <w:pPr>
              <w:pStyle w:val="TableBody"/>
              <w:ind w:left="1152" w:hanging="288"/>
            </w:pPr>
            <w:r w:rsidRPr="00521317">
              <w:t>1.</w:t>
            </w:r>
            <w:r w:rsidRPr="00521317">
              <w:tab/>
            </w:r>
            <w:r>
              <w:t xml:space="preserve">Think of the </w:t>
            </w:r>
            <w:r w:rsidRPr="00521317">
              <w:t>accounting equation (A = L + SE) as a</w:t>
            </w:r>
            <w:r>
              <w:t>n old-fashioned</w:t>
            </w:r>
            <w:r w:rsidRPr="00521317">
              <w:t xml:space="preserve"> scal</w:t>
            </w:r>
            <w:r>
              <w:t>e that tips at the equals sign; a</w:t>
            </w:r>
            <w:r w:rsidRPr="00521317">
              <w:t>ssets are put on the left side of the scale</w:t>
            </w:r>
            <w:r>
              <w:t xml:space="preserve"> and l</w:t>
            </w:r>
            <w:r w:rsidRPr="00521317">
              <w:t>iabilities and stockholders’ equity accounts are put on the right.</w:t>
            </w:r>
          </w:p>
        </w:tc>
        <w:tc>
          <w:tcPr>
            <w:tcW w:w="2862" w:type="dxa"/>
            <w:tcBorders>
              <w:left w:val="single" w:sz="4" w:space="0" w:color="auto"/>
            </w:tcBorders>
          </w:tcPr>
          <w:p w14:paraId="03417379" w14:textId="77777777" w:rsidR="009E234D" w:rsidRDefault="009E234D" w:rsidP="009E234D">
            <w:pPr>
              <w:pStyle w:val="TableBody"/>
              <w:numPr>
                <w:ilvl w:val="0"/>
                <w:numId w:val="18"/>
              </w:numPr>
              <w:ind w:left="360"/>
            </w:pPr>
            <w:r>
              <w:t>Activity #4</w:t>
            </w:r>
          </w:p>
        </w:tc>
      </w:tr>
      <w:tr w:rsidR="009E234D" w14:paraId="3A0C0CC3" w14:textId="77777777">
        <w:tc>
          <w:tcPr>
            <w:tcW w:w="6498" w:type="dxa"/>
            <w:vMerge/>
            <w:tcBorders>
              <w:right w:val="single" w:sz="4" w:space="0" w:color="auto"/>
            </w:tcBorders>
          </w:tcPr>
          <w:p w14:paraId="36E5983D" w14:textId="77777777" w:rsidR="009E234D" w:rsidRPr="00521317" w:rsidRDefault="009E234D" w:rsidP="009E234D">
            <w:pPr>
              <w:pStyle w:val="TableBody"/>
              <w:ind w:left="1440" w:hanging="288"/>
            </w:pPr>
          </w:p>
        </w:tc>
        <w:tc>
          <w:tcPr>
            <w:tcW w:w="2862" w:type="dxa"/>
            <w:tcBorders>
              <w:left w:val="single" w:sz="4" w:space="0" w:color="auto"/>
            </w:tcBorders>
          </w:tcPr>
          <w:p w14:paraId="210E3B77" w14:textId="77777777" w:rsidR="009E234D" w:rsidRDefault="009E234D" w:rsidP="009E234D">
            <w:pPr>
              <w:pStyle w:val="TableBody"/>
            </w:pPr>
          </w:p>
        </w:tc>
      </w:tr>
      <w:tr w:rsidR="009E234D" w14:paraId="16E18344" w14:textId="77777777">
        <w:tc>
          <w:tcPr>
            <w:tcW w:w="6498" w:type="dxa"/>
            <w:vMerge/>
            <w:tcBorders>
              <w:right w:val="single" w:sz="4" w:space="0" w:color="auto"/>
            </w:tcBorders>
          </w:tcPr>
          <w:p w14:paraId="7B526815" w14:textId="77777777" w:rsidR="009E234D" w:rsidRPr="00521317" w:rsidRDefault="009E234D" w:rsidP="009E234D">
            <w:pPr>
              <w:pStyle w:val="TableBody"/>
              <w:ind w:left="1440" w:hanging="288"/>
            </w:pPr>
          </w:p>
        </w:tc>
        <w:tc>
          <w:tcPr>
            <w:tcW w:w="2862" w:type="dxa"/>
            <w:tcBorders>
              <w:left w:val="single" w:sz="4" w:space="0" w:color="auto"/>
            </w:tcBorders>
          </w:tcPr>
          <w:p w14:paraId="236FE644" w14:textId="77777777" w:rsidR="009E234D" w:rsidRDefault="009E234D" w:rsidP="009E234D">
            <w:pPr>
              <w:pStyle w:val="TableBody"/>
            </w:pPr>
          </w:p>
        </w:tc>
      </w:tr>
      <w:tr w:rsidR="009E234D" w14:paraId="1DA9D4BB" w14:textId="77777777">
        <w:tc>
          <w:tcPr>
            <w:tcW w:w="6498" w:type="dxa"/>
            <w:tcBorders>
              <w:right w:val="single" w:sz="4" w:space="0" w:color="auto"/>
            </w:tcBorders>
          </w:tcPr>
          <w:p w14:paraId="647582E5" w14:textId="77777777" w:rsidR="009E234D" w:rsidRPr="00521317" w:rsidRDefault="009E234D" w:rsidP="009E234D">
            <w:pPr>
              <w:pStyle w:val="TableBody"/>
              <w:ind w:left="1152" w:hanging="288"/>
            </w:pPr>
            <w:r w:rsidRPr="00521317">
              <w:t>2.</w:t>
            </w:r>
            <w:r w:rsidRPr="00521317">
              <w:tab/>
            </w:r>
            <w:r>
              <w:t>Each</w:t>
            </w:r>
            <w:r w:rsidRPr="00521317">
              <w:t xml:space="preserve"> individual account has two sides, with one side used for increases and the other for decreases.</w:t>
            </w:r>
          </w:p>
        </w:tc>
        <w:tc>
          <w:tcPr>
            <w:tcW w:w="2862" w:type="dxa"/>
            <w:tcBorders>
              <w:left w:val="single" w:sz="4" w:space="0" w:color="auto"/>
            </w:tcBorders>
          </w:tcPr>
          <w:p w14:paraId="0B2B7811" w14:textId="77777777" w:rsidR="009E234D" w:rsidRDefault="009E234D" w:rsidP="009E234D">
            <w:pPr>
              <w:pStyle w:val="TableBody"/>
            </w:pPr>
          </w:p>
        </w:tc>
      </w:tr>
      <w:tr w:rsidR="009E234D" w14:paraId="2CFDB1F5" w14:textId="77777777">
        <w:tc>
          <w:tcPr>
            <w:tcW w:w="6498" w:type="dxa"/>
            <w:tcBorders>
              <w:right w:val="single" w:sz="4" w:space="0" w:color="auto"/>
            </w:tcBorders>
          </w:tcPr>
          <w:p w14:paraId="1752D863" w14:textId="77777777" w:rsidR="009E234D" w:rsidRPr="00521317" w:rsidRDefault="009E234D" w:rsidP="009E234D">
            <w:pPr>
              <w:pStyle w:val="TableBody"/>
              <w:ind w:left="1152" w:hanging="288"/>
            </w:pPr>
            <w:r w:rsidRPr="00521317">
              <w:t>3.</w:t>
            </w:r>
            <w:r w:rsidRPr="00521317">
              <w:tab/>
              <w:t>Accounts increase on the same side as they appear in A =</w:t>
            </w:r>
            <w:r w:rsidR="0023239C">
              <w:t xml:space="preserve"> </w:t>
            </w:r>
            <w:r w:rsidRPr="00521317">
              <w:t xml:space="preserve"> L + SE</w:t>
            </w:r>
            <w:r>
              <w:t xml:space="preserve"> (d</w:t>
            </w:r>
            <w:r w:rsidRPr="00521317">
              <w:t>ecreases are the opposite</w:t>
            </w:r>
            <w:r>
              <w:t xml:space="preserve"> side)</w:t>
            </w:r>
            <w:r w:rsidRPr="00521317">
              <w:t>:</w:t>
            </w:r>
          </w:p>
        </w:tc>
        <w:tc>
          <w:tcPr>
            <w:tcW w:w="2862" w:type="dxa"/>
            <w:tcBorders>
              <w:left w:val="single" w:sz="4" w:space="0" w:color="auto"/>
            </w:tcBorders>
          </w:tcPr>
          <w:p w14:paraId="60440842" w14:textId="77777777" w:rsidR="009E234D" w:rsidRDefault="009E234D" w:rsidP="009E234D">
            <w:pPr>
              <w:pStyle w:val="TableBody"/>
            </w:pPr>
          </w:p>
        </w:tc>
      </w:tr>
      <w:tr w:rsidR="009E234D" w14:paraId="6E3A8187" w14:textId="77777777">
        <w:tc>
          <w:tcPr>
            <w:tcW w:w="6498" w:type="dxa"/>
            <w:tcBorders>
              <w:right w:val="single" w:sz="4" w:space="0" w:color="auto"/>
            </w:tcBorders>
          </w:tcPr>
          <w:p w14:paraId="1BA0BFA6" w14:textId="77777777" w:rsidR="009E234D" w:rsidRPr="00521317" w:rsidRDefault="009E234D" w:rsidP="009E234D">
            <w:pPr>
              <w:pStyle w:val="TableBody"/>
              <w:ind w:left="1440" w:hanging="288"/>
            </w:pPr>
            <w:r w:rsidRPr="00521317">
              <w:t>a.</w:t>
            </w:r>
            <w:r w:rsidRPr="00521317">
              <w:tab/>
              <w:t>Assets increase on the left side of the account.</w:t>
            </w:r>
          </w:p>
        </w:tc>
        <w:tc>
          <w:tcPr>
            <w:tcW w:w="2862" w:type="dxa"/>
            <w:tcBorders>
              <w:left w:val="single" w:sz="4" w:space="0" w:color="auto"/>
            </w:tcBorders>
          </w:tcPr>
          <w:p w14:paraId="00E50D43" w14:textId="77777777" w:rsidR="009E234D" w:rsidRDefault="009E234D" w:rsidP="009E234D">
            <w:pPr>
              <w:pStyle w:val="TableBody"/>
              <w:ind w:left="1440" w:hanging="288"/>
            </w:pPr>
          </w:p>
        </w:tc>
      </w:tr>
      <w:tr w:rsidR="009E234D" w14:paraId="3DC62EA2" w14:textId="77777777">
        <w:tc>
          <w:tcPr>
            <w:tcW w:w="6498" w:type="dxa"/>
            <w:tcBorders>
              <w:right w:val="single" w:sz="4" w:space="0" w:color="auto"/>
            </w:tcBorders>
          </w:tcPr>
          <w:p w14:paraId="55880F1B" w14:textId="77777777" w:rsidR="009E234D" w:rsidRPr="00521317" w:rsidRDefault="009E234D" w:rsidP="009E234D">
            <w:pPr>
              <w:pStyle w:val="TableBody"/>
              <w:ind w:left="1440" w:hanging="288"/>
            </w:pPr>
            <w:r w:rsidRPr="00521317">
              <w:t>b.</w:t>
            </w:r>
            <w:r w:rsidRPr="00521317">
              <w:tab/>
              <w:t>Liabilities increase on the right side of the account.</w:t>
            </w:r>
          </w:p>
        </w:tc>
        <w:tc>
          <w:tcPr>
            <w:tcW w:w="2862" w:type="dxa"/>
            <w:tcBorders>
              <w:left w:val="single" w:sz="4" w:space="0" w:color="auto"/>
            </w:tcBorders>
          </w:tcPr>
          <w:p w14:paraId="5FB855F3" w14:textId="77777777" w:rsidR="009E234D" w:rsidRDefault="009E234D" w:rsidP="009E234D">
            <w:pPr>
              <w:pStyle w:val="TableBody"/>
              <w:ind w:left="1440" w:hanging="288"/>
            </w:pPr>
          </w:p>
        </w:tc>
      </w:tr>
      <w:tr w:rsidR="009E234D" w14:paraId="7AA12EEF" w14:textId="77777777">
        <w:tc>
          <w:tcPr>
            <w:tcW w:w="6498" w:type="dxa"/>
            <w:tcBorders>
              <w:right w:val="single" w:sz="4" w:space="0" w:color="auto"/>
            </w:tcBorders>
          </w:tcPr>
          <w:p w14:paraId="76F7D125" w14:textId="77777777" w:rsidR="009E234D" w:rsidRPr="00521317" w:rsidRDefault="009E234D" w:rsidP="009E234D">
            <w:pPr>
              <w:pStyle w:val="TableBody"/>
              <w:ind w:left="1440" w:hanging="288"/>
            </w:pPr>
            <w:r w:rsidRPr="00521317">
              <w:t>c.</w:t>
            </w:r>
            <w:r w:rsidRPr="00521317">
              <w:tab/>
              <w:t>Stockholders’ equity accounts increase on the right side of the account.</w:t>
            </w:r>
          </w:p>
        </w:tc>
        <w:tc>
          <w:tcPr>
            <w:tcW w:w="2862" w:type="dxa"/>
            <w:tcBorders>
              <w:left w:val="single" w:sz="4" w:space="0" w:color="auto"/>
            </w:tcBorders>
          </w:tcPr>
          <w:p w14:paraId="1C1F5F8C" w14:textId="77777777" w:rsidR="009E234D" w:rsidRDefault="009E234D" w:rsidP="009E234D">
            <w:pPr>
              <w:pStyle w:val="TableBody"/>
              <w:ind w:left="1440" w:hanging="288"/>
            </w:pPr>
          </w:p>
        </w:tc>
      </w:tr>
      <w:tr w:rsidR="0023239C" w:rsidRPr="0023239C" w14:paraId="723C1B88" w14:textId="77777777" w:rsidTr="008B2791">
        <w:tc>
          <w:tcPr>
            <w:tcW w:w="6498" w:type="dxa"/>
            <w:tcBorders>
              <w:right w:val="single" w:sz="4" w:space="0" w:color="auto"/>
            </w:tcBorders>
          </w:tcPr>
          <w:p w14:paraId="1492860E" w14:textId="77777777" w:rsidR="0023239C" w:rsidRPr="0023239C" w:rsidRDefault="0023239C" w:rsidP="009E234D">
            <w:pPr>
              <w:pStyle w:val="TableBody"/>
              <w:ind w:left="1152" w:hanging="288"/>
            </w:pPr>
            <w:r w:rsidRPr="0023239C">
              <w:t>4.</w:t>
            </w:r>
            <w:r w:rsidRPr="0023239C">
              <w:tab/>
            </w:r>
            <w:r w:rsidRPr="0023239C">
              <w:rPr>
                <w:rStyle w:val="color2"/>
                <w:bCs/>
              </w:rPr>
              <w:t>Left is debit (</w:t>
            </w:r>
            <w:r w:rsidRPr="0023239C">
              <w:rPr>
                <w:rStyle w:val="color2"/>
                <w:bCs/>
                <w:i/>
                <w:iCs/>
              </w:rPr>
              <w:t>dr</w:t>
            </w:r>
            <w:r w:rsidRPr="0023239C">
              <w:rPr>
                <w:rStyle w:val="color2"/>
                <w:bCs/>
              </w:rPr>
              <w:t>); right is credit (</w:t>
            </w:r>
            <w:r w:rsidRPr="0023239C">
              <w:rPr>
                <w:rStyle w:val="color2"/>
                <w:bCs/>
                <w:i/>
                <w:iCs/>
              </w:rPr>
              <w:t>cr</w:t>
            </w:r>
            <w:r w:rsidRPr="0023239C">
              <w:rPr>
                <w:rStyle w:val="color2"/>
                <w:bCs/>
              </w:rPr>
              <w:t>).</w:t>
            </w:r>
          </w:p>
        </w:tc>
        <w:tc>
          <w:tcPr>
            <w:tcW w:w="2862" w:type="dxa"/>
            <w:tcBorders>
              <w:left w:val="single" w:sz="4" w:space="0" w:color="auto"/>
            </w:tcBorders>
          </w:tcPr>
          <w:p w14:paraId="542D8B0C" w14:textId="77777777" w:rsidR="0023239C" w:rsidRPr="0023239C" w:rsidRDefault="0023239C" w:rsidP="009E234D">
            <w:pPr>
              <w:pStyle w:val="TableBody"/>
              <w:ind w:left="1440" w:hanging="288"/>
            </w:pPr>
          </w:p>
        </w:tc>
      </w:tr>
      <w:tr w:rsidR="009E234D" w14:paraId="7201434F" w14:textId="77777777" w:rsidTr="008B2791">
        <w:tc>
          <w:tcPr>
            <w:tcW w:w="6498" w:type="dxa"/>
            <w:tcBorders>
              <w:right w:val="single" w:sz="4" w:space="0" w:color="auto"/>
            </w:tcBorders>
          </w:tcPr>
          <w:p w14:paraId="06F917E3" w14:textId="77777777" w:rsidR="009E234D" w:rsidRPr="00521317" w:rsidRDefault="0023239C" w:rsidP="0023239C">
            <w:pPr>
              <w:pStyle w:val="TableBody"/>
              <w:ind w:left="1440" w:hanging="288"/>
            </w:pPr>
            <w:r>
              <w:t>a</w:t>
            </w:r>
            <w:r w:rsidR="009E234D" w:rsidRPr="00521317">
              <w:t>.</w:t>
            </w:r>
            <w:r w:rsidR="009E234D">
              <w:tab/>
            </w:r>
            <w:r w:rsidR="009E234D" w:rsidRPr="008B2791">
              <w:rPr>
                <w:b/>
              </w:rPr>
              <w:t>Debit</w:t>
            </w:r>
            <w:r w:rsidR="009E234D" w:rsidRPr="0052113E">
              <w:t xml:space="preserve"> (dr)</w:t>
            </w:r>
            <w:r w:rsidR="009E234D">
              <w:t>––When used as a noun, debit is t</w:t>
            </w:r>
            <w:r w:rsidR="009E234D" w:rsidRPr="0052113E">
              <w:t>he left side of an</w:t>
            </w:r>
            <w:r w:rsidR="009E234D">
              <w:t xml:space="preserve"> </w:t>
            </w:r>
            <w:r w:rsidR="009E234D" w:rsidRPr="0052113E">
              <w:t>account</w:t>
            </w:r>
            <w:r w:rsidR="009E234D">
              <w:t xml:space="preserve">; when used as a verb, debit is the </w:t>
            </w:r>
            <w:r w:rsidR="009E234D" w:rsidRPr="0052113E">
              <w:t xml:space="preserve">act of </w:t>
            </w:r>
            <w:r w:rsidR="009E234D">
              <w:t xml:space="preserve">recording the debit portion of a journal entry to a particular account. </w:t>
            </w:r>
          </w:p>
        </w:tc>
        <w:tc>
          <w:tcPr>
            <w:tcW w:w="2862" w:type="dxa"/>
            <w:tcBorders>
              <w:left w:val="single" w:sz="4" w:space="0" w:color="auto"/>
            </w:tcBorders>
          </w:tcPr>
          <w:p w14:paraId="1D160D19" w14:textId="77777777" w:rsidR="009E234D" w:rsidRPr="00FB77B2" w:rsidRDefault="009E234D" w:rsidP="009E234D">
            <w:pPr>
              <w:pStyle w:val="TableBody"/>
              <w:ind w:left="1440" w:hanging="288"/>
            </w:pPr>
          </w:p>
        </w:tc>
      </w:tr>
    </w:tbl>
    <w:p w14:paraId="358015A0" w14:textId="77777777" w:rsidR="0023239C" w:rsidRDefault="0023239C">
      <w:r>
        <w:br w:type="page"/>
      </w:r>
    </w:p>
    <w:tbl>
      <w:tblPr>
        <w:tblW w:w="0" w:type="auto"/>
        <w:tblLayout w:type="fixed"/>
        <w:tblLook w:val="01E0" w:firstRow="1" w:lastRow="1" w:firstColumn="1" w:lastColumn="1" w:noHBand="0" w:noVBand="0"/>
      </w:tblPr>
      <w:tblGrid>
        <w:gridCol w:w="6498"/>
        <w:gridCol w:w="2862"/>
      </w:tblGrid>
      <w:tr w:rsidR="0023239C" w:rsidRPr="00CD480D" w14:paraId="70A0814E" w14:textId="77777777" w:rsidTr="003432B5">
        <w:tc>
          <w:tcPr>
            <w:tcW w:w="6498" w:type="dxa"/>
            <w:tcBorders>
              <w:right w:val="single" w:sz="4" w:space="0" w:color="auto"/>
            </w:tcBorders>
          </w:tcPr>
          <w:p w14:paraId="0DCA7292" w14:textId="77777777" w:rsidR="0023239C" w:rsidRPr="00A77D5B" w:rsidRDefault="0023239C" w:rsidP="003432B5">
            <w:pPr>
              <w:pStyle w:val="Heading1"/>
            </w:pPr>
            <w:r>
              <w:lastRenderedPageBreak/>
              <w:br w:type="page"/>
            </w:r>
            <w:r>
              <w:br w:type="page"/>
            </w:r>
            <w:r w:rsidRPr="00A77D5B">
              <w:br w:type="page"/>
            </w:r>
            <w:r w:rsidRPr="00A77D5B">
              <w:br w:type="page"/>
            </w:r>
            <w:r w:rsidRPr="00A77D5B">
              <w:br w:type="page"/>
              <w:t>Chapter Outline</w:t>
            </w:r>
          </w:p>
        </w:tc>
        <w:tc>
          <w:tcPr>
            <w:tcW w:w="2862" w:type="dxa"/>
            <w:tcBorders>
              <w:left w:val="single" w:sz="4" w:space="0" w:color="auto"/>
            </w:tcBorders>
          </w:tcPr>
          <w:p w14:paraId="2A99FD8B" w14:textId="77777777" w:rsidR="0023239C" w:rsidRPr="00CD480D" w:rsidRDefault="0023239C" w:rsidP="003432B5">
            <w:pPr>
              <w:pStyle w:val="Heading1"/>
            </w:pPr>
            <w:r w:rsidRPr="00CD480D">
              <w:t>Teaching Notes</w:t>
            </w:r>
          </w:p>
        </w:tc>
      </w:tr>
      <w:tr w:rsidR="009E234D" w14:paraId="79C944AA" w14:textId="77777777" w:rsidTr="008B2791">
        <w:tc>
          <w:tcPr>
            <w:tcW w:w="6498" w:type="dxa"/>
            <w:tcBorders>
              <w:right w:val="single" w:sz="4" w:space="0" w:color="auto"/>
            </w:tcBorders>
          </w:tcPr>
          <w:p w14:paraId="588D75EF" w14:textId="77777777" w:rsidR="009E234D" w:rsidRPr="00521317" w:rsidRDefault="0023239C" w:rsidP="0023239C">
            <w:pPr>
              <w:pStyle w:val="TableBody"/>
              <w:ind w:left="1440" w:hanging="288"/>
            </w:pPr>
            <w:r>
              <w:t>b</w:t>
            </w:r>
            <w:r w:rsidR="009E234D" w:rsidRPr="00521317">
              <w:t>.</w:t>
            </w:r>
            <w:r w:rsidR="009E234D">
              <w:tab/>
            </w:r>
            <w:r w:rsidR="009E234D" w:rsidRPr="008B2791">
              <w:rPr>
                <w:b/>
              </w:rPr>
              <w:t>Credit</w:t>
            </w:r>
            <w:r w:rsidR="009E234D">
              <w:t xml:space="preserve"> (cr)–– When used as a noun, credit is t</w:t>
            </w:r>
            <w:r w:rsidR="009E234D" w:rsidRPr="0052113E">
              <w:t xml:space="preserve">he </w:t>
            </w:r>
            <w:r w:rsidR="009E234D">
              <w:t xml:space="preserve">right </w:t>
            </w:r>
            <w:r w:rsidR="009E234D" w:rsidRPr="0052113E">
              <w:t>side of an</w:t>
            </w:r>
            <w:r w:rsidR="009E234D">
              <w:t xml:space="preserve"> </w:t>
            </w:r>
            <w:r w:rsidR="009E234D" w:rsidRPr="0052113E">
              <w:t>account</w:t>
            </w:r>
            <w:r w:rsidR="009E234D">
              <w:t xml:space="preserve">; when used as a verb, credit is the </w:t>
            </w:r>
            <w:r w:rsidR="009E234D" w:rsidRPr="0052113E">
              <w:t xml:space="preserve">act of </w:t>
            </w:r>
            <w:r w:rsidR="009E234D">
              <w:t>recording the credit portion of a journal entry to a particular account.</w:t>
            </w:r>
          </w:p>
        </w:tc>
        <w:tc>
          <w:tcPr>
            <w:tcW w:w="2862" w:type="dxa"/>
            <w:tcBorders>
              <w:left w:val="single" w:sz="4" w:space="0" w:color="auto"/>
            </w:tcBorders>
          </w:tcPr>
          <w:p w14:paraId="45F2418B" w14:textId="77777777" w:rsidR="009E234D" w:rsidRPr="00FB77B2" w:rsidRDefault="009E234D" w:rsidP="009E234D">
            <w:pPr>
              <w:pStyle w:val="TableBody"/>
              <w:ind w:left="1440" w:hanging="288"/>
            </w:pPr>
          </w:p>
        </w:tc>
      </w:tr>
      <w:tr w:rsidR="0014523F" w14:paraId="7453E21A" w14:textId="77777777">
        <w:tc>
          <w:tcPr>
            <w:tcW w:w="6498" w:type="dxa"/>
            <w:tcBorders>
              <w:right w:val="single" w:sz="4" w:space="0" w:color="auto"/>
            </w:tcBorders>
          </w:tcPr>
          <w:p w14:paraId="395C1F6D" w14:textId="77777777" w:rsidR="0014523F" w:rsidRPr="00521317" w:rsidRDefault="0023239C" w:rsidP="00BA0D14">
            <w:pPr>
              <w:pStyle w:val="TableBody"/>
              <w:ind w:left="1152" w:hanging="288"/>
            </w:pPr>
            <w:r>
              <w:t>5</w:t>
            </w:r>
            <w:r w:rsidR="0014523F" w:rsidRPr="00521317">
              <w:t>. When combined with how increases and decreases are entered into accounts, the following rules emerge:</w:t>
            </w:r>
          </w:p>
        </w:tc>
        <w:tc>
          <w:tcPr>
            <w:tcW w:w="2862" w:type="dxa"/>
            <w:tcBorders>
              <w:left w:val="single" w:sz="4" w:space="0" w:color="auto"/>
            </w:tcBorders>
          </w:tcPr>
          <w:p w14:paraId="1E2E6135" w14:textId="77777777" w:rsidR="0014523F" w:rsidRPr="0091176C" w:rsidRDefault="0014523F" w:rsidP="00477898">
            <w:pPr>
              <w:pStyle w:val="TableBody"/>
              <w:ind w:left="288"/>
            </w:pPr>
          </w:p>
        </w:tc>
      </w:tr>
      <w:tr w:rsidR="0014523F" w14:paraId="05CC2D24" w14:textId="77777777">
        <w:tc>
          <w:tcPr>
            <w:tcW w:w="6498" w:type="dxa"/>
            <w:tcBorders>
              <w:right w:val="single" w:sz="4" w:space="0" w:color="auto"/>
            </w:tcBorders>
          </w:tcPr>
          <w:p w14:paraId="5115F3F5" w14:textId="77777777" w:rsidR="0014523F" w:rsidRPr="00521317" w:rsidRDefault="0014523F" w:rsidP="00BA0D14">
            <w:pPr>
              <w:pStyle w:val="TableBody"/>
              <w:ind w:left="1440" w:hanging="288"/>
            </w:pPr>
            <w:r w:rsidRPr="00521317">
              <w:t>a.</w:t>
            </w:r>
            <w:r w:rsidRPr="00521317">
              <w:tab/>
              <w:t>Use debits for increases in assets (and for decreases in liabilities and stockholders’ equity accounts).</w:t>
            </w:r>
          </w:p>
        </w:tc>
        <w:tc>
          <w:tcPr>
            <w:tcW w:w="2862" w:type="dxa"/>
            <w:tcBorders>
              <w:left w:val="single" w:sz="4" w:space="0" w:color="auto"/>
            </w:tcBorders>
          </w:tcPr>
          <w:p w14:paraId="523CE93A" w14:textId="77777777" w:rsidR="0014523F" w:rsidRPr="0026138F" w:rsidRDefault="0014523F" w:rsidP="0026138F">
            <w:pPr>
              <w:pStyle w:val="TableBody"/>
            </w:pPr>
            <w:r w:rsidRPr="0026138F">
              <w:t xml:space="preserve">Illustrated in Exhibit 2.7 </w:t>
            </w:r>
          </w:p>
        </w:tc>
      </w:tr>
      <w:tr w:rsidR="0014523F" w14:paraId="679B9BA5" w14:textId="77777777">
        <w:tc>
          <w:tcPr>
            <w:tcW w:w="6498" w:type="dxa"/>
            <w:tcBorders>
              <w:right w:val="single" w:sz="4" w:space="0" w:color="auto"/>
            </w:tcBorders>
          </w:tcPr>
          <w:p w14:paraId="04EC741B" w14:textId="77777777" w:rsidR="0014523F" w:rsidRPr="0052113E" w:rsidRDefault="0014523F" w:rsidP="00BA0D14">
            <w:pPr>
              <w:pStyle w:val="TableBody"/>
              <w:ind w:left="1440" w:hanging="288"/>
            </w:pPr>
            <w:r w:rsidRPr="0052113E">
              <w:t>b.</w:t>
            </w:r>
            <w:r w:rsidRPr="0052113E">
              <w:tab/>
              <w:t>Use credits for increases in liabilities and stockholders’ equity accounts (and for decreases in assets).</w:t>
            </w:r>
          </w:p>
        </w:tc>
        <w:tc>
          <w:tcPr>
            <w:tcW w:w="2862" w:type="dxa"/>
            <w:tcBorders>
              <w:left w:val="single" w:sz="4" w:space="0" w:color="auto"/>
            </w:tcBorders>
          </w:tcPr>
          <w:p w14:paraId="7E2EE1DB" w14:textId="77777777" w:rsidR="0014523F" w:rsidRPr="0052113E" w:rsidRDefault="0014523F" w:rsidP="0014523F">
            <w:pPr>
              <w:pStyle w:val="TableBody"/>
            </w:pPr>
          </w:p>
        </w:tc>
      </w:tr>
      <w:tr w:rsidR="008B2791" w14:paraId="5804AA2D" w14:textId="77777777">
        <w:tc>
          <w:tcPr>
            <w:tcW w:w="6498" w:type="dxa"/>
            <w:tcBorders>
              <w:right w:val="single" w:sz="4" w:space="0" w:color="auto"/>
            </w:tcBorders>
          </w:tcPr>
          <w:p w14:paraId="57AF0A57" w14:textId="77777777" w:rsidR="008B2791" w:rsidRPr="00521317" w:rsidRDefault="0023239C" w:rsidP="008A523C">
            <w:pPr>
              <w:pStyle w:val="TableBody"/>
              <w:ind w:left="1152" w:hanging="288"/>
            </w:pPr>
            <w:r>
              <w:t>6</w:t>
            </w:r>
            <w:r w:rsidR="008B2791">
              <w:t>.</w:t>
            </w:r>
            <w:r w:rsidR="008B2791">
              <w:tab/>
            </w:r>
            <w:r w:rsidR="008A523C">
              <w:t>Normal balance</w:t>
            </w:r>
            <w:r>
              <w:t xml:space="preserve"> for an account is </w:t>
            </w:r>
            <w:r w:rsidR="008A523C">
              <w:t xml:space="preserve">the side on which </w:t>
            </w:r>
            <w:r>
              <w:t xml:space="preserve">it </w:t>
            </w:r>
            <w:r w:rsidR="008A523C">
              <w:t>increases</w:t>
            </w:r>
            <w:r w:rsidR="008B2791" w:rsidRPr="0014523F">
              <w:t>.</w:t>
            </w:r>
          </w:p>
        </w:tc>
        <w:tc>
          <w:tcPr>
            <w:tcW w:w="2862" w:type="dxa"/>
            <w:tcBorders>
              <w:left w:val="single" w:sz="4" w:space="0" w:color="auto"/>
            </w:tcBorders>
          </w:tcPr>
          <w:p w14:paraId="712CA00B" w14:textId="77777777" w:rsidR="008B2791" w:rsidRDefault="008B2791" w:rsidP="00F16B52">
            <w:pPr>
              <w:pStyle w:val="TableBody"/>
              <w:ind w:left="1440" w:hanging="288"/>
            </w:pPr>
          </w:p>
        </w:tc>
      </w:tr>
      <w:tr w:rsidR="008A523C" w14:paraId="25EF30A7" w14:textId="77777777">
        <w:tc>
          <w:tcPr>
            <w:tcW w:w="6498" w:type="dxa"/>
            <w:tcBorders>
              <w:right w:val="single" w:sz="4" w:space="0" w:color="auto"/>
            </w:tcBorders>
          </w:tcPr>
          <w:p w14:paraId="460154A4" w14:textId="77777777" w:rsidR="008A523C" w:rsidRPr="00521317" w:rsidRDefault="008A523C" w:rsidP="008A523C">
            <w:pPr>
              <w:pStyle w:val="TableBody"/>
              <w:ind w:left="1440" w:hanging="288"/>
            </w:pPr>
            <w:r w:rsidRPr="00521317">
              <w:t>a.</w:t>
            </w:r>
            <w:r w:rsidRPr="00521317">
              <w:tab/>
            </w:r>
            <w:r>
              <w:t>Assets accounts normally have debit balances</w:t>
            </w:r>
            <w:r w:rsidRPr="00521317">
              <w:t>.</w:t>
            </w:r>
          </w:p>
        </w:tc>
        <w:tc>
          <w:tcPr>
            <w:tcW w:w="2862" w:type="dxa"/>
            <w:tcBorders>
              <w:left w:val="single" w:sz="4" w:space="0" w:color="auto"/>
            </w:tcBorders>
          </w:tcPr>
          <w:p w14:paraId="3C18FEAE" w14:textId="77777777" w:rsidR="008A523C" w:rsidRDefault="008A523C" w:rsidP="00F16B52">
            <w:pPr>
              <w:pStyle w:val="TableBody"/>
              <w:ind w:left="1440" w:hanging="288"/>
            </w:pPr>
          </w:p>
        </w:tc>
      </w:tr>
      <w:tr w:rsidR="008A523C" w14:paraId="39E85C5E" w14:textId="77777777">
        <w:tc>
          <w:tcPr>
            <w:tcW w:w="6498" w:type="dxa"/>
            <w:tcBorders>
              <w:right w:val="single" w:sz="4" w:space="0" w:color="auto"/>
            </w:tcBorders>
          </w:tcPr>
          <w:p w14:paraId="642A4F88" w14:textId="77777777" w:rsidR="008A523C" w:rsidRPr="00521317" w:rsidRDefault="00357F2B" w:rsidP="008A523C">
            <w:pPr>
              <w:pStyle w:val="TableBody"/>
              <w:ind w:left="1440" w:hanging="288"/>
            </w:pPr>
            <w:r>
              <w:t>b</w:t>
            </w:r>
            <w:r w:rsidR="008A523C" w:rsidRPr="00521317">
              <w:t>.</w:t>
            </w:r>
            <w:r w:rsidR="008A523C" w:rsidRPr="00521317">
              <w:tab/>
            </w:r>
            <w:r w:rsidR="008A523C">
              <w:t>L</w:t>
            </w:r>
            <w:r w:rsidR="008A523C" w:rsidRPr="00521317">
              <w:t>iabilities and stockholders’ equity account</w:t>
            </w:r>
            <w:r w:rsidR="008A523C">
              <w:t>s normally have credit balances.</w:t>
            </w:r>
          </w:p>
        </w:tc>
        <w:tc>
          <w:tcPr>
            <w:tcW w:w="2862" w:type="dxa"/>
            <w:tcBorders>
              <w:left w:val="single" w:sz="4" w:space="0" w:color="auto"/>
            </w:tcBorders>
          </w:tcPr>
          <w:p w14:paraId="4639FE94" w14:textId="77777777" w:rsidR="008A523C" w:rsidRDefault="008A523C" w:rsidP="00F16B52">
            <w:pPr>
              <w:pStyle w:val="TableBody"/>
              <w:ind w:left="1440" w:hanging="288"/>
            </w:pPr>
          </w:p>
        </w:tc>
      </w:tr>
      <w:tr w:rsidR="008A523C" w14:paraId="38D28F93" w14:textId="77777777">
        <w:tc>
          <w:tcPr>
            <w:tcW w:w="6498" w:type="dxa"/>
            <w:tcBorders>
              <w:right w:val="single" w:sz="4" w:space="0" w:color="auto"/>
            </w:tcBorders>
          </w:tcPr>
          <w:p w14:paraId="222C4B81" w14:textId="77777777" w:rsidR="008A523C" w:rsidRPr="00521317" w:rsidRDefault="0023239C" w:rsidP="008B2791">
            <w:pPr>
              <w:pStyle w:val="TableBody"/>
              <w:ind w:left="1152" w:hanging="288"/>
            </w:pPr>
            <w:r>
              <w:t>7</w:t>
            </w:r>
            <w:r w:rsidR="008A523C">
              <w:t>.</w:t>
            </w:r>
            <w:r w:rsidR="008A523C">
              <w:tab/>
              <w:t xml:space="preserve">In addition to requiring that </w:t>
            </w:r>
            <w:r w:rsidR="008A523C" w:rsidRPr="0014523F">
              <w:t>A = L + SE, the double-entry system</w:t>
            </w:r>
            <w:r w:rsidR="008A523C">
              <w:t xml:space="preserve"> </w:t>
            </w:r>
            <w:r w:rsidR="008A523C" w:rsidRPr="0014523F">
              <w:t xml:space="preserve">also requires that debits </w:t>
            </w:r>
            <w:r w:rsidR="008A523C">
              <w:t xml:space="preserve">= </w:t>
            </w:r>
            <w:r w:rsidR="008A523C" w:rsidRPr="0014523F">
              <w:t>credits.</w:t>
            </w:r>
          </w:p>
        </w:tc>
        <w:tc>
          <w:tcPr>
            <w:tcW w:w="2862" w:type="dxa"/>
            <w:tcBorders>
              <w:left w:val="single" w:sz="4" w:space="0" w:color="auto"/>
            </w:tcBorders>
          </w:tcPr>
          <w:p w14:paraId="18596709" w14:textId="77777777" w:rsidR="008A523C" w:rsidRDefault="008A523C" w:rsidP="00F16B52">
            <w:pPr>
              <w:pStyle w:val="TableBody"/>
              <w:ind w:left="1440" w:hanging="288"/>
            </w:pPr>
          </w:p>
        </w:tc>
      </w:tr>
      <w:tr w:rsidR="008A523C" w14:paraId="1F0F6AD0" w14:textId="77777777">
        <w:tc>
          <w:tcPr>
            <w:tcW w:w="6498" w:type="dxa"/>
            <w:tcBorders>
              <w:right w:val="single" w:sz="4" w:space="0" w:color="auto"/>
            </w:tcBorders>
          </w:tcPr>
          <w:p w14:paraId="00DAC2F0" w14:textId="77777777" w:rsidR="008A523C" w:rsidRPr="00521317" w:rsidRDefault="008A523C" w:rsidP="00EB04C6">
            <w:pPr>
              <w:pStyle w:val="TableBody"/>
              <w:ind w:left="1440" w:hanging="288"/>
            </w:pPr>
            <w:r w:rsidRPr="00521317">
              <w:t>a.</w:t>
            </w:r>
            <w:r w:rsidRPr="00521317">
              <w:tab/>
              <w:t>Step 1: Analyzing Transactions</w:t>
            </w:r>
            <w:r w:rsidR="005944D4">
              <w:t>––</w:t>
            </w:r>
            <w:r w:rsidRPr="00521317">
              <w:t>The debit/credit framework does not change this step.</w:t>
            </w:r>
          </w:p>
        </w:tc>
        <w:tc>
          <w:tcPr>
            <w:tcW w:w="2862" w:type="dxa"/>
            <w:tcBorders>
              <w:left w:val="single" w:sz="4" w:space="0" w:color="auto"/>
            </w:tcBorders>
          </w:tcPr>
          <w:p w14:paraId="63751E11" w14:textId="77777777" w:rsidR="008A523C" w:rsidRDefault="008A523C" w:rsidP="00F16B52">
            <w:pPr>
              <w:pStyle w:val="TableBody"/>
              <w:ind w:left="1440" w:hanging="288"/>
            </w:pPr>
          </w:p>
        </w:tc>
      </w:tr>
      <w:tr w:rsidR="008A523C" w14:paraId="6FC2E449" w14:textId="77777777">
        <w:tc>
          <w:tcPr>
            <w:tcW w:w="6498" w:type="dxa"/>
            <w:tcBorders>
              <w:right w:val="single" w:sz="4" w:space="0" w:color="auto"/>
            </w:tcBorders>
          </w:tcPr>
          <w:p w14:paraId="2D817D70" w14:textId="77777777" w:rsidR="008A523C" w:rsidRPr="00521317" w:rsidRDefault="008A523C" w:rsidP="00DE3A41">
            <w:pPr>
              <w:pStyle w:val="TableBody"/>
              <w:ind w:left="1440" w:hanging="288"/>
            </w:pPr>
            <w:r w:rsidRPr="00521317">
              <w:t>b.</w:t>
            </w:r>
            <w:r w:rsidRPr="00521317">
              <w:tab/>
              <w:t>Step 2: Recording Journal Entries</w:t>
            </w:r>
            <w:r w:rsidR="005944D4">
              <w:t>––</w:t>
            </w:r>
            <w:r w:rsidRPr="00521317">
              <w:t>The financial effects of transactions are entered into a journal using a debits-equal-credits format.</w:t>
            </w:r>
          </w:p>
        </w:tc>
        <w:tc>
          <w:tcPr>
            <w:tcW w:w="2862" w:type="dxa"/>
            <w:tcBorders>
              <w:left w:val="single" w:sz="4" w:space="0" w:color="auto"/>
            </w:tcBorders>
          </w:tcPr>
          <w:p w14:paraId="5BB5FD4A" w14:textId="77777777" w:rsidR="008A523C" w:rsidRDefault="008A523C" w:rsidP="00EB04C6">
            <w:pPr>
              <w:pStyle w:val="TableBody"/>
            </w:pPr>
          </w:p>
        </w:tc>
      </w:tr>
      <w:tr w:rsidR="008A523C" w14:paraId="2F9A10AD" w14:textId="77777777">
        <w:tc>
          <w:tcPr>
            <w:tcW w:w="6498" w:type="dxa"/>
            <w:tcBorders>
              <w:right w:val="single" w:sz="4" w:space="0" w:color="auto"/>
            </w:tcBorders>
          </w:tcPr>
          <w:p w14:paraId="22BCADA5" w14:textId="77777777" w:rsidR="008A523C" w:rsidRPr="00521317" w:rsidRDefault="0023239C" w:rsidP="008A523C">
            <w:pPr>
              <w:pStyle w:val="TableBody"/>
              <w:ind w:left="1152" w:hanging="288"/>
            </w:pPr>
            <w:r>
              <w:t>8</w:t>
            </w:r>
            <w:r w:rsidR="008A523C">
              <w:t>.</w:t>
            </w:r>
            <w:r w:rsidR="008A523C">
              <w:tab/>
            </w:r>
            <w:r w:rsidR="008A523C" w:rsidRPr="00805D7E">
              <w:rPr>
                <w:b/>
              </w:rPr>
              <w:t>Journal entries</w:t>
            </w:r>
            <w:r w:rsidR="008A523C" w:rsidRPr="00EB04C6">
              <w:t>––</w:t>
            </w:r>
            <w:r>
              <w:t xml:space="preserve">An accounting method for expressing the effects of a </w:t>
            </w:r>
            <w:r w:rsidR="008A523C" w:rsidRPr="00521317">
              <w:t>transaction in a debits-equal-credits format.</w:t>
            </w:r>
          </w:p>
        </w:tc>
        <w:tc>
          <w:tcPr>
            <w:tcW w:w="2862" w:type="dxa"/>
            <w:tcBorders>
              <w:left w:val="single" w:sz="4" w:space="0" w:color="auto"/>
            </w:tcBorders>
          </w:tcPr>
          <w:p w14:paraId="3B5E66C9" w14:textId="77777777" w:rsidR="008A523C" w:rsidRDefault="008A523C" w:rsidP="002517B0">
            <w:pPr>
              <w:pStyle w:val="TableBody"/>
            </w:pPr>
            <w:r>
              <w:t xml:space="preserve">Illustrated in </w:t>
            </w:r>
            <w:r w:rsidRPr="00DE3A41">
              <w:t>Exhibit 2.</w:t>
            </w:r>
            <w:r>
              <w:t>8</w:t>
            </w:r>
          </w:p>
        </w:tc>
      </w:tr>
      <w:tr w:rsidR="008A523C" w14:paraId="40EC4876" w14:textId="77777777">
        <w:tc>
          <w:tcPr>
            <w:tcW w:w="6498" w:type="dxa"/>
            <w:tcBorders>
              <w:right w:val="single" w:sz="4" w:space="0" w:color="auto"/>
            </w:tcBorders>
          </w:tcPr>
          <w:p w14:paraId="447E86A7" w14:textId="77777777" w:rsidR="008A523C" w:rsidRPr="00521317" w:rsidRDefault="008A523C" w:rsidP="00805D7E">
            <w:pPr>
              <w:pStyle w:val="TableBody"/>
              <w:ind w:left="1440" w:hanging="288"/>
            </w:pPr>
            <w:r>
              <w:t>a.</w:t>
            </w:r>
            <w:r>
              <w:tab/>
            </w:r>
            <w:r w:rsidRPr="00521317">
              <w:t>A date is included for each transaction.</w:t>
            </w:r>
          </w:p>
        </w:tc>
        <w:tc>
          <w:tcPr>
            <w:tcW w:w="2862" w:type="dxa"/>
            <w:tcBorders>
              <w:left w:val="single" w:sz="4" w:space="0" w:color="auto"/>
            </w:tcBorders>
          </w:tcPr>
          <w:p w14:paraId="45008B49" w14:textId="77777777" w:rsidR="008A523C" w:rsidRDefault="008A523C" w:rsidP="00DE3A41">
            <w:pPr>
              <w:pStyle w:val="TableBody"/>
            </w:pPr>
          </w:p>
        </w:tc>
      </w:tr>
      <w:tr w:rsidR="008A523C" w14:paraId="535AC7F7" w14:textId="77777777">
        <w:tc>
          <w:tcPr>
            <w:tcW w:w="6498" w:type="dxa"/>
            <w:tcBorders>
              <w:right w:val="single" w:sz="4" w:space="0" w:color="auto"/>
            </w:tcBorders>
          </w:tcPr>
          <w:p w14:paraId="43A4A1A5" w14:textId="77777777" w:rsidR="008A523C" w:rsidRPr="00521317" w:rsidRDefault="008A523C" w:rsidP="008A523C">
            <w:pPr>
              <w:pStyle w:val="TableBody"/>
              <w:ind w:left="1440" w:hanging="288"/>
            </w:pPr>
            <w:r>
              <w:t>b.</w:t>
            </w:r>
            <w:r>
              <w:tab/>
            </w:r>
            <w:r w:rsidRPr="00521317">
              <w:t>Debits appear first</w:t>
            </w:r>
            <w:r>
              <w:t>; c</w:t>
            </w:r>
            <w:r w:rsidRPr="00521317">
              <w:t xml:space="preserve">redits are written below the debits and are indented to the right (words and amounts). </w:t>
            </w:r>
          </w:p>
        </w:tc>
        <w:tc>
          <w:tcPr>
            <w:tcW w:w="2862" w:type="dxa"/>
            <w:tcBorders>
              <w:left w:val="single" w:sz="4" w:space="0" w:color="auto"/>
            </w:tcBorders>
          </w:tcPr>
          <w:p w14:paraId="1DDA1B6C" w14:textId="77777777" w:rsidR="008A523C" w:rsidRDefault="008A523C" w:rsidP="00DE3A41">
            <w:pPr>
              <w:pStyle w:val="TableBody"/>
            </w:pPr>
          </w:p>
        </w:tc>
      </w:tr>
      <w:tr w:rsidR="008A523C" w14:paraId="2653F061" w14:textId="77777777">
        <w:tc>
          <w:tcPr>
            <w:tcW w:w="6498" w:type="dxa"/>
            <w:tcBorders>
              <w:right w:val="single" w:sz="4" w:space="0" w:color="auto"/>
            </w:tcBorders>
          </w:tcPr>
          <w:p w14:paraId="5CB61E61" w14:textId="77777777" w:rsidR="008A523C" w:rsidRPr="00521317" w:rsidRDefault="008A523C" w:rsidP="00805D7E">
            <w:pPr>
              <w:pStyle w:val="TableBody"/>
              <w:ind w:left="1440" w:hanging="288"/>
            </w:pPr>
            <w:r>
              <w:t>c.</w:t>
            </w:r>
            <w:r>
              <w:tab/>
            </w:r>
            <w:r w:rsidRPr="00521317">
              <w:t>Total debits must equal total credits.</w:t>
            </w:r>
          </w:p>
        </w:tc>
        <w:tc>
          <w:tcPr>
            <w:tcW w:w="2862" w:type="dxa"/>
            <w:tcBorders>
              <w:left w:val="single" w:sz="4" w:space="0" w:color="auto"/>
            </w:tcBorders>
          </w:tcPr>
          <w:p w14:paraId="51B84C4C" w14:textId="77777777" w:rsidR="008A523C" w:rsidRDefault="008A523C" w:rsidP="00DE3A41">
            <w:pPr>
              <w:pStyle w:val="TableBody"/>
            </w:pPr>
          </w:p>
        </w:tc>
      </w:tr>
      <w:tr w:rsidR="008A523C" w14:paraId="26B330F8" w14:textId="77777777">
        <w:tc>
          <w:tcPr>
            <w:tcW w:w="6498" w:type="dxa"/>
            <w:tcBorders>
              <w:right w:val="single" w:sz="4" w:space="0" w:color="auto"/>
            </w:tcBorders>
          </w:tcPr>
          <w:p w14:paraId="7D397ADF" w14:textId="77777777" w:rsidR="008A523C" w:rsidRPr="00521317" w:rsidRDefault="008A523C" w:rsidP="00805D7E">
            <w:pPr>
              <w:pStyle w:val="TableBody"/>
              <w:ind w:left="1440" w:hanging="288"/>
            </w:pPr>
            <w:r>
              <w:t>d.</w:t>
            </w:r>
            <w:r>
              <w:tab/>
            </w:r>
            <w:r w:rsidRPr="00521317">
              <w:t xml:space="preserve">Dollar signs are not used. </w:t>
            </w:r>
          </w:p>
        </w:tc>
        <w:tc>
          <w:tcPr>
            <w:tcW w:w="2862" w:type="dxa"/>
            <w:tcBorders>
              <w:left w:val="single" w:sz="4" w:space="0" w:color="auto"/>
            </w:tcBorders>
          </w:tcPr>
          <w:p w14:paraId="212BC1B6" w14:textId="77777777" w:rsidR="008A523C" w:rsidRDefault="008A523C" w:rsidP="00DE3A41">
            <w:pPr>
              <w:pStyle w:val="TableBody"/>
            </w:pPr>
          </w:p>
        </w:tc>
      </w:tr>
      <w:tr w:rsidR="008A523C" w14:paraId="4989B3F1" w14:textId="77777777">
        <w:tc>
          <w:tcPr>
            <w:tcW w:w="6498" w:type="dxa"/>
            <w:tcBorders>
              <w:right w:val="single" w:sz="4" w:space="0" w:color="auto"/>
            </w:tcBorders>
          </w:tcPr>
          <w:p w14:paraId="436A695E" w14:textId="77777777" w:rsidR="008A523C" w:rsidRDefault="008A523C" w:rsidP="00805D7E">
            <w:pPr>
              <w:pStyle w:val="TableBody"/>
              <w:ind w:left="1440" w:hanging="288"/>
            </w:pPr>
            <w:r>
              <w:t>e.</w:t>
            </w:r>
            <w:r>
              <w:tab/>
            </w:r>
            <w:r w:rsidRPr="00DE3A41">
              <w:t>The reference column (Ref.) will be used later (in step 3) to indicate when the</w:t>
            </w:r>
            <w:r>
              <w:t xml:space="preserve"> </w:t>
            </w:r>
            <w:r w:rsidRPr="00DE3A41">
              <w:t>journal entry has been summarized in the ledger account</w:t>
            </w:r>
            <w:r>
              <w:t>s</w:t>
            </w:r>
            <w:r w:rsidRPr="00DE3A41">
              <w:t>.</w:t>
            </w:r>
          </w:p>
        </w:tc>
        <w:tc>
          <w:tcPr>
            <w:tcW w:w="2862" w:type="dxa"/>
            <w:tcBorders>
              <w:left w:val="single" w:sz="4" w:space="0" w:color="auto"/>
            </w:tcBorders>
          </w:tcPr>
          <w:p w14:paraId="64591BBB" w14:textId="77777777" w:rsidR="008A523C" w:rsidRDefault="008A523C" w:rsidP="00DE3A41">
            <w:pPr>
              <w:pStyle w:val="TableBody"/>
            </w:pPr>
          </w:p>
        </w:tc>
      </w:tr>
      <w:tr w:rsidR="008A523C" w14:paraId="0F2BF376" w14:textId="77777777">
        <w:tc>
          <w:tcPr>
            <w:tcW w:w="6498" w:type="dxa"/>
            <w:tcBorders>
              <w:right w:val="single" w:sz="4" w:space="0" w:color="auto"/>
            </w:tcBorders>
          </w:tcPr>
          <w:p w14:paraId="42C90AAE" w14:textId="77777777" w:rsidR="008A523C" w:rsidRPr="002C2938" w:rsidRDefault="008A523C" w:rsidP="00805D7E">
            <w:pPr>
              <w:pStyle w:val="TableBody"/>
              <w:ind w:left="1440" w:hanging="288"/>
            </w:pPr>
            <w:r>
              <w:t>f.</w:t>
            </w:r>
            <w:r>
              <w:tab/>
            </w:r>
            <w:r w:rsidRPr="00DE3A41">
              <w:t>A</w:t>
            </w:r>
            <w:r>
              <w:t xml:space="preserve"> brief explanation </w:t>
            </w:r>
            <w:r w:rsidRPr="00DE3A41">
              <w:t>of the transaction is written</w:t>
            </w:r>
            <w:r>
              <w:t xml:space="preserve"> </w:t>
            </w:r>
            <w:r w:rsidRPr="00DE3A41">
              <w:t>below the debits and credits.</w:t>
            </w:r>
          </w:p>
        </w:tc>
        <w:tc>
          <w:tcPr>
            <w:tcW w:w="2862" w:type="dxa"/>
            <w:tcBorders>
              <w:left w:val="single" w:sz="4" w:space="0" w:color="auto"/>
            </w:tcBorders>
          </w:tcPr>
          <w:p w14:paraId="35AB7ECB" w14:textId="77777777" w:rsidR="008A523C" w:rsidRDefault="008A523C" w:rsidP="00DE3A41">
            <w:pPr>
              <w:pStyle w:val="TableBody"/>
            </w:pPr>
          </w:p>
        </w:tc>
      </w:tr>
      <w:tr w:rsidR="008A523C" w14:paraId="79BBC43C" w14:textId="77777777">
        <w:tc>
          <w:tcPr>
            <w:tcW w:w="6498" w:type="dxa"/>
            <w:tcBorders>
              <w:right w:val="single" w:sz="4" w:space="0" w:color="auto"/>
            </w:tcBorders>
          </w:tcPr>
          <w:p w14:paraId="2427B4CF" w14:textId="77777777" w:rsidR="008A523C" w:rsidRDefault="008A523C" w:rsidP="00805D7E">
            <w:pPr>
              <w:pStyle w:val="TableBody"/>
              <w:ind w:left="1440" w:hanging="288"/>
            </w:pPr>
            <w:r>
              <w:t>g.</w:t>
            </w:r>
            <w:r>
              <w:tab/>
            </w:r>
            <w:r w:rsidRPr="00DE3A41">
              <w:t>The line after the description is left blank</w:t>
            </w:r>
            <w:r w:rsidR="0023239C">
              <w:t xml:space="preserve"> before showing the next journal entry.</w:t>
            </w:r>
          </w:p>
        </w:tc>
        <w:tc>
          <w:tcPr>
            <w:tcW w:w="2862" w:type="dxa"/>
            <w:tcBorders>
              <w:left w:val="single" w:sz="4" w:space="0" w:color="auto"/>
            </w:tcBorders>
          </w:tcPr>
          <w:p w14:paraId="225032DB" w14:textId="77777777" w:rsidR="008A523C" w:rsidRDefault="008A523C" w:rsidP="00DE3A41">
            <w:pPr>
              <w:pStyle w:val="TableBody"/>
            </w:pPr>
          </w:p>
        </w:tc>
      </w:tr>
      <w:tr w:rsidR="008A523C" w14:paraId="2D613808" w14:textId="77777777">
        <w:tc>
          <w:tcPr>
            <w:tcW w:w="6498" w:type="dxa"/>
            <w:tcBorders>
              <w:right w:val="single" w:sz="4" w:space="0" w:color="auto"/>
            </w:tcBorders>
          </w:tcPr>
          <w:p w14:paraId="33643958" w14:textId="77777777" w:rsidR="008A523C" w:rsidRPr="00521317" w:rsidRDefault="008A523C" w:rsidP="00B3746E">
            <w:pPr>
              <w:pStyle w:val="TableBody"/>
              <w:ind w:left="864" w:hanging="288"/>
            </w:pPr>
            <w:r>
              <w:t>D</w:t>
            </w:r>
            <w:r w:rsidRPr="00521317">
              <w:t>.</w:t>
            </w:r>
            <w:r w:rsidRPr="00521317">
              <w:tab/>
              <w:t xml:space="preserve">Step 3: Summarizing </w:t>
            </w:r>
            <w:r>
              <w:t>i</w:t>
            </w:r>
            <w:r w:rsidRPr="00521317">
              <w:t>n Ledger Accounts:</w:t>
            </w:r>
          </w:p>
        </w:tc>
        <w:tc>
          <w:tcPr>
            <w:tcW w:w="2862" w:type="dxa"/>
            <w:tcBorders>
              <w:left w:val="single" w:sz="4" w:space="0" w:color="auto"/>
            </w:tcBorders>
          </w:tcPr>
          <w:p w14:paraId="26F8AF13" w14:textId="77777777" w:rsidR="008A523C" w:rsidRDefault="008A523C" w:rsidP="00C2079C">
            <w:pPr>
              <w:pStyle w:val="TableBody"/>
            </w:pPr>
          </w:p>
        </w:tc>
      </w:tr>
      <w:tr w:rsidR="008A523C" w14:paraId="3F9CB335" w14:textId="77777777">
        <w:tc>
          <w:tcPr>
            <w:tcW w:w="6498" w:type="dxa"/>
            <w:tcBorders>
              <w:right w:val="single" w:sz="4" w:space="0" w:color="auto"/>
            </w:tcBorders>
          </w:tcPr>
          <w:p w14:paraId="05AF535E" w14:textId="77777777" w:rsidR="008A523C" w:rsidRPr="00521317" w:rsidRDefault="008A523C" w:rsidP="002C2938">
            <w:pPr>
              <w:pStyle w:val="TableBody"/>
              <w:ind w:left="1152" w:hanging="288"/>
            </w:pPr>
            <w:r w:rsidRPr="00521317">
              <w:t>1.</w:t>
            </w:r>
            <w:r w:rsidRPr="00521317">
              <w:tab/>
              <w:t xml:space="preserve">After journal entries have been recorded (in step 2), their dollar amounts are copied </w:t>
            </w:r>
            <w:r w:rsidRPr="0023239C">
              <w:t>(“</w:t>
            </w:r>
            <w:r w:rsidRPr="0023239C">
              <w:rPr>
                <w:bCs/>
              </w:rPr>
              <w:t>posted</w:t>
            </w:r>
            <w:r w:rsidRPr="0023239C">
              <w:t>”) to</w:t>
            </w:r>
            <w:r w:rsidRPr="00521317">
              <w:t xml:space="preserve"> each ledger account affected by the transaction so that account balances can be computed. </w:t>
            </w:r>
          </w:p>
        </w:tc>
        <w:tc>
          <w:tcPr>
            <w:tcW w:w="2862" w:type="dxa"/>
            <w:tcBorders>
              <w:left w:val="single" w:sz="4" w:space="0" w:color="auto"/>
            </w:tcBorders>
          </w:tcPr>
          <w:p w14:paraId="321DE310" w14:textId="77777777" w:rsidR="008A523C" w:rsidRDefault="008A523C" w:rsidP="00EB04C6">
            <w:pPr>
              <w:pStyle w:val="TableBody"/>
            </w:pPr>
            <w:r>
              <w:t xml:space="preserve">Illustrated in </w:t>
            </w:r>
            <w:r w:rsidRPr="00DE3A41">
              <w:t>Exhibit 2.</w:t>
            </w:r>
            <w:r>
              <w:t>9</w:t>
            </w:r>
          </w:p>
        </w:tc>
      </w:tr>
      <w:tr w:rsidR="008A523C" w14:paraId="4ADDDB9C" w14:textId="77777777">
        <w:tc>
          <w:tcPr>
            <w:tcW w:w="6498" w:type="dxa"/>
            <w:tcBorders>
              <w:right w:val="single" w:sz="4" w:space="0" w:color="auto"/>
            </w:tcBorders>
          </w:tcPr>
          <w:p w14:paraId="7993BC49" w14:textId="77777777" w:rsidR="008A523C" w:rsidRPr="00521317" w:rsidRDefault="008A523C" w:rsidP="002C2938">
            <w:pPr>
              <w:pStyle w:val="TableBody"/>
              <w:ind w:left="1152" w:hanging="288"/>
            </w:pPr>
            <w:r w:rsidRPr="00521317">
              <w:t>2.</w:t>
            </w:r>
            <w:r w:rsidRPr="00521317">
              <w:tab/>
              <w:t>The posting of journal entries to general ledger accounts is kept track of by writing the account number in the Ref. column of the journal and the journal page number in the Ref. column of the ledger.</w:t>
            </w:r>
          </w:p>
        </w:tc>
        <w:tc>
          <w:tcPr>
            <w:tcW w:w="2862" w:type="dxa"/>
            <w:tcBorders>
              <w:left w:val="single" w:sz="4" w:space="0" w:color="auto"/>
            </w:tcBorders>
          </w:tcPr>
          <w:p w14:paraId="33AB3A07" w14:textId="77777777" w:rsidR="008A523C" w:rsidRDefault="008A523C" w:rsidP="009913CC">
            <w:pPr>
              <w:pStyle w:val="TableBody"/>
              <w:numPr>
                <w:ilvl w:val="0"/>
                <w:numId w:val="18"/>
              </w:numPr>
              <w:ind w:left="360"/>
            </w:pPr>
            <w:r>
              <w:t>Activity #5</w:t>
            </w:r>
          </w:p>
        </w:tc>
      </w:tr>
    </w:tbl>
    <w:p w14:paraId="3C3ECAEF" w14:textId="77777777" w:rsidR="0023239C" w:rsidRDefault="0023239C">
      <w:r>
        <w:br w:type="page"/>
      </w:r>
    </w:p>
    <w:tbl>
      <w:tblPr>
        <w:tblW w:w="0" w:type="auto"/>
        <w:tblLayout w:type="fixed"/>
        <w:tblLook w:val="01E0" w:firstRow="1" w:lastRow="1" w:firstColumn="1" w:lastColumn="1" w:noHBand="0" w:noVBand="0"/>
      </w:tblPr>
      <w:tblGrid>
        <w:gridCol w:w="18"/>
        <w:gridCol w:w="6480"/>
        <w:gridCol w:w="2862"/>
      </w:tblGrid>
      <w:tr w:rsidR="0023239C" w:rsidRPr="00CD480D" w14:paraId="0A787704" w14:textId="77777777" w:rsidTr="003432B5">
        <w:trPr>
          <w:gridBefore w:val="1"/>
          <w:wBefore w:w="18" w:type="dxa"/>
        </w:trPr>
        <w:tc>
          <w:tcPr>
            <w:tcW w:w="6480" w:type="dxa"/>
            <w:tcBorders>
              <w:right w:val="single" w:sz="4" w:space="0" w:color="auto"/>
            </w:tcBorders>
          </w:tcPr>
          <w:p w14:paraId="4FFC15CE" w14:textId="77777777" w:rsidR="0023239C" w:rsidRPr="00A77D5B" w:rsidRDefault="0023239C" w:rsidP="003432B5">
            <w:pPr>
              <w:pStyle w:val="Heading1"/>
            </w:pPr>
            <w:r>
              <w:lastRenderedPageBreak/>
              <w:br w:type="page"/>
            </w:r>
            <w:r>
              <w:br w:type="page"/>
            </w:r>
            <w:r w:rsidRPr="00A77D5B">
              <w:br w:type="page"/>
            </w:r>
            <w:r w:rsidRPr="00A77D5B">
              <w:br w:type="page"/>
            </w:r>
            <w:r w:rsidRPr="00A77D5B">
              <w:br w:type="page"/>
              <w:t>Chapter Outline</w:t>
            </w:r>
          </w:p>
        </w:tc>
        <w:tc>
          <w:tcPr>
            <w:tcW w:w="2862" w:type="dxa"/>
            <w:tcBorders>
              <w:left w:val="single" w:sz="4" w:space="0" w:color="auto"/>
            </w:tcBorders>
          </w:tcPr>
          <w:p w14:paraId="14DD57A8" w14:textId="77777777" w:rsidR="0023239C" w:rsidRPr="00CD480D" w:rsidRDefault="0023239C" w:rsidP="003432B5">
            <w:pPr>
              <w:pStyle w:val="Heading1"/>
            </w:pPr>
            <w:r w:rsidRPr="00CD480D">
              <w:t>Teaching Notes</w:t>
            </w:r>
          </w:p>
        </w:tc>
      </w:tr>
      <w:tr w:rsidR="008A523C" w14:paraId="494868F9" w14:textId="77777777">
        <w:tc>
          <w:tcPr>
            <w:tcW w:w="6498" w:type="dxa"/>
            <w:gridSpan w:val="2"/>
            <w:tcBorders>
              <w:right w:val="single" w:sz="4" w:space="0" w:color="auto"/>
            </w:tcBorders>
          </w:tcPr>
          <w:p w14:paraId="4A7A83A8" w14:textId="77777777" w:rsidR="008A523C" w:rsidRPr="00521317" w:rsidRDefault="008A523C" w:rsidP="00EB04C6">
            <w:pPr>
              <w:pStyle w:val="TableBody"/>
              <w:ind w:left="1152" w:hanging="288"/>
            </w:pPr>
            <w:r w:rsidRPr="00521317">
              <w:t>3.</w:t>
            </w:r>
            <w:r w:rsidRPr="00521317">
              <w:tab/>
            </w:r>
            <w:r w:rsidRPr="00521317">
              <w:rPr>
                <w:b/>
                <w:bCs/>
              </w:rPr>
              <w:t>T-account</w:t>
            </w:r>
            <w:r w:rsidR="00EC6957">
              <w:t>––</w:t>
            </w:r>
            <w:r w:rsidR="0023239C">
              <w:t>A s</w:t>
            </w:r>
            <w:r w:rsidRPr="00521317">
              <w:t xml:space="preserve">implified version of a ledger account used for summarizing </w:t>
            </w:r>
            <w:r w:rsidR="0023239C">
              <w:t>transaction</w:t>
            </w:r>
            <w:r w:rsidRPr="00521317">
              <w:t xml:space="preserve"> effects </w:t>
            </w:r>
            <w:r w:rsidR="0023239C">
              <w:t>and determining balances for each account.</w:t>
            </w:r>
            <w:r w:rsidRPr="00521317">
              <w:t xml:space="preserve"> </w:t>
            </w:r>
          </w:p>
        </w:tc>
        <w:tc>
          <w:tcPr>
            <w:tcW w:w="2862" w:type="dxa"/>
            <w:tcBorders>
              <w:left w:val="single" w:sz="4" w:space="0" w:color="auto"/>
            </w:tcBorders>
          </w:tcPr>
          <w:p w14:paraId="5919AE81" w14:textId="77777777" w:rsidR="008A523C" w:rsidRDefault="008A523C" w:rsidP="00477898">
            <w:pPr>
              <w:pStyle w:val="TableBody"/>
            </w:pPr>
            <w:r>
              <w:t xml:space="preserve">Illustrated in </w:t>
            </w:r>
            <w:r w:rsidRPr="00DE3A41">
              <w:t>Exhibit 2.</w:t>
            </w:r>
            <w:r>
              <w:t>10</w:t>
            </w:r>
          </w:p>
        </w:tc>
      </w:tr>
      <w:tr w:rsidR="008A523C" w14:paraId="7F9DAED2" w14:textId="77777777">
        <w:tc>
          <w:tcPr>
            <w:tcW w:w="6498" w:type="dxa"/>
            <w:gridSpan w:val="2"/>
            <w:tcBorders>
              <w:right w:val="single" w:sz="4" w:space="0" w:color="auto"/>
            </w:tcBorders>
          </w:tcPr>
          <w:p w14:paraId="79EFF7B0" w14:textId="77777777" w:rsidR="008A523C" w:rsidRPr="00521317" w:rsidRDefault="008A523C" w:rsidP="00EC6957">
            <w:pPr>
              <w:pStyle w:val="TableBody"/>
              <w:ind w:left="1440" w:hanging="288"/>
            </w:pPr>
            <w:r w:rsidRPr="00521317">
              <w:t>a.</w:t>
            </w:r>
            <w:r w:rsidRPr="00521317">
              <w:tab/>
              <w:t>Every account starts with a beginning balance</w:t>
            </w:r>
            <w:r w:rsidR="0023239C">
              <w:t>,</w:t>
            </w:r>
            <w:r w:rsidRPr="00521317">
              <w:t xml:space="preserve"> </w:t>
            </w:r>
            <w:r w:rsidR="00EC6957">
              <w:t>normal</w:t>
            </w:r>
            <w:r w:rsidRPr="00521317">
              <w:t xml:space="preserve">ly on the side where increases are summarized. </w:t>
            </w:r>
          </w:p>
        </w:tc>
        <w:tc>
          <w:tcPr>
            <w:tcW w:w="2862" w:type="dxa"/>
            <w:tcBorders>
              <w:left w:val="single" w:sz="4" w:space="0" w:color="auto"/>
            </w:tcBorders>
          </w:tcPr>
          <w:p w14:paraId="05FE15F9" w14:textId="77777777" w:rsidR="008A523C" w:rsidRDefault="008A523C" w:rsidP="00C2079C">
            <w:pPr>
              <w:pStyle w:val="TableBody"/>
            </w:pPr>
          </w:p>
        </w:tc>
      </w:tr>
      <w:tr w:rsidR="008A523C" w14:paraId="557846C6" w14:textId="77777777">
        <w:tc>
          <w:tcPr>
            <w:tcW w:w="6498" w:type="dxa"/>
            <w:gridSpan w:val="2"/>
            <w:tcBorders>
              <w:right w:val="single" w:sz="4" w:space="0" w:color="auto"/>
            </w:tcBorders>
          </w:tcPr>
          <w:p w14:paraId="5F48A56C" w14:textId="77777777" w:rsidR="008A523C" w:rsidRPr="00521317" w:rsidRDefault="0023239C" w:rsidP="0023239C">
            <w:pPr>
              <w:pStyle w:val="TableBody"/>
              <w:ind w:left="1440" w:hanging="288"/>
            </w:pPr>
            <w:r>
              <w:t>b.</w:t>
            </w:r>
            <w:r>
              <w:tab/>
              <w:t>Dollar signs are not needed in journal entries and T-accounts.</w:t>
            </w:r>
          </w:p>
        </w:tc>
        <w:tc>
          <w:tcPr>
            <w:tcW w:w="2862" w:type="dxa"/>
            <w:tcBorders>
              <w:left w:val="single" w:sz="4" w:space="0" w:color="auto"/>
            </w:tcBorders>
          </w:tcPr>
          <w:p w14:paraId="00FF193F" w14:textId="77777777" w:rsidR="008A523C" w:rsidRDefault="008A523C" w:rsidP="00C2079C">
            <w:pPr>
              <w:pStyle w:val="TableBody"/>
            </w:pPr>
          </w:p>
        </w:tc>
      </w:tr>
      <w:tr w:rsidR="008A523C" w14:paraId="7D916B8B" w14:textId="77777777">
        <w:tc>
          <w:tcPr>
            <w:tcW w:w="6498" w:type="dxa"/>
            <w:gridSpan w:val="2"/>
            <w:tcBorders>
              <w:right w:val="single" w:sz="4" w:space="0" w:color="auto"/>
            </w:tcBorders>
          </w:tcPr>
          <w:p w14:paraId="023FFF50" w14:textId="77777777" w:rsidR="008A523C" w:rsidRPr="00521317" w:rsidRDefault="008A523C" w:rsidP="002C2938">
            <w:pPr>
              <w:pStyle w:val="TableBody"/>
              <w:ind w:left="1440" w:hanging="288"/>
            </w:pPr>
            <w:r w:rsidRPr="00521317">
              <w:t>c.</w:t>
            </w:r>
            <w:r w:rsidRPr="00521317">
              <w:tab/>
              <w:t>Each amount is accompanied by a reference to the related journal entry, which makes it easy to trace back to the original transaction should errors occur.</w:t>
            </w:r>
          </w:p>
        </w:tc>
        <w:tc>
          <w:tcPr>
            <w:tcW w:w="2862" w:type="dxa"/>
            <w:tcBorders>
              <w:left w:val="single" w:sz="4" w:space="0" w:color="auto"/>
            </w:tcBorders>
          </w:tcPr>
          <w:p w14:paraId="6C3255C9" w14:textId="77777777" w:rsidR="008A523C" w:rsidRDefault="008A523C" w:rsidP="00680EA8">
            <w:pPr>
              <w:pStyle w:val="TableBody"/>
              <w:rPr>
                <w:i/>
              </w:rPr>
            </w:pPr>
          </w:p>
          <w:p w14:paraId="6211E2ED" w14:textId="77777777" w:rsidR="0023239C" w:rsidRDefault="0023239C" w:rsidP="00680EA8">
            <w:pPr>
              <w:pStyle w:val="TableBody"/>
            </w:pPr>
          </w:p>
          <w:p w14:paraId="633B8605" w14:textId="77777777" w:rsidR="008A523C" w:rsidRDefault="0023239C" w:rsidP="00680EA8">
            <w:pPr>
              <w:pStyle w:val="TableBody"/>
            </w:pPr>
            <w:r>
              <w:t xml:space="preserve">“Spotlight on Business </w:t>
            </w:r>
          </w:p>
        </w:tc>
      </w:tr>
      <w:tr w:rsidR="008A523C" w14:paraId="6543D2E0" w14:textId="77777777">
        <w:tc>
          <w:tcPr>
            <w:tcW w:w="6498" w:type="dxa"/>
            <w:gridSpan w:val="2"/>
            <w:tcBorders>
              <w:right w:val="single" w:sz="4" w:space="0" w:color="auto"/>
            </w:tcBorders>
          </w:tcPr>
          <w:p w14:paraId="4ED7ABC1" w14:textId="77777777" w:rsidR="008A523C" w:rsidRPr="00521317" w:rsidRDefault="008A523C" w:rsidP="00EC6957">
            <w:pPr>
              <w:pStyle w:val="TableBody"/>
              <w:ind w:left="1440" w:hanging="288"/>
            </w:pPr>
            <w:r>
              <w:t>d.</w:t>
            </w:r>
            <w:r>
              <w:tab/>
            </w:r>
            <w:r w:rsidR="00EC6957">
              <w:t>To find ending account balance</w:t>
            </w:r>
            <w:r w:rsidRPr="00EB04C6">
              <w:t>, express the T-account as equations:</w:t>
            </w:r>
            <w:r>
              <w:br/>
            </w:r>
            <w:r w:rsidR="0023239C">
              <w:t>B</w:t>
            </w:r>
            <w:r>
              <w:t>eginning balance</w:t>
            </w:r>
            <w:r w:rsidR="0023239C">
              <w:t xml:space="preserve"> plus the “+” side minus the </w:t>
            </w:r>
            <w:r>
              <w:t>“–” side</w:t>
            </w:r>
            <w:r w:rsidR="0023239C">
              <w:t xml:space="preserve"> e</w:t>
            </w:r>
            <w:r>
              <w:t xml:space="preserve">quals </w:t>
            </w:r>
            <w:r w:rsidR="0023239C">
              <w:t xml:space="preserve">the </w:t>
            </w:r>
            <w:r>
              <w:t>ending balance</w:t>
            </w:r>
          </w:p>
        </w:tc>
        <w:tc>
          <w:tcPr>
            <w:tcW w:w="2862" w:type="dxa"/>
            <w:tcBorders>
              <w:left w:val="single" w:sz="4" w:space="0" w:color="auto"/>
            </w:tcBorders>
          </w:tcPr>
          <w:p w14:paraId="42E4F97C" w14:textId="77777777" w:rsidR="008A523C" w:rsidRPr="00FB77B2" w:rsidRDefault="0023239C" w:rsidP="00680EA8">
            <w:pPr>
              <w:autoSpaceDE w:val="0"/>
              <w:autoSpaceDN w:val="0"/>
              <w:adjustRightInd w:val="0"/>
            </w:pPr>
            <w:r>
              <w:t>Decisions</w:t>
            </w:r>
            <w:r w:rsidR="00EC6957">
              <w:t xml:space="preserve">” feature addresses the </w:t>
            </w:r>
            <w:r>
              <w:t>automation of mundane accounting tasks</w:t>
            </w:r>
          </w:p>
        </w:tc>
      </w:tr>
      <w:tr w:rsidR="008A523C" w14:paraId="65F7E927" w14:textId="77777777">
        <w:tc>
          <w:tcPr>
            <w:tcW w:w="6498" w:type="dxa"/>
            <w:gridSpan w:val="2"/>
            <w:tcBorders>
              <w:right w:val="single" w:sz="4" w:space="0" w:color="auto"/>
            </w:tcBorders>
          </w:tcPr>
          <w:p w14:paraId="75FDCA7E" w14:textId="77777777" w:rsidR="008A523C" w:rsidRDefault="00EC6957" w:rsidP="00EC6957">
            <w:pPr>
              <w:pStyle w:val="TableBody"/>
              <w:ind w:left="1440" w:hanging="288"/>
            </w:pPr>
            <w:r>
              <w:t>e.</w:t>
            </w:r>
            <w:r w:rsidR="008A523C">
              <w:tab/>
            </w:r>
            <w:r>
              <w:t>Endi</w:t>
            </w:r>
            <w:r w:rsidR="0023239C">
              <w:t>ng balance is double underlined</w:t>
            </w:r>
            <w:r>
              <w:t xml:space="preserve"> to distinguish it</w:t>
            </w:r>
            <w:r w:rsidR="0023239C">
              <w:t>; it is shown on the side that has the greater total dollar amount.</w:t>
            </w:r>
          </w:p>
        </w:tc>
        <w:tc>
          <w:tcPr>
            <w:tcW w:w="2862" w:type="dxa"/>
            <w:tcBorders>
              <w:left w:val="single" w:sz="4" w:space="0" w:color="auto"/>
            </w:tcBorders>
          </w:tcPr>
          <w:p w14:paraId="244E2BED" w14:textId="77777777" w:rsidR="008A523C" w:rsidRPr="00EB04C6" w:rsidRDefault="008A523C" w:rsidP="00EB04C6">
            <w:pPr>
              <w:pStyle w:val="TableBody"/>
              <w:rPr>
                <w:i/>
              </w:rPr>
            </w:pPr>
          </w:p>
        </w:tc>
      </w:tr>
      <w:tr w:rsidR="00680EA8" w14:paraId="64BDF6D5" w14:textId="77777777" w:rsidTr="002C6832">
        <w:tc>
          <w:tcPr>
            <w:tcW w:w="6498" w:type="dxa"/>
            <w:gridSpan w:val="2"/>
            <w:tcBorders>
              <w:right w:val="single" w:sz="4" w:space="0" w:color="auto"/>
            </w:tcBorders>
          </w:tcPr>
          <w:p w14:paraId="72B87700" w14:textId="77777777" w:rsidR="00680EA8" w:rsidRPr="00521317" w:rsidRDefault="00B3746E" w:rsidP="00805D7E">
            <w:pPr>
              <w:pStyle w:val="TableBody"/>
              <w:ind w:left="576"/>
            </w:pPr>
            <w:r>
              <w:t>E</w:t>
            </w:r>
            <w:r w:rsidR="00680EA8">
              <w:t>.</w:t>
            </w:r>
            <w:r w:rsidR="00680EA8">
              <w:tab/>
            </w:r>
            <w:r w:rsidR="001F75D8">
              <w:t>Noodlecake</w:t>
            </w:r>
            <w:r w:rsidR="00680EA8">
              <w:t>’s Accounting Records</w:t>
            </w:r>
          </w:p>
        </w:tc>
        <w:tc>
          <w:tcPr>
            <w:tcW w:w="2862" w:type="dxa"/>
            <w:tcBorders>
              <w:left w:val="single" w:sz="4" w:space="0" w:color="auto"/>
            </w:tcBorders>
          </w:tcPr>
          <w:p w14:paraId="29BA222E" w14:textId="77777777" w:rsidR="00680EA8" w:rsidRDefault="000C16E3" w:rsidP="002C2938">
            <w:pPr>
              <w:pStyle w:val="TableBody"/>
            </w:pPr>
            <w:r>
              <w:t xml:space="preserve">Illustrated in </w:t>
            </w:r>
            <w:r w:rsidRPr="00DE3A41">
              <w:t>Exhibit 2.</w:t>
            </w:r>
            <w:r>
              <w:t>11</w:t>
            </w:r>
          </w:p>
        </w:tc>
      </w:tr>
      <w:tr w:rsidR="00680EA8" w14:paraId="5D23E31C" w14:textId="77777777" w:rsidTr="002C6832">
        <w:tc>
          <w:tcPr>
            <w:tcW w:w="6498" w:type="dxa"/>
            <w:gridSpan w:val="2"/>
            <w:tcBorders>
              <w:right w:val="single" w:sz="4" w:space="0" w:color="auto"/>
            </w:tcBorders>
          </w:tcPr>
          <w:p w14:paraId="66B32517" w14:textId="77777777" w:rsidR="00680EA8" w:rsidRDefault="00680EA8" w:rsidP="00EC6957">
            <w:pPr>
              <w:pStyle w:val="TableBody"/>
              <w:ind w:left="1152" w:hanging="288"/>
            </w:pPr>
            <w:r>
              <w:t>(a) Issue Stock to Owners</w:t>
            </w:r>
            <w:r w:rsidR="00941279">
              <w:t>––</w:t>
            </w:r>
            <w:r w:rsidR="001F75D8">
              <w:t>Jordan</w:t>
            </w:r>
            <w:r w:rsidR="00EC6957">
              <w:t xml:space="preserve"> incorporates </w:t>
            </w:r>
            <w:r w:rsidR="001F75D8">
              <w:t>Noodlecake</w:t>
            </w:r>
            <w:r w:rsidR="007F76B1">
              <w:t xml:space="preserve"> </w:t>
            </w:r>
            <w:r w:rsidR="0023239C">
              <w:t xml:space="preserve">Studios, Inc., </w:t>
            </w:r>
            <w:r w:rsidR="00EC6957">
              <w:t xml:space="preserve">and the </w:t>
            </w:r>
            <w:r w:rsidR="0079112C" w:rsidRPr="00D801E4">
              <w:t xml:space="preserve">company issues </w:t>
            </w:r>
            <w:r w:rsidR="00EC6957">
              <w:t xml:space="preserve">common </w:t>
            </w:r>
            <w:r w:rsidR="0079112C" w:rsidRPr="00D801E4">
              <w:t xml:space="preserve">stock </w:t>
            </w:r>
            <w:r w:rsidR="00EC6957">
              <w:t xml:space="preserve">to </w:t>
            </w:r>
            <w:r w:rsidR="001F75D8">
              <w:t>Jordan</w:t>
            </w:r>
            <w:r w:rsidR="00EC6957">
              <w:t xml:space="preserve"> and </w:t>
            </w:r>
            <w:r w:rsidR="001F75D8">
              <w:t>Ty</w:t>
            </w:r>
            <w:r w:rsidR="00EC6957">
              <w:t xml:space="preserve"> </w:t>
            </w:r>
            <w:r w:rsidR="0079112C" w:rsidRPr="00D801E4">
              <w:t>as evidence of</w:t>
            </w:r>
            <w:r w:rsidR="0079112C">
              <w:t xml:space="preserve"> </w:t>
            </w:r>
            <w:r w:rsidR="00EC6957">
              <w:t xml:space="preserve">their </w:t>
            </w:r>
            <w:r w:rsidR="000C16E3">
              <w:t xml:space="preserve">total </w:t>
            </w:r>
            <w:r w:rsidR="00EC6957">
              <w:t>contribution of $1</w:t>
            </w:r>
            <w:r w:rsidR="0079112C" w:rsidRPr="00D801E4">
              <w:t>0,000 cash</w:t>
            </w:r>
            <w:r w:rsidR="00EC6957">
              <w:t>, which is deposited in the company’s bank account</w:t>
            </w:r>
            <w:r w:rsidR="0079112C">
              <w:t>.</w:t>
            </w:r>
          </w:p>
        </w:tc>
        <w:tc>
          <w:tcPr>
            <w:tcW w:w="2862" w:type="dxa"/>
            <w:tcBorders>
              <w:left w:val="single" w:sz="4" w:space="0" w:color="auto"/>
            </w:tcBorders>
          </w:tcPr>
          <w:p w14:paraId="01A2C9C9" w14:textId="77777777" w:rsidR="00680EA8" w:rsidRPr="00FB77B2" w:rsidRDefault="00680EA8" w:rsidP="00680EA8">
            <w:pPr>
              <w:pStyle w:val="TableBody"/>
            </w:pPr>
          </w:p>
        </w:tc>
      </w:tr>
      <w:tr w:rsidR="00EC6957" w14:paraId="3AD504B9" w14:textId="77777777" w:rsidTr="002C6832">
        <w:tc>
          <w:tcPr>
            <w:tcW w:w="6498" w:type="dxa"/>
            <w:gridSpan w:val="2"/>
            <w:tcBorders>
              <w:right w:val="single" w:sz="4" w:space="0" w:color="auto"/>
            </w:tcBorders>
          </w:tcPr>
          <w:p w14:paraId="44CC80C4" w14:textId="77777777" w:rsidR="00EC6957" w:rsidRDefault="00EC6957" w:rsidP="00C05F6D">
            <w:pPr>
              <w:pStyle w:val="TableBody"/>
              <w:ind w:left="1440" w:hanging="288"/>
            </w:pPr>
            <w:r>
              <w:t>1.</w:t>
            </w:r>
            <w:r>
              <w:tab/>
              <w:t xml:space="preserve">Analyze: </w:t>
            </w:r>
            <w:r>
              <w:tab/>
              <w:t>Assets = Liabilities + Stockholders’ Equity</w:t>
            </w:r>
            <w:r>
              <w:br/>
            </w:r>
            <w:r w:rsidRPr="003656D8">
              <w:t xml:space="preserve">Cash (A) </w:t>
            </w:r>
            <w:r w:rsidR="00471136">
              <w:t>+</w:t>
            </w:r>
            <w:r w:rsidR="003D5D79">
              <w:t>1</w:t>
            </w:r>
            <w:r w:rsidRPr="006C387B">
              <w:t>0,000</w:t>
            </w:r>
            <w:r w:rsidR="00471136">
              <w:t xml:space="preserve"> = Common Stock (SE) +</w:t>
            </w:r>
            <w:r w:rsidR="003D5D79">
              <w:t>1</w:t>
            </w:r>
            <w:r w:rsidRPr="006C387B">
              <w:t>0,000</w:t>
            </w:r>
          </w:p>
        </w:tc>
        <w:tc>
          <w:tcPr>
            <w:tcW w:w="2862" w:type="dxa"/>
            <w:tcBorders>
              <w:left w:val="single" w:sz="4" w:space="0" w:color="auto"/>
            </w:tcBorders>
          </w:tcPr>
          <w:p w14:paraId="7474AB1A" w14:textId="77777777" w:rsidR="00EC6957" w:rsidRPr="00E75A22" w:rsidRDefault="00EC6957" w:rsidP="003D5D79">
            <w:pPr>
              <w:pStyle w:val="TableBody"/>
              <w:rPr>
                <w:i/>
              </w:rPr>
            </w:pPr>
            <w:r w:rsidRPr="00E75A22">
              <w:rPr>
                <w:i/>
              </w:rPr>
              <w:t>Refer to illustrations of transactions (a) through (g)</w:t>
            </w:r>
          </w:p>
        </w:tc>
      </w:tr>
      <w:tr w:rsidR="00EC6957" w14:paraId="0816530D" w14:textId="77777777" w:rsidTr="002C6832">
        <w:tc>
          <w:tcPr>
            <w:tcW w:w="6498" w:type="dxa"/>
            <w:gridSpan w:val="2"/>
            <w:tcBorders>
              <w:right w:val="single" w:sz="4" w:space="0" w:color="auto"/>
            </w:tcBorders>
          </w:tcPr>
          <w:p w14:paraId="192305DA" w14:textId="77777777" w:rsidR="00EC6957" w:rsidRDefault="00EC6957" w:rsidP="00E75A22">
            <w:pPr>
              <w:pStyle w:val="TableBody"/>
              <w:ind w:left="1440" w:hanging="288"/>
            </w:pPr>
            <w:r>
              <w:t>2.</w:t>
            </w:r>
            <w:r>
              <w:tab/>
              <w:t>Record:</w:t>
            </w:r>
          </w:p>
        </w:tc>
        <w:tc>
          <w:tcPr>
            <w:tcW w:w="2862" w:type="dxa"/>
            <w:tcBorders>
              <w:left w:val="single" w:sz="4" w:space="0" w:color="auto"/>
            </w:tcBorders>
          </w:tcPr>
          <w:p w14:paraId="6FA42B19" w14:textId="77777777" w:rsidR="00EC6957" w:rsidRPr="00E75A22" w:rsidRDefault="00EC6957" w:rsidP="007D4591">
            <w:pPr>
              <w:pStyle w:val="TableBody"/>
              <w:rPr>
                <w:i/>
              </w:rPr>
            </w:pPr>
            <w:r>
              <w:rPr>
                <w:i/>
              </w:rPr>
              <w:t xml:space="preserve">in </w:t>
            </w:r>
            <w:r w:rsidRPr="00E75A22">
              <w:rPr>
                <w:i/>
              </w:rPr>
              <w:t>textbook for Step 3</w:t>
            </w:r>
            <w:r w:rsidR="007D4591">
              <w:rPr>
                <w:i/>
              </w:rPr>
              <w:t>—</w:t>
            </w:r>
          </w:p>
        </w:tc>
      </w:tr>
      <w:tr w:rsidR="00EC6957" w14:paraId="59D6ABF3" w14:textId="77777777" w:rsidTr="002C6832">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C05F6D" w14:paraId="2134C627" w14:textId="77777777" w:rsidTr="007A4948">
              <w:tc>
                <w:tcPr>
                  <w:tcW w:w="3024" w:type="dxa"/>
                </w:tcPr>
                <w:p w14:paraId="5B7CBBAA" w14:textId="77777777" w:rsidR="00C05F6D" w:rsidRPr="002C6832" w:rsidRDefault="00C05F6D" w:rsidP="00DB1F4B">
                  <w:pPr>
                    <w:pStyle w:val="TableBody"/>
                  </w:pPr>
                </w:p>
              </w:tc>
              <w:tc>
                <w:tcPr>
                  <w:tcW w:w="1008" w:type="dxa"/>
                </w:tcPr>
                <w:p w14:paraId="5B384D76" w14:textId="77777777" w:rsidR="00C05F6D" w:rsidRPr="00C05F6D" w:rsidRDefault="00C05F6D" w:rsidP="00C05F6D">
                  <w:pPr>
                    <w:pStyle w:val="TableBody"/>
                    <w:jc w:val="center"/>
                    <w:rPr>
                      <w:u w:val="single"/>
                    </w:rPr>
                  </w:pPr>
                  <w:r w:rsidRPr="00C05F6D">
                    <w:rPr>
                      <w:u w:val="single"/>
                    </w:rPr>
                    <w:t>Debit</w:t>
                  </w:r>
                </w:p>
              </w:tc>
              <w:tc>
                <w:tcPr>
                  <w:tcW w:w="1008" w:type="dxa"/>
                </w:tcPr>
                <w:p w14:paraId="1A008681" w14:textId="77777777" w:rsidR="00C05F6D" w:rsidRPr="00C05F6D" w:rsidRDefault="00C05F6D" w:rsidP="00C05F6D">
                  <w:pPr>
                    <w:pStyle w:val="TableBody"/>
                    <w:jc w:val="center"/>
                    <w:rPr>
                      <w:u w:val="single"/>
                    </w:rPr>
                  </w:pPr>
                  <w:r w:rsidRPr="00C05F6D">
                    <w:rPr>
                      <w:u w:val="single"/>
                    </w:rPr>
                    <w:t>Credit</w:t>
                  </w:r>
                </w:p>
              </w:tc>
            </w:tr>
            <w:tr w:rsidR="00EC6957" w14:paraId="06ABBB33" w14:textId="77777777" w:rsidTr="007A4948">
              <w:tc>
                <w:tcPr>
                  <w:tcW w:w="3024" w:type="dxa"/>
                </w:tcPr>
                <w:p w14:paraId="00A27DFE" w14:textId="77777777" w:rsidR="00EC6957" w:rsidRDefault="00EC6957" w:rsidP="00DB1F4B">
                  <w:pPr>
                    <w:pStyle w:val="TableBody"/>
                  </w:pPr>
                  <w:r w:rsidRPr="002C6832">
                    <w:t>Cash (</w:t>
                  </w:r>
                  <w:r>
                    <w:t>+</w:t>
                  </w:r>
                  <w:r w:rsidRPr="002C6832">
                    <w:t>A)</w:t>
                  </w:r>
                </w:p>
              </w:tc>
              <w:tc>
                <w:tcPr>
                  <w:tcW w:w="1008" w:type="dxa"/>
                </w:tcPr>
                <w:p w14:paraId="74C8391C" w14:textId="77777777" w:rsidR="00EC6957" w:rsidRDefault="003D5D79" w:rsidP="003D5D79">
                  <w:pPr>
                    <w:pStyle w:val="TableBody"/>
                    <w:jc w:val="right"/>
                  </w:pPr>
                  <w:r>
                    <w:t>1</w:t>
                  </w:r>
                  <w:r w:rsidR="00EC6957" w:rsidRPr="002C6832">
                    <w:t>0,000</w:t>
                  </w:r>
                </w:p>
              </w:tc>
              <w:tc>
                <w:tcPr>
                  <w:tcW w:w="1008" w:type="dxa"/>
                </w:tcPr>
                <w:p w14:paraId="4043DE16" w14:textId="77777777" w:rsidR="00EC6957" w:rsidRDefault="00EC6957" w:rsidP="00477898">
                  <w:pPr>
                    <w:pStyle w:val="TableBody"/>
                    <w:jc w:val="right"/>
                  </w:pPr>
                </w:p>
              </w:tc>
            </w:tr>
            <w:tr w:rsidR="00EC6957" w14:paraId="4F3DA6AD" w14:textId="77777777" w:rsidTr="007A4948">
              <w:tc>
                <w:tcPr>
                  <w:tcW w:w="3024" w:type="dxa"/>
                </w:tcPr>
                <w:p w14:paraId="053958C4" w14:textId="77777777" w:rsidR="00EC6957" w:rsidRDefault="00EC6957" w:rsidP="003D5D79">
                  <w:pPr>
                    <w:pStyle w:val="TableBody"/>
                  </w:pPr>
                  <w:r>
                    <w:t xml:space="preserve">  Common Stock</w:t>
                  </w:r>
                  <w:r w:rsidRPr="002C6832">
                    <w:t xml:space="preserve"> (</w:t>
                  </w:r>
                  <w:r>
                    <w:t>+</w:t>
                  </w:r>
                  <w:r w:rsidRPr="002C6832">
                    <w:t>SE)</w:t>
                  </w:r>
                </w:p>
              </w:tc>
              <w:tc>
                <w:tcPr>
                  <w:tcW w:w="1008" w:type="dxa"/>
                </w:tcPr>
                <w:p w14:paraId="040F0464" w14:textId="77777777" w:rsidR="00EC6957" w:rsidRDefault="00EC6957" w:rsidP="00477898">
                  <w:pPr>
                    <w:pStyle w:val="TableBody"/>
                    <w:jc w:val="right"/>
                  </w:pPr>
                </w:p>
              </w:tc>
              <w:tc>
                <w:tcPr>
                  <w:tcW w:w="1008" w:type="dxa"/>
                </w:tcPr>
                <w:p w14:paraId="4F2811BF" w14:textId="77777777" w:rsidR="00EC6957" w:rsidRDefault="003D5D79" w:rsidP="003D5D79">
                  <w:pPr>
                    <w:pStyle w:val="TableBody"/>
                    <w:jc w:val="right"/>
                  </w:pPr>
                  <w:r>
                    <w:t>1</w:t>
                  </w:r>
                  <w:r w:rsidR="00EC6957" w:rsidRPr="002C6832">
                    <w:t>0,000</w:t>
                  </w:r>
                </w:p>
              </w:tc>
            </w:tr>
          </w:tbl>
          <w:p w14:paraId="0B300FF8" w14:textId="77777777" w:rsidR="00EC6957" w:rsidRDefault="00EC6957" w:rsidP="00DB1F4B">
            <w:pPr>
              <w:pStyle w:val="TableBody"/>
              <w:ind w:left="1152" w:hanging="288"/>
            </w:pPr>
          </w:p>
        </w:tc>
        <w:tc>
          <w:tcPr>
            <w:tcW w:w="2862" w:type="dxa"/>
            <w:tcBorders>
              <w:left w:val="single" w:sz="4" w:space="0" w:color="auto"/>
            </w:tcBorders>
          </w:tcPr>
          <w:p w14:paraId="4DE15DC2" w14:textId="77777777" w:rsidR="00EC6957" w:rsidRPr="00E75A22" w:rsidRDefault="00EC6957" w:rsidP="002C2938">
            <w:pPr>
              <w:pStyle w:val="TableBody"/>
              <w:rPr>
                <w:i/>
              </w:rPr>
            </w:pPr>
            <w:r w:rsidRPr="00E75A22">
              <w:rPr>
                <w:i/>
              </w:rPr>
              <w:t>Summarize (which includes posting to T-accounts).</w:t>
            </w:r>
          </w:p>
        </w:tc>
      </w:tr>
      <w:tr w:rsidR="00EC6957" w14:paraId="7685E4D5" w14:textId="77777777" w:rsidTr="002C6832">
        <w:tc>
          <w:tcPr>
            <w:tcW w:w="6498" w:type="dxa"/>
            <w:gridSpan w:val="2"/>
            <w:tcBorders>
              <w:right w:val="single" w:sz="4" w:space="0" w:color="auto"/>
            </w:tcBorders>
          </w:tcPr>
          <w:p w14:paraId="1B8F6644" w14:textId="77777777" w:rsidR="00EC6957" w:rsidRPr="00521317" w:rsidRDefault="00EC6957" w:rsidP="003D5D79">
            <w:pPr>
              <w:pStyle w:val="TableBody"/>
              <w:ind w:left="1152" w:hanging="288"/>
            </w:pPr>
            <w:r>
              <w:t xml:space="preserve">(b) </w:t>
            </w:r>
            <w:r w:rsidRPr="006C387B">
              <w:t>Invest in Equipment</w:t>
            </w:r>
            <w:r w:rsidR="00941279">
              <w:t>––</w:t>
            </w:r>
            <w:r w:rsidR="001F75D8">
              <w:t>Noodlecake</w:t>
            </w:r>
            <w:r w:rsidRPr="006C387B">
              <w:t xml:space="preserve"> pays $</w:t>
            </w:r>
            <w:r w:rsidR="003D5D79">
              <w:t>300</w:t>
            </w:r>
            <w:r w:rsidRPr="006C387B">
              <w:t xml:space="preserve"> cash </w:t>
            </w:r>
            <w:r w:rsidR="000C16E3">
              <w:t xml:space="preserve">to create the </w:t>
            </w:r>
            <w:r w:rsidR="003D5D79">
              <w:t>company’s logo.</w:t>
            </w:r>
          </w:p>
        </w:tc>
        <w:tc>
          <w:tcPr>
            <w:tcW w:w="2862" w:type="dxa"/>
            <w:tcBorders>
              <w:left w:val="single" w:sz="4" w:space="0" w:color="auto"/>
            </w:tcBorders>
          </w:tcPr>
          <w:p w14:paraId="67530223" w14:textId="77777777" w:rsidR="00EC6957" w:rsidRDefault="00EC6957" w:rsidP="002C2938">
            <w:pPr>
              <w:pStyle w:val="TableBody"/>
            </w:pPr>
          </w:p>
        </w:tc>
      </w:tr>
      <w:tr w:rsidR="00EC6957" w14:paraId="0B157998" w14:textId="77777777" w:rsidTr="001C78AF">
        <w:trPr>
          <w:trHeight w:val="567"/>
        </w:trPr>
        <w:tc>
          <w:tcPr>
            <w:tcW w:w="6498" w:type="dxa"/>
            <w:gridSpan w:val="2"/>
            <w:tcBorders>
              <w:right w:val="single" w:sz="4" w:space="0" w:color="auto"/>
            </w:tcBorders>
            <w:vAlign w:val="center"/>
          </w:tcPr>
          <w:p w14:paraId="09A8C3B5" w14:textId="77777777" w:rsidR="00EC6957" w:rsidRPr="003656D8" w:rsidRDefault="00EC6957" w:rsidP="003D5D79">
            <w:pPr>
              <w:pStyle w:val="TableBody"/>
              <w:ind w:left="1440" w:hanging="288"/>
            </w:pPr>
            <w:r>
              <w:t>1.</w:t>
            </w:r>
            <w:r>
              <w:tab/>
              <w:t>Analyze: Assets = Liabilities + Stockholders’ Equity</w:t>
            </w:r>
            <w:r>
              <w:br/>
            </w:r>
            <w:r w:rsidRPr="006C387B">
              <w:t xml:space="preserve">Cash </w:t>
            </w:r>
            <w:r w:rsidR="00471136">
              <w:t>(A) –</w:t>
            </w:r>
            <w:r w:rsidR="003D5D79">
              <w:t>3</w:t>
            </w:r>
            <w:r w:rsidRPr="006C387B">
              <w:t>00</w:t>
            </w:r>
            <w:r>
              <w:t xml:space="preserve">; </w:t>
            </w:r>
            <w:r w:rsidR="003D5D79">
              <w:t>Logo and Trademarks</w:t>
            </w:r>
            <w:r w:rsidR="00471136">
              <w:t xml:space="preserve"> (A) +</w:t>
            </w:r>
            <w:r w:rsidR="003D5D79">
              <w:t>3</w:t>
            </w:r>
            <w:r w:rsidRPr="006C387B">
              <w:t>00</w:t>
            </w:r>
            <w:r>
              <w:t xml:space="preserve"> = 0</w:t>
            </w:r>
          </w:p>
        </w:tc>
        <w:tc>
          <w:tcPr>
            <w:tcW w:w="2862" w:type="dxa"/>
            <w:tcBorders>
              <w:left w:val="single" w:sz="4" w:space="0" w:color="auto"/>
            </w:tcBorders>
          </w:tcPr>
          <w:p w14:paraId="2A68A1D7" w14:textId="77777777" w:rsidR="00EC6957" w:rsidRDefault="00EC6957" w:rsidP="002C2938">
            <w:pPr>
              <w:pStyle w:val="TableBody"/>
            </w:pPr>
          </w:p>
        </w:tc>
      </w:tr>
      <w:tr w:rsidR="00EC6957" w14:paraId="62C6CC89" w14:textId="77777777" w:rsidTr="002C6832">
        <w:tc>
          <w:tcPr>
            <w:tcW w:w="6498" w:type="dxa"/>
            <w:gridSpan w:val="2"/>
            <w:tcBorders>
              <w:right w:val="single" w:sz="4" w:space="0" w:color="auto"/>
            </w:tcBorders>
          </w:tcPr>
          <w:p w14:paraId="51E67071" w14:textId="77777777" w:rsidR="00EC6957" w:rsidRDefault="00EC6957" w:rsidP="00477898">
            <w:pPr>
              <w:pStyle w:val="TableBody"/>
              <w:ind w:left="1440" w:hanging="288"/>
            </w:pPr>
            <w:r>
              <w:t>2.</w:t>
            </w:r>
            <w:r>
              <w:tab/>
              <w:t>Record:</w:t>
            </w:r>
          </w:p>
        </w:tc>
        <w:tc>
          <w:tcPr>
            <w:tcW w:w="2862" w:type="dxa"/>
            <w:tcBorders>
              <w:left w:val="single" w:sz="4" w:space="0" w:color="auto"/>
            </w:tcBorders>
          </w:tcPr>
          <w:p w14:paraId="1074900C" w14:textId="77777777" w:rsidR="00EC6957" w:rsidRDefault="00EC6957" w:rsidP="002C2938">
            <w:pPr>
              <w:pStyle w:val="TableBody"/>
            </w:pPr>
          </w:p>
        </w:tc>
      </w:tr>
      <w:tr w:rsidR="00EC6957" w14:paraId="242FD0D4" w14:textId="77777777" w:rsidTr="002C6832">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C05F6D" w14:paraId="1460F21F" w14:textId="77777777" w:rsidTr="007A4948">
              <w:tc>
                <w:tcPr>
                  <w:tcW w:w="3024" w:type="dxa"/>
                </w:tcPr>
                <w:p w14:paraId="7FA19C1A" w14:textId="77777777" w:rsidR="00C05F6D" w:rsidRDefault="00C05F6D" w:rsidP="008B7B39">
                  <w:pPr>
                    <w:pStyle w:val="TableBody"/>
                  </w:pPr>
                </w:p>
              </w:tc>
              <w:tc>
                <w:tcPr>
                  <w:tcW w:w="1008" w:type="dxa"/>
                </w:tcPr>
                <w:p w14:paraId="75EE86B5" w14:textId="77777777" w:rsidR="00C05F6D" w:rsidRPr="00C05F6D" w:rsidRDefault="00C05F6D" w:rsidP="002869BE">
                  <w:pPr>
                    <w:pStyle w:val="TableBody"/>
                    <w:jc w:val="center"/>
                    <w:rPr>
                      <w:u w:val="single"/>
                    </w:rPr>
                  </w:pPr>
                  <w:r w:rsidRPr="00C05F6D">
                    <w:rPr>
                      <w:u w:val="single"/>
                    </w:rPr>
                    <w:t>Debit</w:t>
                  </w:r>
                </w:p>
              </w:tc>
              <w:tc>
                <w:tcPr>
                  <w:tcW w:w="1008" w:type="dxa"/>
                </w:tcPr>
                <w:p w14:paraId="5AB2B1EF" w14:textId="77777777" w:rsidR="00C05F6D" w:rsidRPr="00C05F6D" w:rsidRDefault="00C05F6D" w:rsidP="002869BE">
                  <w:pPr>
                    <w:pStyle w:val="TableBody"/>
                    <w:jc w:val="center"/>
                    <w:rPr>
                      <w:u w:val="single"/>
                    </w:rPr>
                  </w:pPr>
                  <w:r w:rsidRPr="00C05F6D">
                    <w:rPr>
                      <w:u w:val="single"/>
                    </w:rPr>
                    <w:t>Credit</w:t>
                  </w:r>
                </w:p>
              </w:tc>
            </w:tr>
            <w:tr w:rsidR="00C05F6D" w14:paraId="16E5A52F" w14:textId="77777777" w:rsidTr="007A4948">
              <w:tc>
                <w:tcPr>
                  <w:tcW w:w="3024" w:type="dxa"/>
                </w:tcPr>
                <w:p w14:paraId="66354FFF" w14:textId="77777777" w:rsidR="00C05F6D" w:rsidRDefault="00C05F6D" w:rsidP="008B7B39">
                  <w:pPr>
                    <w:pStyle w:val="TableBody"/>
                  </w:pPr>
                  <w:r>
                    <w:t>Logo and Trademarks</w:t>
                  </w:r>
                  <w:r w:rsidRPr="002C6832">
                    <w:t xml:space="preserve"> (</w:t>
                  </w:r>
                  <w:r>
                    <w:t>+</w:t>
                  </w:r>
                  <w:r w:rsidRPr="002C6832">
                    <w:t>A)</w:t>
                  </w:r>
                </w:p>
              </w:tc>
              <w:tc>
                <w:tcPr>
                  <w:tcW w:w="1008" w:type="dxa"/>
                </w:tcPr>
                <w:p w14:paraId="264AE771" w14:textId="77777777" w:rsidR="00C05F6D" w:rsidRDefault="00C05F6D" w:rsidP="003D5D79">
                  <w:pPr>
                    <w:pStyle w:val="TableBody"/>
                    <w:jc w:val="right"/>
                  </w:pPr>
                  <w:r>
                    <w:t>3</w:t>
                  </w:r>
                  <w:r w:rsidRPr="002C6832">
                    <w:t>00</w:t>
                  </w:r>
                </w:p>
              </w:tc>
              <w:tc>
                <w:tcPr>
                  <w:tcW w:w="1008" w:type="dxa"/>
                </w:tcPr>
                <w:p w14:paraId="229DB2EB" w14:textId="77777777" w:rsidR="00C05F6D" w:rsidRDefault="00C05F6D" w:rsidP="00B3746E">
                  <w:pPr>
                    <w:pStyle w:val="TableBody"/>
                    <w:jc w:val="right"/>
                  </w:pPr>
                </w:p>
              </w:tc>
            </w:tr>
            <w:tr w:rsidR="00C05F6D" w14:paraId="353DA04C" w14:textId="77777777" w:rsidTr="007A4948">
              <w:tc>
                <w:tcPr>
                  <w:tcW w:w="3024" w:type="dxa"/>
                </w:tcPr>
                <w:p w14:paraId="02FEBE51" w14:textId="77777777" w:rsidR="00C05F6D" w:rsidRDefault="00C05F6D" w:rsidP="003D5D79">
                  <w:pPr>
                    <w:pStyle w:val="TableBody"/>
                  </w:pPr>
                  <w:r>
                    <w:t xml:space="preserve">  Cash (–A)</w:t>
                  </w:r>
                </w:p>
              </w:tc>
              <w:tc>
                <w:tcPr>
                  <w:tcW w:w="1008" w:type="dxa"/>
                </w:tcPr>
                <w:p w14:paraId="01D7CC6C" w14:textId="77777777" w:rsidR="00C05F6D" w:rsidRDefault="00C05F6D" w:rsidP="00B3746E">
                  <w:pPr>
                    <w:pStyle w:val="TableBody"/>
                    <w:jc w:val="right"/>
                  </w:pPr>
                </w:p>
              </w:tc>
              <w:tc>
                <w:tcPr>
                  <w:tcW w:w="1008" w:type="dxa"/>
                </w:tcPr>
                <w:p w14:paraId="4EC9F80B" w14:textId="77777777" w:rsidR="00C05F6D" w:rsidRDefault="00C05F6D" w:rsidP="00B3746E">
                  <w:pPr>
                    <w:pStyle w:val="TableBody"/>
                    <w:jc w:val="right"/>
                  </w:pPr>
                  <w:r>
                    <w:t>300</w:t>
                  </w:r>
                </w:p>
              </w:tc>
            </w:tr>
          </w:tbl>
          <w:p w14:paraId="183B61CC" w14:textId="77777777" w:rsidR="00EC6957" w:rsidRDefault="00EC6957" w:rsidP="002C6832">
            <w:pPr>
              <w:pStyle w:val="TableBody"/>
              <w:ind w:left="1152" w:hanging="288"/>
            </w:pPr>
          </w:p>
        </w:tc>
        <w:tc>
          <w:tcPr>
            <w:tcW w:w="2862" w:type="dxa"/>
            <w:tcBorders>
              <w:left w:val="single" w:sz="4" w:space="0" w:color="auto"/>
            </w:tcBorders>
          </w:tcPr>
          <w:p w14:paraId="39238EF3" w14:textId="77777777" w:rsidR="00EC6957" w:rsidRDefault="00EC6957" w:rsidP="002C2938">
            <w:pPr>
              <w:pStyle w:val="TableBody"/>
            </w:pPr>
          </w:p>
        </w:tc>
      </w:tr>
      <w:tr w:rsidR="00EC6957" w14:paraId="0347150C" w14:textId="77777777" w:rsidTr="002C6832">
        <w:tc>
          <w:tcPr>
            <w:tcW w:w="6498" w:type="dxa"/>
            <w:gridSpan w:val="2"/>
            <w:tcBorders>
              <w:right w:val="single" w:sz="4" w:space="0" w:color="auto"/>
            </w:tcBorders>
          </w:tcPr>
          <w:p w14:paraId="596B129B" w14:textId="77777777" w:rsidR="00EC6957" w:rsidRPr="00521317" w:rsidRDefault="00EC6957" w:rsidP="003D5D79">
            <w:pPr>
              <w:pStyle w:val="TableBody"/>
              <w:ind w:left="1152" w:hanging="288"/>
            </w:pPr>
            <w:r>
              <w:t>(c)</w:t>
            </w:r>
            <w:r w:rsidRPr="001E3BD5">
              <w:t xml:space="preserve"> Obtain Loan from Bank</w:t>
            </w:r>
            <w:r w:rsidR="00941279">
              <w:t>––</w:t>
            </w:r>
            <w:r w:rsidR="001F75D8">
              <w:t>Noodlecake</w:t>
            </w:r>
            <w:r w:rsidRPr="001E3BD5">
              <w:t xml:space="preserve"> borrows $20,000 from a bank</w:t>
            </w:r>
            <w:r>
              <w:t xml:space="preserve"> and signs </w:t>
            </w:r>
            <w:r w:rsidRPr="001E3BD5">
              <w:t>a formal agreement to repay the loan in two years.</w:t>
            </w:r>
          </w:p>
        </w:tc>
        <w:tc>
          <w:tcPr>
            <w:tcW w:w="2862" w:type="dxa"/>
            <w:tcBorders>
              <w:left w:val="single" w:sz="4" w:space="0" w:color="auto"/>
            </w:tcBorders>
          </w:tcPr>
          <w:p w14:paraId="7BB5A9FC" w14:textId="77777777" w:rsidR="00EC6957" w:rsidRDefault="00EC6957" w:rsidP="002C2938">
            <w:pPr>
              <w:pStyle w:val="TableBody"/>
            </w:pPr>
          </w:p>
        </w:tc>
      </w:tr>
      <w:tr w:rsidR="00EC6957" w14:paraId="3140B907" w14:textId="77777777" w:rsidTr="002C6832">
        <w:tc>
          <w:tcPr>
            <w:tcW w:w="6498" w:type="dxa"/>
            <w:gridSpan w:val="2"/>
            <w:tcBorders>
              <w:right w:val="single" w:sz="4" w:space="0" w:color="auto"/>
            </w:tcBorders>
            <w:vAlign w:val="center"/>
          </w:tcPr>
          <w:p w14:paraId="58FF216F" w14:textId="77777777" w:rsidR="00EC6957" w:rsidRPr="003656D8" w:rsidRDefault="00EC6957" w:rsidP="00E75A22">
            <w:pPr>
              <w:pStyle w:val="TableBody"/>
              <w:ind w:left="1440" w:hanging="288"/>
            </w:pPr>
            <w:r>
              <w:t>1.</w:t>
            </w:r>
            <w:r>
              <w:tab/>
              <w:t>Analyze: Assets = Liabilities + Stockholders’ Equity</w:t>
            </w:r>
            <w:r>
              <w:br/>
            </w:r>
            <w:r w:rsidR="00471136">
              <w:t>Cash (A) +</w:t>
            </w:r>
            <w:r w:rsidRPr="00FE2E52">
              <w:t xml:space="preserve">20,000 = Note </w:t>
            </w:r>
            <w:r w:rsidR="00C05F6D">
              <w:t xml:space="preserve">Payable (long-term) </w:t>
            </w:r>
            <w:r w:rsidRPr="00FE2E52">
              <w:t xml:space="preserve">(L) </w:t>
            </w:r>
            <w:r w:rsidR="00471136">
              <w:t>+</w:t>
            </w:r>
            <w:r w:rsidRPr="00FE2E52">
              <w:t>20,000</w:t>
            </w:r>
          </w:p>
        </w:tc>
        <w:tc>
          <w:tcPr>
            <w:tcW w:w="2862" w:type="dxa"/>
            <w:tcBorders>
              <w:left w:val="single" w:sz="4" w:space="0" w:color="auto"/>
            </w:tcBorders>
          </w:tcPr>
          <w:p w14:paraId="4EB28262" w14:textId="77777777" w:rsidR="00EC6957" w:rsidRDefault="00EC6957" w:rsidP="002C2938">
            <w:pPr>
              <w:pStyle w:val="TableBody"/>
            </w:pPr>
          </w:p>
        </w:tc>
      </w:tr>
      <w:tr w:rsidR="00EC6957" w14:paraId="7CD4C89F" w14:textId="77777777" w:rsidTr="002C6832">
        <w:tc>
          <w:tcPr>
            <w:tcW w:w="6498" w:type="dxa"/>
            <w:gridSpan w:val="2"/>
            <w:tcBorders>
              <w:right w:val="single" w:sz="4" w:space="0" w:color="auto"/>
            </w:tcBorders>
          </w:tcPr>
          <w:p w14:paraId="1B0709B4" w14:textId="77777777" w:rsidR="00EC6957" w:rsidRDefault="00EC6957" w:rsidP="00477898">
            <w:pPr>
              <w:pStyle w:val="TableBody"/>
              <w:ind w:left="1440" w:hanging="288"/>
            </w:pPr>
            <w:r>
              <w:t>2.</w:t>
            </w:r>
            <w:r>
              <w:tab/>
              <w:t>Record:</w:t>
            </w:r>
          </w:p>
        </w:tc>
        <w:tc>
          <w:tcPr>
            <w:tcW w:w="2862" w:type="dxa"/>
            <w:tcBorders>
              <w:left w:val="single" w:sz="4" w:space="0" w:color="auto"/>
            </w:tcBorders>
          </w:tcPr>
          <w:p w14:paraId="780BEECB" w14:textId="77777777" w:rsidR="00EC6957" w:rsidRDefault="00EC6957" w:rsidP="002C2938">
            <w:pPr>
              <w:pStyle w:val="TableBody"/>
            </w:pPr>
          </w:p>
        </w:tc>
      </w:tr>
      <w:tr w:rsidR="00EC6957" w14:paraId="4CF1EC3E" w14:textId="77777777" w:rsidTr="002C6832">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150"/>
              <w:gridCol w:w="882"/>
              <w:gridCol w:w="1008"/>
            </w:tblGrid>
            <w:tr w:rsidR="00C05F6D" w14:paraId="621FEA75" w14:textId="77777777" w:rsidTr="00C05F6D">
              <w:tc>
                <w:tcPr>
                  <w:tcW w:w="3150" w:type="dxa"/>
                </w:tcPr>
                <w:p w14:paraId="0A2164BD" w14:textId="77777777" w:rsidR="00C05F6D" w:rsidRPr="002C6832" w:rsidRDefault="00C05F6D" w:rsidP="00A35519">
                  <w:pPr>
                    <w:pStyle w:val="TableBody"/>
                  </w:pPr>
                </w:p>
              </w:tc>
              <w:tc>
                <w:tcPr>
                  <w:tcW w:w="882" w:type="dxa"/>
                </w:tcPr>
                <w:p w14:paraId="3E226C92" w14:textId="77777777" w:rsidR="00C05F6D" w:rsidRPr="00C05F6D" w:rsidRDefault="00C05F6D" w:rsidP="002869BE">
                  <w:pPr>
                    <w:pStyle w:val="TableBody"/>
                    <w:jc w:val="center"/>
                    <w:rPr>
                      <w:u w:val="single"/>
                    </w:rPr>
                  </w:pPr>
                  <w:r w:rsidRPr="00C05F6D">
                    <w:rPr>
                      <w:u w:val="single"/>
                    </w:rPr>
                    <w:t>Debit</w:t>
                  </w:r>
                </w:p>
              </w:tc>
              <w:tc>
                <w:tcPr>
                  <w:tcW w:w="1008" w:type="dxa"/>
                </w:tcPr>
                <w:p w14:paraId="49ABE292" w14:textId="77777777" w:rsidR="00C05F6D" w:rsidRPr="00C05F6D" w:rsidRDefault="00C05F6D" w:rsidP="002869BE">
                  <w:pPr>
                    <w:pStyle w:val="TableBody"/>
                    <w:jc w:val="center"/>
                    <w:rPr>
                      <w:u w:val="single"/>
                    </w:rPr>
                  </w:pPr>
                  <w:r w:rsidRPr="00C05F6D">
                    <w:rPr>
                      <w:u w:val="single"/>
                    </w:rPr>
                    <w:t>Credit</w:t>
                  </w:r>
                </w:p>
              </w:tc>
            </w:tr>
            <w:tr w:rsidR="00C05F6D" w14:paraId="248CCB88" w14:textId="77777777" w:rsidTr="00C05F6D">
              <w:tc>
                <w:tcPr>
                  <w:tcW w:w="3150" w:type="dxa"/>
                </w:tcPr>
                <w:p w14:paraId="7D726829" w14:textId="77777777" w:rsidR="00C05F6D" w:rsidRDefault="00C05F6D" w:rsidP="00A35519">
                  <w:pPr>
                    <w:pStyle w:val="TableBody"/>
                  </w:pPr>
                  <w:r w:rsidRPr="002C6832">
                    <w:t>Cash (</w:t>
                  </w:r>
                  <w:r>
                    <w:t>+</w:t>
                  </w:r>
                  <w:r w:rsidRPr="002C6832">
                    <w:t>A)</w:t>
                  </w:r>
                </w:p>
              </w:tc>
              <w:tc>
                <w:tcPr>
                  <w:tcW w:w="882" w:type="dxa"/>
                </w:tcPr>
                <w:p w14:paraId="2912EF0C" w14:textId="77777777" w:rsidR="00C05F6D" w:rsidRDefault="00C05F6D" w:rsidP="00B3746E">
                  <w:pPr>
                    <w:pStyle w:val="TableBody"/>
                    <w:jc w:val="right"/>
                  </w:pPr>
                  <w:r>
                    <w:t>20</w:t>
                  </w:r>
                  <w:r w:rsidRPr="002C6832">
                    <w:t>,000</w:t>
                  </w:r>
                </w:p>
              </w:tc>
              <w:tc>
                <w:tcPr>
                  <w:tcW w:w="1008" w:type="dxa"/>
                </w:tcPr>
                <w:p w14:paraId="56696677" w14:textId="77777777" w:rsidR="00C05F6D" w:rsidRDefault="00C05F6D" w:rsidP="00B3746E">
                  <w:pPr>
                    <w:pStyle w:val="TableBody"/>
                    <w:jc w:val="right"/>
                  </w:pPr>
                </w:p>
              </w:tc>
            </w:tr>
            <w:tr w:rsidR="00C05F6D" w14:paraId="71CF46AE" w14:textId="77777777" w:rsidTr="00C05F6D">
              <w:tc>
                <w:tcPr>
                  <w:tcW w:w="3150" w:type="dxa"/>
                </w:tcPr>
                <w:p w14:paraId="4868F440" w14:textId="77777777" w:rsidR="00C05F6D" w:rsidRDefault="00C05F6D" w:rsidP="003D5D79">
                  <w:pPr>
                    <w:pStyle w:val="TableBody"/>
                  </w:pPr>
                  <w:r>
                    <w:t xml:space="preserve">  Note Payable (long-term) (+L)</w:t>
                  </w:r>
                </w:p>
              </w:tc>
              <w:tc>
                <w:tcPr>
                  <w:tcW w:w="882" w:type="dxa"/>
                </w:tcPr>
                <w:p w14:paraId="7D6F1EE7" w14:textId="77777777" w:rsidR="00C05F6D" w:rsidRDefault="00C05F6D" w:rsidP="00B3746E">
                  <w:pPr>
                    <w:pStyle w:val="TableBody"/>
                    <w:jc w:val="right"/>
                  </w:pPr>
                </w:p>
              </w:tc>
              <w:tc>
                <w:tcPr>
                  <w:tcW w:w="1008" w:type="dxa"/>
                </w:tcPr>
                <w:p w14:paraId="2B017416" w14:textId="77777777" w:rsidR="00C05F6D" w:rsidRDefault="00C05F6D" w:rsidP="00B3746E">
                  <w:pPr>
                    <w:pStyle w:val="TableBody"/>
                    <w:jc w:val="right"/>
                  </w:pPr>
                  <w:r>
                    <w:t>20</w:t>
                  </w:r>
                  <w:r w:rsidRPr="002C6832">
                    <w:t>,000</w:t>
                  </w:r>
                </w:p>
              </w:tc>
            </w:tr>
          </w:tbl>
          <w:p w14:paraId="37D7877C" w14:textId="77777777" w:rsidR="00EC6957" w:rsidRDefault="00EC6957" w:rsidP="00DB1F4B">
            <w:pPr>
              <w:pStyle w:val="TableBody"/>
              <w:ind w:left="1152" w:hanging="288"/>
            </w:pPr>
          </w:p>
        </w:tc>
        <w:tc>
          <w:tcPr>
            <w:tcW w:w="2862" w:type="dxa"/>
            <w:tcBorders>
              <w:left w:val="single" w:sz="4" w:space="0" w:color="auto"/>
            </w:tcBorders>
          </w:tcPr>
          <w:p w14:paraId="627566B4" w14:textId="77777777" w:rsidR="00EC6957" w:rsidRDefault="00EC6957" w:rsidP="002C2938">
            <w:pPr>
              <w:pStyle w:val="TableBody"/>
            </w:pPr>
          </w:p>
        </w:tc>
      </w:tr>
    </w:tbl>
    <w:p w14:paraId="7800F317" w14:textId="77777777" w:rsidR="000C16E3" w:rsidRDefault="000C16E3">
      <w:r>
        <w:br w:type="page"/>
      </w:r>
    </w:p>
    <w:tbl>
      <w:tblPr>
        <w:tblW w:w="0" w:type="auto"/>
        <w:tblLayout w:type="fixed"/>
        <w:tblLook w:val="01E0" w:firstRow="1" w:lastRow="1" w:firstColumn="1" w:lastColumn="1" w:noHBand="0" w:noVBand="0"/>
      </w:tblPr>
      <w:tblGrid>
        <w:gridCol w:w="6480"/>
        <w:gridCol w:w="18"/>
        <w:gridCol w:w="2844"/>
        <w:gridCol w:w="18"/>
      </w:tblGrid>
      <w:tr w:rsidR="000C16E3" w:rsidRPr="00CD480D" w14:paraId="5EA7981B" w14:textId="77777777" w:rsidTr="003432B5">
        <w:trPr>
          <w:gridAfter w:val="1"/>
          <w:wAfter w:w="18" w:type="dxa"/>
        </w:trPr>
        <w:tc>
          <w:tcPr>
            <w:tcW w:w="6480" w:type="dxa"/>
            <w:tcBorders>
              <w:right w:val="single" w:sz="4" w:space="0" w:color="auto"/>
            </w:tcBorders>
          </w:tcPr>
          <w:p w14:paraId="577AC120" w14:textId="77777777" w:rsidR="000C16E3" w:rsidRPr="00A77D5B" w:rsidRDefault="000C16E3" w:rsidP="003432B5">
            <w:pPr>
              <w:pStyle w:val="Heading1"/>
            </w:pPr>
            <w:r>
              <w:lastRenderedPageBreak/>
              <w:br w:type="page"/>
            </w:r>
            <w:r w:rsidRPr="00A77D5B">
              <w:br w:type="page"/>
            </w:r>
            <w:r w:rsidRPr="00A77D5B">
              <w:br w:type="page"/>
            </w:r>
            <w:r w:rsidRPr="00A77D5B">
              <w:br w:type="page"/>
              <w:t>Chapter Outline</w:t>
            </w:r>
          </w:p>
        </w:tc>
        <w:tc>
          <w:tcPr>
            <w:tcW w:w="2862" w:type="dxa"/>
            <w:gridSpan w:val="2"/>
            <w:tcBorders>
              <w:left w:val="single" w:sz="4" w:space="0" w:color="auto"/>
            </w:tcBorders>
          </w:tcPr>
          <w:p w14:paraId="1B4FC790" w14:textId="77777777" w:rsidR="000C16E3" w:rsidRPr="00CD480D" w:rsidRDefault="000C16E3" w:rsidP="003432B5">
            <w:pPr>
              <w:pStyle w:val="Heading1"/>
            </w:pPr>
            <w:r w:rsidRPr="00CD480D">
              <w:t>Teaching Notes</w:t>
            </w:r>
          </w:p>
        </w:tc>
      </w:tr>
      <w:tr w:rsidR="00C05F6D" w14:paraId="78C927F0" w14:textId="77777777" w:rsidTr="002C6832">
        <w:tc>
          <w:tcPr>
            <w:tcW w:w="6498" w:type="dxa"/>
            <w:gridSpan w:val="2"/>
            <w:tcBorders>
              <w:right w:val="single" w:sz="4" w:space="0" w:color="auto"/>
            </w:tcBorders>
          </w:tcPr>
          <w:p w14:paraId="5E8337DF" w14:textId="77777777" w:rsidR="00C05F6D" w:rsidRPr="00521317" w:rsidRDefault="00C05F6D" w:rsidP="00C05F6D">
            <w:pPr>
              <w:pStyle w:val="TableBody"/>
              <w:ind w:left="1152" w:hanging="288"/>
            </w:pPr>
            <w:r>
              <w:t xml:space="preserve">(d) </w:t>
            </w:r>
            <w:r w:rsidRPr="001E3BD5">
              <w:t>Invest in Equipment</w:t>
            </w:r>
            <w:r w:rsidR="00941279">
              <w:t>––</w:t>
            </w:r>
            <w:r w:rsidR="001F75D8">
              <w:t>Noodlecake</w:t>
            </w:r>
            <w:r w:rsidRPr="001E3BD5">
              <w:t xml:space="preserve"> purchases </w:t>
            </w:r>
            <w:r>
              <w:t>and receives $9,600 in computers, printers, and desks</w:t>
            </w:r>
            <w:r w:rsidRPr="001E3BD5">
              <w:t xml:space="preserve">, </w:t>
            </w:r>
            <w:r>
              <w:t>signing a purchase order to indicate its</w:t>
            </w:r>
            <w:r w:rsidRPr="001E3BD5">
              <w:t xml:space="preserve"> promise to pay $</w:t>
            </w:r>
            <w:r>
              <w:t>9,6</w:t>
            </w:r>
            <w:r w:rsidRPr="001E3BD5">
              <w:t>00 at the end of the month.</w:t>
            </w:r>
          </w:p>
        </w:tc>
        <w:tc>
          <w:tcPr>
            <w:tcW w:w="2862" w:type="dxa"/>
            <w:gridSpan w:val="2"/>
            <w:tcBorders>
              <w:left w:val="single" w:sz="4" w:space="0" w:color="auto"/>
            </w:tcBorders>
          </w:tcPr>
          <w:p w14:paraId="6B034DB6" w14:textId="77777777" w:rsidR="00C05F6D" w:rsidRDefault="00C05F6D" w:rsidP="002C2938">
            <w:pPr>
              <w:pStyle w:val="TableBody"/>
            </w:pPr>
          </w:p>
        </w:tc>
      </w:tr>
      <w:tr w:rsidR="00EC6957" w14:paraId="5D7112B3" w14:textId="77777777" w:rsidTr="002C6832">
        <w:tc>
          <w:tcPr>
            <w:tcW w:w="6498" w:type="dxa"/>
            <w:gridSpan w:val="2"/>
            <w:tcBorders>
              <w:right w:val="single" w:sz="4" w:space="0" w:color="auto"/>
            </w:tcBorders>
            <w:vAlign w:val="center"/>
          </w:tcPr>
          <w:p w14:paraId="580E26E2" w14:textId="77777777" w:rsidR="00EC6957" w:rsidRPr="003656D8" w:rsidRDefault="00EC6957" w:rsidP="00C05F6D">
            <w:pPr>
              <w:pStyle w:val="TableBody"/>
              <w:ind w:left="1440" w:hanging="288"/>
            </w:pPr>
            <w:r>
              <w:t>1.</w:t>
            </w:r>
            <w:r>
              <w:tab/>
              <w:t>Analyze: Assets = Liabilities + Stockholders’ Equity</w:t>
            </w:r>
            <w:r w:rsidR="00C05F6D">
              <w:t xml:space="preserve"> </w:t>
            </w:r>
            <w:r w:rsidR="00471136">
              <w:t>Equipment (A) +</w:t>
            </w:r>
            <w:r w:rsidR="00C05F6D">
              <w:t>9,6</w:t>
            </w:r>
            <w:r>
              <w:t xml:space="preserve">00 = </w:t>
            </w:r>
            <w:r w:rsidRPr="00FE2E52">
              <w:t xml:space="preserve">Accounts Payable </w:t>
            </w:r>
            <w:r>
              <w:t>+</w:t>
            </w:r>
            <w:r w:rsidR="00471136">
              <w:t>9</w:t>
            </w:r>
            <w:r w:rsidR="00C05F6D">
              <w:t>,6</w:t>
            </w:r>
            <w:r>
              <w:t>00</w:t>
            </w:r>
          </w:p>
        </w:tc>
        <w:tc>
          <w:tcPr>
            <w:tcW w:w="2862" w:type="dxa"/>
            <w:gridSpan w:val="2"/>
            <w:tcBorders>
              <w:left w:val="single" w:sz="4" w:space="0" w:color="auto"/>
            </w:tcBorders>
          </w:tcPr>
          <w:p w14:paraId="31F6A051" w14:textId="77777777" w:rsidR="00EC6957" w:rsidRDefault="00EC6957" w:rsidP="002C2938">
            <w:pPr>
              <w:pStyle w:val="TableBody"/>
            </w:pPr>
          </w:p>
        </w:tc>
      </w:tr>
      <w:tr w:rsidR="00EC6957" w14:paraId="0643C158" w14:textId="77777777" w:rsidTr="002C6832">
        <w:tc>
          <w:tcPr>
            <w:tcW w:w="6498" w:type="dxa"/>
            <w:gridSpan w:val="2"/>
            <w:tcBorders>
              <w:right w:val="single" w:sz="4" w:space="0" w:color="auto"/>
            </w:tcBorders>
            <w:vAlign w:val="center"/>
          </w:tcPr>
          <w:p w14:paraId="55E73D9C" w14:textId="77777777" w:rsidR="00EC6957" w:rsidRDefault="00EC6957" w:rsidP="00E75A22">
            <w:pPr>
              <w:pStyle w:val="TableBody"/>
              <w:ind w:left="1440" w:hanging="288"/>
            </w:pPr>
            <w:r>
              <w:t>2.</w:t>
            </w:r>
            <w:r>
              <w:tab/>
              <w:t>Record:</w:t>
            </w:r>
          </w:p>
        </w:tc>
        <w:tc>
          <w:tcPr>
            <w:tcW w:w="2862" w:type="dxa"/>
            <w:gridSpan w:val="2"/>
            <w:tcBorders>
              <w:left w:val="single" w:sz="4" w:space="0" w:color="auto"/>
            </w:tcBorders>
          </w:tcPr>
          <w:p w14:paraId="233368AF" w14:textId="77777777" w:rsidR="00EC6957" w:rsidRDefault="00EC6957" w:rsidP="002C2938">
            <w:pPr>
              <w:pStyle w:val="TableBody"/>
            </w:pPr>
          </w:p>
        </w:tc>
      </w:tr>
      <w:tr w:rsidR="00EC6957" w14:paraId="4D962304" w14:textId="77777777" w:rsidTr="002C6832">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C05F6D" w14:paraId="1AA031B3" w14:textId="77777777" w:rsidTr="007A4948">
              <w:tc>
                <w:tcPr>
                  <w:tcW w:w="3024" w:type="dxa"/>
                </w:tcPr>
                <w:p w14:paraId="705CF02F" w14:textId="77777777" w:rsidR="00C05F6D" w:rsidRPr="002C6832" w:rsidRDefault="00C05F6D" w:rsidP="008B7B39">
                  <w:pPr>
                    <w:pStyle w:val="TableBody"/>
                  </w:pPr>
                </w:p>
              </w:tc>
              <w:tc>
                <w:tcPr>
                  <w:tcW w:w="1008" w:type="dxa"/>
                </w:tcPr>
                <w:p w14:paraId="38772327" w14:textId="77777777" w:rsidR="00C05F6D" w:rsidRPr="00C05F6D" w:rsidRDefault="00C05F6D" w:rsidP="002869BE">
                  <w:pPr>
                    <w:pStyle w:val="TableBody"/>
                    <w:jc w:val="center"/>
                    <w:rPr>
                      <w:u w:val="single"/>
                    </w:rPr>
                  </w:pPr>
                  <w:r w:rsidRPr="00C05F6D">
                    <w:rPr>
                      <w:u w:val="single"/>
                    </w:rPr>
                    <w:t>Debit</w:t>
                  </w:r>
                </w:p>
              </w:tc>
              <w:tc>
                <w:tcPr>
                  <w:tcW w:w="1008" w:type="dxa"/>
                </w:tcPr>
                <w:p w14:paraId="4D8C4E2F" w14:textId="77777777" w:rsidR="00C05F6D" w:rsidRPr="00C05F6D" w:rsidRDefault="00C05F6D" w:rsidP="002869BE">
                  <w:pPr>
                    <w:pStyle w:val="TableBody"/>
                    <w:jc w:val="center"/>
                    <w:rPr>
                      <w:u w:val="single"/>
                    </w:rPr>
                  </w:pPr>
                  <w:r w:rsidRPr="00C05F6D">
                    <w:rPr>
                      <w:u w:val="single"/>
                    </w:rPr>
                    <w:t>Credit</w:t>
                  </w:r>
                </w:p>
              </w:tc>
            </w:tr>
            <w:tr w:rsidR="00C05F6D" w14:paraId="67D11359" w14:textId="77777777" w:rsidTr="007A4948">
              <w:tc>
                <w:tcPr>
                  <w:tcW w:w="3024" w:type="dxa"/>
                </w:tcPr>
                <w:p w14:paraId="0E9F6497" w14:textId="77777777" w:rsidR="00C05F6D" w:rsidRDefault="00C05F6D" w:rsidP="008B7B39">
                  <w:pPr>
                    <w:pStyle w:val="TableBody"/>
                  </w:pPr>
                  <w:r>
                    <w:t>Equipment</w:t>
                  </w:r>
                  <w:r w:rsidRPr="002C6832">
                    <w:t xml:space="preserve"> (</w:t>
                  </w:r>
                  <w:r>
                    <w:t>+</w:t>
                  </w:r>
                  <w:r w:rsidRPr="002C6832">
                    <w:t>A)</w:t>
                  </w:r>
                </w:p>
              </w:tc>
              <w:tc>
                <w:tcPr>
                  <w:tcW w:w="1008" w:type="dxa"/>
                </w:tcPr>
                <w:p w14:paraId="13E2B00D" w14:textId="77777777" w:rsidR="00C05F6D" w:rsidRDefault="00C05F6D" w:rsidP="00C05F6D">
                  <w:pPr>
                    <w:pStyle w:val="TableBody"/>
                    <w:jc w:val="right"/>
                  </w:pPr>
                  <w:r>
                    <w:t>9,600</w:t>
                  </w:r>
                </w:p>
              </w:tc>
              <w:tc>
                <w:tcPr>
                  <w:tcW w:w="1008" w:type="dxa"/>
                </w:tcPr>
                <w:p w14:paraId="7A88A93A" w14:textId="77777777" w:rsidR="00C05F6D" w:rsidRDefault="00C05F6D" w:rsidP="00B3746E">
                  <w:pPr>
                    <w:pStyle w:val="TableBody"/>
                    <w:jc w:val="right"/>
                  </w:pPr>
                </w:p>
              </w:tc>
            </w:tr>
            <w:tr w:rsidR="00C05F6D" w14:paraId="7B3CD874" w14:textId="77777777" w:rsidTr="007A4948">
              <w:tc>
                <w:tcPr>
                  <w:tcW w:w="3024" w:type="dxa"/>
                </w:tcPr>
                <w:p w14:paraId="5AE03225" w14:textId="77777777" w:rsidR="00C05F6D" w:rsidRDefault="00C05F6D" w:rsidP="00DB5414">
                  <w:pPr>
                    <w:pStyle w:val="TableBody"/>
                  </w:pPr>
                  <w:r>
                    <w:t xml:space="preserve">  Accounts Payable</w:t>
                  </w:r>
                  <w:r w:rsidRPr="002C6832">
                    <w:t xml:space="preserve"> (</w:t>
                  </w:r>
                  <w:r>
                    <w:t>+L</w:t>
                  </w:r>
                  <w:r w:rsidRPr="002C6832">
                    <w:t>)</w:t>
                  </w:r>
                </w:p>
              </w:tc>
              <w:tc>
                <w:tcPr>
                  <w:tcW w:w="1008" w:type="dxa"/>
                </w:tcPr>
                <w:p w14:paraId="65F09619" w14:textId="77777777" w:rsidR="00C05F6D" w:rsidRDefault="00C05F6D" w:rsidP="00B3746E">
                  <w:pPr>
                    <w:pStyle w:val="TableBody"/>
                    <w:jc w:val="right"/>
                  </w:pPr>
                </w:p>
              </w:tc>
              <w:tc>
                <w:tcPr>
                  <w:tcW w:w="1008" w:type="dxa"/>
                </w:tcPr>
                <w:p w14:paraId="59BB230F" w14:textId="77777777" w:rsidR="00C05F6D" w:rsidRPr="002C6832" w:rsidRDefault="00C05F6D" w:rsidP="00C05F6D">
                  <w:pPr>
                    <w:pStyle w:val="TableBody"/>
                    <w:jc w:val="right"/>
                  </w:pPr>
                  <w:r>
                    <w:t>9,600</w:t>
                  </w:r>
                </w:p>
              </w:tc>
            </w:tr>
          </w:tbl>
          <w:p w14:paraId="6848CA75" w14:textId="77777777" w:rsidR="00EC6957" w:rsidRDefault="00EC6957" w:rsidP="00DB1F4B">
            <w:pPr>
              <w:pStyle w:val="TableBody"/>
              <w:ind w:left="1152" w:hanging="288"/>
            </w:pPr>
          </w:p>
        </w:tc>
        <w:tc>
          <w:tcPr>
            <w:tcW w:w="2862" w:type="dxa"/>
            <w:gridSpan w:val="2"/>
            <w:tcBorders>
              <w:left w:val="single" w:sz="4" w:space="0" w:color="auto"/>
            </w:tcBorders>
          </w:tcPr>
          <w:p w14:paraId="4B8BCF22" w14:textId="77777777" w:rsidR="00EC6957" w:rsidRDefault="00EC6957" w:rsidP="002C2938">
            <w:pPr>
              <w:pStyle w:val="TableBody"/>
            </w:pPr>
          </w:p>
        </w:tc>
      </w:tr>
      <w:tr w:rsidR="00C05F6D" w14:paraId="3AE827AD" w14:textId="77777777" w:rsidTr="002869BE">
        <w:tc>
          <w:tcPr>
            <w:tcW w:w="6498" w:type="dxa"/>
            <w:gridSpan w:val="2"/>
            <w:tcBorders>
              <w:right w:val="single" w:sz="4" w:space="0" w:color="auto"/>
            </w:tcBorders>
          </w:tcPr>
          <w:p w14:paraId="13CA3E3A" w14:textId="77777777" w:rsidR="00C05F6D" w:rsidRPr="00521317" w:rsidRDefault="00C05F6D" w:rsidP="00C05F6D">
            <w:pPr>
              <w:pStyle w:val="TableBody"/>
              <w:ind w:left="1152" w:hanging="288"/>
            </w:pPr>
            <w:r>
              <w:t>(e) P</w:t>
            </w:r>
            <w:r w:rsidRPr="001E3BD5">
              <w:t>ay Supplier</w:t>
            </w:r>
            <w:r w:rsidR="00941279">
              <w:t>––</w:t>
            </w:r>
            <w:r w:rsidR="001F75D8">
              <w:t>Noodlecake</w:t>
            </w:r>
            <w:r w:rsidRPr="001E3BD5">
              <w:t xml:space="preserve"> pays $</w:t>
            </w:r>
            <w:r>
              <w:t>5</w:t>
            </w:r>
            <w:r w:rsidRPr="001E3BD5">
              <w:t>,000 to the equipment supplier in (d).</w:t>
            </w:r>
          </w:p>
        </w:tc>
        <w:tc>
          <w:tcPr>
            <w:tcW w:w="2862" w:type="dxa"/>
            <w:gridSpan w:val="2"/>
            <w:tcBorders>
              <w:left w:val="single" w:sz="4" w:space="0" w:color="auto"/>
            </w:tcBorders>
          </w:tcPr>
          <w:p w14:paraId="50C1EE84" w14:textId="77777777" w:rsidR="00C05F6D" w:rsidRDefault="00C05F6D" w:rsidP="002869BE">
            <w:pPr>
              <w:pStyle w:val="TableBody"/>
            </w:pPr>
          </w:p>
        </w:tc>
      </w:tr>
      <w:tr w:rsidR="00C05F6D" w14:paraId="2ACFB5A1" w14:textId="77777777" w:rsidTr="002869BE">
        <w:tc>
          <w:tcPr>
            <w:tcW w:w="6498" w:type="dxa"/>
            <w:gridSpan w:val="2"/>
            <w:tcBorders>
              <w:right w:val="single" w:sz="4" w:space="0" w:color="auto"/>
            </w:tcBorders>
            <w:vAlign w:val="center"/>
          </w:tcPr>
          <w:p w14:paraId="7746FCFF" w14:textId="77777777" w:rsidR="00C05F6D" w:rsidRPr="003656D8" w:rsidRDefault="00C05F6D" w:rsidP="002869BE">
            <w:pPr>
              <w:pStyle w:val="TableBody"/>
              <w:ind w:left="1440" w:hanging="288"/>
            </w:pPr>
            <w:r>
              <w:t>1.</w:t>
            </w:r>
            <w:r>
              <w:tab/>
              <w:t>Analyze: Assets = Liabilities + Stockholders’ Equity</w:t>
            </w:r>
            <w:r>
              <w:br/>
            </w:r>
            <w:r w:rsidRPr="00FE2E52">
              <w:t xml:space="preserve">Cash </w:t>
            </w:r>
            <w:r w:rsidR="00471136">
              <w:t>–</w:t>
            </w:r>
            <w:r>
              <w:t>5</w:t>
            </w:r>
            <w:r w:rsidRPr="00FE2E52">
              <w:t xml:space="preserve">,000 </w:t>
            </w:r>
            <w:r>
              <w:t xml:space="preserve">= </w:t>
            </w:r>
            <w:r w:rsidRPr="00FE2E52">
              <w:t xml:space="preserve">Accounts Payable </w:t>
            </w:r>
            <w:r w:rsidR="00471136">
              <w:t>–</w:t>
            </w:r>
            <w:r>
              <w:t>5</w:t>
            </w:r>
            <w:r w:rsidRPr="00FE2E52">
              <w:t>,000</w:t>
            </w:r>
          </w:p>
        </w:tc>
        <w:tc>
          <w:tcPr>
            <w:tcW w:w="2862" w:type="dxa"/>
            <w:gridSpan w:val="2"/>
            <w:tcBorders>
              <w:left w:val="single" w:sz="4" w:space="0" w:color="auto"/>
            </w:tcBorders>
          </w:tcPr>
          <w:p w14:paraId="7964CB14" w14:textId="77777777" w:rsidR="00C05F6D" w:rsidRDefault="00C05F6D" w:rsidP="002869BE">
            <w:pPr>
              <w:pStyle w:val="TableBody"/>
            </w:pPr>
          </w:p>
        </w:tc>
      </w:tr>
      <w:tr w:rsidR="00C05F6D" w14:paraId="7F0B25E8" w14:textId="77777777" w:rsidTr="002869BE">
        <w:tc>
          <w:tcPr>
            <w:tcW w:w="6498" w:type="dxa"/>
            <w:gridSpan w:val="2"/>
            <w:tcBorders>
              <w:right w:val="single" w:sz="4" w:space="0" w:color="auto"/>
            </w:tcBorders>
          </w:tcPr>
          <w:p w14:paraId="7D77A299" w14:textId="77777777" w:rsidR="00C05F6D" w:rsidRDefault="00C05F6D" w:rsidP="002869BE">
            <w:pPr>
              <w:pStyle w:val="TableBody"/>
              <w:ind w:left="1440" w:hanging="288"/>
            </w:pPr>
            <w:r>
              <w:t>2.</w:t>
            </w:r>
            <w:r>
              <w:tab/>
              <w:t>Record:</w:t>
            </w:r>
          </w:p>
        </w:tc>
        <w:tc>
          <w:tcPr>
            <w:tcW w:w="2862" w:type="dxa"/>
            <w:gridSpan w:val="2"/>
            <w:tcBorders>
              <w:left w:val="single" w:sz="4" w:space="0" w:color="auto"/>
            </w:tcBorders>
          </w:tcPr>
          <w:p w14:paraId="71A5C1DD" w14:textId="77777777" w:rsidR="00C05F6D" w:rsidRDefault="00C05F6D" w:rsidP="002869BE">
            <w:pPr>
              <w:pStyle w:val="TableBody"/>
            </w:pPr>
          </w:p>
        </w:tc>
      </w:tr>
      <w:tr w:rsidR="00C05F6D" w14:paraId="321BA0BE" w14:textId="77777777" w:rsidTr="002869BE">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C05F6D" w14:paraId="402F9A92" w14:textId="77777777" w:rsidTr="002869BE">
              <w:tc>
                <w:tcPr>
                  <w:tcW w:w="3024" w:type="dxa"/>
                </w:tcPr>
                <w:p w14:paraId="69BA2167" w14:textId="77777777" w:rsidR="00C05F6D" w:rsidRPr="002C6832" w:rsidRDefault="00C05F6D" w:rsidP="002869BE">
                  <w:pPr>
                    <w:pStyle w:val="TableBody"/>
                  </w:pPr>
                </w:p>
              </w:tc>
              <w:tc>
                <w:tcPr>
                  <w:tcW w:w="1008" w:type="dxa"/>
                </w:tcPr>
                <w:p w14:paraId="24A04A74" w14:textId="77777777" w:rsidR="00C05F6D" w:rsidRPr="00C05F6D" w:rsidRDefault="00C05F6D" w:rsidP="002869BE">
                  <w:pPr>
                    <w:pStyle w:val="TableBody"/>
                    <w:jc w:val="center"/>
                    <w:rPr>
                      <w:u w:val="single"/>
                    </w:rPr>
                  </w:pPr>
                  <w:r w:rsidRPr="00C05F6D">
                    <w:rPr>
                      <w:u w:val="single"/>
                    </w:rPr>
                    <w:t>Debit</w:t>
                  </w:r>
                </w:p>
              </w:tc>
              <w:tc>
                <w:tcPr>
                  <w:tcW w:w="1008" w:type="dxa"/>
                </w:tcPr>
                <w:p w14:paraId="34551C68" w14:textId="77777777" w:rsidR="00C05F6D" w:rsidRPr="00C05F6D" w:rsidRDefault="00C05F6D" w:rsidP="002869BE">
                  <w:pPr>
                    <w:pStyle w:val="TableBody"/>
                    <w:jc w:val="center"/>
                    <w:rPr>
                      <w:u w:val="single"/>
                    </w:rPr>
                  </w:pPr>
                  <w:r w:rsidRPr="00C05F6D">
                    <w:rPr>
                      <w:u w:val="single"/>
                    </w:rPr>
                    <w:t>Credit</w:t>
                  </w:r>
                </w:p>
              </w:tc>
            </w:tr>
            <w:tr w:rsidR="00C05F6D" w14:paraId="7D666D35" w14:textId="77777777" w:rsidTr="002869BE">
              <w:tc>
                <w:tcPr>
                  <w:tcW w:w="3024" w:type="dxa"/>
                </w:tcPr>
                <w:p w14:paraId="7D49B63E" w14:textId="77777777" w:rsidR="00C05F6D" w:rsidRDefault="00C05F6D" w:rsidP="002869BE">
                  <w:pPr>
                    <w:pStyle w:val="TableBody"/>
                  </w:pPr>
                  <w:r>
                    <w:t>Accounts Payable (–L</w:t>
                  </w:r>
                  <w:r w:rsidRPr="002C6832">
                    <w:t>)</w:t>
                  </w:r>
                </w:p>
              </w:tc>
              <w:tc>
                <w:tcPr>
                  <w:tcW w:w="1008" w:type="dxa"/>
                </w:tcPr>
                <w:p w14:paraId="0FE1553F" w14:textId="77777777" w:rsidR="00C05F6D" w:rsidRDefault="00C05F6D" w:rsidP="00C05F6D">
                  <w:pPr>
                    <w:pStyle w:val="TableBody"/>
                    <w:jc w:val="right"/>
                  </w:pPr>
                  <w:r>
                    <w:t>5</w:t>
                  </w:r>
                  <w:r w:rsidRPr="002C6832">
                    <w:t>,000</w:t>
                  </w:r>
                </w:p>
              </w:tc>
              <w:tc>
                <w:tcPr>
                  <w:tcW w:w="1008" w:type="dxa"/>
                </w:tcPr>
                <w:p w14:paraId="52901AF1" w14:textId="77777777" w:rsidR="00C05F6D" w:rsidRDefault="00C05F6D" w:rsidP="002869BE">
                  <w:pPr>
                    <w:pStyle w:val="TableBody"/>
                    <w:jc w:val="right"/>
                  </w:pPr>
                </w:p>
              </w:tc>
            </w:tr>
            <w:tr w:rsidR="00C05F6D" w14:paraId="3428E70D" w14:textId="77777777" w:rsidTr="002869BE">
              <w:tc>
                <w:tcPr>
                  <w:tcW w:w="3024" w:type="dxa"/>
                </w:tcPr>
                <w:p w14:paraId="5D788C67" w14:textId="77777777" w:rsidR="00C05F6D" w:rsidRDefault="00C05F6D" w:rsidP="00DB5414">
                  <w:pPr>
                    <w:pStyle w:val="TableBody"/>
                  </w:pPr>
                  <w:r>
                    <w:t xml:space="preserve">  Cash  (–A)</w:t>
                  </w:r>
                </w:p>
              </w:tc>
              <w:tc>
                <w:tcPr>
                  <w:tcW w:w="1008" w:type="dxa"/>
                </w:tcPr>
                <w:p w14:paraId="74AF38E3" w14:textId="77777777" w:rsidR="00C05F6D" w:rsidRDefault="00C05F6D" w:rsidP="002869BE">
                  <w:pPr>
                    <w:pStyle w:val="TableBody"/>
                    <w:jc w:val="right"/>
                  </w:pPr>
                </w:p>
              </w:tc>
              <w:tc>
                <w:tcPr>
                  <w:tcW w:w="1008" w:type="dxa"/>
                </w:tcPr>
                <w:p w14:paraId="012644C5" w14:textId="77777777" w:rsidR="00C05F6D" w:rsidRDefault="00C05F6D" w:rsidP="00C05F6D">
                  <w:pPr>
                    <w:pStyle w:val="TableBody"/>
                    <w:jc w:val="right"/>
                  </w:pPr>
                  <w:r>
                    <w:t>5</w:t>
                  </w:r>
                  <w:r w:rsidRPr="002C6832">
                    <w:t>,000</w:t>
                  </w:r>
                </w:p>
              </w:tc>
            </w:tr>
          </w:tbl>
          <w:p w14:paraId="20349B04" w14:textId="77777777" w:rsidR="00C05F6D" w:rsidRDefault="00C05F6D" w:rsidP="002869BE">
            <w:pPr>
              <w:pStyle w:val="TableBody"/>
              <w:ind w:left="1152" w:hanging="288"/>
            </w:pPr>
          </w:p>
        </w:tc>
        <w:tc>
          <w:tcPr>
            <w:tcW w:w="2862" w:type="dxa"/>
            <w:gridSpan w:val="2"/>
            <w:tcBorders>
              <w:left w:val="single" w:sz="4" w:space="0" w:color="auto"/>
            </w:tcBorders>
          </w:tcPr>
          <w:p w14:paraId="1D2BBDC3" w14:textId="77777777" w:rsidR="00C05F6D" w:rsidRDefault="00C05F6D" w:rsidP="002869BE">
            <w:pPr>
              <w:pStyle w:val="TableBody"/>
            </w:pPr>
          </w:p>
        </w:tc>
      </w:tr>
      <w:tr w:rsidR="00C05F6D" w14:paraId="72173510" w14:textId="77777777" w:rsidTr="002C6832">
        <w:tc>
          <w:tcPr>
            <w:tcW w:w="6498" w:type="dxa"/>
            <w:gridSpan w:val="2"/>
            <w:tcBorders>
              <w:right w:val="single" w:sz="4" w:space="0" w:color="auto"/>
            </w:tcBorders>
          </w:tcPr>
          <w:p w14:paraId="68F27260" w14:textId="77777777" w:rsidR="00C05F6D" w:rsidRPr="00521317" w:rsidRDefault="00C05F6D" w:rsidP="00C05F6D">
            <w:pPr>
              <w:pStyle w:val="TableBody"/>
              <w:ind w:left="1152" w:hanging="288"/>
            </w:pPr>
            <w:r>
              <w:t>(f) Order Software</w:t>
            </w:r>
            <w:r w:rsidR="00E82E43">
              <w:t>––</w:t>
            </w:r>
            <w:r w:rsidR="001F75D8">
              <w:t>Noodlecake</w:t>
            </w:r>
            <w:r w:rsidRPr="001E3BD5">
              <w:t xml:space="preserve"> </w:t>
            </w:r>
            <w:r>
              <w:t xml:space="preserve">signs a contract </w:t>
            </w:r>
            <w:r w:rsidR="000C16E3">
              <w:t xml:space="preserve">for program code for a game app </w:t>
            </w:r>
            <w:r>
              <w:t xml:space="preserve">for $9,000. No code has been received yet. </w:t>
            </w:r>
          </w:p>
        </w:tc>
        <w:tc>
          <w:tcPr>
            <w:tcW w:w="2862" w:type="dxa"/>
            <w:gridSpan w:val="2"/>
            <w:tcBorders>
              <w:left w:val="single" w:sz="4" w:space="0" w:color="auto"/>
            </w:tcBorders>
          </w:tcPr>
          <w:p w14:paraId="381AAACC" w14:textId="77777777" w:rsidR="00C05F6D" w:rsidRDefault="00C05F6D" w:rsidP="002C2938">
            <w:pPr>
              <w:pStyle w:val="TableBody"/>
            </w:pPr>
          </w:p>
        </w:tc>
      </w:tr>
      <w:tr w:rsidR="00EC6957" w14:paraId="29249C8E" w14:textId="77777777" w:rsidTr="002C6832">
        <w:tc>
          <w:tcPr>
            <w:tcW w:w="6498" w:type="dxa"/>
            <w:gridSpan w:val="2"/>
            <w:tcBorders>
              <w:right w:val="single" w:sz="4" w:space="0" w:color="auto"/>
            </w:tcBorders>
            <w:vAlign w:val="center"/>
          </w:tcPr>
          <w:p w14:paraId="7F5BA8A9" w14:textId="77777777" w:rsidR="00EC6957" w:rsidRPr="003656D8" w:rsidRDefault="00EC6957" w:rsidP="00C973BF">
            <w:pPr>
              <w:pStyle w:val="TableBody"/>
              <w:ind w:left="1440" w:hanging="288"/>
            </w:pPr>
            <w:r>
              <w:t>1.</w:t>
            </w:r>
            <w:r>
              <w:tab/>
              <w:t>Analyze: Assets = Liabilities + Stockholders’ Equity</w:t>
            </w:r>
            <w:r>
              <w:br/>
              <w:t>No c</w:t>
            </w:r>
            <w:r w:rsidRPr="00FE2E52">
              <w:t xml:space="preserve">hange = No </w:t>
            </w:r>
            <w:r>
              <w:t>c</w:t>
            </w:r>
            <w:r w:rsidRPr="00FE2E52">
              <w:t>hange</w:t>
            </w:r>
          </w:p>
        </w:tc>
        <w:tc>
          <w:tcPr>
            <w:tcW w:w="2862" w:type="dxa"/>
            <w:gridSpan w:val="2"/>
            <w:tcBorders>
              <w:left w:val="single" w:sz="4" w:space="0" w:color="auto"/>
            </w:tcBorders>
          </w:tcPr>
          <w:p w14:paraId="7A62535A" w14:textId="77777777" w:rsidR="00EC6957" w:rsidRDefault="00EC6957" w:rsidP="002C2938">
            <w:pPr>
              <w:pStyle w:val="TableBody"/>
            </w:pPr>
          </w:p>
        </w:tc>
      </w:tr>
      <w:tr w:rsidR="00EC6957" w14:paraId="4D91D51D" w14:textId="77777777" w:rsidTr="002C6832">
        <w:tc>
          <w:tcPr>
            <w:tcW w:w="6498" w:type="dxa"/>
            <w:gridSpan w:val="2"/>
            <w:tcBorders>
              <w:right w:val="single" w:sz="4" w:space="0" w:color="auto"/>
            </w:tcBorders>
          </w:tcPr>
          <w:p w14:paraId="7C96CCF9" w14:textId="77777777" w:rsidR="00EC6957" w:rsidRDefault="00EC6957" w:rsidP="00477898">
            <w:pPr>
              <w:pStyle w:val="TableBody"/>
              <w:ind w:left="1440" w:hanging="288"/>
            </w:pPr>
            <w:r>
              <w:t>2.</w:t>
            </w:r>
            <w:r>
              <w:tab/>
              <w:t>Record</w:t>
            </w:r>
            <w:r w:rsidR="00941279">
              <w:t>––</w:t>
            </w:r>
            <w:r>
              <w:t>No journal entry is needed.</w:t>
            </w:r>
          </w:p>
        </w:tc>
        <w:tc>
          <w:tcPr>
            <w:tcW w:w="2862" w:type="dxa"/>
            <w:gridSpan w:val="2"/>
            <w:tcBorders>
              <w:left w:val="single" w:sz="4" w:space="0" w:color="auto"/>
            </w:tcBorders>
          </w:tcPr>
          <w:p w14:paraId="4042610C" w14:textId="77777777" w:rsidR="00EC6957" w:rsidRDefault="00EC6957" w:rsidP="002C2938">
            <w:pPr>
              <w:pStyle w:val="TableBody"/>
            </w:pPr>
          </w:p>
        </w:tc>
      </w:tr>
      <w:tr w:rsidR="00C05F6D" w14:paraId="0E849D8E" w14:textId="77777777" w:rsidTr="00B3746E">
        <w:tc>
          <w:tcPr>
            <w:tcW w:w="6498" w:type="dxa"/>
            <w:gridSpan w:val="2"/>
            <w:tcBorders>
              <w:right w:val="single" w:sz="4" w:space="0" w:color="auto"/>
            </w:tcBorders>
          </w:tcPr>
          <w:p w14:paraId="6EA98583" w14:textId="77777777" w:rsidR="00C05F6D" w:rsidRPr="00521317" w:rsidRDefault="00C05F6D" w:rsidP="00C05F6D">
            <w:pPr>
              <w:pStyle w:val="TableBody"/>
              <w:ind w:left="1152" w:hanging="288"/>
            </w:pPr>
            <w:r>
              <w:t xml:space="preserve">(g) </w:t>
            </w:r>
            <w:r w:rsidRPr="001E3BD5">
              <w:t xml:space="preserve">Receive </w:t>
            </w:r>
            <w:r>
              <w:t>Software</w:t>
            </w:r>
            <w:r w:rsidR="00941279">
              <w:t>––</w:t>
            </w:r>
            <w:r w:rsidR="001F75D8">
              <w:t>Noodlecake</w:t>
            </w:r>
            <w:r w:rsidRPr="001E3BD5">
              <w:t xml:space="preserve"> receives </w:t>
            </w:r>
            <w:r>
              <w:t xml:space="preserve">the $9,000 of app game code </w:t>
            </w:r>
            <w:r w:rsidRPr="001E3BD5">
              <w:t>ordered in (</w:t>
            </w:r>
            <w:r>
              <w:t>f</w:t>
            </w:r>
            <w:r w:rsidRPr="001E3BD5">
              <w:t>)</w:t>
            </w:r>
            <w:r>
              <w:t xml:space="preserve">; pays $4,000 cash, </w:t>
            </w:r>
            <w:r w:rsidRPr="001E3BD5">
              <w:t xml:space="preserve">and promises to pay </w:t>
            </w:r>
            <w:r>
              <w:t>the remaining $5,000</w:t>
            </w:r>
            <w:r w:rsidRPr="001E3BD5">
              <w:t xml:space="preserve"> next month.</w:t>
            </w:r>
          </w:p>
        </w:tc>
        <w:tc>
          <w:tcPr>
            <w:tcW w:w="2862" w:type="dxa"/>
            <w:gridSpan w:val="2"/>
            <w:tcBorders>
              <w:left w:val="single" w:sz="4" w:space="0" w:color="auto"/>
            </w:tcBorders>
          </w:tcPr>
          <w:p w14:paraId="7873D378" w14:textId="77777777" w:rsidR="00C05F6D" w:rsidRDefault="00C05F6D" w:rsidP="002C2938">
            <w:pPr>
              <w:pStyle w:val="TableBody"/>
            </w:pPr>
          </w:p>
        </w:tc>
      </w:tr>
      <w:tr w:rsidR="00EC6957" w14:paraId="03804549" w14:textId="77777777" w:rsidTr="00B3746E">
        <w:tc>
          <w:tcPr>
            <w:tcW w:w="6498" w:type="dxa"/>
            <w:gridSpan w:val="2"/>
            <w:tcBorders>
              <w:right w:val="single" w:sz="4" w:space="0" w:color="auto"/>
            </w:tcBorders>
            <w:vAlign w:val="center"/>
          </w:tcPr>
          <w:p w14:paraId="109D06EA" w14:textId="77777777" w:rsidR="00EC6957" w:rsidRPr="003656D8" w:rsidRDefault="00EC6957" w:rsidP="00D3481C">
            <w:pPr>
              <w:pStyle w:val="TableBody"/>
              <w:ind w:left="1440" w:hanging="288"/>
            </w:pPr>
            <w:r>
              <w:t>1.</w:t>
            </w:r>
            <w:r>
              <w:tab/>
              <w:t>Analyze: Assets = Liabilities + Stockholders’ Equity</w:t>
            </w:r>
            <w:r>
              <w:br/>
            </w:r>
            <w:r w:rsidR="00DB5414">
              <w:t>Cash (A) –4,000 + Soft</w:t>
            </w:r>
            <w:r w:rsidRPr="005742F3">
              <w:t>ware (A) +</w:t>
            </w:r>
            <w:r w:rsidR="00D3481C">
              <w:t>9,000</w:t>
            </w:r>
            <w:r w:rsidR="00471136">
              <w:t xml:space="preserve"> = Accounts Payable (L) +</w:t>
            </w:r>
            <w:r w:rsidR="00D3481C">
              <w:t>5,000</w:t>
            </w:r>
          </w:p>
        </w:tc>
        <w:tc>
          <w:tcPr>
            <w:tcW w:w="2862" w:type="dxa"/>
            <w:gridSpan w:val="2"/>
            <w:tcBorders>
              <w:left w:val="single" w:sz="4" w:space="0" w:color="auto"/>
            </w:tcBorders>
          </w:tcPr>
          <w:p w14:paraId="731EE691" w14:textId="77777777" w:rsidR="00EC6957" w:rsidRDefault="00EC6957" w:rsidP="002C2938">
            <w:pPr>
              <w:pStyle w:val="TableBody"/>
            </w:pPr>
          </w:p>
        </w:tc>
      </w:tr>
      <w:tr w:rsidR="00EC6957" w14:paraId="0E08D04E" w14:textId="77777777" w:rsidTr="00B3746E">
        <w:tc>
          <w:tcPr>
            <w:tcW w:w="6498" w:type="dxa"/>
            <w:gridSpan w:val="2"/>
            <w:tcBorders>
              <w:right w:val="single" w:sz="4" w:space="0" w:color="auto"/>
            </w:tcBorders>
          </w:tcPr>
          <w:p w14:paraId="6AEEB7B1" w14:textId="77777777" w:rsidR="00EC6957" w:rsidRDefault="00EC6957" w:rsidP="00805D7E">
            <w:pPr>
              <w:pStyle w:val="TableBody"/>
              <w:ind w:left="1440" w:hanging="288"/>
            </w:pPr>
            <w:r>
              <w:t>2.</w:t>
            </w:r>
            <w:r>
              <w:tab/>
              <w:t>Record:</w:t>
            </w:r>
          </w:p>
        </w:tc>
        <w:tc>
          <w:tcPr>
            <w:tcW w:w="2862" w:type="dxa"/>
            <w:gridSpan w:val="2"/>
            <w:tcBorders>
              <w:left w:val="single" w:sz="4" w:space="0" w:color="auto"/>
            </w:tcBorders>
          </w:tcPr>
          <w:p w14:paraId="6309E7A7" w14:textId="77777777" w:rsidR="00EC6957" w:rsidRDefault="00EC6957" w:rsidP="002C2938">
            <w:pPr>
              <w:pStyle w:val="TableBody"/>
            </w:pPr>
          </w:p>
        </w:tc>
      </w:tr>
      <w:tr w:rsidR="00EC6957" w14:paraId="6901896E" w14:textId="77777777" w:rsidTr="00B3746E">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DB5414" w14:paraId="28D9B073" w14:textId="77777777" w:rsidTr="007A4948">
              <w:tc>
                <w:tcPr>
                  <w:tcW w:w="3024" w:type="dxa"/>
                </w:tcPr>
                <w:p w14:paraId="032C03A0" w14:textId="77777777" w:rsidR="00DB5414" w:rsidRPr="002C6832" w:rsidRDefault="00DB5414" w:rsidP="00B3746E">
                  <w:pPr>
                    <w:pStyle w:val="TableBody"/>
                  </w:pPr>
                </w:p>
              </w:tc>
              <w:tc>
                <w:tcPr>
                  <w:tcW w:w="1008" w:type="dxa"/>
                </w:tcPr>
                <w:p w14:paraId="4A93C8F2" w14:textId="77777777" w:rsidR="00DB5414" w:rsidRPr="00C05F6D" w:rsidRDefault="00DB5414" w:rsidP="002869BE">
                  <w:pPr>
                    <w:pStyle w:val="TableBody"/>
                    <w:jc w:val="center"/>
                    <w:rPr>
                      <w:u w:val="single"/>
                    </w:rPr>
                  </w:pPr>
                  <w:r w:rsidRPr="00C05F6D">
                    <w:rPr>
                      <w:u w:val="single"/>
                    </w:rPr>
                    <w:t>Debit</w:t>
                  </w:r>
                </w:p>
              </w:tc>
              <w:tc>
                <w:tcPr>
                  <w:tcW w:w="1008" w:type="dxa"/>
                </w:tcPr>
                <w:p w14:paraId="2290D21F" w14:textId="77777777" w:rsidR="00DB5414" w:rsidRPr="00C05F6D" w:rsidRDefault="00DB5414" w:rsidP="002869BE">
                  <w:pPr>
                    <w:pStyle w:val="TableBody"/>
                    <w:jc w:val="center"/>
                    <w:rPr>
                      <w:u w:val="single"/>
                    </w:rPr>
                  </w:pPr>
                  <w:r w:rsidRPr="00C05F6D">
                    <w:rPr>
                      <w:u w:val="single"/>
                    </w:rPr>
                    <w:t>Credit</w:t>
                  </w:r>
                </w:p>
              </w:tc>
            </w:tr>
            <w:tr w:rsidR="00DB5414" w14:paraId="35962A87" w14:textId="77777777" w:rsidTr="007A4948">
              <w:tc>
                <w:tcPr>
                  <w:tcW w:w="3024" w:type="dxa"/>
                </w:tcPr>
                <w:p w14:paraId="425306AA" w14:textId="77777777" w:rsidR="00DB5414" w:rsidRDefault="00DB5414" w:rsidP="00B3746E">
                  <w:pPr>
                    <w:pStyle w:val="TableBody"/>
                  </w:pPr>
                  <w:r>
                    <w:t>Software</w:t>
                  </w:r>
                  <w:r w:rsidRPr="002C6832">
                    <w:t xml:space="preserve"> (</w:t>
                  </w:r>
                  <w:r>
                    <w:t>+</w:t>
                  </w:r>
                  <w:r w:rsidRPr="002C6832">
                    <w:t>A)</w:t>
                  </w:r>
                </w:p>
              </w:tc>
              <w:tc>
                <w:tcPr>
                  <w:tcW w:w="1008" w:type="dxa"/>
                </w:tcPr>
                <w:p w14:paraId="06338E43" w14:textId="77777777" w:rsidR="00DB5414" w:rsidRDefault="00D3481C" w:rsidP="00B3746E">
                  <w:pPr>
                    <w:pStyle w:val="TableBody"/>
                    <w:jc w:val="right"/>
                  </w:pPr>
                  <w:r>
                    <w:t>9,000</w:t>
                  </w:r>
                </w:p>
              </w:tc>
              <w:tc>
                <w:tcPr>
                  <w:tcW w:w="1008" w:type="dxa"/>
                </w:tcPr>
                <w:p w14:paraId="02E56667" w14:textId="77777777" w:rsidR="00DB5414" w:rsidRDefault="00DB5414" w:rsidP="00477898">
                  <w:pPr>
                    <w:pStyle w:val="TableBody"/>
                  </w:pPr>
                </w:p>
              </w:tc>
            </w:tr>
            <w:tr w:rsidR="00DB5414" w14:paraId="5FC7D6B9" w14:textId="77777777" w:rsidTr="007A4948">
              <w:tc>
                <w:tcPr>
                  <w:tcW w:w="3024" w:type="dxa"/>
                </w:tcPr>
                <w:p w14:paraId="5CEA3DDB" w14:textId="77777777" w:rsidR="00DB5414" w:rsidRPr="002C6832" w:rsidRDefault="00D3481C" w:rsidP="002869BE">
                  <w:pPr>
                    <w:pStyle w:val="TableBody"/>
                  </w:pPr>
                  <w:r>
                    <w:t xml:space="preserve">  </w:t>
                  </w:r>
                  <w:r w:rsidR="00DB5414">
                    <w:t>Cash (–A)</w:t>
                  </w:r>
                </w:p>
              </w:tc>
              <w:tc>
                <w:tcPr>
                  <w:tcW w:w="1008" w:type="dxa"/>
                </w:tcPr>
                <w:p w14:paraId="2153EFF9" w14:textId="77777777" w:rsidR="00DB5414" w:rsidRDefault="00DB5414" w:rsidP="00477898">
                  <w:pPr>
                    <w:pStyle w:val="TableBody"/>
                  </w:pPr>
                </w:p>
              </w:tc>
              <w:tc>
                <w:tcPr>
                  <w:tcW w:w="1008" w:type="dxa"/>
                </w:tcPr>
                <w:p w14:paraId="2C29EF23" w14:textId="77777777" w:rsidR="00DB5414" w:rsidRDefault="00D3481C" w:rsidP="00B3746E">
                  <w:pPr>
                    <w:pStyle w:val="TableBody"/>
                    <w:jc w:val="right"/>
                  </w:pPr>
                  <w:r>
                    <w:t>4,000</w:t>
                  </w:r>
                </w:p>
              </w:tc>
            </w:tr>
            <w:tr w:rsidR="00DB5414" w14:paraId="1867DF0D" w14:textId="77777777" w:rsidTr="007A4948">
              <w:tc>
                <w:tcPr>
                  <w:tcW w:w="3024" w:type="dxa"/>
                </w:tcPr>
                <w:p w14:paraId="10855C37" w14:textId="77777777" w:rsidR="00DB5414" w:rsidRDefault="00DB5414" w:rsidP="00D3481C">
                  <w:pPr>
                    <w:pStyle w:val="TableBody"/>
                  </w:pPr>
                  <w:r>
                    <w:t xml:space="preserve">  Accounts Payable</w:t>
                  </w:r>
                  <w:r w:rsidRPr="002C6832">
                    <w:t xml:space="preserve"> (</w:t>
                  </w:r>
                  <w:r>
                    <w:t>+L</w:t>
                  </w:r>
                  <w:r w:rsidRPr="002C6832">
                    <w:t>)</w:t>
                  </w:r>
                </w:p>
              </w:tc>
              <w:tc>
                <w:tcPr>
                  <w:tcW w:w="1008" w:type="dxa"/>
                </w:tcPr>
                <w:p w14:paraId="672F57C2" w14:textId="77777777" w:rsidR="00DB5414" w:rsidRDefault="00DB5414" w:rsidP="00477898">
                  <w:pPr>
                    <w:pStyle w:val="TableBody"/>
                  </w:pPr>
                </w:p>
              </w:tc>
              <w:tc>
                <w:tcPr>
                  <w:tcW w:w="1008" w:type="dxa"/>
                </w:tcPr>
                <w:p w14:paraId="1E46AD02" w14:textId="77777777" w:rsidR="00DB5414" w:rsidRDefault="00D3481C" w:rsidP="00B3746E">
                  <w:pPr>
                    <w:pStyle w:val="TableBody"/>
                    <w:jc w:val="right"/>
                  </w:pPr>
                  <w:r>
                    <w:t>5,00</w:t>
                  </w:r>
                  <w:r w:rsidR="00DB5414">
                    <w:t>0</w:t>
                  </w:r>
                </w:p>
              </w:tc>
            </w:tr>
          </w:tbl>
          <w:p w14:paraId="63E4A779" w14:textId="77777777" w:rsidR="00EC6957" w:rsidRDefault="00EC6957" w:rsidP="00477898">
            <w:pPr>
              <w:pStyle w:val="TableBody"/>
              <w:ind w:left="1440" w:hanging="288"/>
            </w:pPr>
          </w:p>
        </w:tc>
        <w:tc>
          <w:tcPr>
            <w:tcW w:w="2862" w:type="dxa"/>
            <w:gridSpan w:val="2"/>
            <w:tcBorders>
              <w:left w:val="single" w:sz="4" w:space="0" w:color="auto"/>
            </w:tcBorders>
          </w:tcPr>
          <w:p w14:paraId="55F9BE2C" w14:textId="77777777" w:rsidR="00EC6957" w:rsidRDefault="00EC6957" w:rsidP="002C2938">
            <w:pPr>
              <w:pStyle w:val="TableBody"/>
            </w:pPr>
          </w:p>
        </w:tc>
      </w:tr>
      <w:tr w:rsidR="00D3481C" w14:paraId="36C80A5F" w14:textId="77777777" w:rsidTr="00B3746E">
        <w:tc>
          <w:tcPr>
            <w:tcW w:w="6498" w:type="dxa"/>
            <w:gridSpan w:val="2"/>
            <w:tcBorders>
              <w:right w:val="single" w:sz="4" w:space="0" w:color="auto"/>
            </w:tcBorders>
          </w:tcPr>
          <w:p w14:paraId="7B022CEE" w14:textId="77777777" w:rsidR="00D3481C" w:rsidRPr="00521317" w:rsidRDefault="00D3481C" w:rsidP="00D3481C">
            <w:pPr>
              <w:pStyle w:val="TableBody"/>
              <w:ind w:left="1152" w:hanging="288"/>
            </w:pPr>
            <w:r>
              <w:t xml:space="preserve">(h) </w:t>
            </w:r>
            <w:r w:rsidRPr="001E3BD5">
              <w:t xml:space="preserve">Receive </w:t>
            </w:r>
            <w:r>
              <w:t>Supplies</w:t>
            </w:r>
            <w:r w:rsidR="00941279">
              <w:t>––</w:t>
            </w:r>
            <w:r w:rsidR="001F75D8">
              <w:t>Noodlecake</w:t>
            </w:r>
            <w:r w:rsidRPr="001E3BD5">
              <w:t xml:space="preserve"> receives </w:t>
            </w:r>
            <w:r>
              <w:t>supplies costing $600 on account.</w:t>
            </w:r>
          </w:p>
        </w:tc>
        <w:tc>
          <w:tcPr>
            <w:tcW w:w="2862" w:type="dxa"/>
            <w:gridSpan w:val="2"/>
            <w:tcBorders>
              <w:left w:val="single" w:sz="4" w:space="0" w:color="auto"/>
            </w:tcBorders>
          </w:tcPr>
          <w:p w14:paraId="1D829CDA" w14:textId="77777777" w:rsidR="00D3481C" w:rsidRDefault="00D3481C" w:rsidP="002C2938">
            <w:pPr>
              <w:pStyle w:val="TableBody"/>
            </w:pPr>
          </w:p>
        </w:tc>
      </w:tr>
      <w:tr w:rsidR="00D3481C" w14:paraId="7EFE9025" w14:textId="77777777" w:rsidTr="002869BE">
        <w:tc>
          <w:tcPr>
            <w:tcW w:w="6498" w:type="dxa"/>
            <w:gridSpan w:val="2"/>
            <w:tcBorders>
              <w:right w:val="single" w:sz="4" w:space="0" w:color="auto"/>
            </w:tcBorders>
            <w:vAlign w:val="center"/>
          </w:tcPr>
          <w:p w14:paraId="3342BAAD" w14:textId="77777777" w:rsidR="00D3481C" w:rsidRPr="003656D8" w:rsidRDefault="00D3481C" w:rsidP="00D3481C">
            <w:pPr>
              <w:pStyle w:val="TableBody"/>
              <w:ind w:left="1440" w:hanging="288"/>
            </w:pPr>
            <w:r>
              <w:t>1.</w:t>
            </w:r>
            <w:r>
              <w:tab/>
              <w:t xml:space="preserve">Analyze: </w:t>
            </w:r>
            <w:r>
              <w:br/>
              <w:t>Assets = Liabilities + Stockholders’ Equity</w:t>
            </w:r>
            <w:r>
              <w:br/>
              <w:t>Supplies (A) +600</w:t>
            </w:r>
            <w:r w:rsidR="00471136">
              <w:t xml:space="preserve"> = Accounts Payable (L) +</w:t>
            </w:r>
            <w:r>
              <w:t>600</w:t>
            </w:r>
          </w:p>
        </w:tc>
        <w:tc>
          <w:tcPr>
            <w:tcW w:w="2862" w:type="dxa"/>
            <w:gridSpan w:val="2"/>
            <w:tcBorders>
              <w:left w:val="single" w:sz="4" w:space="0" w:color="auto"/>
            </w:tcBorders>
          </w:tcPr>
          <w:p w14:paraId="2200425C" w14:textId="77777777" w:rsidR="00D3481C" w:rsidRDefault="00D3481C" w:rsidP="002C2938">
            <w:pPr>
              <w:pStyle w:val="TableBody"/>
            </w:pPr>
          </w:p>
        </w:tc>
      </w:tr>
      <w:tr w:rsidR="00D3481C" w14:paraId="3D13B24C" w14:textId="77777777" w:rsidTr="00B3746E">
        <w:tc>
          <w:tcPr>
            <w:tcW w:w="6498" w:type="dxa"/>
            <w:gridSpan w:val="2"/>
            <w:tcBorders>
              <w:right w:val="single" w:sz="4" w:space="0" w:color="auto"/>
            </w:tcBorders>
          </w:tcPr>
          <w:p w14:paraId="06ECDBA6" w14:textId="77777777" w:rsidR="00D3481C" w:rsidRDefault="00D3481C" w:rsidP="002869BE">
            <w:pPr>
              <w:pStyle w:val="TableBody"/>
              <w:ind w:left="1440" w:hanging="288"/>
            </w:pPr>
            <w:r>
              <w:t>2.</w:t>
            </w:r>
            <w:r>
              <w:tab/>
              <w:t>Record:</w:t>
            </w:r>
          </w:p>
        </w:tc>
        <w:tc>
          <w:tcPr>
            <w:tcW w:w="2862" w:type="dxa"/>
            <w:gridSpan w:val="2"/>
            <w:tcBorders>
              <w:left w:val="single" w:sz="4" w:space="0" w:color="auto"/>
            </w:tcBorders>
          </w:tcPr>
          <w:p w14:paraId="47B31AB0" w14:textId="77777777" w:rsidR="00D3481C" w:rsidRDefault="00D3481C" w:rsidP="002C2938">
            <w:pPr>
              <w:pStyle w:val="TableBody"/>
            </w:pPr>
          </w:p>
        </w:tc>
      </w:tr>
      <w:tr w:rsidR="00D3481C" w14:paraId="1163B752" w14:textId="77777777" w:rsidTr="00B3746E">
        <w:tc>
          <w:tcPr>
            <w:tcW w:w="6498" w:type="dxa"/>
            <w:gridSpan w:val="2"/>
            <w:tcBorders>
              <w:right w:val="single" w:sz="4" w:space="0" w:color="auto"/>
            </w:tcBorders>
          </w:tcPr>
          <w:tbl>
            <w:tblPr>
              <w:tblW w:w="5040" w:type="dxa"/>
              <w:tblInd w:w="1440" w:type="dxa"/>
              <w:tblLayout w:type="fixed"/>
              <w:tblLook w:val="04A0" w:firstRow="1" w:lastRow="0" w:firstColumn="1" w:lastColumn="0" w:noHBand="0" w:noVBand="1"/>
            </w:tblPr>
            <w:tblGrid>
              <w:gridCol w:w="3024"/>
              <w:gridCol w:w="1008"/>
              <w:gridCol w:w="1008"/>
            </w:tblGrid>
            <w:tr w:rsidR="00D3481C" w14:paraId="2C89CE44" w14:textId="77777777" w:rsidTr="002869BE">
              <w:tc>
                <w:tcPr>
                  <w:tcW w:w="3024" w:type="dxa"/>
                </w:tcPr>
                <w:p w14:paraId="37ABD7B7" w14:textId="77777777" w:rsidR="00D3481C" w:rsidRPr="002C6832" w:rsidRDefault="00D3481C" w:rsidP="002869BE">
                  <w:pPr>
                    <w:pStyle w:val="TableBody"/>
                  </w:pPr>
                </w:p>
              </w:tc>
              <w:tc>
                <w:tcPr>
                  <w:tcW w:w="1008" w:type="dxa"/>
                </w:tcPr>
                <w:p w14:paraId="567F539B" w14:textId="77777777" w:rsidR="00D3481C" w:rsidRPr="00C05F6D" w:rsidRDefault="00D3481C" w:rsidP="002869BE">
                  <w:pPr>
                    <w:pStyle w:val="TableBody"/>
                    <w:jc w:val="center"/>
                    <w:rPr>
                      <w:u w:val="single"/>
                    </w:rPr>
                  </w:pPr>
                  <w:r w:rsidRPr="00C05F6D">
                    <w:rPr>
                      <w:u w:val="single"/>
                    </w:rPr>
                    <w:t>Debit</w:t>
                  </w:r>
                </w:p>
              </w:tc>
              <w:tc>
                <w:tcPr>
                  <w:tcW w:w="1008" w:type="dxa"/>
                </w:tcPr>
                <w:p w14:paraId="6DB75020" w14:textId="77777777" w:rsidR="00D3481C" w:rsidRPr="00C05F6D" w:rsidRDefault="00D3481C" w:rsidP="002869BE">
                  <w:pPr>
                    <w:pStyle w:val="TableBody"/>
                    <w:jc w:val="center"/>
                    <w:rPr>
                      <w:u w:val="single"/>
                    </w:rPr>
                  </w:pPr>
                  <w:r w:rsidRPr="00C05F6D">
                    <w:rPr>
                      <w:u w:val="single"/>
                    </w:rPr>
                    <w:t>Credit</w:t>
                  </w:r>
                </w:p>
              </w:tc>
            </w:tr>
            <w:tr w:rsidR="00D3481C" w14:paraId="0FB36D66" w14:textId="77777777" w:rsidTr="002869BE">
              <w:tc>
                <w:tcPr>
                  <w:tcW w:w="3024" w:type="dxa"/>
                </w:tcPr>
                <w:p w14:paraId="3DBADD3F" w14:textId="77777777" w:rsidR="00D3481C" w:rsidRDefault="00D3481C" w:rsidP="002869BE">
                  <w:pPr>
                    <w:pStyle w:val="TableBody"/>
                  </w:pPr>
                  <w:r>
                    <w:t>Supplies</w:t>
                  </w:r>
                  <w:r w:rsidRPr="002C6832">
                    <w:t xml:space="preserve"> (</w:t>
                  </w:r>
                  <w:r>
                    <w:t>+</w:t>
                  </w:r>
                  <w:r w:rsidRPr="002C6832">
                    <w:t>A)</w:t>
                  </w:r>
                </w:p>
              </w:tc>
              <w:tc>
                <w:tcPr>
                  <w:tcW w:w="1008" w:type="dxa"/>
                </w:tcPr>
                <w:p w14:paraId="44C68BDC" w14:textId="77777777" w:rsidR="00D3481C" w:rsidRDefault="00D3481C" w:rsidP="00D3481C">
                  <w:pPr>
                    <w:pStyle w:val="TableBody"/>
                    <w:jc w:val="right"/>
                  </w:pPr>
                  <w:r>
                    <w:t>600</w:t>
                  </w:r>
                </w:p>
              </w:tc>
              <w:tc>
                <w:tcPr>
                  <w:tcW w:w="1008" w:type="dxa"/>
                </w:tcPr>
                <w:p w14:paraId="0FF045D3" w14:textId="77777777" w:rsidR="00D3481C" w:rsidRDefault="00D3481C" w:rsidP="002869BE">
                  <w:pPr>
                    <w:pStyle w:val="TableBody"/>
                  </w:pPr>
                </w:p>
              </w:tc>
            </w:tr>
            <w:tr w:rsidR="00D3481C" w14:paraId="376384EF" w14:textId="77777777" w:rsidTr="002869BE">
              <w:tc>
                <w:tcPr>
                  <w:tcW w:w="3024" w:type="dxa"/>
                </w:tcPr>
                <w:p w14:paraId="717888F1" w14:textId="77777777" w:rsidR="00D3481C" w:rsidRDefault="00D3481C" w:rsidP="00A86977">
                  <w:pPr>
                    <w:pStyle w:val="TableBody"/>
                  </w:pPr>
                  <w:r>
                    <w:t xml:space="preserve">  Accounts Payable</w:t>
                  </w:r>
                  <w:r w:rsidRPr="002C6832">
                    <w:t xml:space="preserve"> (</w:t>
                  </w:r>
                  <w:r>
                    <w:t>+L</w:t>
                  </w:r>
                  <w:r w:rsidRPr="002C6832">
                    <w:t>)</w:t>
                  </w:r>
                </w:p>
              </w:tc>
              <w:tc>
                <w:tcPr>
                  <w:tcW w:w="1008" w:type="dxa"/>
                </w:tcPr>
                <w:p w14:paraId="382A69CE" w14:textId="77777777" w:rsidR="00D3481C" w:rsidRDefault="00D3481C" w:rsidP="002869BE">
                  <w:pPr>
                    <w:pStyle w:val="TableBody"/>
                  </w:pPr>
                </w:p>
              </w:tc>
              <w:tc>
                <w:tcPr>
                  <w:tcW w:w="1008" w:type="dxa"/>
                </w:tcPr>
                <w:p w14:paraId="4E29DF2C" w14:textId="77777777" w:rsidR="00D3481C" w:rsidRDefault="00D3481C" w:rsidP="002869BE">
                  <w:pPr>
                    <w:pStyle w:val="TableBody"/>
                    <w:jc w:val="right"/>
                  </w:pPr>
                  <w:r>
                    <w:t>600</w:t>
                  </w:r>
                </w:p>
              </w:tc>
            </w:tr>
          </w:tbl>
          <w:p w14:paraId="7FEF9884" w14:textId="77777777" w:rsidR="00D3481C" w:rsidRDefault="00D3481C" w:rsidP="002869BE">
            <w:pPr>
              <w:pStyle w:val="TableBody"/>
              <w:ind w:left="1440" w:hanging="288"/>
            </w:pPr>
          </w:p>
        </w:tc>
        <w:tc>
          <w:tcPr>
            <w:tcW w:w="2862" w:type="dxa"/>
            <w:gridSpan w:val="2"/>
            <w:tcBorders>
              <w:left w:val="single" w:sz="4" w:space="0" w:color="auto"/>
            </w:tcBorders>
          </w:tcPr>
          <w:p w14:paraId="25BAFC09" w14:textId="77777777" w:rsidR="00D3481C" w:rsidRDefault="00D3481C" w:rsidP="002C2938">
            <w:pPr>
              <w:pStyle w:val="TableBody"/>
            </w:pPr>
          </w:p>
        </w:tc>
      </w:tr>
    </w:tbl>
    <w:p w14:paraId="397C744B" w14:textId="77777777" w:rsidR="000C16E3" w:rsidRDefault="000C16E3">
      <w:r>
        <w:br w:type="page"/>
      </w:r>
    </w:p>
    <w:tbl>
      <w:tblPr>
        <w:tblW w:w="0" w:type="auto"/>
        <w:tblLayout w:type="fixed"/>
        <w:tblLook w:val="01E0" w:firstRow="1" w:lastRow="1" w:firstColumn="1" w:lastColumn="1" w:noHBand="0" w:noVBand="0"/>
      </w:tblPr>
      <w:tblGrid>
        <w:gridCol w:w="18"/>
        <w:gridCol w:w="6462"/>
        <w:gridCol w:w="18"/>
        <w:gridCol w:w="2844"/>
        <w:gridCol w:w="18"/>
      </w:tblGrid>
      <w:tr w:rsidR="000C16E3" w:rsidRPr="00CD480D" w14:paraId="54D01A2E" w14:textId="77777777" w:rsidTr="003432B5">
        <w:trPr>
          <w:gridAfter w:val="1"/>
          <w:wAfter w:w="18" w:type="dxa"/>
        </w:trPr>
        <w:tc>
          <w:tcPr>
            <w:tcW w:w="6480" w:type="dxa"/>
            <w:gridSpan w:val="2"/>
            <w:tcBorders>
              <w:right w:val="single" w:sz="4" w:space="0" w:color="auto"/>
            </w:tcBorders>
          </w:tcPr>
          <w:p w14:paraId="7686413A" w14:textId="77777777" w:rsidR="000C16E3" w:rsidRPr="00A77D5B" w:rsidRDefault="000C16E3" w:rsidP="003432B5">
            <w:pPr>
              <w:pStyle w:val="Heading1"/>
            </w:pPr>
            <w:r>
              <w:lastRenderedPageBreak/>
              <w:br w:type="page"/>
            </w:r>
            <w:r w:rsidRPr="00A77D5B">
              <w:br w:type="page"/>
            </w:r>
            <w:r w:rsidRPr="00A77D5B">
              <w:br w:type="page"/>
            </w:r>
            <w:r w:rsidRPr="00A77D5B">
              <w:br w:type="page"/>
              <w:t>Chapter Outline</w:t>
            </w:r>
          </w:p>
        </w:tc>
        <w:tc>
          <w:tcPr>
            <w:tcW w:w="2862" w:type="dxa"/>
            <w:gridSpan w:val="2"/>
            <w:tcBorders>
              <w:left w:val="single" w:sz="4" w:space="0" w:color="auto"/>
            </w:tcBorders>
          </w:tcPr>
          <w:p w14:paraId="17814210" w14:textId="77777777" w:rsidR="000C16E3" w:rsidRPr="00CD480D" w:rsidRDefault="000C16E3" w:rsidP="003432B5">
            <w:pPr>
              <w:pStyle w:val="Heading1"/>
            </w:pPr>
            <w:r w:rsidRPr="00CD480D">
              <w:t>Teaching Notes</w:t>
            </w:r>
          </w:p>
        </w:tc>
      </w:tr>
      <w:tr w:rsidR="00C05F6D" w:rsidRPr="00937C2E" w14:paraId="02F561EC" w14:textId="77777777" w:rsidTr="00B3746E">
        <w:tc>
          <w:tcPr>
            <w:tcW w:w="9360" w:type="dxa"/>
            <w:gridSpan w:val="5"/>
            <w:tcBorders>
              <w:top w:val="single" w:sz="4" w:space="0" w:color="auto"/>
              <w:left w:val="single" w:sz="4" w:space="0" w:color="auto"/>
              <w:bottom w:val="single" w:sz="4" w:space="0" w:color="auto"/>
              <w:right w:val="single" w:sz="4" w:space="0" w:color="auto"/>
            </w:tcBorders>
          </w:tcPr>
          <w:p w14:paraId="4E8943A8" w14:textId="77777777" w:rsidR="00C05F6D" w:rsidRPr="00937C2E" w:rsidRDefault="00C05F6D" w:rsidP="002869BE">
            <w:pPr>
              <w:pStyle w:val="TableBody"/>
              <w:spacing w:before="60" w:after="60"/>
              <w:ind w:left="648" w:hanging="648"/>
              <w:rPr>
                <w:b/>
                <w:i/>
                <w:iCs/>
              </w:rPr>
            </w:pPr>
            <w:r w:rsidRPr="00937C2E">
              <w:rPr>
                <w:b/>
                <w:i/>
                <w:iCs/>
              </w:rPr>
              <w:t xml:space="preserve">LO </w:t>
            </w:r>
            <w:r w:rsidRPr="00C91923">
              <w:rPr>
                <w:b/>
                <w:bCs/>
                <w:i/>
              </w:rPr>
              <w:t>2-</w:t>
            </w:r>
            <w:r w:rsidRPr="00937C2E">
              <w:rPr>
                <w:b/>
                <w:i/>
                <w:iCs/>
              </w:rPr>
              <w:t xml:space="preserve">4 Prepare </w:t>
            </w:r>
            <w:r w:rsidRPr="005C5653">
              <w:rPr>
                <w:b/>
                <w:i/>
                <w:iCs/>
              </w:rPr>
              <w:t>a</w:t>
            </w:r>
            <w:r w:rsidR="002869BE">
              <w:rPr>
                <w:b/>
                <w:i/>
                <w:iCs/>
              </w:rPr>
              <w:t xml:space="preserve"> </w:t>
            </w:r>
            <w:r w:rsidRPr="005C5653">
              <w:rPr>
                <w:b/>
                <w:i/>
                <w:iCs/>
              </w:rPr>
              <w:t xml:space="preserve">trial balance and </w:t>
            </w:r>
            <w:r w:rsidRPr="00937C2E">
              <w:rPr>
                <w:b/>
                <w:i/>
                <w:iCs/>
              </w:rPr>
              <w:t>a classified balance sheet.</w:t>
            </w:r>
          </w:p>
        </w:tc>
      </w:tr>
      <w:tr w:rsidR="00C05F6D" w14:paraId="1B344AE9" w14:textId="77777777" w:rsidTr="007A4948">
        <w:tc>
          <w:tcPr>
            <w:tcW w:w="6498" w:type="dxa"/>
            <w:gridSpan w:val="3"/>
            <w:tcBorders>
              <w:top w:val="single" w:sz="4" w:space="0" w:color="auto"/>
              <w:right w:val="single" w:sz="4" w:space="0" w:color="auto"/>
            </w:tcBorders>
          </w:tcPr>
          <w:p w14:paraId="1ABA3EB4" w14:textId="77777777" w:rsidR="00C05F6D" w:rsidRDefault="00C05F6D" w:rsidP="007A4948">
            <w:pPr>
              <w:pStyle w:val="TableBody"/>
              <w:ind w:left="864" w:hanging="288"/>
            </w:pPr>
            <w:r>
              <w:t>F</w:t>
            </w:r>
            <w:r w:rsidRPr="00521317">
              <w:t>.</w:t>
            </w:r>
            <w:r w:rsidRPr="00521317">
              <w:tab/>
              <w:t xml:space="preserve">Preparing a </w:t>
            </w:r>
            <w:r w:rsidR="00D3481C">
              <w:t xml:space="preserve">Trial Balance and a </w:t>
            </w:r>
            <w:r w:rsidRPr="00521317">
              <w:t>Balance Sheet</w:t>
            </w:r>
          </w:p>
        </w:tc>
        <w:tc>
          <w:tcPr>
            <w:tcW w:w="2862" w:type="dxa"/>
            <w:gridSpan w:val="2"/>
            <w:tcBorders>
              <w:top w:val="single" w:sz="4" w:space="0" w:color="auto"/>
              <w:left w:val="single" w:sz="4" w:space="0" w:color="auto"/>
            </w:tcBorders>
          </w:tcPr>
          <w:p w14:paraId="76043A0F" w14:textId="77777777" w:rsidR="00C05F6D" w:rsidRDefault="00C05F6D" w:rsidP="009913CC">
            <w:pPr>
              <w:pStyle w:val="TableBody"/>
              <w:numPr>
                <w:ilvl w:val="0"/>
                <w:numId w:val="18"/>
              </w:numPr>
              <w:ind w:left="360"/>
            </w:pPr>
            <w:r>
              <w:t>Activity #6</w:t>
            </w:r>
          </w:p>
        </w:tc>
      </w:tr>
      <w:tr w:rsidR="000C16E3" w14:paraId="24148381" w14:textId="77777777" w:rsidTr="007A4948">
        <w:tc>
          <w:tcPr>
            <w:tcW w:w="6498" w:type="dxa"/>
            <w:gridSpan w:val="3"/>
            <w:tcBorders>
              <w:right w:val="single" w:sz="4" w:space="0" w:color="auto"/>
            </w:tcBorders>
          </w:tcPr>
          <w:p w14:paraId="402A910E" w14:textId="77777777" w:rsidR="000C16E3" w:rsidRPr="00742222" w:rsidRDefault="000C16E3" w:rsidP="000C16E3">
            <w:pPr>
              <w:pStyle w:val="TableBody"/>
              <w:ind w:left="1152" w:hanging="288"/>
            </w:pPr>
            <w:r w:rsidRPr="00742222">
              <w:t>1.</w:t>
            </w:r>
            <w:r w:rsidRPr="00742222">
              <w:tab/>
            </w:r>
            <w:r w:rsidRPr="000C16E3">
              <w:rPr>
                <w:b/>
              </w:rPr>
              <w:t>T</w:t>
            </w:r>
            <w:r w:rsidRPr="000C16E3">
              <w:rPr>
                <w:b/>
                <w:bCs/>
              </w:rPr>
              <w:t>rial balance</w:t>
            </w:r>
            <w:r>
              <w:t>––</w:t>
            </w:r>
            <w:r>
              <w:rPr>
                <w:bCs/>
              </w:rPr>
              <w:t xml:space="preserve">A list of all accounts with their balances to provide a check on the equality of the debits and credits; if the column totals are equal, a balance sheet can be prepared. </w:t>
            </w:r>
          </w:p>
        </w:tc>
        <w:tc>
          <w:tcPr>
            <w:tcW w:w="2862" w:type="dxa"/>
            <w:gridSpan w:val="2"/>
            <w:tcBorders>
              <w:left w:val="single" w:sz="4" w:space="0" w:color="auto"/>
            </w:tcBorders>
          </w:tcPr>
          <w:p w14:paraId="3C0B99B5" w14:textId="77777777" w:rsidR="000C16E3" w:rsidRPr="000C16E3" w:rsidRDefault="000C16E3" w:rsidP="000C16E3">
            <w:pPr>
              <w:pStyle w:val="TableBody"/>
            </w:pPr>
            <w:r w:rsidRPr="000C16E3">
              <w:t>Illustrated in Exhibit 2.1</w:t>
            </w:r>
            <w:r>
              <w:t>2</w:t>
            </w:r>
          </w:p>
        </w:tc>
      </w:tr>
      <w:tr w:rsidR="000C16E3" w14:paraId="5924668F" w14:textId="77777777" w:rsidTr="007A4948">
        <w:tc>
          <w:tcPr>
            <w:tcW w:w="6498" w:type="dxa"/>
            <w:gridSpan w:val="3"/>
            <w:tcBorders>
              <w:right w:val="single" w:sz="4" w:space="0" w:color="auto"/>
            </w:tcBorders>
          </w:tcPr>
          <w:p w14:paraId="4205C208" w14:textId="77777777" w:rsidR="000C16E3" w:rsidRPr="00EB241C" w:rsidRDefault="000C16E3" w:rsidP="000C16E3">
            <w:pPr>
              <w:pStyle w:val="TableBody"/>
              <w:ind w:left="1152" w:hanging="288"/>
            </w:pPr>
            <w:r>
              <w:t>2.</w:t>
            </w:r>
            <w:r>
              <w:tab/>
            </w:r>
            <w:r>
              <w:rPr>
                <w:b/>
                <w:bCs/>
              </w:rPr>
              <w:t>C</w:t>
            </w:r>
            <w:r w:rsidRPr="00521317">
              <w:rPr>
                <w:b/>
                <w:bCs/>
              </w:rPr>
              <w:t>lassified balance sheet</w:t>
            </w:r>
            <w:r>
              <w:t xml:space="preserve">––A balance sheet that classifies assets and </w:t>
            </w:r>
            <w:r w:rsidRPr="00D64B66">
              <w:t>liabilities</w:t>
            </w:r>
            <w:r>
              <w:t xml:space="preserve"> into current and other (long-term) categories</w:t>
            </w:r>
            <w:r w:rsidRPr="00D64B66">
              <w:t>.</w:t>
            </w:r>
          </w:p>
        </w:tc>
        <w:tc>
          <w:tcPr>
            <w:tcW w:w="2862" w:type="dxa"/>
            <w:gridSpan w:val="2"/>
            <w:tcBorders>
              <w:left w:val="single" w:sz="4" w:space="0" w:color="auto"/>
            </w:tcBorders>
          </w:tcPr>
          <w:p w14:paraId="71F18266" w14:textId="77777777" w:rsidR="000C16E3" w:rsidRDefault="000C16E3" w:rsidP="000C16E3">
            <w:pPr>
              <w:pStyle w:val="TableBody"/>
            </w:pPr>
            <w:r>
              <w:t xml:space="preserve">Illustrated in </w:t>
            </w:r>
            <w:r w:rsidRPr="00DE3A41">
              <w:t>Exhibit 2.</w:t>
            </w:r>
            <w:r>
              <w:t>13</w:t>
            </w:r>
          </w:p>
        </w:tc>
      </w:tr>
      <w:tr w:rsidR="000C16E3" w14:paraId="72A95E3A" w14:textId="77777777" w:rsidTr="007A4948">
        <w:tc>
          <w:tcPr>
            <w:tcW w:w="6498" w:type="dxa"/>
            <w:gridSpan w:val="3"/>
            <w:tcBorders>
              <w:right w:val="single" w:sz="4" w:space="0" w:color="auto"/>
            </w:tcBorders>
          </w:tcPr>
          <w:p w14:paraId="647F5E2E" w14:textId="77777777" w:rsidR="000C16E3" w:rsidRDefault="000C16E3" w:rsidP="000C16E3">
            <w:pPr>
              <w:pStyle w:val="TableBody"/>
              <w:ind w:left="1440" w:hanging="288"/>
            </w:pPr>
            <w:r>
              <w:t>a. Categories:</w:t>
            </w:r>
          </w:p>
        </w:tc>
        <w:tc>
          <w:tcPr>
            <w:tcW w:w="2862" w:type="dxa"/>
            <w:gridSpan w:val="2"/>
            <w:tcBorders>
              <w:left w:val="single" w:sz="4" w:space="0" w:color="auto"/>
            </w:tcBorders>
          </w:tcPr>
          <w:p w14:paraId="054CE993" w14:textId="77777777" w:rsidR="000C16E3" w:rsidRDefault="000C16E3" w:rsidP="000C16E3">
            <w:pPr>
              <w:pStyle w:val="TableBody"/>
            </w:pPr>
          </w:p>
        </w:tc>
      </w:tr>
      <w:tr w:rsidR="000C16E3" w14:paraId="3047FE89" w14:textId="77777777" w:rsidTr="00B3746E">
        <w:tc>
          <w:tcPr>
            <w:tcW w:w="6498" w:type="dxa"/>
            <w:gridSpan w:val="3"/>
            <w:tcBorders>
              <w:right w:val="single" w:sz="4" w:space="0" w:color="auto"/>
            </w:tcBorders>
          </w:tcPr>
          <w:p w14:paraId="6690CF41" w14:textId="77777777" w:rsidR="000C16E3" w:rsidRDefault="000C16E3" w:rsidP="000C16E3">
            <w:pPr>
              <w:pStyle w:val="TableBody"/>
              <w:ind w:left="1728" w:hanging="288"/>
            </w:pPr>
            <w:r>
              <w:t>i.</w:t>
            </w:r>
            <w:r>
              <w:tab/>
            </w:r>
            <w:r w:rsidRPr="00521317">
              <w:rPr>
                <w:b/>
                <w:bCs/>
              </w:rPr>
              <w:t>Current assets</w:t>
            </w:r>
            <w:r>
              <w:t xml:space="preserve">––Assets that will be </w:t>
            </w:r>
            <w:r w:rsidRPr="00D64B66">
              <w:t>used up or</w:t>
            </w:r>
            <w:r>
              <w:t xml:space="preserve"> turned </w:t>
            </w:r>
            <w:r w:rsidRPr="00D64B66">
              <w:t>into cash within 12</w:t>
            </w:r>
            <w:r>
              <w:t xml:space="preserve"> </w:t>
            </w:r>
            <w:r w:rsidRPr="00D64B66">
              <w:t xml:space="preserve">months </w:t>
            </w:r>
            <w:r>
              <w:t>or the next operating cycle, whichever is longer.</w:t>
            </w:r>
          </w:p>
        </w:tc>
        <w:tc>
          <w:tcPr>
            <w:tcW w:w="2862" w:type="dxa"/>
            <w:gridSpan w:val="2"/>
            <w:tcBorders>
              <w:left w:val="single" w:sz="4" w:space="0" w:color="auto"/>
            </w:tcBorders>
          </w:tcPr>
          <w:p w14:paraId="5C6BD7F0" w14:textId="77777777" w:rsidR="000C16E3" w:rsidRDefault="000C16E3" w:rsidP="000C16E3">
            <w:pPr>
              <w:pStyle w:val="TableBody"/>
            </w:pPr>
          </w:p>
        </w:tc>
      </w:tr>
      <w:tr w:rsidR="000C16E3" w14:paraId="0460B1D3" w14:textId="77777777" w:rsidTr="00B3746E">
        <w:tc>
          <w:tcPr>
            <w:tcW w:w="6498" w:type="dxa"/>
            <w:gridSpan w:val="3"/>
            <w:tcBorders>
              <w:right w:val="single" w:sz="4" w:space="0" w:color="auto"/>
            </w:tcBorders>
          </w:tcPr>
          <w:p w14:paraId="54FC9A45" w14:textId="77777777" w:rsidR="000C16E3" w:rsidRDefault="000C16E3" w:rsidP="000C16E3">
            <w:pPr>
              <w:pStyle w:val="TableBody"/>
              <w:ind w:left="1728" w:hanging="288"/>
            </w:pPr>
            <w:r>
              <w:t>ii.</w:t>
            </w:r>
            <w:r>
              <w:tab/>
            </w:r>
            <w:r w:rsidRPr="00521317">
              <w:rPr>
                <w:b/>
                <w:bCs/>
              </w:rPr>
              <w:t>Current liabilities</w:t>
            </w:r>
            <w:r>
              <w:t xml:space="preserve">––Short-term </w:t>
            </w:r>
            <w:r w:rsidRPr="00D64B66">
              <w:t>obligations that will be paid</w:t>
            </w:r>
            <w:r>
              <w:t xml:space="preserve"> in cash (or fulfilled with other current assets) </w:t>
            </w:r>
            <w:r w:rsidRPr="00D64B66">
              <w:t>within 12</w:t>
            </w:r>
            <w:r>
              <w:t xml:space="preserve"> </w:t>
            </w:r>
            <w:r w:rsidRPr="00D64B66">
              <w:t xml:space="preserve">months </w:t>
            </w:r>
            <w:r>
              <w:t>or the next operating cycle, whichever is longer.</w:t>
            </w:r>
          </w:p>
        </w:tc>
        <w:tc>
          <w:tcPr>
            <w:tcW w:w="2862" w:type="dxa"/>
            <w:gridSpan w:val="2"/>
            <w:tcBorders>
              <w:left w:val="single" w:sz="4" w:space="0" w:color="auto"/>
            </w:tcBorders>
          </w:tcPr>
          <w:p w14:paraId="79B7345C" w14:textId="77777777" w:rsidR="000C16E3" w:rsidRDefault="000C16E3" w:rsidP="000C16E3">
            <w:pPr>
              <w:pStyle w:val="TableBody"/>
            </w:pPr>
          </w:p>
        </w:tc>
      </w:tr>
      <w:tr w:rsidR="000C16E3" w14:paraId="358D94F9" w14:textId="77777777" w:rsidTr="00B3746E">
        <w:tc>
          <w:tcPr>
            <w:tcW w:w="6498" w:type="dxa"/>
            <w:gridSpan w:val="3"/>
            <w:tcBorders>
              <w:right w:val="single" w:sz="4" w:space="0" w:color="auto"/>
            </w:tcBorders>
          </w:tcPr>
          <w:p w14:paraId="0C929DA2" w14:textId="77777777" w:rsidR="000C16E3" w:rsidRDefault="000C16E3" w:rsidP="000C16E3">
            <w:pPr>
              <w:pStyle w:val="TableBody"/>
              <w:ind w:left="1728" w:hanging="288"/>
            </w:pPr>
            <w:r>
              <w:t>iii.</w:t>
            </w:r>
            <w:r>
              <w:tab/>
            </w:r>
            <w:r w:rsidRPr="00742222">
              <w:rPr>
                <w:b/>
              </w:rPr>
              <w:t>Nonc</w:t>
            </w:r>
            <w:r w:rsidRPr="00521317">
              <w:rPr>
                <w:b/>
                <w:bCs/>
              </w:rPr>
              <w:t>urrent</w:t>
            </w:r>
            <w:r>
              <w:t xml:space="preserve">––Long-term; assets and liabilities that do not meet the definition of current. </w:t>
            </w:r>
          </w:p>
        </w:tc>
        <w:tc>
          <w:tcPr>
            <w:tcW w:w="2862" w:type="dxa"/>
            <w:gridSpan w:val="2"/>
            <w:tcBorders>
              <w:left w:val="single" w:sz="4" w:space="0" w:color="auto"/>
            </w:tcBorders>
          </w:tcPr>
          <w:p w14:paraId="6FB6093E" w14:textId="77777777" w:rsidR="000C16E3" w:rsidRDefault="000C16E3" w:rsidP="000C16E3">
            <w:pPr>
              <w:pStyle w:val="TableBody"/>
            </w:pPr>
          </w:p>
        </w:tc>
      </w:tr>
      <w:tr w:rsidR="000C16E3" w:rsidRPr="000C16E3" w14:paraId="7DACB250" w14:textId="77777777" w:rsidTr="003432B5">
        <w:tc>
          <w:tcPr>
            <w:tcW w:w="6498" w:type="dxa"/>
            <w:gridSpan w:val="3"/>
            <w:tcBorders>
              <w:right w:val="single" w:sz="4" w:space="0" w:color="auto"/>
            </w:tcBorders>
          </w:tcPr>
          <w:p w14:paraId="1398DB44" w14:textId="77777777" w:rsidR="000C16E3" w:rsidRPr="000C16E3" w:rsidRDefault="000C16E3" w:rsidP="000C16E3">
            <w:pPr>
              <w:pStyle w:val="TableBody"/>
              <w:ind w:left="1440" w:hanging="288"/>
            </w:pPr>
            <w:r>
              <w:t>b.</w:t>
            </w:r>
            <w:r>
              <w:tab/>
            </w:r>
            <w:r w:rsidRPr="000C16E3">
              <w:rPr>
                <w:rStyle w:val="color2"/>
                <w:bCs/>
              </w:rPr>
              <w:t>Companies list assets in order of liquidity (how soon they will be used up or turned into cash) and liabilities in order of maturity (how soon they will be paid in cash or fulfilled by providing a service).</w:t>
            </w:r>
          </w:p>
        </w:tc>
        <w:tc>
          <w:tcPr>
            <w:tcW w:w="2862" w:type="dxa"/>
            <w:gridSpan w:val="2"/>
            <w:tcBorders>
              <w:left w:val="single" w:sz="4" w:space="0" w:color="auto"/>
            </w:tcBorders>
          </w:tcPr>
          <w:p w14:paraId="6A208C21" w14:textId="77777777" w:rsidR="000C16E3" w:rsidRPr="000C16E3" w:rsidRDefault="000C16E3" w:rsidP="000C16E3">
            <w:pPr>
              <w:pStyle w:val="TableBody"/>
            </w:pPr>
          </w:p>
        </w:tc>
      </w:tr>
      <w:tr w:rsidR="000C16E3" w:rsidRPr="00937C2E" w14:paraId="23F9BF2C" w14:textId="77777777" w:rsidTr="003432B5">
        <w:trPr>
          <w:gridBefore w:val="1"/>
          <w:wBefore w:w="18" w:type="dxa"/>
        </w:trPr>
        <w:tc>
          <w:tcPr>
            <w:tcW w:w="9342" w:type="dxa"/>
            <w:gridSpan w:val="4"/>
            <w:tcBorders>
              <w:top w:val="single" w:sz="4" w:space="0" w:color="auto"/>
              <w:left w:val="single" w:sz="4" w:space="0" w:color="auto"/>
              <w:bottom w:val="single" w:sz="4" w:space="0" w:color="auto"/>
              <w:right w:val="single" w:sz="4" w:space="0" w:color="auto"/>
            </w:tcBorders>
          </w:tcPr>
          <w:p w14:paraId="6541AF94" w14:textId="77777777" w:rsidR="000C16E3" w:rsidRPr="00937C2E" w:rsidRDefault="000C16E3" w:rsidP="000C16E3">
            <w:pPr>
              <w:pStyle w:val="TableBody"/>
              <w:spacing w:before="60" w:after="60"/>
              <w:ind w:left="648" w:hanging="648"/>
              <w:rPr>
                <w:b/>
                <w:i/>
                <w:iCs/>
              </w:rPr>
            </w:pPr>
            <w:r w:rsidRPr="00937C2E">
              <w:rPr>
                <w:b/>
                <w:i/>
                <w:iCs/>
              </w:rPr>
              <w:t xml:space="preserve">LO </w:t>
            </w:r>
            <w:r w:rsidRPr="00C91923">
              <w:rPr>
                <w:b/>
                <w:bCs/>
                <w:i/>
              </w:rPr>
              <w:t>2-</w:t>
            </w:r>
            <w:r w:rsidRPr="00937C2E">
              <w:rPr>
                <w:b/>
                <w:i/>
                <w:iCs/>
              </w:rPr>
              <w:t xml:space="preserve">5 </w:t>
            </w:r>
            <w:r w:rsidRPr="00AB3F25">
              <w:rPr>
                <w:b/>
                <w:i/>
                <w:iCs/>
              </w:rPr>
              <w:t>Interpret the balance sheet using the current ratio and an understanding of related concepts.</w:t>
            </w:r>
          </w:p>
        </w:tc>
      </w:tr>
      <w:tr w:rsidR="000C16E3" w14:paraId="06103B95" w14:textId="77777777" w:rsidTr="00B3746E">
        <w:trPr>
          <w:gridBefore w:val="1"/>
          <w:wBefore w:w="18" w:type="dxa"/>
        </w:trPr>
        <w:tc>
          <w:tcPr>
            <w:tcW w:w="6480" w:type="dxa"/>
            <w:gridSpan w:val="2"/>
            <w:tcBorders>
              <w:right w:val="single" w:sz="4" w:space="0" w:color="auto"/>
            </w:tcBorders>
          </w:tcPr>
          <w:p w14:paraId="3F27BEDF" w14:textId="77777777" w:rsidR="000C16E3" w:rsidRPr="00521317" w:rsidRDefault="000C16E3" w:rsidP="000C16E3">
            <w:pPr>
              <w:pStyle w:val="TableBody"/>
              <w:ind w:left="288" w:hanging="288"/>
            </w:pPr>
            <w:r>
              <w:br w:type="page"/>
            </w:r>
            <w:r w:rsidRPr="00521317">
              <w:t>III.</w:t>
            </w:r>
            <w:r w:rsidRPr="00521317">
              <w:tab/>
            </w:r>
            <w:r>
              <w:tab/>
            </w:r>
            <w:r w:rsidRPr="00521317">
              <w:t>Evaluate the Results</w:t>
            </w:r>
          </w:p>
        </w:tc>
        <w:tc>
          <w:tcPr>
            <w:tcW w:w="2862" w:type="dxa"/>
            <w:gridSpan w:val="2"/>
            <w:tcBorders>
              <w:left w:val="single" w:sz="4" w:space="0" w:color="auto"/>
            </w:tcBorders>
          </w:tcPr>
          <w:p w14:paraId="72D23A37" w14:textId="77777777" w:rsidR="000C16E3" w:rsidRDefault="000C16E3" w:rsidP="000C16E3">
            <w:pPr>
              <w:pStyle w:val="TableBody"/>
            </w:pPr>
          </w:p>
        </w:tc>
      </w:tr>
      <w:tr w:rsidR="000C16E3" w14:paraId="72E65CC1" w14:textId="77777777" w:rsidTr="00B3746E">
        <w:trPr>
          <w:gridBefore w:val="1"/>
          <w:wBefore w:w="18" w:type="dxa"/>
        </w:trPr>
        <w:tc>
          <w:tcPr>
            <w:tcW w:w="6480" w:type="dxa"/>
            <w:gridSpan w:val="2"/>
            <w:tcBorders>
              <w:right w:val="single" w:sz="4" w:space="0" w:color="auto"/>
            </w:tcBorders>
          </w:tcPr>
          <w:p w14:paraId="37CA7050" w14:textId="77777777" w:rsidR="000C16E3" w:rsidRPr="00521317" w:rsidRDefault="000C16E3" w:rsidP="000C16E3">
            <w:pPr>
              <w:pStyle w:val="TableBody"/>
              <w:ind w:left="576"/>
              <w:rPr>
                <w:i/>
                <w:iCs/>
              </w:rPr>
            </w:pPr>
            <w:r w:rsidRPr="00521317">
              <w:t>A.</w:t>
            </w:r>
            <w:r w:rsidRPr="00521317">
              <w:tab/>
            </w:r>
            <w:r>
              <w:t>Assessing the Ability to Pay</w:t>
            </w:r>
          </w:p>
        </w:tc>
        <w:tc>
          <w:tcPr>
            <w:tcW w:w="2862" w:type="dxa"/>
            <w:gridSpan w:val="2"/>
            <w:tcBorders>
              <w:left w:val="single" w:sz="4" w:space="0" w:color="auto"/>
            </w:tcBorders>
          </w:tcPr>
          <w:p w14:paraId="6C4374D7" w14:textId="77777777" w:rsidR="000C16E3" w:rsidRDefault="000C16E3" w:rsidP="000C16E3">
            <w:pPr>
              <w:pStyle w:val="TableBody"/>
            </w:pPr>
          </w:p>
        </w:tc>
      </w:tr>
      <w:tr w:rsidR="000C16E3" w14:paraId="57FAEC1F" w14:textId="77777777" w:rsidTr="00B3746E">
        <w:trPr>
          <w:gridBefore w:val="1"/>
          <w:wBefore w:w="18" w:type="dxa"/>
        </w:trPr>
        <w:tc>
          <w:tcPr>
            <w:tcW w:w="6480" w:type="dxa"/>
            <w:gridSpan w:val="2"/>
            <w:tcBorders>
              <w:right w:val="single" w:sz="4" w:space="0" w:color="auto"/>
            </w:tcBorders>
          </w:tcPr>
          <w:p w14:paraId="0A8153AC" w14:textId="77777777" w:rsidR="000C16E3" w:rsidRPr="00521317" w:rsidRDefault="000C16E3" w:rsidP="000C16E3">
            <w:pPr>
              <w:pStyle w:val="TableBody"/>
              <w:ind w:left="1152" w:hanging="288"/>
            </w:pPr>
            <w:r>
              <w:t>1.</w:t>
            </w:r>
            <w:r>
              <w:tab/>
            </w:r>
            <w:r w:rsidRPr="00B3746E">
              <w:t>The classified balance sheet format makes it easy to see whether current assets are sufficient</w:t>
            </w:r>
            <w:r>
              <w:t xml:space="preserve"> </w:t>
            </w:r>
            <w:r w:rsidRPr="00B3746E">
              <w:t>to pay current liabilities</w:t>
            </w:r>
            <w:r>
              <w:t>.</w:t>
            </w:r>
          </w:p>
        </w:tc>
        <w:tc>
          <w:tcPr>
            <w:tcW w:w="2862" w:type="dxa"/>
            <w:gridSpan w:val="2"/>
            <w:tcBorders>
              <w:left w:val="single" w:sz="4" w:space="0" w:color="auto"/>
            </w:tcBorders>
          </w:tcPr>
          <w:p w14:paraId="1E73B531" w14:textId="77777777" w:rsidR="000C16E3" w:rsidRDefault="000C16E3" w:rsidP="000C16E3">
            <w:pPr>
              <w:pStyle w:val="TableBody"/>
            </w:pPr>
            <w:r>
              <w:t>The “Spotlight on Financial Reporting” feature explains how analysts reacted to</w:t>
            </w:r>
          </w:p>
        </w:tc>
      </w:tr>
      <w:tr w:rsidR="000C16E3" w14:paraId="29E0D72A" w14:textId="77777777" w:rsidTr="00B3746E">
        <w:trPr>
          <w:gridBefore w:val="1"/>
          <w:wBefore w:w="18" w:type="dxa"/>
        </w:trPr>
        <w:tc>
          <w:tcPr>
            <w:tcW w:w="6480" w:type="dxa"/>
            <w:gridSpan w:val="2"/>
            <w:tcBorders>
              <w:right w:val="single" w:sz="4" w:space="0" w:color="auto"/>
            </w:tcBorders>
          </w:tcPr>
          <w:p w14:paraId="50413A80" w14:textId="77777777" w:rsidR="000C16E3" w:rsidRPr="00521317" w:rsidRDefault="000C16E3" w:rsidP="000C16E3">
            <w:pPr>
              <w:pStyle w:val="TableBody"/>
              <w:ind w:left="1152" w:hanging="288"/>
            </w:pPr>
            <w:r>
              <w:t>2.</w:t>
            </w:r>
            <w:r>
              <w:tab/>
            </w:r>
            <w:r w:rsidRPr="00B3746E">
              <w:t>The only problem with this approach is that looking at total dollar amounts can</w:t>
            </w:r>
            <w:r>
              <w:t xml:space="preserve"> </w:t>
            </w:r>
            <w:r w:rsidRPr="00B3746E">
              <w:t>be awkward, especially if we want to compare across several companies</w:t>
            </w:r>
            <w:r>
              <w:t>.</w:t>
            </w:r>
          </w:p>
        </w:tc>
        <w:tc>
          <w:tcPr>
            <w:tcW w:w="2862" w:type="dxa"/>
            <w:gridSpan w:val="2"/>
            <w:tcBorders>
              <w:left w:val="single" w:sz="4" w:space="0" w:color="auto"/>
            </w:tcBorders>
          </w:tcPr>
          <w:p w14:paraId="716E2726" w14:textId="77777777" w:rsidR="000C16E3" w:rsidRDefault="000C16E3" w:rsidP="000C16E3">
            <w:pPr>
              <w:pStyle w:val="TableBody"/>
            </w:pPr>
            <w:r>
              <w:t>Facebook’s high current ratio and Expedia’s low current ratio</w:t>
            </w:r>
            <w:r w:rsidR="008F0FA7">
              <w:t>.</w:t>
            </w:r>
          </w:p>
        </w:tc>
      </w:tr>
      <w:tr w:rsidR="000C16E3" w14:paraId="01E716B8" w14:textId="77777777" w:rsidTr="00B3746E">
        <w:trPr>
          <w:gridBefore w:val="1"/>
          <w:wBefore w:w="18" w:type="dxa"/>
        </w:trPr>
        <w:tc>
          <w:tcPr>
            <w:tcW w:w="6480" w:type="dxa"/>
            <w:gridSpan w:val="2"/>
            <w:tcBorders>
              <w:right w:val="single" w:sz="4" w:space="0" w:color="auto"/>
            </w:tcBorders>
          </w:tcPr>
          <w:p w14:paraId="31AB3190" w14:textId="77777777" w:rsidR="000C16E3" w:rsidRPr="00742222" w:rsidRDefault="000C16E3" w:rsidP="000C16E3">
            <w:pPr>
              <w:pStyle w:val="TableBody"/>
              <w:ind w:left="1152" w:hanging="288"/>
            </w:pPr>
            <w:r w:rsidRPr="00742222">
              <w:t>3.</w:t>
            </w:r>
            <w:r w:rsidRPr="00742222">
              <w:tab/>
              <w:t>Current Ratio</w:t>
            </w:r>
          </w:p>
        </w:tc>
        <w:tc>
          <w:tcPr>
            <w:tcW w:w="2862" w:type="dxa"/>
            <w:gridSpan w:val="2"/>
            <w:tcBorders>
              <w:left w:val="single" w:sz="4" w:space="0" w:color="auto"/>
            </w:tcBorders>
          </w:tcPr>
          <w:p w14:paraId="0F9929D9" w14:textId="77777777" w:rsidR="000C16E3" w:rsidRPr="006A6D04" w:rsidRDefault="000C16E3" w:rsidP="000C16E3">
            <w:pPr>
              <w:pStyle w:val="TableBody"/>
              <w:numPr>
                <w:ilvl w:val="0"/>
                <w:numId w:val="18"/>
              </w:numPr>
              <w:ind w:left="360"/>
            </w:pPr>
            <w:r>
              <w:t>Activity #7</w:t>
            </w:r>
          </w:p>
        </w:tc>
      </w:tr>
      <w:tr w:rsidR="000C16E3" w14:paraId="28780B4E" w14:textId="77777777" w:rsidTr="00B3746E">
        <w:trPr>
          <w:gridBefore w:val="1"/>
          <w:wBefore w:w="18" w:type="dxa"/>
        </w:trPr>
        <w:tc>
          <w:tcPr>
            <w:tcW w:w="6480" w:type="dxa"/>
            <w:gridSpan w:val="2"/>
            <w:tcBorders>
              <w:right w:val="single" w:sz="4" w:space="0" w:color="auto"/>
            </w:tcBorders>
          </w:tcPr>
          <w:p w14:paraId="195F3CC1" w14:textId="77777777" w:rsidR="000C16E3" w:rsidRPr="00521317" w:rsidRDefault="000C16E3" w:rsidP="000C16E3">
            <w:pPr>
              <w:pStyle w:val="TableBody"/>
              <w:ind w:left="1440" w:hanging="288"/>
            </w:pPr>
            <w:r>
              <w:t>a.</w:t>
            </w:r>
            <w:r>
              <w:tab/>
              <w:t>Current assets divided by current liabilities.</w:t>
            </w:r>
          </w:p>
        </w:tc>
        <w:tc>
          <w:tcPr>
            <w:tcW w:w="2862" w:type="dxa"/>
            <w:gridSpan w:val="2"/>
            <w:tcBorders>
              <w:left w:val="single" w:sz="4" w:space="0" w:color="auto"/>
            </w:tcBorders>
          </w:tcPr>
          <w:p w14:paraId="75AA7C86" w14:textId="77777777" w:rsidR="000C16E3" w:rsidRDefault="000C16E3" w:rsidP="000C16E3">
            <w:pPr>
              <w:pStyle w:val="TableBody"/>
            </w:pPr>
          </w:p>
        </w:tc>
      </w:tr>
      <w:tr w:rsidR="000C16E3" w14:paraId="64E89F82" w14:textId="77777777" w:rsidTr="00B3746E">
        <w:trPr>
          <w:gridBefore w:val="1"/>
          <w:wBefore w:w="18" w:type="dxa"/>
        </w:trPr>
        <w:tc>
          <w:tcPr>
            <w:tcW w:w="6480" w:type="dxa"/>
            <w:gridSpan w:val="2"/>
            <w:tcBorders>
              <w:right w:val="single" w:sz="4" w:space="0" w:color="auto"/>
            </w:tcBorders>
          </w:tcPr>
          <w:p w14:paraId="20567519" w14:textId="77777777" w:rsidR="000C16E3" w:rsidRPr="00521317" w:rsidRDefault="000C16E3" w:rsidP="000C16E3">
            <w:pPr>
              <w:pStyle w:val="TableBody"/>
              <w:ind w:left="1440" w:hanging="288"/>
            </w:pPr>
            <w:r>
              <w:t>b.</w:t>
            </w:r>
            <w:r>
              <w:tab/>
              <w:t xml:space="preserve">Used </w:t>
            </w:r>
            <w:r w:rsidRPr="00B3746E">
              <w:t>to evaluate the ability to pay</w:t>
            </w:r>
            <w:r>
              <w:t xml:space="preserve"> </w:t>
            </w:r>
            <w:r w:rsidRPr="00B3746E">
              <w:t>liabilities as they come due in the short run.</w:t>
            </w:r>
          </w:p>
        </w:tc>
        <w:tc>
          <w:tcPr>
            <w:tcW w:w="2862" w:type="dxa"/>
            <w:gridSpan w:val="2"/>
            <w:tcBorders>
              <w:left w:val="single" w:sz="4" w:space="0" w:color="auto"/>
            </w:tcBorders>
          </w:tcPr>
          <w:p w14:paraId="2FD6F7AE" w14:textId="77777777" w:rsidR="000C16E3" w:rsidRDefault="000C16E3" w:rsidP="000C16E3">
            <w:pPr>
              <w:pStyle w:val="TableBody"/>
            </w:pPr>
          </w:p>
        </w:tc>
      </w:tr>
      <w:tr w:rsidR="00445570" w14:paraId="38BDF4BD" w14:textId="77777777" w:rsidTr="00847472">
        <w:trPr>
          <w:gridBefore w:val="1"/>
          <w:wBefore w:w="18" w:type="dxa"/>
        </w:trPr>
        <w:tc>
          <w:tcPr>
            <w:tcW w:w="6480" w:type="dxa"/>
            <w:gridSpan w:val="2"/>
            <w:tcBorders>
              <w:right w:val="single" w:sz="4" w:space="0" w:color="auto"/>
            </w:tcBorders>
          </w:tcPr>
          <w:p w14:paraId="4B3C1B23" w14:textId="77777777" w:rsidR="00445570" w:rsidRPr="00521317" w:rsidRDefault="00445570" w:rsidP="00445570">
            <w:pPr>
              <w:pStyle w:val="TableBody"/>
              <w:ind w:left="1440" w:hanging="288"/>
            </w:pPr>
            <w:r>
              <w:t>c.</w:t>
            </w:r>
            <w:r>
              <w:tab/>
            </w:r>
            <w:r w:rsidRPr="00B3746E">
              <w:t>Generally speaking, a high ratio suggests</w:t>
            </w:r>
            <w:r>
              <w:t xml:space="preserve"> </w:t>
            </w:r>
            <w:r w:rsidRPr="00B3746E">
              <w:t>good liquidity.</w:t>
            </w:r>
          </w:p>
        </w:tc>
        <w:tc>
          <w:tcPr>
            <w:tcW w:w="2862" w:type="dxa"/>
            <w:gridSpan w:val="2"/>
            <w:tcBorders>
              <w:left w:val="single" w:sz="4" w:space="0" w:color="auto"/>
            </w:tcBorders>
          </w:tcPr>
          <w:p w14:paraId="5BE9F08B" w14:textId="77777777" w:rsidR="00445570" w:rsidRDefault="00445570" w:rsidP="00445570">
            <w:pPr>
              <w:pStyle w:val="TableBody"/>
            </w:pPr>
            <w:r>
              <w:t xml:space="preserve">Illustrated in </w:t>
            </w:r>
            <w:r w:rsidRPr="00DE3A41">
              <w:t>Exhibit 2.</w:t>
            </w:r>
            <w:r>
              <w:t>1</w:t>
            </w:r>
            <w:r w:rsidR="000803B5">
              <w:t>4</w:t>
            </w:r>
          </w:p>
        </w:tc>
      </w:tr>
      <w:tr w:rsidR="00445570" w14:paraId="6A996FE8" w14:textId="77777777" w:rsidTr="00847472">
        <w:trPr>
          <w:gridBefore w:val="1"/>
          <w:wBefore w:w="18" w:type="dxa"/>
        </w:trPr>
        <w:tc>
          <w:tcPr>
            <w:tcW w:w="6480" w:type="dxa"/>
            <w:gridSpan w:val="2"/>
            <w:tcBorders>
              <w:right w:val="single" w:sz="4" w:space="0" w:color="auto"/>
            </w:tcBorders>
          </w:tcPr>
          <w:p w14:paraId="6A62D43E" w14:textId="77777777" w:rsidR="00445570" w:rsidRPr="00521317" w:rsidRDefault="00445570" w:rsidP="00445570">
            <w:pPr>
              <w:pStyle w:val="TableBody"/>
              <w:ind w:left="576"/>
              <w:rPr>
                <w:i/>
                <w:iCs/>
              </w:rPr>
            </w:pPr>
            <w:r>
              <w:t>B</w:t>
            </w:r>
            <w:r w:rsidRPr="00521317">
              <w:t>.</w:t>
            </w:r>
            <w:r w:rsidRPr="00521317">
              <w:tab/>
            </w:r>
            <w:r>
              <w:t>Balance Sheet Concepts and Values</w:t>
            </w:r>
          </w:p>
        </w:tc>
        <w:tc>
          <w:tcPr>
            <w:tcW w:w="2862" w:type="dxa"/>
            <w:gridSpan w:val="2"/>
            <w:tcBorders>
              <w:left w:val="single" w:sz="4" w:space="0" w:color="auto"/>
            </w:tcBorders>
          </w:tcPr>
          <w:p w14:paraId="6C7549B4" w14:textId="77777777" w:rsidR="00445570" w:rsidRDefault="00445570" w:rsidP="00445570">
            <w:pPr>
              <w:pStyle w:val="TableBody"/>
            </w:pPr>
          </w:p>
        </w:tc>
      </w:tr>
      <w:tr w:rsidR="00445570" w14:paraId="353476B8" w14:textId="77777777" w:rsidTr="00B3746E">
        <w:trPr>
          <w:gridBefore w:val="1"/>
          <w:wBefore w:w="18" w:type="dxa"/>
        </w:trPr>
        <w:tc>
          <w:tcPr>
            <w:tcW w:w="6480" w:type="dxa"/>
            <w:gridSpan w:val="2"/>
            <w:tcBorders>
              <w:right w:val="single" w:sz="4" w:space="0" w:color="auto"/>
            </w:tcBorders>
          </w:tcPr>
          <w:p w14:paraId="1B66F851" w14:textId="77777777" w:rsidR="00445570" w:rsidRPr="00EB241C" w:rsidRDefault="00445570" w:rsidP="00445570">
            <w:pPr>
              <w:pStyle w:val="TableBody"/>
              <w:ind w:left="1152" w:hanging="288"/>
            </w:pPr>
            <w:r>
              <w:t>1.</w:t>
            </w:r>
            <w:r>
              <w:tab/>
            </w:r>
            <w:r w:rsidRPr="00D64B66">
              <w:t xml:space="preserve">Some mistakenly believe the </w:t>
            </w:r>
            <w:r>
              <w:t xml:space="preserve">purpose of a </w:t>
            </w:r>
            <w:r w:rsidRPr="00D64B66">
              <w:t xml:space="preserve">balance sheet </w:t>
            </w:r>
            <w:r>
              <w:t>is to report</w:t>
            </w:r>
            <w:r w:rsidRPr="00D64B66">
              <w:t xml:space="preserve"> what a business is actually</w:t>
            </w:r>
            <w:r>
              <w:t xml:space="preserve"> </w:t>
            </w:r>
            <w:r w:rsidRPr="00D64B66">
              <w:t>worth</w:t>
            </w:r>
            <w:r>
              <w:t>.</w:t>
            </w:r>
          </w:p>
        </w:tc>
        <w:tc>
          <w:tcPr>
            <w:tcW w:w="2862" w:type="dxa"/>
            <w:gridSpan w:val="2"/>
            <w:tcBorders>
              <w:left w:val="single" w:sz="4" w:space="0" w:color="auto"/>
            </w:tcBorders>
          </w:tcPr>
          <w:p w14:paraId="5850F784" w14:textId="77777777" w:rsidR="00445570" w:rsidRDefault="00445570" w:rsidP="00445570">
            <w:pPr>
              <w:pStyle w:val="TableBody"/>
            </w:pPr>
          </w:p>
        </w:tc>
      </w:tr>
      <w:tr w:rsidR="00445570" w14:paraId="3D2709B9" w14:textId="77777777" w:rsidTr="00B3746E">
        <w:trPr>
          <w:gridBefore w:val="1"/>
          <w:wBefore w:w="18" w:type="dxa"/>
        </w:trPr>
        <w:tc>
          <w:tcPr>
            <w:tcW w:w="6480" w:type="dxa"/>
            <w:gridSpan w:val="2"/>
            <w:tcBorders>
              <w:right w:val="single" w:sz="4" w:space="0" w:color="auto"/>
            </w:tcBorders>
          </w:tcPr>
          <w:p w14:paraId="38BB3CAC" w14:textId="77777777" w:rsidR="00445570" w:rsidRDefault="00445570" w:rsidP="00445570">
            <w:pPr>
              <w:pStyle w:val="TableBody"/>
              <w:ind w:left="1152" w:hanging="288"/>
            </w:pPr>
            <w:r>
              <w:t>2.</w:t>
            </w:r>
            <w:r>
              <w:tab/>
            </w:r>
            <w:r w:rsidRPr="00D64B66">
              <w:t xml:space="preserve">In fact, </w:t>
            </w:r>
            <w:r w:rsidRPr="00445570">
              <w:rPr>
                <w:i/>
              </w:rPr>
              <w:t>net worth</w:t>
            </w:r>
            <w:r w:rsidRPr="00D64B66">
              <w:t xml:space="preserve"> is a term that many accountants and analysts use when referring to stockholders’ equity.</w:t>
            </w:r>
          </w:p>
        </w:tc>
        <w:tc>
          <w:tcPr>
            <w:tcW w:w="2862" w:type="dxa"/>
            <w:gridSpan w:val="2"/>
            <w:tcBorders>
              <w:left w:val="single" w:sz="4" w:space="0" w:color="auto"/>
            </w:tcBorders>
          </w:tcPr>
          <w:p w14:paraId="0213656F" w14:textId="77777777" w:rsidR="00445570" w:rsidRDefault="00445570" w:rsidP="00445570">
            <w:pPr>
              <w:pStyle w:val="TableBody"/>
            </w:pPr>
          </w:p>
        </w:tc>
      </w:tr>
    </w:tbl>
    <w:p w14:paraId="1DACD31B" w14:textId="77777777" w:rsidR="00445570" w:rsidRDefault="00445570">
      <w:r>
        <w:br w:type="page"/>
      </w:r>
    </w:p>
    <w:tbl>
      <w:tblPr>
        <w:tblW w:w="0" w:type="auto"/>
        <w:tblLayout w:type="fixed"/>
        <w:tblLook w:val="01E0" w:firstRow="1" w:lastRow="1" w:firstColumn="1" w:lastColumn="1" w:noHBand="0" w:noVBand="0"/>
      </w:tblPr>
      <w:tblGrid>
        <w:gridCol w:w="18"/>
        <w:gridCol w:w="6462"/>
        <w:gridCol w:w="18"/>
        <w:gridCol w:w="2844"/>
        <w:gridCol w:w="18"/>
      </w:tblGrid>
      <w:tr w:rsidR="00445570" w:rsidRPr="00CD480D" w14:paraId="79FF22E2" w14:textId="77777777" w:rsidTr="003432B5">
        <w:trPr>
          <w:gridAfter w:val="1"/>
          <w:wAfter w:w="18" w:type="dxa"/>
        </w:trPr>
        <w:tc>
          <w:tcPr>
            <w:tcW w:w="6480" w:type="dxa"/>
            <w:gridSpan w:val="2"/>
            <w:tcBorders>
              <w:right w:val="single" w:sz="4" w:space="0" w:color="auto"/>
            </w:tcBorders>
          </w:tcPr>
          <w:p w14:paraId="0A2B7593" w14:textId="77777777" w:rsidR="00445570" w:rsidRPr="00A77D5B" w:rsidRDefault="00445570" w:rsidP="003432B5">
            <w:pPr>
              <w:pStyle w:val="Heading1"/>
            </w:pPr>
            <w:r>
              <w:lastRenderedPageBreak/>
              <w:br w:type="page"/>
            </w:r>
            <w:r w:rsidRPr="00A77D5B">
              <w:br w:type="page"/>
            </w:r>
            <w:r w:rsidRPr="00A77D5B">
              <w:br w:type="page"/>
            </w:r>
            <w:r w:rsidRPr="00A77D5B">
              <w:br w:type="page"/>
              <w:t>Chapter Outline</w:t>
            </w:r>
          </w:p>
        </w:tc>
        <w:tc>
          <w:tcPr>
            <w:tcW w:w="2862" w:type="dxa"/>
            <w:gridSpan w:val="2"/>
            <w:tcBorders>
              <w:left w:val="single" w:sz="4" w:space="0" w:color="auto"/>
            </w:tcBorders>
          </w:tcPr>
          <w:p w14:paraId="404A35CF" w14:textId="77777777" w:rsidR="00445570" w:rsidRPr="00CD480D" w:rsidRDefault="00445570" w:rsidP="003432B5">
            <w:pPr>
              <w:pStyle w:val="Heading1"/>
            </w:pPr>
            <w:r w:rsidRPr="00CD480D">
              <w:t>Teaching Notes</w:t>
            </w:r>
          </w:p>
        </w:tc>
      </w:tr>
      <w:tr w:rsidR="000C16E3" w14:paraId="66C29380" w14:textId="77777777" w:rsidTr="00445570">
        <w:trPr>
          <w:gridBefore w:val="1"/>
          <w:wBefore w:w="18" w:type="dxa"/>
        </w:trPr>
        <w:tc>
          <w:tcPr>
            <w:tcW w:w="6480" w:type="dxa"/>
            <w:gridSpan w:val="2"/>
            <w:tcBorders>
              <w:right w:val="single" w:sz="4" w:space="0" w:color="auto"/>
            </w:tcBorders>
          </w:tcPr>
          <w:p w14:paraId="4BEA2C64" w14:textId="77777777" w:rsidR="000C16E3" w:rsidRPr="00D64B66" w:rsidRDefault="000C16E3" w:rsidP="000C16E3">
            <w:pPr>
              <w:pStyle w:val="TableBody"/>
              <w:ind w:left="1152" w:hanging="288"/>
            </w:pPr>
            <w:r>
              <w:t>3.</w:t>
            </w:r>
            <w:r>
              <w:tab/>
            </w:r>
            <w:r w:rsidRPr="00D64B66">
              <w:t>The answer comes from knowing that accounting is based on recording and reporting</w:t>
            </w:r>
            <w:r>
              <w:t xml:space="preserve"> transactions:</w:t>
            </w:r>
          </w:p>
        </w:tc>
        <w:tc>
          <w:tcPr>
            <w:tcW w:w="2862" w:type="dxa"/>
            <w:gridSpan w:val="2"/>
            <w:tcBorders>
              <w:left w:val="single" w:sz="4" w:space="0" w:color="auto"/>
            </w:tcBorders>
          </w:tcPr>
          <w:p w14:paraId="71B5CE91" w14:textId="77777777" w:rsidR="000C16E3" w:rsidRPr="00122B31" w:rsidRDefault="000C16E3" w:rsidP="000C16E3">
            <w:pPr>
              <w:pStyle w:val="TableBody"/>
              <w:rPr>
                <w:i/>
              </w:rPr>
            </w:pPr>
          </w:p>
        </w:tc>
      </w:tr>
      <w:tr w:rsidR="000C16E3" w14:paraId="1E98A2E0" w14:textId="77777777" w:rsidTr="00445570">
        <w:trPr>
          <w:gridBefore w:val="1"/>
          <w:wBefore w:w="18" w:type="dxa"/>
        </w:trPr>
        <w:tc>
          <w:tcPr>
            <w:tcW w:w="6480" w:type="dxa"/>
            <w:gridSpan w:val="2"/>
            <w:tcBorders>
              <w:right w:val="single" w:sz="4" w:space="0" w:color="auto"/>
            </w:tcBorders>
          </w:tcPr>
          <w:p w14:paraId="51A17508" w14:textId="77777777" w:rsidR="000C16E3" w:rsidRPr="00D64B66" w:rsidRDefault="000C16E3" w:rsidP="000C16E3">
            <w:pPr>
              <w:pStyle w:val="TableBody"/>
              <w:ind w:left="1440" w:hanging="288"/>
            </w:pPr>
            <w:r w:rsidRPr="00D64B66">
              <w:t>a.</w:t>
            </w:r>
            <w:r w:rsidRPr="00D64B66">
              <w:tab/>
              <w:t>What is (and is not) recorded?</w:t>
            </w:r>
            <w:r>
              <w:t xml:space="preserve"> </w:t>
            </w:r>
          </w:p>
        </w:tc>
        <w:tc>
          <w:tcPr>
            <w:tcW w:w="2862" w:type="dxa"/>
            <w:gridSpan w:val="2"/>
            <w:tcBorders>
              <w:left w:val="single" w:sz="4" w:space="0" w:color="auto"/>
            </w:tcBorders>
          </w:tcPr>
          <w:p w14:paraId="3A13A473" w14:textId="77777777" w:rsidR="000C16E3" w:rsidRDefault="000C16E3" w:rsidP="000C16E3">
            <w:pPr>
              <w:pStyle w:val="TableBody"/>
            </w:pPr>
          </w:p>
        </w:tc>
      </w:tr>
      <w:tr w:rsidR="000C16E3" w14:paraId="4011C970" w14:textId="77777777" w:rsidTr="00445570">
        <w:trPr>
          <w:gridBefore w:val="1"/>
          <w:wBefore w:w="18" w:type="dxa"/>
        </w:trPr>
        <w:tc>
          <w:tcPr>
            <w:tcW w:w="6480" w:type="dxa"/>
            <w:gridSpan w:val="2"/>
            <w:tcBorders>
              <w:right w:val="single" w:sz="4" w:space="0" w:color="auto"/>
            </w:tcBorders>
          </w:tcPr>
          <w:p w14:paraId="60AD2FB5" w14:textId="77777777" w:rsidR="000C16E3" w:rsidRDefault="000C16E3" w:rsidP="000C16E3">
            <w:pPr>
              <w:pStyle w:val="TableBody"/>
              <w:ind w:left="1728" w:hanging="288"/>
            </w:pPr>
            <w:r>
              <w:t>i.</w:t>
            </w:r>
            <w:r>
              <w:tab/>
              <w:t>Only measurable exchanges are recorded.</w:t>
            </w:r>
          </w:p>
        </w:tc>
        <w:tc>
          <w:tcPr>
            <w:tcW w:w="2862" w:type="dxa"/>
            <w:gridSpan w:val="2"/>
            <w:tcBorders>
              <w:left w:val="single" w:sz="4" w:space="0" w:color="auto"/>
            </w:tcBorders>
          </w:tcPr>
          <w:p w14:paraId="6F0C25C4" w14:textId="77777777" w:rsidR="000C16E3" w:rsidRDefault="000C16E3" w:rsidP="000C16E3">
            <w:pPr>
              <w:pStyle w:val="TableBody"/>
            </w:pPr>
          </w:p>
        </w:tc>
      </w:tr>
      <w:tr w:rsidR="000C16E3" w14:paraId="50E33E8E" w14:textId="77777777" w:rsidTr="00445570">
        <w:trPr>
          <w:gridBefore w:val="1"/>
          <w:wBefore w:w="18" w:type="dxa"/>
        </w:trPr>
        <w:tc>
          <w:tcPr>
            <w:tcW w:w="6480" w:type="dxa"/>
            <w:gridSpan w:val="2"/>
            <w:tcBorders>
              <w:right w:val="single" w:sz="4" w:space="0" w:color="auto"/>
            </w:tcBorders>
          </w:tcPr>
          <w:p w14:paraId="0569A3A2" w14:textId="77777777" w:rsidR="000C16E3" w:rsidRDefault="000C16E3" w:rsidP="000C16E3">
            <w:pPr>
              <w:pStyle w:val="TableBody"/>
              <w:ind w:left="1728" w:hanging="288"/>
            </w:pPr>
            <w:r>
              <w:t>ii.</w:t>
            </w:r>
            <w:r>
              <w:tab/>
              <w:t xml:space="preserve">Items not </w:t>
            </w:r>
            <w:r w:rsidRPr="00122B31">
              <w:t>acquired in an exchange</w:t>
            </w:r>
            <w:r>
              <w:t xml:space="preserve"> are </w:t>
            </w:r>
            <w:r w:rsidRPr="00122B31">
              <w:t xml:space="preserve">not </w:t>
            </w:r>
            <w:r>
              <w:t xml:space="preserve">listed </w:t>
            </w:r>
            <w:r w:rsidRPr="00122B31">
              <w:t>on the balance sheet</w:t>
            </w:r>
            <w:r w:rsidR="00445570">
              <w:t xml:space="preserve"> but they can still affect the value of a company.</w:t>
            </w:r>
          </w:p>
        </w:tc>
        <w:tc>
          <w:tcPr>
            <w:tcW w:w="2862" w:type="dxa"/>
            <w:gridSpan w:val="2"/>
            <w:tcBorders>
              <w:left w:val="single" w:sz="4" w:space="0" w:color="auto"/>
            </w:tcBorders>
          </w:tcPr>
          <w:p w14:paraId="40B73E71" w14:textId="77777777" w:rsidR="000C16E3" w:rsidRDefault="000C16E3" w:rsidP="000C16E3">
            <w:pPr>
              <w:pStyle w:val="TableBody"/>
            </w:pPr>
          </w:p>
        </w:tc>
      </w:tr>
      <w:tr w:rsidR="000C16E3" w14:paraId="672F99D9" w14:textId="77777777" w:rsidTr="00445570">
        <w:trPr>
          <w:gridBefore w:val="1"/>
          <w:wBefore w:w="18" w:type="dxa"/>
        </w:trPr>
        <w:tc>
          <w:tcPr>
            <w:tcW w:w="6480" w:type="dxa"/>
            <w:gridSpan w:val="2"/>
            <w:tcBorders>
              <w:right w:val="single" w:sz="4" w:space="0" w:color="auto"/>
            </w:tcBorders>
          </w:tcPr>
          <w:p w14:paraId="38E3AEB2" w14:textId="77777777" w:rsidR="000C16E3" w:rsidRPr="00D64B66" w:rsidRDefault="000C16E3" w:rsidP="000C16E3">
            <w:pPr>
              <w:pStyle w:val="TableBody"/>
              <w:ind w:left="1440" w:hanging="288"/>
            </w:pPr>
            <w:r>
              <w:t>b.</w:t>
            </w:r>
            <w:r>
              <w:tab/>
            </w:r>
            <w:r w:rsidRPr="00D64B66">
              <w:t xml:space="preserve">What amounts are assigned to recorded items? </w:t>
            </w:r>
          </w:p>
        </w:tc>
        <w:tc>
          <w:tcPr>
            <w:tcW w:w="2862" w:type="dxa"/>
            <w:gridSpan w:val="2"/>
            <w:tcBorders>
              <w:left w:val="single" w:sz="4" w:space="0" w:color="auto"/>
            </w:tcBorders>
          </w:tcPr>
          <w:p w14:paraId="11B1A5BA" w14:textId="77777777" w:rsidR="000C16E3" w:rsidRDefault="000C16E3" w:rsidP="000C16E3">
            <w:pPr>
              <w:pStyle w:val="TableBody"/>
              <w:ind w:left="1440" w:hanging="288"/>
            </w:pPr>
          </w:p>
        </w:tc>
      </w:tr>
      <w:tr w:rsidR="000C16E3" w14:paraId="1EE75AD8" w14:textId="77777777" w:rsidTr="00445570">
        <w:trPr>
          <w:gridBefore w:val="1"/>
          <w:wBefore w:w="18" w:type="dxa"/>
        </w:trPr>
        <w:tc>
          <w:tcPr>
            <w:tcW w:w="6480" w:type="dxa"/>
            <w:gridSpan w:val="2"/>
            <w:tcBorders>
              <w:right w:val="single" w:sz="4" w:space="0" w:color="auto"/>
            </w:tcBorders>
          </w:tcPr>
          <w:p w14:paraId="282E0C66" w14:textId="77777777" w:rsidR="000C16E3" w:rsidRPr="00D64B66" w:rsidRDefault="000C16E3" w:rsidP="000C16E3">
            <w:pPr>
              <w:pStyle w:val="TableBody"/>
              <w:ind w:left="1728" w:hanging="288"/>
            </w:pPr>
            <w:r>
              <w:t>i.</w:t>
            </w:r>
            <w:r>
              <w:tab/>
              <w:t>F</w:t>
            </w:r>
            <w:r w:rsidRPr="00122B31">
              <w:t xml:space="preserve">ollowing the cost principle, assets and liabilities are first recorded at </w:t>
            </w:r>
            <w:r>
              <w:t>cost, which is their cash equivalent value on the date of the transaction</w:t>
            </w:r>
            <w:r w:rsidR="00445570">
              <w:t>.</w:t>
            </w:r>
          </w:p>
        </w:tc>
        <w:tc>
          <w:tcPr>
            <w:tcW w:w="2862" w:type="dxa"/>
            <w:gridSpan w:val="2"/>
            <w:tcBorders>
              <w:left w:val="single" w:sz="4" w:space="0" w:color="auto"/>
            </w:tcBorders>
          </w:tcPr>
          <w:p w14:paraId="099E747B" w14:textId="77777777" w:rsidR="000C16E3" w:rsidRDefault="000C16E3" w:rsidP="000C16E3">
            <w:pPr>
              <w:pStyle w:val="TableBody"/>
            </w:pPr>
          </w:p>
        </w:tc>
      </w:tr>
      <w:tr w:rsidR="000C16E3" w14:paraId="6D931A5D" w14:textId="77777777" w:rsidTr="00445570">
        <w:trPr>
          <w:gridBefore w:val="1"/>
          <w:wBefore w:w="18" w:type="dxa"/>
        </w:trPr>
        <w:tc>
          <w:tcPr>
            <w:tcW w:w="6480" w:type="dxa"/>
            <w:gridSpan w:val="2"/>
            <w:tcBorders>
              <w:right w:val="single" w:sz="4" w:space="0" w:color="auto"/>
            </w:tcBorders>
            <w:vAlign w:val="center"/>
          </w:tcPr>
          <w:p w14:paraId="2C94C0E0" w14:textId="77777777" w:rsidR="000C16E3" w:rsidRPr="003656D8" w:rsidRDefault="00445570" w:rsidP="000C16E3">
            <w:pPr>
              <w:pStyle w:val="TableBody"/>
              <w:numPr>
                <w:ilvl w:val="0"/>
                <w:numId w:val="5"/>
              </w:numPr>
              <w:ind w:left="2088"/>
            </w:pPr>
            <w:r>
              <w:t>Later, if an asset’s value i</w:t>
            </w:r>
            <w:r w:rsidR="000C16E3">
              <w:t>ncreases</w:t>
            </w:r>
            <w:r>
              <w:t xml:space="preserve">, the </w:t>
            </w:r>
            <w:r w:rsidR="000C16E3">
              <w:t>increase is generally not recorded under GAAP</w:t>
            </w:r>
            <w:r>
              <w:t xml:space="preserve"> unless it is a particular type of financial investment (as discussed in Appendix D).</w:t>
            </w:r>
          </w:p>
        </w:tc>
        <w:tc>
          <w:tcPr>
            <w:tcW w:w="2862" w:type="dxa"/>
            <w:gridSpan w:val="2"/>
            <w:tcBorders>
              <w:left w:val="single" w:sz="4" w:space="0" w:color="auto"/>
            </w:tcBorders>
          </w:tcPr>
          <w:p w14:paraId="61B811E3" w14:textId="77777777" w:rsidR="000C16E3" w:rsidRDefault="000C16E3" w:rsidP="000C16E3">
            <w:pPr>
              <w:pStyle w:val="TableBody"/>
            </w:pPr>
          </w:p>
        </w:tc>
      </w:tr>
      <w:tr w:rsidR="000C16E3" w14:paraId="6B193CBF" w14:textId="77777777" w:rsidTr="00445570">
        <w:trPr>
          <w:gridBefore w:val="1"/>
          <w:wBefore w:w="18" w:type="dxa"/>
        </w:trPr>
        <w:tc>
          <w:tcPr>
            <w:tcW w:w="6480" w:type="dxa"/>
            <w:gridSpan w:val="2"/>
            <w:tcBorders>
              <w:right w:val="single" w:sz="4" w:space="0" w:color="auto"/>
            </w:tcBorders>
            <w:vAlign w:val="center"/>
          </w:tcPr>
          <w:p w14:paraId="3F674703" w14:textId="77777777" w:rsidR="000C16E3" w:rsidRPr="003656D8" w:rsidRDefault="00445570" w:rsidP="000C16E3">
            <w:pPr>
              <w:pStyle w:val="TableBody"/>
              <w:numPr>
                <w:ilvl w:val="0"/>
                <w:numId w:val="5"/>
              </w:numPr>
              <w:ind w:left="2088"/>
            </w:pPr>
            <w:r>
              <w:t xml:space="preserve">If an asset’s value falls, it is </w:t>
            </w:r>
            <w:r w:rsidR="000C16E3">
              <w:t xml:space="preserve">generally reported at that lower value. </w:t>
            </w:r>
          </w:p>
        </w:tc>
        <w:tc>
          <w:tcPr>
            <w:tcW w:w="2862" w:type="dxa"/>
            <w:gridSpan w:val="2"/>
            <w:tcBorders>
              <w:left w:val="single" w:sz="4" w:space="0" w:color="auto"/>
            </w:tcBorders>
          </w:tcPr>
          <w:p w14:paraId="781C2736" w14:textId="77777777" w:rsidR="000C16E3" w:rsidRDefault="000C16E3" w:rsidP="000C16E3">
            <w:pPr>
              <w:pStyle w:val="TableBody"/>
            </w:pPr>
          </w:p>
        </w:tc>
      </w:tr>
      <w:tr w:rsidR="000C16E3" w14:paraId="665FECED" w14:textId="77777777" w:rsidTr="00445570">
        <w:trPr>
          <w:gridBefore w:val="1"/>
          <w:wBefore w:w="18" w:type="dxa"/>
        </w:trPr>
        <w:tc>
          <w:tcPr>
            <w:tcW w:w="6480" w:type="dxa"/>
            <w:gridSpan w:val="2"/>
            <w:tcBorders>
              <w:right w:val="single" w:sz="4" w:space="0" w:color="auto"/>
            </w:tcBorders>
          </w:tcPr>
          <w:p w14:paraId="423C6E96" w14:textId="77777777" w:rsidR="000C16E3" w:rsidRPr="00D64B66" w:rsidRDefault="000C16E3" w:rsidP="000C16E3">
            <w:pPr>
              <w:pStyle w:val="TableBody"/>
              <w:ind w:left="1728" w:hanging="288"/>
            </w:pPr>
            <w:r>
              <w:t>ii.</w:t>
            </w:r>
            <w:r>
              <w:tab/>
              <w:t xml:space="preserve">Thus, the amount reported on the balance sheet may not be the asset’s current value. </w:t>
            </w:r>
          </w:p>
        </w:tc>
        <w:tc>
          <w:tcPr>
            <w:tcW w:w="2862" w:type="dxa"/>
            <w:gridSpan w:val="2"/>
            <w:tcBorders>
              <w:left w:val="single" w:sz="4" w:space="0" w:color="auto"/>
            </w:tcBorders>
          </w:tcPr>
          <w:p w14:paraId="236B4C6E" w14:textId="77777777" w:rsidR="000C16E3" w:rsidRDefault="000C16E3" w:rsidP="000C16E3">
            <w:pPr>
              <w:pStyle w:val="TableBody"/>
            </w:pPr>
          </w:p>
        </w:tc>
      </w:tr>
      <w:tr w:rsidR="00B1119F" w14:paraId="5C8BBF6C" w14:textId="77777777" w:rsidTr="00445570">
        <w:trPr>
          <w:gridBefore w:val="1"/>
          <w:wBefore w:w="18" w:type="dxa"/>
        </w:trPr>
        <w:tc>
          <w:tcPr>
            <w:tcW w:w="6480" w:type="dxa"/>
            <w:gridSpan w:val="2"/>
            <w:tcBorders>
              <w:right w:val="single" w:sz="4" w:space="0" w:color="auto"/>
            </w:tcBorders>
          </w:tcPr>
          <w:p w14:paraId="09113F8E" w14:textId="77777777" w:rsidR="00B1119F" w:rsidRPr="00521317" w:rsidRDefault="00B1119F" w:rsidP="00644981">
            <w:pPr>
              <w:pStyle w:val="TableBody"/>
              <w:ind w:left="576"/>
            </w:pPr>
            <w:r>
              <w:t>C</w:t>
            </w:r>
            <w:r w:rsidRPr="00521317">
              <w:t>.</w:t>
            </w:r>
            <w:r w:rsidRPr="00521317">
              <w:tab/>
            </w:r>
            <w:r w:rsidR="00445570">
              <w:t xml:space="preserve">Summary of </w:t>
            </w:r>
            <w:r w:rsidRPr="00521317">
              <w:t xml:space="preserve">the Accounting Cycle </w:t>
            </w:r>
          </w:p>
        </w:tc>
        <w:tc>
          <w:tcPr>
            <w:tcW w:w="2862" w:type="dxa"/>
            <w:gridSpan w:val="2"/>
            <w:tcBorders>
              <w:left w:val="single" w:sz="4" w:space="0" w:color="auto"/>
            </w:tcBorders>
          </w:tcPr>
          <w:p w14:paraId="75BFDCEF" w14:textId="77777777" w:rsidR="00B1119F" w:rsidRPr="00521317" w:rsidRDefault="00B1119F" w:rsidP="00477898">
            <w:pPr>
              <w:pStyle w:val="TableBody"/>
              <w:ind w:left="288" w:hanging="288"/>
            </w:pPr>
            <w:r>
              <w:t>Summarized in Exhibit 2.1</w:t>
            </w:r>
            <w:r w:rsidR="00F65F8A">
              <w:t>5</w:t>
            </w:r>
          </w:p>
        </w:tc>
      </w:tr>
      <w:tr w:rsidR="00B1119F" w14:paraId="492AD544" w14:textId="77777777" w:rsidTr="00445570">
        <w:trPr>
          <w:gridBefore w:val="1"/>
          <w:wBefore w:w="18" w:type="dxa"/>
        </w:trPr>
        <w:tc>
          <w:tcPr>
            <w:tcW w:w="6480" w:type="dxa"/>
            <w:gridSpan w:val="2"/>
            <w:tcBorders>
              <w:right w:val="single" w:sz="4" w:space="0" w:color="auto"/>
            </w:tcBorders>
          </w:tcPr>
          <w:p w14:paraId="783B8326" w14:textId="77777777" w:rsidR="00B1119F" w:rsidRPr="00521317" w:rsidRDefault="00B1119F" w:rsidP="00C973BF">
            <w:pPr>
              <w:pStyle w:val="TableBody"/>
              <w:ind w:left="1152" w:hanging="288"/>
            </w:pPr>
            <w:r>
              <w:t>1.</w:t>
            </w:r>
            <w:r>
              <w:tab/>
              <w:t>During the accounting period, transactions take place</w:t>
            </w:r>
            <w:r w:rsidRPr="00521317">
              <w:t>.</w:t>
            </w:r>
          </w:p>
        </w:tc>
        <w:tc>
          <w:tcPr>
            <w:tcW w:w="2862" w:type="dxa"/>
            <w:gridSpan w:val="2"/>
            <w:tcBorders>
              <w:left w:val="single" w:sz="4" w:space="0" w:color="auto"/>
            </w:tcBorders>
          </w:tcPr>
          <w:p w14:paraId="1E233EBF" w14:textId="77777777" w:rsidR="00B1119F" w:rsidRPr="00521317" w:rsidRDefault="00B1119F" w:rsidP="00644981">
            <w:pPr>
              <w:pStyle w:val="TableBody"/>
              <w:ind w:left="288" w:hanging="288"/>
            </w:pPr>
          </w:p>
        </w:tc>
      </w:tr>
      <w:tr w:rsidR="00B1119F" w14:paraId="3948162F" w14:textId="77777777" w:rsidTr="00445570">
        <w:trPr>
          <w:gridBefore w:val="1"/>
          <w:wBefore w:w="18" w:type="dxa"/>
        </w:trPr>
        <w:tc>
          <w:tcPr>
            <w:tcW w:w="6480" w:type="dxa"/>
            <w:gridSpan w:val="2"/>
            <w:tcBorders>
              <w:right w:val="single" w:sz="4" w:space="0" w:color="auto"/>
            </w:tcBorders>
          </w:tcPr>
          <w:p w14:paraId="0B446E2B" w14:textId="77777777" w:rsidR="00B1119F" w:rsidRPr="00521317" w:rsidRDefault="00B1119F" w:rsidP="00C973BF">
            <w:pPr>
              <w:pStyle w:val="TableBody"/>
              <w:ind w:left="1440" w:hanging="288"/>
            </w:pPr>
            <w:r>
              <w:t>a.</w:t>
            </w:r>
            <w:r>
              <w:tab/>
            </w:r>
            <w:r w:rsidRPr="00644981">
              <w:t>Picture the documented</w:t>
            </w:r>
            <w:r>
              <w:t xml:space="preserve"> </w:t>
            </w:r>
            <w:r w:rsidRPr="00644981">
              <w:t>activity.</w:t>
            </w:r>
          </w:p>
        </w:tc>
        <w:tc>
          <w:tcPr>
            <w:tcW w:w="2862" w:type="dxa"/>
            <w:gridSpan w:val="2"/>
            <w:tcBorders>
              <w:left w:val="single" w:sz="4" w:space="0" w:color="auto"/>
            </w:tcBorders>
          </w:tcPr>
          <w:p w14:paraId="5B4320A4" w14:textId="77777777" w:rsidR="00B1119F" w:rsidRDefault="00B1119F" w:rsidP="00644981">
            <w:pPr>
              <w:pStyle w:val="TableBody"/>
              <w:ind w:left="1440" w:hanging="288"/>
            </w:pPr>
          </w:p>
        </w:tc>
      </w:tr>
      <w:tr w:rsidR="00B1119F" w14:paraId="5422BE6A" w14:textId="77777777" w:rsidTr="00445570">
        <w:trPr>
          <w:gridBefore w:val="1"/>
          <w:wBefore w:w="18" w:type="dxa"/>
        </w:trPr>
        <w:tc>
          <w:tcPr>
            <w:tcW w:w="6480" w:type="dxa"/>
            <w:gridSpan w:val="2"/>
            <w:tcBorders>
              <w:right w:val="single" w:sz="4" w:space="0" w:color="auto"/>
            </w:tcBorders>
          </w:tcPr>
          <w:p w14:paraId="1D87E46A" w14:textId="77777777" w:rsidR="00B1119F" w:rsidRPr="00521317" w:rsidRDefault="00B1119F" w:rsidP="00C973BF">
            <w:pPr>
              <w:pStyle w:val="TableBody"/>
              <w:ind w:left="1440" w:hanging="288"/>
            </w:pPr>
            <w:r>
              <w:t>b.</w:t>
            </w:r>
            <w:r>
              <w:tab/>
            </w:r>
            <w:r w:rsidRPr="00644981">
              <w:t>Name what’s exchanged.</w:t>
            </w:r>
          </w:p>
        </w:tc>
        <w:tc>
          <w:tcPr>
            <w:tcW w:w="2862" w:type="dxa"/>
            <w:gridSpan w:val="2"/>
            <w:tcBorders>
              <w:left w:val="single" w:sz="4" w:space="0" w:color="auto"/>
            </w:tcBorders>
          </w:tcPr>
          <w:p w14:paraId="01527A19" w14:textId="77777777" w:rsidR="00B1119F" w:rsidRDefault="00B1119F" w:rsidP="00477898">
            <w:pPr>
              <w:pStyle w:val="TableBody"/>
              <w:ind w:left="1440" w:hanging="288"/>
            </w:pPr>
          </w:p>
        </w:tc>
      </w:tr>
      <w:tr w:rsidR="00B1119F" w14:paraId="4D8DE5FB" w14:textId="77777777" w:rsidTr="00445570">
        <w:trPr>
          <w:gridBefore w:val="1"/>
          <w:wBefore w:w="18" w:type="dxa"/>
        </w:trPr>
        <w:tc>
          <w:tcPr>
            <w:tcW w:w="6480" w:type="dxa"/>
            <w:gridSpan w:val="2"/>
            <w:tcBorders>
              <w:right w:val="single" w:sz="4" w:space="0" w:color="auto"/>
            </w:tcBorders>
          </w:tcPr>
          <w:p w14:paraId="53EFBE3A" w14:textId="77777777" w:rsidR="00B1119F" w:rsidRDefault="00B1119F" w:rsidP="00C973BF">
            <w:pPr>
              <w:pStyle w:val="TableBody"/>
              <w:ind w:left="1440" w:hanging="288"/>
            </w:pPr>
            <w:r>
              <w:t>c.</w:t>
            </w:r>
            <w:r>
              <w:tab/>
            </w:r>
            <w:r w:rsidRPr="00644981">
              <w:t>Analyze the financial effects.</w:t>
            </w:r>
          </w:p>
        </w:tc>
        <w:tc>
          <w:tcPr>
            <w:tcW w:w="2862" w:type="dxa"/>
            <w:gridSpan w:val="2"/>
            <w:tcBorders>
              <w:left w:val="single" w:sz="4" w:space="0" w:color="auto"/>
            </w:tcBorders>
          </w:tcPr>
          <w:p w14:paraId="2F619495" w14:textId="77777777" w:rsidR="00B1119F" w:rsidRDefault="00B1119F" w:rsidP="00C2079C">
            <w:pPr>
              <w:pStyle w:val="TableBody"/>
            </w:pPr>
          </w:p>
        </w:tc>
      </w:tr>
      <w:tr w:rsidR="00B1119F" w14:paraId="3EB29500" w14:textId="77777777" w:rsidTr="00445570">
        <w:trPr>
          <w:gridBefore w:val="1"/>
          <w:wBefore w:w="18" w:type="dxa"/>
        </w:trPr>
        <w:tc>
          <w:tcPr>
            <w:tcW w:w="6480" w:type="dxa"/>
            <w:gridSpan w:val="2"/>
            <w:tcBorders>
              <w:right w:val="single" w:sz="4" w:space="0" w:color="auto"/>
            </w:tcBorders>
          </w:tcPr>
          <w:p w14:paraId="57BC9D75" w14:textId="77777777" w:rsidR="00B1119F" w:rsidRPr="00521317" w:rsidRDefault="00B1119F" w:rsidP="00C973BF">
            <w:pPr>
              <w:pStyle w:val="TableBody"/>
              <w:ind w:left="1440" w:hanging="288"/>
            </w:pPr>
            <w:r>
              <w:t>d.</w:t>
            </w:r>
            <w:r>
              <w:tab/>
            </w:r>
            <w:r w:rsidRPr="00644981">
              <w:t>Record a journal entry.</w:t>
            </w:r>
          </w:p>
        </w:tc>
        <w:tc>
          <w:tcPr>
            <w:tcW w:w="2862" w:type="dxa"/>
            <w:gridSpan w:val="2"/>
            <w:tcBorders>
              <w:left w:val="single" w:sz="4" w:space="0" w:color="auto"/>
            </w:tcBorders>
          </w:tcPr>
          <w:p w14:paraId="79F17215" w14:textId="77777777" w:rsidR="00B1119F" w:rsidRDefault="00B1119F" w:rsidP="00477898">
            <w:pPr>
              <w:pStyle w:val="TableBody"/>
              <w:ind w:left="1440" w:hanging="288"/>
            </w:pPr>
          </w:p>
        </w:tc>
      </w:tr>
      <w:tr w:rsidR="00B1119F" w14:paraId="7C2910BF" w14:textId="77777777" w:rsidTr="00445570">
        <w:trPr>
          <w:gridBefore w:val="1"/>
          <w:wBefore w:w="18" w:type="dxa"/>
        </w:trPr>
        <w:tc>
          <w:tcPr>
            <w:tcW w:w="6480" w:type="dxa"/>
            <w:gridSpan w:val="2"/>
            <w:tcBorders>
              <w:right w:val="single" w:sz="4" w:space="0" w:color="auto"/>
            </w:tcBorders>
          </w:tcPr>
          <w:p w14:paraId="640B0720" w14:textId="77777777" w:rsidR="00B1119F" w:rsidRDefault="00B1119F" w:rsidP="00C973BF">
            <w:pPr>
              <w:pStyle w:val="TableBody"/>
              <w:ind w:left="1440" w:hanging="288"/>
            </w:pPr>
            <w:r>
              <w:t>e.</w:t>
            </w:r>
            <w:r>
              <w:tab/>
            </w:r>
            <w:r w:rsidRPr="00644981">
              <w:t>Summarize in T-accounts.</w:t>
            </w:r>
          </w:p>
        </w:tc>
        <w:tc>
          <w:tcPr>
            <w:tcW w:w="2862" w:type="dxa"/>
            <w:gridSpan w:val="2"/>
            <w:tcBorders>
              <w:left w:val="single" w:sz="4" w:space="0" w:color="auto"/>
            </w:tcBorders>
          </w:tcPr>
          <w:p w14:paraId="161D4692" w14:textId="77777777" w:rsidR="00B1119F" w:rsidRDefault="00B1119F" w:rsidP="00C2079C">
            <w:pPr>
              <w:pStyle w:val="TableBody"/>
            </w:pPr>
          </w:p>
        </w:tc>
      </w:tr>
      <w:tr w:rsidR="00B1119F" w14:paraId="0260EEB5" w14:textId="77777777" w:rsidTr="00445570">
        <w:trPr>
          <w:gridBefore w:val="1"/>
          <w:wBefore w:w="18" w:type="dxa"/>
        </w:trPr>
        <w:tc>
          <w:tcPr>
            <w:tcW w:w="6480" w:type="dxa"/>
            <w:gridSpan w:val="2"/>
            <w:tcBorders>
              <w:right w:val="single" w:sz="4" w:space="0" w:color="auto"/>
            </w:tcBorders>
          </w:tcPr>
          <w:p w14:paraId="4E747B0D" w14:textId="77777777" w:rsidR="00B1119F" w:rsidRPr="00521317" w:rsidRDefault="00B1119F" w:rsidP="00477898">
            <w:pPr>
              <w:pStyle w:val="TableBody"/>
              <w:ind w:left="1152" w:hanging="288"/>
            </w:pPr>
            <w:r>
              <w:t>2.</w:t>
            </w:r>
            <w:r>
              <w:tab/>
              <w:t>At the end of accounting period:</w:t>
            </w:r>
          </w:p>
        </w:tc>
        <w:tc>
          <w:tcPr>
            <w:tcW w:w="2862" w:type="dxa"/>
            <w:gridSpan w:val="2"/>
            <w:tcBorders>
              <w:left w:val="single" w:sz="4" w:space="0" w:color="auto"/>
            </w:tcBorders>
          </w:tcPr>
          <w:p w14:paraId="65A191BD" w14:textId="77777777" w:rsidR="00B1119F" w:rsidRDefault="00B1119F" w:rsidP="00C2079C">
            <w:pPr>
              <w:pStyle w:val="TableBody"/>
            </w:pPr>
          </w:p>
        </w:tc>
      </w:tr>
      <w:tr w:rsidR="00B1119F" w14:paraId="75DA3B7C" w14:textId="77777777" w:rsidTr="00445570">
        <w:trPr>
          <w:gridBefore w:val="1"/>
          <w:wBefore w:w="18" w:type="dxa"/>
        </w:trPr>
        <w:tc>
          <w:tcPr>
            <w:tcW w:w="6480" w:type="dxa"/>
            <w:gridSpan w:val="2"/>
            <w:tcBorders>
              <w:right w:val="single" w:sz="4" w:space="0" w:color="auto"/>
            </w:tcBorders>
          </w:tcPr>
          <w:p w14:paraId="5BB25092" w14:textId="77777777" w:rsidR="00B1119F" w:rsidRPr="00521317" w:rsidRDefault="00B1119F" w:rsidP="00C973BF">
            <w:pPr>
              <w:pStyle w:val="TableBody"/>
              <w:ind w:left="1440" w:hanging="288"/>
            </w:pPr>
            <w:r>
              <w:t>a.</w:t>
            </w:r>
            <w:r>
              <w:tab/>
            </w:r>
            <w:r w:rsidRPr="00644981">
              <w:t>Prepare a trial balance.</w:t>
            </w:r>
          </w:p>
        </w:tc>
        <w:tc>
          <w:tcPr>
            <w:tcW w:w="2862" w:type="dxa"/>
            <w:gridSpan w:val="2"/>
            <w:tcBorders>
              <w:left w:val="single" w:sz="4" w:space="0" w:color="auto"/>
            </w:tcBorders>
          </w:tcPr>
          <w:p w14:paraId="62C9E16F" w14:textId="77777777" w:rsidR="00B1119F" w:rsidRDefault="00B1119F" w:rsidP="00C2079C">
            <w:pPr>
              <w:pStyle w:val="TableBody"/>
            </w:pPr>
          </w:p>
        </w:tc>
      </w:tr>
      <w:tr w:rsidR="00B1119F" w14:paraId="1BF7BF94" w14:textId="77777777" w:rsidTr="00445570">
        <w:trPr>
          <w:gridBefore w:val="1"/>
          <w:wBefore w:w="18" w:type="dxa"/>
        </w:trPr>
        <w:tc>
          <w:tcPr>
            <w:tcW w:w="6480" w:type="dxa"/>
            <w:gridSpan w:val="2"/>
            <w:tcBorders>
              <w:right w:val="single" w:sz="4" w:space="0" w:color="auto"/>
            </w:tcBorders>
          </w:tcPr>
          <w:p w14:paraId="5028EDEB" w14:textId="77777777" w:rsidR="00B1119F" w:rsidRPr="00521317" w:rsidRDefault="00B1119F" w:rsidP="00C973BF">
            <w:pPr>
              <w:pStyle w:val="TableBody"/>
              <w:ind w:left="1440" w:hanging="288"/>
            </w:pPr>
            <w:r>
              <w:t>b.</w:t>
            </w:r>
            <w:r>
              <w:tab/>
            </w:r>
            <w:r w:rsidRPr="00644981">
              <w:t>Adjust the accounts.</w:t>
            </w:r>
          </w:p>
        </w:tc>
        <w:tc>
          <w:tcPr>
            <w:tcW w:w="2862" w:type="dxa"/>
            <w:gridSpan w:val="2"/>
            <w:tcBorders>
              <w:left w:val="single" w:sz="4" w:space="0" w:color="auto"/>
            </w:tcBorders>
          </w:tcPr>
          <w:p w14:paraId="4D3C4389" w14:textId="77777777" w:rsidR="00B1119F" w:rsidRPr="00895834" w:rsidRDefault="00B1119F" w:rsidP="00895834">
            <w:pPr>
              <w:pStyle w:val="TableBody"/>
              <w:ind w:left="288" w:hanging="288"/>
              <w:rPr>
                <w:i/>
              </w:rPr>
            </w:pPr>
            <w:r w:rsidRPr="00895834">
              <w:rPr>
                <w:i/>
              </w:rPr>
              <w:t>Covered in Chapter 4</w:t>
            </w:r>
          </w:p>
        </w:tc>
      </w:tr>
      <w:tr w:rsidR="00B1119F" w14:paraId="158AD982" w14:textId="77777777" w:rsidTr="00445570">
        <w:trPr>
          <w:gridBefore w:val="1"/>
          <w:wBefore w:w="18" w:type="dxa"/>
        </w:trPr>
        <w:tc>
          <w:tcPr>
            <w:tcW w:w="6480" w:type="dxa"/>
            <w:gridSpan w:val="2"/>
            <w:tcBorders>
              <w:right w:val="single" w:sz="4" w:space="0" w:color="auto"/>
            </w:tcBorders>
          </w:tcPr>
          <w:p w14:paraId="0A7D5E52" w14:textId="77777777" w:rsidR="00B1119F" w:rsidRPr="00521317" w:rsidRDefault="00B1119F" w:rsidP="00C973BF">
            <w:pPr>
              <w:pStyle w:val="TableBody"/>
              <w:ind w:left="1440" w:hanging="288"/>
            </w:pPr>
            <w:r>
              <w:t>c.</w:t>
            </w:r>
            <w:r>
              <w:tab/>
              <w:t xml:space="preserve">Prepare financial </w:t>
            </w:r>
            <w:r w:rsidRPr="00644981">
              <w:t>statements from the trial</w:t>
            </w:r>
            <w:r>
              <w:t xml:space="preserve"> </w:t>
            </w:r>
            <w:r w:rsidRPr="00644981">
              <w:t>balance and distribute</w:t>
            </w:r>
            <w:r>
              <w:t xml:space="preserve"> </w:t>
            </w:r>
            <w:r w:rsidRPr="00644981">
              <w:t>to users.</w:t>
            </w:r>
            <w:r>
              <w:t xml:space="preserve"> </w:t>
            </w:r>
          </w:p>
        </w:tc>
        <w:tc>
          <w:tcPr>
            <w:tcW w:w="2862" w:type="dxa"/>
            <w:gridSpan w:val="2"/>
            <w:tcBorders>
              <w:left w:val="single" w:sz="4" w:space="0" w:color="auto"/>
            </w:tcBorders>
          </w:tcPr>
          <w:p w14:paraId="06982332" w14:textId="77777777" w:rsidR="00B1119F" w:rsidRDefault="00B1119F" w:rsidP="00C2079C">
            <w:pPr>
              <w:pStyle w:val="TableBody"/>
            </w:pPr>
          </w:p>
        </w:tc>
      </w:tr>
      <w:tr w:rsidR="00B1119F" w14:paraId="1C989DD9" w14:textId="77777777" w:rsidTr="00445570">
        <w:trPr>
          <w:gridBefore w:val="1"/>
          <w:wBefore w:w="18" w:type="dxa"/>
        </w:trPr>
        <w:tc>
          <w:tcPr>
            <w:tcW w:w="6480" w:type="dxa"/>
            <w:gridSpan w:val="2"/>
            <w:tcBorders>
              <w:right w:val="single" w:sz="4" w:space="0" w:color="auto"/>
            </w:tcBorders>
          </w:tcPr>
          <w:p w14:paraId="0AC70761" w14:textId="77777777" w:rsidR="00B1119F" w:rsidRDefault="00B1119F" w:rsidP="00C973BF">
            <w:pPr>
              <w:pStyle w:val="TableBody"/>
              <w:ind w:left="1440" w:hanging="288"/>
            </w:pPr>
            <w:r>
              <w:t>d.</w:t>
            </w:r>
            <w:r>
              <w:tab/>
              <w:t>Close the books</w:t>
            </w:r>
          </w:p>
        </w:tc>
        <w:tc>
          <w:tcPr>
            <w:tcW w:w="2862" w:type="dxa"/>
            <w:gridSpan w:val="2"/>
            <w:tcBorders>
              <w:left w:val="single" w:sz="4" w:space="0" w:color="auto"/>
            </w:tcBorders>
          </w:tcPr>
          <w:p w14:paraId="1072BBBB" w14:textId="77777777" w:rsidR="00B1119F" w:rsidRPr="00895834" w:rsidRDefault="00B1119F" w:rsidP="00895834">
            <w:pPr>
              <w:pStyle w:val="TableBody"/>
              <w:ind w:left="288" w:hanging="288"/>
              <w:rPr>
                <w:i/>
              </w:rPr>
            </w:pPr>
            <w:r w:rsidRPr="00895834">
              <w:rPr>
                <w:i/>
              </w:rPr>
              <w:t>Covered in Chapter 4</w:t>
            </w:r>
          </w:p>
        </w:tc>
      </w:tr>
      <w:tr w:rsidR="00CA44BF" w:rsidRPr="00CA44BF" w14:paraId="7494F9BB" w14:textId="77777777" w:rsidTr="00445570">
        <w:trPr>
          <w:gridBefore w:val="1"/>
          <w:wBefore w:w="18" w:type="dxa"/>
        </w:trPr>
        <w:tc>
          <w:tcPr>
            <w:tcW w:w="9342" w:type="dxa"/>
            <w:gridSpan w:val="4"/>
            <w:tcBorders>
              <w:top w:val="single" w:sz="4" w:space="0" w:color="auto"/>
              <w:left w:val="single" w:sz="4" w:space="0" w:color="auto"/>
              <w:bottom w:val="single" w:sz="4" w:space="0" w:color="auto"/>
              <w:right w:val="single" w:sz="4" w:space="0" w:color="auto"/>
            </w:tcBorders>
          </w:tcPr>
          <w:p w14:paraId="25EC480E" w14:textId="77777777" w:rsidR="00CA44BF" w:rsidRPr="00937C2E" w:rsidRDefault="00CA44BF" w:rsidP="003432B5">
            <w:pPr>
              <w:pStyle w:val="TableBody"/>
              <w:spacing w:before="60" w:after="60"/>
              <w:ind w:left="648" w:hanging="648"/>
              <w:rPr>
                <w:b/>
                <w:i/>
                <w:iCs/>
              </w:rPr>
            </w:pPr>
            <w:r w:rsidRPr="00937C2E">
              <w:rPr>
                <w:b/>
                <w:i/>
                <w:iCs/>
              </w:rPr>
              <w:t xml:space="preserve">LO </w:t>
            </w:r>
            <w:r w:rsidRPr="00CA44BF">
              <w:rPr>
                <w:b/>
                <w:i/>
                <w:iCs/>
              </w:rPr>
              <w:t>2-S1 Describe examples of common career paths in accounting.</w:t>
            </w:r>
          </w:p>
        </w:tc>
      </w:tr>
      <w:tr w:rsidR="00CA44BF" w14:paraId="326B0046" w14:textId="77777777" w:rsidTr="00445570">
        <w:trPr>
          <w:gridBefore w:val="1"/>
          <w:wBefore w:w="18" w:type="dxa"/>
        </w:trPr>
        <w:tc>
          <w:tcPr>
            <w:tcW w:w="6480" w:type="dxa"/>
            <w:gridSpan w:val="2"/>
            <w:tcBorders>
              <w:right w:val="single" w:sz="4" w:space="0" w:color="auto"/>
            </w:tcBorders>
          </w:tcPr>
          <w:p w14:paraId="123D6110" w14:textId="77777777" w:rsidR="00CA44BF" w:rsidRPr="00521317" w:rsidRDefault="00CA44BF" w:rsidP="003432B5">
            <w:pPr>
              <w:pStyle w:val="TableBody"/>
              <w:ind w:left="288" w:hanging="288"/>
            </w:pPr>
            <w:r>
              <w:t>IV</w:t>
            </w:r>
            <w:r w:rsidRPr="00CA44BF">
              <w:t>.</w:t>
            </w:r>
            <w:r w:rsidR="00445570" w:rsidRPr="00CA44BF">
              <w:tab/>
            </w:r>
            <w:r w:rsidR="00445570">
              <w:tab/>
              <w:t>Accounting</w:t>
            </w:r>
            <w:r>
              <w:t xml:space="preserve"> Careers</w:t>
            </w:r>
          </w:p>
        </w:tc>
        <w:tc>
          <w:tcPr>
            <w:tcW w:w="2862" w:type="dxa"/>
            <w:gridSpan w:val="2"/>
            <w:tcBorders>
              <w:left w:val="single" w:sz="4" w:space="0" w:color="auto"/>
            </w:tcBorders>
          </w:tcPr>
          <w:p w14:paraId="57C16C77" w14:textId="77777777" w:rsidR="00CA44BF" w:rsidRDefault="00CA44BF" w:rsidP="00CA44BF">
            <w:pPr>
              <w:pStyle w:val="TableBody"/>
              <w:ind w:left="288" w:hanging="288"/>
            </w:pPr>
          </w:p>
        </w:tc>
      </w:tr>
      <w:tr w:rsidR="00CA44BF" w:rsidRPr="00CA44BF" w14:paraId="171C8C56" w14:textId="77777777" w:rsidTr="00445570">
        <w:trPr>
          <w:gridBefore w:val="1"/>
          <w:wBefore w:w="18" w:type="dxa"/>
        </w:trPr>
        <w:tc>
          <w:tcPr>
            <w:tcW w:w="6480" w:type="dxa"/>
            <w:gridSpan w:val="2"/>
            <w:tcBorders>
              <w:right w:val="single" w:sz="4" w:space="0" w:color="auto"/>
            </w:tcBorders>
          </w:tcPr>
          <w:p w14:paraId="4DF65E9C" w14:textId="77777777" w:rsidR="00CA44BF" w:rsidRPr="00445570" w:rsidRDefault="00CA44BF" w:rsidP="00445570">
            <w:pPr>
              <w:pStyle w:val="TableBody"/>
              <w:ind w:left="576" w:hanging="288"/>
            </w:pPr>
            <w:r w:rsidRPr="00445570">
              <w:t>A.</w:t>
            </w:r>
            <w:r w:rsidRPr="00445570">
              <w:tab/>
            </w:r>
            <w:r w:rsidR="00445570">
              <w:t>Every business, government, and not-for-profit organization needs financial advice from an accountant.</w:t>
            </w:r>
          </w:p>
        </w:tc>
        <w:tc>
          <w:tcPr>
            <w:tcW w:w="2862" w:type="dxa"/>
            <w:gridSpan w:val="2"/>
            <w:tcBorders>
              <w:left w:val="single" w:sz="4" w:space="0" w:color="auto"/>
            </w:tcBorders>
          </w:tcPr>
          <w:p w14:paraId="7F987710" w14:textId="77777777" w:rsidR="00CA44BF" w:rsidRPr="00CA44BF" w:rsidRDefault="00CA44BF" w:rsidP="00445570">
            <w:pPr>
              <w:pStyle w:val="TableBody"/>
              <w:ind w:left="288" w:hanging="288"/>
              <w:rPr>
                <w:highlight w:val="yellow"/>
              </w:rPr>
            </w:pPr>
          </w:p>
        </w:tc>
      </w:tr>
      <w:tr w:rsidR="00CA44BF" w:rsidRPr="00CA44BF" w14:paraId="6DD3729A" w14:textId="77777777" w:rsidTr="00445570">
        <w:trPr>
          <w:gridBefore w:val="1"/>
          <w:wBefore w:w="18" w:type="dxa"/>
        </w:trPr>
        <w:tc>
          <w:tcPr>
            <w:tcW w:w="6480" w:type="dxa"/>
            <w:gridSpan w:val="2"/>
            <w:tcBorders>
              <w:right w:val="single" w:sz="4" w:space="0" w:color="auto"/>
            </w:tcBorders>
          </w:tcPr>
          <w:p w14:paraId="3D408BE5" w14:textId="77777777" w:rsidR="00CA44BF" w:rsidRPr="00445570" w:rsidRDefault="00CA44BF" w:rsidP="00445570">
            <w:pPr>
              <w:pStyle w:val="TableBody"/>
              <w:ind w:left="864" w:hanging="288"/>
            </w:pPr>
            <w:r w:rsidRPr="00445570">
              <w:t>1.</w:t>
            </w:r>
            <w:r w:rsidRPr="00445570">
              <w:tab/>
            </w:r>
            <w:r w:rsidR="00445570">
              <w:t>Accountants provide advice as an employee in a single organization (private accounting) or in a CPA firm (public accounting).</w:t>
            </w:r>
          </w:p>
        </w:tc>
        <w:tc>
          <w:tcPr>
            <w:tcW w:w="2862" w:type="dxa"/>
            <w:gridSpan w:val="2"/>
            <w:tcBorders>
              <w:left w:val="single" w:sz="4" w:space="0" w:color="auto"/>
            </w:tcBorders>
          </w:tcPr>
          <w:p w14:paraId="7043A30F" w14:textId="77777777" w:rsidR="00CA44BF" w:rsidRPr="00CA44BF" w:rsidRDefault="00C8777F" w:rsidP="00445570">
            <w:pPr>
              <w:pStyle w:val="TableBody"/>
              <w:ind w:left="288" w:hanging="288"/>
              <w:rPr>
                <w:highlight w:val="yellow"/>
              </w:rPr>
            </w:pPr>
            <w:r>
              <w:t>Overviewed</w:t>
            </w:r>
            <w:r w:rsidR="00445570" w:rsidRPr="00445570">
              <w:t xml:space="preserve"> in Exhibit 2A.1</w:t>
            </w:r>
          </w:p>
        </w:tc>
      </w:tr>
      <w:tr w:rsidR="00CA44BF" w:rsidRPr="00CA44BF" w14:paraId="0BD663AD" w14:textId="77777777" w:rsidTr="00445570">
        <w:trPr>
          <w:gridBefore w:val="1"/>
          <w:wBefore w:w="18" w:type="dxa"/>
        </w:trPr>
        <w:tc>
          <w:tcPr>
            <w:tcW w:w="6480" w:type="dxa"/>
            <w:gridSpan w:val="2"/>
            <w:tcBorders>
              <w:right w:val="single" w:sz="4" w:space="0" w:color="auto"/>
            </w:tcBorders>
          </w:tcPr>
          <w:p w14:paraId="63E07D65" w14:textId="77777777" w:rsidR="00CA44BF" w:rsidRPr="00445570" w:rsidRDefault="00CA44BF" w:rsidP="00445570">
            <w:pPr>
              <w:pStyle w:val="TableBody"/>
              <w:ind w:left="864" w:hanging="288"/>
            </w:pPr>
            <w:r w:rsidRPr="00445570">
              <w:t>2.</w:t>
            </w:r>
            <w:r w:rsidRPr="00445570">
              <w:tab/>
            </w:r>
            <w:r w:rsidR="00445570">
              <w:t>Accountants may pursue a variety of certifications, including:</w:t>
            </w:r>
          </w:p>
        </w:tc>
        <w:tc>
          <w:tcPr>
            <w:tcW w:w="2862" w:type="dxa"/>
            <w:gridSpan w:val="2"/>
            <w:tcBorders>
              <w:left w:val="single" w:sz="4" w:space="0" w:color="auto"/>
            </w:tcBorders>
          </w:tcPr>
          <w:p w14:paraId="36378AD8" w14:textId="77777777" w:rsidR="00CA44BF" w:rsidRPr="00CA44BF" w:rsidRDefault="00CA44BF" w:rsidP="00445570">
            <w:pPr>
              <w:pStyle w:val="TableBody"/>
              <w:ind w:left="288" w:hanging="288"/>
              <w:rPr>
                <w:highlight w:val="yellow"/>
              </w:rPr>
            </w:pPr>
          </w:p>
        </w:tc>
      </w:tr>
      <w:tr w:rsidR="00CA44BF" w14:paraId="474AE07D" w14:textId="77777777" w:rsidTr="00445570">
        <w:trPr>
          <w:gridBefore w:val="1"/>
          <w:wBefore w:w="18" w:type="dxa"/>
        </w:trPr>
        <w:tc>
          <w:tcPr>
            <w:tcW w:w="6480" w:type="dxa"/>
            <w:gridSpan w:val="2"/>
            <w:tcBorders>
              <w:right w:val="single" w:sz="4" w:space="0" w:color="auto"/>
            </w:tcBorders>
          </w:tcPr>
          <w:p w14:paraId="3ABAAA35" w14:textId="77777777" w:rsidR="00CA44BF" w:rsidRPr="00445570" w:rsidRDefault="00CA44BF" w:rsidP="00445570">
            <w:pPr>
              <w:pStyle w:val="TableBody"/>
              <w:ind w:left="1152" w:hanging="288"/>
            </w:pPr>
            <w:r w:rsidRPr="00445570">
              <w:t>i.</w:t>
            </w:r>
            <w:r w:rsidRPr="00445570">
              <w:tab/>
            </w:r>
            <w:r w:rsidR="00445570">
              <w:t>CPA (Certified Public Accountant)</w:t>
            </w:r>
          </w:p>
        </w:tc>
        <w:tc>
          <w:tcPr>
            <w:tcW w:w="2862" w:type="dxa"/>
            <w:gridSpan w:val="2"/>
            <w:tcBorders>
              <w:left w:val="single" w:sz="4" w:space="0" w:color="auto"/>
            </w:tcBorders>
          </w:tcPr>
          <w:p w14:paraId="26207C3C" w14:textId="77777777" w:rsidR="00CA44BF" w:rsidRPr="00521317" w:rsidRDefault="00CA44BF" w:rsidP="00445570">
            <w:pPr>
              <w:pStyle w:val="TableBody"/>
              <w:ind w:left="288" w:hanging="288"/>
            </w:pPr>
          </w:p>
        </w:tc>
      </w:tr>
      <w:tr w:rsidR="00445570" w14:paraId="754EDD44" w14:textId="77777777" w:rsidTr="003432B5">
        <w:trPr>
          <w:gridBefore w:val="1"/>
          <w:wBefore w:w="18" w:type="dxa"/>
        </w:trPr>
        <w:tc>
          <w:tcPr>
            <w:tcW w:w="6480" w:type="dxa"/>
            <w:gridSpan w:val="2"/>
            <w:tcBorders>
              <w:right w:val="single" w:sz="4" w:space="0" w:color="auto"/>
            </w:tcBorders>
          </w:tcPr>
          <w:p w14:paraId="1E92FB52" w14:textId="77777777" w:rsidR="00445570" w:rsidRPr="00445570" w:rsidRDefault="00445570" w:rsidP="00445570">
            <w:pPr>
              <w:pStyle w:val="TableBody"/>
              <w:ind w:left="1152" w:hanging="288"/>
            </w:pPr>
            <w:r>
              <w:t>i</w:t>
            </w:r>
            <w:r w:rsidRPr="00445570">
              <w:t>i.</w:t>
            </w:r>
            <w:r w:rsidRPr="00445570">
              <w:tab/>
            </w:r>
            <w:r>
              <w:t>CFE (Certified Fraud Examiner)</w:t>
            </w:r>
          </w:p>
        </w:tc>
        <w:tc>
          <w:tcPr>
            <w:tcW w:w="2862" w:type="dxa"/>
            <w:gridSpan w:val="2"/>
            <w:tcBorders>
              <w:left w:val="single" w:sz="4" w:space="0" w:color="auto"/>
            </w:tcBorders>
          </w:tcPr>
          <w:p w14:paraId="07C03F73" w14:textId="77777777" w:rsidR="00445570" w:rsidRPr="00521317" w:rsidRDefault="00445570" w:rsidP="003432B5">
            <w:pPr>
              <w:pStyle w:val="TableBody"/>
              <w:ind w:left="288" w:hanging="288"/>
            </w:pPr>
          </w:p>
        </w:tc>
      </w:tr>
      <w:tr w:rsidR="00445570" w14:paraId="71620C9F" w14:textId="77777777" w:rsidTr="003432B5">
        <w:trPr>
          <w:gridBefore w:val="1"/>
          <w:wBefore w:w="18" w:type="dxa"/>
        </w:trPr>
        <w:tc>
          <w:tcPr>
            <w:tcW w:w="6480" w:type="dxa"/>
            <w:gridSpan w:val="2"/>
            <w:tcBorders>
              <w:right w:val="single" w:sz="4" w:space="0" w:color="auto"/>
            </w:tcBorders>
          </w:tcPr>
          <w:p w14:paraId="6D8B6646" w14:textId="77777777" w:rsidR="00445570" w:rsidRPr="00445570" w:rsidRDefault="00445570" w:rsidP="00445570">
            <w:pPr>
              <w:pStyle w:val="TableBody"/>
              <w:ind w:left="1152" w:hanging="288"/>
            </w:pPr>
            <w:r>
              <w:t>ii</w:t>
            </w:r>
            <w:r w:rsidRPr="00445570">
              <w:t>i.</w:t>
            </w:r>
            <w:r w:rsidRPr="00445570">
              <w:tab/>
            </w:r>
            <w:r>
              <w:t>CMA (Certified Management Accountant)</w:t>
            </w:r>
          </w:p>
        </w:tc>
        <w:tc>
          <w:tcPr>
            <w:tcW w:w="2862" w:type="dxa"/>
            <w:gridSpan w:val="2"/>
            <w:tcBorders>
              <w:left w:val="single" w:sz="4" w:space="0" w:color="auto"/>
            </w:tcBorders>
          </w:tcPr>
          <w:p w14:paraId="17DF6CEA" w14:textId="77777777" w:rsidR="00445570" w:rsidRPr="00521317" w:rsidRDefault="00445570" w:rsidP="003432B5">
            <w:pPr>
              <w:pStyle w:val="TableBody"/>
              <w:ind w:left="288" w:hanging="288"/>
            </w:pPr>
          </w:p>
        </w:tc>
      </w:tr>
      <w:tr w:rsidR="00445570" w14:paraId="69F6DEDE" w14:textId="77777777" w:rsidTr="003432B5">
        <w:trPr>
          <w:gridBefore w:val="1"/>
          <w:wBefore w:w="18" w:type="dxa"/>
        </w:trPr>
        <w:tc>
          <w:tcPr>
            <w:tcW w:w="6480" w:type="dxa"/>
            <w:gridSpan w:val="2"/>
            <w:tcBorders>
              <w:right w:val="single" w:sz="4" w:space="0" w:color="auto"/>
            </w:tcBorders>
          </w:tcPr>
          <w:p w14:paraId="598B11C4" w14:textId="77777777" w:rsidR="00445570" w:rsidRPr="00445570" w:rsidRDefault="00445570" w:rsidP="00C8777F">
            <w:pPr>
              <w:pStyle w:val="TableBody"/>
              <w:ind w:left="1152" w:hanging="288"/>
            </w:pPr>
            <w:r w:rsidRPr="00445570">
              <w:t>i</w:t>
            </w:r>
            <w:r w:rsidR="00C8777F">
              <w:t>v</w:t>
            </w:r>
            <w:r w:rsidRPr="00445570">
              <w:t>.</w:t>
            </w:r>
            <w:r w:rsidRPr="00445570">
              <w:tab/>
            </w:r>
            <w:r>
              <w:t>CIA (Certified Internal Auditor)</w:t>
            </w:r>
          </w:p>
        </w:tc>
        <w:tc>
          <w:tcPr>
            <w:tcW w:w="2862" w:type="dxa"/>
            <w:gridSpan w:val="2"/>
            <w:tcBorders>
              <w:left w:val="single" w:sz="4" w:space="0" w:color="auto"/>
            </w:tcBorders>
          </w:tcPr>
          <w:p w14:paraId="47357C85" w14:textId="77777777" w:rsidR="00445570" w:rsidRPr="00521317" w:rsidRDefault="00445570" w:rsidP="003432B5">
            <w:pPr>
              <w:pStyle w:val="TableBody"/>
              <w:ind w:left="288" w:hanging="288"/>
            </w:pPr>
          </w:p>
        </w:tc>
      </w:tr>
      <w:tr w:rsidR="00445570" w14:paraId="52576D60" w14:textId="77777777" w:rsidTr="003432B5">
        <w:trPr>
          <w:gridBefore w:val="1"/>
          <w:wBefore w:w="18" w:type="dxa"/>
        </w:trPr>
        <w:tc>
          <w:tcPr>
            <w:tcW w:w="6480" w:type="dxa"/>
            <w:gridSpan w:val="2"/>
            <w:tcBorders>
              <w:right w:val="single" w:sz="4" w:space="0" w:color="auto"/>
            </w:tcBorders>
          </w:tcPr>
          <w:p w14:paraId="3ED0E1B6" w14:textId="77777777" w:rsidR="00445570" w:rsidRPr="00445570" w:rsidRDefault="00C8777F" w:rsidP="00C8777F">
            <w:pPr>
              <w:pStyle w:val="TableBody"/>
              <w:ind w:left="1152" w:hanging="288"/>
            </w:pPr>
            <w:r>
              <w:t>v</w:t>
            </w:r>
            <w:r w:rsidR="00445570" w:rsidRPr="00445570">
              <w:t>.</w:t>
            </w:r>
            <w:r w:rsidR="00445570" w:rsidRPr="00445570">
              <w:tab/>
            </w:r>
            <w:r w:rsidR="00445570">
              <w:t>CFM (Certified Financial Manager)</w:t>
            </w:r>
          </w:p>
        </w:tc>
        <w:tc>
          <w:tcPr>
            <w:tcW w:w="2862" w:type="dxa"/>
            <w:gridSpan w:val="2"/>
            <w:tcBorders>
              <w:left w:val="single" w:sz="4" w:space="0" w:color="auto"/>
            </w:tcBorders>
          </w:tcPr>
          <w:p w14:paraId="6E6FCEA4" w14:textId="77777777" w:rsidR="00445570" w:rsidRPr="00521317" w:rsidRDefault="00445570" w:rsidP="003432B5">
            <w:pPr>
              <w:pStyle w:val="TableBody"/>
              <w:ind w:left="288" w:hanging="288"/>
            </w:pPr>
          </w:p>
        </w:tc>
      </w:tr>
      <w:tr w:rsidR="00CA44BF" w14:paraId="58F40047" w14:textId="77777777" w:rsidTr="00445570">
        <w:trPr>
          <w:gridBefore w:val="1"/>
          <w:wBefore w:w="18" w:type="dxa"/>
        </w:trPr>
        <w:tc>
          <w:tcPr>
            <w:tcW w:w="6480" w:type="dxa"/>
            <w:gridSpan w:val="2"/>
            <w:tcBorders>
              <w:right w:val="single" w:sz="4" w:space="0" w:color="auto"/>
            </w:tcBorders>
          </w:tcPr>
          <w:p w14:paraId="7F0BE931" w14:textId="77777777" w:rsidR="00CA44BF" w:rsidRDefault="00C8777F" w:rsidP="00C8777F">
            <w:pPr>
              <w:pStyle w:val="TableBody"/>
              <w:ind w:left="1152" w:hanging="288"/>
            </w:pPr>
            <w:r>
              <w:t xml:space="preserve">vi. </w:t>
            </w:r>
            <w:r>
              <w:tab/>
              <w:t>Cr. FA (Certified Forensic Accountant)</w:t>
            </w:r>
          </w:p>
        </w:tc>
        <w:tc>
          <w:tcPr>
            <w:tcW w:w="2862" w:type="dxa"/>
            <w:gridSpan w:val="2"/>
            <w:tcBorders>
              <w:left w:val="single" w:sz="4" w:space="0" w:color="auto"/>
            </w:tcBorders>
          </w:tcPr>
          <w:p w14:paraId="06FDFD88" w14:textId="77777777" w:rsidR="00CA44BF" w:rsidRPr="00521317" w:rsidRDefault="00CA44BF" w:rsidP="00CA44BF">
            <w:pPr>
              <w:pStyle w:val="TableBody"/>
              <w:ind w:left="288" w:hanging="288"/>
            </w:pPr>
          </w:p>
        </w:tc>
      </w:tr>
      <w:tr w:rsidR="00445570" w14:paraId="7419C780" w14:textId="77777777" w:rsidTr="00445570">
        <w:trPr>
          <w:gridBefore w:val="1"/>
          <w:wBefore w:w="18" w:type="dxa"/>
        </w:trPr>
        <w:tc>
          <w:tcPr>
            <w:tcW w:w="6480" w:type="dxa"/>
            <w:gridSpan w:val="2"/>
            <w:tcBorders>
              <w:right w:val="single" w:sz="4" w:space="0" w:color="auto"/>
            </w:tcBorders>
          </w:tcPr>
          <w:p w14:paraId="23BB94A3" w14:textId="77777777" w:rsidR="00445570" w:rsidRDefault="00C8777F" w:rsidP="00C8777F">
            <w:pPr>
              <w:pStyle w:val="TableBody"/>
              <w:ind w:left="864"/>
            </w:pPr>
            <w:r>
              <w:t>vii.</w:t>
            </w:r>
            <w:r>
              <w:tab/>
              <w:t>CFA (Chartered Financial Analyst)</w:t>
            </w:r>
          </w:p>
        </w:tc>
        <w:tc>
          <w:tcPr>
            <w:tcW w:w="2862" w:type="dxa"/>
            <w:gridSpan w:val="2"/>
            <w:tcBorders>
              <w:left w:val="single" w:sz="4" w:space="0" w:color="auto"/>
            </w:tcBorders>
          </w:tcPr>
          <w:p w14:paraId="6E41F9D1" w14:textId="77777777" w:rsidR="00445570" w:rsidRPr="00521317" w:rsidRDefault="00445570" w:rsidP="00CA44BF">
            <w:pPr>
              <w:pStyle w:val="TableBody"/>
              <w:ind w:left="288" w:hanging="288"/>
            </w:pPr>
          </w:p>
        </w:tc>
      </w:tr>
    </w:tbl>
    <w:p w14:paraId="1C076E04" w14:textId="77777777" w:rsidR="007A4948" w:rsidRPr="00867948" w:rsidRDefault="00066CBC" w:rsidP="007A4948">
      <w:pPr>
        <w:pStyle w:val="BodyText"/>
        <w:spacing w:after="120"/>
        <w:rPr>
          <w:rFonts w:ascii="Arial" w:hAnsi="Arial"/>
          <w:b/>
          <w:kern w:val="28"/>
          <w:sz w:val="24"/>
          <w:u w:val="single"/>
        </w:rPr>
      </w:pPr>
      <w:r>
        <w:br w:type="page"/>
      </w:r>
      <w:r w:rsidR="007A4948" w:rsidRPr="00867948">
        <w:rPr>
          <w:rFonts w:ascii="Arial" w:hAnsi="Arial"/>
          <w:b/>
          <w:kern w:val="28"/>
          <w:sz w:val="24"/>
          <w:u w:val="single"/>
        </w:rPr>
        <w:lastRenderedPageBreak/>
        <w:t>Supplemental Enrichment Activities</w:t>
      </w:r>
    </w:p>
    <w:p w14:paraId="6414544F" w14:textId="77777777" w:rsidR="007A4948" w:rsidRPr="00FB77B2" w:rsidRDefault="007A4948" w:rsidP="003B1C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after="120" w:line="240" w:lineRule="atLeast"/>
      </w:pPr>
      <w:r w:rsidRPr="00FB77B2">
        <w:t>Note: These activities would be suitable for individual or group activities.</w:t>
      </w:r>
    </w:p>
    <w:p w14:paraId="7AF35820" w14:textId="77777777" w:rsidR="007A4948" w:rsidRDefault="007A4948" w:rsidP="003B1C25">
      <w:pPr>
        <w:pStyle w:val="BodyText"/>
        <w:numPr>
          <w:ilvl w:val="0"/>
          <w:numId w:val="16"/>
        </w:numPr>
        <w:spacing w:after="120"/>
        <w:jc w:val="left"/>
      </w:pPr>
      <w:r>
        <w:t>Handout 2</w:t>
      </w:r>
      <w:r w:rsidR="007D4591" w:rsidRPr="00DF3C97">
        <w:rPr>
          <w:b/>
        </w:rPr>
        <w:t>–</w:t>
      </w:r>
      <w:r>
        <w:t>1</w:t>
      </w:r>
    </w:p>
    <w:p w14:paraId="6488C65F" w14:textId="77777777" w:rsidR="007A4948" w:rsidRDefault="007A4948" w:rsidP="003B1C25">
      <w:pPr>
        <w:pStyle w:val="BodyText"/>
        <w:spacing w:after="120"/>
        <w:ind w:left="360"/>
        <w:jc w:val="left"/>
      </w:pPr>
      <w:r w:rsidRPr="00FB77B2">
        <w:t xml:space="preserve">Use </w:t>
      </w:r>
      <w:r>
        <w:t>this h</w:t>
      </w:r>
      <w:r w:rsidRPr="00FB77B2">
        <w:t xml:space="preserve">andout for an in-class activity designed to review the </w:t>
      </w:r>
      <w:r>
        <w:t xml:space="preserve">analysis of various </w:t>
      </w:r>
      <w:r w:rsidR="00180595">
        <w:t xml:space="preserve">business </w:t>
      </w:r>
      <w:r>
        <w:t>transactions</w:t>
      </w:r>
      <w:r w:rsidR="00180595">
        <w:t xml:space="preserve"> that affect the balance sheet</w:t>
      </w:r>
      <w:r>
        <w:t>.</w:t>
      </w:r>
      <w:r w:rsidRPr="00FB77B2">
        <w:t xml:space="preserve"> The solution</w:t>
      </w:r>
      <w:r>
        <w:t xml:space="preserve"> follows the handout master.</w:t>
      </w:r>
    </w:p>
    <w:p w14:paraId="6E2F295D" w14:textId="77777777" w:rsidR="007A4948" w:rsidRDefault="007A4948" w:rsidP="003B1C25">
      <w:pPr>
        <w:pStyle w:val="BodyText"/>
        <w:numPr>
          <w:ilvl w:val="0"/>
          <w:numId w:val="16"/>
        </w:numPr>
        <w:spacing w:after="120"/>
        <w:jc w:val="left"/>
      </w:pPr>
      <w:r>
        <w:t xml:space="preserve">Handout </w:t>
      </w:r>
      <w:r w:rsidR="0075698B">
        <w:t>2</w:t>
      </w:r>
      <w:r w:rsidR="007D4591" w:rsidRPr="00DF3C97">
        <w:rPr>
          <w:b/>
        </w:rPr>
        <w:t>–</w:t>
      </w:r>
      <w:r w:rsidR="0075698B">
        <w:t>2</w:t>
      </w:r>
    </w:p>
    <w:p w14:paraId="2252C27B" w14:textId="77777777" w:rsidR="007A4948" w:rsidRDefault="0075698B" w:rsidP="003B1C25">
      <w:pPr>
        <w:pStyle w:val="BodyText"/>
        <w:spacing w:after="120"/>
        <w:ind w:left="360"/>
        <w:jc w:val="left"/>
      </w:pPr>
      <w:r>
        <w:t xml:space="preserve">This activity is a continuation of Activity #1. </w:t>
      </w:r>
      <w:r w:rsidR="007A4948" w:rsidRPr="00FB77B2">
        <w:t xml:space="preserve">Use </w:t>
      </w:r>
      <w:r w:rsidR="007A4948">
        <w:t>this h</w:t>
      </w:r>
      <w:r w:rsidR="007A4948" w:rsidRPr="00FB77B2">
        <w:t xml:space="preserve">andout for an in-class activity designed to </w:t>
      </w:r>
      <w:r>
        <w:t xml:space="preserve">continue the </w:t>
      </w:r>
      <w:r w:rsidR="007A4948" w:rsidRPr="00FB77B2">
        <w:t xml:space="preserve">review </w:t>
      </w:r>
      <w:r>
        <w:t xml:space="preserve">of the </w:t>
      </w:r>
      <w:r w:rsidR="007A4948">
        <w:t xml:space="preserve">analysis of various </w:t>
      </w:r>
      <w:r w:rsidR="00180595">
        <w:t>business transactions that affect the balance sheet</w:t>
      </w:r>
      <w:r w:rsidR="007A4948">
        <w:t>.</w:t>
      </w:r>
      <w:r w:rsidR="007A4948" w:rsidRPr="00FB77B2">
        <w:t xml:space="preserve"> The solution</w:t>
      </w:r>
      <w:r w:rsidR="007A4948">
        <w:t xml:space="preserve"> follows the handout master.</w:t>
      </w:r>
    </w:p>
    <w:p w14:paraId="5BFBBF86" w14:textId="77777777" w:rsidR="0075698B" w:rsidRDefault="0075698B" w:rsidP="003B1C25">
      <w:pPr>
        <w:pStyle w:val="BodyText"/>
        <w:numPr>
          <w:ilvl w:val="0"/>
          <w:numId w:val="16"/>
        </w:numPr>
        <w:spacing w:after="120"/>
        <w:jc w:val="left"/>
      </w:pPr>
      <w:r>
        <w:t>Handout 2</w:t>
      </w:r>
      <w:r w:rsidR="007D4591" w:rsidRPr="00DF3C97">
        <w:rPr>
          <w:b/>
        </w:rPr>
        <w:t>–</w:t>
      </w:r>
      <w:r>
        <w:t>3</w:t>
      </w:r>
    </w:p>
    <w:p w14:paraId="63EF6586" w14:textId="77777777" w:rsidR="0075698B" w:rsidRDefault="0075698B" w:rsidP="003B1C25">
      <w:pPr>
        <w:pStyle w:val="BodyText"/>
        <w:spacing w:after="120"/>
        <w:ind w:left="360"/>
        <w:jc w:val="left"/>
      </w:pPr>
      <w:r>
        <w:t>Use Handout 2-3 for an in-class activity designed to review the debit/credit framework. Note that these transactions are the same as those analyzed on Handout 2-1. However, it can be assigned even if Activity #1 was not assigned.</w:t>
      </w:r>
      <w:r w:rsidRPr="00FB77B2">
        <w:t xml:space="preserve"> The solution</w:t>
      </w:r>
      <w:r>
        <w:t xml:space="preserve"> follows the handout master.</w:t>
      </w:r>
    </w:p>
    <w:p w14:paraId="7216AA75" w14:textId="77777777" w:rsidR="007A4948" w:rsidRDefault="007A4948" w:rsidP="003B1C25">
      <w:pPr>
        <w:pStyle w:val="BodyText"/>
        <w:numPr>
          <w:ilvl w:val="0"/>
          <w:numId w:val="16"/>
        </w:numPr>
        <w:spacing w:after="120"/>
        <w:jc w:val="left"/>
      </w:pPr>
      <w:r>
        <w:t xml:space="preserve">Handout </w:t>
      </w:r>
      <w:r w:rsidR="0075698B">
        <w:t>2</w:t>
      </w:r>
      <w:r w:rsidR="007D4591" w:rsidRPr="00DF3C97">
        <w:rPr>
          <w:b/>
        </w:rPr>
        <w:t>–</w:t>
      </w:r>
      <w:r w:rsidR="0075698B">
        <w:t>4</w:t>
      </w:r>
    </w:p>
    <w:p w14:paraId="6A96301B" w14:textId="77777777" w:rsidR="0075698B" w:rsidRDefault="009913CC" w:rsidP="003B1C25">
      <w:pPr>
        <w:pStyle w:val="BodyText"/>
        <w:spacing w:after="120"/>
        <w:ind w:left="360"/>
        <w:jc w:val="left"/>
      </w:pPr>
      <w:r>
        <w:t xml:space="preserve">This activity is a continuation of Activity #3. </w:t>
      </w:r>
      <w:r w:rsidR="0075698B">
        <w:t xml:space="preserve">Use </w:t>
      </w:r>
      <w:r>
        <w:t>this h</w:t>
      </w:r>
      <w:r w:rsidR="0075698B">
        <w:t>andout for an in-class activity designed to review the debit/credit framework. Note that these transactions are the same as those analyzed on Handout 2</w:t>
      </w:r>
      <w:r w:rsidR="007D4591" w:rsidRPr="00DF3C97">
        <w:rPr>
          <w:b/>
        </w:rPr>
        <w:t>–</w:t>
      </w:r>
      <w:r>
        <w:t>2</w:t>
      </w:r>
      <w:r w:rsidR="0075698B">
        <w:t>. However, it can be assigned even if Activity #2 was not assigned.</w:t>
      </w:r>
      <w:r w:rsidR="0075698B" w:rsidRPr="00FB77B2">
        <w:t xml:space="preserve"> The solution</w:t>
      </w:r>
      <w:r w:rsidR="0075698B">
        <w:t xml:space="preserve"> follows the handout master.</w:t>
      </w:r>
    </w:p>
    <w:p w14:paraId="1EC06157" w14:textId="77777777" w:rsidR="007A4948" w:rsidRDefault="007A4948" w:rsidP="003B1C25">
      <w:pPr>
        <w:pStyle w:val="BodyText"/>
        <w:numPr>
          <w:ilvl w:val="0"/>
          <w:numId w:val="16"/>
        </w:numPr>
        <w:spacing w:after="120"/>
        <w:jc w:val="left"/>
      </w:pPr>
      <w:r>
        <w:t xml:space="preserve">Handout </w:t>
      </w:r>
      <w:r w:rsidR="009913CC">
        <w:t>2</w:t>
      </w:r>
      <w:r w:rsidR="007D4591" w:rsidRPr="00DF3C97">
        <w:rPr>
          <w:b/>
        </w:rPr>
        <w:t>–</w:t>
      </w:r>
      <w:r w:rsidR="009913CC">
        <w:t>5</w:t>
      </w:r>
    </w:p>
    <w:p w14:paraId="5562FECD" w14:textId="77777777" w:rsidR="007A4948" w:rsidRDefault="009913CC" w:rsidP="003B1C25">
      <w:pPr>
        <w:pStyle w:val="BodyText"/>
        <w:spacing w:after="120"/>
        <w:ind w:left="360"/>
        <w:jc w:val="left"/>
      </w:pPr>
      <w:r w:rsidRPr="00FB77B2">
        <w:t xml:space="preserve">Use </w:t>
      </w:r>
      <w:r>
        <w:t>this h</w:t>
      </w:r>
      <w:r w:rsidRPr="00FB77B2">
        <w:t xml:space="preserve">andout for an in-class activity designed to review the </w:t>
      </w:r>
      <w:r>
        <w:t>posting of various</w:t>
      </w:r>
      <w:r w:rsidR="00180595">
        <w:t xml:space="preserve"> balance sheet </w:t>
      </w:r>
      <w:r>
        <w:t>transactions to T-accounts.</w:t>
      </w:r>
      <w:r w:rsidRPr="00FB77B2">
        <w:t xml:space="preserve"> </w:t>
      </w:r>
      <w:r>
        <w:t xml:space="preserve">This activity is a continuation of Activity #3 and Activity #4; it should be assigned </w:t>
      </w:r>
      <w:r w:rsidR="00C91A7F">
        <w:t xml:space="preserve">only </w:t>
      </w:r>
      <w:r>
        <w:t xml:space="preserve">if both of those activities were assigned. </w:t>
      </w:r>
      <w:r w:rsidR="007A4948" w:rsidRPr="00FB77B2">
        <w:t>The solution</w:t>
      </w:r>
      <w:r w:rsidR="007A4948">
        <w:t xml:space="preserve"> follows the handout master.</w:t>
      </w:r>
    </w:p>
    <w:p w14:paraId="51D5E127" w14:textId="77777777" w:rsidR="007A4948" w:rsidRDefault="007A4948" w:rsidP="003B1C25">
      <w:pPr>
        <w:pStyle w:val="BodyText"/>
        <w:numPr>
          <w:ilvl w:val="0"/>
          <w:numId w:val="16"/>
        </w:numPr>
        <w:spacing w:after="120"/>
        <w:jc w:val="left"/>
      </w:pPr>
      <w:r>
        <w:t xml:space="preserve">Handout </w:t>
      </w:r>
      <w:r w:rsidR="009913CC">
        <w:t>2</w:t>
      </w:r>
      <w:r w:rsidR="007D4591" w:rsidRPr="00DF3C97">
        <w:rPr>
          <w:b/>
        </w:rPr>
        <w:t>–</w:t>
      </w:r>
      <w:r w:rsidR="009913CC">
        <w:t>6</w:t>
      </w:r>
    </w:p>
    <w:p w14:paraId="152B777A" w14:textId="77777777" w:rsidR="00C91A7F" w:rsidRDefault="00C91A7F" w:rsidP="003B1C25">
      <w:pPr>
        <w:pStyle w:val="BodyText"/>
        <w:spacing w:after="120"/>
        <w:ind w:left="360"/>
        <w:jc w:val="left"/>
      </w:pPr>
      <w:r w:rsidRPr="00FB77B2">
        <w:t xml:space="preserve">Use </w:t>
      </w:r>
      <w:r>
        <w:t>this h</w:t>
      </w:r>
      <w:r w:rsidRPr="00FB77B2">
        <w:t xml:space="preserve">andout for an in-class activity designed to review the </w:t>
      </w:r>
      <w:r>
        <w:t xml:space="preserve">preparation of a </w:t>
      </w:r>
      <w:r w:rsidR="00C603C9">
        <w:t xml:space="preserve">trial balance and a </w:t>
      </w:r>
      <w:r>
        <w:t xml:space="preserve">classified balance sheet. This activity is a continuation of Activity #5; it should be assigned only if that activity was assigned. </w:t>
      </w:r>
      <w:r w:rsidRPr="00FB77B2">
        <w:t>The solution</w:t>
      </w:r>
      <w:r>
        <w:t xml:space="preserve"> follows the handout master.</w:t>
      </w:r>
    </w:p>
    <w:p w14:paraId="3F9342C9" w14:textId="77777777" w:rsidR="00C91A7F" w:rsidRDefault="008A64AF" w:rsidP="003B1C25">
      <w:pPr>
        <w:pStyle w:val="BodyText"/>
        <w:numPr>
          <w:ilvl w:val="0"/>
          <w:numId w:val="16"/>
        </w:numPr>
        <w:spacing w:after="120"/>
        <w:jc w:val="left"/>
      </w:pPr>
      <w:r>
        <w:t>Use Handout 2</w:t>
      </w:r>
      <w:r w:rsidR="007D4591" w:rsidRPr="00DF3C97">
        <w:rPr>
          <w:b/>
        </w:rPr>
        <w:t>–</w:t>
      </w:r>
      <w:r w:rsidR="00C91A7F">
        <w:t>7</w:t>
      </w:r>
    </w:p>
    <w:p w14:paraId="0F75ED18" w14:textId="77777777" w:rsidR="008A64AF" w:rsidRPr="0029661D" w:rsidRDefault="00C91A7F" w:rsidP="003B1C25">
      <w:pPr>
        <w:pStyle w:val="BodyText"/>
        <w:spacing w:after="120"/>
        <w:ind w:left="360"/>
        <w:jc w:val="left"/>
      </w:pPr>
      <w:r w:rsidRPr="00FB77B2">
        <w:t xml:space="preserve">Use </w:t>
      </w:r>
      <w:r>
        <w:t>this h</w:t>
      </w:r>
      <w:r w:rsidRPr="00FB77B2">
        <w:t xml:space="preserve">andout for an in-class activity designed to review the </w:t>
      </w:r>
      <w:r>
        <w:t xml:space="preserve">calculation and interpretation of the current ratio. This activity is a continuation of Activity #6; it should be assigned only if that activity was assigned. </w:t>
      </w:r>
      <w:r w:rsidRPr="00FB77B2">
        <w:t>The solution</w:t>
      </w:r>
      <w:r>
        <w:t xml:space="preserve"> follows the handout master.</w:t>
      </w:r>
    </w:p>
    <w:p w14:paraId="3A155D8D" w14:textId="77777777" w:rsidR="003656D8" w:rsidRPr="005F480C" w:rsidRDefault="0007201C" w:rsidP="00C91A7F">
      <w:pPr>
        <w:pStyle w:val="Heading1"/>
        <w:spacing w:before="240"/>
      </w:pPr>
      <w:r>
        <w:rPr>
          <w:b w:val="0"/>
        </w:rPr>
        <w:br w:type="page"/>
      </w:r>
      <w:r w:rsidR="003656D8" w:rsidRPr="005F480C">
        <w:lastRenderedPageBreak/>
        <w:t xml:space="preserve">HANDOUT </w:t>
      </w:r>
      <w:r w:rsidR="003656D8">
        <w:t>2</w:t>
      </w:r>
      <w:r w:rsidR="007D4591" w:rsidRPr="00DF3C97">
        <w:rPr>
          <w:b w:val="0"/>
        </w:rPr>
        <w:t>–</w:t>
      </w:r>
      <w:r w:rsidR="003656D8">
        <w:t>1</w:t>
      </w:r>
    </w:p>
    <w:p w14:paraId="60B2CE07" w14:textId="77777777" w:rsidR="003656D8" w:rsidRPr="005F480C" w:rsidRDefault="003656D8" w:rsidP="003656D8">
      <w:pPr>
        <w:pStyle w:val="Heading1"/>
        <w:spacing w:before="240"/>
        <w:jc w:val="center"/>
        <w:rPr>
          <w:u w:val="none"/>
        </w:rPr>
      </w:pPr>
      <w:r>
        <w:rPr>
          <w:u w:val="none"/>
        </w:rPr>
        <w:t>ANALYZING TRANSACTIONS</w:t>
      </w:r>
    </w:p>
    <w:p w14:paraId="4696BA49" w14:textId="77777777" w:rsidR="003656D8" w:rsidRDefault="006A6D04" w:rsidP="003B1C25">
      <w:r>
        <w:t xml:space="preserve">Analyze each of the </w:t>
      </w:r>
      <w:r w:rsidR="001A6828">
        <w:t>following transactions</w:t>
      </w:r>
      <w:r>
        <w:t xml:space="preserve"> by answering each of the questions</w:t>
      </w:r>
      <w:r w:rsidR="001A6828">
        <w:t xml:space="preserve">. </w:t>
      </w:r>
      <w:r w:rsidR="00D8660F">
        <w:t>Use the spreadsheet on the following page to keep track of the amount in each account:</w:t>
      </w:r>
    </w:p>
    <w:p w14:paraId="1F7550E6" w14:textId="77777777" w:rsidR="001A6828" w:rsidRPr="00E755E3" w:rsidRDefault="001A6828" w:rsidP="003656D8"/>
    <w:p w14:paraId="72AD3AE1" w14:textId="77777777" w:rsidR="003656D8" w:rsidRPr="008E59B6" w:rsidRDefault="003656D8" w:rsidP="003656D8">
      <w:r>
        <w:t>(a) Stockholder invests $10,000 into the business</w:t>
      </w:r>
      <w:r w:rsidR="00625769">
        <w:t xml:space="preserve"> in exchange for common stock</w:t>
      </w:r>
      <w:r>
        <w: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0A42E95E" w14:textId="77777777" w:rsidTr="006A6D04">
        <w:trPr>
          <w:trHeight w:val="432"/>
        </w:trPr>
        <w:tc>
          <w:tcPr>
            <w:tcW w:w="288" w:type="dxa"/>
            <w:vAlign w:val="center"/>
          </w:tcPr>
          <w:p w14:paraId="7AB8B3D5" w14:textId="77777777" w:rsidR="003656D8" w:rsidRPr="003656D8" w:rsidRDefault="003656D8" w:rsidP="003656D8">
            <w:r w:rsidRPr="003656D8">
              <w:t>1.</w:t>
            </w:r>
          </w:p>
        </w:tc>
        <w:tc>
          <w:tcPr>
            <w:tcW w:w="4320" w:type="dxa"/>
            <w:tcBorders>
              <w:right w:val="single" w:sz="4" w:space="0" w:color="auto"/>
            </w:tcBorders>
            <w:vAlign w:val="center"/>
          </w:tcPr>
          <w:p w14:paraId="1AD7FA60"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6AAD026C" w14:textId="77777777" w:rsidR="003656D8" w:rsidRPr="003656D8" w:rsidRDefault="003656D8" w:rsidP="003656D8"/>
        </w:tc>
      </w:tr>
      <w:tr w:rsidR="003656D8" w14:paraId="4C401BC4" w14:textId="77777777" w:rsidTr="006A6D04">
        <w:trPr>
          <w:trHeight w:val="432"/>
        </w:trPr>
        <w:tc>
          <w:tcPr>
            <w:tcW w:w="288" w:type="dxa"/>
            <w:vAlign w:val="center"/>
          </w:tcPr>
          <w:p w14:paraId="43FF5F7D" w14:textId="77777777" w:rsidR="003656D8" w:rsidRPr="003656D8" w:rsidRDefault="003656D8" w:rsidP="003656D8">
            <w:r w:rsidRPr="003656D8">
              <w:t>2.</w:t>
            </w:r>
          </w:p>
        </w:tc>
        <w:tc>
          <w:tcPr>
            <w:tcW w:w="4320" w:type="dxa"/>
            <w:tcBorders>
              <w:right w:val="single" w:sz="4" w:space="0" w:color="auto"/>
            </w:tcBorders>
            <w:vAlign w:val="center"/>
          </w:tcPr>
          <w:p w14:paraId="36FF1BEC"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73DEFA95" w14:textId="77777777" w:rsidR="003656D8" w:rsidRPr="003656D8" w:rsidRDefault="003656D8" w:rsidP="003656D8"/>
        </w:tc>
      </w:tr>
      <w:tr w:rsidR="003656D8" w14:paraId="7D41CE77" w14:textId="77777777" w:rsidTr="006A6D04">
        <w:trPr>
          <w:trHeight w:val="432"/>
        </w:trPr>
        <w:tc>
          <w:tcPr>
            <w:tcW w:w="288" w:type="dxa"/>
            <w:vAlign w:val="center"/>
          </w:tcPr>
          <w:p w14:paraId="52760EEF" w14:textId="77777777" w:rsidR="003656D8" w:rsidRPr="003656D8" w:rsidRDefault="003656D8" w:rsidP="003656D8">
            <w:r w:rsidRPr="003656D8">
              <w:t>3.</w:t>
            </w:r>
          </w:p>
        </w:tc>
        <w:tc>
          <w:tcPr>
            <w:tcW w:w="4320" w:type="dxa"/>
            <w:tcBorders>
              <w:right w:val="single" w:sz="4" w:space="0" w:color="auto"/>
            </w:tcBorders>
            <w:vAlign w:val="center"/>
          </w:tcPr>
          <w:p w14:paraId="1627D3C6"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10F40A74" w14:textId="77777777" w:rsidR="003656D8" w:rsidRPr="003656D8" w:rsidRDefault="003656D8" w:rsidP="003656D8"/>
        </w:tc>
      </w:tr>
      <w:tr w:rsidR="003656D8" w14:paraId="3A82CA20" w14:textId="77777777" w:rsidTr="006A6D04">
        <w:trPr>
          <w:trHeight w:val="432"/>
        </w:trPr>
        <w:tc>
          <w:tcPr>
            <w:tcW w:w="288" w:type="dxa"/>
            <w:vAlign w:val="center"/>
          </w:tcPr>
          <w:p w14:paraId="609AB2A0" w14:textId="77777777" w:rsidR="003656D8" w:rsidRPr="003656D8" w:rsidRDefault="003656D8" w:rsidP="003656D8">
            <w:r w:rsidRPr="003656D8">
              <w:t>4.</w:t>
            </w:r>
          </w:p>
        </w:tc>
        <w:tc>
          <w:tcPr>
            <w:tcW w:w="4320" w:type="dxa"/>
            <w:tcBorders>
              <w:right w:val="single" w:sz="4" w:space="0" w:color="auto"/>
            </w:tcBorders>
            <w:vAlign w:val="center"/>
          </w:tcPr>
          <w:p w14:paraId="29C386A8"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4D11AF66" w14:textId="77777777" w:rsidR="003656D8" w:rsidRPr="003656D8" w:rsidRDefault="003656D8" w:rsidP="003656D8"/>
        </w:tc>
      </w:tr>
      <w:tr w:rsidR="003656D8" w14:paraId="20FD1749" w14:textId="77777777" w:rsidTr="006A6D04">
        <w:trPr>
          <w:trHeight w:val="432"/>
        </w:trPr>
        <w:tc>
          <w:tcPr>
            <w:tcW w:w="288" w:type="dxa"/>
            <w:vAlign w:val="center"/>
          </w:tcPr>
          <w:p w14:paraId="469100F2" w14:textId="77777777" w:rsidR="003656D8" w:rsidRPr="003656D8" w:rsidRDefault="003656D8" w:rsidP="003656D8">
            <w:r w:rsidRPr="003656D8">
              <w:t>5.</w:t>
            </w:r>
          </w:p>
        </w:tc>
        <w:tc>
          <w:tcPr>
            <w:tcW w:w="4320" w:type="dxa"/>
            <w:tcBorders>
              <w:right w:val="single" w:sz="4" w:space="0" w:color="auto"/>
            </w:tcBorders>
            <w:vAlign w:val="center"/>
          </w:tcPr>
          <w:p w14:paraId="43DE1D27"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3B1147D2" w14:textId="77777777" w:rsidR="003656D8" w:rsidRPr="003656D8" w:rsidRDefault="003656D8" w:rsidP="003656D8"/>
        </w:tc>
      </w:tr>
    </w:tbl>
    <w:p w14:paraId="287316C0" w14:textId="77777777" w:rsidR="003656D8" w:rsidRDefault="003656D8" w:rsidP="003656D8"/>
    <w:p w14:paraId="623C854F" w14:textId="77777777" w:rsidR="0044591F" w:rsidRPr="000A73F3" w:rsidRDefault="0044591F" w:rsidP="0044591F">
      <w:r>
        <w:t>(b) Company borrows $15,000 signing a note payable to the bank that is due in three months.</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7A08246B" w14:textId="77777777" w:rsidTr="006A6D04">
        <w:trPr>
          <w:trHeight w:val="432"/>
        </w:trPr>
        <w:tc>
          <w:tcPr>
            <w:tcW w:w="288" w:type="dxa"/>
            <w:vAlign w:val="center"/>
          </w:tcPr>
          <w:p w14:paraId="46D3256E" w14:textId="77777777" w:rsidR="003656D8" w:rsidRPr="003656D8" w:rsidRDefault="003656D8" w:rsidP="003656D8">
            <w:r w:rsidRPr="003656D8">
              <w:t>1.</w:t>
            </w:r>
          </w:p>
        </w:tc>
        <w:tc>
          <w:tcPr>
            <w:tcW w:w="4320" w:type="dxa"/>
            <w:tcBorders>
              <w:right w:val="single" w:sz="4" w:space="0" w:color="auto"/>
            </w:tcBorders>
            <w:vAlign w:val="center"/>
          </w:tcPr>
          <w:p w14:paraId="2D4FBEDC"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6759C5DA" w14:textId="77777777" w:rsidR="003656D8" w:rsidRPr="003656D8" w:rsidRDefault="003656D8" w:rsidP="003656D8"/>
        </w:tc>
      </w:tr>
      <w:tr w:rsidR="003656D8" w14:paraId="749A45D2" w14:textId="77777777" w:rsidTr="006A6D04">
        <w:trPr>
          <w:trHeight w:val="432"/>
        </w:trPr>
        <w:tc>
          <w:tcPr>
            <w:tcW w:w="288" w:type="dxa"/>
            <w:vAlign w:val="center"/>
          </w:tcPr>
          <w:p w14:paraId="256A101D" w14:textId="77777777" w:rsidR="003656D8" w:rsidRPr="003656D8" w:rsidRDefault="003656D8" w:rsidP="003656D8">
            <w:r w:rsidRPr="003656D8">
              <w:t>2.</w:t>
            </w:r>
          </w:p>
        </w:tc>
        <w:tc>
          <w:tcPr>
            <w:tcW w:w="4320" w:type="dxa"/>
            <w:tcBorders>
              <w:right w:val="single" w:sz="4" w:space="0" w:color="auto"/>
            </w:tcBorders>
            <w:vAlign w:val="center"/>
          </w:tcPr>
          <w:p w14:paraId="70F8EA18"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18399874" w14:textId="77777777" w:rsidR="003656D8" w:rsidRPr="003656D8" w:rsidRDefault="003656D8" w:rsidP="003656D8"/>
        </w:tc>
      </w:tr>
      <w:tr w:rsidR="003656D8" w14:paraId="657D9418" w14:textId="77777777" w:rsidTr="006A6D04">
        <w:trPr>
          <w:trHeight w:val="432"/>
        </w:trPr>
        <w:tc>
          <w:tcPr>
            <w:tcW w:w="288" w:type="dxa"/>
            <w:vAlign w:val="center"/>
          </w:tcPr>
          <w:p w14:paraId="5D758585" w14:textId="77777777" w:rsidR="003656D8" w:rsidRPr="003656D8" w:rsidRDefault="003656D8" w:rsidP="003656D8">
            <w:r w:rsidRPr="003656D8">
              <w:t>3.</w:t>
            </w:r>
          </w:p>
        </w:tc>
        <w:tc>
          <w:tcPr>
            <w:tcW w:w="4320" w:type="dxa"/>
            <w:tcBorders>
              <w:right w:val="single" w:sz="4" w:space="0" w:color="auto"/>
            </w:tcBorders>
            <w:vAlign w:val="center"/>
          </w:tcPr>
          <w:p w14:paraId="00901F74"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34135A57" w14:textId="77777777" w:rsidR="003656D8" w:rsidRPr="003656D8" w:rsidRDefault="003656D8" w:rsidP="003656D8"/>
        </w:tc>
      </w:tr>
      <w:tr w:rsidR="003656D8" w14:paraId="260BEC4F" w14:textId="77777777" w:rsidTr="006A6D04">
        <w:trPr>
          <w:trHeight w:val="432"/>
        </w:trPr>
        <w:tc>
          <w:tcPr>
            <w:tcW w:w="288" w:type="dxa"/>
            <w:vAlign w:val="center"/>
          </w:tcPr>
          <w:p w14:paraId="1DA755EB" w14:textId="77777777" w:rsidR="003656D8" w:rsidRPr="003656D8" w:rsidRDefault="003656D8" w:rsidP="003656D8">
            <w:r w:rsidRPr="003656D8">
              <w:t>4.</w:t>
            </w:r>
          </w:p>
        </w:tc>
        <w:tc>
          <w:tcPr>
            <w:tcW w:w="4320" w:type="dxa"/>
            <w:tcBorders>
              <w:right w:val="single" w:sz="4" w:space="0" w:color="auto"/>
            </w:tcBorders>
            <w:vAlign w:val="center"/>
          </w:tcPr>
          <w:p w14:paraId="3797D776"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5731A175" w14:textId="77777777" w:rsidR="003656D8" w:rsidRPr="003656D8" w:rsidRDefault="003656D8" w:rsidP="003656D8"/>
        </w:tc>
      </w:tr>
      <w:tr w:rsidR="003656D8" w14:paraId="48939861" w14:textId="77777777" w:rsidTr="006A6D04">
        <w:trPr>
          <w:trHeight w:val="432"/>
        </w:trPr>
        <w:tc>
          <w:tcPr>
            <w:tcW w:w="288" w:type="dxa"/>
            <w:vAlign w:val="center"/>
          </w:tcPr>
          <w:p w14:paraId="32754E45" w14:textId="77777777" w:rsidR="003656D8" w:rsidRPr="003656D8" w:rsidRDefault="003656D8" w:rsidP="003656D8">
            <w:r w:rsidRPr="003656D8">
              <w:t>5.</w:t>
            </w:r>
          </w:p>
        </w:tc>
        <w:tc>
          <w:tcPr>
            <w:tcW w:w="4320" w:type="dxa"/>
            <w:tcBorders>
              <w:right w:val="single" w:sz="4" w:space="0" w:color="auto"/>
            </w:tcBorders>
            <w:vAlign w:val="center"/>
          </w:tcPr>
          <w:p w14:paraId="5948700D"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4AFF8B66" w14:textId="77777777" w:rsidR="003656D8" w:rsidRPr="003656D8" w:rsidRDefault="003656D8" w:rsidP="003656D8"/>
        </w:tc>
      </w:tr>
    </w:tbl>
    <w:p w14:paraId="61499049" w14:textId="77777777" w:rsidR="003656D8" w:rsidRDefault="003656D8" w:rsidP="003656D8"/>
    <w:p w14:paraId="5E31328F" w14:textId="77777777" w:rsidR="003656D8" w:rsidRPr="000A73F3" w:rsidRDefault="003656D8" w:rsidP="003656D8">
      <w:r>
        <w:t xml:space="preserve">(c) </w:t>
      </w:r>
      <w:r w:rsidR="0044591F">
        <w:t>R</w:t>
      </w:r>
      <w:r w:rsidR="00166B98">
        <w:t xml:space="preserve">eceives and pays for </w:t>
      </w:r>
      <w:r>
        <w:t>a $15,000 truck and $5,000 of equipment.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17"/>
      </w:tblGrid>
      <w:tr w:rsidR="003656D8" w14:paraId="3E7593FE" w14:textId="77777777" w:rsidTr="006A6D04">
        <w:trPr>
          <w:trHeight w:val="432"/>
        </w:trPr>
        <w:tc>
          <w:tcPr>
            <w:tcW w:w="381" w:type="dxa"/>
            <w:vAlign w:val="center"/>
          </w:tcPr>
          <w:p w14:paraId="206D8353" w14:textId="77777777" w:rsidR="003656D8" w:rsidRPr="003656D8" w:rsidRDefault="003656D8" w:rsidP="003656D8">
            <w:r w:rsidRPr="003656D8">
              <w:t>1.</w:t>
            </w:r>
          </w:p>
        </w:tc>
        <w:tc>
          <w:tcPr>
            <w:tcW w:w="4320" w:type="dxa"/>
            <w:tcBorders>
              <w:right w:val="single" w:sz="4" w:space="0" w:color="auto"/>
            </w:tcBorders>
            <w:vAlign w:val="center"/>
          </w:tcPr>
          <w:p w14:paraId="2453C5CB" w14:textId="77777777" w:rsidR="003656D8" w:rsidRPr="003656D8" w:rsidRDefault="003656D8" w:rsidP="003656D8">
            <w:r w:rsidRPr="003656D8">
              <w:t>Does a transaction exist?</w:t>
            </w:r>
          </w:p>
        </w:tc>
        <w:tc>
          <w:tcPr>
            <w:tcW w:w="4317" w:type="dxa"/>
            <w:tcBorders>
              <w:top w:val="single" w:sz="4" w:space="0" w:color="auto"/>
              <w:left w:val="single" w:sz="4" w:space="0" w:color="auto"/>
              <w:bottom w:val="single" w:sz="4" w:space="0" w:color="auto"/>
              <w:right w:val="single" w:sz="4" w:space="0" w:color="auto"/>
            </w:tcBorders>
            <w:vAlign w:val="center"/>
          </w:tcPr>
          <w:p w14:paraId="3CD7D0E4" w14:textId="77777777" w:rsidR="003656D8" w:rsidRPr="003656D8" w:rsidRDefault="003656D8" w:rsidP="003656D8"/>
        </w:tc>
      </w:tr>
      <w:tr w:rsidR="003656D8" w14:paraId="245BE8FC" w14:textId="77777777" w:rsidTr="006A6D04">
        <w:trPr>
          <w:trHeight w:val="432"/>
        </w:trPr>
        <w:tc>
          <w:tcPr>
            <w:tcW w:w="381" w:type="dxa"/>
            <w:vAlign w:val="center"/>
          </w:tcPr>
          <w:p w14:paraId="3FBB56F5" w14:textId="77777777" w:rsidR="003656D8" w:rsidRPr="003656D8" w:rsidRDefault="003656D8" w:rsidP="003656D8">
            <w:r w:rsidRPr="003656D8">
              <w:t>2.</w:t>
            </w:r>
          </w:p>
        </w:tc>
        <w:tc>
          <w:tcPr>
            <w:tcW w:w="4320" w:type="dxa"/>
            <w:tcBorders>
              <w:right w:val="single" w:sz="4" w:space="0" w:color="auto"/>
            </w:tcBorders>
            <w:vAlign w:val="center"/>
          </w:tcPr>
          <w:p w14:paraId="1103CD1F" w14:textId="77777777" w:rsidR="003656D8" w:rsidRPr="003656D8" w:rsidRDefault="003656D8" w:rsidP="003656D8">
            <w:r w:rsidRPr="003656D8">
              <w:t>Examine it for accounts affected.</w:t>
            </w:r>
          </w:p>
        </w:tc>
        <w:tc>
          <w:tcPr>
            <w:tcW w:w="4317" w:type="dxa"/>
            <w:tcBorders>
              <w:top w:val="single" w:sz="4" w:space="0" w:color="auto"/>
              <w:left w:val="single" w:sz="4" w:space="0" w:color="auto"/>
              <w:bottom w:val="single" w:sz="4" w:space="0" w:color="auto"/>
              <w:right w:val="single" w:sz="4" w:space="0" w:color="auto"/>
            </w:tcBorders>
            <w:vAlign w:val="center"/>
          </w:tcPr>
          <w:p w14:paraId="59E0E91D" w14:textId="77777777" w:rsidR="003656D8" w:rsidRPr="003656D8" w:rsidRDefault="003656D8" w:rsidP="003656D8"/>
        </w:tc>
      </w:tr>
      <w:tr w:rsidR="003656D8" w14:paraId="749C77DC" w14:textId="77777777" w:rsidTr="006A6D04">
        <w:trPr>
          <w:trHeight w:val="432"/>
        </w:trPr>
        <w:tc>
          <w:tcPr>
            <w:tcW w:w="381" w:type="dxa"/>
            <w:vAlign w:val="center"/>
          </w:tcPr>
          <w:p w14:paraId="7505D127" w14:textId="77777777" w:rsidR="003656D8" w:rsidRPr="003656D8" w:rsidRDefault="003656D8" w:rsidP="003656D8">
            <w:r w:rsidRPr="003656D8">
              <w:t>3.</w:t>
            </w:r>
          </w:p>
        </w:tc>
        <w:tc>
          <w:tcPr>
            <w:tcW w:w="4320" w:type="dxa"/>
            <w:tcBorders>
              <w:right w:val="single" w:sz="4" w:space="0" w:color="auto"/>
            </w:tcBorders>
            <w:vAlign w:val="center"/>
          </w:tcPr>
          <w:p w14:paraId="7B35BB8D" w14:textId="77777777" w:rsidR="003656D8" w:rsidRPr="003656D8" w:rsidRDefault="003656D8" w:rsidP="003656D8">
            <w:r w:rsidRPr="003656D8">
              <w:t>Classify each account affected.</w:t>
            </w:r>
          </w:p>
        </w:tc>
        <w:tc>
          <w:tcPr>
            <w:tcW w:w="4317" w:type="dxa"/>
            <w:tcBorders>
              <w:top w:val="single" w:sz="4" w:space="0" w:color="auto"/>
              <w:left w:val="single" w:sz="4" w:space="0" w:color="auto"/>
              <w:bottom w:val="single" w:sz="4" w:space="0" w:color="auto"/>
              <w:right w:val="single" w:sz="4" w:space="0" w:color="auto"/>
            </w:tcBorders>
            <w:vAlign w:val="center"/>
          </w:tcPr>
          <w:p w14:paraId="57691020" w14:textId="77777777" w:rsidR="003656D8" w:rsidRPr="003656D8" w:rsidRDefault="003656D8" w:rsidP="003656D8"/>
        </w:tc>
      </w:tr>
      <w:tr w:rsidR="003656D8" w14:paraId="0A5AD571" w14:textId="77777777" w:rsidTr="006A6D04">
        <w:trPr>
          <w:trHeight w:val="432"/>
        </w:trPr>
        <w:tc>
          <w:tcPr>
            <w:tcW w:w="381" w:type="dxa"/>
            <w:vAlign w:val="center"/>
          </w:tcPr>
          <w:p w14:paraId="31AF23C4" w14:textId="77777777" w:rsidR="003656D8" w:rsidRPr="003656D8" w:rsidRDefault="003656D8" w:rsidP="003656D8">
            <w:r w:rsidRPr="003656D8">
              <w:t>4.</w:t>
            </w:r>
          </w:p>
        </w:tc>
        <w:tc>
          <w:tcPr>
            <w:tcW w:w="4320" w:type="dxa"/>
            <w:tcBorders>
              <w:right w:val="single" w:sz="4" w:space="0" w:color="auto"/>
            </w:tcBorders>
            <w:vAlign w:val="center"/>
          </w:tcPr>
          <w:p w14:paraId="26FBDEF6" w14:textId="77777777" w:rsidR="003656D8" w:rsidRPr="003656D8" w:rsidRDefault="003656D8" w:rsidP="003656D8">
            <w:r w:rsidRPr="003656D8">
              <w:t>Identify direction and amount.</w:t>
            </w:r>
          </w:p>
        </w:tc>
        <w:tc>
          <w:tcPr>
            <w:tcW w:w="4317" w:type="dxa"/>
            <w:tcBorders>
              <w:top w:val="single" w:sz="4" w:space="0" w:color="auto"/>
              <w:left w:val="single" w:sz="4" w:space="0" w:color="auto"/>
              <w:bottom w:val="single" w:sz="4" w:space="0" w:color="auto"/>
              <w:right w:val="single" w:sz="4" w:space="0" w:color="auto"/>
            </w:tcBorders>
            <w:vAlign w:val="center"/>
          </w:tcPr>
          <w:p w14:paraId="27A54528" w14:textId="77777777" w:rsidR="003656D8" w:rsidRPr="003656D8" w:rsidRDefault="003656D8" w:rsidP="003656D8"/>
        </w:tc>
      </w:tr>
      <w:tr w:rsidR="003656D8" w14:paraId="08B24642" w14:textId="77777777" w:rsidTr="006A6D04">
        <w:trPr>
          <w:trHeight w:val="432"/>
        </w:trPr>
        <w:tc>
          <w:tcPr>
            <w:tcW w:w="381" w:type="dxa"/>
            <w:vAlign w:val="center"/>
          </w:tcPr>
          <w:p w14:paraId="59BB1595" w14:textId="77777777" w:rsidR="003656D8" w:rsidRPr="003656D8" w:rsidRDefault="003656D8" w:rsidP="003656D8">
            <w:r w:rsidRPr="003656D8">
              <w:t>5.</w:t>
            </w:r>
          </w:p>
        </w:tc>
        <w:tc>
          <w:tcPr>
            <w:tcW w:w="4320" w:type="dxa"/>
            <w:tcBorders>
              <w:right w:val="single" w:sz="4" w:space="0" w:color="auto"/>
            </w:tcBorders>
            <w:vAlign w:val="center"/>
          </w:tcPr>
          <w:p w14:paraId="7937E48B" w14:textId="77777777" w:rsidR="003656D8" w:rsidRPr="003656D8" w:rsidRDefault="003656D8" w:rsidP="003656D8">
            <w:r w:rsidRPr="003656D8">
              <w:t>Ensure the equation still balances.</w:t>
            </w:r>
          </w:p>
        </w:tc>
        <w:tc>
          <w:tcPr>
            <w:tcW w:w="4317" w:type="dxa"/>
            <w:tcBorders>
              <w:top w:val="single" w:sz="4" w:space="0" w:color="auto"/>
              <w:left w:val="single" w:sz="4" w:space="0" w:color="auto"/>
              <w:bottom w:val="single" w:sz="4" w:space="0" w:color="auto"/>
              <w:right w:val="single" w:sz="4" w:space="0" w:color="auto"/>
            </w:tcBorders>
            <w:vAlign w:val="center"/>
          </w:tcPr>
          <w:p w14:paraId="7047AC84" w14:textId="77777777" w:rsidR="003656D8" w:rsidRPr="003656D8" w:rsidRDefault="003656D8" w:rsidP="003656D8"/>
        </w:tc>
      </w:tr>
    </w:tbl>
    <w:p w14:paraId="3A3E00A8" w14:textId="77777777" w:rsidR="003656D8" w:rsidRDefault="003656D8" w:rsidP="003656D8"/>
    <w:p w14:paraId="77AC0D16" w14:textId="77777777" w:rsidR="003656D8" w:rsidRPr="003656D8" w:rsidRDefault="003656D8" w:rsidP="003656D8">
      <w:pPr>
        <w:pStyle w:val="Heading2"/>
        <w:rPr>
          <w:b w:val="0"/>
        </w:rPr>
      </w:pPr>
    </w:p>
    <w:p w14:paraId="1E7EFFF4" w14:textId="77777777" w:rsidR="00D8660F" w:rsidRPr="005F480C" w:rsidRDefault="003656D8" w:rsidP="00D8660F">
      <w:pPr>
        <w:pStyle w:val="Heading1"/>
        <w:spacing w:before="240"/>
      </w:pPr>
      <w:r w:rsidRPr="003656D8">
        <w:rPr>
          <w:b w:val="0"/>
        </w:rPr>
        <w:br w:type="page"/>
      </w:r>
      <w:r w:rsidR="00D8660F" w:rsidRPr="005F480C">
        <w:lastRenderedPageBreak/>
        <w:t xml:space="preserve">HANDOUT </w:t>
      </w:r>
      <w:r w:rsidR="00D8660F">
        <w:t>2</w:t>
      </w:r>
      <w:r w:rsidR="007D4591" w:rsidRPr="00DF3C97">
        <w:rPr>
          <w:b w:val="0"/>
        </w:rPr>
        <w:t>–</w:t>
      </w:r>
      <w:r w:rsidR="00D8660F">
        <w:t>1</w:t>
      </w:r>
      <w:r w:rsidR="00D8660F" w:rsidRPr="00C91A7F">
        <w:rPr>
          <w:u w:val="none"/>
        </w:rPr>
        <w:t>, continued</w:t>
      </w:r>
    </w:p>
    <w:p w14:paraId="092DE9F8" w14:textId="77777777" w:rsidR="006A6D04" w:rsidRPr="000A73F3" w:rsidRDefault="006A6D04" w:rsidP="006A6D04">
      <w:r>
        <w:t>(d) Purchase</w:t>
      </w:r>
      <w:r w:rsidR="0044591F">
        <w:t>s</w:t>
      </w:r>
      <w:r>
        <w:t xml:space="preserve"> $300 of supplies </w:t>
      </w:r>
      <w:r w:rsidRPr="003656D8">
        <w:t xml:space="preserve">on </w:t>
      </w:r>
      <w:r w:rsidR="00166B98">
        <w:t>account</w:t>
      </w:r>
      <w:r>
        <w:t xml:space="preserve">. </w:t>
      </w:r>
    </w:p>
    <w:tbl>
      <w:tblPr>
        <w:tblW w:w="90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4"/>
        <w:gridCol w:w="4362"/>
        <w:gridCol w:w="4272"/>
      </w:tblGrid>
      <w:tr w:rsidR="006A6D04" w14:paraId="556B0836" w14:textId="77777777" w:rsidTr="00713E47">
        <w:trPr>
          <w:trHeight w:val="432"/>
        </w:trPr>
        <w:tc>
          <w:tcPr>
            <w:tcW w:w="384" w:type="dxa"/>
            <w:vAlign w:val="center"/>
          </w:tcPr>
          <w:p w14:paraId="417576A8" w14:textId="77777777" w:rsidR="006A6D04" w:rsidRPr="003656D8" w:rsidRDefault="006A6D04" w:rsidP="00713E47">
            <w:r w:rsidRPr="003656D8">
              <w:t>1.</w:t>
            </w:r>
          </w:p>
        </w:tc>
        <w:tc>
          <w:tcPr>
            <w:tcW w:w="4362" w:type="dxa"/>
            <w:tcBorders>
              <w:right w:val="single" w:sz="4" w:space="0" w:color="auto"/>
            </w:tcBorders>
            <w:vAlign w:val="center"/>
          </w:tcPr>
          <w:p w14:paraId="5255E146" w14:textId="77777777" w:rsidR="006A6D04" w:rsidRPr="003656D8" w:rsidRDefault="006A6D04" w:rsidP="00713E47">
            <w:r w:rsidRPr="003656D8">
              <w:t>Does a transaction exist?</w:t>
            </w:r>
          </w:p>
        </w:tc>
        <w:tc>
          <w:tcPr>
            <w:tcW w:w="4272" w:type="dxa"/>
            <w:tcBorders>
              <w:top w:val="single" w:sz="4" w:space="0" w:color="auto"/>
              <w:left w:val="single" w:sz="4" w:space="0" w:color="auto"/>
              <w:bottom w:val="single" w:sz="4" w:space="0" w:color="auto"/>
              <w:right w:val="single" w:sz="4" w:space="0" w:color="auto"/>
            </w:tcBorders>
            <w:vAlign w:val="center"/>
          </w:tcPr>
          <w:p w14:paraId="43B016E4" w14:textId="77777777" w:rsidR="006A6D04" w:rsidRPr="003656D8" w:rsidRDefault="006A6D04" w:rsidP="00713E47"/>
        </w:tc>
      </w:tr>
      <w:tr w:rsidR="006A6D04" w14:paraId="08228A9D" w14:textId="77777777" w:rsidTr="00713E47">
        <w:trPr>
          <w:trHeight w:val="432"/>
        </w:trPr>
        <w:tc>
          <w:tcPr>
            <w:tcW w:w="384" w:type="dxa"/>
            <w:vAlign w:val="center"/>
          </w:tcPr>
          <w:p w14:paraId="0626E23A" w14:textId="77777777" w:rsidR="006A6D04" w:rsidRPr="003656D8" w:rsidRDefault="006A6D04" w:rsidP="00713E47">
            <w:r w:rsidRPr="003656D8">
              <w:t>2.</w:t>
            </w:r>
          </w:p>
        </w:tc>
        <w:tc>
          <w:tcPr>
            <w:tcW w:w="4362" w:type="dxa"/>
            <w:tcBorders>
              <w:right w:val="single" w:sz="4" w:space="0" w:color="auto"/>
            </w:tcBorders>
            <w:vAlign w:val="center"/>
          </w:tcPr>
          <w:p w14:paraId="1CC1800C" w14:textId="77777777" w:rsidR="006A6D04" w:rsidRPr="003656D8" w:rsidRDefault="006A6D04" w:rsidP="00713E47">
            <w:r w:rsidRPr="003656D8">
              <w:t>Examine it for accounts affected.</w:t>
            </w:r>
          </w:p>
        </w:tc>
        <w:tc>
          <w:tcPr>
            <w:tcW w:w="4272" w:type="dxa"/>
            <w:tcBorders>
              <w:top w:val="single" w:sz="4" w:space="0" w:color="auto"/>
              <w:left w:val="single" w:sz="4" w:space="0" w:color="auto"/>
              <w:bottom w:val="single" w:sz="4" w:space="0" w:color="auto"/>
              <w:right w:val="single" w:sz="4" w:space="0" w:color="auto"/>
            </w:tcBorders>
            <w:vAlign w:val="center"/>
          </w:tcPr>
          <w:p w14:paraId="465A0FF2" w14:textId="77777777" w:rsidR="006A6D04" w:rsidRPr="003656D8" w:rsidRDefault="006A6D04" w:rsidP="00713E47"/>
        </w:tc>
      </w:tr>
      <w:tr w:rsidR="006A6D04" w14:paraId="1DE52702" w14:textId="77777777" w:rsidTr="00713E47">
        <w:trPr>
          <w:trHeight w:val="432"/>
        </w:trPr>
        <w:tc>
          <w:tcPr>
            <w:tcW w:w="384" w:type="dxa"/>
            <w:vAlign w:val="center"/>
          </w:tcPr>
          <w:p w14:paraId="302C5864" w14:textId="77777777" w:rsidR="006A6D04" w:rsidRPr="003656D8" w:rsidRDefault="006A6D04" w:rsidP="00713E47">
            <w:r w:rsidRPr="003656D8">
              <w:t>3.</w:t>
            </w:r>
          </w:p>
        </w:tc>
        <w:tc>
          <w:tcPr>
            <w:tcW w:w="4362" w:type="dxa"/>
            <w:tcBorders>
              <w:right w:val="single" w:sz="4" w:space="0" w:color="auto"/>
            </w:tcBorders>
            <w:vAlign w:val="center"/>
          </w:tcPr>
          <w:p w14:paraId="3047C660" w14:textId="77777777" w:rsidR="006A6D04" w:rsidRPr="003656D8" w:rsidRDefault="006A6D04" w:rsidP="00713E47">
            <w:r w:rsidRPr="003656D8">
              <w:t>Classify each account affected.</w:t>
            </w:r>
          </w:p>
        </w:tc>
        <w:tc>
          <w:tcPr>
            <w:tcW w:w="4272" w:type="dxa"/>
            <w:tcBorders>
              <w:top w:val="single" w:sz="4" w:space="0" w:color="auto"/>
              <w:left w:val="single" w:sz="4" w:space="0" w:color="auto"/>
              <w:bottom w:val="single" w:sz="4" w:space="0" w:color="auto"/>
              <w:right w:val="single" w:sz="4" w:space="0" w:color="auto"/>
            </w:tcBorders>
            <w:vAlign w:val="center"/>
          </w:tcPr>
          <w:p w14:paraId="4C9226BE" w14:textId="77777777" w:rsidR="006A6D04" w:rsidRPr="003656D8" w:rsidRDefault="006A6D04" w:rsidP="00713E47"/>
        </w:tc>
      </w:tr>
      <w:tr w:rsidR="006A6D04" w14:paraId="1A44EA41" w14:textId="77777777" w:rsidTr="00713E47">
        <w:trPr>
          <w:trHeight w:val="432"/>
        </w:trPr>
        <w:tc>
          <w:tcPr>
            <w:tcW w:w="384" w:type="dxa"/>
            <w:vAlign w:val="center"/>
          </w:tcPr>
          <w:p w14:paraId="7B164559" w14:textId="77777777" w:rsidR="006A6D04" w:rsidRPr="003656D8" w:rsidRDefault="006A6D04" w:rsidP="00713E47">
            <w:r w:rsidRPr="003656D8">
              <w:t>4.</w:t>
            </w:r>
          </w:p>
        </w:tc>
        <w:tc>
          <w:tcPr>
            <w:tcW w:w="4362" w:type="dxa"/>
            <w:tcBorders>
              <w:right w:val="single" w:sz="4" w:space="0" w:color="auto"/>
            </w:tcBorders>
            <w:vAlign w:val="center"/>
          </w:tcPr>
          <w:p w14:paraId="206F6E6E" w14:textId="77777777" w:rsidR="006A6D04" w:rsidRPr="003656D8" w:rsidRDefault="006A6D04" w:rsidP="00713E47">
            <w:r w:rsidRPr="003656D8">
              <w:t>Identify direction and amount.</w:t>
            </w:r>
          </w:p>
        </w:tc>
        <w:tc>
          <w:tcPr>
            <w:tcW w:w="4272" w:type="dxa"/>
            <w:tcBorders>
              <w:top w:val="single" w:sz="4" w:space="0" w:color="auto"/>
              <w:left w:val="single" w:sz="4" w:space="0" w:color="auto"/>
              <w:bottom w:val="single" w:sz="4" w:space="0" w:color="auto"/>
              <w:right w:val="single" w:sz="4" w:space="0" w:color="auto"/>
            </w:tcBorders>
            <w:vAlign w:val="center"/>
          </w:tcPr>
          <w:p w14:paraId="6DEC389E" w14:textId="77777777" w:rsidR="006A6D04" w:rsidRPr="003656D8" w:rsidRDefault="006A6D04" w:rsidP="00713E47"/>
        </w:tc>
      </w:tr>
      <w:tr w:rsidR="006A6D04" w14:paraId="5B746625" w14:textId="77777777" w:rsidTr="00713E47">
        <w:trPr>
          <w:trHeight w:val="432"/>
        </w:trPr>
        <w:tc>
          <w:tcPr>
            <w:tcW w:w="384" w:type="dxa"/>
            <w:vAlign w:val="center"/>
          </w:tcPr>
          <w:p w14:paraId="60DB85F8" w14:textId="77777777" w:rsidR="006A6D04" w:rsidRPr="003656D8" w:rsidRDefault="006A6D04" w:rsidP="00713E47">
            <w:r w:rsidRPr="003656D8">
              <w:t>5.</w:t>
            </w:r>
          </w:p>
        </w:tc>
        <w:tc>
          <w:tcPr>
            <w:tcW w:w="4362" w:type="dxa"/>
            <w:tcBorders>
              <w:right w:val="single" w:sz="4" w:space="0" w:color="auto"/>
            </w:tcBorders>
            <w:vAlign w:val="center"/>
          </w:tcPr>
          <w:p w14:paraId="60AF6A6F" w14:textId="77777777" w:rsidR="006A6D04" w:rsidRPr="003656D8" w:rsidRDefault="006A6D04" w:rsidP="00713E47">
            <w:r w:rsidRPr="003656D8">
              <w:t>Ensure the equation still balances.</w:t>
            </w:r>
          </w:p>
        </w:tc>
        <w:tc>
          <w:tcPr>
            <w:tcW w:w="4272" w:type="dxa"/>
            <w:tcBorders>
              <w:top w:val="single" w:sz="4" w:space="0" w:color="auto"/>
              <w:left w:val="single" w:sz="4" w:space="0" w:color="auto"/>
              <w:bottom w:val="single" w:sz="4" w:space="0" w:color="auto"/>
              <w:right w:val="single" w:sz="4" w:space="0" w:color="auto"/>
            </w:tcBorders>
            <w:vAlign w:val="center"/>
          </w:tcPr>
          <w:p w14:paraId="44932161" w14:textId="77777777" w:rsidR="006A6D04" w:rsidRPr="003656D8" w:rsidRDefault="006A6D04" w:rsidP="00713E47"/>
        </w:tc>
      </w:tr>
    </w:tbl>
    <w:p w14:paraId="1B7F8677" w14:textId="77777777" w:rsidR="006A6D04" w:rsidRDefault="006A6D04" w:rsidP="006A6D04"/>
    <w:p w14:paraId="065641B9" w14:textId="77777777" w:rsidR="006A6D04" w:rsidRDefault="006A6D04" w:rsidP="006A6D04">
      <w:r>
        <w:t>(e) Sign</w:t>
      </w:r>
      <w:r w:rsidR="0044591F">
        <w:t>s</w:t>
      </w:r>
      <w:r>
        <w:t xml:space="preserve"> contract for first website design for $10,000.</w:t>
      </w:r>
    </w:p>
    <w:tbl>
      <w:tblPr>
        <w:tblW w:w="905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2"/>
        <w:gridCol w:w="4336"/>
        <w:gridCol w:w="4336"/>
      </w:tblGrid>
      <w:tr w:rsidR="006A6D04" w14:paraId="743576B5" w14:textId="77777777" w:rsidTr="0075698B">
        <w:trPr>
          <w:trHeight w:val="432"/>
        </w:trPr>
        <w:tc>
          <w:tcPr>
            <w:tcW w:w="382" w:type="dxa"/>
            <w:vAlign w:val="center"/>
          </w:tcPr>
          <w:p w14:paraId="36241C6A" w14:textId="77777777" w:rsidR="006A6D04" w:rsidRPr="003656D8" w:rsidRDefault="006A6D04" w:rsidP="00713E47">
            <w:r w:rsidRPr="003656D8">
              <w:t>1.</w:t>
            </w:r>
          </w:p>
        </w:tc>
        <w:tc>
          <w:tcPr>
            <w:tcW w:w="4336" w:type="dxa"/>
            <w:tcBorders>
              <w:right w:val="single" w:sz="4" w:space="0" w:color="auto"/>
            </w:tcBorders>
            <w:vAlign w:val="center"/>
          </w:tcPr>
          <w:p w14:paraId="2262EFEB" w14:textId="77777777" w:rsidR="006A6D04" w:rsidRPr="003656D8" w:rsidRDefault="006A6D04" w:rsidP="00713E47">
            <w:r w:rsidRPr="003656D8">
              <w:t>Does a transaction exist?</w:t>
            </w:r>
          </w:p>
        </w:tc>
        <w:tc>
          <w:tcPr>
            <w:tcW w:w="4336" w:type="dxa"/>
            <w:tcBorders>
              <w:top w:val="single" w:sz="4" w:space="0" w:color="auto"/>
              <w:left w:val="single" w:sz="4" w:space="0" w:color="auto"/>
              <w:bottom w:val="single" w:sz="4" w:space="0" w:color="auto"/>
              <w:right w:val="single" w:sz="4" w:space="0" w:color="auto"/>
            </w:tcBorders>
            <w:vAlign w:val="center"/>
          </w:tcPr>
          <w:p w14:paraId="489AC2F1" w14:textId="77777777" w:rsidR="006A6D04" w:rsidRPr="003656D8" w:rsidRDefault="006A6D04" w:rsidP="00713E47"/>
        </w:tc>
      </w:tr>
      <w:tr w:rsidR="006A6D04" w14:paraId="03F7426F" w14:textId="77777777" w:rsidTr="0075698B">
        <w:trPr>
          <w:trHeight w:val="432"/>
        </w:trPr>
        <w:tc>
          <w:tcPr>
            <w:tcW w:w="382" w:type="dxa"/>
            <w:vAlign w:val="center"/>
          </w:tcPr>
          <w:p w14:paraId="4217F1D1" w14:textId="77777777" w:rsidR="006A6D04" w:rsidRPr="003656D8" w:rsidRDefault="006A6D04" w:rsidP="00713E47">
            <w:r w:rsidRPr="003656D8">
              <w:t>2.</w:t>
            </w:r>
          </w:p>
        </w:tc>
        <w:tc>
          <w:tcPr>
            <w:tcW w:w="4336" w:type="dxa"/>
            <w:tcBorders>
              <w:right w:val="single" w:sz="4" w:space="0" w:color="auto"/>
            </w:tcBorders>
            <w:vAlign w:val="center"/>
          </w:tcPr>
          <w:p w14:paraId="2BA4C6B4" w14:textId="77777777" w:rsidR="006A6D04" w:rsidRPr="003656D8" w:rsidRDefault="006A6D04" w:rsidP="00713E47">
            <w:r w:rsidRPr="003656D8">
              <w:t>Examine it for accounts affected.</w:t>
            </w:r>
          </w:p>
        </w:tc>
        <w:tc>
          <w:tcPr>
            <w:tcW w:w="4336" w:type="dxa"/>
            <w:tcBorders>
              <w:top w:val="single" w:sz="4" w:space="0" w:color="auto"/>
              <w:left w:val="single" w:sz="4" w:space="0" w:color="auto"/>
              <w:bottom w:val="single" w:sz="4" w:space="0" w:color="auto"/>
              <w:right w:val="single" w:sz="4" w:space="0" w:color="auto"/>
            </w:tcBorders>
            <w:vAlign w:val="center"/>
          </w:tcPr>
          <w:p w14:paraId="6B67B0D1" w14:textId="77777777" w:rsidR="006A6D04" w:rsidRPr="003656D8" w:rsidRDefault="006A6D04" w:rsidP="00713E47"/>
        </w:tc>
      </w:tr>
      <w:tr w:rsidR="006A6D04" w14:paraId="633C4051" w14:textId="77777777" w:rsidTr="0075698B">
        <w:trPr>
          <w:trHeight w:val="432"/>
        </w:trPr>
        <w:tc>
          <w:tcPr>
            <w:tcW w:w="382" w:type="dxa"/>
            <w:vAlign w:val="center"/>
          </w:tcPr>
          <w:p w14:paraId="3FBC3D38" w14:textId="77777777" w:rsidR="006A6D04" w:rsidRPr="003656D8" w:rsidRDefault="006A6D04" w:rsidP="00713E47">
            <w:r w:rsidRPr="003656D8">
              <w:t>3.</w:t>
            </w:r>
          </w:p>
        </w:tc>
        <w:tc>
          <w:tcPr>
            <w:tcW w:w="4336" w:type="dxa"/>
            <w:tcBorders>
              <w:right w:val="single" w:sz="4" w:space="0" w:color="auto"/>
            </w:tcBorders>
            <w:vAlign w:val="center"/>
          </w:tcPr>
          <w:p w14:paraId="33855D38" w14:textId="77777777" w:rsidR="006A6D04" w:rsidRPr="003656D8" w:rsidRDefault="006A6D04" w:rsidP="00713E47">
            <w:r w:rsidRPr="003656D8">
              <w:t>Classify each account affected.</w:t>
            </w:r>
          </w:p>
        </w:tc>
        <w:tc>
          <w:tcPr>
            <w:tcW w:w="4336" w:type="dxa"/>
            <w:tcBorders>
              <w:top w:val="single" w:sz="4" w:space="0" w:color="auto"/>
              <w:left w:val="single" w:sz="4" w:space="0" w:color="auto"/>
              <w:bottom w:val="single" w:sz="4" w:space="0" w:color="auto"/>
              <w:right w:val="single" w:sz="4" w:space="0" w:color="auto"/>
            </w:tcBorders>
            <w:vAlign w:val="center"/>
          </w:tcPr>
          <w:p w14:paraId="1E55F8F3" w14:textId="77777777" w:rsidR="006A6D04" w:rsidRPr="003656D8" w:rsidRDefault="006A6D04" w:rsidP="00713E47"/>
        </w:tc>
      </w:tr>
      <w:tr w:rsidR="006A6D04" w14:paraId="3553774B" w14:textId="77777777" w:rsidTr="0075698B">
        <w:trPr>
          <w:trHeight w:val="432"/>
        </w:trPr>
        <w:tc>
          <w:tcPr>
            <w:tcW w:w="382" w:type="dxa"/>
            <w:vAlign w:val="center"/>
          </w:tcPr>
          <w:p w14:paraId="197C4C8E" w14:textId="77777777" w:rsidR="006A6D04" w:rsidRPr="003656D8" w:rsidRDefault="006A6D04" w:rsidP="00713E47">
            <w:r w:rsidRPr="003656D8">
              <w:t>4.</w:t>
            </w:r>
          </w:p>
        </w:tc>
        <w:tc>
          <w:tcPr>
            <w:tcW w:w="4336" w:type="dxa"/>
            <w:tcBorders>
              <w:right w:val="single" w:sz="4" w:space="0" w:color="auto"/>
            </w:tcBorders>
            <w:vAlign w:val="center"/>
          </w:tcPr>
          <w:p w14:paraId="509190FE" w14:textId="77777777" w:rsidR="006A6D04" w:rsidRPr="003656D8" w:rsidRDefault="006A6D04" w:rsidP="00713E47">
            <w:r w:rsidRPr="003656D8">
              <w:t>Identify direction and amount.</w:t>
            </w:r>
          </w:p>
        </w:tc>
        <w:tc>
          <w:tcPr>
            <w:tcW w:w="4336" w:type="dxa"/>
            <w:tcBorders>
              <w:top w:val="single" w:sz="4" w:space="0" w:color="auto"/>
              <w:left w:val="single" w:sz="4" w:space="0" w:color="auto"/>
              <w:bottom w:val="single" w:sz="4" w:space="0" w:color="auto"/>
              <w:right w:val="single" w:sz="4" w:space="0" w:color="auto"/>
            </w:tcBorders>
            <w:vAlign w:val="center"/>
          </w:tcPr>
          <w:p w14:paraId="7B743CF5" w14:textId="77777777" w:rsidR="006A6D04" w:rsidRPr="003656D8" w:rsidRDefault="006A6D04" w:rsidP="00713E47"/>
        </w:tc>
      </w:tr>
      <w:tr w:rsidR="006A6D04" w14:paraId="1E86FC4D" w14:textId="77777777" w:rsidTr="0075698B">
        <w:trPr>
          <w:trHeight w:val="432"/>
        </w:trPr>
        <w:tc>
          <w:tcPr>
            <w:tcW w:w="382" w:type="dxa"/>
            <w:vAlign w:val="center"/>
          </w:tcPr>
          <w:p w14:paraId="5E144E7D" w14:textId="77777777" w:rsidR="006A6D04" w:rsidRPr="003656D8" w:rsidRDefault="006A6D04" w:rsidP="00713E47">
            <w:r w:rsidRPr="003656D8">
              <w:t>5.</w:t>
            </w:r>
          </w:p>
        </w:tc>
        <w:tc>
          <w:tcPr>
            <w:tcW w:w="4336" w:type="dxa"/>
            <w:tcBorders>
              <w:right w:val="single" w:sz="4" w:space="0" w:color="auto"/>
            </w:tcBorders>
            <w:vAlign w:val="center"/>
          </w:tcPr>
          <w:p w14:paraId="4C13EDDF" w14:textId="77777777" w:rsidR="006A6D04" w:rsidRPr="003656D8" w:rsidRDefault="006A6D04" w:rsidP="00713E47">
            <w:r w:rsidRPr="003656D8">
              <w:t>Ensure the equation still balances.</w:t>
            </w:r>
          </w:p>
        </w:tc>
        <w:tc>
          <w:tcPr>
            <w:tcW w:w="4336" w:type="dxa"/>
            <w:tcBorders>
              <w:top w:val="single" w:sz="4" w:space="0" w:color="auto"/>
              <w:left w:val="single" w:sz="4" w:space="0" w:color="auto"/>
              <w:bottom w:val="single" w:sz="4" w:space="0" w:color="auto"/>
              <w:right w:val="single" w:sz="4" w:space="0" w:color="auto"/>
            </w:tcBorders>
            <w:vAlign w:val="center"/>
          </w:tcPr>
          <w:p w14:paraId="33996366" w14:textId="77777777" w:rsidR="006A6D04" w:rsidRPr="003656D8" w:rsidRDefault="006A6D04" w:rsidP="00713E47"/>
        </w:tc>
      </w:tr>
    </w:tbl>
    <w:p w14:paraId="3B89CAF3" w14:textId="77777777" w:rsidR="00D8660F" w:rsidRPr="005F480C" w:rsidRDefault="0075698B" w:rsidP="00D8660F">
      <w:pPr>
        <w:pStyle w:val="Heading1"/>
        <w:spacing w:before="240"/>
        <w:jc w:val="center"/>
        <w:rPr>
          <w:u w:val="none"/>
        </w:rPr>
      </w:pPr>
      <w:r>
        <w:rPr>
          <w:u w:val="none"/>
        </w:rPr>
        <w:t>Spreadsheet</w:t>
      </w:r>
    </w:p>
    <w:p w14:paraId="303B8FDD" w14:textId="77777777" w:rsidR="001A6828" w:rsidRPr="00E755E3" w:rsidRDefault="001A6828" w:rsidP="00D8660F"/>
    <w:tbl>
      <w:tblPr>
        <w:tblW w:w="937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90"/>
        <w:gridCol w:w="1142"/>
        <w:gridCol w:w="341"/>
        <w:gridCol w:w="1159"/>
        <w:gridCol w:w="341"/>
        <w:gridCol w:w="1199"/>
        <w:gridCol w:w="359"/>
        <w:gridCol w:w="1146"/>
        <w:gridCol w:w="341"/>
        <w:gridCol w:w="1139"/>
        <w:gridCol w:w="342"/>
        <w:gridCol w:w="18"/>
        <w:gridCol w:w="1238"/>
        <w:gridCol w:w="23"/>
      </w:tblGrid>
      <w:tr w:rsidR="001A6828" w:rsidRPr="003656D8" w14:paraId="7EEB5192" w14:textId="77777777" w:rsidTr="00A37277">
        <w:trPr>
          <w:trHeight w:val="504"/>
        </w:trPr>
        <w:tc>
          <w:tcPr>
            <w:tcW w:w="558" w:type="dxa"/>
            <w:vAlign w:val="center"/>
          </w:tcPr>
          <w:p w14:paraId="780AE4FA" w14:textId="77777777" w:rsidR="001A6828" w:rsidRPr="003656D8" w:rsidRDefault="001A6828" w:rsidP="00C2079C"/>
        </w:tc>
        <w:tc>
          <w:tcPr>
            <w:tcW w:w="4230" w:type="dxa"/>
            <w:gridSpan w:val="5"/>
            <w:shd w:val="clear" w:color="auto" w:fill="auto"/>
            <w:vAlign w:val="center"/>
          </w:tcPr>
          <w:p w14:paraId="54FF46E7" w14:textId="77777777" w:rsidR="001A6828" w:rsidRPr="003656D8" w:rsidRDefault="001A6828" w:rsidP="00A37277">
            <w:pPr>
              <w:jc w:val="center"/>
            </w:pPr>
            <w:r w:rsidRPr="003656D8">
              <w:t>Assets</w:t>
            </w:r>
          </w:p>
        </w:tc>
        <w:tc>
          <w:tcPr>
            <w:tcW w:w="360" w:type="dxa"/>
            <w:shd w:val="clear" w:color="auto" w:fill="auto"/>
            <w:vAlign w:val="center"/>
          </w:tcPr>
          <w:p w14:paraId="604FDDF6" w14:textId="77777777" w:rsidR="001A6828" w:rsidRPr="003656D8" w:rsidRDefault="001A6828" w:rsidP="00A37277">
            <w:pPr>
              <w:jc w:val="center"/>
            </w:pPr>
            <w:r w:rsidRPr="003656D8">
              <w:t>=</w:t>
            </w:r>
          </w:p>
        </w:tc>
        <w:tc>
          <w:tcPr>
            <w:tcW w:w="2610" w:type="dxa"/>
            <w:gridSpan w:val="3"/>
            <w:shd w:val="clear" w:color="auto" w:fill="auto"/>
            <w:vAlign w:val="center"/>
          </w:tcPr>
          <w:p w14:paraId="73032298" w14:textId="77777777" w:rsidR="001A6828" w:rsidRPr="003656D8" w:rsidRDefault="001A6828" w:rsidP="00A37277">
            <w:pPr>
              <w:jc w:val="center"/>
            </w:pPr>
            <w:r w:rsidRPr="003656D8">
              <w:t>Liabilities</w:t>
            </w:r>
          </w:p>
        </w:tc>
        <w:tc>
          <w:tcPr>
            <w:tcW w:w="360" w:type="dxa"/>
            <w:gridSpan w:val="2"/>
            <w:shd w:val="clear" w:color="auto" w:fill="auto"/>
            <w:vAlign w:val="center"/>
          </w:tcPr>
          <w:p w14:paraId="5A532790" w14:textId="77777777" w:rsidR="001A6828" w:rsidRPr="003656D8" w:rsidRDefault="001A6828" w:rsidP="00A37277">
            <w:pPr>
              <w:jc w:val="center"/>
            </w:pPr>
            <w:r w:rsidRPr="003656D8">
              <w:t>+</w:t>
            </w:r>
          </w:p>
        </w:tc>
        <w:tc>
          <w:tcPr>
            <w:tcW w:w="1260" w:type="dxa"/>
            <w:gridSpan w:val="2"/>
            <w:vAlign w:val="center"/>
          </w:tcPr>
          <w:p w14:paraId="4321B360" w14:textId="77777777" w:rsidR="001A6828" w:rsidRPr="003656D8" w:rsidRDefault="001A6828" w:rsidP="00A37277">
            <w:pPr>
              <w:jc w:val="center"/>
            </w:pPr>
            <w:r w:rsidRPr="003656D8">
              <w:t>S</w:t>
            </w:r>
            <w:r w:rsidR="00D8660F">
              <w:t>E</w:t>
            </w:r>
          </w:p>
        </w:tc>
      </w:tr>
      <w:tr w:rsidR="001A6828" w:rsidRPr="003656D8" w14:paraId="2559EB1A" w14:textId="77777777" w:rsidTr="00C8777F">
        <w:trPr>
          <w:gridAfter w:val="1"/>
          <w:wAfter w:w="24" w:type="dxa"/>
          <w:trHeight w:val="504"/>
        </w:trPr>
        <w:tc>
          <w:tcPr>
            <w:tcW w:w="0" w:type="auto"/>
            <w:vAlign w:val="bottom"/>
          </w:tcPr>
          <w:p w14:paraId="24A55D3B" w14:textId="77777777" w:rsidR="001A6828" w:rsidRPr="003656D8" w:rsidRDefault="001A6828" w:rsidP="00C8777F">
            <w:pPr>
              <w:jc w:val="center"/>
            </w:pPr>
            <w:r w:rsidRPr="003656D8">
              <w:t>Ref.</w:t>
            </w:r>
          </w:p>
        </w:tc>
        <w:tc>
          <w:tcPr>
            <w:tcW w:w="1152" w:type="dxa"/>
            <w:tcBorders>
              <w:bottom w:val="single" w:sz="4" w:space="0" w:color="auto"/>
            </w:tcBorders>
            <w:shd w:val="clear" w:color="auto" w:fill="auto"/>
            <w:vAlign w:val="bottom"/>
          </w:tcPr>
          <w:p w14:paraId="76F65867" w14:textId="77777777" w:rsidR="001A6828" w:rsidRPr="003656D8" w:rsidRDefault="001A6828" w:rsidP="00C8777F">
            <w:pPr>
              <w:jc w:val="center"/>
            </w:pPr>
            <w:r w:rsidRPr="003656D8">
              <w:t>Cash</w:t>
            </w:r>
          </w:p>
        </w:tc>
        <w:tc>
          <w:tcPr>
            <w:tcW w:w="0" w:type="auto"/>
            <w:shd w:val="clear" w:color="auto" w:fill="auto"/>
            <w:vAlign w:val="bottom"/>
          </w:tcPr>
          <w:p w14:paraId="63AA5B8E" w14:textId="77777777" w:rsidR="001A6828" w:rsidRPr="003656D8" w:rsidRDefault="001A6828" w:rsidP="00C8777F">
            <w:pPr>
              <w:jc w:val="center"/>
            </w:pPr>
            <w:r w:rsidRPr="003656D8">
              <w:t>+</w:t>
            </w:r>
          </w:p>
        </w:tc>
        <w:tc>
          <w:tcPr>
            <w:tcW w:w="1152" w:type="dxa"/>
            <w:tcBorders>
              <w:bottom w:val="single" w:sz="4" w:space="0" w:color="auto"/>
            </w:tcBorders>
            <w:shd w:val="clear" w:color="auto" w:fill="auto"/>
            <w:vAlign w:val="bottom"/>
          </w:tcPr>
          <w:p w14:paraId="19874568" w14:textId="77777777" w:rsidR="001A6828" w:rsidRPr="003656D8" w:rsidRDefault="001A6828" w:rsidP="00C8777F">
            <w:pPr>
              <w:jc w:val="center"/>
            </w:pPr>
            <w:r w:rsidRPr="003656D8">
              <w:t>Supplies</w:t>
            </w:r>
          </w:p>
        </w:tc>
        <w:tc>
          <w:tcPr>
            <w:tcW w:w="0" w:type="auto"/>
            <w:shd w:val="clear" w:color="auto" w:fill="auto"/>
            <w:vAlign w:val="bottom"/>
          </w:tcPr>
          <w:p w14:paraId="757E730E" w14:textId="77777777" w:rsidR="001A6828" w:rsidRPr="003656D8" w:rsidRDefault="001A6828" w:rsidP="00C8777F">
            <w:pPr>
              <w:jc w:val="center"/>
            </w:pPr>
            <w:r w:rsidRPr="003656D8">
              <w:t>+</w:t>
            </w:r>
          </w:p>
        </w:tc>
        <w:tc>
          <w:tcPr>
            <w:tcW w:w="1182" w:type="dxa"/>
            <w:tcBorders>
              <w:bottom w:val="single" w:sz="4" w:space="0" w:color="auto"/>
            </w:tcBorders>
            <w:shd w:val="clear" w:color="auto" w:fill="auto"/>
            <w:vAlign w:val="bottom"/>
          </w:tcPr>
          <w:p w14:paraId="0F10DCD8" w14:textId="77777777" w:rsidR="001A6828" w:rsidRPr="003656D8" w:rsidRDefault="001A6828" w:rsidP="00C8777F">
            <w:pPr>
              <w:jc w:val="center"/>
            </w:pPr>
            <w:r w:rsidRPr="003656D8">
              <w:t>Property, Plant &amp; Equipment</w:t>
            </w:r>
          </w:p>
        </w:tc>
        <w:tc>
          <w:tcPr>
            <w:tcW w:w="0" w:type="auto"/>
            <w:shd w:val="clear" w:color="auto" w:fill="auto"/>
            <w:vAlign w:val="bottom"/>
          </w:tcPr>
          <w:p w14:paraId="14F50E95" w14:textId="77777777" w:rsidR="001A6828" w:rsidRPr="003656D8" w:rsidRDefault="001A6828" w:rsidP="00C8777F">
            <w:pPr>
              <w:jc w:val="center"/>
            </w:pPr>
            <w:r w:rsidRPr="003656D8">
              <w:t>=</w:t>
            </w:r>
          </w:p>
        </w:tc>
        <w:tc>
          <w:tcPr>
            <w:tcW w:w="1152" w:type="dxa"/>
            <w:tcBorders>
              <w:bottom w:val="single" w:sz="4" w:space="0" w:color="auto"/>
            </w:tcBorders>
            <w:shd w:val="clear" w:color="auto" w:fill="auto"/>
            <w:vAlign w:val="bottom"/>
          </w:tcPr>
          <w:p w14:paraId="183D21E1" w14:textId="77777777" w:rsidR="001A6828" w:rsidRPr="003656D8" w:rsidRDefault="001A6828" w:rsidP="00C8777F">
            <w:pPr>
              <w:jc w:val="center"/>
            </w:pPr>
            <w:r w:rsidRPr="003656D8">
              <w:t>Accounts Payable</w:t>
            </w:r>
          </w:p>
        </w:tc>
        <w:tc>
          <w:tcPr>
            <w:tcW w:w="0" w:type="auto"/>
            <w:shd w:val="clear" w:color="auto" w:fill="auto"/>
            <w:vAlign w:val="bottom"/>
          </w:tcPr>
          <w:p w14:paraId="7C496D9B" w14:textId="77777777" w:rsidR="001A6828" w:rsidRPr="003656D8" w:rsidRDefault="001A6828" w:rsidP="00C8777F">
            <w:pPr>
              <w:jc w:val="center"/>
            </w:pPr>
            <w:r w:rsidRPr="003656D8">
              <w:t>+</w:t>
            </w:r>
          </w:p>
        </w:tc>
        <w:tc>
          <w:tcPr>
            <w:tcW w:w="1152" w:type="dxa"/>
            <w:tcBorders>
              <w:bottom w:val="single" w:sz="4" w:space="0" w:color="auto"/>
            </w:tcBorders>
            <w:shd w:val="clear" w:color="auto" w:fill="auto"/>
            <w:vAlign w:val="bottom"/>
          </w:tcPr>
          <w:p w14:paraId="27FECE58" w14:textId="77777777" w:rsidR="001A6828" w:rsidRPr="003656D8" w:rsidRDefault="001A6828" w:rsidP="00C8777F">
            <w:pPr>
              <w:jc w:val="center"/>
            </w:pPr>
            <w:r w:rsidRPr="003656D8">
              <w:t>Notes Payable</w:t>
            </w:r>
            <w:r w:rsidR="00C8777F">
              <w:t xml:space="preserve"> (short-term)</w:t>
            </w:r>
          </w:p>
        </w:tc>
        <w:tc>
          <w:tcPr>
            <w:tcW w:w="342" w:type="dxa"/>
            <w:shd w:val="clear" w:color="auto" w:fill="auto"/>
            <w:vAlign w:val="bottom"/>
          </w:tcPr>
          <w:p w14:paraId="753EC355" w14:textId="77777777" w:rsidR="001A6828" w:rsidRPr="003656D8" w:rsidRDefault="001A6828" w:rsidP="00C8777F">
            <w:pPr>
              <w:jc w:val="center"/>
            </w:pPr>
            <w:r w:rsidRPr="003656D8">
              <w:t>+</w:t>
            </w:r>
          </w:p>
        </w:tc>
        <w:tc>
          <w:tcPr>
            <w:tcW w:w="1268" w:type="dxa"/>
            <w:gridSpan w:val="2"/>
            <w:tcBorders>
              <w:bottom w:val="single" w:sz="4" w:space="0" w:color="auto"/>
            </w:tcBorders>
            <w:vAlign w:val="bottom"/>
          </w:tcPr>
          <w:p w14:paraId="03D88B05" w14:textId="77777777" w:rsidR="001A6828" w:rsidRPr="003656D8" w:rsidRDefault="00625769" w:rsidP="00C8777F">
            <w:pPr>
              <w:jc w:val="center"/>
            </w:pPr>
            <w:r>
              <w:t>Common Stock</w:t>
            </w:r>
          </w:p>
        </w:tc>
      </w:tr>
      <w:tr w:rsidR="001A6828" w:rsidRPr="003656D8" w14:paraId="383D0449" w14:textId="77777777" w:rsidTr="00A37277">
        <w:trPr>
          <w:gridAfter w:val="1"/>
          <w:wAfter w:w="24" w:type="dxa"/>
          <w:trHeight w:val="504"/>
        </w:trPr>
        <w:tc>
          <w:tcPr>
            <w:tcW w:w="0" w:type="auto"/>
            <w:tcBorders>
              <w:right w:val="single" w:sz="4" w:space="0" w:color="auto"/>
            </w:tcBorders>
            <w:vAlign w:val="center"/>
          </w:tcPr>
          <w:p w14:paraId="059D0556" w14:textId="77777777" w:rsidR="001A6828" w:rsidRPr="003656D8" w:rsidRDefault="001A6828" w:rsidP="00C2079C">
            <w:r w:rsidRPr="003656D8">
              <w:t>(a)</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73E27341"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516C7B99"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49CE8781"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1331416C" w14:textId="77777777" w:rsidR="001A6828" w:rsidRPr="003656D8" w:rsidRDefault="001A6828" w:rsidP="00A37277">
            <w:pPr>
              <w:jc w:val="cente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63A792BD"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2EB559F1"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7E4840FF"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34F27DA9"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55CB7C28" w14:textId="77777777" w:rsidR="001A6828" w:rsidRPr="003656D8" w:rsidRDefault="001A6828" w:rsidP="00A37277">
            <w:pPr>
              <w:jc w:val="center"/>
            </w:pPr>
          </w:p>
        </w:tc>
        <w:tc>
          <w:tcPr>
            <w:tcW w:w="342" w:type="dxa"/>
            <w:tcBorders>
              <w:left w:val="single" w:sz="4" w:space="0" w:color="auto"/>
              <w:right w:val="single" w:sz="4" w:space="0" w:color="auto"/>
            </w:tcBorders>
            <w:shd w:val="clear" w:color="auto" w:fill="auto"/>
            <w:vAlign w:val="center"/>
          </w:tcPr>
          <w:p w14:paraId="7A66FA79" w14:textId="77777777" w:rsidR="001A6828" w:rsidRPr="003656D8" w:rsidRDefault="001A6828" w:rsidP="00A37277">
            <w:pPr>
              <w:jc w:val="center"/>
            </w:pPr>
          </w:p>
        </w:tc>
        <w:tc>
          <w:tcPr>
            <w:tcW w:w="1268" w:type="dxa"/>
            <w:gridSpan w:val="2"/>
            <w:tcBorders>
              <w:top w:val="single" w:sz="4" w:space="0" w:color="auto"/>
              <w:left w:val="single" w:sz="4" w:space="0" w:color="auto"/>
              <w:bottom w:val="single" w:sz="4" w:space="0" w:color="auto"/>
              <w:right w:val="single" w:sz="4" w:space="0" w:color="auto"/>
            </w:tcBorders>
            <w:vAlign w:val="center"/>
          </w:tcPr>
          <w:p w14:paraId="5BA3DC08" w14:textId="77777777" w:rsidR="001A6828" w:rsidRPr="003656D8" w:rsidRDefault="001A6828" w:rsidP="00A37277">
            <w:pPr>
              <w:jc w:val="center"/>
            </w:pPr>
          </w:p>
        </w:tc>
      </w:tr>
      <w:tr w:rsidR="001A6828" w:rsidRPr="003656D8" w14:paraId="7CA9FBE7" w14:textId="77777777" w:rsidTr="00A37277">
        <w:trPr>
          <w:gridAfter w:val="1"/>
          <w:wAfter w:w="24" w:type="dxa"/>
          <w:trHeight w:val="504"/>
        </w:trPr>
        <w:tc>
          <w:tcPr>
            <w:tcW w:w="0" w:type="auto"/>
            <w:tcBorders>
              <w:right w:val="single" w:sz="4" w:space="0" w:color="auto"/>
            </w:tcBorders>
            <w:vAlign w:val="center"/>
          </w:tcPr>
          <w:p w14:paraId="17DA3525" w14:textId="77777777" w:rsidR="001A6828" w:rsidRPr="003656D8" w:rsidRDefault="001A6828" w:rsidP="00C2079C">
            <w:r w:rsidRPr="003656D8">
              <w:t>(b)</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29359101"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07088E8F"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6E51CA74"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52D0C16B" w14:textId="77777777" w:rsidR="001A6828" w:rsidRPr="003656D8" w:rsidRDefault="001A6828" w:rsidP="00A37277">
            <w:pPr>
              <w:jc w:val="cente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D991AB0"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65A18C3B"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018D996A"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30433327"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1D0E2920" w14:textId="77777777" w:rsidR="001A6828" w:rsidRPr="003656D8" w:rsidRDefault="001A6828" w:rsidP="00A37277">
            <w:pPr>
              <w:jc w:val="center"/>
            </w:pPr>
          </w:p>
        </w:tc>
        <w:tc>
          <w:tcPr>
            <w:tcW w:w="342" w:type="dxa"/>
            <w:tcBorders>
              <w:left w:val="single" w:sz="4" w:space="0" w:color="auto"/>
              <w:right w:val="single" w:sz="4" w:space="0" w:color="auto"/>
            </w:tcBorders>
            <w:shd w:val="clear" w:color="auto" w:fill="auto"/>
            <w:vAlign w:val="center"/>
          </w:tcPr>
          <w:p w14:paraId="434C7A51" w14:textId="77777777" w:rsidR="001A6828" w:rsidRPr="003656D8" w:rsidRDefault="001A6828" w:rsidP="00A37277">
            <w:pPr>
              <w:jc w:val="center"/>
            </w:pPr>
          </w:p>
        </w:tc>
        <w:tc>
          <w:tcPr>
            <w:tcW w:w="1268" w:type="dxa"/>
            <w:gridSpan w:val="2"/>
            <w:tcBorders>
              <w:top w:val="single" w:sz="4" w:space="0" w:color="auto"/>
              <w:left w:val="single" w:sz="4" w:space="0" w:color="auto"/>
              <w:bottom w:val="single" w:sz="4" w:space="0" w:color="auto"/>
              <w:right w:val="single" w:sz="4" w:space="0" w:color="auto"/>
            </w:tcBorders>
            <w:vAlign w:val="center"/>
          </w:tcPr>
          <w:p w14:paraId="67FD54C5" w14:textId="77777777" w:rsidR="001A6828" w:rsidRPr="003656D8" w:rsidRDefault="001A6828" w:rsidP="00A37277">
            <w:pPr>
              <w:jc w:val="center"/>
            </w:pPr>
          </w:p>
        </w:tc>
      </w:tr>
      <w:tr w:rsidR="001A6828" w:rsidRPr="003656D8" w14:paraId="3C61795E" w14:textId="77777777" w:rsidTr="00A37277">
        <w:trPr>
          <w:gridAfter w:val="1"/>
          <w:wAfter w:w="24" w:type="dxa"/>
          <w:trHeight w:val="504"/>
        </w:trPr>
        <w:tc>
          <w:tcPr>
            <w:tcW w:w="0" w:type="auto"/>
            <w:tcBorders>
              <w:right w:val="single" w:sz="4" w:space="0" w:color="auto"/>
            </w:tcBorders>
            <w:vAlign w:val="center"/>
          </w:tcPr>
          <w:p w14:paraId="2031D42A" w14:textId="77777777" w:rsidR="001A6828" w:rsidRPr="003656D8" w:rsidRDefault="001A6828" w:rsidP="00C2079C">
            <w:r w:rsidRPr="003656D8">
              <w:t>(c)</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32A523DA"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045D3ED0"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083F5229"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003FA2E6" w14:textId="77777777" w:rsidR="001A6828" w:rsidRPr="003656D8" w:rsidRDefault="001A6828" w:rsidP="00A37277">
            <w:pPr>
              <w:jc w:val="cente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4590748"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067911B4"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6DA8DF42"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0289E203"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7EB04A74" w14:textId="77777777" w:rsidR="001A6828" w:rsidRPr="003656D8" w:rsidRDefault="001A6828" w:rsidP="00A37277">
            <w:pPr>
              <w:jc w:val="center"/>
            </w:pPr>
          </w:p>
        </w:tc>
        <w:tc>
          <w:tcPr>
            <w:tcW w:w="342" w:type="dxa"/>
            <w:tcBorders>
              <w:left w:val="single" w:sz="4" w:space="0" w:color="auto"/>
              <w:right w:val="single" w:sz="4" w:space="0" w:color="auto"/>
            </w:tcBorders>
            <w:shd w:val="clear" w:color="auto" w:fill="auto"/>
            <w:vAlign w:val="center"/>
          </w:tcPr>
          <w:p w14:paraId="4C253B47" w14:textId="77777777" w:rsidR="001A6828" w:rsidRPr="003656D8" w:rsidRDefault="001A6828" w:rsidP="00A37277">
            <w:pPr>
              <w:jc w:val="center"/>
            </w:pPr>
          </w:p>
        </w:tc>
        <w:tc>
          <w:tcPr>
            <w:tcW w:w="1268" w:type="dxa"/>
            <w:gridSpan w:val="2"/>
            <w:tcBorders>
              <w:top w:val="single" w:sz="4" w:space="0" w:color="auto"/>
              <w:left w:val="single" w:sz="4" w:space="0" w:color="auto"/>
              <w:bottom w:val="single" w:sz="4" w:space="0" w:color="auto"/>
              <w:right w:val="single" w:sz="4" w:space="0" w:color="auto"/>
            </w:tcBorders>
            <w:vAlign w:val="center"/>
          </w:tcPr>
          <w:p w14:paraId="4B5FFC5E" w14:textId="77777777" w:rsidR="001A6828" w:rsidRPr="003656D8" w:rsidRDefault="001A6828" w:rsidP="00A37277">
            <w:pPr>
              <w:jc w:val="center"/>
            </w:pPr>
          </w:p>
        </w:tc>
      </w:tr>
      <w:tr w:rsidR="001A6828" w:rsidRPr="003656D8" w14:paraId="1914EDAF" w14:textId="77777777" w:rsidTr="00A37277">
        <w:trPr>
          <w:gridAfter w:val="1"/>
          <w:wAfter w:w="24" w:type="dxa"/>
          <w:trHeight w:val="504"/>
        </w:trPr>
        <w:tc>
          <w:tcPr>
            <w:tcW w:w="0" w:type="auto"/>
            <w:tcBorders>
              <w:right w:val="single" w:sz="4" w:space="0" w:color="auto"/>
            </w:tcBorders>
            <w:vAlign w:val="center"/>
          </w:tcPr>
          <w:p w14:paraId="0279CF1D" w14:textId="77777777" w:rsidR="001A6828" w:rsidRPr="003656D8" w:rsidRDefault="001A6828" w:rsidP="00C2079C">
            <w:r w:rsidRPr="003656D8">
              <w:t>(d)</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160B3559"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470A5872"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72EFF855"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7B16DCCC" w14:textId="77777777" w:rsidR="001A6828" w:rsidRPr="003656D8" w:rsidRDefault="001A6828" w:rsidP="00A37277">
            <w:pPr>
              <w:jc w:val="cente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37216B22"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1817B5EB"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60AAC58C"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12696926"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70F38FBF" w14:textId="77777777" w:rsidR="001A6828" w:rsidRPr="003656D8" w:rsidRDefault="001A6828" w:rsidP="00A37277">
            <w:pPr>
              <w:jc w:val="center"/>
            </w:pPr>
          </w:p>
        </w:tc>
        <w:tc>
          <w:tcPr>
            <w:tcW w:w="342" w:type="dxa"/>
            <w:tcBorders>
              <w:left w:val="single" w:sz="4" w:space="0" w:color="auto"/>
              <w:right w:val="single" w:sz="4" w:space="0" w:color="auto"/>
            </w:tcBorders>
            <w:shd w:val="clear" w:color="auto" w:fill="auto"/>
            <w:vAlign w:val="center"/>
          </w:tcPr>
          <w:p w14:paraId="4ADE9463" w14:textId="77777777" w:rsidR="001A6828" w:rsidRPr="003656D8" w:rsidRDefault="001A6828" w:rsidP="00A37277">
            <w:pPr>
              <w:jc w:val="center"/>
            </w:pPr>
          </w:p>
        </w:tc>
        <w:tc>
          <w:tcPr>
            <w:tcW w:w="1268" w:type="dxa"/>
            <w:gridSpan w:val="2"/>
            <w:tcBorders>
              <w:top w:val="single" w:sz="4" w:space="0" w:color="auto"/>
              <w:left w:val="single" w:sz="4" w:space="0" w:color="auto"/>
              <w:bottom w:val="single" w:sz="4" w:space="0" w:color="auto"/>
              <w:right w:val="single" w:sz="4" w:space="0" w:color="auto"/>
            </w:tcBorders>
            <w:vAlign w:val="center"/>
          </w:tcPr>
          <w:p w14:paraId="57EF797F" w14:textId="77777777" w:rsidR="001A6828" w:rsidRPr="003656D8" w:rsidRDefault="001A6828" w:rsidP="00A37277">
            <w:pPr>
              <w:jc w:val="center"/>
            </w:pPr>
          </w:p>
        </w:tc>
      </w:tr>
      <w:tr w:rsidR="001A6828" w:rsidRPr="003656D8" w14:paraId="17CF399F" w14:textId="77777777" w:rsidTr="00A37277">
        <w:trPr>
          <w:gridAfter w:val="1"/>
          <w:wAfter w:w="24" w:type="dxa"/>
          <w:trHeight w:val="504"/>
        </w:trPr>
        <w:tc>
          <w:tcPr>
            <w:tcW w:w="0" w:type="auto"/>
            <w:tcBorders>
              <w:right w:val="single" w:sz="4" w:space="0" w:color="auto"/>
            </w:tcBorders>
            <w:vAlign w:val="center"/>
          </w:tcPr>
          <w:p w14:paraId="52EEFF4E" w14:textId="77777777" w:rsidR="001A6828" w:rsidRPr="003656D8" w:rsidRDefault="001A6828" w:rsidP="00C2079C">
            <w:r w:rsidRPr="003656D8">
              <w:t>(e)</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35C53E09"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6AE9ABEB"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21754F9B"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2C7BC341" w14:textId="77777777" w:rsidR="001A6828" w:rsidRPr="003656D8" w:rsidRDefault="001A6828" w:rsidP="00A37277">
            <w:pPr>
              <w:jc w:val="center"/>
            </w:pP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2FE5534"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12177566"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28FF84CD" w14:textId="77777777" w:rsidR="001A6828" w:rsidRPr="003656D8" w:rsidRDefault="001A6828" w:rsidP="00A37277">
            <w:pPr>
              <w:jc w:val="center"/>
            </w:pPr>
          </w:p>
        </w:tc>
        <w:tc>
          <w:tcPr>
            <w:tcW w:w="0" w:type="auto"/>
            <w:tcBorders>
              <w:left w:val="single" w:sz="4" w:space="0" w:color="auto"/>
              <w:right w:val="single" w:sz="4" w:space="0" w:color="auto"/>
            </w:tcBorders>
            <w:shd w:val="clear" w:color="auto" w:fill="auto"/>
            <w:vAlign w:val="center"/>
          </w:tcPr>
          <w:p w14:paraId="6D966F88" w14:textId="77777777" w:rsidR="001A6828" w:rsidRPr="003656D8" w:rsidRDefault="001A6828" w:rsidP="00A37277">
            <w:pPr>
              <w:jc w:val="center"/>
            </w:pP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14:paraId="3F41A40D" w14:textId="77777777" w:rsidR="001A6828" w:rsidRPr="003656D8" w:rsidRDefault="001A6828" w:rsidP="00A37277">
            <w:pPr>
              <w:jc w:val="center"/>
            </w:pPr>
          </w:p>
        </w:tc>
        <w:tc>
          <w:tcPr>
            <w:tcW w:w="342" w:type="dxa"/>
            <w:tcBorders>
              <w:left w:val="single" w:sz="4" w:space="0" w:color="auto"/>
              <w:right w:val="single" w:sz="4" w:space="0" w:color="auto"/>
            </w:tcBorders>
            <w:shd w:val="clear" w:color="auto" w:fill="auto"/>
            <w:vAlign w:val="center"/>
          </w:tcPr>
          <w:p w14:paraId="543F5313" w14:textId="77777777" w:rsidR="001A6828" w:rsidRPr="003656D8" w:rsidRDefault="001A6828" w:rsidP="00A37277">
            <w:pPr>
              <w:jc w:val="center"/>
            </w:pPr>
          </w:p>
        </w:tc>
        <w:tc>
          <w:tcPr>
            <w:tcW w:w="1268" w:type="dxa"/>
            <w:gridSpan w:val="2"/>
            <w:tcBorders>
              <w:top w:val="single" w:sz="4" w:space="0" w:color="auto"/>
              <w:left w:val="single" w:sz="4" w:space="0" w:color="auto"/>
              <w:bottom w:val="single" w:sz="4" w:space="0" w:color="auto"/>
              <w:right w:val="single" w:sz="4" w:space="0" w:color="auto"/>
            </w:tcBorders>
            <w:vAlign w:val="center"/>
          </w:tcPr>
          <w:p w14:paraId="1C62DD44" w14:textId="77777777" w:rsidR="001A6828" w:rsidRPr="003656D8" w:rsidRDefault="001A6828" w:rsidP="00A37277">
            <w:pPr>
              <w:jc w:val="center"/>
            </w:pPr>
          </w:p>
        </w:tc>
      </w:tr>
    </w:tbl>
    <w:p w14:paraId="03E239EB" w14:textId="77777777" w:rsidR="001A6828" w:rsidRDefault="001A6828" w:rsidP="003656D8">
      <w:pPr>
        <w:pStyle w:val="Heading2"/>
        <w:rPr>
          <w:b w:val="0"/>
        </w:rPr>
      </w:pPr>
    </w:p>
    <w:p w14:paraId="18D4A5D8" w14:textId="77777777" w:rsidR="00D8660F" w:rsidRPr="005F480C" w:rsidRDefault="001A6828" w:rsidP="00D8660F">
      <w:pPr>
        <w:pStyle w:val="Heading1"/>
        <w:spacing w:before="240"/>
      </w:pPr>
      <w:r>
        <w:br w:type="page"/>
      </w:r>
      <w:r w:rsidR="00D8660F" w:rsidRPr="005F480C">
        <w:lastRenderedPageBreak/>
        <w:t xml:space="preserve">HANDOUT </w:t>
      </w:r>
      <w:r w:rsidR="00D8660F">
        <w:t>2</w:t>
      </w:r>
      <w:r w:rsidR="007D4591" w:rsidRPr="00DF3C97">
        <w:rPr>
          <w:b w:val="0"/>
        </w:rPr>
        <w:t>–</w:t>
      </w:r>
      <w:r w:rsidR="00D8660F">
        <w:t>1 SOLUTION</w:t>
      </w:r>
      <w:r w:rsidR="0075698B" w:rsidRPr="0075698B">
        <w:rPr>
          <w:u w:val="none"/>
        </w:rPr>
        <w:t>, continued</w:t>
      </w:r>
    </w:p>
    <w:p w14:paraId="30EB0F29" w14:textId="77777777" w:rsidR="00D8660F" w:rsidRPr="005F480C" w:rsidRDefault="00D8660F" w:rsidP="00D8660F">
      <w:pPr>
        <w:pStyle w:val="Heading1"/>
        <w:spacing w:before="240"/>
        <w:jc w:val="center"/>
        <w:rPr>
          <w:u w:val="none"/>
        </w:rPr>
      </w:pPr>
      <w:r>
        <w:rPr>
          <w:u w:val="none"/>
        </w:rPr>
        <w:t>ANALYZING TRANSACTIONS</w:t>
      </w:r>
    </w:p>
    <w:p w14:paraId="44B15A81" w14:textId="77777777" w:rsidR="006A6D04" w:rsidRDefault="006A6D04" w:rsidP="006A6D04">
      <w:r>
        <w:t>Analyze each of the following transactions by answering each of the questions. Use the spreadsheet on the following page to keep track of the amount in each account:</w:t>
      </w:r>
    </w:p>
    <w:p w14:paraId="62E9F30F" w14:textId="77777777" w:rsidR="003656D8" w:rsidRPr="00E755E3" w:rsidRDefault="003656D8" w:rsidP="00D8660F">
      <w:pPr>
        <w:pStyle w:val="Heading2"/>
      </w:pPr>
    </w:p>
    <w:p w14:paraId="441E6B61" w14:textId="77777777" w:rsidR="003656D8" w:rsidRPr="008E59B6" w:rsidRDefault="003656D8" w:rsidP="003656D8">
      <w:r>
        <w:t>(a) Stockholder invests $10,000 into the business</w:t>
      </w:r>
      <w:r w:rsidR="00625769">
        <w:t xml:space="preserve"> in exchange for common stock</w:t>
      </w:r>
      <w:r>
        <w: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507"/>
        <w:gridCol w:w="5220"/>
      </w:tblGrid>
      <w:tr w:rsidR="003656D8" w14:paraId="691B33B9" w14:textId="77777777" w:rsidTr="0075698B">
        <w:trPr>
          <w:trHeight w:val="432"/>
        </w:trPr>
        <w:tc>
          <w:tcPr>
            <w:tcW w:w="0" w:type="auto"/>
            <w:vAlign w:val="center"/>
          </w:tcPr>
          <w:p w14:paraId="5E0A356A" w14:textId="77777777" w:rsidR="003656D8" w:rsidRPr="003656D8" w:rsidRDefault="003656D8" w:rsidP="003656D8">
            <w:r w:rsidRPr="003656D8">
              <w:t>1.</w:t>
            </w:r>
          </w:p>
        </w:tc>
        <w:tc>
          <w:tcPr>
            <w:tcW w:w="3507" w:type="dxa"/>
            <w:tcBorders>
              <w:right w:val="single" w:sz="4" w:space="0" w:color="auto"/>
            </w:tcBorders>
            <w:vAlign w:val="center"/>
          </w:tcPr>
          <w:p w14:paraId="48B000CB" w14:textId="77777777" w:rsidR="003656D8" w:rsidRPr="003656D8" w:rsidRDefault="003656D8" w:rsidP="003656D8">
            <w:r w:rsidRPr="003656D8">
              <w:t>Does a transaction exist?</w:t>
            </w:r>
          </w:p>
        </w:tc>
        <w:tc>
          <w:tcPr>
            <w:tcW w:w="5220" w:type="dxa"/>
            <w:tcBorders>
              <w:top w:val="single" w:sz="4" w:space="0" w:color="auto"/>
              <w:left w:val="single" w:sz="4" w:space="0" w:color="auto"/>
              <w:bottom w:val="single" w:sz="4" w:space="0" w:color="auto"/>
              <w:right w:val="single" w:sz="4" w:space="0" w:color="auto"/>
            </w:tcBorders>
            <w:vAlign w:val="center"/>
          </w:tcPr>
          <w:p w14:paraId="231B4B0F" w14:textId="77777777" w:rsidR="003656D8" w:rsidRPr="003656D8" w:rsidRDefault="003656D8" w:rsidP="003656D8">
            <w:r w:rsidRPr="003656D8">
              <w:t>Yes</w:t>
            </w:r>
            <w:r w:rsidR="007D4591">
              <w:t>—</w:t>
            </w:r>
            <w:r w:rsidRPr="003656D8">
              <w:t>received cash and gave stock.</w:t>
            </w:r>
          </w:p>
        </w:tc>
      </w:tr>
      <w:tr w:rsidR="003656D8" w14:paraId="6BD29D0A" w14:textId="77777777" w:rsidTr="0075698B">
        <w:trPr>
          <w:trHeight w:val="432"/>
        </w:trPr>
        <w:tc>
          <w:tcPr>
            <w:tcW w:w="0" w:type="auto"/>
            <w:vAlign w:val="center"/>
          </w:tcPr>
          <w:p w14:paraId="539C1FAA" w14:textId="77777777" w:rsidR="003656D8" w:rsidRPr="003656D8" w:rsidRDefault="003656D8" w:rsidP="003656D8">
            <w:r w:rsidRPr="003656D8">
              <w:t>2.</w:t>
            </w:r>
          </w:p>
        </w:tc>
        <w:tc>
          <w:tcPr>
            <w:tcW w:w="3507" w:type="dxa"/>
            <w:tcBorders>
              <w:right w:val="single" w:sz="4" w:space="0" w:color="auto"/>
            </w:tcBorders>
            <w:vAlign w:val="center"/>
          </w:tcPr>
          <w:p w14:paraId="2777A655" w14:textId="77777777" w:rsidR="003656D8" w:rsidRPr="003656D8" w:rsidRDefault="003656D8" w:rsidP="003656D8">
            <w:r w:rsidRPr="003656D8">
              <w:t>Examine it for accounts affected.</w:t>
            </w:r>
          </w:p>
        </w:tc>
        <w:tc>
          <w:tcPr>
            <w:tcW w:w="5220" w:type="dxa"/>
            <w:tcBorders>
              <w:top w:val="single" w:sz="4" w:space="0" w:color="auto"/>
              <w:left w:val="single" w:sz="4" w:space="0" w:color="auto"/>
              <w:bottom w:val="single" w:sz="4" w:space="0" w:color="auto"/>
              <w:right w:val="single" w:sz="4" w:space="0" w:color="auto"/>
            </w:tcBorders>
            <w:vAlign w:val="center"/>
          </w:tcPr>
          <w:p w14:paraId="3434E219" w14:textId="77777777" w:rsidR="003656D8" w:rsidRPr="003656D8" w:rsidRDefault="003656D8" w:rsidP="003656D8">
            <w:r w:rsidRPr="003656D8">
              <w:t xml:space="preserve">Cash and </w:t>
            </w:r>
            <w:r w:rsidR="00625769">
              <w:t>Common Stock</w:t>
            </w:r>
          </w:p>
        </w:tc>
      </w:tr>
      <w:tr w:rsidR="003656D8" w14:paraId="2DEC8168" w14:textId="77777777" w:rsidTr="0075698B">
        <w:trPr>
          <w:trHeight w:val="432"/>
        </w:trPr>
        <w:tc>
          <w:tcPr>
            <w:tcW w:w="0" w:type="auto"/>
            <w:vAlign w:val="center"/>
          </w:tcPr>
          <w:p w14:paraId="09DF7F2C" w14:textId="77777777" w:rsidR="003656D8" w:rsidRPr="003656D8" w:rsidRDefault="003656D8" w:rsidP="003656D8">
            <w:r w:rsidRPr="003656D8">
              <w:t>3.</w:t>
            </w:r>
          </w:p>
        </w:tc>
        <w:tc>
          <w:tcPr>
            <w:tcW w:w="3507" w:type="dxa"/>
            <w:tcBorders>
              <w:right w:val="single" w:sz="4" w:space="0" w:color="auto"/>
            </w:tcBorders>
            <w:vAlign w:val="center"/>
          </w:tcPr>
          <w:p w14:paraId="5E1E7C3F" w14:textId="77777777" w:rsidR="003656D8" w:rsidRPr="003656D8" w:rsidRDefault="003656D8" w:rsidP="003656D8">
            <w:r w:rsidRPr="003656D8">
              <w:t>Classify each account affected.</w:t>
            </w:r>
          </w:p>
        </w:tc>
        <w:tc>
          <w:tcPr>
            <w:tcW w:w="5220" w:type="dxa"/>
            <w:tcBorders>
              <w:top w:val="single" w:sz="4" w:space="0" w:color="auto"/>
              <w:left w:val="single" w:sz="4" w:space="0" w:color="auto"/>
              <w:bottom w:val="single" w:sz="4" w:space="0" w:color="auto"/>
              <w:right w:val="single" w:sz="4" w:space="0" w:color="auto"/>
            </w:tcBorders>
            <w:vAlign w:val="center"/>
          </w:tcPr>
          <w:p w14:paraId="52915EBE" w14:textId="77777777" w:rsidR="003656D8" w:rsidRPr="003656D8" w:rsidRDefault="003656D8" w:rsidP="003656D8">
            <w:r w:rsidRPr="003656D8">
              <w:t xml:space="preserve">Cash is an Asset (A) and </w:t>
            </w:r>
            <w:r w:rsidR="00625769">
              <w:t>Common Stock</w:t>
            </w:r>
            <w:r w:rsidRPr="003656D8">
              <w:t xml:space="preserve"> is Stockholders’ Equity (SE)</w:t>
            </w:r>
          </w:p>
        </w:tc>
      </w:tr>
      <w:tr w:rsidR="003656D8" w14:paraId="78C3CE30" w14:textId="77777777" w:rsidTr="0075698B">
        <w:trPr>
          <w:trHeight w:val="432"/>
        </w:trPr>
        <w:tc>
          <w:tcPr>
            <w:tcW w:w="0" w:type="auto"/>
            <w:vAlign w:val="center"/>
          </w:tcPr>
          <w:p w14:paraId="652D3936" w14:textId="77777777" w:rsidR="003656D8" w:rsidRPr="003656D8" w:rsidRDefault="003656D8" w:rsidP="003656D8">
            <w:r w:rsidRPr="003656D8">
              <w:t>4.</w:t>
            </w:r>
          </w:p>
        </w:tc>
        <w:tc>
          <w:tcPr>
            <w:tcW w:w="3507" w:type="dxa"/>
            <w:tcBorders>
              <w:right w:val="single" w:sz="4" w:space="0" w:color="auto"/>
            </w:tcBorders>
            <w:vAlign w:val="center"/>
          </w:tcPr>
          <w:p w14:paraId="12F8C2EF" w14:textId="77777777" w:rsidR="003656D8" w:rsidRPr="003656D8" w:rsidRDefault="003656D8" w:rsidP="003656D8">
            <w:r w:rsidRPr="003656D8">
              <w:t>Identify direction and amount.</w:t>
            </w:r>
          </w:p>
        </w:tc>
        <w:tc>
          <w:tcPr>
            <w:tcW w:w="5220" w:type="dxa"/>
            <w:tcBorders>
              <w:top w:val="single" w:sz="4" w:space="0" w:color="auto"/>
              <w:left w:val="single" w:sz="4" w:space="0" w:color="auto"/>
              <w:bottom w:val="single" w:sz="4" w:space="0" w:color="auto"/>
              <w:right w:val="single" w:sz="4" w:space="0" w:color="auto"/>
            </w:tcBorders>
            <w:vAlign w:val="center"/>
          </w:tcPr>
          <w:p w14:paraId="6C5AF708" w14:textId="77777777" w:rsidR="003656D8" w:rsidRPr="003656D8" w:rsidRDefault="003656D8" w:rsidP="003656D8">
            <w:r w:rsidRPr="003656D8">
              <w:t>Cash (A) + $10,000 = Stockholders’ Equity (SE) + $10,000.</w:t>
            </w:r>
          </w:p>
        </w:tc>
      </w:tr>
      <w:tr w:rsidR="003656D8" w14:paraId="68834E75" w14:textId="77777777" w:rsidTr="0075698B">
        <w:trPr>
          <w:trHeight w:val="432"/>
        </w:trPr>
        <w:tc>
          <w:tcPr>
            <w:tcW w:w="0" w:type="auto"/>
            <w:vAlign w:val="center"/>
          </w:tcPr>
          <w:p w14:paraId="0AC9F104" w14:textId="77777777" w:rsidR="003656D8" w:rsidRPr="003656D8" w:rsidRDefault="003656D8" w:rsidP="003656D8">
            <w:r w:rsidRPr="003656D8">
              <w:t>5.</w:t>
            </w:r>
          </w:p>
        </w:tc>
        <w:tc>
          <w:tcPr>
            <w:tcW w:w="3507" w:type="dxa"/>
            <w:tcBorders>
              <w:right w:val="single" w:sz="4" w:space="0" w:color="auto"/>
            </w:tcBorders>
            <w:vAlign w:val="center"/>
          </w:tcPr>
          <w:p w14:paraId="002FD763" w14:textId="77777777" w:rsidR="003656D8" w:rsidRPr="003656D8" w:rsidRDefault="003656D8" w:rsidP="003656D8">
            <w:r w:rsidRPr="003656D8">
              <w:t>Ensure the equation still balances.</w:t>
            </w:r>
          </w:p>
        </w:tc>
        <w:tc>
          <w:tcPr>
            <w:tcW w:w="5220" w:type="dxa"/>
            <w:tcBorders>
              <w:top w:val="single" w:sz="4" w:space="0" w:color="auto"/>
              <w:left w:val="single" w:sz="4" w:space="0" w:color="auto"/>
              <w:bottom w:val="single" w:sz="4" w:space="0" w:color="auto"/>
              <w:right w:val="single" w:sz="4" w:space="0" w:color="auto"/>
            </w:tcBorders>
            <w:vAlign w:val="center"/>
          </w:tcPr>
          <w:p w14:paraId="46669588" w14:textId="77777777" w:rsidR="003656D8" w:rsidRPr="003656D8" w:rsidRDefault="003656D8" w:rsidP="007D4591">
            <w:r w:rsidRPr="003656D8">
              <w:t>Yes</w:t>
            </w:r>
            <w:r w:rsidR="007D4591">
              <w:t>—</w:t>
            </w:r>
            <w:r w:rsidRPr="003656D8">
              <w:t>see below.</w:t>
            </w:r>
          </w:p>
        </w:tc>
      </w:tr>
    </w:tbl>
    <w:p w14:paraId="1065D4BE" w14:textId="77777777" w:rsidR="003656D8" w:rsidRDefault="003656D8" w:rsidP="003656D8"/>
    <w:p w14:paraId="2D9F48A1" w14:textId="77777777" w:rsidR="0044591F" w:rsidRPr="000A73F3" w:rsidRDefault="0044591F" w:rsidP="0044591F">
      <w:r>
        <w:t>(b) Company borrows $15,000 signing a note payable to the bank that is due in three months.</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507"/>
        <w:gridCol w:w="5220"/>
      </w:tblGrid>
      <w:tr w:rsidR="003656D8" w14:paraId="121D4C04" w14:textId="77777777" w:rsidTr="0075698B">
        <w:trPr>
          <w:trHeight w:val="432"/>
        </w:trPr>
        <w:tc>
          <w:tcPr>
            <w:tcW w:w="0" w:type="auto"/>
            <w:vAlign w:val="center"/>
          </w:tcPr>
          <w:p w14:paraId="52B20687" w14:textId="77777777" w:rsidR="003656D8" w:rsidRPr="003656D8" w:rsidRDefault="003656D8" w:rsidP="003656D8">
            <w:r w:rsidRPr="003656D8">
              <w:t>1.</w:t>
            </w:r>
          </w:p>
        </w:tc>
        <w:tc>
          <w:tcPr>
            <w:tcW w:w="3507" w:type="dxa"/>
            <w:tcBorders>
              <w:right w:val="single" w:sz="4" w:space="0" w:color="auto"/>
            </w:tcBorders>
            <w:vAlign w:val="center"/>
          </w:tcPr>
          <w:p w14:paraId="12B1522C" w14:textId="77777777" w:rsidR="003656D8" w:rsidRPr="003656D8" w:rsidRDefault="003656D8" w:rsidP="003656D8">
            <w:r w:rsidRPr="003656D8">
              <w:t>Does a transaction exist?</w:t>
            </w:r>
          </w:p>
        </w:tc>
        <w:tc>
          <w:tcPr>
            <w:tcW w:w="5220" w:type="dxa"/>
            <w:tcBorders>
              <w:top w:val="single" w:sz="4" w:space="0" w:color="auto"/>
              <w:left w:val="single" w:sz="4" w:space="0" w:color="auto"/>
              <w:bottom w:val="single" w:sz="4" w:space="0" w:color="auto"/>
              <w:right w:val="single" w:sz="4" w:space="0" w:color="auto"/>
            </w:tcBorders>
            <w:vAlign w:val="center"/>
          </w:tcPr>
          <w:p w14:paraId="37AA0F64" w14:textId="77777777" w:rsidR="003656D8" w:rsidRPr="003656D8" w:rsidRDefault="003656D8" w:rsidP="003656D8">
            <w:r w:rsidRPr="003656D8">
              <w:t>Yes</w:t>
            </w:r>
            <w:r w:rsidR="007D4591">
              <w:t>—</w:t>
            </w:r>
            <w:r w:rsidRPr="003656D8">
              <w:t>received cash and gave a note payable.</w:t>
            </w:r>
          </w:p>
        </w:tc>
      </w:tr>
      <w:tr w:rsidR="003656D8" w14:paraId="716D4FF9" w14:textId="77777777" w:rsidTr="0075698B">
        <w:trPr>
          <w:trHeight w:val="432"/>
        </w:trPr>
        <w:tc>
          <w:tcPr>
            <w:tcW w:w="0" w:type="auto"/>
            <w:vAlign w:val="center"/>
          </w:tcPr>
          <w:p w14:paraId="08FA0362" w14:textId="77777777" w:rsidR="003656D8" w:rsidRPr="003656D8" w:rsidRDefault="003656D8" w:rsidP="003656D8">
            <w:r w:rsidRPr="003656D8">
              <w:t>2.</w:t>
            </w:r>
          </w:p>
        </w:tc>
        <w:tc>
          <w:tcPr>
            <w:tcW w:w="3507" w:type="dxa"/>
            <w:tcBorders>
              <w:right w:val="single" w:sz="4" w:space="0" w:color="auto"/>
            </w:tcBorders>
            <w:vAlign w:val="center"/>
          </w:tcPr>
          <w:p w14:paraId="7A60767A" w14:textId="77777777" w:rsidR="003656D8" w:rsidRPr="003656D8" w:rsidRDefault="003656D8" w:rsidP="003656D8">
            <w:r w:rsidRPr="003656D8">
              <w:t>Examine it for accounts affected.</w:t>
            </w:r>
          </w:p>
        </w:tc>
        <w:tc>
          <w:tcPr>
            <w:tcW w:w="5220" w:type="dxa"/>
            <w:tcBorders>
              <w:top w:val="single" w:sz="4" w:space="0" w:color="auto"/>
              <w:left w:val="single" w:sz="4" w:space="0" w:color="auto"/>
              <w:bottom w:val="single" w:sz="4" w:space="0" w:color="auto"/>
              <w:right w:val="single" w:sz="4" w:space="0" w:color="auto"/>
            </w:tcBorders>
            <w:vAlign w:val="center"/>
          </w:tcPr>
          <w:p w14:paraId="61AE2925" w14:textId="77777777" w:rsidR="003656D8" w:rsidRPr="003656D8" w:rsidRDefault="003656D8" w:rsidP="003656D8">
            <w:r w:rsidRPr="003656D8">
              <w:t>Cash and Notes Payable</w:t>
            </w:r>
            <w:r w:rsidR="00C8777F">
              <w:t xml:space="preserve"> (short-term)</w:t>
            </w:r>
          </w:p>
        </w:tc>
      </w:tr>
      <w:tr w:rsidR="003656D8" w14:paraId="34BDAF4E" w14:textId="77777777" w:rsidTr="0075698B">
        <w:trPr>
          <w:trHeight w:val="432"/>
        </w:trPr>
        <w:tc>
          <w:tcPr>
            <w:tcW w:w="0" w:type="auto"/>
            <w:vAlign w:val="center"/>
          </w:tcPr>
          <w:p w14:paraId="09A1F401" w14:textId="77777777" w:rsidR="003656D8" w:rsidRPr="003656D8" w:rsidRDefault="003656D8" w:rsidP="003656D8">
            <w:r w:rsidRPr="003656D8">
              <w:t>3.</w:t>
            </w:r>
          </w:p>
        </w:tc>
        <w:tc>
          <w:tcPr>
            <w:tcW w:w="3507" w:type="dxa"/>
            <w:tcBorders>
              <w:right w:val="single" w:sz="4" w:space="0" w:color="auto"/>
            </w:tcBorders>
            <w:vAlign w:val="center"/>
          </w:tcPr>
          <w:p w14:paraId="251A773F" w14:textId="77777777" w:rsidR="003656D8" w:rsidRPr="003656D8" w:rsidRDefault="003656D8" w:rsidP="003656D8">
            <w:r w:rsidRPr="003656D8">
              <w:t>Classify each account affected.</w:t>
            </w:r>
          </w:p>
        </w:tc>
        <w:tc>
          <w:tcPr>
            <w:tcW w:w="5220" w:type="dxa"/>
            <w:tcBorders>
              <w:top w:val="single" w:sz="4" w:space="0" w:color="auto"/>
              <w:left w:val="single" w:sz="4" w:space="0" w:color="auto"/>
              <w:bottom w:val="single" w:sz="4" w:space="0" w:color="auto"/>
              <w:right w:val="single" w:sz="4" w:space="0" w:color="auto"/>
            </w:tcBorders>
            <w:vAlign w:val="center"/>
          </w:tcPr>
          <w:p w14:paraId="035D7E29" w14:textId="77777777" w:rsidR="003656D8" w:rsidRPr="003656D8" w:rsidRDefault="003656D8" w:rsidP="003656D8">
            <w:r w:rsidRPr="003656D8">
              <w:t xml:space="preserve">Cash is an Asset (A) and Notes Payable </w:t>
            </w:r>
            <w:r w:rsidR="00C8777F">
              <w:t xml:space="preserve">(short-term) </w:t>
            </w:r>
            <w:r w:rsidRPr="003656D8">
              <w:t>is a Liability (L)</w:t>
            </w:r>
          </w:p>
        </w:tc>
      </w:tr>
      <w:tr w:rsidR="003656D8" w14:paraId="373BD485" w14:textId="77777777" w:rsidTr="0075698B">
        <w:trPr>
          <w:trHeight w:val="432"/>
        </w:trPr>
        <w:tc>
          <w:tcPr>
            <w:tcW w:w="0" w:type="auto"/>
            <w:vAlign w:val="center"/>
          </w:tcPr>
          <w:p w14:paraId="6BFB16F4" w14:textId="77777777" w:rsidR="003656D8" w:rsidRPr="003656D8" w:rsidRDefault="003656D8" w:rsidP="003656D8">
            <w:r w:rsidRPr="003656D8">
              <w:t>4.</w:t>
            </w:r>
          </w:p>
        </w:tc>
        <w:tc>
          <w:tcPr>
            <w:tcW w:w="3507" w:type="dxa"/>
            <w:tcBorders>
              <w:right w:val="single" w:sz="4" w:space="0" w:color="auto"/>
            </w:tcBorders>
            <w:vAlign w:val="center"/>
          </w:tcPr>
          <w:p w14:paraId="1AAC83C2" w14:textId="77777777" w:rsidR="003656D8" w:rsidRPr="003656D8" w:rsidRDefault="003656D8" w:rsidP="003656D8">
            <w:r w:rsidRPr="003656D8">
              <w:t>Identify direction and amount.</w:t>
            </w:r>
          </w:p>
        </w:tc>
        <w:tc>
          <w:tcPr>
            <w:tcW w:w="5220" w:type="dxa"/>
            <w:tcBorders>
              <w:top w:val="single" w:sz="4" w:space="0" w:color="auto"/>
              <w:left w:val="single" w:sz="4" w:space="0" w:color="auto"/>
              <w:bottom w:val="single" w:sz="4" w:space="0" w:color="auto"/>
              <w:right w:val="single" w:sz="4" w:space="0" w:color="auto"/>
            </w:tcBorders>
            <w:vAlign w:val="center"/>
          </w:tcPr>
          <w:p w14:paraId="6747595B" w14:textId="77777777" w:rsidR="003656D8" w:rsidRPr="003656D8" w:rsidRDefault="00C8777F" w:rsidP="003656D8">
            <w:r>
              <w:t>Cash (A) + $15,000 = Notes P</w:t>
            </w:r>
            <w:r w:rsidR="003656D8" w:rsidRPr="003656D8">
              <w:t xml:space="preserve">ayable </w:t>
            </w:r>
            <w:r>
              <w:t xml:space="preserve">(short-term) </w:t>
            </w:r>
            <w:r w:rsidR="003656D8" w:rsidRPr="003656D8">
              <w:t>+ $15,000.</w:t>
            </w:r>
          </w:p>
        </w:tc>
      </w:tr>
      <w:tr w:rsidR="003656D8" w14:paraId="715BA762" w14:textId="77777777" w:rsidTr="0075698B">
        <w:trPr>
          <w:trHeight w:val="432"/>
        </w:trPr>
        <w:tc>
          <w:tcPr>
            <w:tcW w:w="0" w:type="auto"/>
            <w:vAlign w:val="center"/>
          </w:tcPr>
          <w:p w14:paraId="0D54D1B4" w14:textId="77777777" w:rsidR="003656D8" w:rsidRPr="003656D8" w:rsidRDefault="003656D8" w:rsidP="003656D8">
            <w:r w:rsidRPr="003656D8">
              <w:t>5.</w:t>
            </w:r>
          </w:p>
        </w:tc>
        <w:tc>
          <w:tcPr>
            <w:tcW w:w="3507" w:type="dxa"/>
            <w:tcBorders>
              <w:right w:val="single" w:sz="4" w:space="0" w:color="auto"/>
            </w:tcBorders>
            <w:vAlign w:val="center"/>
          </w:tcPr>
          <w:p w14:paraId="09FDA2A3" w14:textId="77777777" w:rsidR="003656D8" w:rsidRPr="003656D8" w:rsidRDefault="003656D8" w:rsidP="003656D8">
            <w:r w:rsidRPr="003656D8">
              <w:t>Ensure the equation still balances.</w:t>
            </w:r>
          </w:p>
        </w:tc>
        <w:tc>
          <w:tcPr>
            <w:tcW w:w="5220" w:type="dxa"/>
            <w:tcBorders>
              <w:top w:val="single" w:sz="4" w:space="0" w:color="auto"/>
              <w:left w:val="single" w:sz="4" w:space="0" w:color="auto"/>
              <w:bottom w:val="single" w:sz="4" w:space="0" w:color="auto"/>
              <w:right w:val="single" w:sz="4" w:space="0" w:color="auto"/>
            </w:tcBorders>
            <w:vAlign w:val="center"/>
          </w:tcPr>
          <w:p w14:paraId="6254FC30" w14:textId="77777777" w:rsidR="003656D8" w:rsidRPr="003656D8" w:rsidRDefault="003656D8" w:rsidP="003656D8">
            <w:r w:rsidRPr="003656D8">
              <w:t>Yes</w:t>
            </w:r>
            <w:r w:rsidR="007D4591">
              <w:t>—</w:t>
            </w:r>
            <w:r w:rsidRPr="003656D8">
              <w:t>see below.</w:t>
            </w:r>
          </w:p>
        </w:tc>
      </w:tr>
    </w:tbl>
    <w:p w14:paraId="643154A8" w14:textId="77777777" w:rsidR="003656D8" w:rsidRDefault="003656D8" w:rsidP="003656D8"/>
    <w:p w14:paraId="5389AD30" w14:textId="77777777" w:rsidR="0044591F" w:rsidRPr="000A73F3" w:rsidRDefault="0044591F" w:rsidP="0044591F">
      <w:r>
        <w:t>(c) Receives and pays for a $15,000 truck and $5,000 of equipment.</w:t>
      </w:r>
    </w:p>
    <w:tbl>
      <w:tblPr>
        <w:tblW w:w="910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64"/>
        <w:gridCol w:w="3224"/>
        <w:gridCol w:w="5220"/>
      </w:tblGrid>
      <w:tr w:rsidR="003656D8" w14:paraId="399FB6C2" w14:textId="77777777" w:rsidTr="0075698B">
        <w:trPr>
          <w:trHeight w:val="432"/>
        </w:trPr>
        <w:tc>
          <w:tcPr>
            <w:tcW w:w="0" w:type="auto"/>
            <w:vAlign w:val="center"/>
          </w:tcPr>
          <w:p w14:paraId="63C5E373" w14:textId="77777777" w:rsidR="003656D8" w:rsidRPr="003656D8" w:rsidRDefault="003656D8" w:rsidP="003656D8">
            <w:r w:rsidRPr="003656D8">
              <w:t>1.</w:t>
            </w:r>
          </w:p>
        </w:tc>
        <w:tc>
          <w:tcPr>
            <w:tcW w:w="3224" w:type="dxa"/>
            <w:tcBorders>
              <w:right w:val="single" w:sz="4" w:space="0" w:color="auto"/>
            </w:tcBorders>
            <w:vAlign w:val="center"/>
          </w:tcPr>
          <w:p w14:paraId="39B3AAE3" w14:textId="77777777" w:rsidR="003656D8" w:rsidRPr="003656D8" w:rsidRDefault="003656D8" w:rsidP="003656D8">
            <w:r w:rsidRPr="003656D8">
              <w:t>Does a transaction exist?</w:t>
            </w:r>
          </w:p>
        </w:tc>
        <w:tc>
          <w:tcPr>
            <w:tcW w:w="5220" w:type="dxa"/>
            <w:tcBorders>
              <w:top w:val="single" w:sz="4" w:space="0" w:color="auto"/>
              <w:left w:val="single" w:sz="4" w:space="0" w:color="auto"/>
              <w:bottom w:val="single" w:sz="4" w:space="0" w:color="auto"/>
              <w:right w:val="single" w:sz="4" w:space="0" w:color="auto"/>
            </w:tcBorders>
            <w:vAlign w:val="center"/>
          </w:tcPr>
          <w:p w14:paraId="3CAFA6D3" w14:textId="77777777" w:rsidR="003656D8" w:rsidRPr="003656D8" w:rsidRDefault="003656D8" w:rsidP="003656D8">
            <w:r w:rsidRPr="003656D8">
              <w:t>Yes</w:t>
            </w:r>
            <w:r w:rsidR="007D4591">
              <w:t>—</w:t>
            </w:r>
            <w:r w:rsidRPr="003656D8">
              <w:t>paid cash and received truck and equipment.</w:t>
            </w:r>
          </w:p>
        </w:tc>
      </w:tr>
      <w:tr w:rsidR="003656D8" w14:paraId="63716213" w14:textId="77777777" w:rsidTr="0075698B">
        <w:trPr>
          <w:trHeight w:val="432"/>
        </w:trPr>
        <w:tc>
          <w:tcPr>
            <w:tcW w:w="0" w:type="auto"/>
            <w:vAlign w:val="center"/>
          </w:tcPr>
          <w:p w14:paraId="3F32FC9B" w14:textId="77777777" w:rsidR="003656D8" w:rsidRPr="003656D8" w:rsidRDefault="003656D8" w:rsidP="003656D8">
            <w:r w:rsidRPr="003656D8">
              <w:t>2.</w:t>
            </w:r>
          </w:p>
        </w:tc>
        <w:tc>
          <w:tcPr>
            <w:tcW w:w="3224" w:type="dxa"/>
            <w:tcBorders>
              <w:right w:val="single" w:sz="4" w:space="0" w:color="auto"/>
            </w:tcBorders>
            <w:vAlign w:val="center"/>
          </w:tcPr>
          <w:p w14:paraId="22118EC4" w14:textId="77777777" w:rsidR="003656D8" w:rsidRPr="003656D8" w:rsidRDefault="003656D8" w:rsidP="003656D8">
            <w:r w:rsidRPr="003656D8">
              <w:t>Examine it for accounts affected.</w:t>
            </w:r>
          </w:p>
        </w:tc>
        <w:tc>
          <w:tcPr>
            <w:tcW w:w="5220" w:type="dxa"/>
            <w:tcBorders>
              <w:top w:val="single" w:sz="4" w:space="0" w:color="auto"/>
              <w:left w:val="single" w:sz="4" w:space="0" w:color="auto"/>
              <w:bottom w:val="single" w:sz="4" w:space="0" w:color="auto"/>
              <w:right w:val="single" w:sz="4" w:space="0" w:color="auto"/>
            </w:tcBorders>
            <w:vAlign w:val="center"/>
          </w:tcPr>
          <w:p w14:paraId="169EC17C" w14:textId="77777777" w:rsidR="003656D8" w:rsidRPr="003656D8" w:rsidRDefault="003656D8" w:rsidP="003656D8">
            <w:r w:rsidRPr="003656D8">
              <w:t>Cash and Equipment</w:t>
            </w:r>
          </w:p>
        </w:tc>
      </w:tr>
      <w:tr w:rsidR="003656D8" w14:paraId="429A681F" w14:textId="77777777" w:rsidTr="0075698B">
        <w:trPr>
          <w:trHeight w:val="432"/>
        </w:trPr>
        <w:tc>
          <w:tcPr>
            <w:tcW w:w="0" w:type="auto"/>
            <w:vAlign w:val="center"/>
          </w:tcPr>
          <w:p w14:paraId="0FCC5D4E" w14:textId="77777777" w:rsidR="003656D8" w:rsidRPr="003656D8" w:rsidRDefault="003656D8" w:rsidP="003656D8">
            <w:r w:rsidRPr="003656D8">
              <w:t>3.</w:t>
            </w:r>
          </w:p>
        </w:tc>
        <w:tc>
          <w:tcPr>
            <w:tcW w:w="3224" w:type="dxa"/>
            <w:tcBorders>
              <w:right w:val="single" w:sz="4" w:space="0" w:color="auto"/>
            </w:tcBorders>
            <w:vAlign w:val="center"/>
          </w:tcPr>
          <w:p w14:paraId="2E242A1E" w14:textId="77777777" w:rsidR="003656D8" w:rsidRPr="003656D8" w:rsidRDefault="003656D8" w:rsidP="003656D8">
            <w:r w:rsidRPr="003656D8">
              <w:t>Classify each account affected.</w:t>
            </w:r>
          </w:p>
        </w:tc>
        <w:tc>
          <w:tcPr>
            <w:tcW w:w="5220" w:type="dxa"/>
            <w:tcBorders>
              <w:top w:val="single" w:sz="4" w:space="0" w:color="auto"/>
              <w:left w:val="single" w:sz="4" w:space="0" w:color="auto"/>
              <w:bottom w:val="single" w:sz="4" w:space="0" w:color="auto"/>
              <w:right w:val="single" w:sz="4" w:space="0" w:color="auto"/>
            </w:tcBorders>
            <w:vAlign w:val="center"/>
          </w:tcPr>
          <w:p w14:paraId="3C707DE4" w14:textId="77777777" w:rsidR="003656D8" w:rsidRPr="003656D8" w:rsidRDefault="003656D8" w:rsidP="003656D8">
            <w:r w:rsidRPr="003656D8">
              <w:t>Cash is an Asset (A) and Equipment is an Asset (A)</w:t>
            </w:r>
          </w:p>
        </w:tc>
      </w:tr>
      <w:tr w:rsidR="003656D8" w14:paraId="4AE96326" w14:textId="77777777" w:rsidTr="0075698B">
        <w:trPr>
          <w:trHeight w:val="432"/>
        </w:trPr>
        <w:tc>
          <w:tcPr>
            <w:tcW w:w="0" w:type="auto"/>
            <w:vAlign w:val="center"/>
          </w:tcPr>
          <w:p w14:paraId="3899545D" w14:textId="77777777" w:rsidR="003656D8" w:rsidRPr="003656D8" w:rsidRDefault="003656D8" w:rsidP="003656D8">
            <w:r w:rsidRPr="003656D8">
              <w:t>4.</w:t>
            </w:r>
          </w:p>
        </w:tc>
        <w:tc>
          <w:tcPr>
            <w:tcW w:w="3224" w:type="dxa"/>
            <w:tcBorders>
              <w:right w:val="single" w:sz="4" w:space="0" w:color="auto"/>
            </w:tcBorders>
            <w:vAlign w:val="center"/>
          </w:tcPr>
          <w:p w14:paraId="6D464B39" w14:textId="77777777" w:rsidR="003656D8" w:rsidRPr="003656D8" w:rsidRDefault="003656D8" w:rsidP="003656D8">
            <w:r w:rsidRPr="003656D8">
              <w:t>Identify direction and amount.</w:t>
            </w:r>
          </w:p>
        </w:tc>
        <w:tc>
          <w:tcPr>
            <w:tcW w:w="5220" w:type="dxa"/>
            <w:tcBorders>
              <w:top w:val="single" w:sz="4" w:space="0" w:color="auto"/>
              <w:left w:val="single" w:sz="4" w:space="0" w:color="auto"/>
              <w:bottom w:val="single" w:sz="4" w:space="0" w:color="auto"/>
              <w:right w:val="single" w:sz="4" w:space="0" w:color="auto"/>
            </w:tcBorders>
            <w:vAlign w:val="center"/>
          </w:tcPr>
          <w:p w14:paraId="3CC0C8F0" w14:textId="77777777" w:rsidR="003656D8" w:rsidRPr="003656D8" w:rsidRDefault="003656D8" w:rsidP="003656D8">
            <w:r w:rsidRPr="003656D8">
              <w:t xml:space="preserve">Cash (A) </w:t>
            </w:r>
            <w:r w:rsidR="007D4591">
              <w:t xml:space="preserve">− </w:t>
            </w:r>
            <w:r w:rsidRPr="003656D8">
              <w:t>$20,000 and Equipment (A) + 20,000</w:t>
            </w:r>
          </w:p>
        </w:tc>
      </w:tr>
      <w:tr w:rsidR="003656D8" w14:paraId="758F2689" w14:textId="77777777" w:rsidTr="0075698B">
        <w:trPr>
          <w:trHeight w:val="432"/>
        </w:trPr>
        <w:tc>
          <w:tcPr>
            <w:tcW w:w="0" w:type="auto"/>
            <w:vAlign w:val="center"/>
          </w:tcPr>
          <w:p w14:paraId="768D78FA" w14:textId="77777777" w:rsidR="003656D8" w:rsidRPr="003656D8" w:rsidRDefault="003656D8" w:rsidP="003656D8">
            <w:r w:rsidRPr="003656D8">
              <w:t>5.</w:t>
            </w:r>
          </w:p>
        </w:tc>
        <w:tc>
          <w:tcPr>
            <w:tcW w:w="3224" w:type="dxa"/>
            <w:tcBorders>
              <w:right w:val="single" w:sz="4" w:space="0" w:color="auto"/>
            </w:tcBorders>
            <w:vAlign w:val="center"/>
          </w:tcPr>
          <w:p w14:paraId="2C66F64C" w14:textId="77777777" w:rsidR="003656D8" w:rsidRPr="003656D8" w:rsidRDefault="003656D8" w:rsidP="003656D8">
            <w:r w:rsidRPr="003656D8">
              <w:t>Ensure the equation still balances.</w:t>
            </w:r>
          </w:p>
        </w:tc>
        <w:tc>
          <w:tcPr>
            <w:tcW w:w="5220" w:type="dxa"/>
            <w:tcBorders>
              <w:top w:val="single" w:sz="4" w:space="0" w:color="auto"/>
              <w:left w:val="single" w:sz="4" w:space="0" w:color="auto"/>
              <w:bottom w:val="single" w:sz="4" w:space="0" w:color="auto"/>
              <w:right w:val="single" w:sz="4" w:space="0" w:color="auto"/>
            </w:tcBorders>
            <w:vAlign w:val="center"/>
          </w:tcPr>
          <w:p w14:paraId="0503959C" w14:textId="77777777" w:rsidR="003656D8" w:rsidRPr="003656D8" w:rsidRDefault="003656D8" w:rsidP="007D4591">
            <w:r w:rsidRPr="003656D8">
              <w:t>Yes</w:t>
            </w:r>
            <w:r w:rsidR="007D4591">
              <w:t>—</w:t>
            </w:r>
            <w:r w:rsidRPr="003656D8">
              <w:t>see below.</w:t>
            </w:r>
          </w:p>
        </w:tc>
      </w:tr>
    </w:tbl>
    <w:p w14:paraId="0FC63DB3" w14:textId="77777777" w:rsidR="003656D8" w:rsidRDefault="003656D8" w:rsidP="003656D8"/>
    <w:p w14:paraId="4339AD1B" w14:textId="77777777" w:rsidR="00D8660F" w:rsidRPr="005F480C" w:rsidRDefault="0075698B" w:rsidP="00D8660F">
      <w:pPr>
        <w:pStyle w:val="Heading1"/>
        <w:spacing w:before="240"/>
      </w:pPr>
      <w:r>
        <w:br w:type="page"/>
      </w:r>
      <w:r w:rsidR="00D8660F" w:rsidRPr="005F480C">
        <w:lastRenderedPageBreak/>
        <w:t xml:space="preserve">HANDOUT </w:t>
      </w:r>
      <w:r w:rsidR="00D8660F">
        <w:t>2</w:t>
      </w:r>
      <w:r w:rsidR="007D4591">
        <w:t>–</w:t>
      </w:r>
      <w:r w:rsidR="00D8660F">
        <w:t>1 SOLUTION</w:t>
      </w:r>
      <w:r w:rsidRPr="0075698B">
        <w:rPr>
          <w:u w:val="none"/>
        </w:rPr>
        <w:t>, continued</w:t>
      </w:r>
    </w:p>
    <w:p w14:paraId="16B2BDAD" w14:textId="77777777" w:rsidR="0075698B" w:rsidRDefault="0075698B" w:rsidP="0075698B">
      <w:r>
        <w:t>(d) Purchase</w:t>
      </w:r>
      <w:r w:rsidR="0044591F">
        <w:t>s</w:t>
      </w:r>
      <w:r>
        <w:t xml:space="preserve"> $300 of supplies </w:t>
      </w:r>
      <w:r w:rsidRPr="003656D8">
        <w:t xml:space="preserve">on </w:t>
      </w:r>
      <w:r w:rsidR="00166B98">
        <w:t xml:space="preserve">account. </w:t>
      </w:r>
    </w:p>
    <w:tbl>
      <w:tblPr>
        <w:tblW w:w="905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43"/>
        <w:gridCol w:w="3445"/>
        <w:gridCol w:w="5166"/>
      </w:tblGrid>
      <w:tr w:rsidR="0075698B" w14:paraId="748BCE6C" w14:textId="77777777" w:rsidTr="00713E47">
        <w:trPr>
          <w:trHeight w:val="432"/>
        </w:trPr>
        <w:tc>
          <w:tcPr>
            <w:tcW w:w="0" w:type="auto"/>
            <w:vAlign w:val="center"/>
          </w:tcPr>
          <w:p w14:paraId="622359A8" w14:textId="77777777" w:rsidR="0075698B" w:rsidRPr="003656D8" w:rsidRDefault="0075698B" w:rsidP="00713E47">
            <w:r w:rsidRPr="003656D8">
              <w:t>1.</w:t>
            </w:r>
          </w:p>
        </w:tc>
        <w:tc>
          <w:tcPr>
            <w:tcW w:w="3445" w:type="dxa"/>
            <w:tcBorders>
              <w:right w:val="single" w:sz="4" w:space="0" w:color="auto"/>
            </w:tcBorders>
            <w:vAlign w:val="center"/>
          </w:tcPr>
          <w:p w14:paraId="01336AA3" w14:textId="77777777" w:rsidR="0075698B" w:rsidRPr="003656D8" w:rsidRDefault="0075698B" w:rsidP="00713E47">
            <w:r w:rsidRPr="003656D8">
              <w:t>Does a transaction exist?</w:t>
            </w:r>
          </w:p>
        </w:tc>
        <w:tc>
          <w:tcPr>
            <w:tcW w:w="5166" w:type="dxa"/>
            <w:tcBorders>
              <w:top w:val="single" w:sz="4" w:space="0" w:color="auto"/>
              <w:left w:val="single" w:sz="4" w:space="0" w:color="auto"/>
              <w:bottom w:val="single" w:sz="4" w:space="0" w:color="auto"/>
              <w:right w:val="single" w:sz="4" w:space="0" w:color="auto"/>
            </w:tcBorders>
            <w:vAlign w:val="center"/>
          </w:tcPr>
          <w:p w14:paraId="2C8E9235" w14:textId="77777777" w:rsidR="0075698B" w:rsidRPr="003656D8" w:rsidRDefault="0075698B" w:rsidP="00713E47">
            <w:r w:rsidRPr="003656D8">
              <w:t>Yes</w:t>
            </w:r>
            <w:r w:rsidR="007D4591">
              <w:t>—</w:t>
            </w:r>
            <w:r w:rsidRPr="003656D8">
              <w:t>received supplies and obligated to pay for them.</w:t>
            </w:r>
          </w:p>
        </w:tc>
      </w:tr>
      <w:tr w:rsidR="0075698B" w14:paraId="09FAC56A" w14:textId="77777777" w:rsidTr="00713E47">
        <w:trPr>
          <w:trHeight w:val="432"/>
        </w:trPr>
        <w:tc>
          <w:tcPr>
            <w:tcW w:w="0" w:type="auto"/>
            <w:vAlign w:val="center"/>
          </w:tcPr>
          <w:p w14:paraId="327B0267" w14:textId="77777777" w:rsidR="0075698B" w:rsidRPr="003656D8" w:rsidRDefault="0075698B" w:rsidP="00713E47">
            <w:r w:rsidRPr="003656D8">
              <w:t>2.</w:t>
            </w:r>
          </w:p>
        </w:tc>
        <w:tc>
          <w:tcPr>
            <w:tcW w:w="3445" w:type="dxa"/>
            <w:tcBorders>
              <w:right w:val="single" w:sz="4" w:space="0" w:color="auto"/>
            </w:tcBorders>
            <w:vAlign w:val="center"/>
          </w:tcPr>
          <w:p w14:paraId="341800B6" w14:textId="77777777" w:rsidR="0075698B" w:rsidRPr="003656D8" w:rsidRDefault="0075698B" w:rsidP="00713E47">
            <w:r w:rsidRPr="003656D8">
              <w:t>Examine it for accounts affected.</w:t>
            </w:r>
          </w:p>
        </w:tc>
        <w:tc>
          <w:tcPr>
            <w:tcW w:w="5166" w:type="dxa"/>
            <w:tcBorders>
              <w:top w:val="single" w:sz="4" w:space="0" w:color="auto"/>
              <w:left w:val="single" w:sz="4" w:space="0" w:color="auto"/>
              <w:bottom w:val="single" w:sz="4" w:space="0" w:color="auto"/>
              <w:right w:val="single" w:sz="4" w:space="0" w:color="auto"/>
            </w:tcBorders>
            <w:vAlign w:val="center"/>
          </w:tcPr>
          <w:p w14:paraId="17E0110C" w14:textId="77777777" w:rsidR="0075698B" w:rsidRPr="003656D8" w:rsidRDefault="0075698B" w:rsidP="00713E47">
            <w:r w:rsidRPr="003656D8">
              <w:t>Supplies and Accounts Payable</w:t>
            </w:r>
          </w:p>
        </w:tc>
      </w:tr>
      <w:tr w:rsidR="0075698B" w14:paraId="355C5450" w14:textId="77777777" w:rsidTr="00713E47">
        <w:trPr>
          <w:trHeight w:val="432"/>
        </w:trPr>
        <w:tc>
          <w:tcPr>
            <w:tcW w:w="0" w:type="auto"/>
            <w:vAlign w:val="center"/>
          </w:tcPr>
          <w:p w14:paraId="747434FE" w14:textId="77777777" w:rsidR="0075698B" w:rsidRPr="003656D8" w:rsidRDefault="0075698B" w:rsidP="00713E47">
            <w:r w:rsidRPr="003656D8">
              <w:t>3.</w:t>
            </w:r>
          </w:p>
        </w:tc>
        <w:tc>
          <w:tcPr>
            <w:tcW w:w="3445" w:type="dxa"/>
            <w:tcBorders>
              <w:right w:val="single" w:sz="4" w:space="0" w:color="auto"/>
            </w:tcBorders>
            <w:vAlign w:val="center"/>
          </w:tcPr>
          <w:p w14:paraId="2921EB09" w14:textId="77777777" w:rsidR="0075698B" w:rsidRPr="003656D8" w:rsidRDefault="0075698B" w:rsidP="00713E47">
            <w:r w:rsidRPr="003656D8">
              <w:t>Classify each account affected.</w:t>
            </w:r>
          </w:p>
        </w:tc>
        <w:tc>
          <w:tcPr>
            <w:tcW w:w="5166" w:type="dxa"/>
            <w:tcBorders>
              <w:top w:val="single" w:sz="4" w:space="0" w:color="auto"/>
              <w:left w:val="single" w:sz="4" w:space="0" w:color="auto"/>
              <w:bottom w:val="single" w:sz="4" w:space="0" w:color="auto"/>
              <w:right w:val="single" w:sz="4" w:space="0" w:color="auto"/>
            </w:tcBorders>
            <w:vAlign w:val="center"/>
          </w:tcPr>
          <w:p w14:paraId="15428E5D" w14:textId="77777777" w:rsidR="0075698B" w:rsidRPr="003656D8" w:rsidRDefault="0075698B" w:rsidP="00713E47">
            <w:r w:rsidRPr="003656D8">
              <w:t>Supplies is an Asset (A) and Accounts Payable is a Liability (L)</w:t>
            </w:r>
          </w:p>
        </w:tc>
      </w:tr>
      <w:tr w:rsidR="0075698B" w14:paraId="3658B79B" w14:textId="77777777" w:rsidTr="00713E47">
        <w:trPr>
          <w:trHeight w:val="432"/>
        </w:trPr>
        <w:tc>
          <w:tcPr>
            <w:tcW w:w="0" w:type="auto"/>
            <w:vAlign w:val="center"/>
          </w:tcPr>
          <w:p w14:paraId="321B4254" w14:textId="77777777" w:rsidR="0075698B" w:rsidRPr="003656D8" w:rsidRDefault="0075698B" w:rsidP="00713E47">
            <w:r w:rsidRPr="003656D8">
              <w:t>4.</w:t>
            </w:r>
          </w:p>
        </w:tc>
        <w:tc>
          <w:tcPr>
            <w:tcW w:w="3445" w:type="dxa"/>
            <w:tcBorders>
              <w:right w:val="single" w:sz="4" w:space="0" w:color="auto"/>
            </w:tcBorders>
            <w:vAlign w:val="center"/>
          </w:tcPr>
          <w:p w14:paraId="5ACC4C02" w14:textId="77777777" w:rsidR="0075698B" w:rsidRPr="003656D8" w:rsidRDefault="0075698B" w:rsidP="00713E47">
            <w:r w:rsidRPr="003656D8">
              <w:t>Identify direction and amount.</w:t>
            </w:r>
          </w:p>
        </w:tc>
        <w:tc>
          <w:tcPr>
            <w:tcW w:w="5166" w:type="dxa"/>
            <w:tcBorders>
              <w:top w:val="single" w:sz="4" w:space="0" w:color="auto"/>
              <w:left w:val="single" w:sz="4" w:space="0" w:color="auto"/>
              <w:bottom w:val="single" w:sz="4" w:space="0" w:color="auto"/>
              <w:right w:val="single" w:sz="4" w:space="0" w:color="auto"/>
            </w:tcBorders>
            <w:vAlign w:val="center"/>
          </w:tcPr>
          <w:p w14:paraId="6A8CCB1B" w14:textId="77777777" w:rsidR="0075698B" w:rsidRPr="003656D8" w:rsidRDefault="0075698B" w:rsidP="00713E47">
            <w:r w:rsidRPr="003656D8">
              <w:t>Supplies (A) + $300 and Accounts Payable (L) + $300.</w:t>
            </w:r>
          </w:p>
        </w:tc>
      </w:tr>
      <w:tr w:rsidR="0075698B" w14:paraId="2DA65C94" w14:textId="77777777" w:rsidTr="00713E47">
        <w:trPr>
          <w:trHeight w:val="432"/>
        </w:trPr>
        <w:tc>
          <w:tcPr>
            <w:tcW w:w="0" w:type="auto"/>
            <w:vAlign w:val="center"/>
          </w:tcPr>
          <w:p w14:paraId="04888543" w14:textId="77777777" w:rsidR="0075698B" w:rsidRPr="003656D8" w:rsidRDefault="0075698B" w:rsidP="00713E47">
            <w:r w:rsidRPr="003656D8">
              <w:t>5.</w:t>
            </w:r>
          </w:p>
        </w:tc>
        <w:tc>
          <w:tcPr>
            <w:tcW w:w="3445" w:type="dxa"/>
            <w:tcBorders>
              <w:right w:val="single" w:sz="4" w:space="0" w:color="auto"/>
            </w:tcBorders>
            <w:vAlign w:val="center"/>
          </w:tcPr>
          <w:p w14:paraId="046D078D" w14:textId="77777777" w:rsidR="0075698B" w:rsidRPr="003656D8" w:rsidRDefault="0075698B" w:rsidP="00713E47">
            <w:r w:rsidRPr="003656D8">
              <w:t>Ensure the equation still balances.</w:t>
            </w:r>
          </w:p>
        </w:tc>
        <w:tc>
          <w:tcPr>
            <w:tcW w:w="5166" w:type="dxa"/>
            <w:tcBorders>
              <w:top w:val="single" w:sz="4" w:space="0" w:color="auto"/>
              <w:left w:val="single" w:sz="4" w:space="0" w:color="auto"/>
              <w:bottom w:val="single" w:sz="4" w:space="0" w:color="auto"/>
              <w:right w:val="single" w:sz="4" w:space="0" w:color="auto"/>
            </w:tcBorders>
            <w:vAlign w:val="center"/>
          </w:tcPr>
          <w:p w14:paraId="65C76624" w14:textId="77777777" w:rsidR="0075698B" w:rsidRPr="003656D8" w:rsidRDefault="0075698B" w:rsidP="007D4591">
            <w:r w:rsidRPr="003656D8">
              <w:t>Yes</w:t>
            </w:r>
            <w:r w:rsidR="007D4591">
              <w:t>—</w:t>
            </w:r>
            <w:r w:rsidRPr="003656D8">
              <w:t>see below.</w:t>
            </w:r>
          </w:p>
        </w:tc>
      </w:tr>
    </w:tbl>
    <w:p w14:paraId="623A6A03" w14:textId="77777777" w:rsidR="0075698B" w:rsidRPr="000A73F3" w:rsidRDefault="0075698B" w:rsidP="0075698B"/>
    <w:p w14:paraId="7601E388" w14:textId="77777777" w:rsidR="0075698B" w:rsidRDefault="007A6C3C" w:rsidP="0075698B">
      <w:r>
        <w:t>(e) Sign</w:t>
      </w:r>
      <w:r w:rsidR="0044591F">
        <w:t>s</w:t>
      </w:r>
      <w:r w:rsidR="0075698B">
        <w:t xml:space="preserve"> contract for first website design for $10,000.</w:t>
      </w:r>
    </w:p>
    <w:tbl>
      <w:tblPr>
        <w:tblW w:w="905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43"/>
        <w:gridCol w:w="3445"/>
        <w:gridCol w:w="5166"/>
      </w:tblGrid>
      <w:tr w:rsidR="0075698B" w14:paraId="63DDC55D" w14:textId="77777777" w:rsidTr="00713E47">
        <w:trPr>
          <w:trHeight w:val="432"/>
        </w:trPr>
        <w:tc>
          <w:tcPr>
            <w:tcW w:w="0" w:type="auto"/>
            <w:vAlign w:val="center"/>
          </w:tcPr>
          <w:p w14:paraId="4182CE92" w14:textId="77777777" w:rsidR="0075698B" w:rsidRPr="003656D8" w:rsidRDefault="0075698B" w:rsidP="00713E47">
            <w:r w:rsidRPr="003656D8">
              <w:t>1.</w:t>
            </w:r>
          </w:p>
        </w:tc>
        <w:tc>
          <w:tcPr>
            <w:tcW w:w="3445" w:type="dxa"/>
            <w:tcBorders>
              <w:right w:val="single" w:sz="4" w:space="0" w:color="auto"/>
            </w:tcBorders>
            <w:vAlign w:val="center"/>
          </w:tcPr>
          <w:p w14:paraId="523B7BBF" w14:textId="77777777" w:rsidR="0075698B" w:rsidRPr="003656D8" w:rsidRDefault="0075698B" w:rsidP="00713E47">
            <w:r w:rsidRPr="003656D8">
              <w:t>Does a transaction exist?</w:t>
            </w:r>
          </w:p>
        </w:tc>
        <w:tc>
          <w:tcPr>
            <w:tcW w:w="5166" w:type="dxa"/>
            <w:tcBorders>
              <w:top w:val="single" w:sz="4" w:space="0" w:color="auto"/>
              <w:left w:val="single" w:sz="4" w:space="0" w:color="auto"/>
              <w:bottom w:val="single" w:sz="4" w:space="0" w:color="auto"/>
              <w:right w:val="single" w:sz="4" w:space="0" w:color="auto"/>
            </w:tcBorders>
            <w:vAlign w:val="center"/>
          </w:tcPr>
          <w:p w14:paraId="4F073DE1" w14:textId="77777777" w:rsidR="0075698B" w:rsidRPr="003656D8" w:rsidRDefault="0075698B" w:rsidP="007D4591">
            <w:r w:rsidRPr="003656D8">
              <w:t>No</w:t>
            </w:r>
            <w:r w:rsidR="007D4591">
              <w:t>—</w:t>
            </w:r>
            <w:r w:rsidRPr="003656D8">
              <w:t>no exchange took place.</w:t>
            </w:r>
          </w:p>
        </w:tc>
      </w:tr>
      <w:tr w:rsidR="0075698B" w14:paraId="156452AA" w14:textId="77777777" w:rsidTr="00713E47">
        <w:trPr>
          <w:trHeight w:val="432"/>
        </w:trPr>
        <w:tc>
          <w:tcPr>
            <w:tcW w:w="0" w:type="auto"/>
            <w:vAlign w:val="center"/>
          </w:tcPr>
          <w:p w14:paraId="4DE97ED0" w14:textId="77777777" w:rsidR="0075698B" w:rsidRPr="003656D8" w:rsidRDefault="0075698B" w:rsidP="00713E47">
            <w:r w:rsidRPr="003656D8">
              <w:t>2.</w:t>
            </w:r>
          </w:p>
        </w:tc>
        <w:tc>
          <w:tcPr>
            <w:tcW w:w="3445" w:type="dxa"/>
            <w:tcBorders>
              <w:right w:val="single" w:sz="4" w:space="0" w:color="auto"/>
            </w:tcBorders>
            <w:vAlign w:val="center"/>
          </w:tcPr>
          <w:p w14:paraId="11B2DF56" w14:textId="77777777" w:rsidR="0075698B" w:rsidRPr="003656D8" w:rsidRDefault="0075698B" w:rsidP="00713E47">
            <w:r w:rsidRPr="003656D8">
              <w:t>Examine it for accounts affected.</w:t>
            </w:r>
          </w:p>
        </w:tc>
        <w:tc>
          <w:tcPr>
            <w:tcW w:w="5166" w:type="dxa"/>
            <w:tcBorders>
              <w:top w:val="single" w:sz="4" w:space="0" w:color="auto"/>
              <w:left w:val="single" w:sz="4" w:space="0" w:color="auto"/>
              <w:bottom w:val="single" w:sz="4" w:space="0" w:color="auto"/>
              <w:right w:val="single" w:sz="4" w:space="0" w:color="auto"/>
            </w:tcBorders>
            <w:vAlign w:val="center"/>
          </w:tcPr>
          <w:p w14:paraId="162E9DB1" w14:textId="77777777" w:rsidR="0075698B" w:rsidRPr="003656D8" w:rsidRDefault="0075698B" w:rsidP="00713E47"/>
        </w:tc>
      </w:tr>
      <w:tr w:rsidR="0075698B" w14:paraId="4F9F3E64" w14:textId="77777777" w:rsidTr="00713E47">
        <w:trPr>
          <w:trHeight w:val="432"/>
        </w:trPr>
        <w:tc>
          <w:tcPr>
            <w:tcW w:w="0" w:type="auto"/>
            <w:vAlign w:val="center"/>
          </w:tcPr>
          <w:p w14:paraId="44C4028C" w14:textId="77777777" w:rsidR="0075698B" w:rsidRPr="003656D8" w:rsidRDefault="0075698B" w:rsidP="00713E47">
            <w:r w:rsidRPr="003656D8">
              <w:t>3.</w:t>
            </w:r>
          </w:p>
        </w:tc>
        <w:tc>
          <w:tcPr>
            <w:tcW w:w="3445" w:type="dxa"/>
            <w:tcBorders>
              <w:right w:val="single" w:sz="4" w:space="0" w:color="auto"/>
            </w:tcBorders>
            <w:vAlign w:val="center"/>
          </w:tcPr>
          <w:p w14:paraId="2EA296F1" w14:textId="77777777" w:rsidR="0075698B" w:rsidRPr="003656D8" w:rsidRDefault="0075698B" w:rsidP="00713E47">
            <w:r w:rsidRPr="003656D8">
              <w:t>Classify each account affected.</w:t>
            </w:r>
          </w:p>
        </w:tc>
        <w:tc>
          <w:tcPr>
            <w:tcW w:w="5166" w:type="dxa"/>
            <w:tcBorders>
              <w:top w:val="single" w:sz="4" w:space="0" w:color="auto"/>
              <w:left w:val="single" w:sz="4" w:space="0" w:color="auto"/>
              <w:bottom w:val="single" w:sz="4" w:space="0" w:color="auto"/>
              <w:right w:val="single" w:sz="4" w:space="0" w:color="auto"/>
            </w:tcBorders>
            <w:vAlign w:val="center"/>
          </w:tcPr>
          <w:p w14:paraId="2E856C7A" w14:textId="77777777" w:rsidR="0075698B" w:rsidRPr="003656D8" w:rsidRDefault="0075698B" w:rsidP="00713E47"/>
        </w:tc>
      </w:tr>
      <w:tr w:rsidR="0075698B" w14:paraId="778DF8B7" w14:textId="77777777" w:rsidTr="00713E47">
        <w:trPr>
          <w:trHeight w:val="432"/>
        </w:trPr>
        <w:tc>
          <w:tcPr>
            <w:tcW w:w="0" w:type="auto"/>
            <w:vAlign w:val="center"/>
          </w:tcPr>
          <w:p w14:paraId="2B295367" w14:textId="77777777" w:rsidR="0075698B" w:rsidRPr="003656D8" w:rsidRDefault="0075698B" w:rsidP="00713E47">
            <w:r w:rsidRPr="003656D8">
              <w:t>4.</w:t>
            </w:r>
          </w:p>
        </w:tc>
        <w:tc>
          <w:tcPr>
            <w:tcW w:w="3445" w:type="dxa"/>
            <w:tcBorders>
              <w:right w:val="single" w:sz="4" w:space="0" w:color="auto"/>
            </w:tcBorders>
            <w:vAlign w:val="center"/>
          </w:tcPr>
          <w:p w14:paraId="6B715E6C" w14:textId="77777777" w:rsidR="0075698B" w:rsidRPr="003656D8" w:rsidRDefault="0075698B" w:rsidP="00713E47">
            <w:r w:rsidRPr="003656D8">
              <w:t>Identify direction and amount.</w:t>
            </w:r>
          </w:p>
        </w:tc>
        <w:tc>
          <w:tcPr>
            <w:tcW w:w="5166" w:type="dxa"/>
            <w:tcBorders>
              <w:top w:val="single" w:sz="4" w:space="0" w:color="auto"/>
              <w:left w:val="single" w:sz="4" w:space="0" w:color="auto"/>
              <w:bottom w:val="single" w:sz="4" w:space="0" w:color="auto"/>
              <w:right w:val="single" w:sz="4" w:space="0" w:color="auto"/>
            </w:tcBorders>
            <w:vAlign w:val="center"/>
          </w:tcPr>
          <w:p w14:paraId="7740446D" w14:textId="77777777" w:rsidR="0075698B" w:rsidRPr="003656D8" w:rsidRDefault="0075698B" w:rsidP="00713E47"/>
        </w:tc>
      </w:tr>
      <w:tr w:rsidR="0075698B" w14:paraId="43AEB406" w14:textId="77777777" w:rsidTr="00713E47">
        <w:trPr>
          <w:trHeight w:val="432"/>
        </w:trPr>
        <w:tc>
          <w:tcPr>
            <w:tcW w:w="0" w:type="auto"/>
            <w:vAlign w:val="center"/>
          </w:tcPr>
          <w:p w14:paraId="1C8B6CB5" w14:textId="77777777" w:rsidR="0075698B" w:rsidRPr="003656D8" w:rsidRDefault="0075698B" w:rsidP="00713E47">
            <w:r w:rsidRPr="003656D8">
              <w:t>5.</w:t>
            </w:r>
          </w:p>
        </w:tc>
        <w:tc>
          <w:tcPr>
            <w:tcW w:w="3445" w:type="dxa"/>
            <w:tcBorders>
              <w:right w:val="single" w:sz="4" w:space="0" w:color="auto"/>
            </w:tcBorders>
            <w:vAlign w:val="center"/>
          </w:tcPr>
          <w:p w14:paraId="2BD628B5" w14:textId="77777777" w:rsidR="0075698B" w:rsidRPr="003656D8" w:rsidRDefault="0075698B" w:rsidP="00713E47">
            <w:r w:rsidRPr="003656D8">
              <w:t>Ensure the equation still balances.</w:t>
            </w:r>
          </w:p>
        </w:tc>
        <w:tc>
          <w:tcPr>
            <w:tcW w:w="5166" w:type="dxa"/>
            <w:tcBorders>
              <w:top w:val="single" w:sz="4" w:space="0" w:color="auto"/>
              <w:left w:val="single" w:sz="4" w:space="0" w:color="auto"/>
              <w:bottom w:val="single" w:sz="4" w:space="0" w:color="auto"/>
              <w:right w:val="single" w:sz="4" w:space="0" w:color="auto"/>
            </w:tcBorders>
            <w:vAlign w:val="center"/>
          </w:tcPr>
          <w:p w14:paraId="51E47022" w14:textId="77777777" w:rsidR="0075698B" w:rsidRPr="003656D8" w:rsidRDefault="0075698B" w:rsidP="00713E47"/>
        </w:tc>
      </w:tr>
    </w:tbl>
    <w:p w14:paraId="203D24B2" w14:textId="77777777" w:rsidR="00D8660F" w:rsidRPr="005F480C" w:rsidRDefault="0075698B" w:rsidP="00D8660F">
      <w:pPr>
        <w:pStyle w:val="Heading1"/>
        <w:spacing w:before="240"/>
        <w:jc w:val="center"/>
        <w:rPr>
          <w:u w:val="none"/>
        </w:rPr>
      </w:pPr>
      <w:r>
        <w:rPr>
          <w:u w:val="none"/>
        </w:rPr>
        <w:t>Spreadsheet</w:t>
      </w:r>
    </w:p>
    <w:tbl>
      <w:tblPr>
        <w:tblW w:w="914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1"/>
        <w:gridCol w:w="946"/>
        <w:gridCol w:w="341"/>
        <w:gridCol w:w="974"/>
        <w:gridCol w:w="341"/>
        <w:gridCol w:w="1182"/>
        <w:gridCol w:w="341"/>
        <w:gridCol w:w="1047"/>
        <w:gridCol w:w="341"/>
        <w:gridCol w:w="946"/>
        <w:gridCol w:w="342"/>
        <w:gridCol w:w="1658"/>
      </w:tblGrid>
      <w:tr w:rsidR="00D8660F" w14:paraId="501EC120" w14:textId="77777777" w:rsidTr="00A37277">
        <w:trPr>
          <w:trHeight w:val="504"/>
        </w:trPr>
        <w:tc>
          <w:tcPr>
            <w:tcW w:w="0" w:type="auto"/>
            <w:vAlign w:val="center"/>
          </w:tcPr>
          <w:p w14:paraId="64B58453" w14:textId="77777777" w:rsidR="00D8660F" w:rsidRPr="003656D8" w:rsidRDefault="00D8660F" w:rsidP="00C2079C"/>
        </w:tc>
        <w:tc>
          <w:tcPr>
            <w:tcW w:w="0" w:type="auto"/>
            <w:gridSpan w:val="5"/>
            <w:shd w:val="clear" w:color="auto" w:fill="auto"/>
            <w:vAlign w:val="center"/>
          </w:tcPr>
          <w:p w14:paraId="22A23ED1" w14:textId="77777777" w:rsidR="00D8660F" w:rsidRPr="003656D8" w:rsidRDefault="00D8660F" w:rsidP="00A37277">
            <w:pPr>
              <w:jc w:val="center"/>
            </w:pPr>
            <w:r w:rsidRPr="003656D8">
              <w:t>Assets</w:t>
            </w:r>
          </w:p>
        </w:tc>
        <w:tc>
          <w:tcPr>
            <w:tcW w:w="0" w:type="auto"/>
            <w:shd w:val="clear" w:color="auto" w:fill="auto"/>
            <w:vAlign w:val="center"/>
          </w:tcPr>
          <w:p w14:paraId="4550A986" w14:textId="77777777" w:rsidR="00D8660F" w:rsidRPr="003656D8" w:rsidRDefault="00D8660F" w:rsidP="00A37277">
            <w:pPr>
              <w:jc w:val="center"/>
            </w:pPr>
            <w:r w:rsidRPr="003656D8">
              <w:t>=</w:t>
            </w:r>
          </w:p>
        </w:tc>
        <w:tc>
          <w:tcPr>
            <w:tcW w:w="0" w:type="auto"/>
            <w:gridSpan w:val="3"/>
            <w:shd w:val="clear" w:color="auto" w:fill="auto"/>
            <w:vAlign w:val="center"/>
          </w:tcPr>
          <w:p w14:paraId="42844C1A" w14:textId="77777777" w:rsidR="00D8660F" w:rsidRPr="003656D8" w:rsidRDefault="00D8660F" w:rsidP="00A37277">
            <w:pPr>
              <w:jc w:val="center"/>
            </w:pPr>
            <w:r w:rsidRPr="003656D8">
              <w:t>Liabilities</w:t>
            </w:r>
          </w:p>
        </w:tc>
        <w:tc>
          <w:tcPr>
            <w:tcW w:w="342" w:type="dxa"/>
            <w:shd w:val="clear" w:color="auto" w:fill="auto"/>
            <w:vAlign w:val="center"/>
          </w:tcPr>
          <w:p w14:paraId="686853CA" w14:textId="77777777" w:rsidR="00D8660F" w:rsidRPr="003656D8" w:rsidRDefault="00D8660F" w:rsidP="00A37277">
            <w:pPr>
              <w:jc w:val="center"/>
            </w:pPr>
            <w:r w:rsidRPr="003656D8">
              <w:t>+</w:t>
            </w:r>
          </w:p>
        </w:tc>
        <w:tc>
          <w:tcPr>
            <w:tcW w:w="1658" w:type="dxa"/>
            <w:vAlign w:val="center"/>
          </w:tcPr>
          <w:p w14:paraId="05635E21" w14:textId="77777777" w:rsidR="00D8660F" w:rsidRPr="003656D8" w:rsidRDefault="00D8660F" w:rsidP="00A37277">
            <w:pPr>
              <w:jc w:val="center"/>
            </w:pPr>
            <w:r w:rsidRPr="003656D8">
              <w:t>Stockholders’ Equity</w:t>
            </w:r>
          </w:p>
        </w:tc>
      </w:tr>
      <w:tr w:rsidR="00D8660F" w:rsidRPr="003656D8" w14:paraId="01F6B764" w14:textId="77777777" w:rsidTr="00C8777F">
        <w:trPr>
          <w:trHeight w:val="504"/>
        </w:trPr>
        <w:tc>
          <w:tcPr>
            <w:tcW w:w="0" w:type="auto"/>
            <w:vAlign w:val="bottom"/>
          </w:tcPr>
          <w:p w14:paraId="46E3B7C0" w14:textId="77777777" w:rsidR="00D8660F" w:rsidRPr="003656D8" w:rsidRDefault="00D8660F" w:rsidP="00C8777F">
            <w:pPr>
              <w:jc w:val="center"/>
            </w:pPr>
            <w:r w:rsidRPr="003656D8">
              <w:t>Ref.</w:t>
            </w:r>
          </w:p>
        </w:tc>
        <w:tc>
          <w:tcPr>
            <w:tcW w:w="0" w:type="auto"/>
            <w:tcBorders>
              <w:bottom w:val="single" w:sz="4" w:space="0" w:color="auto"/>
            </w:tcBorders>
            <w:shd w:val="clear" w:color="auto" w:fill="auto"/>
            <w:vAlign w:val="bottom"/>
          </w:tcPr>
          <w:p w14:paraId="290D1366" w14:textId="77777777" w:rsidR="00D8660F" w:rsidRPr="003656D8" w:rsidRDefault="00D8660F" w:rsidP="00C8777F">
            <w:pPr>
              <w:jc w:val="center"/>
            </w:pPr>
            <w:r w:rsidRPr="003656D8">
              <w:t>Cash</w:t>
            </w:r>
          </w:p>
        </w:tc>
        <w:tc>
          <w:tcPr>
            <w:tcW w:w="0" w:type="auto"/>
            <w:shd w:val="clear" w:color="auto" w:fill="auto"/>
            <w:vAlign w:val="bottom"/>
          </w:tcPr>
          <w:p w14:paraId="75ADF0F1" w14:textId="77777777" w:rsidR="00D8660F" w:rsidRPr="003656D8" w:rsidRDefault="00D8660F" w:rsidP="00C8777F">
            <w:pPr>
              <w:jc w:val="center"/>
            </w:pPr>
            <w:r w:rsidRPr="003656D8">
              <w:t>+</w:t>
            </w:r>
          </w:p>
        </w:tc>
        <w:tc>
          <w:tcPr>
            <w:tcW w:w="0" w:type="auto"/>
            <w:tcBorders>
              <w:bottom w:val="single" w:sz="4" w:space="0" w:color="auto"/>
            </w:tcBorders>
            <w:shd w:val="clear" w:color="auto" w:fill="auto"/>
            <w:vAlign w:val="bottom"/>
          </w:tcPr>
          <w:p w14:paraId="2D0132EE" w14:textId="77777777" w:rsidR="00D8660F" w:rsidRPr="003656D8" w:rsidRDefault="00D8660F" w:rsidP="00C8777F">
            <w:pPr>
              <w:jc w:val="center"/>
            </w:pPr>
            <w:r w:rsidRPr="003656D8">
              <w:t>Supplies</w:t>
            </w:r>
          </w:p>
        </w:tc>
        <w:tc>
          <w:tcPr>
            <w:tcW w:w="0" w:type="auto"/>
            <w:shd w:val="clear" w:color="auto" w:fill="auto"/>
            <w:vAlign w:val="bottom"/>
          </w:tcPr>
          <w:p w14:paraId="220BA529" w14:textId="77777777" w:rsidR="00D8660F" w:rsidRPr="003656D8" w:rsidRDefault="00D8660F" w:rsidP="00C8777F">
            <w:pPr>
              <w:jc w:val="center"/>
            </w:pPr>
            <w:r w:rsidRPr="003656D8">
              <w:t>+</w:t>
            </w:r>
          </w:p>
        </w:tc>
        <w:tc>
          <w:tcPr>
            <w:tcW w:w="0" w:type="auto"/>
            <w:tcBorders>
              <w:bottom w:val="single" w:sz="4" w:space="0" w:color="auto"/>
            </w:tcBorders>
            <w:shd w:val="clear" w:color="auto" w:fill="auto"/>
            <w:vAlign w:val="bottom"/>
          </w:tcPr>
          <w:p w14:paraId="33CBE16C" w14:textId="77777777" w:rsidR="00D8660F" w:rsidRPr="003656D8" w:rsidRDefault="00D8660F" w:rsidP="00C8777F">
            <w:pPr>
              <w:jc w:val="center"/>
            </w:pPr>
            <w:r w:rsidRPr="003656D8">
              <w:t>Equipment</w:t>
            </w:r>
          </w:p>
        </w:tc>
        <w:tc>
          <w:tcPr>
            <w:tcW w:w="0" w:type="auto"/>
            <w:shd w:val="clear" w:color="auto" w:fill="auto"/>
            <w:vAlign w:val="bottom"/>
          </w:tcPr>
          <w:p w14:paraId="2F93C9AC" w14:textId="77777777" w:rsidR="00D8660F" w:rsidRPr="003656D8" w:rsidRDefault="00D8660F" w:rsidP="00C8777F">
            <w:pPr>
              <w:jc w:val="center"/>
            </w:pPr>
            <w:r w:rsidRPr="003656D8">
              <w:t>=</w:t>
            </w:r>
          </w:p>
        </w:tc>
        <w:tc>
          <w:tcPr>
            <w:tcW w:w="0" w:type="auto"/>
            <w:tcBorders>
              <w:bottom w:val="single" w:sz="4" w:space="0" w:color="auto"/>
            </w:tcBorders>
            <w:shd w:val="clear" w:color="auto" w:fill="auto"/>
            <w:vAlign w:val="bottom"/>
          </w:tcPr>
          <w:p w14:paraId="53AC925E" w14:textId="77777777" w:rsidR="00D8660F" w:rsidRPr="003656D8" w:rsidRDefault="00D8660F" w:rsidP="00C8777F">
            <w:pPr>
              <w:jc w:val="center"/>
            </w:pPr>
            <w:r w:rsidRPr="003656D8">
              <w:t>Accounts Payable</w:t>
            </w:r>
          </w:p>
        </w:tc>
        <w:tc>
          <w:tcPr>
            <w:tcW w:w="0" w:type="auto"/>
            <w:shd w:val="clear" w:color="auto" w:fill="auto"/>
            <w:vAlign w:val="bottom"/>
          </w:tcPr>
          <w:p w14:paraId="1E77F38C" w14:textId="77777777" w:rsidR="00D8660F" w:rsidRPr="003656D8" w:rsidRDefault="00D8660F" w:rsidP="00C8777F">
            <w:pPr>
              <w:jc w:val="center"/>
            </w:pPr>
            <w:r w:rsidRPr="003656D8">
              <w:t>+</w:t>
            </w:r>
          </w:p>
        </w:tc>
        <w:tc>
          <w:tcPr>
            <w:tcW w:w="0" w:type="auto"/>
            <w:tcBorders>
              <w:bottom w:val="single" w:sz="4" w:space="0" w:color="auto"/>
            </w:tcBorders>
            <w:shd w:val="clear" w:color="auto" w:fill="auto"/>
            <w:vAlign w:val="bottom"/>
          </w:tcPr>
          <w:p w14:paraId="7AC6FBB3" w14:textId="77777777" w:rsidR="00D8660F" w:rsidRPr="003656D8" w:rsidRDefault="00D8660F" w:rsidP="00C8777F">
            <w:pPr>
              <w:jc w:val="center"/>
            </w:pPr>
            <w:r w:rsidRPr="003656D8">
              <w:t>Notes Payable</w:t>
            </w:r>
            <w:r w:rsidR="00C8777F">
              <w:t xml:space="preserve"> (short-term)</w:t>
            </w:r>
          </w:p>
        </w:tc>
        <w:tc>
          <w:tcPr>
            <w:tcW w:w="342" w:type="dxa"/>
            <w:shd w:val="clear" w:color="auto" w:fill="auto"/>
            <w:vAlign w:val="bottom"/>
          </w:tcPr>
          <w:p w14:paraId="3EB30AEC" w14:textId="77777777" w:rsidR="00D8660F" w:rsidRPr="003656D8" w:rsidRDefault="00D8660F" w:rsidP="00C8777F">
            <w:pPr>
              <w:jc w:val="center"/>
            </w:pPr>
            <w:r w:rsidRPr="003656D8">
              <w:t>+</w:t>
            </w:r>
          </w:p>
        </w:tc>
        <w:tc>
          <w:tcPr>
            <w:tcW w:w="1658" w:type="dxa"/>
            <w:tcBorders>
              <w:bottom w:val="single" w:sz="4" w:space="0" w:color="auto"/>
            </w:tcBorders>
            <w:vAlign w:val="bottom"/>
          </w:tcPr>
          <w:p w14:paraId="75B6D42D" w14:textId="77777777" w:rsidR="00D8660F" w:rsidRPr="003656D8" w:rsidRDefault="00625769" w:rsidP="00C8777F">
            <w:pPr>
              <w:jc w:val="center"/>
            </w:pPr>
            <w:r>
              <w:t>Common Stock</w:t>
            </w:r>
          </w:p>
        </w:tc>
      </w:tr>
      <w:tr w:rsidR="00D8660F" w:rsidRPr="003656D8" w14:paraId="118F022A" w14:textId="77777777" w:rsidTr="00A37277">
        <w:tc>
          <w:tcPr>
            <w:tcW w:w="0" w:type="auto"/>
            <w:tcBorders>
              <w:right w:val="single" w:sz="4" w:space="0" w:color="auto"/>
            </w:tcBorders>
            <w:vAlign w:val="center"/>
          </w:tcPr>
          <w:p w14:paraId="70E62050" w14:textId="77777777" w:rsidR="00D8660F" w:rsidRPr="003656D8" w:rsidRDefault="00D8660F" w:rsidP="00C2079C">
            <w:r w:rsidRPr="003656D8">
              <w:t>(a)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772849E" w14:textId="77777777" w:rsidR="00D8660F" w:rsidRPr="003656D8" w:rsidRDefault="00D8660F" w:rsidP="00C973BF">
            <w:pPr>
              <w:jc w:val="right"/>
            </w:pPr>
            <w:r w:rsidRPr="003656D8">
              <w:t>+10,000</w:t>
            </w:r>
          </w:p>
        </w:tc>
        <w:tc>
          <w:tcPr>
            <w:tcW w:w="0" w:type="auto"/>
            <w:tcBorders>
              <w:left w:val="single" w:sz="4" w:space="0" w:color="auto"/>
              <w:right w:val="single" w:sz="4" w:space="0" w:color="auto"/>
            </w:tcBorders>
            <w:shd w:val="clear" w:color="auto" w:fill="auto"/>
            <w:vAlign w:val="center"/>
          </w:tcPr>
          <w:p w14:paraId="0F566D01"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1A07D68"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04F7C18C"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FC8C545"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4444A9E3" w14:textId="77777777" w:rsidR="00D8660F" w:rsidRPr="003656D8" w:rsidRDefault="00D8660F" w:rsidP="00C973BF">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363E66"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51049171"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4C7358" w14:textId="77777777" w:rsidR="00D8660F" w:rsidRPr="003656D8" w:rsidRDefault="00D8660F" w:rsidP="00C973BF">
            <w:pPr>
              <w:jc w:val="right"/>
            </w:pPr>
          </w:p>
        </w:tc>
        <w:tc>
          <w:tcPr>
            <w:tcW w:w="342" w:type="dxa"/>
            <w:tcBorders>
              <w:left w:val="single" w:sz="4" w:space="0" w:color="auto"/>
              <w:right w:val="single" w:sz="4" w:space="0" w:color="auto"/>
            </w:tcBorders>
            <w:shd w:val="clear" w:color="auto" w:fill="auto"/>
            <w:vAlign w:val="center"/>
          </w:tcPr>
          <w:p w14:paraId="0AF1C1E7" w14:textId="77777777" w:rsidR="00D8660F" w:rsidRPr="003656D8" w:rsidRDefault="00D8660F" w:rsidP="00C973BF">
            <w:pPr>
              <w:jc w:val="right"/>
            </w:pPr>
          </w:p>
        </w:tc>
        <w:tc>
          <w:tcPr>
            <w:tcW w:w="1658" w:type="dxa"/>
            <w:tcBorders>
              <w:top w:val="single" w:sz="4" w:space="0" w:color="auto"/>
              <w:left w:val="single" w:sz="4" w:space="0" w:color="auto"/>
              <w:bottom w:val="single" w:sz="4" w:space="0" w:color="auto"/>
              <w:right w:val="single" w:sz="4" w:space="0" w:color="auto"/>
            </w:tcBorders>
            <w:vAlign w:val="center"/>
          </w:tcPr>
          <w:p w14:paraId="77A8609B" w14:textId="77777777" w:rsidR="00D8660F" w:rsidRPr="003656D8" w:rsidRDefault="00D8660F" w:rsidP="00C973BF">
            <w:pPr>
              <w:jc w:val="right"/>
            </w:pPr>
            <w:r w:rsidRPr="003656D8">
              <w:t>+10,000</w:t>
            </w:r>
          </w:p>
        </w:tc>
      </w:tr>
      <w:tr w:rsidR="00D8660F" w:rsidRPr="003656D8" w14:paraId="219CD6FF" w14:textId="77777777" w:rsidTr="00A37277">
        <w:tc>
          <w:tcPr>
            <w:tcW w:w="0" w:type="auto"/>
            <w:tcBorders>
              <w:right w:val="single" w:sz="4" w:space="0" w:color="auto"/>
            </w:tcBorders>
            <w:vAlign w:val="center"/>
          </w:tcPr>
          <w:p w14:paraId="3652AF72" w14:textId="77777777" w:rsidR="00D8660F" w:rsidRPr="003656D8" w:rsidRDefault="00D8660F" w:rsidP="00C2079C">
            <w:r w:rsidRPr="003656D8">
              <w:t>(b)</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216602" w14:textId="77777777" w:rsidR="00D8660F" w:rsidRPr="003656D8" w:rsidRDefault="00D8660F" w:rsidP="00C973BF">
            <w:pPr>
              <w:jc w:val="right"/>
            </w:pPr>
            <w:r w:rsidRPr="003656D8">
              <w:t>+15,000</w:t>
            </w:r>
          </w:p>
        </w:tc>
        <w:tc>
          <w:tcPr>
            <w:tcW w:w="0" w:type="auto"/>
            <w:tcBorders>
              <w:left w:val="single" w:sz="4" w:space="0" w:color="auto"/>
              <w:right w:val="single" w:sz="4" w:space="0" w:color="auto"/>
            </w:tcBorders>
            <w:shd w:val="clear" w:color="auto" w:fill="auto"/>
            <w:vAlign w:val="center"/>
          </w:tcPr>
          <w:p w14:paraId="25531A0B"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1ADE22"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21C8726E"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DAA2A8"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5B9ECDD6" w14:textId="77777777" w:rsidR="00D8660F" w:rsidRPr="003656D8" w:rsidRDefault="00D8660F" w:rsidP="00C973BF">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4B7D88"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491BAEBC"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0B4487" w14:textId="77777777" w:rsidR="00D8660F" w:rsidRPr="003656D8" w:rsidRDefault="00D8660F" w:rsidP="00C973BF">
            <w:pPr>
              <w:jc w:val="right"/>
            </w:pPr>
            <w:r w:rsidRPr="003656D8">
              <w:t>+15,000</w:t>
            </w:r>
          </w:p>
        </w:tc>
        <w:tc>
          <w:tcPr>
            <w:tcW w:w="342" w:type="dxa"/>
            <w:tcBorders>
              <w:left w:val="single" w:sz="4" w:space="0" w:color="auto"/>
              <w:right w:val="single" w:sz="4" w:space="0" w:color="auto"/>
            </w:tcBorders>
            <w:shd w:val="clear" w:color="auto" w:fill="auto"/>
            <w:vAlign w:val="center"/>
          </w:tcPr>
          <w:p w14:paraId="3950CDE7" w14:textId="77777777" w:rsidR="00D8660F" w:rsidRPr="003656D8" w:rsidRDefault="00D8660F" w:rsidP="00C973BF">
            <w:pPr>
              <w:jc w:val="right"/>
            </w:pPr>
          </w:p>
        </w:tc>
        <w:tc>
          <w:tcPr>
            <w:tcW w:w="1658" w:type="dxa"/>
            <w:tcBorders>
              <w:top w:val="single" w:sz="4" w:space="0" w:color="auto"/>
              <w:left w:val="single" w:sz="4" w:space="0" w:color="auto"/>
              <w:bottom w:val="single" w:sz="4" w:space="0" w:color="auto"/>
              <w:right w:val="single" w:sz="4" w:space="0" w:color="auto"/>
            </w:tcBorders>
            <w:vAlign w:val="center"/>
          </w:tcPr>
          <w:p w14:paraId="6BF7EF1B" w14:textId="77777777" w:rsidR="00D8660F" w:rsidRPr="003656D8" w:rsidRDefault="00D8660F" w:rsidP="00C973BF">
            <w:pPr>
              <w:jc w:val="right"/>
            </w:pPr>
          </w:p>
        </w:tc>
      </w:tr>
      <w:tr w:rsidR="00D8660F" w:rsidRPr="003656D8" w14:paraId="00A60454" w14:textId="77777777" w:rsidTr="00A37277">
        <w:tc>
          <w:tcPr>
            <w:tcW w:w="0" w:type="auto"/>
            <w:tcBorders>
              <w:right w:val="single" w:sz="4" w:space="0" w:color="auto"/>
            </w:tcBorders>
            <w:vAlign w:val="center"/>
          </w:tcPr>
          <w:p w14:paraId="18F0B59A" w14:textId="77777777" w:rsidR="00D8660F" w:rsidRPr="003656D8" w:rsidRDefault="00D8660F" w:rsidP="00C2079C">
            <w:r w:rsidRPr="003656D8">
              <w:t>(c)</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739AED" w14:textId="77777777" w:rsidR="00D8660F" w:rsidRPr="003656D8" w:rsidRDefault="00C973BF" w:rsidP="00C973BF">
            <w:pPr>
              <w:jc w:val="right"/>
            </w:pPr>
            <w:r>
              <w:t>–2</w:t>
            </w:r>
            <w:r w:rsidR="00D8660F" w:rsidRPr="003656D8">
              <w:t>0,000</w:t>
            </w:r>
          </w:p>
        </w:tc>
        <w:tc>
          <w:tcPr>
            <w:tcW w:w="0" w:type="auto"/>
            <w:tcBorders>
              <w:left w:val="single" w:sz="4" w:space="0" w:color="auto"/>
              <w:right w:val="single" w:sz="4" w:space="0" w:color="auto"/>
            </w:tcBorders>
            <w:shd w:val="clear" w:color="auto" w:fill="auto"/>
            <w:vAlign w:val="center"/>
          </w:tcPr>
          <w:p w14:paraId="1F0B68F7"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3C690AB"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43A8A7CB"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39EF03" w14:textId="77777777" w:rsidR="00D8660F" w:rsidRPr="003656D8" w:rsidRDefault="00D8660F" w:rsidP="00C973BF">
            <w:pPr>
              <w:jc w:val="right"/>
            </w:pPr>
            <w:r w:rsidRPr="003656D8">
              <w:t>+20,000</w:t>
            </w:r>
          </w:p>
        </w:tc>
        <w:tc>
          <w:tcPr>
            <w:tcW w:w="0" w:type="auto"/>
            <w:tcBorders>
              <w:left w:val="single" w:sz="4" w:space="0" w:color="auto"/>
              <w:right w:val="single" w:sz="4" w:space="0" w:color="auto"/>
            </w:tcBorders>
            <w:shd w:val="clear" w:color="auto" w:fill="auto"/>
            <w:vAlign w:val="center"/>
          </w:tcPr>
          <w:p w14:paraId="21931EE2" w14:textId="77777777" w:rsidR="00D8660F" w:rsidRPr="003656D8" w:rsidRDefault="00D8660F" w:rsidP="00C973BF">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41480F2"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41A38A46"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FC6869" w14:textId="77777777" w:rsidR="00D8660F" w:rsidRPr="003656D8" w:rsidRDefault="00D8660F" w:rsidP="00C973BF">
            <w:pPr>
              <w:jc w:val="right"/>
            </w:pPr>
          </w:p>
        </w:tc>
        <w:tc>
          <w:tcPr>
            <w:tcW w:w="342" w:type="dxa"/>
            <w:tcBorders>
              <w:left w:val="single" w:sz="4" w:space="0" w:color="auto"/>
              <w:right w:val="single" w:sz="4" w:space="0" w:color="auto"/>
            </w:tcBorders>
            <w:shd w:val="clear" w:color="auto" w:fill="auto"/>
            <w:vAlign w:val="center"/>
          </w:tcPr>
          <w:p w14:paraId="233E5AD7" w14:textId="77777777" w:rsidR="00D8660F" w:rsidRPr="003656D8" w:rsidRDefault="00D8660F" w:rsidP="00C973BF">
            <w:pPr>
              <w:jc w:val="right"/>
            </w:pPr>
          </w:p>
        </w:tc>
        <w:tc>
          <w:tcPr>
            <w:tcW w:w="1658" w:type="dxa"/>
            <w:tcBorders>
              <w:top w:val="single" w:sz="4" w:space="0" w:color="auto"/>
              <w:left w:val="single" w:sz="4" w:space="0" w:color="auto"/>
              <w:bottom w:val="single" w:sz="4" w:space="0" w:color="auto"/>
              <w:right w:val="single" w:sz="4" w:space="0" w:color="auto"/>
            </w:tcBorders>
            <w:vAlign w:val="center"/>
          </w:tcPr>
          <w:p w14:paraId="2A2FA3A7" w14:textId="77777777" w:rsidR="00D8660F" w:rsidRPr="003656D8" w:rsidRDefault="00D8660F" w:rsidP="00C973BF">
            <w:pPr>
              <w:jc w:val="right"/>
            </w:pPr>
          </w:p>
        </w:tc>
      </w:tr>
      <w:tr w:rsidR="00D8660F" w:rsidRPr="003656D8" w14:paraId="4588DD02" w14:textId="77777777" w:rsidTr="00A37277">
        <w:tc>
          <w:tcPr>
            <w:tcW w:w="0" w:type="auto"/>
            <w:tcBorders>
              <w:right w:val="single" w:sz="4" w:space="0" w:color="auto"/>
            </w:tcBorders>
            <w:vAlign w:val="center"/>
          </w:tcPr>
          <w:p w14:paraId="7C00C901" w14:textId="77777777" w:rsidR="00D8660F" w:rsidRPr="003656D8" w:rsidRDefault="00D8660F" w:rsidP="00C2079C">
            <w:r w:rsidRPr="003656D8">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52C17F0"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479F18D8"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88FB53" w14:textId="77777777" w:rsidR="00D8660F" w:rsidRPr="003656D8" w:rsidRDefault="00D8660F" w:rsidP="00C973BF">
            <w:pPr>
              <w:jc w:val="right"/>
            </w:pPr>
            <w:r w:rsidRPr="003656D8">
              <w:t>+300</w:t>
            </w:r>
          </w:p>
        </w:tc>
        <w:tc>
          <w:tcPr>
            <w:tcW w:w="0" w:type="auto"/>
            <w:tcBorders>
              <w:left w:val="single" w:sz="4" w:space="0" w:color="auto"/>
              <w:right w:val="single" w:sz="4" w:space="0" w:color="auto"/>
            </w:tcBorders>
            <w:shd w:val="clear" w:color="auto" w:fill="auto"/>
            <w:vAlign w:val="center"/>
          </w:tcPr>
          <w:p w14:paraId="4B1E655C"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8235BD4" w14:textId="77777777" w:rsidR="00D8660F" w:rsidRPr="003656D8" w:rsidRDefault="00D8660F" w:rsidP="00C973BF">
            <w:pPr>
              <w:jc w:val="right"/>
            </w:pPr>
          </w:p>
        </w:tc>
        <w:tc>
          <w:tcPr>
            <w:tcW w:w="0" w:type="auto"/>
            <w:tcBorders>
              <w:left w:val="single" w:sz="4" w:space="0" w:color="auto"/>
              <w:right w:val="single" w:sz="4" w:space="0" w:color="auto"/>
            </w:tcBorders>
            <w:shd w:val="clear" w:color="auto" w:fill="auto"/>
            <w:vAlign w:val="center"/>
          </w:tcPr>
          <w:p w14:paraId="2F86B2F3" w14:textId="77777777" w:rsidR="00D8660F" w:rsidRPr="003656D8" w:rsidRDefault="00D8660F" w:rsidP="00C973BF">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8BF36F" w14:textId="77777777" w:rsidR="00D8660F" w:rsidRPr="003656D8" w:rsidRDefault="00D8660F" w:rsidP="00C973BF">
            <w:pPr>
              <w:jc w:val="right"/>
            </w:pPr>
            <w:r w:rsidRPr="003656D8">
              <w:t>+300</w:t>
            </w:r>
          </w:p>
        </w:tc>
        <w:tc>
          <w:tcPr>
            <w:tcW w:w="0" w:type="auto"/>
            <w:tcBorders>
              <w:left w:val="single" w:sz="4" w:space="0" w:color="auto"/>
              <w:right w:val="single" w:sz="4" w:space="0" w:color="auto"/>
            </w:tcBorders>
            <w:shd w:val="clear" w:color="auto" w:fill="auto"/>
            <w:vAlign w:val="center"/>
          </w:tcPr>
          <w:p w14:paraId="5D06DD63"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6806AA" w14:textId="77777777" w:rsidR="00D8660F" w:rsidRPr="003656D8" w:rsidRDefault="00D8660F" w:rsidP="00C973BF">
            <w:pPr>
              <w:jc w:val="right"/>
            </w:pPr>
          </w:p>
        </w:tc>
        <w:tc>
          <w:tcPr>
            <w:tcW w:w="342" w:type="dxa"/>
            <w:tcBorders>
              <w:left w:val="single" w:sz="4" w:space="0" w:color="auto"/>
              <w:right w:val="single" w:sz="4" w:space="0" w:color="auto"/>
            </w:tcBorders>
            <w:shd w:val="clear" w:color="auto" w:fill="auto"/>
            <w:vAlign w:val="center"/>
          </w:tcPr>
          <w:p w14:paraId="10D49096" w14:textId="77777777" w:rsidR="00D8660F" w:rsidRPr="003656D8" w:rsidRDefault="00D8660F" w:rsidP="00C973BF">
            <w:pPr>
              <w:jc w:val="right"/>
            </w:pPr>
          </w:p>
        </w:tc>
        <w:tc>
          <w:tcPr>
            <w:tcW w:w="1658" w:type="dxa"/>
            <w:tcBorders>
              <w:top w:val="single" w:sz="4" w:space="0" w:color="auto"/>
              <w:left w:val="single" w:sz="4" w:space="0" w:color="auto"/>
              <w:bottom w:val="single" w:sz="4" w:space="0" w:color="auto"/>
              <w:right w:val="single" w:sz="4" w:space="0" w:color="auto"/>
            </w:tcBorders>
            <w:vAlign w:val="center"/>
          </w:tcPr>
          <w:p w14:paraId="45BB8277" w14:textId="77777777" w:rsidR="00D8660F" w:rsidRPr="003656D8" w:rsidRDefault="00D8660F" w:rsidP="00C973BF">
            <w:pPr>
              <w:jc w:val="right"/>
            </w:pPr>
          </w:p>
        </w:tc>
      </w:tr>
      <w:tr w:rsidR="00D8660F" w:rsidRPr="003656D8" w14:paraId="6F8194E7" w14:textId="77777777" w:rsidTr="00A37277">
        <w:tc>
          <w:tcPr>
            <w:tcW w:w="0" w:type="auto"/>
            <w:tcBorders>
              <w:right w:val="single" w:sz="4" w:space="0" w:color="auto"/>
            </w:tcBorders>
            <w:vAlign w:val="center"/>
          </w:tcPr>
          <w:p w14:paraId="2E935E09" w14:textId="77777777" w:rsidR="00D8660F" w:rsidRPr="003656D8" w:rsidRDefault="00D8660F" w:rsidP="00C2079C">
            <w:r w:rsidRPr="003656D8">
              <w:t>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8B3D9C" w14:textId="77777777" w:rsidR="00D8660F" w:rsidRPr="003656D8" w:rsidRDefault="00D8660F" w:rsidP="00C973BF">
            <w:pPr>
              <w:jc w:val="right"/>
            </w:pPr>
            <w:r w:rsidRPr="003656D8">
              <w:t>5,000</w:t>
            </w:r>
          </w:p>
        </w:tc>
        <w:tc>
          <w:tcPr>
            <w:tcW w:w="0" w:type="auto"/>
            <w:tcBorders>
              <w:left w:val="single" w:sz="4" w:space="0" w:color="auto"/>
              <w:right w:val="single" w:sz="4" w:space="0" w:color="auto"/>
            </w:tcBorders>
            <w:shd w:val="clear" w:color="auto" w:fill="auto"/>
            <w:vAlign w:val="center"/>
          </w:tcPr>
          <w:p w14:paraId="06C7684F"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F961FD" w14:textId="77777777" w:rsidR="00D8660F" w:rsidRPr="003656D8" w:rsidRDefault="00D8660F" w:rsidP="00C973BF">
            <w:pPr>
              <w:jc w:val="right"/>
            </w:pPr>
            <w:r w:rsidRPr="003656D8">
              <w:t>300</w:t>
            </w:r>
          </w:p>
        </w:tc>
        <w:tc>
          <w:tcPr>
            <w:tcW w:w="0" w:type="auto"/>
            <w:tcBorders>
              <w:left w:val="single" w:sz="4" w:space="0" w:color="auto"/>
              <w:right w:val="single" w:sz="4" w:space="0" w:color="auto"/>
            </w:tcBorders>
            <w:shd w:val="clear" w:color="auto" w:fill="auto"/>
            <w:vAlign w:val="center"/>
          </w:tcPr>
          <w:p w14:paraId="3C30DEBB"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DD9223" w14:textId="77777777" w:rsidR="00D8660F" w:rsidRPr="003656D8" w:rsidRDefault="00D8660F" w:rsidP="00C973BF">
            <w:pPr>
              <w:jc w:val="right"/>
            </w:pPr>
            <w:r w:rsidRPr="003656D8">
              <w:t>20,000</w:t>
            </w:r>
          </w:p>
        </w:tc>
        <w:tc>
          <w:tcPr>
            <w:tcW w:w="0" w:type="auto"/>
            <w:tcBorders>
              <w:left w:val="single" w:sz="4" w:space="0" w:color="auto"/>
              <w:right w:val="single" w:sz="4" w:space="0" w:color="auto"/>
            </w:tcBorders>
            <w:shd w:val="clear" w:color="auto" w:fill="auto"/>
            <w:vAlign w:val="center"/>
          </w:tcPr>
          <w:p w14:paraId="043C1944"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A2034C" w14:textId="77777777" w:rsidR="00D8660F" w:rsidRPr="003656D8" w:rsidRDefault="00D8660F" w:rsidP="00C973BF">
            <w:pPr>
              <w:jc w:val="right"/>
            </w:pPr>
            <w:r w:rsidRPr="003656D8">
              <w:t>300</w:t>
            </w:r>
          </w:p>
        </w:tc>
        <w:tc>
          <w:tcPr>
            <w:tcW w:w="0" w:type="auto"/>
            <w:tcBorders>
              <w:left w:val="single" w:sz="4" w:space="0" w:color="auto"/>
              <w:right w:val="single" w:sz="4" w:space="0" w:color="auto"/>
            </w:tcBorders>
            <w:shd w:val="clear" w:color="auto" w:fill="auto"/>
            <w:vAlign w:val="center"/>
          </w:tcPr>
          <w:p w14:paraId="326539ED" w14:textId="77777777" w:rsidR="00D8660F" w:rsidRPr="003656D8" w:rsidRDefault="00D8660F" w:rsidP="00C973BF">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6BFF3A" w14:textId="77777777" w:rsidR="00D8660F" w:rsidRPr="003656D8" w:rsidRDefault="00D8660F" w:rsidP="00C973BF">
            <w:pPr>
              <w:jc w:val="right"/>
            </w:pPr>
            <w:r w:rsidRPr="003656D8">
              <w:t>15,000</w:t>
            </w:r>
          </w:p>
        </w:tc>
        <w:tc>
          <w:tcPr>
            <w:tcW w:w="342" w:type="dxa"/>
            <w:tcBorders>
              <w:left w:val="single" w:sz="4" w:space="0" w:color="auto"/>
              <w:right w:val="single" w:sz="4" w:space="0" w:color="auto"/>
            </w:tcBorders>
            <w:shd w:val="clear" w:color="auto" w:fill="auto"/>
            <w:vAlign w:val="center"/>
          </w:tcPr>
          <w:p w14:paraId="7A2B54DE" w14:textId="77777777" w:rsidR="00D8660F" w:rsidRPr="003656D8" w:rsidRDefault="00D8660F" w:rsidP="00C973BF">
            <w:pPr>
              <w:jc w:val="right"/>
            </w:pPr>
          </w:p>
        </w:tc>
        <w:tc>
          <w:tcPr>
            <w:tcW w:w="1658" w:type="dxa"/>
            <w:tcBorders>
              <w:top w:val="single" w:sz="4" w:space="0" w:color="auto"/>
              <w:left w:val="single" w:sz="4" w:space="0" w:color="auto"/>
              <w:bottom w:val="single" w:sz="4" w:space="0" w:color="auto"/>
              <w:right w:val="single" w:sz="4" w:space="0" w:color="auto"/>
            </w:tcBorders>
            <w:vAlign w:val="center"/>
          </w:tcPr>
          <w:p w14:paraId="6B63D224" w14:textId="77777777" w:rsidR="00D8660F" w:rsidRPr="003656D8" w:rsidRDefault="00D8660F" w:rsidP="00C973BF">
            <w:pPr>
              <w:jc w:val="right"/>
            </w:pPr>
            <w:r w:rsidRPr="003656D8">
              <w:t>10,000</w:t>
            </w:r>
          </w:p>
        </w:tc>
      </w:tr>
      <w:tr w:rsidR="00D8660F" w:rsidRPr="003656D8" w14:paraId="3E980471" w14:textId="77777777" w:rsidTr="00A37277">
        <w:tc>
          <w:tcPr>
            <w:tcW w:w="0" w:type="auto"/>
            <w:tcBorders>
              <w:right w:val="single" w:sz="4" w:space="0" w:color="auto"/>
            </w:tcBorders>
            <w:vAlign w:val="center"/>
          </w:tcPr>
          <w:p w14:paraId="593A5C6D" w14:textId="77777777" w:rsidR="00D8660F" w:rsidRPr="003656D8" w:rsidRDefault="00D8660F" w:rsidP="00C2079C"/>
        </w:tc>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tcPr>
          <w:p w14:paraId="2EF89AD7" w14:textId="77777777" w:rsidR="00D8660F" w:rsidRPr="003656D8" w:rsidRDefault="00C973BF" w:rsidP="00A37277">
            <w:pPr>
              <w:jc w:val="center"/>
            </w:pPr>
            <w:r>
              <w:t>$</w:t>
            </w:r>
            <w:r w:rsidR="00D8660F" w:rsidRPr="003656D8">
              <w:t>25,300</w:t>
            </w:r>
          </w:p>
        </w:tc>
        <w:tc>
          <w:tcPr>
            <w:tcW w:w="0" w:type="auto"/>
            <w:tcBorders>
              <w:left w:val="single" w:sz="4" w:space="0" w:color="auto"/>
              <w:right w:val="single" w:sz="4" w:space="0" w:color="auto"/>
            </w:tcBorders>
            <w:shd w:val="clear" w:color="auto" w:fill="auto"/>
            <w:vAlign w:val="center"/>
          </w:tcPr>
          <w:p w14:paraId="1258EA66" w14:textId="77777777" w:rsidR="00D8660F" w:rsidRPr="003656D8" w:rsidRDefault="00D8660F" w:rsidP="00A37277">
            <w:pPr>
              <w:jc w:val="center"/>
            </w:pP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24F8AF" w14:textId="77777777" w:rsidR="00D8660F" w:rsidRPr="003656D8" w:rsidRDefault="00C973BF" w:rsidP="00A37277">
            <w:pPr>
              <w:jc w:val="center"/>
            </w:pPr>
            <w:r>
              <w:t>$</w:t>
            </w:r>
            <w:r w:rsidR="00D8660F" w:rsidRPr="003656D8">
              <w:t>15,300</w:t>
            </w:r>
          </w:p>
        </w:tc>
        <w:tc>
          <w:tcPr>
            <w:tcW w:w="342" w:type="dxa"/>
            <w:tcBorders>
              <w:left w:val="single" w:sz="4" w:space="0" w:color="auto"/>
              <w:right w:val="single" w:sz="4" w:space="0" w:color="auto"/>
            </w:tcBorders>
            <w:shd w:val="clear" w:color="auto" w:fill="auto"/>
            <w:vAlign w:val="center"/>
          </w:tcPr>
          <w:p w14:paraId="3D65432A" w14:textId="77777777" w:rsidR="00D8660F" w:rsidRPr="003656D8" w:rsidRDefault="00D8660F" w:rsidP="00A37277">
            <w:pPr>
              <w:jc w:val="center"/>
            </w:pPr>
          </w:p>
        </w:tc>
        <w:tc>
          <w:tcPr>
            <w:tcW w:w="1658" w:type="dxa"/>
            <w:tcBorders>
              <w:top w:val="single" w:sz="4" w:space="0" w:color="auto"/>
              <w:left w:val="single" w:sz="4" w:space="0" w:color="auto"/>
              <w:bottom w:val="single" w:sz="4" w:space="0" w:color="auto"/>
              <w:right w:val="single" w:sz="4" w:space="0" w:color="auto"/>
            </w:tcBorders>
            <w:vAlign w:val="center"/>
          </w:tcPr>
          <w:p w14:paraId="70CE8A2E" w14:textId="77777777" w:rsidR="00D8660F" w:rsidRPr="003656D8" w:rsidRDefault="00C973BF" w:rsidP="00A37277">
            <w:pPr>
              <w:jc w:val="center"/>
            </w:pPr>
            <w:r>
              <w:t>$</w:t>
            </w:r>
            <w:r w:rsidR="00D8660F" w:rsidRPr="003656D8">
              <w:t>10,000</w:t>
            </w:r>
          </w:p>
        </w:tc>
      </w:tr>
    </w:tbl>
    <w:p w14:paraId="68EF3518" w14:textId="77777777" w:rsidR="00D8660F" w:rsidRPr="005F480C" w:rsidRDefault="003656D8" w:rsidP="00D8660F">
      <w:pPr>
        <w:pStyle w:val="Heading1"/>
        <w:spacing w:before="240"/>
      </w:pPr>
      <w:r w:rsidRPr="003656D8">
        <w:rPr>
          <w:b w:val="0"/>
        </w:rPr>
        <w:br w:type="page"/>
      </w:r>
      <w:r w:rsidR="00D8660F" w:rsidRPr="005F480C">
        <w:lastRenderedPageBreak/>
        <w:t xml:space="preserve">HANDOUT </w:t>
      </w:r>
      <w:r w:rsidR="00FF2D49">
        <w:t>2</w:t>
      </w:r>
      <w:r w:rsidR="007D4591">
        <w:t>–</w:t>
      </w:r>
      <w:r w:rsidR="00FF2D49">
        <w:t>2</w:t>
      </w:r>
    </w:p>
    <w:p w14:paraId="3BD4D5F3" w14:textId="77777777" w:rsidR="00D8660F" w:rsidRPr="005F480C" w:rsidRDefault="00D8660F" w:rsidP="00D8660F">
      <w:pPr>
        <w:pStyle w:val="Heading1"/>
        <w:spacing w:before="240"/>
        <w:jc w:val="center"/>
        <w:rPr>
          <w:u w:val="none"/>
        </w:rPr>
      </w:pPr>
      <w:r>
        <w:rPr>
          <w:u w:val="none"/>
        </w:rPr>
        <w:t>ANALYZING TRANSACTIONS</w:t>
      </w:r>
    </w:p>
    <w:p w14:paraId="6F20AB42" w14:textId="77777777" w:rsidR="003B1C25" w:rsidRDefault="003B1C25" w:rsidP="003B1C25">
      <w:r>
        <w:t>Analyze the following transactions as set forth below. Use the spreadsheet on the next page to keep track of the amount in each account:</w:t>
      </w:r>
    </w:p>
    <w:p w14:paraId="5356F6F7" w14:textId="77777777" w:rsidR="003656D8" w:rsidRDefault="003656D8" w:rsidP="003656D8"/>
    <w:p w14:paraId="4A4D4276" w14:textId="77777777" w:rsidR="003656D8" w:rsidRPr="008E59B6" w:rsidRDefault="0044591F" w:rsidP="003656D8">
      <w:r>
        <w:t>(f) Pays $300 to the supplier in (d).</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296714D8" w14:textId="77777777" w:rsidTr="0075698B">
        <w:trPr>
          <w:trHeight w:val="432"/>
        </w:trPr>
        <w:tc>
          <w:tcPr>
            <w:tcW w:w="288" w:type="dxa"/>
            <w:vAlign w:val="center"/>
          </w:tcPr>
          <w:p w14:paraId="10FB95D1" w14:textId="77777777" w:rsidR="003656D8" w:rsidRPr="003656D8" w:rsidRDefault="003656D8" w:rsidP="003656D8">
            <w:r w:rsidRPr="003656D8">
              <w:t>1.</w:t>
            </w:r>
          </w:p>
        </w:tc>
        <w:tc>
          <w:tcPr>
            <w:tcW w:w="4320" w:type="dxa"/>
            <w:tcBorders>
              <w:right w:val="single" w:sz="4" w:space="0" w:color="auto"/>
            </w:tcBorders>
            <w:vAlign w:val="center"/>
          </w:tcPr>
          <w:p w14:paraId="1EAF2A73"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40FC481B" w14:textId="77777777" w:rsidR="003656D8" w:rsidRPr="003656D8" w:rsidRDefault="003656D8" w:rsidP="003656D8"/>
        </w:tc>
      </w:tr>
      <w:tr w:rsidR="003656D8" w14:paraId="7807E083" w14:textId="77777777" w:rsidTr="0075698B">
        <w:trPr>
          <w:trHeight w:val="432"/>
        </w:trPr>
        <w:tc>
          <w:tcPr>
            <w:tcW w:w="288" w:type="dxa"/>
            <w:vAlign w:val="center"/>
          </w:tcPr>
          <w:p w14:paraId="72975E8F" w14:textId="77777777" w:rsidR="003656D8" w:rsidRPr="003656D8" w:rsidRDefault="003656D8" w:rsidP="003656D8">
            <w:r w:rsidRPr="003656D8">
              <w:t>2.</w:t>
            </w:r>
          </w:p>
        </w:tc>
        <w:tc>
          <w:tcPr>
            <w:tcW w:w="4320" w:type="dxa"/>
            <w:tcBorders>
              <w:right w:val="single" w:sz="4" w:space="0" w:color="auto"/>
            </w:tcBorders>
            <w:vAlign w:val="center"/>
          </w:tcPr>
          <w:p w14:paraId="341387B7"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6C4A4361" w14:textId="77777777" w:rsidR="003656D8" w:rsidRPr="003656D8" w:rsidRDefault="003656D8" w:rsidP="003656D8"/>
        </w:tc>
      </w:tr>
      <w:tr w:rsidR="003656D8" w14:paraId="1D97435D" w14:textId="77777777" w:rsidTr="0075698B">
        <w:trPr>
          <w:trHeight w:val="432"/>
        </w:trPr>
        <w:tc>
          <w:tcPr>
            <w:tcW w:w="288" w:type="dxa"/>
            <w:vAlign w:val="center"/>
          </w:tcPr>
          <w:p w14:paraId="613D0097" w14:textId="77777777" w:rsidR="003656D8" w:rsidRPr="003656D8" w:rsidRDefault="003656D8" w:rsidP="003656D8">
            <w:r w:rsidRPr="003656D8">
              <w:t>3.</w:t>
            </w:r>
          </w:p>
        </w:tc>
        <w:tc>
          <w:tcPr>
            <w:tcW w:w="4320" w:type="dxa"/>
            <w:tcBorders>
              <w:right w:val="single" w:sz="4" w:space="0" w:color="auto"/>
            </w:tcBorders>
            <w:vAlign w:val="center"/>
          </w:tcPr>
          <w:p w14:paraId="7C4C9C8F"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221F15E2" w14:textId="77777777" w:rsidR="003656D8" w:rsidRPr="003656D8" w:rsidRDefault="003656D8" w:rsidP="003656D8"/>
        </w:tc>
      </w:tr>
      <w:tr w:rsidR="003656D8" w14:paraId="675A982E" w14:textId="77777777" w:rsidTr="0075698B">
        <w:trPr>
          <w:trHeight w:val="432"/>
        </w:trPr>
        <w:tc>
          <w:tcPr>
            <w:tcW w:w="288" w:type="dxa"/>
            <w:vAlign w:val="center"/>
          </w:tcPr>
          <w:p w14:paraId="4F000C78" w14:textId="77777777" w:rsidR="003656D8" w:rsidRPr="003656D8" w:rsidRDefault="003656D8" w:rsidP="003656D8">
            <w:r w:rsidRPr="003656D8">
              <w:t>4.</w:t>
            </w:r>
          </w:p>
        </w:tc>
        <w:tc>
          <w:tcPr>
            <w:tcW w:w="4320" w:type="dxa"/>
            <w:tcBorders>
              <w:right w:val="single" w:sz="4" w:space="0" w:color="auto"/>
            </w:tcBorders>
            <w:vAlign w:val="center"/>
          </w:tcPr>
          <w:p w14:paraId="4FEB2E96"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0C6705EA" w14:textId="77777777" w:rsidR="003656D8" w:rsidRPr="003656D8" w:rsidRDefault="003656D8" w:rsidP="003656D8"/>
        </w:tc>
      </w:tr>
      <w:tr w:rsidR="003656D8" w14:paraId="6F8B8637" w14:textId="77777777" w:rsidTr="0075698B">
        <w:trPr>
          <w:trHeight w:val="432"/>
        </w:trPr>
        <w:tc>
          <w:tcPr>
            <w:tcW w:w="288" w:type="dxa"/>
            <w:vAlign w:val="center"/>
          </w:tcPr>
          <w:p w14:paraId="198D0311" w14:textId="77777777" w:rsidR="003656D8" w:rsidRPr="003656D8" w:rsidRDefault="003656D8" w:rsidP="003656D8">
            <w:r w:rsidRPr="003656D8">
              <w:t>5.</w:t>
            </w:r>
          </w:p>
        </w:tc>
        <w:tc>
          <w:tcPr>
            <w:tcW w:w="4320" w:type="dxa"/>
            <w:tcBorders>
              <w:right w:val="single" w:sz="4" w:space="0" w:color="auto"/>
            </w:tcBorders>
            <w:vAlign w:val="center"/>
          </w:tcPr>
          <w:p w14:paraId="51BB5B4C"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1BAA4E53" w14:textId="77777777" w:rsidR="003656D8" w:rsidRPr="003656D8" w:rsidRDefault="003656D8" w:rsidP="003656D8"/>
        </w:tc>
      </w:tr>
    </w:tbl>
    <w:p w14:paraId="56A8D16F" w14:textId="77777777" w:rsidR="003656D8" w:rsidRDefault="003656D8" w:rsidP="003656D8"/>
    <w:p w14:paraId="25776711" w14:textId="77777777" w:rsidR="003656D8" w:rsidRPr="000A73F3" w:rsidRDefault="0044591F" w:rsidP="003656D8">
      <w:r>
        <w:t>(g) Purchases and pays for $600 of supplies.</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32CC6187" w14:textId="77777777" w:rsidTr="0075698B">
        <w:trPr>
          <w:trHeight w:val="432"/>
        </w:trPr>
        <w:tc>
          <w:tcPr>
            <w:tcW w:w="288" w:type="dxa"/>
            <w:vAlign w:val="center"/>
          </w:tcPr>
          <w:p w14:paraId="70B9C58C" w14:textId="77777777" w:rsidR="003656D8" w:rsidRPr="003656D8" w:rsidRDefault="003656D8" w:rsidP="003656D8">
            <w:r w:rsidRPr="003656D8">
              <w:t>1.</w:t>
            </w:r>
          </w:p>
        </w:tc>
        <w:tc>
          <w:tcPr>
            <w:tcW w:w="4320" w:type="dxa"/>
            <w:tcBorders>
              <w:right w:val="single" w:sz="4" w:space="0" w:color="auto"/>
            </w:tcBorders>
            <w:vAlign w:val="center"/>
          </w:tcPr>
          <w:p w14:paraId="21DC8BEA"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24F053D2" w14:textId="77777777" w:rsidR="003656D8" w:rsidRPr="003656D8" w:rsidRDefault="003656D8" w:rsidP="003656D8"/>
        </w:tc>
      </w:tr>
      <w:tr w:rsidR="003656D8" w14:paraId="02B67869" w14:textId="77777777" w:rsidTr="0075698B">
        <w:trPr>
          <w:trHeight w:val="432"/>
        </w:trPr>
        <w:tc>
          <w:tcPr>
            <w:tcW w:w="288" w:type="dxa"/>
            <w:vAlign w:val="center"/>
          </w:tcPr>
          <w:p w14:paraId="65C64165" w14:textId="77777777" w:rsidR="003656D8" w:rsidRPr="003656D8" w:rsidRDefault="003656D8" w:rsidP="003656D8">
            <w:r w:rsidRPr="003656D8">
              <w:t>2.</w:t>
            </w:r>
          </w:p>
        </w:tc>
        <w:tc>
          <w:tcPr>
            <w:tcW w:w="4320" w:type="dxa"/>
            <w:tcBorders>
              <w:right w:val="single" w:sz="4" w:space="0" w:color="auto"/>
            </w:tcBorders>
            <w:vAlign w:val="center"/>
          </w:tcPr>
          <w:p w14:paraId="01C7B93B"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6619B15F" w14:textId="77777777" w:rsidR="003656D8" w:rsidRPr="003656D8" w:rsidRDefault="003656D8" w:rsidP="003656D8"/>
        </w:tc>
      </w:tr>
      <w:tr w:rsidR="003656D8" w14:paraId="7FF7AE68" w14:textId="77777777" w:rsidTr="0075698B">
        <w:trPr>
          <w:trHeight w:val="432"/>
        </w:trPr>
        <w:tc>
          <w:tcPr>
            <w:tcW w:w="288" w:type="dxa"/>
            <w:vAlign w:val="center"/>
          </w:tcPr>
          <w:p w14:paraId="2D361808" w14:textId="77777777" w:rsidR="003656D8" w:rsidRPr="003656D8" w:rsidRDefault="003656D8" w:rsidP="003656D8">
            <w:r w:rsidRPr="003656D8">
              <w:t>3.</w:t>
            </w:r>
          </w:p>
        </w:tc>
        <w:tc>
          <w:tcPr>
            <w:tcW w:w="4320" w:type="dxa"/>
            <w:tcBorders>
              <w:right w:val="single" w:sz="4" w:space="0" w:color="auto"/>
            </w:tcBorders>
            <w:vAlign w:val="center"/>
          </w:tcPr>
          <w:p w14:paraId="0F44B41E"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59BE98C5" w14:textId="77777777" w:rsidR="003656D8" w:rsidRPr="003656D8" w:rsidRDefault="003656D8" w:rsidP="003656D8"/>
        </w:tc>
      </w:tr>
      <w:tr w:rsidR="003656D8" w14:paraId="798A72C6" w14:textId="77777777" w:rsidTr="0075698B">
        <w:trPr>
          <w:trHeight w:val="432"/>
        </w:trPr>
        <w:tc>
          <w:tcPr>
            <w:tcW w:w="288" w:type="dxa"/>
            <w:vAlign w:val="center"/>
          </w:tcPr>
          <w:p w14:paraId="5BEABAC0" w14:textId="77777777" w:rsidR="003656D8" w:rsidRPr="003656D8" w:rsidRDefault="003656D8" w:rsidP="003656D8">
            <w:r w:rsidRPr="003656D8">
              <w:t>4.</w:t>
            </w:r>
          </w:p>
        </w:tc>
        <w:tc>
          <w:tcPr>
            <w:tcW w:w="4320" w:type="dxa"/>
            <w:tcBorders>
              <w:right w:val="single" w:sz="4" w:space="0" w:color="auto"/>
            </w:tcBorders>
            <w:vAlign w:val="center"/>
          </w:tcPr>
          <w:p w14:paraId="570B320A"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638B7EC0" w14:textId="77777777" w:rsidR="003656D8" w:rsidRPr="003656D8" w:rsidRDefault="003656D8" w:rsidP="003656D8"/>
        </w:tc>
      </w:tr>
      <w:tr w:rsidR="003656D8" w14:paraId="1AB1E4DA" w14:textId="77777777" w:rsidTr="0075698B">
        <w:trPr>
          <w:trHeight w:val="432"/>
        </w:trPr>
        <w:tc>
          <w:tcPr>
            <w:tcW w:w="288" w:type="dxa"/>
            <w:vAlign w:val="center"/>
          </w:tcPr>
          <w:p w14:paraId="4F620CC4" w14:textId="77777777" w:rsidR="003656D8" w:rsidRPr="003656D8" w:rsidRDefault="003656D8" w:rsidP="003656D8">
            <w:r w:rsidRPr="003656D8">
              <w:t>5.</w:t>
            </w:r>
          </w:p>
        </w:tc>
        <w:tc>
          <w:tcPr>
            <w:tcW w:w="4320" w:type="dxa"/>
            <w:tcBorders>
              <w:right w:val="single" w:sz="4" w:space="0" w:color="auto"/>
            </w:tcBorders>
            <w:vAlign w:val="center"/>
          </w:tcPr>
          <w:p w14:paraId="7F909856"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693112FA" w14:textId="77777777" w:rsidR="003656D8" w:rsidRPr="003656D8" w:rsidRDefault="003656D8" w:rsidP="003656D8"/>
        </w:tc>
      </w:tr>
    </w:tbl>
    <w:p w14:paraId="35A5457B" w14:textId="77777777" w:rsidR="00FF2D49" w:rsidRDefault="00FF2D49" w:rsidP="003656D8"/>
    <w:p w14:paraId="206741B3" w14:textId="77777777" w:rsidR="00166B98" w:rsidRDefault="0044591F" w:rsidP="00166B98">
      <w:r>
        <w:t>(h) Purchases and pays</w:t>
      </w:r>
      <w:r w:rsidR="00166B98" w:rsidRPr="00166B98">
        <w:t xml:space="preserve"> for equipment costing $1,000.</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71ADC7C1" w14:textId="77777777" w:rsidTr="0075698B">
        <w:trPr>
          <w:trHeight w:val="432"/>
        </w:trPr>
        <w:tc>
          <w:tcPr>
            <w:tcW w:w="288" w:type="dxa"/>
            <w:vAlign w:val="center"/>
          </w:tcPr>
          <w:p w14:paraId="3450247A" w14:textId="77777777" w:rsidR="003656D8" w:rsidRPr="003656D8" w:rsidRDefault="003656D8" w:rsidP="003656D8">
            <w:r w:rsidRPr="003656D8">
              <w:t>1.</w:t>
            </w:r>
          </w:p>
        </w:tc>
        <w:tc>
          <w:tcPr>
            <w:tcW w:w="4320" w:type="dxa"/>
            <w:tcBorders>
              <w:right w:val="single" w:sz="4" w:space="0" w:color="auto"/>
            </w:tcBorders>
            <w:vAlign w:val="center"/>
          </w:tcPr>
          <w:p w14:paraId="01943BDC"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2EC90ABD" w14:textId="77777777" w:rsidR="003656D8" w:rsidRPr="003656D8" w:rsidRDefault="003656D8" w:rsidP="003656D8"/>
        </w:tc>
      </w:tr>
      <w:tr w:rsidR="003656D8" w14:paraId="0A28FA10" w14:textId="77777777" w:rsidTr="0075698B">
        <w:trPr>
          <w:trHeight w:val="432"/>
        </w:trPr>
        <w:tc>
          <w:tcPr>
            <w:tcW w:w="288" w:type="dxa"/>
            <w:vAlign w:val="center"/>
          </w:tcPr>
          <w:p w14:paraId="32D52D50" w14:textId="77777777" w:rsidR="003656D8" w:rsidRPr="003656D8" w:rsidRDefault="003656D8" w:rsidP="003656D8">
            <w:r w:rsidRPr="003656D8">
              <w:t>2.</w:t>
            </w:r>
          </w:p>
        </w:tc>
        <w:tc>
          <w:tcPr>
            <w:tcW w:w="4320" w:type="dxa"/>
            <w:tcBorders>
              <w:right w:val="single" w:sz="4" w:space="0" w:color="auto"/>
            </w:tcBorders>
            <w:vAlign w:val="center"/>
          </w:tcPr>
          <w:p w14:paraId="37383167"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01CC0002" w14:textId="77777777" w:rsidR="003656D8" w:rsidRPr="003656D8" w:rsidRDefault="003656D8" w:rsidP="003656D8"/>
        </w:tc>
      </w:tr>
      <w:tr w:rsidR="003656D8" w14:paraId="7C848436" w14:textId="77777777" w:rsidTr="0075698B">
        <w:trPr>
          <w:trHeight w:val="432"/>
        </w:trPr>
        <w:tc>
          <w:tcPr>
            <w:tcW w:w="288" w:type="dxa"/>
            <w:vAlign w:val="center"/>
          </w:tcPr>
          <w:p w14:paraId="610DE72B" w14:textId="77777777" w:rsidR="003656D8" w:rsidRPr="003656D8" w:rsidRDefault="003656D8" w:rsidP="003656D8">
            <w:r w:rsidRPr="003656D8">
              <w:t>3.</w:t>
            </w:r>
          </w:p>
        </w:tc>
        <w:tc>
          <w:tcPr>
            <w:tcW w:w="4320" w:type="dxa"/>
            <w:tcBorders>
              <w:right w:val="single" w:sz="4" w:space="0" w:color="auto"/>
            </w:tcBorders>
            <w:vAlign w:val="center"/>
          </w:tcPr>
          <w:p w14:paraId="6D6A45A9"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20FF4847" w14:textId="77777777" w:rsidR="003656D8" w:rsidRPr="003656D8" w:rsidRDefault="003656D8" w:rsidP="003656D8"/>
        </w:tc>
      </w:tr>
      <w:tr w:rsidR="003656D8" w14:paraId="504C9663" w14:textId="77777777" w:rsidTr="0075698B">
        <w:trPr>
          <w:trHeight w:val="432"/>
        </w:trPr>
        <w:tc>
          <w:tcPr>
            <w:tcW w:w="288" w:type="dxa"/>
            <w:vAlign w:val="center"/>
          </w:tcPr>
          <w:p w14:paraId="02D10335" w14:textId="77777777" w:rsidR="003656D8" w:rsidRPr="003656D8" w:rsidRDefault="003656D8" w:rsidP="003656D8">
            <w:r w:rsidRPr="003656D8">
              <w:t>4.</w:t>
            </w:r>
          </w:p>
        </w:tc>
        <w:tc>
          <w:tcPr>
            <w:tcW w:w="4320" w:type="dxa"/>
            <w:tcBorders>
              <w:right w:val="single" w:sz="4" w:space="0" w:color="auto"/>
            </w:tcBorders>
            <w:vAlign w:val="center"/>
          </w:tcPr>
          <w:p w14:paraId="2774B7D6"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43BD4D55" w14:textId="77777777" w:rsidR="003656D8" w:rsidRPr="003656D8" w:rsidRDefault="003656D8" w:rsidP="003656D8"/>
        </w:tc>
      </w:tr>
      <w:tr w:rsidR="003656D8" w14:paraId="5D938BC1" w14:textId="77777777" w:rsidTr="0075698B">
        <w:trPr>
          <w:trHeight w:val="432"/>
        </w:trPr>
        <w:tc>
          <w:tcPr>
            <w:tcW w:w="288" w:type="dxa"/>
            <w:vAlign w:val="center"/>
          </w:tcPr>
          <w:p w14:paraId="25322C02" w14:textId="77777777" w:rsidR="003656D8" w:rsidRPr="003656D8" w:rsidRDefault="003656D8" w:rsidP="003656D8">
            <w:r w:rsidRPr="003656D8">
              <w:t>5.</w:t>
            </w:r>
          </w:p>
        </w:tc>
        <w:tc>
          <w:tcPr>
            <w:tcW w:w="4320" w:type="dxa"/>
            <w:tcBorders>
              <w:right w:val="single" w:sz="4" w:space="0" w:color="auto"/>
            </w:tcBorders>
            <w:vAlign w:val="center"/>
          </w:tcPr>
          <w:p w14:paraId="10CF0C9D"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7223AC3D" w14:textId="77777777" w:rsidR="003656D8" w:rsidRPr="003656D8" w:rsidRDefault="003656D8" w:rsidP="003656D8"/>
        </w:tc>
      </w:tr>
    </w:tbl>
    <w:p w14:paraId="00656507" w14:textId="77777777" w:rsidR="003656D8" w:rsidRDefault="003656D8" w:rsidP="003656D8"/>
    <w:p w14:paraId="4CE15EF6" w14:textId="77777777" w:rsidR="003656D8" w:rsidRDefault="003656D8" w:rsidP="003656D8">
      <w:r>
        <w:t>(i) Order</w:t>
      </w:r>
      <w:r w:rsidR="0044591F">
        <w:t>s</w:t>
      </w:r>
      <w:r>
        <w:t xml:space="preserve"> a $900 lawn mower, to be delivered</w:t>
      </w:r>
      <w:r w:rsidR="00C973BF">
        <w:t xml:space="preserve"> next month</w:t>
      </w:r>
      <w:r>
        <w: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4320"/>
        <w:gridCol w:w="4320"/>
      </w:tblGrid>
      <w:tr w:rsidR="003656D8" w14:paraId="2B5F41DC" w14:textId="77777777" w:rsidTr="0075698B">
        <w:trPr>
          <w:trHeight w:val="432"/>
        </w:trPr>
        <w:tc>
          <w:tcPr>
            <w:tcW w:w="381" w:type="dxa"/>
            <w:vAlign w:val="center"/>
          </w:tcPr>
          <w:p w14:paraId="7D04DDA7" w14:textId="77777777" w:rsidR="003656D8" w:rsidRPr="003656D8" w:rsidRDefault="003656D8" w:rsidP="003656D8">
            <w:r w:rsidRPr="003656D8">
              <w:t>1.</w:t>
            </w:r>
          </w:p>
        </w:tc>
        <w:tc>
          <w:tcPr>
            <w:tcW w:w="4320" w:type="dxa"/>
            <w:tcBorders>
              <w:right w:val="single" w:sz="4" w:space="0" w:color="auto"/>
            </w:tcBorders>
            <w:vAlign w:val="center"/>
          </w:tcPr>
          <w:p w14:paraId="3EB85989" w14:textId="77777777" w:rsidR="003656D8" w:rsidRPr="003656D8" w:rsidRDefault="003656D8" w:rsidP="003656D8">
            <w:r w:rsidRPr="003656D8">
              <w:t>Does a transaction exist?</w:t>
            </w:r>
          </w:p>
        </w:tc>
        <w:tc>
          <w:tcPr>
            <w:tcW w:w="4320" w:type="dxa"/>
            <w:tcBorders>
              <w:top w:val="single" w:sz="4" w:space="0" w:color="auto"/>
              <w:left w:val="single" w:sz="4" w:space="0" w:color="auto"/>
              <w:bottom w:val="single" w:sz="4" w:space="0" w:color="auto"/>
              <w:right w:val="single" w:sz="4" w:space="0" w:color="auto"/>
            </w:tcBorders>
            <w:vAlign w:val="center"/>
          </w:tcPr>
          <w:p w14:paraId="414FBF00" w14:textId="77777777" w:rsidR="003656D8" w:rsidRPr="003656D8" w:rsidRDefault="003656D8" w:rsidP="003656D8"/>
        </w:tc>
      </w:tr>
      <w:tr w:rsidR="003656D8" w14:paraId="4507E473" w14:textId="77777777" w:rsidTr="0075698B">
        <w:trPr>
          <w:trHeight w:val="432"/>
        </w:trPr>
        <w:tc>
          <w:tcPr>
            <w:tcW w:w="381" w:type="dxa"/>
            <w:vAlign w:val="center"/>
          </w:tcPr>
          <w:p w14:paraId="006E6D1E" w14:textId="77777777" w:rsidR="003656D8" w:rsidRPr="003656D8" w:rsidRDefault="003656D8" w:rsidP="003656D8">
            <w:r w:rsidRPr="003656D8">
              <w:t>2.</w:t>
            </w:r>
          </w:p>
        </w:tc>
        <w:tc>
          <w:tcPr>
            <w:tcW w:w="4320" w:type="dxa"/>
            <w:tcBorders>
              <w:right w:val="single" w:sz="4" w:space="0" w:color="auto"/>
            </w:tcBorders>
            <w:vAlign w:val="center"/>
          </w:tcPr>
          <w:p w14:paraId="275CC35C" w14:textId="77777777" w:rsidR="003656D8" w:rsidRPr="003656D8" w:rsidRDefault="003656D8" w:rsidP="003656D8">
            <w:r w:rsidRPr="003656D8">
              <w:t>Examine it for accounts affected.</w:t>
            </w:r>
          </w:p>
        </w:tc>
        <w:tc>
          <w:tcPr>
            <w:tcW w:w="4320" w:type="dxa"/>
            <w:tcBorders>
              <w:top w:val="single" w:sz="4" w:space="0" w:color="auto"/>
              <w:left w:val="single" w:sz="4" w:space="0" w:color="auto"/>
              <w:bottom w:val="single" w:sz="4" w:space="0" w:color="auto"/>
              <w:right w:val="single" w:sz="4" w:space="0" w:color="auto"/>
            </w:tcBorders>
            <w:vAlign w:val="center"/>
          </w:tcPr>
          <w:p w14:paraId="2CBF6163" w14:textId="77777777" w:rsidR="003656D8" w:rsidRPr="003656D8" w:rsidRDefault="003656D8" w:rsidP="003656D8"/>
        </w:tc>
      </w:tr>
      <w:tr w:rsidR="003656D8" w14:paraId="50E8EC2E" w14:textId="77777777" w:rsidTr="0075698B">
        <w:trPr>
          <w:trHeight w:val="432"/>
        </w:trPr>
        <w:tc>
          <w:tcPr>
            <w:tcW w:w="381" w:type="dxa"/>
            <w:vAlign w:val="center"/>
          </w:tcPr>
          <w:p w14:paraId="5AD3EAED" w14:textId="77777777" w:rsidR="003656D8" w:rsidRPr="003656D8" w:rsidRDefault="003656D8" w:rsidP="003656D8">
            <w:r w:rsidRPr="003656D8">
              <w:t>3.</w:t>
            </w:r>
          </w:p>
        </w:tc>
        <w:tc>
          <w:tcPr>
            <w:tcW w:w="4320" w:type="dxa"/>
            <w:tcBorders>
              <w:right w:val="single" w:sz="4" w:space="0" w:color="auto"/>
            </w:tcBorders>
            <w:vAlign w:val="center"/>
          </w:tcPr>
          <w:p w14:paraId="0EE871D9" w14:textId="77777777" w:rsidR="003656D8" w:rsidRPr="003656D8" w:rsidRDefault="003656D8" w:rsidP="003656D8">
            <w:r w:rsidRPr="003656D8">
              <w:t>Classify each account affected.</w:t>
            </w:r>
          </w:p>
        </w:tc>
        <w:tc>
          <w:tcPr>
            <w:tcW w:w="4320" w:type="dxa"/>
            <w:tcBorders>
              <w:top w:val="single" w:sz="4" w:space="0" w:color="auto"/>
              <w:left w:val="single" w:sz="4" w:space="0" w:color="auto"/>
              <w:bottom w:val="single" w:sz="4" w:space="0" w:color="auto"/>
              <w:right w:val="single" w:sz="4" w:space="0" w:color="auto"/>
            </w:tcBorders>
            <w:vAlign w:val="center"/>
          </w:tcPr>
          <w:p w14:paraId="06644CF4" w14:textId="77777777" w:rsidR="003656D8" w:rsidRPr="003656D8" w:rsidRDefault="003656D8" w:rsidP="003656D8"/>
        </w:tc>
      </w:tr>
      <w:tr w:rsidR="003656D8" w14:paraId="6E86CBAC" w14:textId="77777777" w:rsidTr="0075698B">
        <w:trPr>
          <w:trHeight w:val="432"/>
        </w:trPr>
        <w:tc>
          <w:tcPr>
            <w:tcW w:w="381" w:type="dxa"/>
            <w:vAlign w:val="center"/>
          </w:tcPr>
          <w:p w14:paraId="12B97BC0" w14:textId="77777777" w:rsidR="003656D8" w:rsidRPr="003656D8" w:rsidRDefault="003656D8" w:rsidP="003656D8">
            <w:r w:rsidRPr="003656D8">
              <w:t>4.</w:t>
            </w:r>
          </w:p>
        </w:tc>
        <w:tc>
          <w:tcPr>
            <w:tcW w:w="4320" w:type="dxa"/>
            <w:tcBorders>
              <w:right w:val="single" w:sz="4" w:space="0" w:color="auto"/>
            </w:tcBorders>
            <w:vAlign w:val="center"/>
          </w:tcPr>
          <w:p w14:paraId="70CD42D3" w14:textId="77777777" w:rsidR="003656D8" w:rsidRPr="003656D8" w:rsidRDefault="003656D8" w:rsidP="003656D8">
            <w:r w:rsidRPr="003656D8">
              <w:t>Identify direction and amount.</w:t>
            </w:r>
          </w:p>
        </w:tc>
        <w:tc>
          <w:tcPr>
            <w:tcW w:w="4320" w:type="dxa"/>
            <w:tcBorders>
              <w:top w:val="single" w:sz="4" w:space="0" w:color="auto"/>
              <w:left w:val="single" w:sz="4" w:space="0" w:color="auto"/>
              <w:bottom w:val="single" w:sz="4" w:space="0" w:color="auto"/>
              <w:right w:val="single" w:sz="4" w:space="0" w:color="auto"/>
            </w:tcBorders>
            <w:vAlign w:val="center"/>
          </w:tcPr>
          <w:p w14:paraId="0D897CD6" w14:textId="77777777" w:rsidR="003656D8" w:rsidRPr="003656D8" w:rsidRDefault="003656D8" w:rsidP="003656D8"/>
        </w:tc>
      </w:tr>
      <w:tr w:rsidR="003656D8" w14:paraId="33146443" w14:textId="77777777" w:rsidTr="0075698B">
        <w:trPr>
          <w:trHeight w:val="432"/>
        </w:trPr>
        <w:tc>
          <w:tcPr>
            <w:tcW w:w="381" w:type="dxa"/>
            <w:vAlign w:val="center"/>
          </w:tcPr>
          <w:p w14:paraId="44406C96" w14:textId="77777777" w:rsidR="003656D8" w:rsidRPr="003656D8" w:rsidRDefault="003656D8" w:rsidP="003656D8">
            <w:r w:rsidRPr="003656D8">
              <w:t>5.</w:t>
            </w:r>
          </w:p>
        </w:tc>
        <w:tc>
          <w:tcPr>
            <w:tcW w:w="4320" w:type="dxa"/>
            <w:tcBorders>
              <w:right w:val="single" w:sz="4" w:space="0" w:color="auto"/>
            </w:tcBorders>
            <w:vAlign w:val="center"/>
          </w:tcPr>
          <w:p w14:paraId="76928DEE" w14:textId="77777777" w:rsidR="003656D8" w:rsidRPr="003656D8" w:rsidRDefault="003656D8" w:rsidP="003656D8">
            <w:r w:rsidRPr="003656D8">
              <w:t>Ensure the equation still balances.</w:t>
            </w:r>
          </w:p>
        </w:tc>
        <w:tc>
          <w:tcPr>
            <w:tcW w:w="4320" w:type="dxa"/>
            <w:tcBorders>
              <w:top w:val="single" w:sz="4" w:space="0" w:color="auto"/>
              <w:left w:val="single" w:sz="4" w:space="0" w:color="auto"/>
              <w:bottom w:val="single" w:sz="4" w:space="0" w:color="auto"/>
              <w:right w:val="single" w:sz="4" w:space="0" w:color="auto"/>
            </w:tcBorders>
            <w:vAlign w:val="center"/>
          </w:tcPr>
          <w:p w14:paraId="6F5BE2B0" w14:textId="77777777" w:rsidR="003656D8" w:rsidRPr="003656D8" w:rsidRDefault="003656D8" w:rsidP="003656D8"/>
        </w:tc>
      </w:tr>
    </w:tbl>
    <w:p w14:paraId="30572E97" w14:textId="77777777" w:rsidR="0075698B" w:rsidRPr="0075698B" w:rsidRDefault="0075698B" w:rsidP="0075698B">
      <w:pPr>
        <w:pStyle w:val="Heading1"/>
        <w:spacing w:before="240"/>
      </w:pPr>
      <w:r>
        <w:br w:type="page"/>
      </w:r>
      <w:r w:rsidRPr="005F480C">
        <w:lastRenderedPageBreak/>
        <w:t xml:space="preserve">HANDOUT </w:t>
      </w:r>
      <w:r>
        <w:t>2</w:t>
      </w:r>
      <w:r w:rsidR="007D4591">
        <w:t>–</w:t>
      </w:r>
      <w:r>
        <w:t>2</w:t>
      </w:r>
      <w:r w:rsidRPr="00C91A7F">
        <w:rPr>
          <w:u w:val="none"/>
        </w:rPr>
        <w:t>, continued</w:t>
      </w:r>
    </w:p>
    <w:p w14:paraId="1BA31EF0" w14:textId="77777777" w:rsidR="0075698B" w:rsidRPr="005F480C" w:rsidRDefault="0075698B" w:rsidP="0075698B">
      <w:pPr>
        <w:pStyle w:val="Heading1"/>
        <w:spacing w:before="240"/>
        <w:jc w:val="center"/>
        <w:rPr>
          <w:u w:val="none"/>
        </w:rPr>
      </w:pPr>
      <w:r>
        <w:rPr>
          <w:u w:val="none"/>
        </w:rPr>
        <w:t>Spreadsheet</w:t>
      </w:r>
    </w:p>
    <w:p w14:paraId="5BE6ACFC"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89"/>
        <w:gridCol w:w="946"/>
        <w:gridCol w:w="341"/>
        <w:gridCol w:w="974"/>
        <w:gridCol w:w="341"/>
        <w:gridCol w:w="1182"/>
        <w:gridCol w:w="341"/>
        <w:gridCol w:w="1210"/>
        <w:gridCol w:w="341"/>
        <w:gridCol w:w="1305"/>
        <w:gridCol w:w="342"/>
        <w:gridCol w:w="1664"/>
      </w:tblGrid>
      <w:tr w:rsidR="00D8660F" w14:paraId="6EA3D648" w14:textId="77777777" w:rsidTr="00A37277">
        <w:tc>
          <w:tcPr>
            <w:tcW w:w="0" w:type="auto"/>
            <w:vAlign w:val="center"/>
          </w:tcPr>
          <w:p w14:paraId="3B872A8C" w14:textId="77777777" w:rsidR="00D8660F" w:rsidRPr="003656D8" w:rsidRDefault="00D8660F" w:rsidP="00C2079C"/>
        </w:tc>
        <w:tc>
          <w:tcPr>
            <w:tcW w:w="0" w:type="auto"/>
            <w:gridSpan w:val="5"/>
            <w:shd w:val="clear" w:color="auto" w:fill="auto"/>
            <w:vAlign w:val="center"/>
          </w:tcPr>
          <w:p w14:paraId="4B77FF05" w14:textId="77777777" w:rsidR="00D8660F" w:rsidRPr="003656D8" w:rsidRDefault="00D8660F" w:rsidP="00A37277">
            <w:pPr>
              <w:jc w:val="center"/>
            </w:pPr>
            <w:r w:rsidRPr="003656D8">
              <w:t>Assets</w:t>
            </w:r>
          </w:p>
        </w:tc>
        <w:tc>
          <w:tcPr>
            <w:tcW w:w="0" w:type="auto"/>
            <w:shd w:val="clear" w:color="auto" w:fill="auto"/>
            <w:vAlign w:val="center"/>
          </w:tcPr>
          <w:p w14:paraId="557F4B91" w14:textId="77777777" w:rsidR="00D8660F" w:rsidRPr="003656D8" w:rsidRDefault="00D8660F" w:rsidP="00A37277">
            <w:pPr>
              <w:jc w:val="center"/>
            </w:pPr>
            <w:r w:rsidRPr="003656D8">
              <w:t>=</w:t>
            </w:r>
          </w:p>
        </w:tc>
        <w:tc>
          <w:tcPr>
            <w:tcW w:w="0" w:type="auto"/>
            <w:gridSpan w:val="3"/>
            <w:shd w:val="clear" w:color="auto" w:fill="auto"/>
            <w:vAlign w:val="center"/>
          </w:tcPr>
          <w:p w14:paraId="0F82D0F8" w14:textId="77777777" w:rsidR="00D8660F" w:rsidRPr="003656D8" w:rsidRDefault="00D8660F" w:rsidP="00A37277">
            <w:pPr>
              <w:jc w:val="center"/>
            </w:pPr>
            <w:r w:rsidRPr="003656D8">
              <w:t>Liabilities</w:t>
            </w:r>
          </w:p>
        </w:tc>
        <w:tc>
          <w:tcPr>
            <w:tcW w:w="342" w:type="dxa"/>
            <w:shd w:val="clear" w:color="auto" w:fill="auto"/>
            <w:vAlign w:val="center"/>
          </w:tcPr>
          <w:p w14:paraId="28978506" w14:textId="77777777" w:rsidR="00D8660F" w:rsidRPr="003656D8" w:rsidRDefault="00D8660F" w:rsidP="00A37277">
            <w:pPr>
              <w:jc w:val="center"/>
            </w:pPr>
            <w:r w:rsidRPr="003656D8">
              <w:t>+</w:t>
            </w:r>
          </w:p>
        </w:tc>
        <w:tc>
          <w:tcPr>
            <w:tcW w:w="1664" w:type="dxa"/>
            <w:vAlign w:val="center"/>
          </w:tcPr>
          <w:p w14:paraId="57D7033B" w14:textId="77777777" w:rsidR="00D8660F" w:rsidRPr="003656D8" w:rsidRDefault="00D8660F" w:rsidP="00A37277">
            <w:pPr>
              <w:jc w:val="center"/>
            </w:pPr>
            <w:r w:rsidRPr="003656D8">
              <w:t>Stockholders’ Equity</w:t>
            </w:r>
          </w:p>
        </w:tc>
      </w:tr>
      <w:tr w:rsidR="00D8660F" w:rsidRPr="003656D8" w14:paraId="10DB05AA" w14:textId="77777777" w:rsidTr="00C8777F">
        <w:tc>
          <w:tcPr>
            <w:tcW w:w="0" w:type="auto"/>
            <w:vAlign w:val="bottom"/>
          </w:tcPr>
          <w:p w14:paraId="1E607EEC" w14:textId="77777777" w:rsidR="00D8660F" w:rsidRPr="003656D8" w:rsidRDefault="00D8660F" w:rsidP="00C8777F">
            <w:pPr>
              <w:jc w:val="center"/>
            </w:pPr>
            <w:r w:rsidRPr="003656D8">
              <w:t>Ref.</w:t>
            </w:r>
          </w:p>
        </w:tc>
        <w:tc>
          <w:tcPr>
            <w:tcW w:w="0" w:type="auto"/>
            <w:tcBorders>
              <w:bottom w:val="single" w:sz="4" w:space="0" w:color="auto"/>
            </w:tcBorders>
            <w:shd w:val="clear" w:color="auto" w:fill="auto"/>
            <w:vAlign w:val="bottom"/>
          </w:tcPr>
          <w:p w14:paraId="76F1D376" w14:textId="77777777" w:rsidR="00D8660F" w:rsidRPr="003656D8" w:rsidRDefault="00D8660F" w:rsidP="00C8777F">
            <w:pPr>
              <w:jc w:val="center"/>
            </w:pPr>
            <w:r w:rsidRPr="003656D8">
              <w:t>Cash</w:t>
            </w:r>
          </w:p>
        </w:tc>
        <w:tc>
          <w:tcPr>
            <w:tcW w:w="0" w:type="auto"/>
            <w:shd w:val="clear" w:color="auto" w:fill="auto"/>
            <w:vAlign w:val="bottom"/>
          </w:tcPr>
          <w:p w14:paraId="364A4AC2" w14:textId="77777777" w:rsidR="00D8660F" w:rsidRPr="003656D8" w:rsidRDefault="00D8660F" w:rsidP="00C8777F">
            <w:pPr>
              <w:jc w:val="center"/>
            </w:pPr>
            <w:r w:rsidRPr="003656D8">
              <w:t>+</w:t>
            </w:r>
          </w:p>
        </w:tc>
        <w:tc>
          <w:tcPr>
            <w:tcW w:w="0" w:type="auto"/>
            <w:tcBorders>
              <w:bottom w:val="single" w:sz="4" w:space="0" w:color="auto"/>
            </w:tcBorders>
            <w:shd w:val="clear" w:color="auto" w:fill="auto"/>
            <w:vAlign w:val="bottom"/>
          </w:tcPr>
          <w:p w14:paraId="5B22B5BD" w14:textId="77777777" w:rsidR="00D8660F" w:rsidRPr="003656D8" w:rsidRDefault="00D8660F" w:rsidP="00C8777F">
            <w:pPr>
              <w:jc w:val="center"/>
            </w:pPr>
            <w:r w:rsidRPr="003656D8">
              <w:t>Supplies</w:t>
            </w:r>
          </w:p>
        </w:tc>
        <w:tc>
          <w:tcPr>
            <w:tcW w:w="0" w:type="auto"/>
            <w:shd w:val="clear" w:color="auto" w:fill="auto"/>
            <w:vAlign w:val="bottom"/>
          </w:tcPr>
          <w:p w14:paraId="5DA2F584" w14:textId="77777777" w:rsidR="00D8660F" w:rsidRPr="003656D8" w:rsidRDefault="00D8660F" w:rsidP="00C8777F">
            <w:pPr>
              <w:jc w:val="center"/>
            </w:pPr>
            <w:r w:rsidRPr="003656D8">
              <w:t>+</w:t>
            </w:r>
          </w:p>
        </w:tc>
        <w:tc>
          <w:tcPr>
            <w:tcW w:w="0" w:type="auto"/>
            <w:tcBorders>
              <w:bottom w:val="single" w:sz="4" w:space="0" w:color="auto"/>
            </w:tcBorders>
            <w:shd w:val="clear" w:color="auto" w:fill="auto"/>
            <w:vAlign w:val="bottom"/>
          </w:tcPr>
          <w:p w14:paraId="4FB1AB55" w14:textId="77777777" w:rsidR="00D8660F" w:rsidRPr="003656D8" w:rsidRDefault="00D8660F" w:rsidP="00C8777F">
            <w:pPr>
              <w:jc w:val="center"/>
            </w:pPr>
            <w:r w:rsidRPr="003656D8">
              <w:t>Equipment</w:t>
            </w:r>
          </w:p>
        </w:tc>
        <w:tc>
          <w:tcPr>
            <w:tcW w:w="0" w:type="auto"/>
            <w:shd w:val="clear" w:color="auto" w:fill="auto"/>
            <w:vAlign w:val="bottom"/>
          </w:tcPr>
          <w:p w14:paraId="6E06C8AC" w14:textId="77777777" w:rsidR="00D8660F" w:rsidRPr="003656D8" w:rsidRDefault="00D8660F" w:rsidP="00C8777F">
            <w:pPr>
              <w:jc w:val="center"/>
            </w:pPr>
            <w:r w:rsidRPr="003656D8">
              <w:t>=</w:t>
            </w:r>
          </w:p>
        </w:tc>
        <w:tc>
          <w:tcPr>
            <w:tcW w:w="0" w:type="auto"/>
            <w:tcBorders>
              <w:bottom w:val="single" w:sz="4" w:space="0" w:color="auto"/>
            </w:tcBorders>
            <w:shd w:val="clear" w:color="auto" w:fill="auto"/>
            <w:vAlign w:val="bottom"/>
          </w:tcPr>
          <w:p w14:paraId="154D64CD" w14:textId="77777777" w:rsidR="00D8660F" w:rsidRPr="003656D8" w:rsidRDefault="00D8660F" w:rsidP="00C8777F">
            <w:pPr>
              <w:jc w:val="center"/>
            </w:pPr>
            <w:r w:rsidRPr="003656D8">
              <w:t>Accounts Payable</w:t>
            </w:r>
          </w:p>
        </w:tc>
        <w:tc>
          <w:tcPr>
            <w:tcW w:w="0" w:type="auto"/>
            <w:shd w:val="clear" w:color="auto" w:fill="auto"/>
            <w:vAlign w:val="bottom"/>
          </w:tcPr>
          <w:p w14:paraId="5520B8C1" w14:textId="77777777" w:rsidR="00D8660F" w:rsidRPr="003656D8" w:rsidRDefault="00D8660F" w:rsidP="00C8777F">
            <w:pPr>
              <w:jc w:val="center"/>
            </w:pPr>
            <w:r w:rsidRPr="003656D8">
              <w:t>+</w:t>
            </w:r>
          </w:p>
        </w:tc>
        <w:tc>
          <w:tcPr>
            <w:tcW w:w="0" w:type="auto"/>
            <w:tcBorders>
              <w:bottom w:val="single" w:sz="4" w:space="0" w:color="auto"/>
            </w:tcBorders>
            <w:shd w:val="clear" w:color="auto" w:fill="auto"/>
            <w:vAlign w:val="bottom"/>
          </w:tcPr>
          <w:p w14:paraId="635CAB5D" w14:textId="77777777" w:rsidR="00D8660F" w:rsidRPr="003656D8" w:rsidRDefault="00D8660F" w:rsidP="00C8777F">
            <w:pPr>
              <w:jc w:val="center"/>
            </w:pPr>
            <w:r w:rsidRPr="003656D8">
              <w:t>Notes Payable</w:t>
            </w:r>
            <w:r w:rsidR="00C8777F">
              <w:t xml:space="preserve"> (short-term)</w:t>
            </w:r>
          </w:p>
        </w:tc>
        <w:tc>
          <w:tcPr>
            <w:tcW w:w="342" w:type="dxa"/>
            <w:shd w:val="clear" w:color="auto" w:fill="auto"/>
            <w:vAlign w:val="bottom"/>
          </w:tcPr>
          <w:p w14:paraId="7526F429" w14:textId="77777777" w:rsidR="00D8660F" w:rsidRPr="003656D8" w:rsidRDefault="00D8660F" w:rsidP="00C8777F">
            <w:pPr>
              <w:jc w:val="center"/>
            </w:pPr>
            <w:r w:rsidRPr="003656D8">
              <w:t>+</w:t>
            </w:r>
          </w:p>
        </w:tc>
        <w:tc>
          <w:tcPr>
            <w:tcW w:w="1664" w:type="dxa"/>
            <w:tcBorders>
              <w:bottom w:val="single" w:sz="4" w:space="0" w:color="auto"/>
            </w:tcBorders>
            <w:vAlign w:val="bottom"/>
          </w:tcPr>
          <w:p w14:paraId="7271BFE1" w14:textId="77777777" w:rsidR="00D8660F" w:rsidRPr="003656D8" w:rsidRDefault="00625769" w:rsidP="00C8777F">
            <w:pPr>
              <w:jc w:val="center"/>
            </w:pPr>
            <w:r>
              <w:t>Common Stock</w:t>
            </w:r>
          </w:p>
        </w:tc>
      </w:tr>
      <w:tr w:rsidR="00D8660F" w:rsidRPr="003656D8" w14:paraId="6DF9422A" w14:textId="77777777" w:rsidTr="00852158">
        <w:trPr>
          <w:trHeight w:val="432"/>
        </w:trPr>
        <w:tc>
          <w:tcPr>
            <w:tcW w:w="0" w:type="auto"/>
            <w:tcBorders>
              <w:right w:val="single" w:sz="4" w:space="0" w:color="auto"/>
            </w:tcBorders>
            <w:vAlign w:val="center"/>
          </w:tcPr>
          <w:p w14:paraId="3D750607" w14:textId="77777777" w:rsidR="00D8660F" w:rsidRPr="003656D8" w:rsidRDefault="00D8660F" w:rsidP="00C2079C">
            <w:r w:rsidRPr="003656D8">
              <w:t>(a)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D750805" w14:textId="77777777" w:rsidR="00D8660F" w:rsidRPr="003656D8" w:rsidRDefault="00D8660F" w:rsidP="007A6C3C">
            <w:pPr>
              <w:jc w:val="right"/>
            </w:pPr>
            <w:r w:rsidRPr="003656D8">
              <w:t>+10,000</w:t>
            </w:r>
          </w:p>
        </w:tc>
        <w:tc>
          <w:tcPr>
            <w:tcW w:w="0" w:type="auto"/>
            <w:tcBorders>
              <w:left w:val="single" w:sz="4" w:space="0" w:color="auto"/>
              <w:right w:val="single" w:sz="4" w:space="0" w:color="auto"/>
            </w:tcBorders>
            <w:shd w:val="clear" w:color="auto" w:fill="auto"/>
            <w:vAlign w:val="center"/>
          </w:tcPr>
          <w:p w14:paraId="1DC17A9D"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89A7DD"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15F98010"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B290D3"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206AAC2C" w14:textId="77777777" w:rsidR="00D8660F" w:rsidRPr="003656D8" w:rsidRDefault="00D8660F"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75BCC55"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57BAA322"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11296B"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636EAE15"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28194F05" w14:textId="77777777" w:rsidR="00D8660F" w:rsidRPr="003656D8" w:rsidRDefault="00D8660F" w:rsidP="007A6C3C">
            <w:pPr>
              <w:jc w:val="right"/>
            </w:pPr>
            <w:r w:rsidRPr="003656D8">
              <w:t>+10,000</w:t>
            </w:r>
          </w:p>
        </w:tc>
      </w:tr>
      <w:tr w:rsidR="00D8660F" w:rsidRPr="003656D8" w14:paraId="7358FEF3" w14:textId="77777777" w:rsidTr="00852158">
        <w:trPr>
          <w:trHeight w:val="432"/>
        </w:trPr>
        <w:tc>
          <w:tcPr>
            <w:tcW w:w="0" w:type="auto"/>
            <w:tcBorders>
              <w:right w:val="single" w:sz="4" w:space="0" w:color="auto"/>
            </w:tcBorders>
            <w:vAlign w:val="center"/>
          </w:tcPr>
          <w:p w14:paraId="0E6C2CD0" w14:textId="77777777" w:rsidR="00D8660F" w:rsidRPr="003656D8" w:rsidRDefault="00D8660F" w:rsidP="00C2079C">
            <w:r w:rsidRPr="003656D8">
              <w:t>(b)</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6FFDC3C" w14:textId="77777777" w:rsidR="00D8660F" w:rsidRPr="003656D8" w:rsidRDefault="00D8660F" w:rsidP="007A6C3C">
            <w:pPr>
              <w:jc w:val="right"/>
            </w:pPr>
            <w:r w:rsidRPr="003656D8">
              <w:t>+15,000</w:t>
            </w:r>
          </w:p>
        </w:tc>
        <w:tc>
          <w:tcPr>
            <w:tcW w:w="0" w:type="auto"/>
            <w:tcBorders>
              <w:left w:val="single" w:sz="4" w:space="0" w:color="auto"/>
              <w:right w:val="single" w:sz="4" w:space="0" w:color="auto"/>
            </w:tcBorders>
            <w:shd w:val="clear" w:color="auto" w:fill="auto"/>
            <w:vAlign w:val="center"/>
          </w:tcPr>
          <w:p w14:paraId="00B0DE3D"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4A87FA"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24F560A"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8A4A944"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0FFE8008" w14:textId="77777777" w:rsidR="00D8660F" w:rsidRPr="003656D8" w:rsidRDefault="00D8660F"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825CB8"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12BBFF4"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66FEDED" w14:textId="77777777" w:rsidR="00D8660F" w:rsidRPr="003656D8" w:rsidRDefault="00D8660F" w:rsidP="007A6C3C">
            <w:pPr>
              <w:jc w:val="right"/>
            </w:pPr>
            <w:r w:rsidRPr="003656D8">
              <w:t>+15,000</w:t>
            </w:r>
          </w:p>
        </w:tc>
        <w:tc>
          <w:tcPr>
            <w:tcW w:w="342" w:type="dxa"/>
            <w:tcBorders>
              <w:left w:val="single" w:sz="4" w:space="0" w:color="auto"/>
              <w:right w:val="single" w:sz="4" w:space="0" w:color="auto"/>
            </w:tcBorders>
            <w:shd w:val="clear" w:color="auto" w:fill="auto"/>
            <w:vAlign w:val="center"/>
          </w:tcPr>
          <w:p w14:paraId="7F07615B"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592ECC1B" w14:textId="77777777" w:rsidR="00D8660F" w:rsidRPr="003656D8" w:rsidRDefault="00D8660F" w:rsidP="007A6C3C">
            <w:pPr>
              <w:jc w:val="right"/>
            </w:pPr>
          </w:p>
        </w:tc>
      </w:tr>
      <w:tr w:rsidR="00D8660F" w:rsidRPr="003656D8" w14:paraId="447163D5" w14:textId="77777777" w:rsidTr="00852158">
        <w:trPr>
          <w:trHeight w:val="432"/>
        </w:trPr>
        <w:tc>
          <w:tcPr>
            <w:tcW w:w="0" w:type="auto"/>
            <w:tcBorders>
              <w:right w:val="single" w:sz="4" w:space="0" w:color="auto"/>
            </w:tcBorders>
            <w:vAlign w:val="center"/>
          </w:tcPr>
          <w:p w14:paraId="383993A2" w14:textId="77777777" w:rsidR="00D8660F" w:rsidRPr="003656D8" w:rsidRDefault="00D8660F" w:rsidP="00C2079C">
            <w:r w:rsidRPr="003656D8">
              <w:t>(c)</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3E1824C" w14:textId="77777777" w:rsidR="00D8660F" w:rsidRPr="003656D8" w:rsidRDefault="007A6C3C" w:rsidP="007A6C3C">
            <w:pPr>
              <w:jc w:val="right"/>
            </w:pPr>
            <w:r>
              <w:t>–</w:t>
            </w:r>
            <w:r w:rsidR="00D8660F" w:rsidRPr="003656D8">
              <w:t>20,000</w:t>
            </w:r>
          </w:p>
        </w:tc>
        <w:tc>
          <w:tcPr>
            <w:tcW w:w="0" w:type="auto"/>
            <w:tcBorders>
              <w:left w:val="single" w:sz="4" w:space="0" w:color="auto"/>
              <w:right w:val="single" w:sz="4" w:space="0" w:color="auto"/>
            </w:tcBorders>
            <w:shd w:val="clear" w:color="auto" w:fill="auto"/>
            <w:vAlign w:val="center"/>
          </w:tcPr>
          <w:p w14:paraId="4D506C49"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56FBB9"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21039B76"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26FBAA3" w14:textId="77777777" w:rsidR="00D8660F" w:rsidRPr="003656D8" w:rsidRDefault="00D8660F" w:rsidP="007A6C3C">
            <w:pPr>
              <w:jc w:val="right"/>
            </w:pPr>
            <w:r w:rsidRPr="003656D8">
              <w:t>+20,000</w:t>
            </w:r>
          </w:p>
        </w:tc>
        <w:tc>
          <w:tcPr>
            <w:tcW w:w="0" w:type="auto"/>
            <w:tcBorders>
              <w:left w:val="single" w:sz="4" w:space="0" w:color="auto"/>
              <w:right w:val="single" w:sz="4" w:space="0" w:color="auto"/>
            </w:tcBorders>
            <w:shd w:val="clear" w:color="auto" w:fill="auto"/>
            <w:vAlign w:val="center"/>
          </w:tcPr>
          <w:p w14:paraId="3357BE9B" w14:textId="77777777" w:rsidR="00D8660F" w:rsidRPr="003656D8" w:rsidRDefault="00D8660F"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380D69"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29674B77"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AC6D14B"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38582BDF"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2997ED25" w14:textId="77777777" w:rsidR="00D8660F" w:rsidRPr="003656D8" w:rsidRDefault="00D8660F" w:rsidP="007A6C3C">
            <w:pPr>
              <w:jc w:val="right"/>
            </w:pPr>
          </w:p>
        </w:tc>
      </w:tr>
      <w:tr w:rsidR="00D8660F" w:rsidRPr="003656D8" w14:paraId="4E24A82C" w14:textId="77777777" w:rsidTr="00852158">
        <w:trPr>
          <w:trHeight w:val="432"/>
        </w:trPr>
        <w:tc>
          <w:tcPr>
            <w:tcW w:w="0" w:type="auto"/>
            <w:tcBorders>
              <w:right w:val="single" w:sz="4" w:space="0" w:color="auto"/>
            </w:tcBorders>
            <w:vAlign w:val="center"/>
          </w:tcPr>
          <w:p w14:paraId="4D0FAF7B" w14:textId="77777777" w:rsidR="00D8660F" w:rsidRPr="003656D8" w:rsidRDefault="00D8660F" w:rsidP="00C2079C">
            <w:r w:rsidRPr="003656D8">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CBD800"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402A5B6E"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02664D" w14:textId="77777777" w:rsidR="00D8660F" w:rsidRPr="003656D8" w:rsidRDefault="00D8660F" w:rsidP="007A6C3C">
            <w:pPr>
              <w:jc w:val="right"/>
            </w:pPr>
            <w:r w:rsidRPr="003656D8">
              <w:t>+300</w:t>
            </w:r>
          </w:p>
        </w:tc>
        <w:tc>
          <w:tcPr>
            <w:tcW w:w="0" w:type="auto"/>
            <w:tcBorders>
              <w:left w:val="single" w:sz="4" w:space="0" w:color="auto"/>
              <w:right w:val="single" w:sz="4" w:space="0" w:color="auto"/>
            </w:tcBorders>
            <w:shd w:val="clear" w:color="auto" w:fill="auto"/>
            <w:vAlign w:val="center"/>
          </w:tcPr>
          <w:p w14:paraId="5B1B5B8F"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39450A5"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2BE69FA9" w14:textId="77777777" w:rsidR="00D8660F" w:rsidRPr="003656D8" w:rsidRDefault="00D8660F"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87E871" w14:textId="77777777" w:rsidR="00D8660F" w:rsidRPr="003656D8" w:rsidRDefault="00D8660F" w:rsidP="007A6C3C">
            <w:pPr>
              <w:jc w:val="right"/>
            </w:pPr>
            <w:r w:rsidRPr="003656D8">
              <w:t>+300</w:t>
            </w:r>
          </w:p>
        </w:tc>
        <w:tc>
          <w:tcPr>
            <w:tcW w:w="0" w:type="auto"/>
            <w:tcBorders>
              <w:left w:val="single" w:sz="4" w:space="0" w:color="auto"/>
              <w:right w:val="single" w:sz="4" w:space="0" w:color="auto"/>
            </w:tcBorders>
            <w:shd w:val="clear" w:color="auto" w:fill="auto"/>
            <w:vAlign w:val="center"/>
          </w:tcPr>
          <w:p w14:paraId="7DED0CEA"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15735C"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73F737C2"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6E22F52D" w14:textId="77777777" w:rsidR="00D8660F" w:rsidRPr="003656D8" w:rsidRDefault="00D8660F" w:rsidP="007A6C3C">
            <w:pPr>
              <w:jc w:val="right"/>
            </w:pPr>
          </w:p>
        </w:tc>
      </w:tr>
      <w:tr w:rsidR="00D8660F" w:rsidRPr="003656D8" w14:paraId="1495E45B" w14:textId="77777777" w:rsidTr="00852158">
        <w:trPr>
          <w:trHeight w:val="432"/>
        </w:trPr>
        <w:tc>
          <w:tcPr>
            <w:tcW w:w="0" w:type="auto"/>
            <w:tcBorders>
              <w:right w:val="single" w:sz="4" w:space="0" w:color="auto"/>
            </w:tcBorders>
            <w:vAlign w:val="center"/>
          </w:tcPr>
          <w:p w14:paraId="6F547E51" w14:textId="77777777" w:rsidR="00D8660F" w:rsidRPr="003656D8" w:rsidRDefault="00D8660F" w:rsidP="00C2079C">
            <w:r w:rsidRPr="003656D8">
              <w:t>(f)</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77EDD91"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906CC21"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D200A2"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576EF708"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07BFE0"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5F58E9A3"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107F651"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5981750A"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73E4F6"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37239386"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6ADF5391" w14:textId="77777777" w:rsidR="00D8660F" w:rsidRPr="003656D8" w:rsidRDefault="00D8660F" w:rsidP="007A6C3C">
            <w:pPr>
              <w:jc w:val="right"/>
            </w:pPr>
          </w:p>
        </w:tc>
      </w:tr>
      <w:tr w:rsidR="00D8660F" w:rsidRPr="003656D8" w14:paraId="530EF7B3" w14:textId="77777777" w:rsidTr="00852158">
        <w:trPr>
          <w:trHeight w:val="432"/>
        </w:trPr>
        <w:tc>
          <w:tcPr>
            <w:tcW w:w="0" w:type="auto"/>
            <w:tcBorders>
              <w:right w:val="single" w:sz="4" w:space="0" w:color="auto"/>
            </w:tcBorders>
            <w:vAlign w:val="center"/>
          </w:tcPr>
          <w:p w14:paraId="55662224" w14:textId="77777777" w:rsidR="00D8660F" w:rsidRPr="003656D8" w:rsidRDefault="00D8660F" w:rsidP="00C2079C">
            <w:r w:rsidRPr="003656D8">
              <w:t>(g)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38A9ED"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ADBC3AF"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BEF0191"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B1BEE37"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98EAC50"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71756E79"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1C0A13"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6BBB46F4"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9DE67F"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66A04052"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2CD06DBF" w14:textId="77777777" w:rsidR="00D8660F" w:rsidRPr="003656D8" w:rsidRDefault="00D8660F" w:rsidP="007A6C3C">
            <w:pPr>
              <w:jc w:val="right"/>
            </w:pPr>
          </w:p>
        </w:tc>
      </w:tr>
      <w:tr w:rsidR="00D8660F" w:rsidRPr="003656D8" w14:paraId="30639B64" w14:textId="77777777" w:rsidTr="00852158">
        <w:trPr>
          <w:trHeight w:val="432"/>
        </w:trPr>
        <w:tc>
          <w:tcPr>
            <w:tcW w:w="0" w:type="auto"/>
            <w:tcBorders>
              <w:right w:val="single" w:sz="4" w:space="0" w:color="auto"/>
            </w:tcBorders>
            <w:vAlign w:val="center"/>
          </w:tcPr>
          <w:p w14:paraId="00417A87" w14:textId="77777777" w:rsidR="00D8660F" w:rsidRPr="003656D8" w:rsidRDefault="00D8660F" w:rsidP="00C2079C">
            <w:r w:rsidRPr="003656D8">
              <w:t>(h)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06411E"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69FCFEF4"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CDC3D0"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55DDCEFD"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95AA43D"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655B9A50"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63BED52"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440C18BD"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1DDC1C"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5791E2A8"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12B1219F" w14:textId="77777777" w:rsidR="00D8660F" w:rsidRPr="003656D8" w:rsidRDefault="00D8660F" w:rsidP="007A6C3C">
            <w:pPr>
              <w:jc w:val="right"/>
            </w:pPr>
          </w:p>
        </w:tc>
      </w:tr>
      <w:tr w:rsidR="00D8660F" w:rsidRPr="003656D8" w14:paraId="3600FD8F" w14:textId="77777777" w:rsidTr="00852158">
        <w:trPr>
          <w:trHeight w:val="432"/>
        </w:trPr>
        <w:tc>
          <w:tcPr>
            <w:tcW w:w="0" w:type="auto"/>
            <w:tcBorders>
              <w:right w:val="single" w:sz="4" w:space="0" w:color="auto"/>
            </w:tcBorders>
            <w:vAlign w:val="center"/>
          </w:tcPr>
          <w:p w14:paraId="784D21DE" w14:textId="77777777" w:rsidR="00D8660F" w:rsidRPr="003656D8" w:rsidRDefault="00D8660F" w:rsidP="00C2079C">
            <w:r w:rsidRPr="003656D8">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1939FC"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5CD24798"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118443"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5D0BC359"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7521256"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12964164"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9574C22" w14:textId="77777777" w:rsidR="00D8660F" w:rsidRPr="003656D8" w:rsidRDefault="00D8660F" w:rsidP="007A6C3C">
            <w:pPr>
              <w:jc w:val="right"/>
            </w:pPr>
          </w:p>
        </w:tc>
        <w:tc>
          <w:tcPr>
            <w:tcW w:w="0" w:type="auto"/>
            <w:tcBorders>
              <w:left w:val="single" w:sz="4" w:space="0" w:color="auto"/>
              <w:right w:val="single" w:sz="4" w:space="0" w:color="auto"/>
            </w:tcBorders>
            <w:shd w:val="clear" w:color="auto" w:fill="auto"/>
            <w:vAlign w:val="center"/>
          </w:tcPr>
          <w:p w14:paraId="15106DAD" w14:textId="77777777" w:rsidR="00D8660F" w:rsidRPr="003656D8" w:rsidRDefault="00D8660F"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4C379A" w14:textId="77777777" w:rsidR="00D8660F" w:rsidRPr="003656D8" w:rsidRDefault="00D8660F" w:rsidP="007A6C3C">
            <w:pPr>
              <w:jc w:val="right"/>
            </w:pPr>
          </w:p>
        </w:tc>
        <w:tc>
          <w:tcPr>
            <w:tcW w:w="342" w:type="dxa"/>
            <w:tcBorders>
              <w:left w:val="single" w:sz="4" w:space="0" w:color="auto"/>
              <w:right w:val="single" w:sz="4" w:space="0" w:color="auto"/>
            </w:tcBorders>
            <w:shd w:val="clear" w:color="auto" w:fill="auto"/>
            <w:vAlign w:val="center"/>
          </w:tcPr>
          <w:p w14:paraId="30FDD9CD" w14:textId="77777777" w:rsidR="00D8660F" w:rsidRPr="003656D8" w:rsidRDefault="00D8660F"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1599528F" w14:textId="77777777" w:rsidR="00D8660F" w:rsidRPr="003656D8" w:rsidRDefault="00D8660F" w:rsidP="007A6C3C">
            <w:pPr>
              <w:jc w:val="right"/>
            </w:pPr>
          </w:p>
        </w:tc>
      </w:tr>
    </w:tbl>
    <w:p w14:paraId="5F0C26F9" w14:textId="77777777" w:rsidR="00FF2D49" w:rsidRPr="005F480C" w:rsidRDefault="003656D8" w:rsidP="00FF2D49">
      <w:pPr>
        <w:pStyle w:val="Heading1"/>
        <w:spacing w:before="240"/>
      </w:pPr>
      <w:r w:rsidRPr="003656D8">
        <w:rPr>
          <w:b w:val="0"/>
        </w:rPr>
        <w:br w:type="page"/>
      </w:r>
      <w:r w:rsidR="00FF2D49" w:rsidRPr="005F480C">
        <w:lastRenderedPageBreak/>
        <w:t xml:space="preserve">HANDOUT </w:t>
      </w:r>
      <w:r w:rsidR="00FF2D49">
        <w:t>2</w:t>
      </w:r>
      <w:r w:rsidR="007D4591">
        <w:t>–</w:t>
      </w:r>
      <w:r w:rsidR="00FF2D49">
        <w:t>2 SOLUTION</w:t>
      </w:r>
    </w:p>
    <w:p w14:paraId="703FF7FE" w14:textId="77777777" w:rsidR="00FF2D49" w:rsidRPr="005F480C" w:rsidRDefault="00FF2D49" w:rsidP="00FF2D49">
      <w:pPr>
        <w:pStyle w:val="Heading1"/>
        <w:spacing w:before="240"/>
        <w:jc w:val="center"/>
        <w:rPr>
          <w:u w:val="none"/>
        </w:rPr>
      </w:pPr>
      <w:r>
        <w:rPr>
          <w:u w:val="none"/>
        </w:rPr>
        <w:t>ANALYZING TRANSACTIONS</w:t>
      </w:r>
    </w:p>
    <w:p w14:paraId="6119CDCC" w14:textId="77777777" w:rsidR="00FF2D49" w:rsidRDefault="003B1C25" w:rsidP="00FF2D49">
      <w:r>
        <w:t xml:space="preserve">Analyze the </w:t>
      </w:r>
      <w:r w:rsidR="00FF2D49">
        <w:t>following transactions</w:t>
      </w:r>
      <w:r>
        <w:t xml:space="preserve"> as set forth below</w:t>
      </w:r>
      <w:r w:rsidR="00FF2D49">
        <w:t xml:space="preserve">. Use the spreadsheet </w:t>
      </w:r>
      <w:r>
        <w:t>on the next page</w:t>
      </w:r>
      <w:r w:rsidR="00FF2D49">
        <w:t xml:space="preserve"> to keep track of the amount in each account:</w:t>
      </w:r>
    </w:p>
    <w:p w14:paraId="35F8F522" w14:textId="77777777" w:rsidR="003656D8" w:rsidRDefault="003656D8" w:rsidP="003656D8"/>
    <w:p w14:paraId="2AE0F404" w14:textId="77777777" w:rsidR="003656D8" w:rsidRPr="008E59B6" w:rsidRDefault="0044591F" w:rsidP="003656D8">
      <w:r w:rsidRPr="0044591F">
        <w:t>(f) Pays $300 to the supplier in (d).</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237"/>
        <w:gridCol w:w="5403"/>
      </w:tblGrid>
      <w:tr w:rsidR="003656D8" w14:paraId="035CD1C4" w14:textId="77777777" w:rsidTr="0075698B">
        <w:trPr>
          <w:trHeight w:val="432"/>
        </w:trPr>
        <w:tc>
          <w:tcPr>
            <w:tcW w:w="381" w:type="dxa"/>
            <w:vAlign w:val="center"/>
          </w:tcPr>
          <w:p w14:paraId="12FE0F0E" w14:textId="77777777" w:rsidR="003656D8" w:rsidRPr="003656D8" w:rsidRDefault="003656D8" w:rsidP="003656D8">
            <w:r w:rsidRPr="003656D8">
              <w:t>1.</w:t>
            </w:r>
          </w:p>
        </w:tc>
        <w:tc>
          <w:tcPr>
            <w:tcW w:w="3237" w:type="dxa"/>
            <w:tcBorders>
              <w:right w:val="single" w:sz="4" w:space="0" w:color="auto"/>
            </w:tcBorders>
            <w:vAlign w:val="center"/>
          </w:tcPr>
          <w:p w14:paraId="37943825" w14:textId="77777777" w:rsidR="003656D8" w:rsidRPr="003656D8" w:rsidRDefault="003656D8" w:rsidP="003656D8">
            <w:r w:rsidRPr="003656D8">
              <w:t>Does a transaction exist?</w:t>
            </w:r>
          </w:p>
        </w:tc>
        <w:tc>
          <w:tcPr>
            <w:tcW w:w="5403" w:type="dxa"/>
            <w:tcBorders>
              <w:top w:val="single" w:sz="4" w:space="0" w:color="auto"/>
              <w:left w:val="single" w:sz="4" w:space="0" w:color="auto"/>
              <w:bottom w:val="single" w:sz="4" w:space="0" w:color="auto"/>
              <w:right w:val="single" w:sz="4" w:space="0" w:color="auto"/>
            </w:tcBorders>
            <w:vAlign w:val="center"/>
          </w:tcPr>
          <w:p w14:paraId="4C3AB5CA" w14:textId="77777777" w:rsidR="003656D8" w:rsidRPr="003656D8" w:rsidRDefault="003656D8" w:rsidP="003656D8">
            <w:r w:rsidRPr="003656D8">
              <w:t>Yes</w:t>
            </w:r>
            <w:r w:rsidR="007D4591">
              <w:t>—</w:t>
            </w:r>
            <w:r w:rsidRPr="003656D8">
              <w:t>paid cash to reduce accounts payable.</w:t>
            </w:r>
          </w:p>
        </w:tc>
      </w:tr>
      <w:tr w:rsidR="003656D8" w14:paraId="39BBEE04" w14:textId="77777777" w:rsidTr="0075698B">
        <w:trPr>
          <w:trHeight w:val="432"/>
        </w:trPr>
        <w:tc>
          <w:tcPr>
            <w:tcW w:w="381" w:type="dxa"/>
            <w:vAlign w:val="center"/>
          </w:tcPr>
          <w:p w14:paraId="1AE7F557" w14:textId="77777777" w:rsidR="003656D8" w:rsidRPr="003656D8" w:rsidRDefault="003656D8" w:rsidP="003656D8">
            <w:r w:rsidRPr="003656D8">
              <w:t>2.</w:t>
            </w:r>
          </w:p>
        </w:tc>
        <w:tc>
          <w:tcPr>
            <w:tcW w:w="3237" w:type="dxa"/>
            <w:tcBorders>
              <w:right w:val="single" w:sz="4" w:space="0" w:color="auto"/>
            </w:tcBorders>
            <w:vAlign w:val="center"/>
          </w:tcPr>
          <w:p w14:paraId="4FBBD9BB" w14:textId="77777777" w:rsidR="003656D8" w:rsidRPr="003656D8" w:rsidRDefault="003656D8" w:rsidP="003656D8">
            <w:r w:rsidRPr="003656D8">
              <w:t>Examine it for accounts affected.</w:t>
            </w:r>
          </w:p>
        </w:tc>
        <w:tc>
          <w:tcPr>
            <w:tcW w:w="5403" w:type="dxa"/>
            <w:tcBorders>
              <w:top w:val="single" w:sz="4" w:space="0" w:color="auto"/>
              <w:left w:val="single" w:sz="4" w:space="0" w:color="auto"/>
              <w:bottom w:val="single" w:sz="4" w:space="0" w:color="auto"/>
              <w:right w:val="single" w:sz="4" w:space="0" w:color="auto"/>
            </w:tcBorders>
            <w:vAlign w:val="center"/>
          </w:tcPr>
          <w:p w14:paraId="749CAD94" w14:textId="77777777" w:rsidR="003656D8" w:rsidRPr="003656D8" w:rsidRDefault="003656D8" w:rsidP="003656D8">
            <w:r w:rsidRPr="003656D8">
              <w:t>Cash and Accounts Payable</w:t>
            </w:r>
          </w:p>
        </w:tc>
      </w:tr>
      <w:tr w:rsidR="003656D8" w14:paraId="6C0A016F" w14:textId="77777777" w:rsidTr="0075698B">
        <w:trPr>
          <w:trHeight w:val="432"/>
        </w:trPr>
        <w:tc>
          <w:tcPr>
            <w:tcW w:w="381" w:type="dxa"/>
            <w:vAlign w:val="center"/>
          </w:tcPr>
          <w:p w14:paraId="79A6F4FA" w14:textId="77777777" w:rsidR="003656D8" w:rsidRPr="003656D8" w:rsidRDefault="003656D8" w:rsidP="003656D8">
            <w:r w:rsidRPr="003656D8">
              <w:t>3.</w:t>
            </w:r>
          </w:p>
        </w:tc>
        <w:tc>
          <w:tcPr>
            <w:tcW w:w="3237" w:type="dxa"/>
            <w:tcBorders>
              <w:right w:val="single" w:sz="4" w:space="0" w:color="auto"/>
            </w:tcBorders>
            <w:vAlign w:val="center"/>
          </w:tcPr>
          <w:p w14:paraId="15111FBF" w14:textId="77777777" w:rsidR="003656D8" w:rsidRPr="003656D8" w:rsidRDefault="003656D8" w:rsidP="003656D8">
            <w:r w:rsidRPr="003656D8">
              <w:t>Classify each account affected.</w:t>
            </w:r>
          </w:p>
        </w:tc>
        <w:tc>
          <w:tcPr>
            <w:tcW w:w="5403" w:type="dxa"/>
            <w:tcBorders>
              <w:top w:val="single" w:sz="4" w:space="0" w:color="auto"/>
              <w:left w:val="single" w:sz="4" w:space="0" w:color="auto"/>
              <w:bottom w:val="single" w:sz="4" w:space="0" w:color="auto"/>
              <w:right w:val="single" w:sz="4" w:space="0" w:color="auto"/>
            </w:tcBorders>
            <w:vAlign w:val="center"/>
          </w:tcPr>
          <w:p w14:paraId="4CFB9EDA" w14:textId="77777777" w:rsidR="003656D8" w:rsidRPr="003656D8" w:rsidRDefault="003656D8" w:rsidP="003656D8">
            <w:r w:rsidRPr="003656D8">
              <w:t>Cash is an Asset (A) and Accounts Payable is a Liability (L)</w:t>
            </w:r>
          </w:p>
        </w:tc>
      </w:tr>
      <w:tr w:rsidR="003656D8" w14:paraId="3BBFC544" w14:textId="77777777" w:rsidTr="0075698B">
        <w:trPr>
          <w:trHeight w:val="432"/>
        </w:trPr>
        <w:tc>
          <w:tcPr>
            <w:tcW w:w="381" w:type="dxa"/>
            <w:vAlign w:val="center"/>
          </w:tcPr>
          <w:p w14:paraId="56E60346" w14:textId="77777777" w:rsidR="003656D8" w:rsidRPr="003656D8" w:rsidRDefault="003656D8" w:rsidP="003656D8">
            <w:r w:rsidRPr="003656D8">
              <w:t>4.</w:t>
            </w:r>
          </w:p>
        </w:tc>
        <w:tc>
          <w:tcPr>
            <w:tcW w:w="3237" w:type="dxa"/>
            <w:tcBorders>
              <w:right w:val="single" w:sz="4" w:space="0" w:color="auto"/>
            </w:tcBorders>
            <w:vAlign w:val="center"/>
          </w:tcPr>
          <w:p w14:paraId="51186953" w14:textId="77777777" w:rsidR="003656D8" w:rsidRPr="003656D8" w:rsidRDefault="003656D8" w:rsidP="003656D8">
            <w:r w:rsidRPr="003656D8">
              <w:t>Identify direction and amount.</w:t>
            </w:r>
          </w:p>
        </w:tc>
        <w:tc>
          <w:tcPr>
            <w:tcW w:w="5403" w:type="dxa"/>
            <w:tcBorders>
              <w:top w:val="single" w:sz="4" w:space="0" w:color="auto"/>
              <w:left w:val="single" w:sz="4" w:space="0" w:color="auto"/>
              <w:bottom w:val="single" w:sz="4" w:space="0" w:color="auto"/>
              <w:right w:val="single" w:sz="4" w:space="0" w:color="auto"/>
            </w:tcBorders>
            <w:vAlign w:val="center"/>
          </w:tcPr>
          <w:p w14:paraId="308D6746" w14:textId="77777777" w:rsidR="003656D8" w:rsidRPr="003656D8" w:rsidRDefault="003656D8" w:rsidP="003656D8">
            <w:r w:rsidRPr="003656D8">
              <w:t xml:space="preserve">Cash (A) </w:t>
            </w:r>
            <w:r w:rsidR="007A6C3C">
              <w:t>–</w:t>
            </w:r>
            <w:r w:rsidRPr="003656D8">
              <w:t xml:space="preserve"> $300 = Liabilities (L) </w:t>
            </w:r>
            <w:r w:rsidR="007A6C3C">
              <w:t>–</w:t>
            </w:r>
            <w:r w:rsidRPr="003656D8">
              <w:t xml:space="preserve"> $300</w:t>
            </w:r>
          </w:p>
        </w:tc>
      </w:tr>
      <w:tr w:rsidR="003656D8" w14:paraId="7B4D52C9" w14:textId="77777777" w:rsidTr="0075698B">
        <w:trPr>
          <w:trHeight w:val="432"/>
        </w:trPr>
        <w:tc>
          <w:tcPr>
            <w:tcW w:w="381" w:type="dxa"/>
            <w:vAlign w:val="center"/>
          </w:tcPr>
          <w:p w14:paraId="46FF9D91" w14:textId="77777777" w:rsidR="003656D8" w:rsidRPr="003656D8" w:rsidRDefault="003656D8" w:rsidP="003656D8">
            <w:r w:rsidRPr="003656D8">
              <w:t>5.</w:t>
            </w:r>
          </w:p>
        </w:tc>
        <w:tc>
          <w:tcPr>
            <w:tcW w:w="3237" w:type="dxa"/>
            <w:tcBorders>
              <w:right w:val="single" w:sz="4" w:space="0" w:color="auto"/>
            </w:tcBorders>
            <w:vAlign w:val="center"/>
          </w:tcPr>
          <w:p w14:paraId="574C91AD" w14:textId="77777777" w:rsidR="003656D8" w:rsidRPr="003656D8" w:rsidRDefault="003656D8" w:rsidP="003656D8">
            <w:r w:rsidRPr="003656D8">
              <w:t>Ensure the equation still balances.</w:t>
            </w:r>
          </w:p>
        </w:tc>
        <w:tc>
          <w:tcPr>
            <w:tcW w:w="5403" w:type="dxa"/>
            <w:tcBorders>
              <w:top w:val="single" w:sz="4" w:space="0" w:color="auto"/>
              <w:left w:val="single" w:sz="4" w:space="0" w:color="auto"/>
              <w:bottom w:val="single" w:sz="4" w:space="0" w:color="auto"/>
              <w:right w:val="single" w:sz="4" w:space="0" w:color="auto"/>
            </w:tcBorders>
            <w:vAlign w:val="center"/>
          </w:tcPr>
          <w:p w14:paraId="2F7D770F" w14:textId="77777777" w:rsidR="003656D8" w:rsidRPr="003656D8" w:rsidRDefault="003656D8" w:rsidP="007D4591">
            <w:r w:rsidRPr="003656D8">
              <w:t>Yes</w:t>
            </w:r>
            <w:r w:rsidR="007D4591">
              <w:t>—</w:t>
            </w:r>
            <w:r w:rsidR="007A6C3C">
              <w:t>s</w:t>
            </w:r>
            <w:r w:rsidRPr="003656D8">
              <w:t xml:space="preserve">ee </w:t>
            </w:r>
            <w:r w:rsidR="007A6C3C">
              <w:t>below</w:t>
            </w:r>
            <w:r w:rsidRPr="003656D8">
              <w:t>.</w:t>
            </w:r>
          </w:p>
        </w:tc>
      </w:tr>
    </w:tbl>
    <w:p w14:paraId="606DEF24" w14:textId="77777777" w:rsidR="003656D8" w:rsidRDefault="003656D8" w:rsidP="003656D8"/>
    <w:p w14:paraId="747C174F" w14:textId="77777777" w:rsidR="0044591F" w:rsidRPr="000A73F3" w:rsidRDefault="0044591F" w:rsidP="0044591F">
      <w:r>
        <w:t>(g) Purchases and pays for $600 of supplies.</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237"/>
        <w:gridCol w:w="5403"/>
      </w:tblGrid>
      <w:tr w:rsidR="003656D8" w14:paraId="197DE2E8" w14:textId="77777777" w:rsidTr="0075698B">
        <w:trPr>
          <w:trHeight w:val="432"/>
        </w:trPr>
        <w:tc>
          <w:tcPr>
            <w:tcW w:w="381" w:type="dxa"/>
            <w:vAlign w:val="center"/>
          </w:tcPr>
          <w:p w14:paraId="57972CBB" w14:textId="77777777" w:rsidR="003656D8" w:rsidRPr="003656D8" w:rsidRDefault="003656D8" w:rsidP="003656D8">
            <w:r w:rsidRPr="003656D8">
              <w:t>1.</w:t>
            </w:r>
          </w:p>
        </w:tc>
        <w:tc>
          <w:tcPr>
            <w:tcW w:w="3237" w:type="dxa"/>
            <w:tcBorders>
              <w:right w:val="single" w:sz="4" w:space="0" w:color="auto"/>
            </w:tcBorders>
            <w:vAlign w:val="center"/>
          </w:tcPr>
          <w:p w14:paraId="5D9BE5A9" w14:textId="77777777" w:rsidR="003656D8" w:rsidRPr="003656D8" w:rsidRDefault="003656D8" w:rsidP="003656D8">
            <w:r w:rsidRPr="003656D8">
              <w:t>Does a transaction exist?</w:t>
            </w:r>
          </w:p>
        </w:tc>
        <w:tc>
          <w:tcPr>
            <w:tcW w:w="5403" w:type="dxa"/>
            <w:tcBorders>
              <w:top w:val="single" w:sz="4" w:space="0" w:color="auto"/>
              <w:left w:val="single" w:sz="4" w:space="0" w:color="auto"/>
              <w:bottom w:val="single" w:sz="4" w:space="0" w:color="auto"/>
              <w:right w:val="single" w:sz="4" w:space="0" w:color="auto"/>
            </w:tcBorders>
            <w:vAlign w:val="center"/>
          </w:tcPr>
          <w:p w14:paraId="40C67B88" w14:textId="77777777" w:rsidR="003656D8" w:rsidRPr="003656D8" w:rsidRDefault="003656D8" w:rsidP="007D4591">
            <w:r w:rsidRPr="003656D8">
              <w:t>Yes</w:t>
            </w:r>
            <w:r w:rsidR="007D4591">
              <w:t>—</w:t>
            </w:r>
            <w:r w:rsidRPr="003656D8">
              <w:t>paid cash to purchase supplies.</w:t>
            </w:r>
          </w:p>
        </w:tc>
      </w:tr>
      <w:tr w:rsidR="003656D8" w14:paraId="5F2D72F8" w14:textId="77777777" w:rsidTr="0075698B">
        <w:trPr>
          <w:trHeight w:val="432"/>
        </w:trPr>
        <w:tc>
          <w:tcPr>
            <w:tcW w:w="381" w:type="dxa"/>
            <w:vAlign w:val="center"/>
          </w:tcPr>
          <w:p w14:paraId="0D76913C" w14:textId="77777777" w:rsidR="003656D8" w:rsidRPr="003656D8" w:rsidRDefault="003656D8" w:rsidP="003656D8">
            <w:r w:rsidRPr="003656D8">
              <w:t>2.</w:t>
            </w:r>
          </w:p>
        </w:tc>
        <w:tc>
          <w:tcPr>
            <w:tcW w:w="3237" w:type="dxa"/>
            <w:tcBorders>
              <w:right w:val="single" w:sz="4" w:space="0" w:color="auto"/>
            </w:tcBorders>
            <w:vAlign w:val="center"/>
          </w:tcPr>
          <w:p w14:paraId="18AE720E" w14:textId="77777777" w:rsidR="003656D8" w:rsidRPr="003656D8" w:rsidRDefault="003656D8" w:rsidP="003656D8">
            <w:r w:rsidRPr="003656D8">
              <w:t>Examine it for accounts affected.</w:t>
            </w:r>
          </w:p>
        </w:tc>
        <w:tc>
          <w:tcPr>
            <w:tcW w:w="5403" w:type="dxa"/>
            <w:tcBorders>
              <w:top w:val="single" w:sz="4" w:space="0" w:color="auto"/>
              <w:left w:val="single" w:sz="4" w:space="0" w:color="auto"/>
              <w:bottom w:val="single" w:sz="4" w:space="0" w:color="auto"/>
              <w:right w:val="single" w:sz="4" w:space="0" w:color="auto"/>
            </w:tcBorders>
            <w:vAlign w:val="center"/>
          </w:tcPr>
          <w:p w14:paraId="775A52F5" w14:textId="77777777" w:rsidR="003656D8" w:rsidRPr="003656D8" w:rsidRDefault="003656D8" w:rsidP="003656D8">
            <w:r w:rsidRPr="003656D8">
              <w:t>Cash and Supplies</w:t>
            </w:r>
          </w:p>
        </w:tc>
      </w:tr>
      <w:tr w:rsidR="003656D8" w14:paraId="7483960F" w14:textId="77777777" w:rsidTr="0075698B">
        <w:trPr>
          <w:trHeight w:val="432"/>
        </w:trPr>
        <w:tc>
          <w:tcPr>
            <w:tcW w:w="381" w:type="dxa"/>
            <w:vAlign w:val="center"/>
          </w:tcPr>
          <w:p w14:paraId="6DA07892" w14:textId="77777777" w:rsidR="003656D8" w:rsidRPr="003656D8" w:rsidRDefault="003656D8" w:rsidP="003656D8">
            <w:r w:rsidRPr="003656D8">
              <w:t>3.</w:t>
            </w:r>
          </w:p>
        </w:tc>
        <w:tc>
          <w:tcPr>
            <w:tcW w:w="3237" w:type="dxa"/>
            <w:tcBorders>
              <w:right w:val="single" w:sz="4" w:space="0" w:color="auto"/>
            </w:tcBorders>
            <w:vAlign w:val="center"/>
          </w:tcPr>
          <w:p w14:paraId="403E6922" w14:textId="77777777" w:rsidR="003656D8" w:rsidRPr="003656D8" w:rsidRDefault="003656D8" w:rsidP="003656D8">
            <w:r w:rsidRPr="003656D8">
              <w:t>Classify each account affected.</w:t>
            </w:r>
          </w:p>
        </w:tc>
        <w:tc>
          <w:tcPr>
            <w:tcW w:w="5403" w:type="dxa"/>
            <w:tcBorders>
              <w:top w:val="single" w:sz="4" w:space="0" w:color="auto"/>
              <w:left w:val="single" w:sz="4" w:space="0" w:color="auto"/>
              <w:bottom w:val="single" w:sz="4" w:space="0" w:color="auto"/>
              <w:right w:val="single" w:sz="4" w:space="0" w:color="auto"/>
            </w:tcBorders>
            <w:vAlign w:val="center"/>
          </w:tcPr>
          <w:p w14:paraId="35540D00" w14:textId="77777777" w:rsidR="003656D8" w:rsidRPr="003656D8" w:rsidRDefault="003656D8" w:rsidP="003656D8">
            <w:r w:rsidRPr="003656D8">
              <w:t>Cash is an Asset (A) and Supplies is an Asset</w:t>
            </w:r>
          </w:p>
        </w:tc>
      </w:tr>
      <w:tr w:rsidR="003656D8" w14:paraId="298127DB" w14:textId="77777777" w:rsidTr="0075698B">
        <w:trPr>
          <w:trHeight w:val="432"/>
        </w:trPr>
        <w:tc>
          <w:tcPr>
            <w:tcW w:w="381" w:type="dxa"/>
            <w:vAlign w:val="center"/>
          </w:tcPr>
          <w:p w14:paraId="7720AE37" w14:textId="77777777" w:rsidR="003656D8" w:rsidRPr="003656D8" w:rsidRDefault="003656D8" w:rsidP="003656D8">
            <w:r w:rsidRPr="003656D8">
              <w:t>4.</w:t>
            </w:r>
          </w:p>
        </w:tc>
        <w:tc>
          <w:tcPr>
            <w:tcW w:w="3237" w:type="dxa"/>
            <w:tcBorders>
              <w:right w:val="single" w:sz="4" w:space="0" w:color="auto"/>
            </w:tcBorders>
            <w:vAlign w:val="center"/>
          </w:tcPr>
          <w:p w14:paraId="3BC85C0E" w14:textId="77777777" w:rsidR="003656D8" w:rsidRPr="003656D8" w:rsidRDefault="003656D8" w:rsidP="003656D8">
            <w:r w:rsidRPr="003656D8">
              <w:t>Identify direction and amount.</w:t>
            </w:r>
          </w:p>
        </w:tc>
        <w:tc>
          <w:tcPr>
            <w:tcW w:w="5403" w:type="dxa"/>
            <w:tcBorders>
              <w:top w:val="single" w:sz="4" w:space="0" w:color="auto"/>
              <w:left w:val="single" w:sz="4" w:space="0" w:color="auto"/>
              <w:bottom w:val="single" w:sz="4" w:space="0" w:color="auto"/>
              <w:right w:val="single" w:sz="4" w:space="0" w:color="auto"/>
            </w:tcBorders>
            <w:vAlign w:val="center"/>
          </w:tcPr>
          <w:p w14:paraId="10806A78" w14:textId="77777777" w:rsidR="003656D8" w:rsidRPr="003656D8" w:rsidRDefault="003656D8" w:rsidP="003656D8">
            <w:r w:rsidRPr="003656D8">
              <w:t xml:space="preserve">Cash (A) </w:t>
            </w:r>
            <w:r w:rsidR="007A6C3C">
              <w:t>–</w:t>
            </w:r>
            <w:r w:rsidRPr="003656D8">
              <w:t xml:space="preserve"> $600 and Supplies (A) </w:t>
            </w:r>
            <w:r w:rsidR="007A6C3C">
              <w:t>–</w:t>
            </w:r>
            <w:r w:rsidRPr="003656D8">
              <w:t xml:space="preserve"> $600.</w:t>
            </w:r>
          </w:p>
        </w:tc>
      </w:tr>
      <w:tr w:rsidR="003656D8" w14:paraId="29842202" w14:textId="77777777" w:rsidTr="0075698B">
        <w:trPr>
          <w:trHeight w:val="432"/>
        </w:trPr>
        <w:tc>
          <w:tcPr>
            <w:tcW w:w="381" w:type="dxa"/>
            <w:vAlign w:val="center"/>
          </w:tcPr>
          <w:p w14:paraId="5AE2C11E" w14:textId="77777777" w:rsidR="003656D8" w:rsidRPr="003656D8" w:rsidRDefault="003656D8" w:rsidP="003656D8">
            <w:r w:rsidRPr="003656D8">
              <w:t>5.</w:t>
            </w:r>
          </w:p>
        </w:tc>
        <w:tc>
          <w:tcPr>
            <w:tcW w:w="3237" w:type="dxa"/>
            <w:tcBorders>
              <w:right w:val="single" w:sz="4" w:space="0" w:color="auto"/>
            </w:tcBorders>
            <w:vAlign w:val="center"/>
          </w:tcPr>
          <w:p w14:paraId="48177D74" w14:textId="77777777" w:rsidR="003656D8" w:rsidRPr="003656D8" w:rsidRDefault="003656D8" w:rsidP="003656D8">
            <w:r w:rsidRPr="003656D8">
              <w:t>Ensure the equation still balances.</w:t>
            </w:r>
          </w:p>
        </w:tc>
        <w:tc>
          <w:tcPr>
            <w:tcW w:w="5403" w:type="dxa"/>
            <w:tcBorders>
              <w:top w:val="single" w:sz="4" w:space="0" w:color="auto"/>
              <w:left w:val="single" w:sz="4" w:space="0" w:color="auto"/>
              <w:bottom w:val="single" w:sz="4" w:space="0" w:color="auto"/>
              <w:right w:val="single" w:sz="4" w:space="0" w:color="auto"/>
            </w:tcBorders>
            <w:vAlign w:val="center"/>
          </w:tcPr>
          <w:p w14:paraId="4834B803" w14:textId="77777777" w:rsidR="003656D8" w:rsidRPr="003656D8" w:rsidRDefault="003656D8" w:rsidP="007D4591">
            <w:r w:rsidRPr="003656D8">
              <w:t>Yes</w:t>
            </w:r>
            <w:r w:rsidR="007D4591">
              <w:t>—</w:t>
            </w:r>
            <w:r w:rsidR="007A6C3C">
              <w:t>s</w:t>
            </w:r>
            <w:r w:rsidRPr="003656D8">
              <w:t xml:space="preserve">ee </w:t>
            </w:r>
            <w:r w:rsidR="007A6C3C">
              <w:t>below</w:t>
            </w:r>
            <w:r w:rsidRPr="003656D8">
              <w:t>.</w:t>
            </w:r>
          </w:p>
        </w:tc>
      </w:tr>
    </w:tbl>
    <w:p w14:paraId="4D19752D" w14:textId="77777777" w:rsidR="00FF2D49" w:rsidRDefault="00FF2D49" w:rsidP="003656D8"/>
    <w:p w14:paraId="64B12001" w14:textId="77777777" w:rsidR="0044591F" w:rsidRDefault="0044591F" w:rsidP="0044591F">
      <w:r>
        <w:t>(h) Purchases and pays</w:t>
      </w:r>
      <w:r w:rsidRPr="00166B98">
        <w:t xml:space="preserve"> for equipment costing $1,000.</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237"/>
        <w:gridCol w:w="5403"/>
      </w:tblGrid>
      <w:tr w:rsidR="003656D8" w14:paraId="2F38BD77" w14:textId="77777777" w:rsidTr="0075698B">
        <w:trPr>
          <w:trHeight w:val="432"/>
        </w:trPr>
        <w:tc>
          <w:tcPr>
            <w:tcW w:w="381" w:type="dxa"/>
            <w:vAlign w:val="center"/>
          </w:tcPr>
          <w:p w14:paraId="7A25AC56" w14:textId="77777777" w:rsidR="003656D8" w:rsidRPr="003656D8" w:rsidRDefault="003656D8" w:rsidP="003656D8">
            <w:r w:rsidRPr="003656D8">
              <w:t>1.</w:t>
            </w:r>
          </w:p>
        </w:tc>
        <w:tc>
          <w:tcPr>
            <w:tcW w:w="3237" w:type="dxa"/>
            <w:tcBorders>
              <w:right w:val="single" w:sz="4" w:space="0" w:color="auto"/>
            </w:tcBorders>
            <w:vAlign w:val="center"/>
          </w:tcPr>
          <w:p w14:paraId="1251679D" w14:textId="77777777" w:rsidR="003656D8" w:rsidRPr="003656D8" w:rsidRDefault="003656D8" w:rsidP="003656D8">
            <w:r w:rsidRPr="003656D8">
              <w:t>Does a transaction exist?</w:t>
            </w:r>
          </w:p>
        </w:tc>
        <w:tc>
          <w:tcPr>
            <w:tcW w:w="5403" w:type="dxa"/>
            <w:tcBorders>
              <w:top w:val="single" w:sz="4" w:space="0" w:color="auto"/>
              <w:left w:val="single" w:sz="4" w:space="0" w:color="auto"/>
              <w:bottom w:val="single" w:sz="4" w:space="0" w:color="auto"/>
              <w:right w:val="single" w:sz="4" w:space="0" w:color="auto"/>
            </w:tcBorders>
            <w:vAlign w:val="center"/>
          </w:tcPr>
          <w:p w14:paraId="5800BBFD" w14:textId="77777777" w:rsidR="003656D8" w:rsidRPr="003656D8" w:rsidRDefault="003656D8" w:rsidP="007D4591">
            <w:r w:rsidRPr="003656D8">
              <w:t>Yes</w:t>
            </w:r>
            <w:r w:rsidR="007D4591">
              <w:t>—</w:t>
            </w:r>
            <w:r w:rsidRPr="003656D8">
              <w:t>paid cash to purchase equipment</w:t>
            </w:r>
          </w:p>
        </w:tc>
      </w:tr>
      <w:tr w:rsidR="003656D8" w14:paraId="6961CB49" w14:textId="77777777" w:rsidTr="0075698B">
        <w:trPr>
          <w:trHeight w:val="432"/>
        </w:trPr>
        <w:tc>
          <w:tcPr>
            <w:tcW w:w="381" w:type="dxa"/>
            <w:vAlign w:val="center"/>
          </w:tcPr>
          <w:p w14:paraId="2EC94EEE" w14:textId="77777777" w:rsidR="003656D8" w:rsidRPr="003656D8" w:rsidRDefault="003656D8" w:rsidP="003656D8">
            <w:r w:rsidRPr="003656D8">
              <w:t>2.</w:t>
            </w:r>
          </w:p>
        </w:tc>
        <w:tc>
          <w:tcPr>
            <w:tcW w:w="3237" w:type="dxa"/>
            <w:tcBorders>
              <w:right w:val="single" w:sz="4" w:space="0" w:color="auto"/>
            </w:tcBorders>
            <w:vAlign w:val="center"/>
          </w:tcPr>
          <w:p w14:paraId="7BE5CBFC" w14:textId="77777777" w:rsidR="003656D8" w:rsidRPr="003656D8" w:rsidRDefault="003656D8" w:rsidP="003656D8">
            <w:r w:rsidRPr="003656D8">
              <w:t>Examine it for accounts affected.</w:t>
            </w:r>
          </w:p>
        </w:tc>
        <w:tc>
          <w:tcPr>
            <w:tcW w:w="5403" w:type="dxa"/>
            <w:tcBorders>
              <w:top w:val="single" w:sz="4" w:space="0" w:color="auto"/>
              <w:left w:val="single" w:sz="4" w:space="0" w:color="auto"/>
              <w:bottom w:val="single" w:sz="4" w:space="0" w:color="auto"/>
              <w:right w:val="single" w:sz="4" w:space="0" w:color="auto"/>
            </w:tcBorders>
            <w:vAlign w:val="center"/>
          </w:tcPr>
          <w:p w14:paraId="39CF8659" w14:textId="77777777" w:rsidR="003656D8" w:rsidRPr="003656D8" w:rsidRDefault="003656D8" w:rsidP="003656D8">
            <w:r w:rsidRPr="003656D8">
              <w:t>Cash and Equipment</w:t>
            </w:r>
          </w:p>
        </w:tc>
      </w:tr>
      <w:tr w:rsidR="003656D8" w14:paraId="7ECA63A1" w14:textId="77777777" w:rsidTr="0075698B">
        <w:trPr>
          <w:trHeight w:val="432"/>
        </w:trPr>
        <w:tc>
          <w:tcPr>
            <w:tcW w:w="381" w:type="dxa"/>
            <w:vAlign w:val="center"/>
          </w:tcPr>
          <w:p w14:paraId="67C0B03F" w14:textId="77777777" w:rsidR="003656D8" w:rsidRPr="003656D8" w:rsidRDefault="003656D8" w:rsidP="003656D8">
            <w:r w:rsidRPr="003656D8">
              <w:t>3.</w:t>
            </w:r>
          </w:p>
        </w:tc>
        <w:tc>
          <w:tcPr>
            <w:tcW w:w="3237" w:type="dxa"/>
            <w:tcBorders>
              <w:right w:val="single" w:sz="4" w:space="0" w:color="auto"/>
            </w:tcBorders>
            <w:vAlign w:val="center"/>
          </w:tcPr>
          <w:p w14:paraId="66363CF9" w14:textId="77777777" w:rsidR="003656D8" w:rsidRPr="003656D8" w:rsidRDefault="003656D8" w:rsidP="003656D8">
            <w:r w:rsidRPr="003656D8">
              <w:t>Classify each account affected.</w:t>
            </w:r>
          </w:p>
        </w:tc>
        <w:tc>
          <w:tcPr>
            <w:tcW w:w="5403" w:type="dxa"/>
            <w:tcBorders>
              <w:top w:val="single" w:sz="4" w:space="0" w:color="auto"/>
              <w:left w:val="single" w:sz="4" w:space="0" w:color="auto"/>
              <w:bottom w:val="single" w:sz="4" w:space="0" w:color="auto"/>
              <w:right w:val="single" w:sz="4" w:space="0" w:color="auto"/>
            </w:tcBorders>
            <w:vAlign w:val="center"/>
          </w:tcPr>
          <w:p w14:paraId="49CDFF5D" w14:textId="77777777" w:rsidR="003656D8" w:rsidRPr="003656D8" w:rsidRDefault="003656D8" w:rsidP="003656D8">
            <w:r w:rsidRPr="003656D8">
              <w:t>Cash is an Asset (A) and Equipment is an Asset (A)</w:t>
            </w:r>
          </w:p>
        </w:tc>
      </w:tr>
      <w:tr w:rsidR="003656D8" w14:paraId="3A733CD3" w14:textId="77777777" w:rsidTr="0075698B">
        <w:trPr>
          <w:trHeight w:val="432"/>
        </w:trPr>
        <w:tc>
          <w:tcPr>
            <w:tcW w:w="381" w:type="dxa"/>
            <w:vAlign w:val="center"/>
          </w:tcPr>
          <w:p w14:paraId="355D1751" w14:textId="77777777" w:rsidR="003656D8" w:rsidRPr="003656D8" w:rsidRDefault="003656D8" w:rsidP="003656D8">
            <w:r w:rsidRPr="003656D8">
              <w:t>4.</w:t>
            </w:r>
          </w:p>
        </w:tc>
        <w:tc>
          <w:tcPr>
            <w:tcW w:w="3237" w:type="dxa"/>
            <w:tcBorders>
              <w:right w:val="single" w:sz="4" w:space="0" w:color="auto"/>
            </w:tcBorders>
            <w:vAlign w:val="center"/>
          </w:tcPr>
          <w:p w14:paraId="4F5453C5" w14:textId="77777777" w:rsidR="003656D8" w:rsidRPr="003656D8" w:rsidRDefault="003656D8" w:rsidP="003656D8">
            <w:r w:rsidRPr="003656D8">
              <w:t>Identify direction and amount.</w:t>
            </w:r>
          </w:p>
        </w:tc>
        <w:tc>
          <w:tcPr>
            <w:tcW w:w="5403" w:type="dxa"/>
            <w:tcBorders>
              <w:top w:val="single" w:sz="4" w:space="0" w:color="auto"/>
              <w:left w:val="single" w:sz="4" w:space="0" w:color="auto"/>
              <w:bottom w:val="single" w:sz="4" w:space="0" w:color="auto"/>
              <w:right w:val="single" w:sz="4" w:space="0" w:color="auto"/>
            </w:tcBorders>
            <w:vAlign w:val="center"/>
          </w:tcPr>
          <w:p w14:paraId="711E8222" w14:textId="77777777" w:rsidR="003656D8" w:rsidRPr="003656D8" w:rsidRDefault="003656D8" w:rsidP="007A6C3C">
            <w:r w:rsidRPr="003656D8">
              <w:t xml:space="preserve">Cash (A) </w:t>
            </w:r>
            <w:r w:rsidR="007A6C3C">
              <w:t>–</w:t>
            </w:r>
            <w:r w:rsidRPr="003656D8">
              <w:t xml:space="preserve"> $1,000 and Equipment (A) </w:t>
            </w:r>
            <w:r w:rsidR="0004208A">
              <w:softHyphen/>
              <w:t>–</w:t>
            </w:r>
            <w:r w:rsidRPr="003656D8">
              <w:t xml:space="preserve"> $1,000</w:t>
            </w:r>
          </w:p>
        </w:tc>
      </w:tr>
      <w:tr w:rsidR="003656D8" w14:paraId="288A2DD3" w14:textId="77777777" w:rsidTr="0075698B">
        <w:trPr>
          <w:trHeight w:val="432"/>
        </w:trPr>
        <w:tc>
          <w:tcPr>
            <w:tcW w:w="381" w:type="dxa"/>
            <w:vAlign w:val="center"/>
          </w:tcPr>
          <w:p w14:paraId="71F148D6" w14:textId="77777777" w:rsidR="003656D8" w:rsidRPr="003656D8" w:rsidRDefault="003656D8" w:rsidP="003656D8">
            <w:r w:rsidRPr="003656D8">
              <w:t>5.</w:t>
            </w:r>
          </w:p>
        </w:tc>
        <w:tc>
          <w:tcPr>
            <w:tcW w:w="3237" w:type="dxa"/>
            <w:tcBorders>
              <w:right w:val="single" w:sz="4" w:space="0" w:color="auto"/>
            </w:tcBorders>
            <w:vAlign w:val="center"/>
          </w:tcPr>
          <w:p w14:paraId="50841FF2" w14:textId="77777777" w:rsidR="003656D8" w:rsidRPr="003656D8" w:rsidRDefault="003656D8" w:rsidP="003656D8">
            <w:r w:rsidRPr="003656D8">
              <w:t>Ensure the equation still balances.</w:t>
            </w:r>
          </w:p>
        </w:tc>
        <w:tc>
          <w:tcPr>
            <w:tcW w:w="5403" w:type="dxa"/>
            <w:tcBorders>
              <w:top w:val="single" w:sz="4" w:space="0" w:color="auto"/>
              <w:left w:val="single" w:sz="4" w:space="0" w:color="auto"/>
              <w:bottom w:val="single" w:sz="4" w:space="0" w:color="auto"/>
              <w:right w:val="single" w:sz="4" w:space="0" w:color="auto"/>
            </w:tcBorders>
            <w:vAlign w:val="center"/>
          </w:tcPr>
          <w:p w14:paraId="77CA5775" w14:textId="77777777" w:rsidR="003656D8" w:rsidRPr="003656D8" w:rsidRDefault="003656D8" w:rsidP="007D4591">
            <w:r w:rsidRPr="003656D8">
              <w:t>Yes</w:t>
            </w:r>
            <w:r w:rsidR="007D4591">
              <w:t>—</w:t>
            </w:r>
            <w:r w:rsidR="007A6C3C">
              <w:t>s</w:t>
            </w:r>
            <w:r w:rsidRPr="003656D8">
              <w:t xml:space="preserve">ee </w:t>
            </w:r>
            <w:r w:rsidR="007A6C3C">
              <w:t>below</w:t>
            </w:r>
            <w:r w:rsidRPr="003656D8">
              <w:t>.</w:t>
            </w:r>
          </w:p>
        </w:tc>
      </w:tr>
    </w:tbl>
    <w:p w14:paraId="580CB71E" w14:textId="77777777" w:rsidR="003656D8" w:rsidRDefault="003656D8" w:rsidP="003656D8"/>
    <w:p w14:paraId="7AD9CDF7" w14:textId="77777777" w:rsidR="003656D8" w:rsidRDefault="003656D8" w:rsidP="003656D8">
      <w:r>
        <w:t>(i) Order</w:t>
      </w:r>
      <w:r w:rsidR="0044591F">
        <w:t>s</w:t>
      </w:r>
      <w:r>
        <w:t xml:space="preserve"> a $900 computer, to be delivered </w:t>
      </w:r>
      <w:r w:rsidR="007A6C3C">
        <w:t>next month</w:t>
      </w:r>
      <w:r>
        <w: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81"/>
        <w:gridCol w:w="3237"/>
        <w:gridCol w:w="5403"/>
      </w:tblGrid>
      <w:tr w:rsidR="003656D8" w14:paraId="0E60D97B" w14:textId="77777777" w:rsidTr="0075698B">
        <w:trPr>
          <w:trHeight w:val="432"/>
        </w:trPr>
        <w:tc>
          <w:tcPr>
            <w:tcW w:w="381" w:type="dxa"/>
            <w:vAlign w:val="center"/>
          </w:tcPr>
          <w:p w14:paraId="10BF754B" w14:textId="77777777" w:rsidR="003656D8" w:rsidRPr="003656D8" w:rsidRDefault="003656D8" w:rsidP="003656D8">
            <w:r w:rsidRPr="003656D8">
              <w:t>1.</w:t>
            </w:r>
          </w:p>
        </w:tc>
        <w:tc>
          <w:tcPr>
            <w:tcW w:w="3237" w:type="dxa"/>
            <w:tcBorders>
              <w:right w:val="single" w:sz="4" w:space="0" w:color="auto"/>
            </w:tcBorders>
            <w:vAlign w:val="center"/>
          </w:tcPr>
          <w:p w14:paraId="1C037BC4" w14:textId="77777777" w:rsidR="003656D8" w:rsidRPr="003656D8" w:rsidRDefault="003656D8" w:rsidP="003656D8">
            <w:r w:rsidRPr="003656D8">
              <w:t>Does a transaction exist?</w:t>
            </w:r>
          </w:p>
        </w:tc>
        <w:tc>
          <w:tcPr>
            <w:tcW w:w="5403" w:type="dxa"/>
            <w:tcBorders>
              <w:top w:val="single" w:sz="4" w:space="0" w:color="auto"/>
              <w:left w:val="single" w:sz="4" w:space="0" w:color="auto"/>
              <w:bottom w:val="single" w:sz="4" w:space="0" w:color="auto"/>
              <w:right w:val="single" w:sz="4" w:space="0" w:color="auto"/>
            </w:tcBorders>
            <w:vAlign w:val="center"/>
          </w:tcPr>
          <w:p w14:paraId="4CAFC68C" w14:textId="77777777" w:rsidR="003656D8" w:rsidRPr="003656D8" w:rsidRDefault="003656D8" w:rsidP="003656D8">
            <w:r w:rsidRPr="003656D8">
              <w:t>No.</w:t>
            </w:r>
          </w:p>
        </w:tc>
      </w:tr>
      <w:tr w:rsidR="003656D8" w14:paraId="22890803" w14:textId="77777777" w:rsidTr="0075698B">
        <w:trPr>
          <w:trHeight w:val="432"/>
        </w:trPr>
        <w:tc>
          <w:tcPr>
            <w:tcW w:w="381" w:type="dxa"/>
            <w:vAlign w:val="center"/>
          </w:tcPr>
          <w:p w14:paraId="3483F763" w14:textId="77777777" w:rsidR="003656D8" w:rsidRPr="003656D8" w:rsidRDefault="003656D8" w:rsidP="003656D8">
            <w:r w:rsidRPr="003656D8">
              <w:t>2.</w:t>
            </w:r>
          </w:p>
        </w:tc>
        <w:tc>
          <w:tcPr>
            <w:tcW w:w="3237" w:type="dxa"/>
            <w:tcBorders>
              <w:right w:val="single" w:sz="4" w:space="0" w:color="auto"/>
            </w:tcBorders>
            <w:vAlign w:val="center"/>
          </w:tcPr>
          <w:p w14:paraId="45B6512E" w14:textId="77777777" w:rsidR="003656D8" w:rsidRPr="003656D8" w:rsidRDefault="003656D8" w:rsidP="003656D8">
            <w:r w:rsidRPr="003656D8">
              <w:t>Examine it for accounts affected.</w:t>
            </w:r>
          </w:p>
        </w:tc>
        <w:tc>
          <w:tcPr>
            <w:tcW w:w="5403" w:type="dxa"/>
            <w:tcBorders>
              <w:top w:val="single" w:sz="4" w:space="0" w:color="auto"/>
              <w:left w:val="single" w:sz="4" w:space="0" w:color="auto"/>
              <w:bottom w:val="single" w:sz="4" w:space="0" w:color="auto"/>
              <w:right w:val="single" w:sz="4" w:space="0" w:color="auto"/>
            </w:tcBorders>
            <w:vAlign w:val="center"/>
          </w:tcPr>
          <w:p w14:paraId="7E551EBC" w14:textId="77777777" w:rsidR="003656D8" w:rsidRPr="003656D8" w:rsidRDefault="003656D8" w:rsidP="003656D8"/>
        </w:tc>
      </w:tr>
      <w:tr w:rsidR="003656D8" w14:paraId="6C0A317B" w14:textId="77777777" w:rsidTr="0075698B">
        <w:trPr>
          <w:trHeight w:val="432"/>
        </w:trPr>
        <w:tc>
          <w:tcPr>
            <w:tcW w:w="381" w:type="dxa"/>
            <w:vAlign w:val="center"/>
          </w:tcPr>
          <w:p w14:paraId="7E051C59" w14:textId="77777777" w:rsidR="003656D8" w:rsidRPr="003656D8" w:rsidRDefault="003656D8" w:rsidP="003656D8">
            <w:r w:rsidRPr="003656D8">
              <w:t>3.</w:t>
            </w:r>
          </w:p>
        </w:tc>
        <w:tc>
          <w:tcPr>
            <w:tcW w:w="3237" w:type="dxa"/>
            <w:tcBorders>
              <w:right w:val="single" w:sz="4" w:space="0" w:color="auto"/>
            </w:tcBorders>
            <w:vAlign w:val="center"/>
          </w:tcPr>
          <w:p w14:paraId="251D8A8E" w14:textId="77777777" w:rsidR="003656D8" w:rsidRPr="003656D8" w:rsidRDefault="003656D8" w:rsidP="003656D8">
            <w:r w:rsidRPr="003656D8">
              <w:t>Classify each account affected.</w:t>
            </w:r>
          </w:p>
        </w:tc>
        <w:tc>
          <w:tcPr>
            <w:tcW w:w="5403" w:type="dxa"/>
            <w:tcBorders>
              <w:top w:val="single" w:sz="4" w:space="0" w:color="auto"/>
              <w:left w:val="single" w:sz="4" w:space="0" w:color="auto"/>
              <w:bottom w:val="single" w:sz="4" w:space="0" w:color="auto"/>
              <w:right w:val="single" w:sz="4" w:space="0" w:color="auto"/>
            </w:tcBorders>
            <w:vAlign w:val="center"/>
          </w:tcPr>
          <w:p w14:paraId="795925C0" w14:textId="77777777" w:rsidR="003656D8" w:rsidRPr="003656D8" w:rsidRDefault="003656D8" w:rsidP="003656D8"/>
        </w:tc>
      </w:tr>
      <w:tr w:rsidR="003656D8" w14:paraId="3A48F843" w14:textId="77777777" w:rsidTr="0075698B">
        <w:trPr>
          <w:trHeight w:val="432"/>
        </w:trPr>
        <w:tc>
          <w:tcPr>
            <w:tcW w:w="381" w:type="dxa"/>
            <w:vAlign w:val="center"/>
          </w:tcPr>
          <w:p w14:paraId="5E1929E7" w14:textId="77777777" w:rsidR="003656D8" w:rsidRPr="003656D8" w:rsidRDefault="003656D8" w:rsidP="003656D8">
            <w:r w:rsidRPr="003656D8">
              <w:t>4.</w:t>
            </w:r>
          </w:p>
        </w:tc>
        <w:tc>
          <w:tcPr>
            <w:tcW w:w="3237" w:type="dxa"/>
            <w:tcBorders>
              <w:right w:val="single" w:sz="4" w:space="0" w:color="auto"/>
            </w:tcBorders>
            <w:vAlign w:val="center"/>
          </w:tcPr>
          <w:p w14:paraId="06696441" w14:textId="77777777" w:rsidR="003656D8" w:rsidRPr="003656D8" w:rsidRDefault="003656D8" w:rsidP="003656D8">
            <w:r w:rsidRPr="003656D8">
              <w:t>Identify direction and amount.</w:t>
            </w:r>
          </w:p>
        </w:tc>
        <w:tc>
          <w:tcPr>
            <w:tcW w:w="5403" w:type="dxa"/>
            <w:tcBorders>
              <w:top w:val="single" w:sz="4" w:space="0" w:color="auto"/>
              <w:left w:val="single" w:sz="4" w:space="0" w:color="auto"/>
              <w:bottom w:val="single" w:sz="4" w:space="0" w:color="auto"/>
              <w:right w:val="single" w:sz="4" w:space="0" w:color="auto"/>
            </w:tcBorders>
            <w:vAlign w:val="center"/>
          </w:tcPr>
          <w:p w14:paraId="1437C338" w14:textId="77777777" w:rsidR="003656D8" w:rsidRPr="003656D8" w:rsidRDefault="003656D8" w:rsidP="003656D8"/>
        </w:tc>
      </w:tr>
      <w:tr w:rsidR="003656D8" w14:paraId="445FC6A3" w14:textId="77777777" w:rsidTr="0075698B">
        <w:trPr>
          <w:trHeight w:val="432"/>
        </w:trPr>
        <w:tc>
          <w:tcPr>
            <w:tcW w:w="381" w:type="dxa"/>
            <w:vAlign w:val="center"/>
          </w:tcPr>
          <w:p w14:paraId="1C68EFAB" w14:textId="77777777" w:rsidR="003656D8" w:rsidRPr="003656D8" w:rsidRDefault="003656D8" w:rsidP="003656D8">
            <w:r w:rsidRPr="003656D8">
              <w:t>5.</w:t>
            </w:r>
          </w:p>
        </w:tc>
        <w:tc>
          <w:tcPr>
            <w:tcW w:w="3237" w:type="dxa"/>
            <w:tcBorders>
              <w:right w:val="single" w:sz="4" w:space="0" w:color="auto"/>
            </w:tcBorders>
            <w:vAlign w:val="center"/>
          </w:tcPr>
          <w:p w14:paraId="00BF37FC" w14:textId="77777777" w:rsidR="003656D8" w:rsidRPr="003656D8" w:rsidRDefault="003656D8" w:rsidP="003656D8">
            <w:r w:rsidRPr="003656D8">
              <w:t>Ensure the equation still balances.</w:t>
            </w:r>
          </w:p>
        </w:tc>
        <w:tc>
          <w:tcPr>
            <w:tcW w:w="5403" w:type="dxa"/>
            <w:tcBorders>
              <w:top w:val="single" w:sz="4" w:space="0" w:color="auto"/>
              <w:left w:val="single" w:sz="4" w:space="0" w:color="auto"/>
              <w:bottom w:val="single" w:sz="4" w:space="0" w:color="auto"/>
              <w:right w:val="single" w:sz="4" w:space="0" w:color="auto"/>
            </w:tcBorders>
            <w:vAlign w:val="center"/>
          </w:tcPr>
          <w:p w14:paraId="42D36F40" w14:textId="77777777" w:rsidR="003656D8" w:rsidRPr="003656D8" w:rsidRDefault="003656D8" w:rsidP="003656D8"/>
        </w:tc>
      </w:tr>
    </w:tbl>
    <w:p w14:paraId="29543F19" w14:textId="77777777" w:rsidR="0075698B" w:rsidRDefault="0075698B" w:rsidP="0075698B">
      <w:pPr>
        <w:pStyle w:val="Heading1"/>
        <w:spacing w:before="240"/>
        <w:rPr>
          <w:u w:val="none"/>
        </w:rPr>
      </w:pPr>
      <w:r>
        <w:br w:type="page"/>
      </w:r>
      <w:r w:rsidRPr="005F480C">
        <w:lastRenderedPageBreak/>
        <w:t xml:space="preserve">HANDOUT </w:t>
      </w:r>
      <w:r>
        <w:t>2</w:t>
      </w:r>
      <w:r w:rsidR="007D4591">
        <w:t>–</w:t>
      </w:r>
      <w:r>
        <w:t>2 SOLUTION</w:t>
      </w:r>
      <w:r w:rsidRPr="0075698B">
        <w:rPr>
          <w:u w:val="none"/>
        </w:rPr>
        <w:t>, continued</w:t>
      </w:r>
    </w:p>
    <w:p w14:paraId="20055A6E" w14:textId="77777777" w:rsidR="0075698B" w:rsidRPr="005F480C" w:rsidRDefault="0075698B" w:rsidP="0075698B">
      <w:pPr>
        <w:pStyle w:val="Heading1"/>
        <w:spacing w:before="240"/>
        <w:jc w:val="center"/>
        <w:rPr>
          <w:u w:val="none"/>
        </w:rPr>
      </w:pPr>
      <w:r>
        <w:rPr>
          <w:u w:val="none"/>
        </w:rPr>
        <w:t>Spreadsheet</w:t>
      </w:r>
    </w:p>
    <w:tbl>
      <w:tblPr>
        <w:tblW w:w="9054"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89"/>
        <w:gridCol w:w="946"/>
        <w:gridCol w:w="341"/>
        <w:gridCol w:w="974"/>
        <w:gridCol w:w="341"/>
        <w:gridCol w:w="1182"/>
        <w:gridCol w:w="341"/>
        <w:gridCol w:w="1047"/>
        <w:gridCol w:w="341"/>
        <w:gridCol w:w="946"/>
        <w:gridCol w:w="342"/>
        <w:gridCol w:w="1664"/>
      </w:tblGrid>
      <w:tr w:rsidR="00FF2D49" w14:paraId="5D451B02" w14:textId="77777777" w:rsidTr="00A37277">
        <w:tc>
          <w:tcPr>
            <w:tcW w:w="0" w:type="auto"/>
            <w:vAlign w:val="center"/>
          </w:tcPr>
          <w:p w14:paraId="086AF838" w14:textId="77777777" w:rsidR="00FF2D49" w:rsidRPr="003656D8" w:rsidRDefault="00FF2D49" w:rsidP="00C2079C"/>
        </w:tc>
        <w:tc>
          <w:tcPr>
            <w:tcW w:w="0" w:type="auto"/>
            <w:gridSpan w:val="5"/>
            <w:shd w:val="clear" w:color="auto" w:fill="auto"/>
            <w:vAlign w:val="center"/>
          </w:tcPr>
          <w:p w14:paraId="0AC1300C" w14:textId="77777777" w:rsidR="00FF2D49" w:rsidRPr="003656D8" w:rsidRDefault="00FF2D49" w:rsidP="00A37277">
            <w:pPr>
              <w:jc w:val="center"/>
            </w:pPr>
            <w:r w:rsidRPr="003656D8">
              <w:t>Assets</w:t>
            </w:r>
          </w:p>
        </w:tc>
        <w:tc>
          <w:tcPr>
            <w:tcW w:w="0" w:type="auto"/>
            <w:shd w:val="clear" w:color="auto" w:fill="auto"/>
            <w:vAlign w:val="center"/>
          </w:tcPr>
          <w:p w14:paraId="305CFC93" w14:textId="77777777" w:rsidR="00FF2D49" w:rsidRPr="003656D8" w:rsidRDefault="00FF2D49" w:rsidP="00A37277">
            <w:pPr>
              <w:jc w:val="center"/>
            </w:pPr>
            <w:r w:rsidRPr="003656D8">
              <w:t>=</w:t>
            </w:r>
          </w:p>
        </w:tc>
        <w:tc>
          <w:tcPr>
            <w:tcW w:w="0" w:type="auto"/>
            <w:gridSpan w:val="3"/>
            <w:shd w:val="clear" w:color="auto" w:fill="auto"/>
            <w:vAlign w:val="center"/>
          </w:tcPr>
          <w:p w14:paraId="7A52606D" w14:textId="77777777" w:rsidR="00FF2D49" w:rsidRPr="003656D8" w:rsidRDefault="00FF2D49" w:rsidP="00A37277">
            <w:pPr>
              <w:jc w:val="center"/>
            </w:pPr>
            <w:r w:rsidRPr="003656D8">
              <w:t>Liabilities</w:t>
            </w:r>
          </w:p>
        </w:tc>
        <w:tc>
          <w:tcPr>
            <w:tcW w:w="342" w:type="dxa"/>
            <w:shd w:val="clear" w:color="auto" w:fill="auto"/>
            <w:vAlign w:val="center"/>
          </w:tcPr>
          <w:p w14:paraId="454A2B4F" w14:textId="77777777" w:rsidR="00FF2D49" w:rsidRPr="003656D8" w:rsidRDefault="00FF2D49" w:rsidP="00A37277">
            <w:pPr>
              <w:jc w:val="center"/>
            </w:pPr>
            <w:r w:rsidRPr="003656D8">
              <w:t>+</w:t>
            </w:r>
          </w:p>
        </w:tc>
        <w:tc>
          <w:tcPr>
            <w:tcW w:w="1664" w:type="dxa"/>
            <w:vAlign w:val="center"/>
          </w:tcPr>
          <w:p w14:paraId="496C5D53" w14:textId="77777777" w:rsidR="00FF2D49" w:rsidRPr="003656D8" w:rsidRDefault="00FF2D49" w:rsidP="00A37277">
            <w:pPr>
              <w:jc w:val="center"/>
            </w:pPr>
            <w:r w:rsidRPr="003656D8">
              <w:t>Stockholders’ Equity</w:t>
            </w:r>
          </w:p>
        </w:tc>
      </w:tr>
      <w:tr w:rsidR="00FF2D49" w:rsidRPr="003656D8" w14:paraId="6446B19D" w14:textId="77777777" w:rsidTr="00C8777F">
        <w:tc>
          <w:tcPr>
            <w:tcW w:w="0" w:type="auto"/>
            <w:vAlign w:val="bottom"/>
          </w:tcPr>
          <w:p w14:paraId="3F29FE1C" w14:textId="77777777" w:rsidR="00FF2D49" w:rsidRPr="003656D8" w:rsidRDefault="00FF2D49" w:rsidP="00C8777F">
            <w:pPr>
              <w:jc w:val="center"/>
            </w:pPr>
            <w:r w:rsidRPr="003656D8">
              <w:t>Ref.</w:t>
            </w:r>
          </w:p>
        </w:tc>
        <w:tc>
          <w:tcPr>
            <w:tcW w:w="0" w:type="auto"/>
            <w:tcBorders>
              <w:bottom w:val="single" w:sz="4" w:space="0" w:color="auto"/>
            </w:tcBorders>
            <w:shd w:val="clear" w:color="auto" w:fill="auto"/>
            <w:vAlign w:val="bottom"/>
          </w:tcPr>
          <w:p w14:paraId="49063E9B" w14:textId="77777777" w:rsidR="00FF2D49" w:rsidRPr="003656D8" w:rsidRDefault="00FF2D49" w:rsidP="00C8777F">
            <w:pPr>
              <w:jc w:val="center"/>
            </w:pPr>
            <w:r w:rsidRPr="003656D8">
              <w:t>Cash</w:t>
            </w:r>
          </w:p>
        </w:tc>
        <w:tc>
          <w:tcPr>
            <w:tcW w:w="0" w:type="auto"/>
            <w:shd w:val="clear" w:color="auto" w:fill="auto"/>
            <w:vAlign w:val="bottom"/>
          </w:tcPr>
          <w:p w14:paraId="0F9C9043" w14:textId="77777777" w:rsidR="00FF2D49" w:rsidRPr="003656D8" w:rsidRDefault="00FF2D49" w:rsidP="00C8777F">
            <w:pPr>
              <w:jc w:val="center"/>
            </w:pPr>
            <w:r w:rsidRPr="003656D8">
              <w:t>+</w:t>
            </w:r>
          </w:p>
        </w:tc>
        <w:tc>
          <w:tcPr>
            <w:tcW w:w="0" w:type="auto"/>
            <w:tcBorders>
              <w:bottom w:val="single" w:sz="4" w:space="0" w:color="auto"/>
            </w:tcBorders>
            <w:shd w:val="clear" w:color="auto" w:fill="auto"/>
            <w:vAlign w:val="bottom"/>
          </w:tcPr>
          <w:p w14:paraId="0457068D" w14:textId="77777777" w:rsidR="00FF2D49" w:rsidRPr="003656D8" w:rsidRDefault="00FF2D49" w:rsidP="00C8777F">
            <w:pPr>
              <w:jc w:val="center"/>
            </w:pPr>
            <w:r w:rsidRPr="003656D8">
              <w:t>Supplies</w:t>
            </w:r>
          </w:p>
        </w:tc>
        <w:tc>
          <w:tcPr>
            <w:tcW w:w="0" w:type="auto"/>
            <w:shd w:val="clear" w:color="auto" w:fill="auto"/>
            <w:vAlign w:val="bottom"/>
          </w:tcPr>
          <w:p w14:paraId="19A30925" w14:textId="77777777" w:rsidR="00FF2D49" w:rsidRPr="003656D8" w:rsidRDefault="00FF2D49" w:rsidP="00C8777F">
            <w:pPr>
              <w:jc w:val="center"/>
            </w:pPr>
            <w:r w:rsidRPr="003656D8">
              <w:t>+</w:t>
            </w:r>
          </w:p>
        </w:tc>
        <w:tc>
          <w:tcPr>
            <w:tcW w:w="0" w:type="auto"/>
            <w:tcBorders>
              <w:bottom w:val="single" w:sz="4" w:space="0" w:color="auto"/>
            </w:tcBorders>
            <w:shd w:val="clear" w:color="auto" w:fill="auto"/>
            <w:vAlign w:val="bottom"/>
          </w:tcPr>
          <w:p w14:paraId="1EA29394" w14:textId="77777777" w:rsidR="00FF2D49" w:rsidRPr="003656D8" w:rsidRDefault="00FF2D49" w:rsidP="00C8777F">
            <w:pPr>
              <w:jc w:val="center"/>
            </w:pPr>
            <w:r w:rsidRPr="003656D8">
              <w:t>Equipment</w:t>
            </w:r>
          </w:p>
        </w:tc>
        <w:tc>
          <w:tcPr>
            <w:tcW w:w="0" w:type="auto"/>
            <w:shd w:val="clear" w:color="auto" w:fill="auto"/>
            <w:vAlign w:val="bottom"/>
          </w:tcPr>
          <w:p w14:paraId="5E046503" w14:textId="77777777" w:rsidR="00FF2D49" w:rsidRPr="003656D8" w:rsidRDefault="00FF2D49" w:rsidP="00C8777F">
            <w:pPr>
              <w:jc w:val="center"/>
            </w:pPr>
            <w:r w:rsidRPr="003656D8">
              <w:t>=</w:t>
            </w:r>
          </w:p>
        </w:tc>
        <w:tc>
          <w:tcPr>
            <w:tcW w:w="0" w:type="auto"/>
            <w:tcBorders>
              <w:bottom w:val="single" w:sz="4" w:space="0" w:color="auto"/>
            </w:tcBorders>
            <w:shd w:val="clear" w:color="auto" w:fill="auto"/>
            <w:vAlign w:val="bottom"/>
          </w:tcPr>
          <w:p w14:paraId="69A41288" w14:textId="77777777" w:rsidR="00FF2D49" w:rsidRPr="003656D8" w:rsidRDefault="00FF2D49" w:rsidP="00C8777F">
            <w:pPr>
              <w:jc w:val="center"/>
            </w:pPr>
            <w:r w:rsidRPr="003656D8">
              <w:t>Accounts Payable</w:t>
            </w:r>
          </w:p>
        </w:tc>
        <w:tc>
          <w:tcPr>
            <w:tcW w:w="0" w:type="auto"/>
            <w:shd w:val="clear" w:color="auto" w:fill="auto"/>
            <w:vAlign w:val="bottom"/>
          </w:tcPr>
          <w:p w14:paraId="5667E191" w14:textId="77777777" w:rsidR="00FF2D49" w:rsidRPr="003656D8" w:rsidRDefault="00FF2D49" w:rsidP="00C8777F">
            <w:pPr>
              <w:jc w:val="center"/>
            </w:pPr>
            <w:r w:rsidRPr="003656D8">
              <w:t>+</w:t>
            </w:r>
          </w:p>
        </w:tc>
        <w:tc>
          <w:tcPr>
            <w:tcW w:w="0" w:type="auto"/>
            <w:tcBorders>
              <w:bottom w:val="single" w:sz="4" w:space="0" w:color="auto"/>
            </w:tcBorders>
            <w:shd w:val="clear" w:color="auto" w:fill="auto"/>
            <w:vAlign w:val="bottom"/>
          </w:tcPr>
          <w:p w14:paraId="6A4562AC" w14:textId="77777777" w:rsidR="00FF2D49" w:rsidRPr="003656D8" w:rsidRDefault="00FF2D49" w:rsidP="00C8777F">
            <w:pPr>
              <w:jc w:val="center"/>
            </w:pPr>
            <w:r w:rsidRPr="003656D8">
              <w:t>Notes Payable</w:t>
            </w:r>
            <w:r w:rsidR="00C8777F">
              <w:t xml:space="preserve"> (short-term)</w:t>
            </w:r>
          </w:p>
        </w:tc>
        <w:tc>
          <w:tcPr>
            <w:tcW w:w="342" w:type="dxa"/>
            <w:shd w:val="clear" w:color="auto" w:fill="auto"/>
            <w:vAlign w:val="bottom"/>
          </w:tcPr>
          <w:p w14:paraId="02E74903" w14:textId="77777777" w:rsidR="00FF2D49" w:rsidRPr="003656D8" w:rsidRDefault="00FF2D49" w:rsidP="00C8777F">
            <w:pPr>
              <w:jc w:val="center"/>
            </w:pPr>
            <w:r w:rsidRPr="003656D8">
              <w:t>+</w:t>
            </w:r>
          </w:p>
        </w:tc>
        <w:tc>
          <w:tcPr>
            <w:tcW w:w="1664" w:type="dxa"/>
            <w:tcBorders>
              <w:bottom w:val="single" w:sz="4" w:space="0" w:color="auto"/>
            </w:tcBorders>
            <w:vAlign w:val="bottom"/>
          </w:tcPr>
          <w:p w14:paraId="7DE8BA79" w14:textId="77777777" w:rsidR="00FF2D49" w:rsidRPr="003656D8" w:rsidRDefault="00625769" w:rsidP="00C8777F">
            <w:pPr>
              <w:jc w:val="center"/>
            </w:pPr>
            <w:r>
              <w:t>Common Stock</w:t>
            </w:r>
          </w:p>
        </w:tc>
      </w:tr>
      <w:tr w:rsidR="00FF2D49" w:rsidRPr="003656D8" w14:paraId="6F76A20C" w14:textId="77777777" w:rsidTr="00852158">
        <w:trPr>
          <w:trHeight w:val="432"/>
        </w:trPr>
        <w:tc>
          <w:tcPr>
            <w:tcW w:w="0" w:type="auto"/>
            <w:tcBorders>
              <w:right w:val="single" w:sz="4" w:space="0" w:color="auto"/>
            </w:tcBorders>
            <w:vAlign w:val="center"/>
          </w:tcPr>
          <w:p w14:paraId="0718B5F8" w14:textId="77777777" w:rsidR="00FF2D49" w:rsidRPr="003656D8" w:rsidRDefault="00FF2D49" w:rsidP="00C2079C">
            <w:r w:rsidRPr="003656D8">
              <w:t>(a)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09AE14" w14:textId="77777777" w:rsidR="00FF2D49" w:rsidRPr="003656D8" w:rsidRDefault="00FF2D49" w:rsidP="007A6C3C">
            <w:pPr>
              <w:jc w:val="right"/>
            </w:pPr>
            <w:r w:rsidRPr="003656D8">
              <w:t>+10,000</w:t>
            </w:r>
          </w:p>
        </w:tc>
        <w:tc>
          <w:tcPr>
            <w:tcW w:w="0" w:type="auto"/>
            <w:tcBorders>
              <w:left w:val="single" w:sz="4" w:space="0" w:color="auto"/>
              <w:right w:val="single" w:sz="4" w:space="0" w:color="auto"/>
            </w:tcBorders>
            <w:shd w:val="clear" w:color="auto" w:fill="auto"/>
            <w:vAlign w:val="center"/>
          </w:tcPr>
          <w:p w14:paraId="40681DF1"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5176DF"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514A3E6C"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49A75A"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2CA5F3AD" w14:textId="77777777" w:rsidR="00FF2D49" w:rsidRPr="003656D8" w:rsidRDefault="00FF2D49"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81EE5D"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14A260AC"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6355C4"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61DE0B48"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1E63A326" w14:textId="77777777" w:rsidR="00FF2D49" w:rsidRPr="003656D8" w:rsidRDefault="00FF2D49" w:rsidP="007A6C3C">
            <w:pPr>
              <w:jc w:val="right"/>
            </w:pPr>
            <w:r w:rsidRPr="003656D8">
              <w:t>+10,000</w:t>
            </w:r>
          </w:p>
        </w:tc>
      </w:tr>
      <w:tr w:rsidR="00FF2D49" w:rsidRPr="003656D8" w14:paraId="62B55E6B" w14:textId="77777777" w:rsidTr="00852158">
        <w:trPr>
          <w:trHeight w:val="432"/>
        </w:trPr>
        <w:tc>
          <w:tcPr>
            <w:tcW w:w="0" w:type="auto"/>
            <w:tcBorders>
              <w:right w:val="single" w:sz="4" w:space="0" w:color="auto"/>
            </w:tcBorders>
            <w:vAlign w:val="center"/>
          </w:tcPr>
          <w:p w14:paraId="35339DDF" w14:textId="77777777" w:rsidR="00FF2D49" w:rsidRPr="003656D8" w:rsidRDefault="00FF2D49" w:rsidP="00C2079C">
            <w:r w:rsidRPr="003656D8">
              <w:t>(b)</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3C4310" w14:textId="77777777" w:rsidR="00FF2D49" w:rsidRPr="003656D8" w:rsidRDefault="00FF2D49" w:rsidP="007A6C3C">
            <w:pPr>
              <w:jc w:val="right"/>
            </w:pPr>
            <w:r w:rsidRPr="003656D8">
              <w:t>+15,000</w:t>
            </w:r>
          </w:p>
        </w:tc>
        <w:tc>
          <w:tcPr>
            <w:tcW w:w="0" w:type="auto"/>
            <w:tcBorders>
              <w:left w:val="single" w:sz="4" w:space="0" w:color="auto"/>
              <w:right w:val="single" w:sz="4" w:space="0" w:color="auto"/>
            </w:tcBorders>
            <w:shd w:val="clear" w:color="auto" w:fill="auto"/>
            <w:vAlign w:val="center"/>
          </w:tcPr>
          <w:p w14:paraId="5AE5887D"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2B20EC9"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73EDF3A8"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A96E8B"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21027D60" w14:textId="77777777" w:rsidR="00FF2D49" w:rsidRPr="003656D8" w:rsidRDefault="00FF2D49"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908C29"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7F5DFB40"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7CB7EA" w14:textId="77777777" w:rsidR="00FF2D49" w:rsidRPr="003656D8" w:rsidRDefault="00FF2D49" w:rsidP="007A6C3C">
            <w:pPr>
              <w:jc w:val="right"/>
            </w:pPr>
            <w:r w:rsidRPr="003656D8">
              <w:t>+15,000</w:t>
            </w:r>
          </w:p>
        </w:tc>
        <w:tc>
          <w:tcPr>
            <w:tcW w:w="342" w:type="dxa"/>
            <w:tcBorders>
              <w:left w:val="single" w:sz="4" w:space="0" w:color="auto"/>
              <w:right w:val="single" w:sz="4" w:space="0" w:color="auto"/>
            </w:tcBorders>
            <w:shd w:val="clear" w:color="auto" w:fill="auto"/>
            <w:vAlign w:val="center"/>
          </w:tcPr>
          <w:p w14:paraId="72A87AF9"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4482A309" w14:textId="77777777" w:rsidR="00FF2D49" w:rsidRPr="003656D8" w:rsidRDefault="00FF2D49" w:rsidP="007A6C3C">
            <w:pPr>
              <w:jc w:val="right"/>
            </w:pPr>
          </w:p>
        </w:tc>
      </w:tr>
      <w:tr w:rsidR="00FF2D49" w:rsidRPr="003656D8" w14:paraId="082FABD3" w14:textId="77777777" w:rsidTr="00852158">
        <w:trPr>
          <w:trHeight w:val="432"/>
        </w:trPr>
        <w:tc>
          <w:tcPr>
            <w:tcW w:w="0" w:type="auto"/>
            <w:tcBorders>
              <w:right w:val="single" w:sz="4" w:space="0" w:color="auto"/>
            </w:tcBorders>
            <w:vAlign w:val="center"/>
          </w:tcPr>
          <w:p w14:paraId="62F41A04" w14:textId="77777777" w:rsidR="00FF2D49" w:rsidRPr="003656D8" w:rsidRDefault="00FF2D49" w:rsidP="00C2079C">
            <w:r w:rsidRPr="003656D8">
              <w:t>(c)</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9701EA" w14:textId="77777777" w:rsidR="00FF2D49" w:rsidRPr="003656D8" w:rsidRDefault="007A6C3C" w:rsidP="007A6C3C">
            <w:pPr>
              <w:jc w:val="right"/>
            </w:pPr>
            <w:r>
              <w:t>–</w:t>
            </w:r>
            <w:r w:rsidR="00FF2D49" w:rsidRPr="003656D8">
              <w:t>20,000</w:t>
            </w:r>
          </w:p>
        </w:tc>
        <w:tc>
          <w:tcPr>
            <w:tcW w:w="0" w:type="auto"/>
            <w:tcBorders>
              <w:left w:val="single" w:sz="4" w:space="0" w:color="auto"/>
              <w:right w:val="single" w:sz="4" w:space="0" w:color="auto"/>
            </w:tcBorders>
            <w:shd w:val="clear" w:color="auto" w:fill="auto"/>
            <w:vAlign w:val="center"/>
          </w:tcPr>
          <w:p w14:paraId="41314E84"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9DF5FF"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15F2FB86"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A80CE3" w14:textId="77777777" w:rsidR="00FF2D49" w:rsidRPr="003656D8" w:rsidRDefault="00FF2D49" w:rsidP="007A6C3C">
            <w:pPr>
              <w:jc w:val="right"/>
            </w:pPr>
            <w:r w:rsidRPr="003656D8">
              <w:t>+20,000</w:t>
            </w:r>
          </w:p>
        </w:tc>
        <w:tc>
          <w:tcPr>
            <w:tcW w:w="0" w:type="auto"/>
            <w:tcBorders>
              <w:left w:val="single" w:sz="4" w:space="0" w:color="auto"/>
              <w:right w:val="single" w:sz="4" w:space="0" w:color="auto"/>
            </w:tcBorders>
            <w:shd w:val="clear" w:color="auto" w:fill="auto"/>
            <w:vAlign w:val="center"/>
          </w:tcPr>
          <w:p w14:paraId="3B0325B3" w14:textId="77777777" w:rsidR="00FF2D49" w:rsidRPr="003656D8" w:rsidRDefault="00FF2D49"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2CA1794"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1DF72A30"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E1A275E"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3C6506E8"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0AC6D03F" w14:textId="77777777" w:rsidR="00FF2D49" w:rsidRPr="003656D8" w:rsidRDefault="00FF2D49" w:rsidP="007A6C3C">
            <w:pPr>
              <w:jc w:val="right"/>
            </w:pPr>
          </w:p>
        </w:tc>
      </w:tr>
      <w:tr w:rsidR="00FF2D49" w:rsidRPr="003656D8" w14:paraId="678F935D" w14:textId="77777777" w:rsidTr="00852158">
        <w:trPr>
          <w:trHeight w:val="432"/>
        </w:trPr>
        <w:tc>
          <w:tcPr>
            <w:tcW w:w="0" w:type="auto"/>
            <w:tcBorders>
              <w:right w:val="single" w:sz="4" w:space="0" w:color="auto"/>
            </w:tcBorders>
            <w:vAlign w:val="center"/>
          </w:tcPr>
          <w:p w14:paraId="27DF7434" w14:textId="77777777" w:rsidR="00FF2D49" w:rsidRPr="003656D8" w:rsidRDefault="00FF2D49" w:rsidP="00C2079C">
            <w:r w:rsidRPr="003656D8">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79AB5C"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50AFB24D"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58118E" w14:textId="77777777" w:rsidR="00FF2D49" w:rsidRPr="003656D8" w:rsidRDefault="00FF2D49" w:rsidP="007A6C3C">
            <w:pPr>
              <w:jc w:val="right"/>
            </w:pPr>
            <w:r w:rsidRPr="003656D8">
              <w:t>+300</w:t>
            </w:r>
          </w:p>
        </w:tc>
        <w:tc>
          <w:tcPr>
            <w:tcW w:w="0" w:type="auto"/>
            <w:tcBorders>
              <w:left w:val="single" w:sz="4" w:space="0" w:color="auto"/>
              <w:right w:val="single" w:sz="4" w:space="0" w:color="auto"/>
            </w:tcBorders>
            <w:shd w:val="clear" w:color="auto" w:fill="auto"/>
            <w:vAlign w:val="center"/>
          </w:tcPr>
          <w:p w14:paraId="70A66FC4"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1AA3B8"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6507AAE0" w14:textId="77777777" w:rsidR="00FF2D49" w:rsidRPr="003656D8" w:rsidRDefault="00FF2D49" w:rsidP="007A6C3C">
            <w:pPr>
              <w:jc w:val="right"/>
            </w:pPr>
            <w:r w:rsidRPr="003656D8">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23335D4" w14:textId="77777777" w:rsidR="00FF2D49" w:rsidRPr="003656D8" w:rsidRDefault="00FF2D49" w:rsidP="007A6C3C">
            <w:pPr>
              <w:jc w:val="right"/>
            </w:pPr>
            <w:r w:rsidRPr="003656D8">
              <w:t>+300</w:t>
            </w:r>
          </w:p>
        </w:tc>
        <w:tc>
          <w:tcPr>
            <w:tcW w:w="0" w:type="auto"/>
            <w:tcBorders>
              <w:left w:val="single" w:sz="4" w:space="0" w:color="auto"/>
              <w:right w:val="single" w:sz="4" w:space="0" w:color="auto"/>
            </w:tcBorders>
            <w:shd w:val="clear" w:color="auto" w:fill="auto"/>
            <w:vAlign w:val="center"/>
          </w:tcPr>
          <w:p w14:paraId="31A4F9C8"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10F3990"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601FFCDD"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463482ED" w14:textId="77777777" w:rsidR="00FF2D49" w:rsidRPr="003656D8" w:rsidRDefault="00FF2D49" w:rsidP="007A6C3C">
            <w:pPr>
              <w:jc w:val="right"/>
            </w:pPr>
          </w:p>
        </w:tc>
      </w:tr>
      <w:tr w:rsidR="00FF2D49" w:rsidRPr="003656D8" w14:paraId="51AF2B17" w14:textId="77777777" w:rsidTr="00852158">
        <w:trPr>
          <w:trHeight w:val="432"/>
        </w:trPr>
        <w:tc>
          <w:tcPr>
            <w:tcW w:w="0" w:type="auto"/>
            <w:tcBorders>
              <w:right w:val="single" w:sz="4" w:space="0" w:color="auto"/>
            </w:tcBorders>
            <w:vAlign w:val="center"/>
          </w:tcPr>
          <w:p w14:paraId="0A154BC0" w14:textId="77777777" w:rsidR="00FF2D49" w:rsidRPr="003656D8" w:rsidRDefault="00FF2D49" w:rsidP="00C2079C">
            <w:r w:rsidRPr="003656D8">
              <w:t>(f)</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07CCFA" w14:textId="77777777" w:rsidR="00FF2D49" w:rsidRPr="003656D8" w:rsidRDefault="007A6C3C" w:rsidP="007A6C3C">
            <w:pPr>
              <w:jc w:val="right"/>
            </w:pPr>
            <w:r>
              <w:t>–</w:t>
            </w:r>
            <w:r w:rsidR="00FF2D49" w:rsidRPr="003656D8">
              <w:t>300</w:t>
            </w:r>
          </w:p>
        </w:tc>
        <w:tc>
          <w:tcPr>
            <w:tcW w:w="0" w:type="auto"/>
            <w:tcBorders>
              <w:left w:val="single" w:sz="4" w:space="0" w:color="auto"/>
              <w:right w:val="single" w:sz="4" w:space="0" w:color="auto"/>
            </w:tcBorders>
            <w:shd w:val="clear" w:color="auto" w:fill="auto"/>
            <w:vAlign w:val="center"/>
          </w:tcPr>
          <w:p w14:paraId="3C4F96EB"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5D9833"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25A4CCC6"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E507F27"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312ACFFD"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79E810" w14:textId="77777777" w:rsidR="00FF2D49" w:rsidRPr="003656D8" w:rsidRDefault="007A6C3C" w:rsidP="007A6C3C">
            <w:pPr>
              <w:jc w:val="right"/>
            </w:pPr>
            <w:r>
              <w:t>–</w:t>
            </w:r>
            <w:r w:rsidR="00FF2D49" w:rsidRPr="003656D8">
              <w:t>300</w:t>
            </w:r>
          </w:p>
        </w:tc>
        <w:tc>
          <w:tcPr>
            <w:tcW w:w="0" w:type="auto"/>
            <w:tcBorders>
              <w:left w:val="single" w:sz="4" w:space="0" w:color="auto"/>
              <w:right w:val="single" w:sz="4" w:space="0" w:color="auto"/>
            </w:tcBorders>
            <w:shd w:val="clear" w:color="auto" w:fill="auto"/>
            <w:vAlign w:val="center"/>
          </w:tcPr>
          <w:p w14:paraId="29C88EC5"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19F70F"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1527A59C"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2D091D20" w14:textId="77777777" w:rsidR="00FF2D49" w:rsidRPr="003656D8" w:rsidRDefault="00FF2D49" w:rsidP="007A6C3C">
            <w:pPr>
              <w:jc w:val="right"/>
            </w:pPr>
          </w:p>
        </w:tc>
      </w:tr>
      <w:tr w:rsidR="00FF2D49" w:rsidRPr="003656D8" w14:paraId="4A307237" w14:textId="77777777" w:rsidTr="00852158">
        <w:trPr>
          <w:trHeight w:val="432"/>
        </w:trPr>
        <w:tc>
          <w:tcPr>
            <w:tcW w:w="0" w:type="auto"/>
            <w:tcBorders>
              <w:right w:val="single" w:sz="4" w:space="0" w:color="auto"/>
            </w:tcBorders>
            <w:vAlign w:val="center"/>
          </w:tcPr>
          <w:p w14:paraId="481502B9" w14:textId="77777777" w:rsidR="00FF2D49" w:rsidRPr="003656D8" w:rsidRDefault="00FF2D49" w:rsidP="00C2079C">
            <w:r w:rsidRPr="003656D8">
              <w:t>(g)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916463A" w14:textId="77777777" w:rsidR="00FF2D49" w:rsidRPr="003656D8" w:rsidRDefault="007A6C3C" w:rsidP="007A6C3C">
            <w:pPr>
              <w:jc w:val="right"/>
            </w:pPr>
            <w:r>
              <w:t>–</w:t>
            </w:r>
            <w:r w:rsidR="00FF2D49" w:rsidRPr="003656D8">
              <w:t>600</w:t>
            </w:r>
          </w:p>
        </w:tc>
        <w:tc>
          <w:tcPr>
            <w:tcW w:w="0" w:type="auto"/>
            <w:tcBorders>
              <w:left w:val="single" w:sz="4" w:space="0" w:color="auto"/>
              <w:right w:val="single" w:sz="4" w:space="0" w:color="auto"/>
            </w:tcBorders>
            <w:shd w:val="clear" w:color="auto" w:fill="auto"/>
            <w:vAlign w:val="center"/>
          </w:tcPr>
          <w:p w14:paraId="169102CD"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25433F" w14:textId="77777777" w:rsidR="00FF2D49" w:rsidRPr="003656D8" w:rsidRDefault="00FF2D49" w:rsidP="007A6C3C">
            <w:pPr>
              <w:jc w:val="right"/>
            </w:pPr>
            <w:r w:rsidRPr="003656D8">
              <w:t>+600</w:t>
            </w:r>
          </w:p>
        </w:tc>
        <w:tc>
          <w:tcPr>
            <w:tcW w:w="0" w:type="auto"/>
            <w:tcBorders>
              <w:left w:val="single" w:sz="4" w:space="0" w:color="auto"/>
              <w:right w:val="single" w:sz="4" w:space="0" w:color="auto"/>
            </w:tcBorders>
            <w:shd w:val="clear" w:color="auto" w:fill="auto"/>
            <w:vAlign w:val="center"/>
          </w:tcPr>
          <w:p w14:paraId="34919A62"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0DC7AEA"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356450A1"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76005C"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1DF8BB64"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A39A95E"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41236446"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05CAA534" w14:textId="77777777" w:rsidR="00FF2D49" w:rsidRPr="003656D8" w:rsidRDefault="00FF2D49" w:rsidP="007A6C3C">
            <w:pPr>
              <w:jc w:val="right"/>
            </w:pPr>
          </w:p>
        </w:tc>
      </w:tr>
      <w:tr w:rsidR="00FF2D49" w:rsidRPr="003656D8" w14:paraId="348910B4" w14:textId="77777777" w:rsidTr="00852158">
        <w:trPr>
          <w:trHeight w:val="432"/>
        </w:trPr>
        <w:tc>
          <w:tcPr>
            <w:tcW w:w="0" w:type="auto"/>
            <w:tcBorders>
              <w:right w:val="single" w:sz="4" w:space="0" w:color="auto"/>
            </w:tcBorders>
            <w:vAlign w:val="center"/>
          </w:tcPr>
          <w:p w14:paraId="3F9A75E8" w14:textId="77777777" w:rsidR="00FF2D49" w:rsidRPr="003656D8" w:rsidRDefault="00FF2D49" w:rsidP="00C2079C">
            <w:r w:rsidRPr="003656D8">
              <w:t>(h)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AA1B87" w14:textId="77777777" w:rsidR="00FF2D49" w:rsidRPr="003656D8" w:rsidRDefault="007A6C3C" w:rsidP="007A6C3C">
            <w:pPr>
              <w:jc w:val="right"/>
            </w:pPr>
            <w:r>
              <w:t>–</w:t>
            </w:r>
            <w:r w:rsidR="00FF2D49" w:rsidRPr="003656D8">
              <w:t>1,000</w:t>
            </w:r>
          </w:p>
        </w:tc>
        <w:tc>
          <w:tcPr>
            <w:tcW w:w="0" w:type="auto"/>
            <w:tcBorders>
              <w:left w:val="single" w:sz="4" w:space="0" w:color="auto"/>
              <w:right w:val="single" w:sz="4" w:space="0" w:color="auto"/>
            </w:tcBorders>
            <w:shd w:val="clear" w:color="auto" w:fill="auto"/>
            <w:vAlign w:val="center"/>
          </w:tcPr>
          <w:p w14:paraId="4FEEC024"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4E0477"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6D0E0578"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DF4CE4B" w14:textId="77777777" w:rsidR="00FF2D49" w:rsidRPr="003656D8" w:rsidRDefault="00A55863" w:rsidP="007A6C3C">
            <w:pPr>
              <w:jc w:val="right"/>
            </w:pPr>
            <w:r>
              <w:t>+</w:t>
            </w:r>
            <w:r w:rsidR="00FF2D49" w:rsidRPr="003656D8">
              <w:t>1,000</w:t>
            </w:r>
          </w:p>
        </w:tc>
        <w:tc>
          <w:tcPr>
            <w:tcW w:w="0" w:type="auto"/>
            <w:tcBorders>
              <w:left w:val="single" w:sz="4" w:space="0" w:color="auto"/>
              <w:right w:val="single" w:sz="4" w:space="0" w:color="auto"/>
            </w:tcBorders>
            <w:shd w:val="clear" w:color="auto" w:fill="auto"/>
            <w:vAlign w:val="center"/>
          </w:tcPr>
          <w:p w14:paraId="439AFD45"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BF31ABB"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28554988"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AF2B8D3"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7CA96F5C"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0B220E3E" w14:textId="77777777" w:rsidR="00FF2D49" w:rsidRPr="003656D8" w:rsidRDefault="00FF2D49" w:rsidP="007A6C3C">
            <w:pPr>
              <w:jc w:val="right"/>
            </w:pPr>
          </w:p>
        </w:tc>
      </w:tr>
      <w:tr w:rsidR="00FF2D49" w:rsidRPr="003656D8" w14:paraId="1D6CCC0C" w14:textId="77777777" w:rsidTr="00852158">
        <w:trPr>
          <w:trHeight w:val="432"/>
        </w:trPr>
        <w:tc>
          <w:tcPr>
            <w:tcW w:w="0" w:type="auto"/>
            <w:tcBorders>
              <w:right w:val="single" w:sz="4" w:space="0" w:color="auto"/>
            </w:tcBorders>
            <w:vAlign w:val="center"/>
          </w:tcPr>
          <w:p w14:paraId="09529B5E" w14:textId="77777777" w:rsidR="00FF2D49" w:rsidRPr="003656D8" w:rsidRDefault="00FF2D49" w:rsidP="00C2079C">
            <w:r w:rsidRPr="003656D8">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1F0DAF"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5F5CD6AD"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A49E77"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515FF91F"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9E4F572"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0FA918CB"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28D951" w14:textId="77777777" w:rsidR="00FF2D49" w:rsidRPr="003656D8" w:rsidRDefault="00FF2D49" w:rsidP="007A6C3C">
            <w:pPr>
              <w:jc w:val="right"/>
            </w:pPr>
          </w:p>
        </w:tc>
        <w:tc>
          <w:tcPr>
            <w:tcW w:w="0" w:type="auto"/>
            <w:tcBorders>
              <w:left w:val="single" w:sz="4" w:space="0" w:color="auto"/>
              <w:right w:val="single" w:sz="4" w:space="0" w:color="auto"/>
            </w:tcBorders>
            <w:shd w:val="clear" w:color="auto" w:fill="auto"/>
            <w:vAlign w:val="center"/>
          </w:tcPr>
          <w:p w14:paraId="6B25F3C1" w14:textId="77777777" w:rsidR="00FF2D49" w:rsidRPr="003656D8" w:rsidRDefault="00FF2D49" w:rsidP="007A6C3C">
            <w:pPr>
              <w:jc w:val="right"/>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A053291" w14:textId="77777777" w:rsidR="00FF2D49" w:rsidRPr="003656D8" w:rsidRDefault="00FF2D49" w:rsidP="007A6C3C">
            <w:pPr>
              <w:jc w:val="right"/>
            </w:pPr>
          </w:p>
        </w:tc>
        <w:tc>
          <w:tcPr>
            <w:tcW w:w="342" w:type="dxa"/>
            <w:tcBorders>
              <w:left w:val="single" w:sz="4" w:space="0" w:color="auto"/>
              <w:right w:val="single" w:sz="4" w:space="0" w:color="auto"/>
            </w:tcBorders>
            <w:shd w:val="clear" w:color="auto" w:fill="auto"/>
            <w:vAlign w:val="center"/>
          </w:tcPr>
          <w:p w14:paraId="2471BD78" w14:textId="77777777" w:rsidR="00FF2D49" w:rsidRPr="003656D8" w:rsidRDefault="00FF2D49" w:rsidP="007A6C3C">
            <w:pPr>
              <w:jc w:val="right"/>
            </w:pPr>
          </w:p>
        </w:tc>
        <w:tc>
          <w:tcPr>
            <w:tcW w:w="1664" w:type="dxa"/>
            <w:tcBorders>
              <w:top w:val="single" w:sz="4" w:space="0" w:color="auto"/>
              <w:left w:val="single" w:sz="4" w:space="0" w:color="auto"/>
              <w:bottom w:val="single" w:sz="4" w:space="0" w:color="auto"/>
              <w:right w:val="single" w:sz="4" w:space="0" w:color="auto"/>
            </w:tcBorders>
            <w:vAlign w:val="center"/>
          </w:tcPr>
          <w:p w14:paraId="3A7E6170" w14:textId="77777777" w:rsidR="00FF2D49" w:rsidRPr="003656D8" w:rsidRDefault="00FF2D49" w:rsidP="007A6C3C">
            <w:pPr>
              <w:jc w:val="right"/>
            </w:pPr>
          </w:p>
        </w:tc>
      </w:tr>
    </w:tbl>
    <w:p w14:paraId="71DCB156" w14:textId="77777777" w:rsidR="00FF2D49" w:rsidRPr="005F480C" w:rsidRDefault="003656D8" w:rsidP="00FF2D49">
      <w:pPr>
        <w:pStyle w:val="Heading1"/>
        <w:spacing w:before="240"/>
      </w:pPr>
      <w:r w:rsidRPr="003656D8">
        <w:rPr>
          <w:b w:val="0"/>
        </w:rPr>
        <w:br w:type="page"/>
      </w:r>
      <w:r w:rsidR="00FF2D49" w:rsidRPr="005F480C">
        <w:lastRenderedPageBreak/>
        <w:t xml:space="preserve">HANDOUT </w:t>
      </w:r>
      <w:r w:rsidR="00FF2D49">
        <w:t>2</w:t>
      </w:r>
      <w:r w:rsidR="007D4591">
        <w:t>–</w:t>
      </w:r>
      <w:r w:rsidR="00FF2D49">
        <w:t>3</w:t>
      </w:r>
    </w:p>
    <w:p w14:paraId="3A8C2D4C" w14:textId="77777777" w:rsidR="00FF2D49" w:rsidRPr="005F480C" w:rsidRDefault="00FF2D49" w:rsidP="00FF2D49">
      <w:pPr>
        <w:pStyle w:val="Heading1"/>
        <w:spacing w:before="240"/>
        <w:jc w:val="center"/>
        <w:rPr>
          <w:u w:val="none"/>
        </w:rPr>
      </w:pPr>
      <w:r>
        <w:rPr>
          <w:u w:val="none"/>
        </w:rPr>
        <w:t>THE DEBIT/CREDIT FRAMEWORK</w:t>
      </w:r>
    </w:p>
    <w:p w14:paraId="2EB29C98" w14:textId="77777777" w:rsidR="003B1C25" w:rsidRDefault="003B1C25" w:rsidP="003B1C25">
      <w:pPr>
        <w:pStyle w:val="Heading2"/>
        <w:rPr>
          <w:b w:val="0"/>
          <w:bCs/>
          <w:iCs/>
        </w:rPr>
      </w:pPr>
      <w:r>
        <w:rPr>
          <w:b w:val="0"/>
          <w:bCs/>
          <w:iCs/>
        </w:rPr>
        <w:t xml:space="preserve">The following activities occurred during January </w:t>
      </w:r>
      <w:r w:rsidR="004F05F8">
        <w:rPr>
          <w:b w:val="0"/>
          <w:bCs/>
          <w:iCs/>
        </w:rPr>
        <w:t>Year 1</w:t>
      </w:r>
      <w:r>
        <w:rPr>
          <w:b w:val="0"/>
          <w:bCs/>
          <w:iCs/>
        </w:rPr>
        <w:t xml:space="preserve">. Prepare a journal entry </w:t>
      </w:r>
      <w:r w:rsidR="009F14B5">
        <w:rPr>
          <w:b w:val="0"/>
          <w:bCs/>
          <w:iCs/>
        </w:rPr>
        <w:t>to</w:t>
      </w:r>
      <w:r>
        <w:rPr>
          <w:b w:val="0"/>
          <w:bCs/>
          <w:iCs/>
        </w:rPr>
        <w:t xml:space="preserve"> ensure that the basic accounting equation balances for each transaction. </w:t>
      </w:r>
    </w:p>
    <w:p w14:paraId="152E40D9" w14:textId="77777777" w:rsidR="003B1C25" w:rsidRDefault="003B1C25" w:rsidP="003656D8"/>
    <w:p w14:paraId="2A7A7F34" w14:textId="77777777" w:rsidR="003656D8" w:rsidRDefault="003656D8" w:rsidP="003656D8">
      <w:r>
        <w:t>(a) Stockholder invests $10,000 into the business</w:t>
      </w:r>
      <w:r w:rsidR="00625769">
        <w:t xml:space="preserve"> in exchange for common stock</w:t>
      </w:r>
      <w:r>
        <w:t>.</w:t>
      </w:r>
    </w:p>
    <w:p w14:paraId="386EB479"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65191FCC" w14:textId="77777777" w:rsidTr="009C0439">
        <w:trPr>
          <w:trHeight w:val="360"/>
        </w:trPr>
        <w:tc>
          <w:tcPr>
            <w:tcW w:w="8974" w:type="dxa"/>
          </w:tcPr>
          <w:p w14:paraId="0A0E63D9" w14:textId="77777777" w:rsidR="003656D8" w:rsidRPr="003656D8" w:rsidRDefault="003656D8" w:rsidP="003656D8">
            <w:r w:rsidRPr="003656D8">
              <w:t>Debit and credit the accounts affected</w:t>
            </w:r>
          </w:p>
        </w:tc>
      </w:tr>
      <w:tr w:rsidR="003656D8" w14:paraId="6C650877"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14:paraId="206F8B62"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0FE5B625" w14:textId="77777777" w:rsidR="003656D8" w:rsidRPr="003656D8" w:rsidRDefault="003656D8"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7A896588" w14:textId="77777777" w:rsidR="003656D8" w:rsidRPr="003656D8" w:rsidRDefault="003656D8" w:rsidP="003656D8"/>
              </w:tc>
              <w:tc>
                <w:tcPr>
                  <w:tcW w:w="823" w:type="pct"/>
                  <w:tcBorders>
                    <w:top w:val="single" w:sz="4" w:space="0" w:color="auto"/>
                    <w:left w:val="single" w:sz="4" w:space="0" w:color="auto"/>
                    <w:bottom w:val="single" w:sz="4" w:space="0" w:color="auto"/>
                    <w:right w:val="single" w:sz="4" w:space="0" w:color="auto"/>
                  </w:tcBorders>
                </w:tcPr>
                <w:p w14:paraId="0409062D" w14:textId="77777777" w:rsidR="003656D8" w:rsidRPr="003656D8" w:rsidRDefault="003656D8"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693E91E2" w14:textId="77777777" w:rsidR="003656D8" w:rsidRPr="003656D8" w:rsidRDefault="003656D8" w:rsidP="00A37277">
                  <w:pPr>
                    <w:jc w:val="center"/>
                  </w:pPr>
                </w:p>
              </w:tc>
            </w:tr>
            <w:tr w:rsidR="003656D8" w14:paraId="70E44AE7" w14:textId="77777777" w:rsidTr="00852158">
              <w:trPr>
                <w:trHeight w:val="432"/>
              </w:trPr>
              <w:tc>
                <w:tcPr>
                  <w:tcW w:w="679" w:type="pct"/>
                  <w:tcBorders>
                    <w:top w:val="single" w:sz="4" w:space="0" w:color="auto"/>
                  </w:tcBorders>
                </w:tcPr>
                <w:p w14:paraId="7242E0E0" w14:textId="77777777" w:rsidR="003656D8" w:rsidRPr="003656D8" w:rsidRDefault="003656D8" w:rsidP="00A37277">
                  <w:pPr>
                    <w:jc w:val="center"/>
                  </w:pPr>
                </w:p>
              </w:tc>
              <w:tc>
                <w:tcPr>
                  <w:tcW w:w="2675" w:type="pct"/>
                  <w:tcBorders>
                    <w:top w:val="single" w:sz="4" w:space="0" w:color="auto"/>
                  </w:tcBorders>
                </w:tcPr>
                <w:p w14:paraId="0AB9ED03" w14:textId="77777777" w:rsidR="003656D8" w:rsidRPr="003656D8" w:rsidRDefault="003656D8" w:rsidP="003656D8"/>
              </w:tc>
              <w:tc>
                <w:tcPr>
                  <w:tcW w:w="823" w:type="pct"/>
                  <w:tcBorders>
                    <w:top w:val="single" w:sz="4" w:space="0" w:color="auto"/>
                  </w:tcBorders>
                </w:tcPr>
                <w:p w14:paraId="19C6347B" w14:textId="77777777" w:rsidR="003656D8" w:rsidRPr="003656D8" w:rsidRDefault="003656D8" w:rsidP="00A37277">
                  <w:pPr>
                    <w:jc w:val="center"/>
                  </w:pPr>
                </w:p>
              </w:tc>
              <w:tc>
                <w:tcPr>
                  <w:tcW w:w="823" w:type="pct"/>
                  <w:tcBorders>
                    <w:top w:val="single" w:sz="4" w:space="0" w:color="auto"/>
                  </w:tcBorders>
                </w:tcPr>
                <w:p w14:paraId="63D8027C" w14:textId="77777777" w:rsidR="003656D8" w:rsidRPr="003656D8" w:rsidRDefault="003656D8" w:rsidP="00A37277">
                  <w:pPr>
                    <w:jc w:val="center"/>
                  </w:pPr>
                </w:p>
              </w:tc>
            </w:tr>
          </w:tbl>
          <w:p w14:paraId="011A636D" w14:textId="77777777" w:rsidR="003656D8" w:rsidRPr="003656D8" w:rsidRDefault="003656D8" w:rsidP="003656D8"/>
        </w:tc>
      </w:tr>
      <w:tr w:rsidR="003656D8" w14:paraId="42FBD6D7" w14:textId="77777777" w:rsidTr="008A116B">
        <w:trPr>
          <w:trHeight w:val="360"/>
        </w:trPr>
        <w:tc>
          <w:tcPr>
            <w:tcW w:w="8974" w:type="dxa"/>
            <w:tcBorders>
              <w:bottom w:val="single" w:sz="4" w:space="0" w:color="CCCCCC"/>
            </w:tcBorders>
          </w:tcPr>
          <w:p w14:paraId="7B029C16" w14:textId="77777777" w:rsidR="00B96E2D" w:rsidRDefault="00B96E2D" w:rsidP="003656D8"/>
          <w:p w14:paraId="2E2B0216" w14:textId="77777777" w:rsidR="003656D8" w:rsidRPr="003656D8" w:rsidRDefault="003656D8" w:rsidP="003656D8">
            <w:r w:rsidRPr="003656D8">
              <w:t>Ensure the equation still balances and debits = credits</w:t>
            </w:r>
          </w:p>
        </w:tc>
      </w:tr>
      <w:tr w:rsidR="003656D8" w14:paraId="284AF890" w14:textId="77777777" w:rsidTr="008A116B">
        <w:trPr>
          <w:trHeight w:val="360"/>
        </w:trPr>
        <w:tc>
          <w:tcPr>
            <w:tcW w:w="8974" w:type="dxa"/>
            <w:tcBorders>
              <w:right w:val="nil"/>
            </w:tcBorders>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3037E183" w14:textId="77777777" w:rsidTr="00A37277">
              <w:tc>
                <w:tcPr>
                  <w:tcW w:w="2592" w:type="dxa"/>
                  <w:gridSpan w:val="2"/>
                  <w:tcBorders>
                    <w:bottom w:val="single" w:sz="4" w:space="0" w:color="auto"/>
                  </w:tcBorders>
                </w:tcPr>
                <w:p w14:paraId="526DCF92" w14:textId="77777777" w:rsidR="003656D8" w:rsidRPr="003656D8" w:rsidRDefault="003656D8" w:rsidP="00A37277">
                  <w:pPr>
                    <w:jc w:val="center"/>
                  </w:pPr>
                  <w:r w:rsidRPr="003656D8">
                    <w:t>Assets</w:t>
                  </w:r>
                </w:p>
              </w:tc>
              <w:tc>
                <w:tcPr>
                  <w:tcW w:w="342" w:type="dxa"/>
                </w:tcPr>
                <w:p w14:paraId="59C0E93B" w14:textId="77777777" w:rsidR="003656D8" w:rsidRPr="003656D8" w:rsidRDefault="003656D8" w:rsidP="00A37277">
                  <w:pPr>
                    <w:jc w:val="center"/>
                  </w:pPr>
                  <w:r w:rsidRPr="003656D8">
                    <w:t>=</w:t>
                  </w:r>
                </w:p>
              </w:tc>
              <w:tc>
                <w:tcPr>
                  <w:tcW w:w="2592" w:type="dxa"/>
                  <w:gridSpan w:val="2"/>
                  <w:tcBorders>
                    <w:bottom w:val="single" w:sz="4" w:space="0" w:color="auto"/>
                  </w:tcBorders>
                </w:tcPr>
                <w:p w14:paraId="58C06A6D" w14:textId="77777777" w:rsidR="003656D8" w:rsidRPr="003656D8" w:rsidRDefault="003656D8" w:rsidP="00A37277">
                  <w:pPr>
                    <w:jc w:val="center"/>
                  </w:pPr>
                  <w:r w:rsidRPr="003656D8">
                    <w:t>Liabilities</w:t>
                  </w:r>
                </w:p>
              </w:tc>
              <w:tc>
                <w:tcPr>
                  <w:tcW w:w="342" w:type="dxa"/>
                </w:tcPr>
                <w:p w14:paraId="68BFCA50" w14:textId="77777777" w:rsidR="003656D8" w:rsidRPr="003656D8" w:rsidRDefault="003656D8" w:rsidP="00A37277">
                  <w:pPr>
                    <w:jc w:val="center"/>
                  </w:pPr>
                  <w:r w:rsidRPr="003656D8">
                    <w:t>+</w:t>
                  </w:r>
                </w:p>
              </w:tc>
              <w:tc>
                <w:tcPr>
                  <w:tcW w:w="2880" w:type="dxa"/>
                  <w:gridSpan w:val="2"/>
                  <w:tcBorders>
                    <w:bottom w:val="single" w:sz="4" w:space="0" w:color="auto"/>
                  </w:tcBorders>
                </w:tcPr>
                <w:p w14:paraId="20C13C6D" w14:textId="77777777" w:rsidR="003656D8" w:rsidRPr="003656D8" w:rsidRDefault="003656D8" w:rsidP="00A37277">
                  <w:pPr>
                    <w:jc w:val="center"/>
                  </w:pPr>
                  <w:r w:rsidRPr="003656D8">
                    <w:t>Stockholders’ Equity</w:t>
                  </w:r>
                </w:p>
              </w:tc>
            </w:tr>
            <w:tr w:rsidR="00346A67" w14:paraId="4C90FE06" w14:textId="77777777" w:rsidTr="008A116B">
              <w:trPr>
                <w:trHeight w:val="432"/>
              </w:trPr>
              <w:tc>
                <w:tcPr>
                  <w:tcW w:w="1296" w:type="dxa"/>
                  <w:tcBorders>
                    <w:top w:val="single" w:sz="4" w:space="0" w:color="auto"/>
                    <w:right w:val="nil"/>
                  </w:tcBorders>
                </w:tcPr>
                <w:p w14:paraId="6AD3361B" w14:textId="77777777" w:rsidR="00346A67" w:rsidRPr="003656D8" w:rsidRDefault="00346A67" w:rsidP="003656D8"/>
              </w:tc>
              <w:tc>
                <w:tcPr>
                  <w:tcW w:w="1296" w:type="dxa"/>
                  <w:tcBorders>
                    <w:top w:val="single" w:sz="4" w:space="0" w:color="auto"/>
                    <w:left w:val="nil"/>
                  </w:tcBorders>
                </w:tcPr>
                <w:p w14:paraId="43CF89A4" w14:textId="77777777" w:rsidR="00346A67" w:rsidRPr="003656D8" w:rsidRDefault="00346A67" w:rsidP="00A37277">
                  <w:pPr>
                    <w:jc w:val="right"/>
                  </w:pPr>
                </w:p>
              </w:tc>
              <w:tc>
                <w:tcPr>
                  <w:tcW w:w="342" w:type="dxa"/>
                </w:tcPr>
                <w:p w14:paraId="0BE03EB5" w14:textId="77777777" w:rsidR="00346A67" w:rsidRPr="003656D8" w:rsidRDefault="00346A67" w:rsidP="00A37277">
                  <w:pPr>
                    <w:jc w:val="center"/>
                  </w:pPr>
                </w:p>
              </w:tc>
              <w:tc>
                <w:tcPr>
                  <w:tcW w:w="1296" w:type="dxa"/>
                  <w:tcBorders>
                    <w:top w:val="single" w:sz="4" w:space="0" w:color="auto"/>
                    <w:right w:val="nil"/>
                  </w:tcBorders>
                </w:tcPr>
                <w:p w14:paraId="34D26F56" w14:textId="77777777" w:rsidR="00346A67" w:rsidRPr="003656D8" w:rsidRDefault="00346A67" w:rsidP="00A37277">
                  <w:pPr>
                    <w:jc w:val="center"/>
                  </w:pPr>
                </w:p>
              </w:tc>
              <w:tc>
                <w:tcPr>
                  <w:tcW w:w="1296" w:type="dxa"/>
                  <w:tcBorders>
                    <w:top w:val="single" w:sz="4" w:space="0" w:color="auto"/>
                    <w:left w:val="nil"/>
                  </w:tcBorders>
                </w:tcPr>
                <w:p w14:paraId="0805F7F5" w14:textId="77777777" w:rsidR="00346A67" w:rsidRPr="003656D8" w:rsidRDefault="00346A67" w:rsidP="00A37277">
                  <w:pPr>
                    <w:jc w:val="center"/>
                  </w:pPr>
                </w:p>
              </w:tc>
              <w:tc>
                <w:tcPr>
                  <w:tcW w:w="342" w:type="dxa"/>
                </w:tcPr>
                <w:p w14:paraId="680630F1" w14:textId="77777777" w:rsidR="00346A67" w:rsidRPr="003656D8" w:rsidRDefault="00346A67" w:rsidP="00A37277">
                  <w:pPr>
                    <w:jc w:val="center"/>
                  </w:pPr>
                </w:p>
              </w:tc>
              <w:tc>
                <w:tcPr>
                  <w:tcW w:w="1440" w:type="dxa"/>
                  <w:tcBorders>
                    <w:top w:val="single" w:sz="4" w:space="0" w:color="auto"/>
                    <w:right w:val="single" w:sz="4" w:space="0" w:color="auto"/>
                  </w:tcBorders>
                </w:tcPr>
                <w:p w14:paraId="50907D91" w14:textId="77777777" w:rsidR="00346A67" w:rsidRPr="003656D8" w:rsidRDefault="00346A67" w:rsidP="003656D8"/>
              </w:tc>
              <w:tc>
                <w:tcPr>
                  <w:tcW w:w="1440" w:type="dxa"/>
                  <w:tcBorders>
                    <w:top w:val="single" w:sz="4" w:space="0" w:color="auto"/>
                    <w:left w:val="single" w:sz="4" w:space="0" w:color="auto"/>
                  </w:tcBorders>
                </w:tcPr>
                <w:p w14:paraId="522E12B8" w14:textId="77777777" w:rsidR="00346A67" w:rsidRPr="003656D8" w:rsidRDefault="00346A67" w:rsidP="00A37277">
                  <w:pPr>
                    <w:jc w:val="right"/>
                  </w:pPr>
                </w:p>
              </w:tc>
            </w:tr>
          </w:tbl>
          <w:p w14:paraId="716E1C92" w14:textId="77777777" w:rsidR="003656D8" w:rsidRPr="003656D8" w:rsidRDefault="003656D8" w:rsidP="003656D8"/>
        </w:tc>
      </w:tr>
    </w:tbl>
    <w:p w14:paraId="5F2E78F6" w14:textId="77777777" w:rsidR="003656D8" w:rsidRDefault="003656D8" w:rsidP="003656D8"/>
    <w:p w14:paraId="14E36E9B" w14:textId="77777777" w:rsidR="0044591F" w:rsidRPr="000A73F3" w:rsidRDefault="0044591F" w:rsidP="0044591F">
      <w:r>
        <w:t>(b) Company borrows $15,000 signing a note payable to the bank that is due in three months.</w:t>
      </w:r>
    </w:p>
    <w:p w14:paraId="7416DFBC"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7F157497" w14:textId="77777777" w:rsidTr="009C0439">
        <w:trPr>
          <w:trHeight w:val="360"/>
        </w:trPr>
        <w:tc>
          <w:tcPr>
            <w:tcW w:w="8974" w:type="dxa"/>
          </w:tcPr>
          <w:p w14:paraId="2C922EAD" w14:textId="77777777" w:rsidR="003656D8" w:rsidRPr="003656D8" w:rsidRDefault="003656D8" w:rsidP="003656D8">
            <w:r w:rsidRPr="003656D8">
              <w:t>Debit and credit the accounts affected</w:t>
            </w:r>
          </w:p>
        </w:tc>
      </w:tr>
      <w:tr w:rsidR="003656D8" w14:paraId="7ABE4267"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14:paraId="252F5437"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7526CB93" w14:textId="77777777" w:rsidR="003656D8" w:rsidRPr="003656D8" w:rsidRDefault="003656D8"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6C5CB704" w14:textId="77777777" w:rsidR="003656D8" w:rsidRPr="003656D8" w:rsidRDefault="003656D8" w:rsidP="003656D8"/>
              </w:tc>
              <w:tc>
                <w:tcPr>
                  <w:tcW w:w="823" w:type="pct"/>
                  <w:tcBorders>
                    <w:top w:val="single" w:sz="4" w:space="0" w:color="auto"/>
                    <w:left w:val="single" w:sz="4" w:space="0" w:color="auto"/>
                    <w:bottom w:val="single" w:sz="4" w:space="0" w:color="auto"/>
                    <w:right w:val="single" w:sz="4" w:space="0" w:color="auto"/>
                  </w:tcBorders>
                </w:tcPr>
                <w:p w14:paraId="3BE614F5" w14:textId="77777777" w:rsidR="003656D8" w:rsidRPr="003656D8" w:rsidRDefault="003656D8"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04BEC244" w14:textId="77777777" w:rsidR="003656D8" w:rsidRPr="003656D8" w:rsidRDefault="003656D8" w:rsidP="00A37277">
                  <w:pPr>
                    <w:jc w:val="center"/>
                  </w:pPr>
                </w:p>
              </w:tc>
            </w:tr>
            <w:tr w:rsidR="003656D8" w14:paraId="27832B09" w14:textId="77777777" w:rsidTr="00852158">
              <w:trPr>
                <w:trHeight w:val="432"/>
              </w:trPr>
              <w:tc>
                <w:tcPr>
                  <w:tcW w:w="679" w:type="pct"/>
                  <w:tcBorders>
                    <w:top w:val="single" w:sz="4" w:space="0" w:color="auto"/>
                  </w:tcBorders>
                </w:tcPr>
                <w:p w14:paraId="23BE8D96" w14:textId="77777777" w:rsidR="003656D8" w:rsidRPr="003656D8" w:rsidRDefault="003656D8" w:rsidP="00A37277">
                  <w:pPr>
                    <w:jc w:val="center"/>
                  </w:pPr>
                </w:p>
              </w:tc>
              <w:tc>
                <w:tcPr>
                  <w:tcW w:w="2675" w:type="pct"/>
                  <w:tcBorders>
                    <w:top w:val="single" w:sz="4" w:space="0" w:color="auto"/>
                  </w:tcBorders>
                </w:tcPr>
                <w:p w14:paraId="604A7188" w14:textId="77777777" w:rsidR="003656D8" w:rsidRPr="003656D8" w:rsidRDefault="003656D8" w:rsidP="003656D8"/>
              </w:tc>
              <w:tc>
                <w:tcPr>
                  <w:tcW w:w="823" w:type="pct"/>
                  <w:tcBorders>
                    <w:top w:val="single" w:sz="4" w:space="0" w:color="auto"/>
                  </w:tcBorders>
                </w:tcPr>
                <w:p w14:paraId="22F25788" w14:textId="77777777" w:rsidR="003656D8" w:rsidRPr="003656D8" w:rsidRDefault="003656D8" w:rsidP="00A37277">
                  <w:pPr>
                    <w:jc w:val="center"/>
                  </w:pPr>
                </w:p>
              </w:tc>
              <w:tc>
                <w:tcPr>
                  <w:tcW w:w="823" w:type="pct"/>
                  <w:tcBorders>
                    <w:top w:val="single" w:sz="4" w:space="0" w:color="auto"/>
                  </w:tcBorders>
                </w:tcPr>
                <w:p w14:paraId="4614D02D" w14:textId="77777777" w:rsidR="003656D8" w:rsidRPr="003656D8" w:rsidRDefault="003656D8" w:rsidP="00A37277">
                  <w:pPr>
                    <w:jc w:val="center"/>
                  </w:pPr>
                </w:p>
              </w:tc>
            </w:tr>
          </w:tbl>
          <w:p w14:paraId="6E16C631" w14:textId="77777777" w:rsidR="003656D8" w:rsidRPr="003656D8" w:rsidRDefault="003656D8" w:rsidP="003656D8"/>
        </w:tc>
      </w:tr>
      <w:tr w:rsidR="003656D8" w14:paraId="7162A1B8" w14:textId="77777777" w:rsidTr="009C0439">
        <w:trPr>
          <w:trHeight w:val="360"/>
        </w:trPr>
        <w:tc>
          <w:tcPr>
            <w:tcW w:w="8974" w:type="dxa"/>
          </w:tcPr>
          <w:p w14:paraId="70066C51" w14:textId="77777777" w:rsidR="00B96E2D" w:rsidRDefault="00B96E2D" w:rsidP="003656D8"/>
          <w:p w14:paraId="417645DA" w14:textId="77777777" w:rsidR="003656D8" w:rsidRPr="003656D8" w:rsidRDefault="003656D8" w:rsidP="003656D8">
            <w:r w:rsidRPr="003656D8">
              <w:t>Ensure the equation still balances and debits = credits</w:t>
            </w:r>
          </w:p>
        </w:tc>
      </w:tr>
      <w:tr w:rsidR="003656D8" w14:paraId="2A3ACF3A"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7681800C" w14:textId="77777777" w:rsidTr="00346A67">
              <w:tc>
                <w:tcPr>
                  <w:tcW w:w="2592" w:type="dxa"/>
                  <w:gridSpan w:val="2"/>
                  <w:tcBorders>
                    <w:bottom w:val="single" w:sz="4" w:space="0" w:color="auto"/>
                  </w:tcBorders>
                </w:tcPr>
                <w:p w14:paraId="6FE314C4" w14:textId="77777777" w:rsidR="003656D8" w:rsidRPr="003656D8" w:rsidRDefault="003656D8" w:rsidP="00A37277">
                  <w:pPr>
                    <w:jc w:val="center"/>
                  </w:pPr>
                  <w:r w:rsidRPr="003656D8">
                    <w:t>Assets</w:t>
                  </w:r>
                </w:p>
              </w:tc>
              <w:tc>
                <w:tcPr>
                  <w:tcW w:w="342" w:type="dxa"/>
                </w:tcPr>
                <w:p w14:paraId="75A08608" w14:textId="77777777" w:rsidR="003656D8" w:rsidRPr="003656D8" w:rsidRDefault="003656D8" w:rsidP="00A37277">
                  <w:pPr>
                    <w:jc w:val="center"/>
                  </w:pPr>
                  <w:r w:rsidRPr="003656D8">
                    <w:t>=</w:t>
                  </w:r>
                </w:p>
              </w:tc>
              <w:tc>
                <w:tcPr>
                  <w:tcW w:w="2592" w:type="dxa"/>
                  <w:gridSpan w:val="2"/>
                  <w:tcBorders>
                    <w:bottom w:val="single" w:sz="4" w:space="0" w:color="auto"/>
                  </w:tcBorders>
                </w:tcPr>
                <w:p w14:paraId="2A42D13A" w14:textId="77777777" w:rsidR="003656D8" w:rsidRPr="003656D8" w:rsidRDefault="003656D8" w:rsidP="00A37277">
                  <w:pPr>
                    <w:jc w:val="center"/>
                  </w:pPr>
                  <w:r w:rsidRPr="003656D8">
                    <w:t>Liabilities</w:t>
                  </w:r>
                </w:p>
              </w:tc>
              <w:tc>
                <w:tcPr>
                  <w:tcW w:w="342" w:type="dxa"/>
                </w:tcPr>
                <w:p w14:paraId="60615C56" w14:textId="77777777" w:rsidR="003656D8" w:rsidRPr="003656D8" w:rsidRDefault="003656D8" w:rsidP="00A37277">
                  <w:pPr>
                    <w:jc w:val="center"/>
                  </w:pPr>
                  <w:r w:rsidRPr="003656D8">
                    <w:t>+</w:t>
                  </w:r>
                </w:p>
              </w:tc>
              <w:tc>
                <w:tcPr>
                  <w:tcW w:w="2880" w:type="dxa"/>
                  <w:gridSpan w:val="2"/>
                  <w:tcBorders>
                    <w:bottom w:val="single" w:sz="4" w:space="0" w:color="auto"/>
                  </w:tcBorders>
                </w:tcPr>
                <w:p w14:paraId="122026E9" w14:textId="77777777" w:rsidR="003656D8" w:rsidRPr="003656D8" w:rsidRDefault="003656D8" w:rsidP="00A37277">
                  <w:pPr>
                    <w:jc w:val="center"/>
                  </w:pPr>
                  <w:r w:rsidRPr="003656D8">
                    <w:t>Stockholders’ Equity</w:t>
                  </w:r>
                </w:p>
              </w:tc>
            </w:tr>
            <w:tr w:rsidR="00346A67" w14:paraId="4979FE45" w14:textId="77777777" w:rsidTr="008A116B">
              <w:trPr>
                <w:trHeight w:val="432"/>
              </w:trPr>
              <w:tc>
                <w:tcPr>
                  <w:tcW w:w="1296" w:type="dxa"/>
                  <w:tcBorders>
                    <w:top w:val="single" w:sz="4" w:space="0" w:color="auto"/>
                    <w:right w:val="nil"/>
                  </w:tcBorders>
                </w:tcPr>
                <w:p w14:paraId="611A5088" w14:textId="77777777" w:rsidR="00346A67" w:rsidRPr="003656D8" w:rsidRDefault="00346A67" w:rsidP="003656D8"/>
              </w:tc>
              <w:tc>
                <w:tcPr>
                  <w:tcW w:w="1296" w:type="dxa"/>
                  <w:tcBorders>
                    <w:top w:val="single" w:sz="4" w:space="0" w:color="auto"/>
                    <w:left w:val="nil"/>
                  </w:tcBorders>
                </w:tcPr>
                <w:p w14:paraId="49905B21" w14:textId="77777777" w:rsidR="00346A67" w:rsidRPr="003656D8" w:rsidRDefault="00346A67" w:rsidP="00A37277">
                  <w:pPr>
                    <w:jc w:val="right"/>
                  </w:pPr>
                </w:p>
              </w:tc>
              <w:tc>
                <w:tcPr>
                  <w:tcW w:w="342" w:type="dxa"/>
                </w:tcPr>
                <w:p w14:paraId="4204E624" w14:textId="77777777" w:rsidR="00346A67" w:rsidRPr="003656D8" w:rsidRDefault="00346A67" w:rsidP="00A37277">
                  <w:pPr>
                    <w:jc w:val="center"/>
                  </w:pPr>
                </w:p>
              </w:tc>
              <w:tc>
                <w:tcPr>
                  <w:tcW w:w="1296" w:type="dxa"/>
                  <w:tcBorders>
                    <w:top w:val="single" w:sz="4" w:space="0" w:color="auto"/>
                    <w:right w:val="nil"/>
                  </w:tcBorders>
                </w:tcPr>
                <w:p w14:paraId="50FDD529" w14:textId="77777777" w:rsidR="00346A67" w:rsidRPr="003656D8" w:rsidRDefault="00346A67" w:rsidP="00A37277">
                  <w:pPr>
                    <w:jc w:val="center"/>
                  </w:pPr>
                </w:p>
              </w:tc>
              <w:tc>
                <w:tcPr>
                  <w:tcW w:w="1296" w:type="dxa"/>
                  <w:tcBorders>
                    <w:top w:val="single" w:sz="4" w:space="0" w:color="auto"/>
                    <w:left w:val="nil"/>
                    <w:right w:val="nil"/>
                  </w:tcBorders>
                </w:tcPr>
                <w:p w14:paraId="34E756D1" w14:textId="77777777" w:rsidR="00346A67" w:rsidRPr="003656D8" w:rsidRDefault="00346A67" w:rsidP="00A37277">
                  <w:pPr>
                    <w:jc w:val="center"/>
                  </w:pPr>
                </w:p>
              </w:tc>
              <w:tc>
                <w:tcPr>
                  <w:tcW w:w="342" w:type="dxa"/>
                  <w:tcBorders>
                    <w:left w:val="nil"/>
                  </w:tcBorders>
                </w:tcPr>
                <w:p w14:paraId="29FA705C" w14:textId="77777777" w:rsidR="00346A67" w:rsidRPr="003656D8" w:rsidRDefault="00346A67" w:rsidP="00A37277">
                  <w:pPr>
                    <w:jc w:val="center"/>
                  </w:pPr>
                </w:p>
              </w:tc>
              <w:tc>
                <w:tcPr>
                  <w:tcW w:w="1440" w:type="dxa"/>
                  <w:tcBorders>
                    <w:top w:val="single" w:sz="4" w:space="0" w:color="auto"/>
                    <w:right w:val="nil"/>
                  </w:tcBorders>
                </w:tcPr>
                <w:p w14:paraId="07B54A80" w14:textId="77777777" w:rsidR="00346A67" w:rsidRPr="003656D8" w:rsidRDefault="00346A67" w:rsidP="003656D8"/>
              </w:tc>
              <w:tc>
                <w:tcPr>
                  <w:tcW w:w="1440" w:type="dxa"/>
                  <w:tcBorders>
                    <w:top w:val="single" w:sz="4" w:space="0" w:color="auto"/>
                    <w:left w:val="nil"/>
                  </w:tcBorders>
                </w:tcPr>
                <w:p w14:paraId="50F7B224" w14:textId="77777777" w:rsidR="00346A67" w:rsidRPr="003656D8" w:rsidRDefault="00346A67" w:rsidP="00A37277">
                  <w:pPr>
                    <w:jc w:val="right"/>
                  </w:pPr>
                </w:p>
              </w:tc>
            </w:tr>
          </w:tbl>
          <w:p w14:paraId="681C8C2F" w14:textId="77777777" w:rsidR="003656D8" w:rsidRPr="003656D8" w:rsidRDefault="003656D8" w:rsidP="003656D8"/>
        </w:tc>
      </w:tr>
    </w:tbl>
    <w:p w14:paraId="2D2CA9FB" w14:textId="77777777" w:rsidR="003656D8" w:rsidRDefault="003656D8" w:rsidP="003656D8"/>
    <w:p w14:paraId="2581C7B8" w14:textId="77777777" w:rsidR="0044591F" w:rsidRPr="000A73F3" w:rsidRDefault="0044591F" w:rsidP="0044591F">
      <w:r>
        <w:t>(c) Receives and pays for a $15,000 truck and $5,000 of equipment.</w:t>
      </w:r>
    </w:p>
    <w:p w14:paraId="7ED7A6E5" w14:textId="77777777" w:rsidR="00B96E2D" w:rsidRDefault="00B96E2D" w:rsidP="00B96E2D"/>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B96E2D" w14:paraId="28C450EB" w14:textId="77777777" w:rsidTr="009C0439">
        <w:trPr>
          <w:trHeight w:val="360"/>
        </w:trPr>
        <w:tc>
          <w:tcPr>
            <w:tcW w:w="8974" w:type="dxa"/>
          </w:tcPr>
          <w:p w14:paraId="322AA337" w14:textId="77777777" w:rsidR="00B96E2D" w:rsidRPr="003656D8" w:rsidRDefault="00B96E2D" w:rsidP="00B96E2D">
            <w:r w:rsidRPr="003656D8">
              <w:t>Debit and credit the accounts affected</w:t>
            </w:r>
          </w:p>
        </w:tc>
      </w:tr>
      <w:tr w:rsidR="00B96E2D" w14:paraId="3E325C89"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B96E2D" w14:paraId="14E676CD"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0E611C58" w14:textId="77777777" w:rsidR="00B96E2D" w:rsidRPr="003656D8" w:rsidRDefault="00B96E2D"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3E890EB2" w14:textId="77777777" w:rsidR="00B96E2D" w:rsidRPr="003656D8" w:rsidRDefault="00B96E2D" w:rsidP="00B96E2D"/>
              </w:tc>
              <w:tc>
                <w:tcPr>
                  <w:tcW w:w="823" w:type="pct"/>
                  <w:tcBorders>
                    <w:top w:val="single" w:sz="4" w:space="0" w:color="auto"/>
                    <w:left w:val="single" w:sz="4" w:space="0" w:color="auto"/>
                    <w:bottom w:val="single" w:sz="4" w:space="0" w:color="auto"/>
                    <w:right w:val="single" w:sz="4" w:space="0" w:color="auto"/>
                  </w:tcBorders>
                </w:tcPr>
                <w:p w14:paraId="2B059B61" w14:textId="77777777" w:rsidR="00B96E2D" w:rsidRPr="003656D8" w:rsidRDefault="00B96E2D"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1126B47A" w14:textId="77777777" w:rsidR="00B96E2D" w:rsidRPr="003656D8" w:rsidRDefault="00B96E2D" w:rsidP="00A37277">
                  <w:pPr>
                    <w:jc w:val="center"/>
                  </w:pPr>
                </w:p>
              </w:tc>
            </w:tr>
            <w:tr w:rsidR="00B96E2D" w14:paraId="2046B125" w14:textId="77777777" w:rsidTr="00852158">
              <w:trPr>
                <w:trHeight w:val="432"/>
              </w:trPr>
              <w:tc>
                <w:tcPr>
                  <w:tcW w:w="679" w:type="pct"/>
                  <w:tcBorders>
                    <w:top w:val="single" w:sz="4" w:space="0" w:color="auto"/>
                  </w:tcBorders>
                </w:tcPr>
                <w:p w14:paraId="68685F13" w14:textId="77777777" w:rsidR="00B96E2D" w:rsidRPr="003656D8" w:rsidRDefault="00B96E2D" w:rsidP="00A37277">
                  <w:pPr>
                    <w:jc w:val="center"/>
                  </w:pPr>
                </w:p>
              </w:tc>
              <w:tc>
                <w:tcPr>
                  <w:tcW w:w="2675" w:type="pct"/>
                  <w:tcBorders>
                    <w:top w:val="single" w:sz="4" w:space="0" w:color="auto"/>
                  </w:tcBorders>
                </w:tcPr>
                <w:p w14:paraId="07145C7C" w14:textId="77777777" w:rsidR="00B96E2D" w:rsidRPr="003656D8" w:rsidRDefault="00B96E2D" w:rsidP="00B96E2D"/>
              </w:tc>
              <w:tc>
                <w:tcPr>
                  <w:tcW w:w="823" w:type="pct"/>
                  <w:tcBorders>
                    <w:top w:val="single" w:sz="4" w:space="0" w:color="auto"/>
                  </w:tcBorders>
                </w:tcPr>
                <w:p w14:paraId="332CA8D6" w14:textId="77777777" w:rsidR="00B96E2D" w:rsidRPr="003656D8" w:rsidRDefault="00B96E2D" w:rsidP="00A37277">
                  <w:pPr>
                    <w:jc w:val="center"/>
                  </w:pPr>
                </w:p>
              </w:tc>
              <w:tc>
                <w:tcPr>
                  <w:tcW w:w="823" w:type="pct"/>
                  <w:tcBorders>
                    <w:top w:val="single" w:sz="4" w:space="0" w:color="auto"/>
                  </w:tcBorders>
                </w:tcPr>
                <w:p w14:paraId="5355DE87" w14:textId="77777777" w:rsidR="00B96E2D" w:rsidRPr="003656D8" w:rsidRDefault="00B96E2D" w:rsidP="00A37277">
                  <w:pPr>
                    <w:jc w:val="center"/>
                  </w:pPr>
                </w:p>
              </w:tc>
            </w:tr>
          </w:tbl>
          <w:p w14:paraId="53069296" w14:textId="77777777" w:rsidR="00B96E2D" w:rsidRPr="003656D8" w:rsidRDefault="00B96E2D" w:rsidP="00B96E2D"/>
        </w:tc>
      </w:tr>
      <w:tr w:rsidR="00B96E2D" w14:paraId="53C2F665" w14:textId="77777777" w:rsidTr="009C0439">
        <w:trPr>
          <w:trHeight w:val="360"/>
        </w:trPr>
        <w:tc>
          <w:tcPr>
            <w:tcW w:w="8974" w:type="dxa"/>
          </w:tcPr>
          <w:p w14:paraId="2D14B7A8" w14:textId="77777777" w:rsidR="00B96E2D" w:rsidRDefault="00B96E2D" w:rsidP="00B96E2D"/>
          <w:p w14:paraId="0ED6713D" w14:textId="77777777" w:rsidR="00B96E2D" w:rsidRPr="003656D8" w:rsidRDefault="00B96E2D" w:rsidP="00B96E2D">
            <w:r w:rsidRPr="003656D8">
              <w:t>Ensure the equation still balances and debits = credits</w:t>
            </w:r>
          </w:p>
        </w:tc>
      </w:tr>
      <w:tr w:rsidR="00B96E2D" w14:paraId="5FA595F1"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B96E2D" w14:paraId="591D512D" w14:textId="77777777" w:rsidTr="00A37277">
              <w:tc>
                <w:tcPr>
                  <w:tcW w:w="2592" w:type="dxa"/>
                  <w:gridSpan w:val="2"/>
                  <w:tcBorders>
                    <w:bottom w:val="single" w:sz="4" w:space="0" w:color="auto"/>
                  </w:tcBorders>
                </w:tcPr>
                <w:p w14:paraId="7973543C" w14:textId="77777777" w:rsidR="00B96E2D" w:rsidRPr="003656D8" w:rsidRDefault="00B96E2D" w:rsidP="00A37277">
                  <w:pPr>
                    <w:jc w:val="center"/>
                  </w:pPr>
                  <w:r w:rsidRPr="003656D8">
                    <w:t>Assets</w:t>
                  </w:r>
                </w:p>
              </w:tc>
              <w:tc>
                <w:tcPr>
                  <w:tcW w:w="342" w:type="dxa"/>
                </w:tcPr>
                <w:p w14:paraId="58736FF1" w14:textId="77777777" w:rsidR="00B96E2D" w:rsidRPr="003656D8" w:rsidRDefault="00B96E2D" w:rsidP="00A37277">
                  <w:pPr>
                    <w:jc w:val="center"/>
                  </w:pPr>
                  <w:r w:rsidRPr="003656D8">
                    <w:t>=</w:t>
                  </w:r>
                </w:p>
              </w:tc>
              <w:tc>
                <w:tcPr>
                  <w:tcW w:w="2592" w:type="dxa"/>
                  <w:gridSpan w:val="2"/>
                  <w:tcBorders>
                    <w:bottom w:val="single" w:sz="4" w:space="0" w:color="auto"/>
                  </w:tcBorders>
                </w:tcPr>
                <w:p w14:paraId="5F9A4AFD" w14:textId="77777777" w:rsidR="00B96E2D" w:rsidRPr="003656D8" w:rsidRDefault="00B96E2D" w:rsidP="00A37277">
                  <w:pPr>
                    <w:jc w:val="center"/>
                  </w:pPr>
                  <w:r w:rsidRPr="003656D8">
                    <w:t>Liabilities</w:t>
                  </w:r>
                </w:p>
              </w:tc>
              <w:tc>
                <w:tcPr>
                  <w:tcW w:w="342" w:type="dxa"/>
                </w:tcPr>
                <w:p w14:paraId="3D3BAEF7" w14:textId="77777777" w:rsidR="00B96E2D" w:rsidRPr="003656D8" w:rsidRDefault="00B96E2D" w:rsidP="00A37277">
                  <w:pPr>
                    <w:jc w:val="center"/>
                  </w:pPr>
                  <w:r w:rsidRPr="003656D8">
                    <w:t>+</w:t>
                  </w:r>
                </w:p>
              </w:tc>
              <w:tc>
                <w:tcPr>
                  <w:tcW w:w="2880" w:type="dxa"/>
                  <w:gridSpan w:val="2"/>
                  <w:tcBorders>
                    <w:bottom w:val="single" w:sz="4" w:space="0" w:color="auto"/>
                  </w:tcBorders>
                </w:tcPr>
                <w:p w14:paraId="35B41884" w14:textId="77777777" w:rsidR="00B96E2D" w:rsidRPr="003656D8" w:rsidRDefault="00B96E2D" w:rsidP="00A37277">
                  <w:pPr>
                    <w:jc w:val="center"/>
                  </w:pPr>
                  <w:r w:rsidRPr="003656D8">
                    <w:t>Stockholders’ Equity</w:t>
                  </w:r>
                </w:p>
              </w:tc>
            </w:tr>
            <w:tr w:rsidR="00346A67" w14:paraId="468CADE8" w14:textId="77777777" w:rsidTr="008A116B">
              <w:trPr>
                <w:trHeight w:val="432"/>
              </w:trPr>
              <w:tc>
                <w:tcPr>
                  <w:tcW w:w="1296" w:type="dxa"/>
                  <w:tcBorders>
                    <w:top w:val="single" w:sz="4" w:space="0" w:color="auto"/>
                    <w:right w:val="nil"/>
                  </w:tcBorders>
                </w:tcPr>
                <w:p w14:paraId="54C0014A" w14:textId="77777777" w:rsidR="00346A67" w:rsidRPr="003656D8" w:rsidRDefault="00346A67" w:rsidP="00B96E2D"/>
              </w:tc>
              <w:tc>
                <w:tcPr>
                  <w:tcW w:w="1296" w:type="dxa"/>
                  <w:tcBorders>
                    <w:top w:val="single" w:sz="4" w:space="0" w:color="auto"/>
                    <w:left w:val="nil"/>
                  </w:tcBorders>
                </w:tcPr>
                <w:p w14:paraId="64FE5AD5" w14:textId="77777777" w:rsidR="00346A67" w:rsidRPr="003656D8" w:rsidRDefault="00346A67" w:rsidP="00A37277">
                  <w:pPr>
                    <w:jc w:val="right"/>
                  </w:pPr>
                </w:p>
              </w:tc>
              <w:tc>
                <w:tcPr>
                  <w:tcW w:w="342" w:type="dxa"/>
                </w:tcPr>
                <w:p w14:paraId="0CEF8D40" w14:textId="77777777" w:rsidR="00346A67" w:rsidRPr="003656D8" w:rsidRDefault="00346A67" w:rsidP="00A37277">
                  <w:pPr>
                    <w:jc w:val="center"/>
                  </w:pPr>
                </w:p>
              </w:tc>
              <w:tc>
                <w:tcPr>
                  <w:tcW w:w="1296" w:type="dxa"/>
                  <w:tcBorders>
                    <w:top w:val="single" w:sz="4" w:space="0" w:color="auto"/>
                    <w:right w:val="nil"/>
                  </w:tcBorders>
                </w:tcPr>
                <w:p w14:paraId="5D0A8AFE" w14:textId="77777777" w:rsidR="00346A67" w:rsidRPr="003656D8" w:rsidRDefault="00346A67" w:rsidP="00A37277">
                  <w:pPr>
                    <w:jc w:val="center"/>
                  </w:pPr>
                </w:p>
              </w:tc>
              <w:tc>
                <w:tcPr>
                  <w:tcW w:w="1296" w:type="dxa"/>
                  <w:tcBorders>
                    <w:top w:val="single" w:sz="4" w:space="0" w:color="auto"/>
                    <w:left w:val="nil"/>
                  </w:tcBorders>
                </w:tcPr>
                <w:p w14:paraId="78831BB2" w14:textId="77777777" w:rsidR="00346A67" w:rsidRPr="003656D8" w:rsidRDefault="00346A67" w:rsidP="00A37277">
                  <w:pPr>
                    <w:jc w:val="center"/>
                  </w:pPr>
                </w:p>
              </w:tc>
              <w:tc>
                <w:tcPr>
                  <w:tcW w:w="342" w:type="dxa"/>
                </w:tcPr>
                <w:p w14:paraId="58CA6B4E" w14:textId="77777777" w:rsidR="00346A67" w:rsidRPr="003656D8" w:rsidRDefault="00346A67" w:rsidP="00A37277">
                  <w:pPr>
                    <w:jc w:val="center"/>
                  </w:pPr>
                </w:p>
              </w:tc>
              <w:tc>
                <w:tcPr>
                  <w:tcW w:w="1440" w:type="dxa"/>
                  <w:tcBorders>
                    <w:top w:val="single" w:sz="4" w:space="0" w:color="auto"/>
                    <w:right w:val="nil"/>
                  </w:tcBorders>
                </w:tcPr>
                <w:p w14:paraId="6883820D" w14:textId="77777777" w:rsidR="00346A67" w:rsidRPr="003656D8" w:rsidRDefault="00346A67" w:rsidP="00B96E2D"/>
              </w:tc>
              <w:tc>
                <w:tcPr>
                  <w:tcW w:w="1440" w:type="dxa"/>
                  <w:tcBorders>
                    <w:top w:val="single" w:sz="4" w:space="0" w:color="auto"/>
                    <w:left w:val="nil"/>
                  </w:tcBorders>
                </w:tcPr>
                <w:p w14:paraId="18210A16" w14:textId="77777777" w:rsidR="00346A67" w:rsidRPr="003656D8" w:rsidRDefault="00346A67" w:rsidP="00A37277">
                  <w:pPr>
                    <w:jc w:val="right"/>
                  </w:pPr>
                </w:p>
              </w:tc>
            </w:tr>
          </w:tbl>
          <w:p w14:paraId="1DF874CD" w14:textId="77777777" w:rsidR="00B96E2D" w:rsidRPr="003656D8" w:rsidRDefault="00B96E2D" w:rsidP="00B96E2D"/>
        </w:tc>
      </w:tr>
    </w:tbl>
    <w:p w14:paraId="6E76249A" w14:textId="77777777" w:rsidR="00B96E2D" w:rsidRDefault="00B96E2D" w:rsidP="00B96E2D"/>
    <w:p w14:paraId="456710EB" w14:textId="77777777" w:rsidR="009C0439" w:rsidRPr="009C0439" w:rsidRDefault="009C0439" w:rsidP="009C0439">
      <w:pPr>
        <w:pStyle w:val="Heading1"/>
        <w:spacing w:before="240"/>
        <w:rPr>
          <w:u w:val="none"/>
        </w:rPr>
      </w:pPr>
      <w:r>
        <w:br w:type="page"/>
      </w:r>
      <w:r w:rsidRPr="005F480C">
        <w:lastRenderedPageBreak/>
        <w:t xml:space="preserve">HANDOUT </w:t>
      </w:r>
      <w:r>
        <w:t>2</w:t>
      </w:r>
      <w:r w:rsidR="007D4591">
        <w:t>–</w:t>
      </w:r>
      <w:r>
        <w:t>3</w:t>
      </w:r>
      <w:r>
        <w:rPr>
          <w:u w:val="none"/>
        </w:rPr>
        <w:t>, continued</w:t>
      </w:r>
    </w:p>
    <w:p w14:paraId="1E00F3A5" w14:textId="77777777" w:rsidR="003656D8" w:rsidRDefault="009C0439" w:rsidP="009C0439">
      <w:r>
        <w:t xml:space="preserve"> </w:t>
      </w:r>
      <w:r w:rsidR="003656D8">
        <w:t>(d) Purchase</w:t>
      </w:r>
      <w:r w:rsidR="0044591F">
        <w:t>s</w:t>
      </w:r>
      <w:r w:rsidR="003656D8">
        <w:t xml:space="preserve"> $300 of supplies </w:t>
      </w:r>
      <w:r w:rsidR="003656D8" w:rsidRPr="00BB1AED">
        <w:t xml:space="preserve">on </w:t>
      </w:r>
      <w:r w:rsidR="00166B98">
        <w:t>account</w:t>
      </w:r>
      <w:r w:rsidR="00852158">
        <w:t>.</w:t>
      </w:r>
    </w:p>
    <w:p w14:paraId="258FC67A"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6EFAE388" w14:textId="77777777" w:rsidTr="009C0439">
        <w:trPr>
          <w:trHeight w:val="360"/>
        </w:trPr>
        <w:tc>
          <w:tcPr>
            <w:tcW w:w="8974" w:type="dxa"/>
          </w:tcPr>
          <w:p w14:paraId="17BDFF61" w14:textId="77777777" w:rsidR="003656D8" w:rsidRPr="003656D8" w:rsidRDefault="003656D8" w:rsidP="003656D8">
            <w:r w:rsidRPr="003656D8">
              <w:t>Debit and credit the accounts affected</w:t>
            </w:r>
          </w:p>
        </w:tc>
      </w:tr>
      <w:tr w:rsidR="003656D8" w14:paraId="52031127"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14:paraId="4CF519DA"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29F7DA8F" w14:textId="77777777" w:rsidR="003656D8" w:rsidRPr="003656D8" w:rsidRDefault="003656D8"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2488670F" w14:textId="77777777" w:rsidR="003656D8" w:rsidRPr="003656D8" w:rsidRDefault="003656D8" w:rsidP="003656D8"/>
              </w:tc>
              <w:tc>
                <w:tcPr>
                  <w:tcW w:w="823" w:type="pct"/>
                  <w:tcBorders>
                    <w:top w:val="single" w:sz="4" w:space="0" w:color="auto"/>
                    <w:left w:val="single" w:sz="4" w:space="0" w:color="auto"/>
                    <w:bottom w:val="single" w:sz="4" w:space="0" w:color="auto"/>
                    <w:right w:val="single" w:sz="4" w:space="0" w:color="auto"/>
                  </w:tcBorders>
                </w:tcPr>
                <w:p w14:paraId="1FE66C63" w14:textId="77777777" w:rsidR="003656D8" w:rsidRPr="003656D8" w:rsidRDefault="003656D8"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65D8E5CF" w14:textId="77777777" w:rsidR="003656D8" w:rsidRPr="003656D8" w:rsidRDefault="003656D8" w:rsidP="00A37277">
                  <w:pPr>
                    <w:jc w:val="center"/>
                  </w:pPr>
                </w:p>
              </w:tc>
            </w:tr>
            <w:tr w:rsidR="003656D8" w14:paraId="11236302" w14:textId="77777777" w:rsidTr="00852158">
              <w:trPr>
                <w:trHeight w:val="432"/>
              </w:trPr>
              <w:tc>
                <w:tcPr>
                  <w:tcW w:w="679" w:type="pct"/>
                  <w:tcBorders>
                    <w:top w:val="single" w:sz="4" w:space="0" w:color="auto"/>
                  </w:tcBorders>
                </w:tcPr>
                <w:p w14:paraId="71EDB05C" w14:textId="77777777" w:rsidR="003656D8" w:rsidRPr="003656D8" w:rsidRDefault="003656D8" w:rsidP="00A37277">
                  <w:pPr>
                    <w:jc w:val="center"/>
                  </w:pPr>
                </w:p>
              </w:tc>
              <w:tc>
                <w:tcPr>
                  <w:tcW w:w="2675" w:type="pct"/>
                  <w:tcBorders>
                    <w:top w:val="single" w:sz="4" w:space="0" w:color="auto"/>
                  </w:tcBorders>
                </w:tcPr>
                <w:p w14:paraId="4693B667" w14:textId="77777777" w:rsidR="003656D8" w:rsidRPr="003656D8" w:rsidRDefault="003656D8" w:rsidP="003656D8"/>
              </w:tc>
              <w:tc>
                <w:tcPr>
                  <w:tcW w:w="823" w:type="pct"/>
                  <w:tcBorders>
                    <w:top w:val="single" w:sz="4" w:space="0" w:color="auto"/>
                  </w:tcBorders>
                </w:tcPr>
                <w:p w14:paraId="2BC9665C" w14:textId="77777777" w:rsidR="003656D8" w:rsidRPr="003656D8" w:rsidRDefault="003656D8" w:rsidP="00A37277">
                  <w:pPr>
                    <w:jc w:val="center"/>
                  </w:pPr>
                </w:p>
              </w:tc>
              <w:tc>
                <w:tcPr>
                  <w:tcW w:w="823" w:type="pct"/>
                  <w:tcBorders>
                    <w:top w:val="single" w:sz="4" w:space="0" w:color="auto"/>
                  </w:tcBorders>
                </w:tcPr>
                <w:p w14:paraId="6868A233" w14:textId="77777777" w:rsidR="003656D8" w:rsidRPr="003656D8" w:rsidRDefault="003656D8" w:rsidP="00A37277">
                  <w:pPr>
                    <w:jc w:val="center"/>
                  </w:pPr>
                </w:p>
              </w:tc>
            </w:tr>
          </w:tbl>
          <w:p w14:paraId="159A0D75" w14:textId="77777777" w:rsidR="003656D8" w:rsidRPr="003656D8" w:rsidRDefault="003656D8" w:rsidP="003656D8"/>
        </w:tc>
      </w:tr>
      <w:tr w:rsidR="003656D8" w14:paraId="4696E8BE" w14:textId="77777777" w:rsidTr="009C0439">
        <w:trPr>
          <w:trHeight w:val="360"/>
        </w:trPr>
        <w:tc>
          <w:tcPr>
            <w:tcW w:w="8974" w:type="dxa"/>
          </w:tcPr>
          <w:p w14:paraId="5AB5E23A" w14:textId="77777777" w:rsidR="00B96E2D" w:rsidRDefault="00B96E2D" w:rsidP="003656D8"/>
          <w:p w14:paraId="0EB4BBD7" w14:textId="77777777" w:rsidR="003656D8" w:rsidRPr="003656D8" w:rsidRDefault="003656D8" w:rsidP="003656D8">
            <w:r w:rsidRPr="003656D8">
              <w:t>Ensure the equation still balances and debits = credits</w:t>
            </w:r>
          </w:p>
        </w:tc>
      </w:tr>
      <w:tr w:rsidR="003656D8" w14:paraId="18D3298F"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4BE24E10" w14:textId="77777777" w:rsidTr="00A37277">
              <w:tc>
                <w:tcPr>
                  <w:tcW w:w="2592" w:type="dxa"/>
                  <w:gridSpan w:val="2"/>
                  <w:tcBorders>
                    <w:bottom w:val="single" w:sz="4" w:space="0" w:color="auto"/>
                  </w:tcBorders>
                </w:tcPr>
                <w:p w14:paraId="266B9F5C" w14:textId="77777777" w:rsidR="003656D8" w:rsidRPr="003656D8" w:rsidRDefault="003656D8" w:rsidP="00A37277">
                  <w:pPr>
                    <w:jc w:val="center"/>
                  </w:pPr>
                  <w:r w:rsidRPr="003656D8">
                    <w:t>Assets</w:t>
                  </w:r>
                </w:p>
              </w:tc>
              <w:tc>
                <w:tcPr>
                  <w:tcW w:w="342" w:type="dxa"/>
                </w:tcPr>
                <w:p w14:paraId="09CD5A33" w14:textId="77777777" w:rsidR="003656D8" w:rsidRPr="003656D8" w:rsidRDefault="003656D8" w:rsidP="00A37277">
                  <w:pPr>
                    <w:jc w:val="center"/>
                  </w:pPr>
                  <w:r w:rsidRPr="003656D8">
                    <w:t>=</w:t>
                  </w:r>
                </w:p>
              </w:tc>
              <w:tc>
                <w:tcPr>
                  <w:tcW w:w="2592" w:type="dxa"/>
                  <w:gridSpan w:val="2"/>
                  <w:tcBorders>
                    <w:bottom w:val="single" w:sz="4" w:space="0" w:color="auto"/>
                  </w:tcBorders>
                </w:tcPr>
                <w:p w14:paraId="260A1ED6" w14:textId="77777777" w:rsidR="003656D8" w:rsidRPr="003656D8" w:rsidRDefault="003656D8" w:rsidP="00A37277">
                  <w:pPr>
                    <w:jc w:val="center"/>
                  </w:pPr>
                  <w:r w:rsidRPr="003656D8">
                    <w:t>Liabilities</w:t>
                  </w:r>
                </w:p>
              </w:tc>
              <w:tc>
                <w:tcPr>
                  <w:tcW w:w="342" w:type="dxa"/>
                </w:tcPr>
                <w:p w14:paraId="6D4DB615" w14:textId="77777777" w:rsidR="003656D8" w:rsidRPr="003656D8" w:rsidRDefault="003656D8" w:rsidP="00A37277">
                  <w:pPr>
                    <w:jc w:val="center"/>
                  </w:pPr>
                  <w:r w:rsidRPr="003656D8">
                    <w:t>+</w:t>
                  </w:r>
                </w:p>
              </w:tc>
              <w:tc>
                <w:tcPr>
                  <w:tcW w:w="2880" w:type="dxa"/>
                  <w:gridSpan w:val="2"/>
                  <w:tcBorders>
                    <w:bottom w:val="single" w:sz="4" w:space="0" w:color="auto"/>
                  </w:tcBorders>
                </w:tcPr>
                <w:p w14:paraId="594F2243" w14:textId="77777777" w:rsidR="003656D8" w:rsidRPr="003656D8" w:rsidRDefault="003656D8" w:rsidP="00A37277">
                  <w:pPr>
                    <w:jc w:val="center"/>
                  </w:pPr>
                  <w:r w:rsidRPr="003656D8">
                    <w:t>Stockholders’ Equity</w:t>
                  </w:r>
                </w:p>
              </w:tc>
            </w:tr>
            <w:tr w:rsidR="00E96461" w14:paraId="4F0155ED" w14:textId="77777777" w:rsidTr="008A116B">
              <w:trPr>
                <w:trHeight w:val="432"/>
              </w:trPr>
              <w:tc>
                <w:tcPr>
                  <w:tcW w:w="1296" w:type="dxa"/>
                  <w:tcBorders>
                    <w:top w:val="single" w:sz="4" w:space="0" w:color="auto"/>
                    <w:right w:val="nil"/>
                  </w:tcBorders>
                </w:tcPr>
                <w:p w14:paraId="43D9A0F7" w14:textId="77777777" w:rsidR="00E96461" w:rsidRPr="003656D8" w:rsidRDefault="00E96461" w:rsidP="003656D8"/>
              </w:tc>
              <w:tc>
                <w:tcPr>
                  <w:tcW w:w="1296" w:type="dxa"/>
                  <w:tcBorders>
                    <w:top w:val="single" w:sz="4" w:space="0" w:color="auto"/>
                    <w:left w:val="nil"/>
                  </w:tcBorders>
                </w:tcPr>
                <w:p w14:paraId="0F0105D1" w14:textId="77777777" w:rsidR="00E96461" w:rsidRPr="003656D8" w:rsidRDefault="00E96461" w:rsidP="00A37277">
                  <w:pPr>
                    <w:jc w:val="right"/>
                  </w:pPr>
                </w:p>
              </w:tc>
              <w:tc>
                <w:tcPr>
                  <w:tcW w:w="342" w:type="dxa"/>
                </w:tcPr>
                <w:p w14:paraId="3548CD7C" w14:textId="77777777" w:rsidR="00E96461" w:rsidRPr="003656D8" w:rsidRDefault="00E96461" w:rsidP="00A37277">
                  <w:pPr>
                    <w:jc w:val="center"/>
                  </w:pPr>
                </w:p>
              </w:tc>
              <w:tc>
                <w:tcPr>
                  <w:tcW w:w="1296" w:type="dxa"/>
                  <w:tcBorders>
                    <w:top w:val="single" w:sz="4" w:space="0" w:color="auto"/>
                    <w:right w:val="nil"/>
                  </w:tcBorders>
                </w:tcPr>
                <w:p w14:paraId="44FFEE7B" w14:textId="77777777" w:rsidR="00E96461" w:rsidRPr="003656D8" w:rsidRDefault="00E96461" w:rsidP="00A37277">
                  <w:pPr>
                    <w:jc w:val="center"/>
                  </w:pPr>
                </w:p>
              </w:tc>
              <w:tc>
                <w:tcPr>
                  <w:tcW w:w="1296" w:type="dxa"/>
                  <w:tcBorders>
                    <w:top w:val="single" w:sz="4" w:space="0" w:color="auto"/>
                    <w:left w:val="nil"/>
                  </w:tcBorders>
                </w:tcPr>
                <w:p w14:paraId="296CB5C2" w14:textId="77777777" w:rsidR="00E96461" w:rsidRPr="003656D8" w:rsidRDefault="00E96461" w:rsidP="00A37277">
                  <w:pPr>
                    <w:jc w:val="center"/>
                  </w:pPr>
                </w:p>
              </w:tc>
              <w:tc>
                <w:tcPr>
                  <w:tcW w:w="342" w:type="dxa"/>
                </w:tcPr>
                <w:p w14:paraId="4A859B7B" w14:textId="77777777" w:rsidR="00E96461" w:rsidRPr="003656D8" w:rsidRDefault="00E96461" w:rsidP="00A37277">
                  <w:pPr>
                    <w:jc w:val="center"/>
                  </w:pPr>
                </w:p>
              </w:tc>
              <w:tc>
                <w:tcPr>
                  <w:tcW w:w="1440" w:type="dxa"/>
                  <w:tcBorders>
                    <w:top w:val="single" w:sz="4" w:space="0" w:color="auto"/>
                    <w:right w:val="nil"/>
                  </w:tcBorders>
                </w:tcPr>
                <w:p w14:paraId="02AAACE2" w14:textId="77777777" w:rsidR="00E96461" w:rsidRPr="003656D8" w:rsidRDefault="00E96461" w:rsidP="003656D8"/>
              </w:tc>
              <w:tc>
                <w:tcPr>
                  <w:tcW w:w="1440" w:type="dxa"/>
                  <w:tcBorders>
                    <w:top w:val="single" w:sz="4" w:space="0" w:color="auto"/>
                    <w:left w:val="nil"/>
                  </w:tcBorders>
                </w:tcPr>
                <w:p w14:paraId="68B6FC7E" w14:textId="77777777" w:rsidR="00E96461" w:rsidRPr="003656D8" w:rsidRDefault="00E96461" w:rsidP="00A37277">
                  <w:pPr>
                    <w:jc w:val="right"/>
                  </w:pPr>
                </w:p>
              </w:tc>
            </w:tr>
          </w:tbl>
          <w:p w14:paraId="014A4203" w14:textId="77777777" w:rsidR="003656D8" w:rsidRPr="003656D8" w:rsidRDefault="003656D8" w:rsidP="003656D8"/>
        </w:tc>
      </w:tr>
    </w:tbl>
    <w:p w14:paraId="77EE1CD4" w14:textId="77777777" w:rsidR="00852158" w:rsidRDefault="00852158" w:rsidP="00852158"/>
    <w:p w14:paraId="04D4DA1B" w14:textId="77777777" w:rsidR="003656D8" w:rsidRPr="00684A4E" w:rsidRDefault="00852158" w:rsidP="00852158">
      <w:r w:rsidRPr="00684A4E">
        <w:t xml:space="preserve"> </w:t>
      </w:r>
      <w:r w:rsidR="003656D8" w:rsidRPr="00684A4E">
        <w:t>(e)</w:t>
      </w:r>
      <w:r w:rsidR="007A6C3C">
        <w:t xml:space="preserve"> Sign</w:t>
      </w:r>
      <w:r w:rsidR="0044591F">
        <w:t>s</w:t>
      </w:r>
      <w:r w:rsidR="003656D8" w:rsidRPr="00684A4E">
        <w:t xml:space="preserve"> contract for first website design for $10,000.</w:t>
      </w:r>
    </w:p>
    <w:p w14:paraId="74BFFB06"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27E4A9FA" w14:textId="77777777" w:rsidTr="009C0439">
        <w:trPr>
          <w:trHeight w:val="360"/>
        </w:trPr>
        <w:tc>
          <w:tcPr>
            <w:tcW w:w="8974" w:type="dxa"/>
          </w:tcPr>
          <w:p w14:paraId="040DFE62" w14:textId="77777777" w:rsidR="003656D8" w:rsidRPr="003656D8" w:rsidRDefault="003656D8" w:rsidP="003656D8">
            <w:r w:rsidRPr="003656D8">
              <w:t>Debit and credit the accounts affected</w:t>
            </w:r>
          </w:p>
        </w:tc>
      </w:tr>
      <w:tr w:rsidR="003656D8" w14:paraId="09AAB997"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14:paraId="1C9A4F66"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0A59B464" w14:textId="77777777" w:rsidR="003656D8" w:rsidRPr="003656D8" w:rsidRDefault="003656D8"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2E6A0844" w14:textId="77777777" w:rsidR="003656D8" w:rsidRPr="003656D8" w:rsidRDefault="003656D8" w:rsidP="003656D8"/>
              </w:tc>
              <w:tc>
                <w:tcPr>
                  <w:tcW w:w="823" w:type="pct"/>
                  <w:tcBorders>
                    <w:top w:val="single" w:sz="4" w:space="0" w:color="auto"/>
                    <w:left w:val="single" w:sz="4" w:space="0" w:color="auto"/>
                    <w:bottom w:val="single" w:sz="4" w:space="0" w:color="auto"/>
                    <w:right w:val="single" w:sz="4" w:space="0" w:color="auto"/>
                  </w:tcBorders>
                </w:tcPr>
                <w:p w14:paraId="34CBEB6D" w14:textId="77777777" w:rsidR="003656D8" w:rsidRPr="003656D8" w:rsidRDefault="003656D8"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0E137C75" w14:textId="77777777" w:rsidR="003656D8" w:rsidRPr="003656D8" w:rsidRDefault="003656D8" w:rsidP="00A37277">
                  <w:pPr>
                    <w:jc w:val="center"/>
                  </w:pPr>
                </w:p>
              </w:tc>
            </w:tr>
            <w:tr w:rsidR="003656D8" w14:paraId="4C35ABFC" w14:textId="77777777" w:rsidTr="00852158">
              <w:trPr>
                <w:trHeight w:val="432"/>
              </w:trPr>
              <w:tc>
                <w:tcPr>
                  <w:tcW w:w="679" w:type="pct"/>
                  <w:tcBorders>
                    <w:top w:val="single" w:sz="4" w:space="0" w:color="auto"/>
                  </w:tcBorders>
                </w:tcPr>
                <w:p w14:paraId="66E4CD0D" w14:textId="77777777" w:rsidR="003656D8" w:rsidRPr="003656D8" w:rsidRDefault="003656D8" w:rsidP="00A37277">
                  <w:pPr>
                    <w:jc w:val="center"/>
                  </w:pPr>
                </w:p>
              </w:tc>
              <w:tc>
                <w:tcPr>
                  <w:tcW w:w="2675" w:type="pct"/>
                  <w:tcBorders>
                    <w:top w:val="single" w:sz="4" w:space="0" w:color="auto"/>
                  </w:tcBorders>
                </w:tcPr>
                <w:p w14:paraId="729B531F" w14:textId="77777777" w:rsidR="003656D8" w:rsidRPr="003656D8" w:rsidRDefault="003656D8" w:rsidP="003656D8"/>
              </w:tc>
              <w:tc>
                <w:tcPr>
                  <w:tcW w:w="823" w:type="pct"/>
                  <w:tcBorders>
                    <w:top w:val="single" w:sz="4" w:space="0" w:color="auto"/>
                  </w:tcBorders>
                </w:tcPr>
                <w:p w14:paraId="4BD0BF93" w14:textId="77777777" w:rsidR="003656D8" w:rsidRPr="003656D8" w:rsidRDefault="003656D8" w:rsidP="00A37277">
                  <w:pPr>
                    <w:jc w:val="center"/>
                  </w:pPr>
                </w:p>
              </w:tc>
              <w:tc>
                <w:tcPr>
                  <w:tcW w:w="823" w:type="pct"/>
                  <w:tcBorders>
                    <w:top w:val="single" w:sz="4" w:space="0" w:color="auto"/>
                  </w:tcBorders>
                </w:tcPr>
                <w:p w14:paraId="22525939" w14:textId="77777777" w:rsidR="003656D8" w:rsidRPr="003656D8" w:rsidRDefault="003656D8" w:rsidP="00A37277">
                  <w:pPr>
                    <w:jc w:val="center"/>
                  </w:pPr>
                </w:p>
              </w:tc>
            </w:tr>
          </w:tbl>
          <w:p w14:paraId="4213B8F0" w14:textId="77777777" w:rsidR="003656D8" w:rsidRPr="003656D8" w:rsidRDefault="003656D8" w:rsidP="003656D8"/>
        </w:tc>
      </w:tr>
      <w:tr w:rsidR="003656D8" w14:paraId="58363DB2" w14:textId="77777777" w:rsidTr="009C0439">
        <w:trPr>
          <w:trHeight w:val="360"/>
        </w:trPr>
        <w:tc>
          <w:tcPr>
            <w:tcW w:w="8974" w:type="dxa"/>
          </w:tcPr>
          <w:p w14:paraId="759E86A1" w14:textId="77777777" w:rsidR="00B96E2D" w:rsidRDefault="00B96E2D" w:rsidP="003656D8"/>
          <w:p w14:paraId="5D9FD834" w14:textId="77777777" w:rsidR="003656D8" w:rsidRPr="003656D8" w:rsidRDefault="003656D8" w:rsidP="003656D8">
            <w:r w:rsidRPr="003656D8">
              <w:t>Ensure the equation still balances and debits = credits</w:t>
            </w:r>
          </w:p>
        </w:tc>
      </w:tr>
      <w:tr w:rsidR="003656D8" w14:paraId="62EF5503"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3D47EA57" w14:textId="77777777" w:rsidTr="00A37277">
              <w:tc>
                <w:tcPr>
                  <w:tcW w:w="2592" w:type="dxa"/>
                  <w:gridSpan w:val="2"/>
                  <w:tcBorders>
                    <w:bottom w:val="single" w:sz="4" w:space="0" w:color="auto"/>
                  </w:tcBorders>
                </w:tcPr>
                <w:p w14:paraId="33E9CAB4" w14:textId="77777777" w:rsidR="003656D8" w:rsidRPr="003656D8" w:rsidRDefault="003656D8" w:rsidP="00A37277">
                  <w:pPr>
                    <w:jc w:val="center"/>
                  </w:pPr>
                  <w:r w:rsidRPr="003656D8">
                    <w:t>Assets</w:t>
                  </w:r>
                </w:p>
              </w:tc>
              <w:tc>
                <w:tcPr>
                  <w:tcW w:w="342" w:type="dxa"/>
                </w:tcPr>
                <w:p w14:paraId="2B122A97" w14:textId="77777777" w:rsidR="003656D8" w:rsidRPr="003656D8" w:rsidRDefault="003656D8" w:rsidP="00A37277">
                  <w:pPr>
                    <w:jc w:val="center"/>
                  </w:pPr>
                  <w:r w:rsidRPr="003656D8">
                    <w:t>=</w:t>
                  </w:r>
                </w:p>
              </w:tc>
              <w:tc>
                <w:tcPr>
                  <w:tcW w:w="2592" w:type="dxa"/>
                  <w:gridSpan w:val="2"/>
                  <w:tcBorders>
                    <w:bottom w:val="single" w:sz="4" w:space="0" w:color="auto"/>
                  </w:tcBorders>
                </w:tcPr>
                <w:p w14:paraId="72F8BC78" w14:textId="77777777" w:rsidR="003656D8" w:rsidRPr="003656D8" w:rsidRDefault="003656D8" w:rsidP="00A37277">
                  <w:pPr>
                    <w:jc w:val="center"/>
                  </w:pPr>
                  <w:r w:rsidRPr="003656D8">
                    <w:t>Liabilities</w:t>
                  </w:r>
                </w:p>
              </w:tc>
              <w:tc>
                <w:tcPr>
                  <w:tcW w:w="342" w:type="dxa"/>
                </w:tcPr>
                <w:p w14:paraId="4B632AB9" w14:textId="77777777" w:rsidR="003656D8" w:rsidRPr="003656D8" w:rsidRDefault="003656D8" w:rsidP="00A37277">
                  <w:pPr>
                    <w:jc w:val="center"/>
                  </w:pPr>
                  <w:r w:rsidRPr="003656D8">
                    <w:t>+</w:t>
                  </w:r>
                </w:p>
              </w:tc>
              <w:tc>
                <w:tcPr>
                  <w:tcW w:w="2880" w:type="dxa"/>
                  <w:gridSpan w:val="2"/>
                  <w:tcBorders>
                    <w:bottom w:val="single" w:sz="4" w:space="0" w:color="auto"/>
                  </w:tcBorders>
                </w:tcPr>
                <w:p w14:paraId="366AE109" w14:textId="77777777" w:rsidR="003656D8" w:rsidRPr="003656D8" w:rsidRDefault="003656D8" w:rsidP="00A37277">
                  <w:pPr>
                    <w:jc w:val="center"/>
                  </w:pPr>
                  <w:r w:rsidRPr="003656D8">
                    <w:t>Stockholders’ Equity</w:t>
                  </w:r>
                </w:p>
              </w:tc>
            </w:tr>
            <w:tr w:rsidR="00E96461" w14:paraId="13B53443" w14:textId="77777777" w:rsidTr="008A116B">
              <w:trPr>
                <w:trHeight w:val="432"/>
              </w:trPr>
              <w:tc>
                <w:tcPr>
                  <w:tcW w:w="1296" w:type="dxa"/>
                  <w:tcBorders>
                    <w:top w:val="single" w:sz="4" w:space="0" w:color="auto"/>
                    <w:right w:val="nil"/>
                  </w:tcBorders>
                </w:tcPr>
                <w:p w14:paraId="0AF5DDCE" w14:textId="77777777" w:rsidR="00E96461" w:rsidRPr="003656D8" w:rsidRDefault="00E96461" w:rsidP="003656D8"/>
              </w:tc>
              <w:tc>
                <w:tcPr>
                  <w:tcW w:w="1296" w:type="dxa"/>
                  <w:tcBorders>
                    <w:top w:val="single" w:sz="4" w:space="0" w:color="auto"/>
                    <w:left w:val="nil"/>
                  </w:tcBorders>
                </w:tcPr>
                <w:p w14:paraId="154AE548" w14:textId="77777777" w:rsidR="00E96461" w:rsidRPr="003656D8" w:rsidRDefault="00E96461" w:rsidP="00A37277">
                  <w:pPr>
                    <w:jc w:val="right"/>
                  </w:pPr>
                </w:p>
              </w:tc>
              <w:tc>
                <w:tcPr>
                  <w:tcW w:w="342" w:type="dxa"/>
                </w:tcPr>
                <w:p w14:paraId="754AAC88" w14:textId="77777777" w:rsidR="00E96461" w:rsidRPr="003656D8" w:rsidRDefault="00E96461" w:rsidP="00A37277">
                  <w:pPr>
                    <w:jc w:val="center"/>
                  </w:pPr>
                </w:p>
              </w:tc>
              <w:tc>
                <w:tcPr>
                  <w:tcW w:w="1296" w:type="dxa"/>
                  <w:tcBorders>
                    <w:top w:val="single" w:sz="4" w:space="0" w:color="auto"/>
                    <w:right w:val="nil"/>
                  </w:tcBorders>
                </w:tcPr>
                <w:p w14:paraId="4CC9D225" w14:textId="77777777" w:rsidR="00E96461" w:rsidRPr="003656D8" w:rsidRDefault="00E96461" w:rsidP="00A37277">
                  <w:pPr>
                    <w:jc w:val="center"/>
                  </w:pPr>
                </w:p>
              </w:tc>
              <w:tc>
                <w:tcPr>
                  <w:tcW w:w="1296" w:type="dxa"/>
                  <w:tcBorders>
                    <w:top w:val="single" w:sz="4" w:space="0" w:color="auto"/>
                    <w:left w:val="nil"/>
                  </w:tcBorders>
                </w:tcPr>
                <w:p w14:paraId="758FAF47" w14:textId="77777777" w:rsidR="00E96461" w:rsidRPr="003656D8" w:rsidRDefault="00E96461" w:rsidP="00A37277">
                  <w:pPr>
                    <w:jc w:val="center"/>
                  </w:pPr>
                </w:p>
              </w:tc>
              <w:tc>
                <w:tcPr>
                  <w:tcW w:w="342" w:type="dxa"/>
                </w:tcPr>
                <w:p w14:paraId="24442ED5" w14:textId="77777777" w:rsidR="00E96461" w:rsidRPr="003656D8" w:rsidRDefault="00E96461" w:rsidP="00A37277">
                  <w:pPr>
                    <w:jc w:val="center"/>
                  </w:pPr>
                </w:p>
              </w:tc>
              <w:tc>
                <w:tcPr>
                  <w:tcW w:w="1440" w:type="dxa"/>
                  <w:tcBorders>
                    <w:top w:val="single" w:sz="4" w:space="0" w:color="auto"/>
                    <w:right w:val="nil"/>
                  </w:tcBorders>
                </w:tcPr>
                <w:p w14:paraId="66C5548E" w14:textId="77777777" w:rsidR="00E96461" w:rsidRPr="003656D8" w:rsidRDefault="00E96461" w:rsidP="003656D8"/>
              </w:tc>
              <w:tc>
                <w:tcPr>
                  <w:tcW w:w="1440" w:type="dxa"/>
                  <w:tcBorders>
                    <w:top w:val="single" w:sz="4" w:space="0" w:color="auto"/>
                    <w:left w:val="nil"/>
                  </w:tcBorders>
                </w:tcPr>
                <w:p w14:paraId="3B49A7C0" w14:textId="77777777" w:rsidR="00E96461" w:rsidRPr="003656D8" w:rsidRDefault="00E96461" w:rsidP="00A37277">
                  <w:pPr>
                    <w:jc w:val="right"/>
                  </w:pPr>
                </w:p>
              </w:tc>
            </w:tr>
          </w:tbl>
          <w:p w14:paraId="29A2BB11" w14:textId="77777777" w:rsidR="003656D8" w:rsidRPr="003656D8" w:rsidRDefault="003656D8" w:rsidP="003656D8"/>
        </w:tc>
      </w:tr>
    </w:tbl>
    <w:p w14:paraId="129D4C21" w14:textId="77777777" w:rsidR="003656D8" w:rsidRDefault="003656D8" w:rsidP="003656D8"/>
    <w:p w14:paraId="377E4104" w14:textId="77777777" w:rsidR="00FF2D49" w:rsidRPr="005F480C" w:rsidRDefault="003656D8" w:rsidP="00FF2D49">
      <w:pPr>
        <w:pStyle w:val="Heading1"/>
        <w:spacing w:before="240"/>
      </w:pPr>
      <w:r w:rsidRPr="003656D8">
        <w:br w:type="page"/>
      </w:r>
      <w:r w:rsidR="00FF2D49" w:rsidRPr="005F480C">
        <w:lastRenderedPageBreak/>
        <w:t xml:space="preserve">HANDOUT </w:t>
      </w:r>
      <w:r w:rsidR="00FF2D49">
        <w:t>2</w:t>
      </w:r>
      <w:r w:rsidR="007D4591">
        <w:t>–</w:t>
      </w:r>
      <w:r w:rsidR="00FF2D49">
        <w:t>3 SOLUTION</w:t>
      </w:r>
    </w:p>
    <w:p w14:paraId="019104AF" w14:textId="77777777" w:rsidR="00FF2D49" w:rsidRPr="005F480C" w:rsidRDefault="00FF2D49" w:rsidP="00FF2D49">
      <w:pPr>
        <w:pStyle w:val="Heading1"/>
        <w:spacing w:before="240"/>
        <w:jc w:val="center"/>
        <w:rPr>
          <w:u w:val="none"/>
        </w:rPr>
      </w:pPr>
      <w:r>
        <w:rPr>
          <w:u w:val="none"/>
        </w:rPr>
        <w:t>THE DEBIT/CREDIT FRAMEWORK</w:t>
      </w:r>
    </w:p>
    <w:p w14:paraId="336D52F7" w14:textId="77777777" w:rsidR="003B1C25" w:rsidRDefault="003B1C25" w:rsidP="003B1C25">
      <w:pPr>
        <w:pStyle w:val="Heading2"/>
        <w:rPr>
          <w:b w:val="0"/>
          <w:bCs/>
          <w:iCs/>
        </w:rPr>
      </w:pPr>
      <w:r>
        <w:rPr>
          <w:b w:val="0"/>
          <w:bCs/>
          <w:iCs/>
        </w:rPr>
        <w:t xml:space="preserve">The following activities occurred during January </w:t>
      </w:r>
      <w:r w:rsidR="004F05F8">
        <w:rPr>
          <w:b w:val="0"/>
          <w:bCs/>
          <w:iCs/>
        </w:rPr>
        <w:t>Year 1</w:t>
      </w:r>
      <w:r>
        <w:rPr>
          <w:b w:val="0"/>
          <w:bCs/>
          <w:iCs/>
        </w:rPr>
        <w:t xml:space="preserve">. Prepare a journal entry </w:t>
      </w:r>
      <w:r w:rsidR="00F80BEB">
        <w:rPr>
          <w:b w:val="0"/>
          <w:bCs/>
          <w:iCs/>
        </w:rPr>
        <w:t>to</w:t>
      </w:r>
      <w:r>
        <w:rPr>
          <w:b w:val="0"/>
          <w:bCs/>
          <w:iCs/>
        </w:rPr>
        <w:t xml:space="preserve"> ensure that the basic accounting equation balances for each transaction. </w:t>
      </w:r>
    </w:p>
    <w:p w14:paraId="041499B7" w14:textId="77777777" w:rsidR="003B1C25" w:rsidRDefault="003B1C25" w:rsidP="003B1C25"/>
    <w:p w14:paraId="2559A124" w14:textId="77777777" w:rsidR="003B1C25" w:rsidRDefault="003B1C25" w:rsidP="003B1C25">
      <w:r>
        <w:t>(a) Stockholder invests $10,000 into the business.</w:t>
      </w:r>
    </w:p>
    <w:p w14:paraId="7A879EE1" w14:textId="77777777" w:rsidR="00852158" w:rsidRDefault="00852158" w:rsidP="00CE6B49"/>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8856"/>
      </w:tblGrid>
      <w:tr w:rsidR="003656D8" w14:paraId="1FE34EDE" w14:textId="77777777" w:rsidTr="00A37277">
        <w:tc>
          <w:tcPr>
            <w:tcW w:w="8856" w:type="dxa"/>
          </w:tcPr>
          <w:p w14:paraId="3FE71A28" w14:textId="77777777" w:rsidR="003656D8" w:rsidRPr="003656D8" w:rsidRDefault="003656D8" w:rsidP="003656D8">
            <w:r w:rsidRPr="003656D8">
              <w:t>Debit and credit the accounts affected</w:t>
            </w:r>
          </w:p>
        </w:tc>
      </w:tr>
      <w:tr w:rsidR="003656D8" w14:paraId="7B9F88CF" w14:textId="77777777" w:rsidTr="00E96461">
        <w:trPr>
          <w:trHeight w:val="720"/>
        </w:trPr>
        <w:tc>
          <w:tcPr>
            <w:tcW w:w="885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4680"/>
              <w:gridCol w:w="1440"/>
              <w:gridCol w:w="1440"/>
            </w:tblGrid>
            <w:tr w:rsidR="003656D8" w:rsidRPr="003656D8" w14:paraId="5F35AB3B" w14:textId="77777777" w:rsidTr="00E96461">
              <w:trPr>
                <w:trHeight w:val="288"/>
              </w:trPr>
              <w:tc>
                <w:tcPr>
                  <w:tcW w:w="1188" w:type="dxa"/>
                  <w:tcBorders>
                    <w:top w:val="single" w:sz="4" w:space="0" w:color="auto"/>
                    <w:left w:val="single" w:sz="4" w:space="0" w:color="auto"/>
                    <w:bottom w:val="single" w:sz="4" w:space="0" w:color="auto"/>
                    <w:right w:val="single" w:sz="4" w:space="0" w:color="auto"/>
                  </w:tcBorders>
                </w:tcPr>
                <w:p w14:paraId="6E55686C" w14:textId="77777777" w:rsidR="003656D8" w:rsidRPr="003656D8" w:rsidRDefault="003656D8" w:rsidP="00A37277">
                  <w:pPr>
                    <w:jc w:val="center"/>
                  </w:pPr>
                  <w:r w:rsidRPr="003656D8">
                    <w:t>(a)</w:t>
                  </w:r>
                </w:p>
              </w:tc>
              <w:tc>
                <w:tcPr>
                  <w:tcW w:w="4680" w:type="dxa"/>
                  <w:tcBorders>
                    <w:top w:val="single" w:sz="4" w:space="0" w:color="auto"/>
                    <w:left w:val="single" w:sz="4" w:space="0" w:color="auto"/>
                    <w:bottom w:val="single" w:sz="4" w:space="0" w:color="auto"/>
                    <w:right w:val="single" w:sz="4" w:space="0" w:color="auto"/>
                  </w:tcBorders>
                </w:tcPr>
                <w:p w14:paraId="5D93E5E7" w14:textId="77777777" w:rsidR="003656D8" w:rsidRPr="003656D8" w:rsidRDefault="003656D8" w:rsidP="003656D8">
                  <w:r w:rsidRPr="003656D8">
                    <w:t>Cash (+A)</w:t>
                  </w:r>
                </w:p>
              </w:tc>
              <w:tc>
                <w:tcPr>
                  <w:tcW w:w="1440" w:type="dxa"/>
                  <w:tcBorders>
                    <w:top w:val="single" w:sz="4" w:space="0" w:color="auto"/>
                    <w:left w:val="single" w:sz="4" w:space="0" w:color="auto"/>
                    <w:bottom w:val="single" w:sz="4" w:space="0" w:color="auto"/>
                    <w:right w:val="single" w:sz="4" w:space="0" w:color="auto"/>
                  </w:tcBorders>
                </w:tcPr>
                <w:p w14:paraId="0DE7B3B3" w14:textId="77777777" w:rsidR="003656D8" w:rsidRPr="003656D8" w:rsidRDefault="003656D8" w:rsidP="00A37277">
                  <w:pPr>
                    <w:jc w:val="center"/>
                  </w:pPr>
                  <w:r w:rsidRPr="003656D8">
                    <w:t>10,000</w:t>
                  </w:r>
                </w:p>
              </w:tc>
              <w:tc>
                <w:tcPr>
                  <w:tcW w:w="1440" w:type="dxa"/>
                  <w:tcBorders>
                    <w:top w:val="single" w:sz="4" w:space="0" w:color="auto"/>
                    <w:left w:val="single" w:sz="4" w:space="0" w:color="auto"/>
                    <w:bottom w:val="single" w:sz="4" w:space="0" w:color="auto"/>
                    <w:right w:val="single" w:sz="4" w:space="0" w:color="auto"/>
                  </w:tcBorders>
                </w:tcPr>
                <w:p w14:paraId="0CE59945" w14:textId="77777777" w:rsidR="003656D8" w:rsidRPr="003656D8" w:rsidRDefault="003656D8" w:rsidP="00A37277">
                  <w:pPr>
                    <w:jc w:val="center"/>
                  </w:pPr>
                </w:p>
              </w:tc>
            </w:tr>
            <w:tr w:rsidR="003656D8" w:rsidRPr="003656D8" w14:paraId="3CF58218" w14:textId="77777777" w:rsidTr="00E96461">
              <w:trPr>
                <w:trHeight w:val="288"/>
              </w:trPr>
              <w:tc>
                <w:tcPr>
                  <w:tcW w:w="1188" w:type="dxa"/>
                  <w:tcBorders>
                    <w:top w:val="single" w:sz="4" w:space="0" w:color="auto"/>
                  </w:tcBorders>
                </w:tcPr>
                <w:p w14:paraId="28F6D4FF" w14:textId="77777777" w:rsidR="003656D8" w:rsidRPr="003656D8" w:rsidRDefault="003656D8" w:rsidP="00A37277">
                  <w:pPr>
                    <w:jc w:val="center"/>
                  </w:pPr>
                </w:p>
              </w:tc>
              <w:tc>
                <w:tcPr>
                  <w:tcW w:w="4680" w:type="dxa"/>
                  <w:tcBorders>
                    <w:top w:val="single" w:sz="4" w:space="0" w:color="auto"/>
                  </w:tcBorders>
                </w:tcPr>
                <w:p w14:paraId="2055F6F5" w14:textId="77777777" w:rsidR="003656D8" w:rsidRPr="003656D8" w:rsidRDefault="003656D8" w:rsidP="002405D6">
                  <w:r w:rsidRPr="003656D8">
                    <w:t xml:space="preserve">          </w:t>
                  </w:r>
                  <w:r w:rsidR="00625769">
                    <w:t>Common Stock</w:t>
                  </w:r>
                  <w:r w:rsidRPr="003656D8">
                    <w:t xml:space="preserve"> (+SE)</w:t>
                  </w:r>
                </w:p>
              </w:tc>
              <w:tc>
                <w:tcPr>
                  <w:tcW w:w="1440" w:type="dxa"/>
                  <w:tcBorders>
                    <w:top w:val="single" w:sz="4" w:space="0" w:color="auto"/>
                  </w:tcBorders>
                </w:tcPr>
                <w:p w14:paraId="1CEFD0F3" w14:textId="77777777" w:rsidR="003656D8" w:rsidRPr="003656D8" w:rsidRDefault="003656D8" w:rsidP="00A37277">
                  <w:pPr>
                    <w:jc w:val="center"/>
                  </w:pPr>
                </w:p>
              </w:tc>
              <w:tc>
                <w:tcPr>
                  <w:tcW w:w="1440" w:type="dxa"/>
                  <w:tcBorders>
                    <w:top w:val="single" w:sz="4" w:space="0" w:color="auto"/>
                  </w:tcBorders>
                </w:tcPr>
                <w:p w14:paraId="372FB9BE" w14:textId="77777777" w:rsidR="003656D8" w:rsidRPr="003656D8" w:rsidRDefault="003656D8" w:rsidP="00A37277">
                  <w:pPr>
                    <w:jc w:val="center"/>
                  </w:pPr>
                  <w:r w:rsidRPr="003656D8">
                    <w:t>10,000</w:t>
                  </w:r>
                </w:p>
              </w:tc>
            </w:tr>
          </w:tbl>
          <w:p w14:paraId="318CA4EB" w14:textId="77777777" w:rsidR="003656D8" w:rsidRPr="003656D8" w:rsidRDefault="003656D8" w:rsidP="003656D8"/>
        </w:tc>
      </w:tr>
      <w:tr w:rsidR="003656D8" w14:paraId="4AE7C8AD" w14:textId="77777777" w:rsidTr="00A37277">
        <w:tc>
          <w:tcPr>
            <w:tcW w:w="8856" w:type="dxa"/>
          </w:tcPr>
          <w:p w14:paraId="32506B4E" w14:textId="77777777" w:rsidR="00B96E2D" w:rsidRDefault="00B96E2D" w:rsidP="003656D8"/>
          <w:p w14:paraId="52315DC9" w14:textId="77777777" w:rsidR="003656D8" w:rsidRPr="003656D8" w:rsidRDefault="003656D8" w:rsidP="003656D8">
            <w:r w:rsidRPr="003656D8">
              <w:t>Ensure the equation still balances and debits = credits</w:t>
            </w:r>
          </w:p>
        </w:tc>
      </w:tr>
      <w:tr w:rsidR="003656D8" w14:paraId="564ED7C1" w14:textId="77777777" w:rsidTr="00A37277">
        <w:tc>
          <w:tcPr>
            <w:tcW w:w="8856"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1296"/>
              <w:gridCol w:w="1296"/>
              <w:gridCol w:w="342"/>
              <w:gridCol w:w="1296"/>
              <w:gridCol w:w="1296"/>
              <w:gridCol w:w="342"/>
              <w:gridCol w:w="1440"/>
              <w:gridCol w:w="1440"/>
            </w:tblGrid>
            <w:tr w:rsidR="003656D8" w:rsidRPr="003656D8" w14:paraId="11A404CA" w14:textId="77777777" w:rsidTr="00A37277">
              <w:tc>
                <w:tcPr>
                  <w:tcW w:w="2592" w:type="dxa"/>
                  <w:gridSpan w:val="2"/>
                  <w:tcBorders>
                    <w:bottom w:val="single" w:sz="4" w:space="0" w:color="auto"/>
                  </w:tcBorders>
                </w:tcPr>
                <w:p w14:paraId="390A7AD3" w14:textId="77777777" w:rsidR="003656D8" w:rsidRPr="003656D8" w:rsidRDefault="003656D8" w:rsidP="00A37277">
                  <w:pPr>
                    <w:jc w:val="center"/>
                  </w:pPr>
                  <w:r w:rsidRPr="003656D8">
                    <w:t>Assets</w:t>
                  </w:r>
                </w:p>
              </w:tc>
              <w:tc>
                <w:tcPr>
                  <w:tcW w:w="342" w:type="dxa"/>
                </w:tcPr>
                <w:p w14:paraId="6216D2A8" w14:textId="77777777" w:rsidR="003656D8" w:rsidRPr="003656D8" w:rsidRDefault="003656D8" w:rsidP="00A37277">
                  <w:pPr>
                    <w:jc w:val="center"/>
                  </w:pPr>
                  <w:r w:rsidRPr="003656D8">
                    <w:t>=</w:t>
                  </w:r>
                </w:p>
              </w:tc>
              <w:tc>
                <w:tcPr>
                  <w:tcW w:w="2592" w:type="dxa"/>
                  <w:gridSpan w:val="2"/>
                  <w:tcBorders>
                    <w:bottom w:val="single" w:sz="4" w:space="0" w:color="auto"/>
                  </w:tcBorders>
                </w:tcPr>
                <w:p w14:paraId="209C675A" w14:textId="77777777" w:rsidR="003656D8" w:rsidRPr="003656D8" w:rsidRDefault="003656D8" w:rsidP="00A37277">
                  <w:pPr>
                    <w:jc w:val="center"/>
                  </w:pPr>
                  <w:r w:rsidRPr="003656D8">
                    <w:t>Liabilities</w:t>
                  </w:r>
                </w:p>
              </w:tc>
              <w:tc>
                <w:tcPr>
                  <w:tcW w:w="342" w:type="dxa"/>
                </w:tcPr>
                <w:p w14:paraId="2B35A5E3" w14:textId="77777777" w:rsidR="003656D8" w:rsidRPr="003656D8" w:rsidRDefault="003656D8" w:rsidP="00A37277">
                  <w:pPr>
                    <w:jc w:val="center"/>
                  </w:pPr>
                  <w:r w:rsidRPr="003656D8">
                    <w:t>+</w:t>
                  </w:r>
                </w:p>
              </w:tc>
              <w:tc>
                <w:tcPr>
                  <w:tcW w:w="2880" w:type="dxa"/>
                  <w:gridSpan w:val="2"/>
                  <w:tcBorders>
                    <w:bottom w:val="single" w:sz="4" w:space="0" w:color="auto"/>
                  </w:tcBorders>
                </w:tcPr>
                <w:p w14:paraId="4429C62A" w14:textId="77777777" w:rsidR="003656D8" w:rsidRPr="003656D8" w:rsidRDefault="003656D8" w:rsidP="00A37277">
                  <w:pPr>
                    <w:jc w:val="center"/>
                  </w:pPr>
                  <w:r w:rsidRPr="003656D8">
                    <w:t>Stockholders’ Equity</w:t>
                  </w:r>
                </w:p>
              </w:tc>
            </w:tr>
            <w:tr w:rsidR="00E96461" w:rsidRPr="003656D8" w14:paraId="07F4C504" w14:textId="77777777" w:rsidTr="008A116B">
              <w:tc>
                <w:tcPr>
                  <w:tcW w:w="1296" w:type="dxa"/>
                  <w:tcBorders>
                    <w:top w:val="single" w:sz="4" w:space="0" w:color="auto"/>
                    <w:right w:val="nil"/>
                  </w:tcBorders>
                </w:tcPr>
                <w:p w14:paraId="5C587074" w14:textId="77777777" w:rsidR="00E96461" w:rsidRPr="003656D8" w:rsidRDefault="00E96461" w:rsidP="008A116B">
                  <w:r w:rsidRPr="003656D8">
                    <w:t xml:space="preserve">Cash     </w:t>
                  </w:r>
                </w:p>
              </w:tc>
              <w:tc>
                <w:tcPr>
                  <w:tcW w:w="1296" w:type="dxa"/>
                  <w:tcBorders>
                    <w:top w:val="single" w:sz="4" w:space="0" w:color="auto"/>
                    <w:left w:val="nil"/>
                  </w:tcBorders>
                </w:tcPr>
                <w:p w14:paraId="47DEFF63" w14:textId="77777777" w:rsidR="00E96461" w:rsidRPr="003656D8" w:rsidRDefault="00E96461" w:rsidP="008A116B">
                  <w:pPr>
                    <w:jc w:val="right"/>
                  </w:pPr>
                  <w:r w:rsidRPr="003656D8">
                    <w:t>+10,000</w:t>
                  </w:r>
                </w:p>
              </w:tc>
              <w:tc>
                <w:tcPr>
                  <w:tcW w:w="342" w:type="dxa"/>
                </w:tcPr>
                <w:p w14:paraId="50F84C5C" w14:textId="77777777" w:rsidR="00E96461" w:rsidRPr="003656D8" w:rsidRDefault="00E96461" w:rsidP="008A116B"/>
              </w:tc>
              <w:tc>
                <w:tcPr>
                  <w:tcW w:w="1296" w:type="dxa"/>
                  <w:tcBorders>
                    <w:top w:val="single" w:sz="4" w:space="0" w:color="auto"/>
                    <w:right w:val="nil"/>
                  </w:tcBorders>
                </w:tcPr>
                <w:p w14:paraId="609645A1" w14:textId="77777777" w:rsidR="00E96461" w:rsidRPr="003656D8" w:rsidRDefault="00E96461" w:rsidP="008A116B"/>
              </w:tc>
              <w:tc>
                <w:tcPr>
                  <w:tcW w:w="1296" w:type="dxa"/>
                  <w:tcBorders>
                    <w:top w:val="single" w:sz="4" w:space="0" w:color="auto"/>
                    <w:left w:val="nil"/>
                  </w:tcBorders>
                </w:tcPr>
                <w:p w14:paraId="7FFA1404" w14:textId="77777777" w:rsidR="00E96461" w:rsidRPr="003656D8" w:rsidRDefault="00E96461" w:rsidP="008A116B"/>
              </w:tc>
              <w:tc>
                <w:tcPr>
                  <w:tcW w:w="342" w:type="dxa"/>
                </w:tcPr>
                <w:p w14:paraId="37DED830" w14:textId="77777777" w:rsidR="00E96461" w:rsidRPr="003656D8" w:rsidRDefault="00E96461" w:rsidP="008A116B"/>
              </w:tc>
              <w:tc>
                <w:tcPr>
                  <w:tcW w:w="1440" w:type="dxa"/>
                  <w:tcBorders>
                    <w:top w:val="single" w:sz="4" w:space="0" w:color="auto"/>
                    <w:right w:val="nil"/>
                  </w:tcBorders>
                </w:tcPr>
                <w:p w14:paraId="7B18714A" w14:textId="77777777" w:rsidR="00E96461" w:rsidRPr="003656D8" w:rsidRDefault="00E96461" w:rsidP="008A116B">
                  <w:r>
                    <w:t>Common Stock</w:t>
                  </w:r>
                </w:p>
              </w:tc>
              <w:tc>
                <w:tcPr>
                  <w:tcW w:w="1440" w:type="dxa"/>
                  <w:tcBorders>
                    <w:top w:val="single" w:sz="4" w:space="0" w:color="auto"/>
                    <w:left w:val="nil"/>
                  </w:tcBorders>
                </w:tcPr>
                <w:p w14:paraId="73BF2B80" w14:textId="77777777" w:rsidR="00E96461" w:rsidRPr="003656D8" w:rsidRDefault="00E96461" w:rsidP="008A116B">
                  <w:pPr>
                    <w:jc w:val="right"/>
                  </w:pPr>
                  <w:r w:rsidRPr="003656D8">
                    <w:t>+10,000</w:t>
                  </w:r>
                </w:p>
              </w:tc>
            </w:tr>
          </w:tbl>
          <w:p w14:paraId="5436D323" w14:textId="77777777" w:rsidR="003656D8" w:rsidRPr="003656D8" w:rsidRDefault="003656D8" w:rsidP="003656D8"/>
        </w:tc>
      </w:tr>
    </w:tbl>
    <w:p w14:paraId="29B7F27D" w14:textId="77777777" w:rsidR="003656D8" w:rsidRDefault="003656D8" w:rsidP="003656D8"/>
    <w:p w14:paraId="10DE640E" w14:textId="77777777" w:rsidR="0044591F" w:rsidRPr="000A73F3" w:rsidRDefault="0044591F" w:rsidP="0044591F">
      <w:r>
        <w:t>(b) Company borrows $15,000 signing a note payable to the bank that is due in three months.</w:t>
      </w:r>
    </w:p>
    <w:p w14:paraId="3EB11ADE" w14:textId="77777777" w:rsidR="00852158" w:rsidRPr="000A73F3" w:rsidRDefault="00852158" w:rsidP="0076782F"/>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8856"/>
      </w:tblGrid>
      <w:tr w:rsidR="003656D8" w14:paraId="3279FE3F" w14:textId="77777777" w:rsidTr="00A37277">
        <w:tc>
          <w:tcPr>
            <w:tcW w:w="8856" w:type="dxa"/>
          </w:tcPr>
          <w:p w14:paraId="2B608FD1" w14:textId="77777777" w:rsidR="003656D8" w:rsidRPr="003656D8" w:rsidRDefault="003656D8" w:rsidP="003656D8">
            <w:r w:rsidRPr="003656D8">
              <w:t>Debit and credit the accounts affected</w:t>
            </w:r>
          </w:p>
        </w:tc>
      </w:tr>
      <w:tr w:rsidR="003656D8" w:rsidRPr="003656D8" w14:paraId="4D4EA988" w14:textId="77777777" w:rsidTr="00A37277">
        <w:tc>
          <w:tcPr>
            <w:tcW w:w="885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4680"/>
              <w:gridCol w:w="1440"/>
              <w:gridCol w:w="1440"/>
            </w:tblGrid>
            <w:tr w:rsidR="003656D8" w:rsidRPr="003656D8" w14:paraId="36E2B2CE" w14:textId="77777777" w:rsidTr="00E96461">
              <w:trPr>
                <w:trHeight w:val="288"/>
              </w:trPr>
              <w:tc>
                <w:tcPr>
                  <w:tcW w:w="1188" w:type="dxa"/>
                  <w:tcBorders>
                    <w:top w:val="single" w:sz="4" w:space="0" w:color="auto"/>
                    <w:left w:val="single" w:sz="4" w:space="0" w:color="auto"/>
                    <w:bottom w:val="single" w:sz="4" w:space="0" w:color="auto"/>
                    <w:right w:val="single" w:sz="4" w:space="0" w:color="auto"/>
                  </w:tcBorders>
                </w:tcPr>
                <w:p w14:paraId="0D1B8F01" w14:textId="77777777" w:rsidR="003656D8" w:rsidRPr="003656D8" w:rsidRDefault="003656D8" w:rsidP="00A37277">
                  <w:pPr>
                    <w:jc w:val="center"/>
                  </w:pPr>
                  <w:r w:rsidRPr="003656D8">
                    <w:t>(b)</w:t>
                  </w:r>
                </w:p>
              </w:tc>
              <w:tc>
                <w:tcPr>
                  <w:tcW w:w="4680" w:type="dxa"/>
                  <w:tcBorders>
                    <w:top w:val="single" w:sz="4" w:space="0" w:color="auto"/>
                    <w:left w:val="single" w:sz="4" w:space="0" w:color="auto"/>
                    <w:bottom w:val="single" w:sz="4" w:space="0" w:color="auto"/>
                    <w:right w:val="single" w:sz="4" w:space="0" w:color="auto"/>
                  </w:tcBorders>
                </w:tcPr>
                <w:p w14:paraId="7549E437" w14:textId="77777777" w:rsidR="003656D8" w:rsidRPr="003656D8" w:rsidRDefault="003656D8" w:rsidP="003656D8">
                  <w:r w:rsidRPr="003656D8">
                    <w:t>Cash (+A)</w:t>
                  </w:r>
                </w:p>
              </w:tc>
              <w:tc>
                <w:tcPr>
                  <w:tcW w:w="1440" w:type="dxa"/>
                  <w:tcBorders>
                    <w:top w:val="single" w:sz="4" w:space="0" w:color="auto"/>
                    <w:left w:val="single" w:sz="4" w:space="0" w:color="auto"/>
                    <w:bottom w:val="single" w:sz="4" w:space="0" w:color="auto"/>
                    <w:right w:val="single" w:sz="4" w:space="0" w:color="auto"/>
                  </w:tcBorders>
                </w:tcPr>
                <w:p w14:paraId="2EC4FD6E" w14:textId="77777777" w:rsidR="003656D8" w:rsidRPr="003656D8" w:rsidRDefault="003656D8" w:rsidP="00A37277">
                  <w:pPr>
                    <w:jc w:val="center"/>
                  </w:pPr>
                  <w:r w:rsidRPr="003656D8">
                    <w:t>15,000</w:t>
                  </w:r>
                </w:p>
              </w:tc>
              <w:tc>
                <w:tcPr>
                  <w:tcW w:w="1440" w:type="dxa"/>
                  <w:tcBorders>
                    <w:top w:val="single" w:sz="4" w:space="0" w:color="auto"/>
                    <w:left w:val="single" w:sz="4" w:space="0" w:color="auto"/>
                    <w:bottom w:val="single" w:sz="4" w:space="0" w:color="auto"/>
                    <w:right w:val="single" w:sz="4" w:space="0" w:color="auto"/>
                  </w:tcBorders>
                </w:tcPr>
                <w:p w14:paraId="563B2AB8" w14:textId="77777777" w:rsidR="003656D8" w:rsidRPr="003656D8" w:rsidRDefault="003656D8" w:rsidP="00A37277">
                  <w:pPr>
                    <w:jc w:val="center"/>
                  </w:pPr>
                </w:p>
              </w:tc>
            </w:tr>
            <w:tr w:rsidR="003656D8" w:rsidRPr="003656D8" w14:paraId="5D6A90DE" w14:textId="77777777" w:rsidTr="00E96461">
              <w:trPr>
                <w:trHeight w:val="288"/>
              </w:trPr>
              <w:tc>
                <w:tcPr>
                  <w:tcW w:w="1188" w:type="dxa"/>
                  <w:tcBorders>
                    <w:top w:val="single" w:sz="4" w:space="0" w:color="auto"/>
                  </w:tcBorders>
                </w:tcPr>
                <w:p w14:paraId="31F25A22" w14:textId="77777777" w:rsidR="003656D8" w:rsidRPr="003656D8" w:rsidRDefault="003656D8" w:rsidP="00A37277">
                  <w:pPr>
                    <w:jc w:val="center"/>
                  </w:pPr>
                </w:p>
              </w:tc>
              <w:tc>
                <w:tcPr>
                  <w:tcW w:w="4680" w:type="dxa"/>
                  <w:tcBorders>
                    <w:top w:val="single" w:sz="4" w:space="0" w:color="auto"/>
                  </w:tcBorders>
                </w:tcPr>
                <w:p w14:paraId="3978A743" w14:textId="77777777" w:rsidR="003656D8" w:rsidRPr="003656D8" w:rsidRDefault="003656D8" w:rsidP="002405D6">
                  <w:r w:rsidRPr="003656D8">
                    <w:t xml:space="preserve">          Note Payable (+L)</w:t>
                  </w:r>
                </w:p>
              </w:tc>
              <w:tc>
                <w:tcPr>
                  <w:tcW w:w="1440" w:type="dxa"/>
                  <w:tcBorders>
                    <w:top w:val="single" w:sz="4" w:space="0" w:color="auto"/>
                  </w:tcBorders>
                </w:tcPr>
                <w:p w14:paraId="64B5982B" w14:textId="77777777" w:rsidR="003656D8" w:rsidRPr="003656D8" w:rsidRDefault="003656D8" w:rsidP="00A37277">
                  <w:pPr>
                    <w:jc w:val="center"/>
                  </w:pPr>
                </w:p>
              </w:tc>
              <w:tc>
                <w:tcPr>
                  <w:tcW w:w="1440" w:type="dxa"/>
                  <w:tcBorders>
                    <w:top w:val="single" w:sz="4" w:space="0" w:color="auto"/>
                  </w:tcBorders>
                </w:tcPr>
                <w:p w14:paraId="259B99DE" w14:textId="77777777" w:rsidR="003656D8" w:rsidRPr="003656D8" w:rsidRDefault="003656D8" w:rsidP="00A37277">
                  <w:pPr>
                    <w:jc w:val="center"/>
                  </w:pPr>
                  <w:r w:rsidRPr="003656D8">
                    <w:t>15,000</w:t>
                  </w:r>
                </w:p>
              </w:tc>
            </w:tr>
          </w:tbl>
          <w:p w14:paraId="5C448FD4" w14:textId="77777777" w:rsidR="003656D8" w:rsidRPr="003656D8" w:rsidRDefault="003656D8" w:rsidP="003656D8"/>
        </w:tc>
      </w:tr>
      <w:tr w:rsidR="003656D8" w14:paraId="485D2CF4" w14:textId="77777777" w:rsidTr="00A37277">
        <w:tc>
          <w:tcPr>
            <w:tcW w:w="8856" w:type="dxa"/>
          </w:tcPr>
          <w:p w14:paraId="5DCAA75D" w14:textId="77777777" w:rsidR="00B96E2D" w:rsidRDefault="00B96E2D" w:rsidP="003656D8"/>
          <w:p w14:paraId="42837646" w14:textId="77777777" w:rsidR="003656D8" w:rsidRPr="003656D8" w:rsidRDefault="003656D8" w:rsidP="003656D8">
            <w:r w:rsidRPr="003656D8">
              <w:t>Ensure the equation still balances and debits = credits</w:t>
            </w:r>
          </w:p>
        </w:tc>
      </w:tr>
      <w:tr w:rsidR="003656D8" w14:paraId="68AEAF66" w14:textId="77777777" w:rsidTr="00A37277">
        <w:tc>
          <w:tcPr>
            <w:tcW w:w="8856"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1296"/>
              <w:gridCol w:w="1296"/>
              <w:gridCol w:w="342"/>
              <w:gridCol w:w="1296"/>
              <w:gridCol w:w="1296"/>
              <w:gridCol w:w="342"/>
              <w:gridCol w:w="1440"/>
              <w:gridCol w:w="1440"/>
            </w:tblGrid>
            <w:tr w:rsidR="003656D8" w:rsidRPr="003656D8" w14:paraId="430EFAD7" w14:textId="77777777" w:rsidTr="00A37277">
              <w:tc>
                <w:tcPr>
                  <w:tcW w:w="2592" w:type="dxa"/>
                  <w:gridSpan w:val="2"/>
                  <w:tcBorders>
                    <w:bottom w:val="single" w:sz="4" w:space="0" w:color="auto"/>
                  </w:tcBorders>
                </w:tcPr>
                <w:p w14:paraId="39925818" w14:textId="77777777" w:rsidR="003656D8" w:rsidRPr="003656D8" w:rsidRDefault="003656D8" w:rsidP="00A37277">
                  <w:pPr>
                    <w:jc w:val="center"/>
                  </w:pPr>
                  <w:r w:rsidRPr="003656D8">
                    <w:t>Assets</w:t>
                  </w:r>
                </w:p>
              </w:tc>
              <w:tc>
                <w:tcPr>
                  <w:tcW w:w="342" w:type="dxa"/>
                </w:tcPr>
                <w:p w14:paraId="3E4A6730" w14:textId="77777777" w:rsidR="003656D8" w:rsidRPr="003656D8" w:rsidRDefault="003656D8" w:rsidP="00A37277">
                  <w:pPr>
                    <w:jc w:val="center"/>
                  </w:pPr>
                  <w:r w:rsidRPr="003656D8">
                    <w:t>=</w:t>
                  </w:r>
                </w:p>
              </w:tc>
              <w:tc>
                <w:tcPr>
                  <w:tcW w:w="2592" w:type="dxa"/>
                  <w:gridSpan w:val="2"/>
                  <w:tcBorders>
                    <w:bottom w:val="single" w:sz="4" w:space="0" w:color="auto"/>
                  </w:tcBorders>
                </w:tcPr>
                <w:p w14:paraId="47656771" w14:textId="77777777" w:rsidR="003656D8" w:rsidRPr="003656D8" w:rsidRDefault="003656D8" w:rsidP="00A37277">
                  <w:pPr>
                    <w:jc w:val="center"/>
                  </w:pPr>
                  <w:r w:rsidRPr="003656D8">
                    <w:t>Liabilities</w:t>
                  </w:r>
                </w:p>
              </w:tc>
              <w:tc>
                <w:tcPr>
                  <w:tcW w:w="342" w:type="dxa"/>
                </w:tcPr>
                <w:p w14:paraId="183E2D13" w14:textId="77777777" w:rsidR="003656D8" w:rsidRPr="003656D8" w:rsidRDefault="003656D8" w:rsidP="00A37277">
                  <w:pPr>
                    <w:jc w:val="center"/>
                  </w:pPr>
                  <w:r w:rsidRPr="003656D8">
                    <w:t>+</w:t>
                  </w:r>
                </w:p>
              </w:tc>
              <w:tc>
                <w:tcPr>
                  <w:tcW w:w="2880" w:type="dxa"/>
                  <w:gridSpan w:val="2"/>
                  <w:tcBorders>
                    <w:bottom w:val="single" w:sz="4" w:space="0" w:color="auto"/>
                  </w:tcBorders>
                </w:tcPr>
                <w:p w14:paraId="2453EF45" w14:textId="77777777" w:rsidR="003656D8" w:rsidRPr="003656D8" w:rsidRDefault="003656D8" w:rsidP="00A37277">
                  <w:pPr>
                    <w:jc w:val="center"/>
                  </w:pPr>
                  <w:r w:rsidRPr="003656D8">
                    <w:t>Stockholders’ Equity</w:t>
                  </w:r>
                </w:p>
              </w:tc>
            </w:tr>
            <w:tr w:rsidR="003656D8" w:rsidRPr="003656D8" w14:paraId="2825A7A3" w14:textId="77777777" w:rsidTr="008A116B">
              <w:tc>
                <w:tcPr>
                  <w:tcW w:w="1296" w:type="dxa"/>
                  <w:tcBorders>
                    <w:top w:val="single" w:sz="4" w:space="0" w:color="auto"/>
                    <w:right w:val="nil"/>
                  </w:tcBorders>
                </w:tcPr>
                <w:p w14:paraId="30B9DC9A" w14:textId="77777777" w:rsidR="003656D8" w:rsidRPr="003656D8" w:rsidRDefault="003656D8" w:rsidP="008A116B">
                  <w:r w:rsidRPr="003656D8">
                    <w:t xml:space="preserve">Cash     </w:t>
                  </w:r>
                </w:p>
              </w:tc>
              <w:tc>
                <w:tcPr>
                  <w:tcW w:w="1296" w:type="dxa"/>
                  <w:tcBorders>
                    <w:top w:val="single" w:sz="4" w:space="0" w:color="auto"/>
                    <w:left w:val="nil"/>
                  </w:tcBorders>
                </w:tcPr>
                <w:p w14:paraId="6550D942" w14:textId="77777777" w:rsidR="003656D8" w:rsidRPr="003656D8" w:rsidRDefault="003656D8" w:rsidP="008A116B">
                  <w:pPr>
                    <w:jc w:val="right"/>
                  </w:pPr>
                  <w:r w:rsidRPr="003656D8">
                    <w:t>+15,000</w:t>
                  </w:r>
                </w:p>
              </w:tc>
              <w:tc>
                <w:tcPr>
                  <w:tcW w:w="342" w:type="dxa"/>
                </w:tcPr>
                <w:p w14:paraId="69ABA698" w14:textId="77777777" w:rsidR="003656D8" w:rsidRPr="003656D8" w:rsidRDefault="003656D8" w:rsidP="008A116B"/>
              </w:tc>
              <w:tc>
                <w:tcPr>
                  <w:tcW w:w="1296" w:type="dxa"/>
                  <w:tcBorders>
                    <w:top w:val="single" w:sz="4" w:space="0" w:color="auto"/>
                    <w:right w:val="nil"/>
                  </w:tcBorders>
                </w:tcPr>
                <w:p w14:paraId="79230B74" w14:textId="77777777" w:rsidR="003656D8" w:rsidRPr="003656D8" w:rsidRDefault="003656D8" w:rsidP="008A116B">
                  <w:r w:rsidRPr="003656D8">
                    <w:t>Note Payable</w:t>
                  </w:r>
                </w:p>
              </w:tc>
              <w:tc>
                <w:tcPr>
                  <w:tcW w:w="1296" w:type="dxa"/>
                  <w:tcBorders>
                    <w:top w:val="single" w:sz="4" w:space="0" w:color="auto"/>
                    <w:left w:val="nil"/>
                  </w:tcBorders>
                </w:tcPr>
                <w:p w14:paraId="507B531B" w14:textId="77777777" w:rsidR="003656D8" w:rsidRPr="003656D8" w:rsidRDefault="003656D8" w:rsidP="008A116B">
                  <w:pPr>
                    <w:jc w:val="right"/>
                  </w:pPr>
                  <w:r w:rsidRPr="003656D8">
                    <w:t>+15,000</w:t>
                  </w:r>
                </w:p>
              </w:tc>
              <w:tc>
                <w:tcPr>
                  <w:tcW w:w="342" w:type="dxa"/>
                </w:tcPr>
                <w:p w14:paraId="2630174A" w14:textId="77777777" w:rsidR="003656D8" w:rsidRPr="003656D8" w:rsidRDefault="003656D8" w:rsidP="008A116B"/>
              </w:tc>
              <w:tc>
                <w:tcPr>
                  <w:tcW w:w="1440" w:type="dxa"/>
                  <w:tcBorders>
                    <w:top w:val="single" w:sz="4" w:space="0" w:color="auto"/>
                    <w:right w:val="nil"/>
                  </w:tcBorders>
                </w:tcPr>
                <w:p w14:paraId="1DFA3B9D" w14:textId="77777777" w:rsidR="003656D8" w:rsidRPr="003656D8" w:rsidRDefault="003656D8" w:rsidP="008A116B"/>
              </w:tc>
              <w:tc>
                <w:tcPr>
                  <w:tcW w:w="1440" w:type="dxa"/>
                  <w:tcBorders>
                    <w:top w:val="single" w:sz="4" w:space="0" w:color="auto"/>
                    <w:left w:val="nil"/>
                  </w:tcBorders>
                </w:tcPr>
                <w:p w14:paraId="23CDC5B0" w14:textId="77777777" w:rsidR="003656D8" w:rsidRPr="003656D8" w:rsidRDefault="003656D8" w:rsidP="008A116B"/>
              </w:tc>
            </w:tr>
          </w:tbl>
          <w:p w14:paraId="479CE29E" w14:textId="77777777" w:rsidR="003656D8" w:rsidRPr="003656D8" w:rsidRDefault="003656D8" w:rsidP="003656D8"/>
        </w:tc>
      </w:tr>
    </w:tbl>
    <w:p w14:paraId="108BBA65" w14:textId="77777777" w:rsidR="009C0439" w:rsidRDefault="009C0439" w:rsidP="00B96E2D"/>
    <w:p w14:paraId="5B7A5C1A" w14:textId="77777777" w:rsidR="00166B98" w:rsidRPr="000A73F3" w:rsidRDefault="00166B98" w:rsidP="00166B98">
      <w:r>
        <w:t xml:space="preserve">(c) </w:t>
      </w:r>
      <w:r w:rsidR="0044591F">
        <w:t>R</w:t>
      </w:r>
      <w:r>
        <w:t>eceives and pays for a $15,000 truck and $5,000 of equipment.</w:t>
      </w:r>
    </w:p>
    <w:p w14:paraId="002C401E" w14:textId="77777777" w:rsidR="00852158" w:rsidRDefault="00852158" w:rsidP="00B96E2D"/>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B96E2D" w14:paraId="0D656BCD" w14:textId="77777777" w:rsidTr="009C0439">
        <w:tc>
          <w:tcPr>
            <w:tcW w:w="8974" w:type="dxa"/>
          </w:tcPr>
          <w:p w14:paraId="3CA47D3D" w14:textId="77777777" w:rsidR="00B96E2D" w:rsidRPr="003656D8" w:rsidRDefault="00B96E2D" w:rsidP="00B96E2D">
            <w:r w:rsidRPr="003656D8">
              <w:t>Debit and credit the accounts affected</w:t>
            </w:r>
          </w:p>
        </w:tc>
      </w:tr>
      <w:tr w:rsidR="00B96E2D" w14:paraId="131EA1E5" w14:textId="77777777" w:rsidTr="005C5653">
        <w:trPr>
          <w:trHeight w:val="547"/>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B96E2D" w:rsidRPr="003656D8" w14:paraId="501290DD" w14:textId="77777777" w:rsidTr="00E96461">
              <w:trPr>
                <w:trHeight w:val="288"/>
              </w:trPr>
              <w:tc>
                <w:tcPr>
                  <w:tcW w:w="679" w:type="pct"/>
                  <w:tcBorders>
                    <w:top w:val="single" w:sz="4" w:space="0" w:color="auto"/>
                    <w:left w:val="single" w:sz="4" w:space="0" w:color="auto"/>
                    <w:bottom w:val="single" w:sz="4" w:space="0" w:color="auto"/>
                    <w:right w:val="single" w:sz="4" w:space="0" w:color="auto"/>
                  </w:tcBorders>
                </w:tcPr>
                <w:p w14:paraId="06E542C9" w14:textId="77777777" w:rsidR="00B96E2D" w:rsidRPr="003656D8" w:rsidRDefault="00B96E2D" w:rsidP="006B65BF">
                  <w:pPr>
                    <w:jc w:val="center"/>
                  </w:pPr>
                  <w:r w:rsidRPr="003656D8">
                    <w:t>(</w:t>
                  </w:r>
                  <w:r w:rsidR="006B65BF">
                    <w:t>c</w:t>
                  </w:r>
                  <w:r w:rsidRPr="003656D8">
                    <w:t>)</w:t>
                  </w:r>
                </w:p>
              </w:tc>
              <w:tc>
                <w:tcPr>
                  <w:tcW w:w="2675" w:type="pct"/>
                  <w:tcBorders>
                    <w:top w:val="single" w:sz="4" w:space="0" w:color="auto"/>
                    <w:left w:val="single" w:sz="4" w:space="0" w:color="auto"/>
                    <w:bottom w:val="single" w:sz="4" w:space="0" w:color="auto"/>
                    <w:right w:val="single" w:sz="4" w:space="0" w:color="auto"/>
                  </w:tcBorders>
                </w:tcPr>
                <w:p w14:paraId="243FCC0C" w14:textId="77777777" w:rsidR="00B96E2D" w:rsidRPr="003656D8" w:rsidRDefault="00B96E2D" w:rsidP="00B96E2D">
                  <w:r w:rsidRPr="003656D8">
                    <w:t>Equipment (+A)</w:t>
                  </w:r>
                </w:p>
              </w:tc>
              <w:tc>
                <w:tcPr>
                  <w:tcW w:w="823" w:type="pct"/>
                  <w:tcBorders>
                    <w:top w:val="single" w:sz="4" w:space="0" w:color="auto"/>
                    <w:left w:val="single" w:sz="4" w:space="0" w:color="auto"/>
                    <w:bottom w:val="single" w:sz="4" w:space="0" w:color="auto"/>
                    <w:right w:val="single" w:sz="4" w:space="0" w:color="auto"/>
                  </w:tcBorders>
                </w:tcPr>
                <w:p w14:paraId="3E83B696" w14:textId="77777777" w:rsidR="00B96E2D" w:rsidRPr="003656D8" w:rsidRDefault="00B96E2D" w:rsidP="00A37277">
                  <w:pPr>
                    <w:jc w:val="center"/>
                  </w:pPr>
                  <w:r w:rsidRPr="003656D8">
                    <w:t>20,000</w:t>
                  </w:r>
                </w:p>
              </w:tc>
              <w:tc>
                <w:tcPr>
                  <w:tcW w:w="823" w:type="pct"/>
                  <w:tcBorders>
                    <w:top w:val="single" w:sz="4" w:space="0" w:color="auto"/>
                    <w:left w:val="single" w:sz="4" w:space="0" w:color="auto"/>
                    <w:bottom w:val="single" w:sz="4" w:space="0" w:color="auto"/>
                    <w:right w:val="single" w:sz="4" w:space="0" w:color="auto"/>
                  </w:tcBorders>
                </w:tcPr>
                <w:p w14:paraId="5E00643E" w14:textId="77777777" w:rsidR="00B96E2D" w:rsidRPr="003656D8" w:rsidRDefault="00B96E2D" w:rsidP="00A37277">
                  <w:pPr>
                    <w:jc w:val="center"/>
                  </w:pPr>
                </w:p>
              </w:tc>
            </w:tr>
            <w:tr w:rsidR="00B96E2D" w:rsidRPr="003656D8" w14:paraId="75AF2581" w14:textId="77777777" w:rsidTr="00E96461">
              <w:trPr>
                <w:trHeight w:val="288"/>
              </w:trPr>
              <w:tc>
                <w:tcPr>
                  <w:tcW w:w="679" w:type="pct"/>
                  <w:tcBorders>
                    <w:top w:val="single" w:sz="4" w:space="0" w:color="auto"/>
                  </w:tcBorders>
                </w:tcPr>
                <w:p w14:paraId="734C4F2A" w14:textId="77777777" w:rsidR="00B96E2D" w:rsidRPr="003656D8" w:rsidRDefault="00B96E2D" w:rsidP="00A37277">
                  <w:pPr>
                    <w:jc w:val="center"/>
                  </w:pPr>
                </w:p>
              </w:tc>
              <w:tc>
                <w:tcPr>
                  <w:tcW w:w="2675" w:type="pct"/>
                  <w:tcBorders>
                    <w:top w:val="single" w:sz="4" w:space="0" w:color="auto"/>
                  </w:tcBorders>
                </w:tcPr>
                <w:p w14:paraId="5185F924" w14:textId="77777777" w:rsidR="00B96E2D" w:rsidRPr="003656D8" w:rsidRDefault="00B96E2D" w:rsidP="002405D6">
                  <w:r w:rsidRPr="003656D8">
                    <w:t xml:space="preserve">          Cash (</w:t>
                  </w:r>
                  <w:r w:rsidR="00692E26">
                    <w:t>–</w:t>
                  </w:r>
                  <w:r w:rsidRPr="003656D8">
                    <w:t>A)</w:t>
                  </w:r>
                </w:p>
              </w:tc>
              <w:tc>
                <w:tcPr>
                  <w:tcW w:w="823" w:type="pct"/>
                  <w:tcBorders>
                    <w:top w:val="single" w:sz="4" w:space="0" w:color="auto"/>
                  </w:tcBorders>
                </w:tcPr>
                <w:p w14:paraId="1BB3AFB9" w14:textId="77777777" w:rsidR="00B96E2D" w:rsidRPr="003656D8" w:rsidRDefault="00B96E2D" w:rsidP="00A37277">
                  <w:pPr>
                    <w:jc w:val="center"/>
                  </w:pPr>
                </w:p>
              </w:tc>
              <w:tc>
                <w:tcPr>
                  <w:tcW w:w="823" w:type="pct"/>
                  <w:tcBorders>
                    <w:top w:val="single" w:sz="4" w:space="0" w:color="auto"/>
                  </w:tcBorders>
                </w:tcPr>
                <w:p w14:paraId="57691749" w14:textId="77777777" w:rsidR="00B96E2D" w:rsidRPr="003656D8" w:rsidRDefault="00B96E2D" w:rsidP="00A37277">
                  <w:pPr>
                    <w:jc w:val="center"/>
                  </w:pPr>
                  <w:r w:rsidRPr="003656D8">
                    <w:t>20,000</w:t>
                  </w:r>
                </w:p>
              </w:tc>
            </w:tr>
          </w:tbl>
          <w:p w14:paraId="5B3ECBD5" w14:textId="77777777" w:rsidR="00B96E2D" w:rsidRPr="003656D8" w:rsidRDefault="00B96E2D" w:rsidP="00B96E2D"/>
        </w:tc>
      </w:tr>
      <w:tr w:rsidR="00B96E2D" w14:paraId="4145A0FD" w14:textId="77777777" w:rsidTr="009C0439">
        <w:tc>
          <w:tcPr>
            <w:tcW w:w="8974" w:type="dxa"/>
          </w:tcPr>
          <w:p w14:paraId="193576CE" w14:textId="77777777" w:rsidR="00B96E2D" w:rsidRDefault="00B96E2D" w:rsidP="00B96E2D"/>
          <w:p w14:paraId="331B818C" w14:textId="77777777" w:rsidR="00B96E2D" w:rsidRPr="003656D8" w:rsidRDefault="00B96E2D" w:rsidP="00B96E2D">
            <w:r w:rsidRPr="003656D8">
              <w:t>Ensure the equation still balances and debits = credits</w:t>
            </w:r>
          </w:p>
        </w:tc>
      </w:tr>
      <w:tr w:rsidR="00B96E2D" w14:paraId="6E350FB5" w14:textId="77777777" w:rsidTr="009C0439">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B96E2D" w:rsidRPr="003656D8" w14:paraId="6AEE7048" w14:textId="77777777" w:rsidTr="00A37277">
              <w:tc>
                <w:tcPr>
                  <w:tcW w:w="2592" w:type="dxa"/>
                  <w:gridSpan w:val="2"/>
                  <w:tcBorders>
                    <w:bottom w:val="single" w:sz="4" w:space="0" w:color="auto"/>
                  </w:tcBorders>
                </w:tcPr>
                <w:p w14:paraId="273DEE8A" w14:textId="77777777" w:rsidR="00B96E2D" w:rsidRPr="003656D8" w:rsidRDefault="00B96E2D" w:rsidP="00A37277">
                  <w:pPr>
                    <w:jc w:val="center"/>
                  </w:pPr>
                  <w:r w:rsidRPr="003656D8">
                    <w:t>Assets</w:t>
                  </w:r>
                </w:p>
              </w:tc>
              <w:tc>
                <w:tcPr>
                  <w:tcW w:w="342" w:type="dxa"/>
                </w:tcPr>
                <w:p w14:paraId="0DF4FBCD" w14:textId="77777777" w:rsidR="00B96E2D" w:rsidRPr="003656D8" w:rsidRDefault="00B96E2D" w:rsidP="00A37277">
                  <w:pPr>
                    <w:jc w:val="center"/>
                  </w:pPr>
                  <w:r w:rsidRPr="003656D8">
                    <w:t>=</w:t>
                  </w:r>
                </w:p>
              </w:tc>
              <w:tc>
                <w:tcPr>
                  <w:tcW w:w="2592" w:type="dxa"/>
                  <w:gridSpan w:val="2"/>
                  <w:tcBorders>
                    <w:bottom w:val="single" w:sz="4" w:space="0" w:color="auto"/>
                  </w:tcBorders>
                </w:tcPr>
                <w:p w14:paraId="0A6CAEE2" w14:textId="77777777" w:rsidR="00B96E2D" w:rsidRPr="003656D8" w:rsidRDefault="00B96E2D" w:rsidP="00A37277">
                  <w:pPr>
                    <w:jc w:val="center"/>
                  </w:pPr>
                  <w:r w:rsidRPr="003656D8">
                    <w:t>Liabilities</w:t>
                  </w:r>
                </w:p>
              </w:tc>
              <w:tc>
                <w:tcPr>
                  <w:tcW w:w="342" w:type="dxa"/>
                </w:tcPr>
                <w:p w14:paraId="067DCB8D" w14:textId="77777777" w:rsidR="00B96E2D" w:rsidRPr="003656D8" w:rsidRDefault="00B96E2D" w:rsidP="00A37277">
                  <w:pPr>
                    <w:jc w:val="center"/>
                  </w:pPr>
                  <w:r w:rsidRPr="003656D8">
                    <w:t>+</w:t>
                  </w:r>
                </w:p>
              </w:tc>
              <w:tc>
                <w:tcPr>
                  <w:tcW w:w="2880" w:type="dxa"/>
                  <w:gridSpan w:val="2"/>
                  <w:tcBorders>
                    <w:bottom w:val="single" w:sz="4" w:space="0" w:color="auto"/>
                  </w:tcBorders>
                </w:tcPr>
                <w:p w14:paraId="22F6A396" w14:textId="77777777" w:rsidR="00B96E2D" w:rsidRPr="003656D8" w:rsidRDefault="00B96E2D" w:rsidP="00A37277">
                  <w:pPr>
                    <w:jc w:val="center"/>
                  </w:pPr>
                  <w:r w:rsidRPr="003656D8">
                    <w:t>Stockholders’ Equity</w:t>
                  </w:r>
                </w:p>
              </w:tc>
            </w:tr>
            <w:tr w:rsidR="00B96E2D" w:rsidRPr="003656D8" w14:paraId="292F96BC" w14:textId="77777777" w:rsidTr="008A116B">
              <w:tc>
                <w:tcPr>
                  <w:tcW w:w="1296" w:type="dxa"/>
                  <w:tcBorders>
                    <w:top w:val="single" w:sz="4" w:space="0" w:color="auto"/>
                    <w:right w:val="nil"/>
                  </w:tcBorders>
                </w:tcPr>
                <w:p w14:paraId="58565C3C" w14:textId="77777777" w:rsidR="00B96E2D" w:rsidRPr="003656D8" w:rsidRDefault="00B96E2D" w:rsidP="008A116B">
                  <w:r w:rsidRPr="003656D8">
                    <w:t xml:space="preserve">Cash   </w:t>
                  </w:r>
                </w:p>
                <w:p w14:paraId="041D6129" w14:textId="77777777" w:rsidR="00B96E2D" w:rsidRPr="003656D8" w:rsidRDefault="00A226CA" w:rsidP="008A116B">
                  <w:r>
                    <w:t>Equipment</w:t>
                  </w:r>
                </w:p>
              </w:tc>
              <w:tc>
                <w:tcPr>
                  <w:tcW w:w="1296" w:type="dxa"/>
                  <w:tcBorders>
                    <w:top w:val="single" w:sz="4" w:space="0" w:color="auto"/>
                    <w:left w:val="nil"/>
                  </w:tcBorders>
                </w:tcPr>
                <w:p w14:paraId="762522EE" w14:textId="77777777" w:rsidR="00B96E2D" w:rsidRPr="003656D8" w:rsidRDefault="00692E26" w:rsidP="008A116B">
                  <w:pPr>
                    <w:jc w:val="right"/>
                  </w:pPr>
                  <w:r>
                    <w:t>–</w:t>
                  </w:r>
                  <w:r w:rsidR="00B96E2D" w:rsidRPr="003656D8">
                    <w:t>20,000</w:t>
                  </w:r>
                </w:p>
                <w:p w14:paraId="09B9F7C7" w14:textId="77777777" w:rsidR="00B96E2D" w:rsidRPr="003656D8" w:rsidRDefault="00B96E2D" w:rsidP="008A116B">
                  <w:pPr>
                    <w:jc w:val="right"/>
                  </w:pPr>
                  <w:r w:rsidRPr="003656D8">
                    <w:t>+20,000</w:t>
                  </w:r>
                </w:p>
              </w:tc>
              <w:tc>
                <w:tcPr>
                  <w:tcW w:w="342" w:type="dxa"/>
                </w:tcPr>
                <w:p w14:paraId="3E6355C0" w14:textId="77777777" w:rsidR="00B96E2D" w:rsidRPr="003656D8" w:rsidRDefault="00B96E2D" w:rsidP="008A116B"/>
              </w:tc>
              <w:tc>
                <w:tcPr>
                  <w:tcW w:w="1296" w:type="dxa"/>
                  <w:tcBorders>
                    <w:top w:val="single" w:sz="4" w:space="0" w:color="auto"/>
                    <w:right w:val="nil"/>
                  </w:tcBorders>
                </w:tcPr>
                <w:p w14:paraId="03DD7308" w14:textId="77777777" w:rsidR="00B96E2D" w:rsidRPr="003656D8" w:rsidRDefault="00B96E2D" w:rsidP="008A116B"/>
              </w:tc>
              <w:tc>
                <w:tcPr>
                  <w:tcW w:w="1296" w:type="dxa"/>
                  <w:tcBorders>
                    <w:top w:val="single" w:sz="4" w:space="0" w:color="auto"/>
                    <w:left w:val="nil"/>
                  </w:tcBorders>
                </w:tcPr>
                <w:p w14:paraId="6192A9EF" w14:textId="77777777" w:rsidR="00B96E2D" w:rsidRPr="003656D8" w:rsidRDefault="00B96E2D" w:rsidP="008A116B"/>
              </w:tc>
              <w:tc>
                <w:tcPr>
                  <w:tcW w:w="342" w:type="dxa"/>
                </w:tcPr>
                <w:p w14:paraId="528E2039" w14:textId="77777777" w:rsidR="00B96E2D" w:rsidRPr="003656D8" w:rsidRDefault="00B96E2D" w:rsidP="008A116B"/>
              </w:tc>
              <w:tc>
                <w:tcPr>
                  <w:tcW w:w="1440" w:type="dxa"/>
                  <w:tcBorders>
                    <w:top w:val="single" w:sz="4" w:space="0" w:color="auto"/>
                    <w:right w:val="nil"/>
                  </w:tcBorders>
                </w:tcPr>
                <w:p w14:paraId="317701DA" w14:textId="77777777" w:rsidR="00B96E2D" w:rsidRPr="003656D8" w:rsidRDefault="00B96E2D" w:rsidP="008A116B"/>
              </w:tc>
              <w:tc>
                <w:tcPr>
                  <w:tcW w:w="1440" w:type="dxa"/>
                  <w:tcBorders>
                    <w:top w:val="single" w:sz="4" w:space="0" w:color="auto"/>
                    <w:left w:val="nil"/>
                    <w:right w:val="nil"/>
                  </w:tcBorders>
                </w:tcPr>
                <w:p w14:paraId="3D8EC530" w14:textId="77777777" w:rsidR="00B96E2D" w:rsidRPr="003656D8" w:rsidRDefault="00B96E2D" w:rsidP="008A116B"/>
              </w:tc>
            </w:tr>
          </w:tbl>
          <w:p w14:paraId="21B66B09" w14:textId="77777777" w:rsidR="00B96E2D" w:rsidRPr="003656D8" w:rsidRDefault="00B96E2D" w:rsidP="00B96E2D"/>
        </w:tc>
      </w:tr>
    </w:tbl>
    <w:p w14:paraId="04A891FC" w14:textId="77777777" w:rsidR="00B96E2D" w:rsidRDefault="00B96E2D" w:rsidP="008A64AF"/>
    <w:p w14:paraId="51F53482" w14:textId="77777777" w:rsidR="009C0439" w:rsidRPr="009C0439" w:rsidRDefault="009C0439" w:rsidP="009C0439">
      <w:pPr>
        <w:pStyle w:val="Heading1"/>
        <w:spacing w:before="240"/>
        <w:rPr>
          <w:u w:val="none"/>
        </w:rPr>
      </w:pPr>
      <w:r>
        <w:br w:type="page"/>
      </w:r>
      <w:r w:rsidRPr="005F480C">
        <w:lastRenderedPageBreak/>
        <w:t xml:space="preserve">HANDOUT </w:t>
      </w:r>
      <w:r>
        <w:t>2</w:t>
      </w:r>
      <w:r w:rsidR="007D4591">
        <w:t>–</w:t>
      </w:r>
      <w:r>
        <w:t>3 SOLUTION</w:t>
      </w:r>
      <w:r>
        <w:rPr>
          <w:u w:val="none"/>
        </w:rPr>
        <w:t>, continued</w:t>
      </w:r>
    </w:p>
    <w:p w14:paraId="46EC2F66" w14:textId="77777777" w:rsidR="003656D8" w:rsidRDefault="009C0439" w:rsidP="009C0439">
      <w:r>
        <w:t xml:space="preserve"> </w:t>
      </w:r>
      <w:r w:rsidR="003656D8">
        <w:t>(d) Purchase</w:t>
      </w:r>
      <w:r w:rsidR="0044591F">
        <w:t>s</w:t>
      </w:r>
      <w:r w:rsidR="003656D8">
        <w:t xml:space="preserve"> $300 of supplies </w:t>
      </w:r>
      <w:r w:rsidR="00166B98">
        <w:t>on account</w:t>
      </w:r>
      <w:r w:rsidR="00852158">
        <w:t>.</w:t>
      </w:r>
    </w:p>
    <w:p w14:paraId="6DE34387" w14:textId="77777777" w:rsidR="00852158" w:rsidRPr="00684A4E" w:rsidRDefault="00852158" w:rsidP="008A64AF"/>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8856"/>
      </w:tblGrid>
      <w:tr w:rsidR="003656D8" w:rsidRPr="003656D8" w14:paraId="70EE36C6" w14:textId="77777777" w:rsidTr="00A37277">
        <w:tc>
          <w:tcPr>
            <w:tcW w:w="8856" w:type="dxa"/>
          </w:tcPr>
          <w:p w14:paraId="42A28C53" w14:textId="77777777" w:rsidR="003656D8" w:rsidRPr="003656D8" w:rsidRDefault="003656D8" w:rsidP="003656D8">
            <w:r w:rsidRPr="003656D8">
              <w:t>Debit and credit the accounts affected</w:t>
            </w:r>
          </w:p>
        </w:tc>
      </w:tr>
      <w:tr w:rsidR="003656D8" w:rsidRPr="003656D8" w14:paraId="3757264C" w14:textId="77777777" w:rsidTr="00E96461">
        <w:trPr>
          <w:trHeight w:val="288"/>
        </w:trPr>
        <w:tc>
          <w:tcPr>
            <w:tcW w:w="8856"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4680"/>
              <w:gridCol w:w="1440"/>
              <w:gridCol w:w="1440"/>
            </w:tblGrid>
            <w:tr w:rsidR="003656D8" w:rsidRPr="003656D8" w14:paraId="6CB93E7D" w14:textId="77777777" w:rsidTr="00E96461">
              <w:trPr>
                <w:trHeight w:val="288"/>
              </w:trPr>
              <w:tc>
                <w:tcPr>
                  <w:tcW w:w="1188" w:type="dxa"/>
                  <w:tcBorders>
                    <w:top w:val="single" w:sz="4" w:space="0" w:color="auto"/>
                    <w:left w:val="single" w:sz="4" w:space="0" w:color="auto"/>
                    <w:bottom w:val="single" w:sz="4" w:space="0" w:color="auto"/>
                    <w:right w:val="single" w:sz="4" w:space="0" w:color="auto"/>
                  </w:tcBorders>
                </w:tcPr>
                <w:p w14:paraId="7DB835F9" w14:textId="77777777" w:rsidR="003656D8" w:rsidRPr="003656D8" w:rsidRDefault="003656D8" w:rsidP="006B65BF">
                  <w:pPr>
                    <w:jc w:val="center"/>
                  </w:pPr>
                  <w:r w:rsidRPr="003656D8">
                    <w:t>(</w:t>
                  </w:r>
                  <w:r w:rsidR="006B65BF">
                    <w:t>d</w:t>
                  </w:r>
                  <w:r w:rsidRPr="003656D8">
                    <w:t>)</w:t>
                  </w:r>
                </w:p>
              </w:tc>
              <w:tc>
                <w:tcPr>
                  <w:tcW w:w="4680" w:type="dxa"/>
                  <w:tcBorders>
                    <w:top w:val="single" w:sz="4" w:space="0" w:color="auto"/>
                    <w:left w:val="single" w:sz="4" w:space="0" w:color="auto"/>
                    <w:bottom w:val="single" w:sz="4" w:space="0" w:color="auto"/>
                    <w:right w:val="single" w:sz="4" w:space="0" w:color="auto"/>
                  </w:tcBorders>
                </w:tcPr>
                <w:p w14:paraId="1EFB8EF7" w14:textId="77777777" w:rsidR="003656D8" w:rsidRPr="003656D8" w:rsidRDefault="003656D8" w:rsidP="003656D8">
                  <w:r w:rsidRPr="003656D8">
                    <w:t>Supplies (+A)</w:t>
                  </w:r>
                </w:p>
              </w:tc>
              <w:tc>
                <w:tcPr>
                  <w:tcW w:w="1440" w:type="dxa"/>
                  <w:tcBorders>
                    <w:top w:val="single" w:sz="4" w:space="0" w:color="auto"/>
                    <w:left w:val="single" w:sz="4" w:space="0" w:color="auto"/>
                    <w:bottom w:val="single" w:sz="4" w:space="0" w:color="auto"/>
                    <w:right w:val="single" w:sz="4" w:space="0" w:color="auto"/>
                  </w:tcBorders>
                </w:tcPr>
                <w:p w14:paraId="33A856CC" w14:textId="77777777" w:rsidR="003656D8" w:rsidRPr="003656D8" w:rsidRDefault="003656D8" w:rsidP="00A37277">
                  <w:pPr>
                    <w:jc w:val="center"/>
                  </w:pPr>
                  <w:r w:rsidRPr="003656D8">
                    <w:t>300</w:t>
                  </w:r>
                </w:p>
              </w:tc>
              <w:tc>
                <w:tcPr>
                  <w:tcW w:w="1440" w:type="dxa"/>
                  <w:tcBorders>
                    <w:top w:val="single" w:sz="4" w:space="0" w:color="auto"/>
                    <w:left w:val="single" w:sz="4" w:space="0" w:color="auto"/>
                    <w:bottom w:val="single" w:sz="4" w:space="0" w:color="auto"/>
                    <w:right w:val="single" w:sz="4" w:space="0" w:color="auto"/>
                  </w:tcBorders>
                </w:tcPr>
                <w:p w14:paraId="5C16AB5F" w14:textId="77777777" w:rsidR="003656D8" w:rsidRPr="003656D8" w:rsidRDefault="003656D8" w:rsidP="00A37277">
                  <w:pPr>
                    <w:jc w:val="center"/>
                  </w:pPr>
                </w:p>
              </w:tc>
            </w:tr>
            <w:tr w:rsidR="003656D8" w:rsidRPr="003656D8" w14:paraId="25E853FD" w14:textId="77777777" w:rsidTr="00E96461">
              <w:trPr>
                <w:trHeight w:val="288"/>
              </w:trPr>
              <w:tc>
                <w:tcPr>
                  <w:tcW w:w="1188" w:type="dxa"/>
                  <w:tcBorders>
                    <w:top w:val="single" w:sz="4" w:space="0" w:color="auto"/>
                  </w:tcBorders>
                </w:tcPr>
                <w:p w14:paraId="199F3F98" w14:textId="77777777" w:rsidR="003656D8" w:rsidRPr="003656D8" w:rsidRDefault="003656D8" w:rsidP="00A37277">
                  <w:pPr>
                    <w:jc w:val="center"/>
                  </w:pPr>
                </w:p>
              </w:tc>
              <w:tc>
                <w:tcPr>
                  <w:tcW w:w="4680" w:type="dxa"/>
                  <w:tcBorders>
                    <w:top w:val="single" w:sz="4" w:space="0" w:color="auto"/>
                  </w:tcBorders>
                </w:tcPr>
                <w:p w14:paraId="0D575934" w14:textId="77777777" w:rsidR="003656D8" w:rsidRPr="003656D8" w:rsidRDefault="003656D8" w:rsidP="002405D6">
                  <w:r w:rsidRPr="003656D8">
                    <w:t xml:space="preserve">          Accounts Payable (</w:t>
                  </w:r>
                  <w:r w:rsidR="00692E26">
                    <w:t>+</w:t>
                  </w:r>
                  <w:r w:rsidRPr="003656D8">
                    <w:t>A)</w:t>
                  </w:r>
                </w:p>
              </w:tc>
              <w:tc>
                <w:tcPr>
                  <w:tcW w:w="1440" w:type="dxa"/>
                  <w:tcBorders>
                    <w:top w:val="single" w:sz="4" w:space="0" w:color="auto"/>
                  </w:tcBorders>
                </w:tcPr>
                <w:p w14:paraId="6B05CF18" w14:textId="77777777" w:rsidR="003656D8" w:rsidRPr="003656D8" w:rsidRDefault="003656D8" w:rsidP="00A37277">
                  <w:pPr>
                    <w:jc w:val="center"/>
                  </w:pPr>
                </w:p>
              </w:tc>
              <w:tc>
                <w:tcPr>
                  <w:tcW w:w="1440" w:type="dxa"/>
                  <w:tcBorders>
                    <w:top w:val="single" w:sz="4" w:space="0" w:color="auto"/>
                  </w:tcBorders>
                </w:tcPr>
                <w:p w14:paraId="58E6B631" w14:textId="77777777" w:rsidR="003656D8" w:rsidRPr="003656D8" w:rsidRDefault="003656D8" w:rsidP="00A37277">
                  <w:pPr>
                    <w:jc w:val="center"/>
                  </w:pPr>
                  <w:r w:rsidRPr="003656D8">
                    <w:t>300</w:t>
                  </w:r>
                </w:p>
              </w:tc>
            </w:tr>
          </w:tbl>
          <w:p w14:paraId="5CEAD0BF" w14:textId="77777777" w:rsidR="003656D8" w:rsidRPr="003656D8" w:rsidRDefault="003656D8" w:rsidP="003656D8"/>
        </w:tc>
      </w:tr>
      <w:tr w:rsidR="003656D8" w:rsidRPr="003656D8" w14:paraId="3C8D4868" w14:textId="77777777" w:rsidTr="00A37277">
        <w:tc>
          <w:tcPr>
            <w:tcW w:w="8856" w:type="dxa"/>
          </w:tcPr>
          <w:p w14:paraId="25651591" w14:textId="77777777" w:rsidR="00B96E2D" w:rsidRDefault="00B96E2D" w:rsidP="003656D8"/>
          <w:p w14:paraId="31F91AFE" w14:textId="77777777" w:rsidR="003656D8" w:rsidRPr="003656D8" w:rsidRDefault="003656D8" w:rsidP="003656D8">
            <w:r w:rsidRPr="003656D8">
              <w:t>Ensure the equation still balances and debits = credits</w:t>
            </w:r>
          </w:p>
        </w:tc>
      </w:tr>
      <w:tr w:rsidR="003656D8" w14:paraId="26CD7A39" w14:textId="77777777" w:rsidTr="00A37277">
        <w:tc>
          <w:tcPr>
            <w:tcW w:w="8856"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1E0" w:firstRow="1" w:lastRow="1" w:firstColumn="1" w:lastColumn="1" w:noHBand="0" w:noVBand="0"/>
            </w:tblPr>
            <w:tblGrid>
              <w:gridCol w:w="1296"/>
              <w:gridCol w:w="1296"/>
              <w:gridCol w:w="342"/>
              <w:gridCol w:w="1296"/>
              <w:gridCol w:w="1296"/>
              <w:gridCol w:w="342"/>
              <w:gridCol w:w="1440"/>
              <w:gridCol w:w="1440"/>
            </w:tblGrid>
            <w:tr w:rsidR="003656D8" w14:paraId="75382E74" w14:textId="77777777" w:rsidTr="00A37277">
              <w:tc>
                <w:tcPr>
                  <w:tcW w:w="2592" w:type="dxa"/>
                  <w:gridSpan w:val="2"/>
                  <w:tcBorders>
                    <w:bottom w:val="single" w:sz="4" w:space="0" w:color="auto"/>
                  </w:tcBorders>
                </w:tcPr>
                <w:p w14:paraId="131F9839" w14:textId="77777777" w:rsidR="003656D8" w:rsidRPr="003656D8" w:rsidRDefault="003656D8" w:rsidP="00A37277">
                  <w:pPr>
                    <w:jc w:val="center"/>
                  </w:pPr>
                  <w:r w:rsidRPr="003656D8">
                    <w:t>Assets</w:t>
                  </w:r>
                </w:p>
              </w:tc>
              <w:tc>
                <w:tcPr>
                  <w:tcW w:w="342" w:type="dxa"/>
                </w:tcPr>
                <w:p w14:paraId="3E1F7F66" w14:textId="77777777" w:rsidR="003656D8" w:rsidRPr="003656D8" w:rsidRDefault="003656D8" w:rsidP="00A37277">
                  <w:pPr>
                    <w:jc w:val="center"/>
                  </w:pPr>
                  <w:r w:rsidRPr="003656D8">
                    <w:t>=</w:t>
                  </w:r>
                </w:p>
              </w:tc>
              <w:tc>
                <w:tcPr>
                  <w:tcW w:w="2592" w:type="dxa"/>
                  <w:gridSpan w:val="2"/>
                  <w:tcBorders>
                    <w:bottom w:val="single" w:sz="4" w:space="0" w:color="auto"/>
                  </w:tcBorders>
                </w:tcPr>
                <w:p w14:paraId="59674AD6" w14:textId="77777777" w:rsidR="003656D8" w:rsidRPr="003656D8" w:rsidRDefault="003656D8" w:rsidP="00A37277">
                  <w:pPr>
                    <w:jc w:val="center"/>
                  </w:pPr>
                  <w:r w:rsidRPr="003656D8">
                    <w:t>Liabilities</w:t>
                  </w:r>
                </w:p>
              </w:tc>
              <w:tc>
                <w:tcPr>
                  <w:tcW w:w="342" w:type="dxa"/>
                </w:tcPr>
                <w:p w14:paraId="6AAEEB53" w14:textId="77777777" w:rsidR="003656D8" w:rsidRPr="003656D8" w:rsidRDefault="003656D8" w:rsidP="00A37277">
                  <w:pPr>
                    <w:jc w:val="center"/>
                  </w:pPr>
                  <w:r w:rsidRPr="003656D8">
                    <w:t>+</w:t>
                  </w:r>
                </w:p>
              </w:tc>
              <w:tc>
                <w:tcPr>
                  <w:tcW w:w="2880" w:type="dxa"/>
                  <w:gridSpan w:val="2"/>
                  <w:tcBorders>
                    <w:bottom w:val="single" w:sz="4" w:space="0" w:color="auto"/>
                  </w:tcBorders>
                </w:tcPr>
                <w:p w14:paraId="5386CB75" w14:textId="77777777" w:rsidR="003656D8" w:rsidRPr="003656D8" w:rsidRDefault="003656D8" w:rsidP="00A37277">
                  <w:pPr>
                    <w:jc w:val="center"/>
                  </w:pPr>
                  <w:r w:rsidRPr="003656D8">
                    <w:t>Stockholders’ Equity</w:t>
                  </w:r>
                </w:p>
              </w:tc>
            </w:tr>
            <w:tr w:rsidR="003656D8" w14:paraId="5E47EC8A" w14:textId="77777777" w:rsidTr="008A116B">
              <w:tc>
                <w:tcPr>
                  <w:tcW w:w="1296" w:type="dxa"/>
                  <w:tcBorders>
                    <w:top w:val="single" w:sz="4" w:space="0" w:color="auto"/>
                    <w:right w:val="nil"/>
                  </w:tcBorders>
                </w:tcPr>
                <w:p w14:paraId="075B0803" w14:textId="77777777" w:rsidR="003656D8" w:rsidRPr="003656D8" w:rsidRDefault="003656D8" w:rsidP="008A116B">
                  <w:r w:rsidRPr="003656D8">
                    <w:t xml:space="preserve">Supplies </w:t>
                  </w:r>
                </w:p>
              </w:tc>
              <w:tc>
                <w:tcPr>
                  <w:tcW w:w="1296" w:type="dxa"/>
                  <w:tcBorders>
                    <w:top w:val="single" w:sz="4" w:space="0" w:color="auto"/>
                    <w:left w:val="nil"/>
                  </w:tcBorders>
                </w:tcPr>
                <w:p w14:paraId="4A4F15E9" w14:textId="77777777" w:rsidR="003656D8" w:rsidRPr="003656D8" w:rsidRDefault="003656D8" w:rsidP="008A116B">
                  <w:pPr>
                    <w:jc w:val="right"/>
                  </w:pPr>
                  <w:r w:rsidRPr="003656D8">
                    <w:t>+300</w:t>
                  </w:r>
                </w:p>
                <w:p w14:paraId="570855AC" w14:textId="77777777" w:rsidR="003656D8" w:rsidRPr="003656D8" w:rsidRDefault="003656D8" w:rsidP="008A116B"/>
              </w:tc>
              <w:tc>
                <w:tcPr>
                  <w:tcW w:w="342" w:type="dxa"/>
                </w:tcPr>
                <w:p w14:paraId="75CB9301" w14:textId="77777777" w:rsidR="003656D8" w:rsidRPr="003656D8" w:rsidRDefault="003656D8" w:rsidP="008A116B"/>
              </w:tc>
              <w:tc>
                <w:tcPr>
                  <w:tcW w:w="1296" w:type="dxa"/>
                  <w:tcBorders>
                    <w:top w:val="single" w:sz="4" w:space="0" w:color="auto"/>
                    <w:right w:val="nil"/>
                  </w:tcBorders>
                </w:tcPr>
                <w:p w14:paraId="1DD3804E" w14:textId="77777777" w:rsidR="003656D8" w:rsidRPr="003656D8" w:rsidRDefault="003656D8" w:rsidP="008A116B">
                  <w:r w:rsidRPr="003656D8">
                    <w:t>Accounts Payable</w:t>
                  </w:r>
                </w:p>
              </w:tc>
              <w:tc>
                <w:tcPr>
                  <w:tcW w:w="1296" w:type="dxa"/>
                  <w:tcBorders>
                    <w:top w:val="single" w:sz="4" w:space="0" w:color="auto"/>
                    <w:left w:val="nil"/>
                  </w:tcBorders>
                </w:tcPr>
                <w:p w14:paraId="55EDFC63" w14:textId="77777777" w:rsidR="003656D8" w:rsidRPr="003656D8" w:rsidRDefault="003656D8" w:rsidP="008A116B">
                  <w:pPr>
                    <w:jc w:val="right"/>
                  </w:pPr>
                  <w:r w:rsidRPr="003656D8">
                    <w:t>+300</w:t>
                  </w:r>
                </w:p>
              </w:tc>
              <w:tc>
                <w:tcPr>
                  <w:tcW w:w="342" w:type="dxa"/>
                </w:tcPr>
                <w:p w14:paraId="25F849D1" w14:textId="77777777" w:rsidR="003656D8" w:rsidRPr="003656D8" w:rsidRDefault="003656D8" w:rsidP="008A116B"/>
              </w:tc>
              <w:tc>
                <w:tcPr>
                  <w:tcW w:w="1440" w:type="dxa"/>
                  <w:tcBorders>
                    <w:top w:val="single" w:sz="4" w:space="0" w:color="auto"/>
                    <w:right w:val="nil"/>
                  </w:tcBorders>
                </w:tcPr>
                <w:p w14:paraId="4134A753" w14:textId="77777777" w:rsidR="003656D8" w:rsidRPr="003656D8" w:rsidRDefault="003656D8" w:rsidP="008A116B"/>
              </w:tc>
              <w:tc>
                <w:tcPr>
                  <w:tcW w:w="1440" w:type="dxa"/>
                  <w:tcBorders>
                    <w:top w:val="single" w:sz="4" w:space="0" w:color="auto"/>
                    <w:left w:val="nil"/>
                  </w:tcBorders>
                </w:tcPr>
                <w:p w14:paraId="1C03F12C" w14:textId="77777777" w:rsidR="003656D8" w:rsidRPr="003656D8" w:rsidRDefault="003656D8" w:rsidP="008A116B"/>
              </w:tc>
            </w:tr>
          </w:tbl>
          <w:p w14:paraId="084A55E2" w14:textId="77777777" w:rsidR="003656D8" w:rsidRPr="003656D8" w:rsidRDefault="003656D8" w:rsidP="003656D8"/>
        </w:tc>
      </w:tr>
    </w:tbl>
    <w:p w14:paraId="33D69C3F" w14:textId="77777777" w:rsidR="003656D8" w:rsidRDefault="003656D8" w:rsidP="003656D8"/>
    <w:p w14:paraId="4B34F7ED" w14:textId="77777777" w:rsidR="003656D8" w:rsidRDefault="003656D8" w:rsidP="003656D8">
      <w:r w:rsidRPr="00684A4E">
        <w:t>(e) Sign</w:t>
      </w:r>
      <w:r w:rsidR="0044591F">
        <w:t>s</w:t>
      </w:r>
      <w:r w:rsidRPr="00684A4E">
        <w:t xml:space="preserve"> contract for first website design for $10,000.</w:t>
      </w:r>
    </w:p>
    <w:p w14:paraId="4A180D2C" w14:textId="77777777" w:rsidR="00852158" w:rsidRPr="00684A4E" w:rsidRDefault="00852158" w:rsidP="003656D8"/>
    <w:p w14:paraId="17BE352B" w14:textId="77777777" w:rsidR="003656D8" w:rsidRPr="003656D8" w:rsidRDefault="003656D8" w:rsidP="003656D8">
      <w:r w:rsidRPr="003656D8">
        <w:t>No entry</w:t>
      </w:r>
      <w:r w:rsidR="007D4591">
        <w:t>—</w:t>
      </w:r>
      <w:r w:rsidRPr="003656D8">
        <w:t>this is not a transaction</w:t>
      </w:r>
      <w:r w:rsidR="000220C4">
        <w:t>.</w:t>
      </w:r>
    </w:p>
    <w:p w14:paraId="770A6079" w14:textId="77777777" w:rsidR="008A64AF" w:rsidRPr="005F480C" w:rsidRDefault="003656D8" w:rsidP="008A64AF">
      <w:pPr>
        <w:pStyle w:val="Heading1"/>
        <w:spacing w:before="240"/>
      </w:pPr>
      <w:r w:rsidRPr="003656D8">
        <w:br w:type="page"/>
      </w:r>
      <w:r w:rsidR="008A64AF" w:rsidRPr="005F480C">
        <w:lastRenderedPageBreak/>
        <w:t xml:space="preserve">HANDOUT </w:t>
      </w:r>
      <w:r w:rsidR="008A64AF">
        <w:t>2</w:t>
      </w:r>
      <w:r w:rsidR="007D4591">
        <w:t>–</w:t>
      </w:r>
      <w:r w:rsidR="008A64AF">
        <w:t>4</w:t>
      </w:r>
    </w:p>
    <w:p w14:paraId="64240874" w14:textId="77777777" w:rsidR="008A64AF" w:rsidRPr="005F480C" w:rsidRDefault="008A64AF" w:rsidP="008A64AF">
      <w:pPr>
        <w:pStyle w:val="Heading1"/>
        <w:spacing w:before="240"/>
        <w:jc w:val="center"/>
        <w:rPr>
          <w:u w:val="none"/>
        </w:rPr>
      </w:pPr>
      <w:r>
        <w:rPr>
          <w:u w:val="none"/>
        </w:rPr>
        <w:t>THE DEBIT/CREDIT FRAMEWORK</w:t>
      </w:r>
    </w:p>
    <w:p w14:paraId="556525C7" w14:textId="77777777" w:rsidR="0044591F" w:rsidRPr="008E59B6" w:rsidRDefault="0044591F" w:rsidP="0044591F">
      <w:r>
        <w:t>(f) Pays $300 to the supplier in (d).</w:t>
      </w:r>
    </w:p>
    <w:p w14:paraId="246722C1" w14:textId="77777777" w:rsidR="0076782F" w:rsidRPr="0076782F" w:rsidRDefault="0076782F" w:rsidP="0076782F"/>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8A64AF" w14:paraId="404B8C5F" w14:textId="77777777" w:rsidTr="009C0439">
        <w:trPr>
          <w:trHeight w:val="360"/>
        </w:trPr>
        <w:tc>
          <w:tcPr>
            <w:tcW w:w="8974" w:type="dxa"/>
          </w:tcPr>
          <w:p w14:paraId="23AD0953" w14:textId="77777777" w:rsidR="008A64AF" w:rsidRPr="003656D8" w:rsidRDefault="008A64AF" w:rsidP="00C2079C">
            <w:r w:rsidRPr="003656D8">
              <w:t>Debit and credit the accounts affected</w:t>
            </w:r>
          </w:p>
        </w:tc>
      </w:tr>
      <w:tr w:rsidR="008A64AF" w14:paraId="7D78E774"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8A64AF" w14:paraId="28FAB86E" w14:textId="77777777" w:rsidTr="00852158">
              <w:trPr>
                <w:trHeight w:val="432"/>
              </w:trPr>
              <w:tc>
                <w:tcPr>
                  <w:tcW w:w="679" w:type="pct"/>
                  <w:tcBorders>
                    <w:top w:val="single" w:sz="4" w:space="0" w:color="auto"/>
                    <w:left w:val="single" w:sz="4" w:space="0" w:color="auto"/>
                    <w:bottom w:val="single" w:sz="4" w:space="0" w:color="auto"/>
                    <w:right w:val="single" w:sz="4" w:space="0" w:color="auto"/>
                  </w:tcBorders>
                </w:tcPr>
                <w:p w14:paraId="2D54DC79" w14:textId="77777777" w:rsidR="008A64AF" w:rsidRPr="003656D8" w:rsidRDefault="008A64AF" w:rsidP="00A37277">
                  <w:pPr>
                    <w:jc w:val="center"/>
                  </w:pPr>
                </w:p>
              </w:tc>
              <w:tc>
                <w:tcPr>
                  <w:tcW w:w="2675" w:type="pct"/>
                  <w:tcBorders>
                    <w:top w:val="single" w:sz="4" w:space="0" w:color="auto"/>
                    <w:left w:val="single" w:sz="4" w:space="0" w:color="auto"/>
                    <w:bottom w:val="single" w:sz="4" w:space="0" w:color="auto"/>
                    <w:right w:val="single" w:sz="4" w:space="0" w:color="auto"/>
                  </w:tcBorders>
                </w:tcPr>
                <w:p w14:paraId="2B9ADE22" w14:textId="77777777" w:rsidR="008A64AF" w:rsidRPr="003656D8" w:rsidRDefault="008A64AF" w:rsidP="00C2079C"/>
              </w:tc>
              <w:tc>
                <w:tcPr>
                  <w:tcW w:w="823" w:type="pct"/>
                  <w:tcBorders>
                    <w:top w:val="single" w:sz="4" w:space="0" w:color="auto"/>
                    <w:left w:val="single" w:sz="4" w:space="0" w:color="auto"/>
                    <w:bottom w:val="single" w:sz="4" w:space="0" w:color="auto"/>
                    <w:right w:val="single" w:sz="4" w:space="0" w:color="auto"/>
                  </w:tcBorders>
                </w:tcPr>
                <w:p w14:paraId="6F487F76" w14:textId="77777777" w:rsidR="008A64AF" w:rsidRPr="003656D8" w:rsidRDefault="008A64AF" w:rsidP="00A37277">
                  <w:pPr>
                    <w:jc w:val="center"/>
                  </w:pPr>
                </w:p>
              </w:tc>
              <w:tc>
                <w:tcPr>
                  <w:tcW w:w="823" w:type="pct"/>
                  <w:tcBorders>
                    <w:top w:val="single" w:sz="4" w:space="0" w:color="auto"/>
                    <w:left w:val="single" w:sz="4" w:space="0" w:color="auto"/>
                    <w:bottom w:val="single" w:sz="4" w:space="0" w:color="auto"/>
                    <w:right w:val="single" w:sz="4" w:space="0" w:color="auto"/>
                  </w:tcBorders>
                </w:tcPr>
                <w:p w14:paraId="4B4ECC26" w14:textId="77777777" w:rsidR="008A64AF" w:rsidRPr="003656D8" w:rsidRDefault="008A64AF" w:rsidP="00A37277">
                  <w:pPr>
                    <w:jc w:val="center"/>
                  </w:pPr>
                </w:p>
              </w:tc>
            </w:tr>
            <w:tr w:rsidR="008A64AF" w14:paraId="1126DFCE" w14:textId="77777777" w:rsidTr="00852158">
              <w:trPr>
                <w:trHeight w:val="432"/>
              </w:trPr>
              <w:tc>
                <w:tcPr>
                  <w:tcW w:w="679" w:type="pct"/>
                  <w:tcBorders>
                    <w:top w:val="single" w:sz="4" w:space="0" w:color="auto"/>
                  </w:tcBorders>
                </w:tcPr>
                <w:p w14:paraId="358219A5" w14:textId="77777777" w:rsidR="008A64AF" w:rsidRPr="003656D8" w:rsidRDefault="008A64AF" w:rsidP="00A37277">
                  <w:pPr>
                    <w:jc w:val="center"/>
                  </w:pPr>
                </w:p>
              </w:tc>
              <w:tc>
                <w:tcPr>
                  <w:tcW w:w="2675" w:type="pct"/>
                  <w:tcBorders>
                    <w:top w:val="single" w:sz="4" w:space="0" w:color="auto"/>
                  </w:tcBorders>
                </w:tcPr>
                <w:p w14:paraId="5B1EA5EF" w14:textId="77777777" w:rsidR="008A64AF" w:rsidRPr="003656D8" w:rsidRDefault="008A64AF" w:rsidP="00C2079C"/>
              </w:tc>
              <w:tc>
                <w:tcPr>
                  <w:tcW w:w="823" w:type="pct"/>
                  <w:tcBorders>
                    <w:top w:val="single" w:sz="4" w:space="0" w:color="auto"/>
                  </w:tcBorders>
                </w:tcPr>
                <w:p w14:paraId="41D0973E" w14:textId="77777777" w:rsidR="008A64AF" w:rsidRPr="003656D8" w:rsidRDefault="008A64AF" w:rsidP="00A37277">
                  <w:pPr>
                    <w:jc w:val="center"/>
                  </w:pPr>
                </w:p>
              </w:tc>
              <w:tc>
                <w:tcPr>
                  <w:tcW w:w="823" w:type="pct"/>
                  <w:tcBorders>
                    <w:top w:val="single" w:sz="4" w:space="0" w:color="auto"/>
                  </w:tcBorders>
                </w:tcPr>
                <w:p w14:paraId="7A47020F" w14:textId="77777777" w:rsidR="008A64AF" w:rsidRPr="003656D8" w:rsidRDefault="008A64AF" w:rsidP="00A37277">
                  <w:pPr>
                    <w:jc w:val="center"/>
                  </w:pPr>
                </w:p>
              </w:tc>
            </w:tr>
          </w:tbl>
          <w:p w14:paraId="1B649A1C" w14:textId="77777777" w:rsidR="008A64AF" w:rsidRPr="003656D8" w:rsidRDefault="008A64AF" w:rsidP="00C2079C"/>
        </w:tc>
      </w:tr>
      <w:tr w:rsidR="008A64AF" w14:paraId="6FBE1C7E" w14:textId="77777777" w:rsidTr="009C0439">
        <w:trPr>
          <w:trHeight w:val="360"/>
        </w:trPr>
        <w:tc>
          <w:tcPr>
            <w:tcW w:w="8974" w:type="dxa"/>
          </w:tcPr>
          <w:p w14:paraId="225451B1" w14:textId="77777777" w:rsidR="00B96E2D" w:rsidRDefault="00B96E2D" w:rsidP="00C2079C"/>
          <w:p w14:paraId="17CEB338" w14:textId="77777777" w:rsidR="008A64AF" w:rsidRPr="003656D8" w:rsidRDefault="008A64AF" w:rsidP="00C2079C">
            <w:r w:rsidRPr="003656D8">
              <w:t>Ensure the equation still balances and debits = credits</w:t>
            </w:r>
          </w:p>
        </w:tc>
      </w:tr>
      <w:tr w:rsidR="008A64AF" w14:paraId="73C3BCCD"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2"/>
              <w:gridCol w:w="1290"/>
              <w:gridCol w:w="357"/>
              <w:gridCol w:w="1291"/>
              <w:gridCol w:w="1291"/>
              <w:gridCol w:w="357"/>
              <w:gridCol w:w="1435"/>
              <w:gridCol w:w="1435"/>
            </w:tblGrid>
            <w:tr w:rsidR="008A64AF" w14:paraId="0BF28D9E" w14:textId="77777777" w:rsidTr="00A37277">
              <w:tc>
                <w:tcPr>
                  <w:tcW w:w="2582" w:type="dxa"/>
                  <w:gridSpan w:val="2"/>
                  <w:tcBorders>
                    <w:bottom w:val="single" w:sz="4" w:space="0" w:color="auto"/>
                  </w:tcBorders>
                </w:tcPr>
                <w:p w14:paraId="6B5813F8" w14:textId="77777777" w:rsidR="008A64AF" w:rsidRPr="003656D8" w:rsidRDefault="008A64AF" w:rsidP="00A37277">
                  <w:pPr>
                    <w:jc w:val="center"/>
                  </w:pPr>
                  <w:r w:rsidRPr="003656D8">
                    <w:t>Assets</w:t>
                  </w:r>
                </w:p>
              </w:tc>
              <w:tc>
                <w:tcPr>
                  <w:tcW w:w="357" w:type="dxa"/>
                </w:tcPr>
                <w:p w14:paraId="2D02F739" w14:textId="77777777" w:rsidR="008A64AF" w:rsidRPr="003656D8" w:rsidRDefault="008A64AF" w:rsidP="00A37277">
                  <w:pPr>
                    <w:jc w:val="center"/>
                  </w:pPr>
                  <w:r w:rsidRPr="003656D8">
                    <w:t>=</w:t>
                  </w:r>
                </w:p>
              </w:tc>
              <w:tc>
                <w:tcPr>
                  <w:tcW w:w="2582" w:type="dxa"/>
                  <w:gridSpan w:val="2"/>
                  <w:tcBorders>
                    <w:bottom w:val="single" w:sz="4" w:space="0" w:color="auto"/>
                  </w:tcBorders>
                </w:tcPr>
                <w:p w14:paraId="65D30F5C" w14:textId="77777777" w:rsidR="008A64AF" w:rsidRPr="003656D8" w:rsidRDefault="008A64AF" w:rsidP="00A37277">
                  <w:pPr>
                    <w:jc w:val="center"/>
                  </w:pPr>
                  <w:r w:rsidRPr="003656D8">
                    <w:t>Liabilities</w:t>
                  </w:r>
                </w:p>
              </w:tc>
              <w:tc>
                <w:tcPr>
                  <w:tcW w:w="357" w:type="dxa"/>
                </w:tcPr>
                <w:p w14:paraId="6D012B77" w14:textId="77777777" w:rsidR="008A64AF" w:rsidRPr="003656D8" w:rsidRDefault="008A64AF" w:rsidP="00A37277">
                  <w:pPr>
                    <w:jc w:val="center"/>
                  </w:pPr>
                  <w:r w:rsidRPr="003656D8">
                    <w:t>+</w:t>
                  </w:r>
                </w:p>
              </w:tc>
              <w:tc>
                <w:tcPr>
                  <w:tcW w:w="2870" w:type="dxa"/>
                  <w:gridSpan w:val="2"/>
                  <w:tcBorders>
                    <w:bottom w:val="single" w:sz="4" w:space="0" w:color="auto"/>
                  </w:tcBorders>
                </w:tcPr>
                <w:p w14:paraId="60ED5569" w14:textId="77777777" w:rsidR="008A64AF" w:rsidRPr="003656D8" w:rsidRDefault="008A64AF" w:rsidP="00A37277">
                  <w:pPr>
                    <w:jc w:val="center"/>
                  </w:pPr>
                  <w:r w:rsidRPr="003656D8">
                    <w:t>Stockholders’ Equity</w:t>
                  </w:r>
                </w:p>
              </w:tc>
            </w:tr>
            <w:tr w:rsidR="008A64AF" w14:paraId="2B3E4BBC" w14:textId="77777777" w:rsidTr="008A116B">
              <w:trPr>
                <w:trHeight w:val="432"/>
              </w:trPr>
              <w:tc>
                <w:tcPr>
                  <w:tcW w:w="1292" w:type="dxa"/>
                  <w:tcBorders>
                    <w:top w:val="single" w:sz="4" w:space="0" w:color="auto"/>
                    <w:right w:val="nil"/>
                  </w:tcBorders>
                </w:tcPr>
                <w:p w14:paraId="732F8C29" w14:textId="77777777" w:rsidR="008A64AF" w:rsidRPr="003656D8" w:rsidRDefault="008A64AF" w:rsidP="00C2079C"/>
              </w:tc>
              <w:tc>
                <w:tcPr>
                  <w:tcW w:w="1290" w:type="dxa"/>
                  <w:tcBorders>
                    <w:top w:val="single" w:sz="4" w:space="0" w:color="auto"/>
                    <w:left w:val="nil"/>
                  </w:tcBorders>
                </w:tcPr>
                <w:p w14:paraId="0220EFB8" w14:textId="77777777" w:rsidR="008A64AF" w:rsidRPr="003656D8" w:rsidRDefault="008A64AF" w:rsidP="00A37277">
                  <w:pPr>
                    <w:jc w:val="right"/>
                  </w:pPr>
                </w:p>
              </w:tc>
              <w:tc>
                <w:tcPr>
                  <w:tcW w:w="357" w:type="dxa"/>
                </w:tcPr>
                <w:p w14:paraId="44990BD5" w14:textId="77777777" w:rsidR="008A64AF" w:rsidRPr="003656D8" w:rsidRDefault="008A64AF" w:rsidP="00A37277">
                  <w:pPr>
                    <w:jc w:val="center"/>
                  </w:pPr>
                </w:p>
              </w:tc>
              <w:tc>
                <w:tcPr>
                  <w:tcW w:w="1291" w:type="dxa"/>
                  <w:tcBorders>
                    <w:top w:val="single" w:sz="4" w:space="0" w:color="auto"/>
                    <w:right w:val="nil"/>
                  </w:tcBorders>
                </w:tcPr>
                <w:p w14:paraId="3E67C7BE" w14:textId="77777777" w:rsidR="008A64AF" w:rsidRPr="003656D8" w:rsidRDefault="008A64AF" w:rsidP="00C2079C"/>
              </w:tc>
              <w:tc>
                <w:tcPr>
                  <w:tcW w:w="1291" w:type="dxa"/>
                  <w:tcBorders>
                    <w:top w:val="single" w:sz="4" w:space="0" w:color="auto"/>
                    <w:left w:val="nil"/>
                  </w:tcBorders>
                </w:tcPr>
                <w:p w14:paraId="2E669AF1" w14:textId="77777777" w:rsidR="008A64AF" w:rsidRPr="003656D8" w:rsidRDefault="008A64AF" w:rsidP="00A37277">
                  <w:pPr>
                    <w:jc w:val="right"/>
                  </w:pPr>
                </w:p>
              </w:tc>
              <w:tc>
                <w:tcPr>
                  <w:tcW w:w="357" w:type="dxa"/>
                </w:tcPr>
                <w:p w14:paraId="3152DE00" w14:textId="77777777" w:rsidR="008A64AF" w:rsidRPr="003656D8" w:rsidRDefault="008A64AF" w:rsidP="00A37277">
                  <w:pPr>
                    <w:jc w:val="center"/>
                  </w:pPr>
                </w:p>
              </w:tc>
              <w:tc>
                <w:tcPr>
                  <w:tcW w:w="1435" w:type="dxa"/>
                  <w:tcBorders>
                    <w:top w:val="single" w:sz="4" w:space="0" w:color="auto"/>
                    <w:right w:val="nil"/>
                  </w:tcBorders>
                </w:tcPr>
                <w:p w14:paraId="531B86A8" w14:textId="77777777" w:rsidR="008A64AF" w:rsidRPr="003656D8" w:rsidRDefault="008A64AF" w:rsidP="00C2079C"/>
              </w:tc>
              <w:tc>
                <w:tcPr>
                  <w:tcW w:w="1435" w:type="dxa"/>
                  <w:tcBorders>
                    <w:top w:val="single" w:sz="4" w:space="0" w:color="auto"/>
                    <w:left w:val="nil"/>
                  </w:tcBorders>
                </w:tcPr>
                <w:p w14:paraId="6209C102" w14:textId="77777777" w:rsidR="008A64AF" w:rsidRPr="003656D8" w:rsidRDefault="008A64AF" w:rsidP="00A37277">
                  <w:pPr>
                    <w:jc w:val="right"/>
                  </w:pPr>
                </w:p>
              </w:tc>
            </w:tr>
          </w:tbl>
          <w:p w14:paraId="0FEC3541" w14:textId="77777777" w:rsidR="008A64AF" w:rsidRPr="003656D8" w:rsidRDefault="008A64AF" w:rsidP="00C2079C"/>
        </w:tc>
      </w:tr>
    </w:tbl>
    <w:p w14:paraId="372EFB89" w14:textId="77777777" w:rsidR="008A64AF" w:rsidRDefault="008A64AF" w:rsidP="008A64AF"/>
    <w:p w14:paraId="20748260" w14:textId="77777777" w:rsidR="0044591F" w:rsidRPr="000A73F3" w:rsidRDefault="0044591F" w:rsidP="0044591F">
      <w:r>
        <w:t>(g) Purchases and pays for $600 of supplies.</w:t>
      </w:r>
    </w:p>
    <w:p w14:paraId="30BA5AEB" w14:textId="77777777" w:rsidR="008A116B" w:rsidRPr="0076782F" w:rsidRDefault="008A116B" w:rsidP="008A116B"/>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8A116B" w14:paraId="175E6820" w14:textId="77777777" w:rsidTr="00C77EAE">
        <w:trPr>
          <w:trHeight w:val="360"/>
        </w:trPr>
        <w:tc>
          <w:tcPr>
            <w:tcW w:w="8974" w:type="dxa"/>
          </w:tcPr>
          <w:p w14:paraId="783EAC21" w14:textId="77777777" w:rsidR="008A116B" w:rsidRPr="003656D8" w:rsidRDefault="008A116B" w:rsidP="00C77EAE">
            <w:r w:rsidRPr="003656D8">
              <w:t>Debit and credit the accounts affected</w:t>
            </w:r>
          </w:p>
        </w:tc>
      </w:tr>
      <w:tr w:rsidR="008A116B" w14:paraId="636C330E" w14:textId="77777777" w:rsidTr="00C77EAE">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8A116B" w14:paraId="53E877AF" w14:textId="77777777" w:rsidTr="00C77EAE">
              <w:trPr>
                <w:trHeight w:val="432"/>
              </w:trPr>
              <w:tc>
                <w:tcPr>
                  <w:tcW w:w="679" w:type="pct"/>
                  <w:tcBorders>
                    <w:top w:val="single" w:sz="4" w:space="0" w:color="auto"/>
                    <w:left w:val="single" w:sz="4" w:space="0" w:color="auto"/>
                    <w:bottom w:val="single" w:sz="4" w:space="0" w:color="auto"/>
                    <w:right w:val="single" w:sz="4" w:space="0" w:color="auto"/>
                  </w:tcBorders>
                </w:tcPr>
                <w:p w14:paraId="1BCD4A1A" w14:textId="77777777" w:rsidR="008A116B" w:rsidRPr="003656D8" w:rsidRDefault="008A116B" w:rsidP="00C77EAE">
                  <w:pPr>
                    <w:jc w:val="center"/>
                  </w:pPr>
                </w:p>
              </w:tc>
              <w:tc>
                <w:tcPr>
                  <w:tcW w:w="2675" w:type="pct"/>
                  <w:tcBorders>
                    <w:top w:val="single" w:sz="4" w:space="0" w:color="auto"/>
                    <w:left w:val="single" w:sz="4" w:space="0" w:color="auto"/>
                    <w:bottom w:val="single" w:sz="4" w:space="0" w:color="auto"/>
                    <w:right w:val="single" w:sz="4" w:space="0" w:color="auto"/>
                  </w:tcBorders>
                </w:tcPr>
                <w:p w14:paraId="2DA07CF2" w14:textId="77777777" w:rsidR="008A116B" w:rsidRPr="003656D8" w:rsidRDefault="008A116B" w:rsidP="00C77EAE"/>
              </w:tc>
              <w:tc>
                <w:tcPr>
                  <w:tcW w:w="823" w:type="pct"/>
                  <w:tcBorders>
                    <w:top w:val="single" w:sz="4" w:space="0" w:color="auto"/>
                    <w:left w:val="single" w:sz="4" w:space="0" w:color="auto"/>
                    <w:bottom w:val="single" w:sz="4" w:space="0" w:color="auto"/>
                    <w:right w:val="single" w:sz="4" w:space="0" w:color="auto"/>
                  </w:tcBorders>
                </w:tcPr>
                <w:p w14:paraId="00E61DEB" w14:textId="77777777" w:rsidR="008A116B" w:rsidRPr="003656D8" w:rsidRDefault="008A116B" w:rsidP="00C77EAE">
                  <w:pPr>
                    <w:jc w:val="center"/>
                  </w:pPr>
                </w:p>
              </w:tc>
              <w:tc>
                <w:tcPr>
                  <w:tcW w:w="823" w:type="pct"/>
                  <w:tcBorders>
                    <w:top w:val="single" w:sz="4" w:space="0" w:color="auto"/>
                    <w:left w:val="single" w:sz="4" w:space="0" w:color="auto"/>
                    <w:bottom w:val="single" w:sz="4" w:space="0" w:color="auto"/>
                    <w:right w:val="single" w:sz="4" w:space="0" w:color="auto"/>
                  </w:tcBorders>
                </w:tcPr>
                <w:p w14:paraId="17167739" w14:textId="77777777" w:rsidR="008A116B" w:rsidRPr="003656D8" w:rsidRDefault="008A116B" w:rsidP="00C77EAE">
                  <w:pPr>
                    <w:jc w:val="center"/>
                  </w:pPr>
                </w:p>
              </w:tc>
            </w:tr>
            <w:tr w:rsidR="008A116B" w14:paraId="21526A6E" w14:textId="77777777" w:rsidTr="00C77EAE">
              <w:trPr>
                <w:trHeight w:val="432"/>
              </w:trPr>
              <w:tc>
                <w:tcPr>
                  <w:tcW w:w="679" w:type="pct"/>
                  <w:tcBorders>
                    <w:top w:val="single" w:sz="4" w:space="0" w:color="auto"/>
                  </w:tcBorders>
                </w:tcPr>
                <w:p w14:paraId="18445FD6" w14:textId="77777777" w:rsidR="008A116B" w:rsidRPr="003656D8" w:rsidRDefault="008A116B" w:rsidP="00C77EAE">
                  <w:pPr>
                    <w:jc w:val="center"/>
                  </w:pPr>
                </w:p>
              </w:tc>
              <w:tc>
                <w:tcPr>
                  <w:tcW w:w="2675" w:type="pct"/>
                  <w:tcBorders>
                    <w:top w:val="single" w:sz="4" w:space="0" w:color="auto"/>
                  </w:tcBorders>
                </w:tcPr>
                <w:p w14:paraId="121D5C14" w14:textId="77777777" w:rsidR="008A116B" w:rsidRPr="003656D8" w:rsidRDefault="008A116B" w:rsidP="00C77EAE"/>
              </w:tc>
              <w:tc>
                <w:tcPr>
                  <w:tcW w:w="823" w:type="pct"/>
                  <w:tcBorders>
                    <w:top w:val="single" w:sz="4" w:space="0" w:color="auto"/>
                  </w:tcBorders>
                </w:tcPr>
                <w:p w14:paraId="0B621BBF" w14:textId="77777777" w:rsidR="008A116B" w:rsidRPr="003656D8" w:rsidRDefault="008A116B" w:rsidP="00C77EAE">
                  <w:pPr>
                    <w:jc w:val="center"/>
                  </w:pPr>
                </w:p>
              </w:tc>
              <w:tc>
                <w:tcPr>
                  <w:tcW w:w="823" w:type="pct"/>
                  <w:tcBorders>
                    <w:top w:val="single" w:sz="4" w:space="0" w:color="auto"/>
                  </w:tcBorders>
                </w:tcPr>
                <w:p w14:paraId="4DCF35DE" w14:textId="77777777" w:rsidR="008A116B" w:rsidRPr="003656D8" w:rsidRDefault="008A116B" w:rsidP="00C77EAE">
                  <w:pPr>
                    <w:jc w:val="center"/>
                  </w:pPr>
                </w:p>
              </w:tc>
            </w:tr>
          </w:tbl>
          <w:p w14:paraId="71C9BD33" w14:textId="77777777" w:rsidR="008A116B" w:rsidRPr="003656D8" w:rsidRDefault="008A116B" w:rsidP="00C77EAE"/>
        </w:tc>
      </w:tr>
      <w:tr w:rsidR="008A116B" w14:paraId="114CB9F6" w14:textId="77777777" w:rsidTr="00C77EAE">
        <w:trPr>
          <w:trHeight w:val="360"/>
        </w:trPr>
        <w:tc>
          <w:tcPr>
            <w:tcW w:w="8974" w:type="dxa"/>
          </w:tcPr>
          <w:p w14:paraId="48EF7EB8" w14:textId="77777777" w:rsidR="008A116B" w:rsidRDefault="008A116B" w:rsidP="00C77EAE"/>
          <w:p w14:paraId="26DD427F" w14:textId="77777777" w:rsidR="008A116B" w:rsidRPr="003656D8" w:rsidRDefault="008A116B" w:rsidP="00C77EAE">
            <w:r w:rsidRPr="003656D8">
              <w:t>Ensure the equation still balances and debits = credits</w:t>
            </w:r>
          </w:p>
        </w:tc>
      </w:tr>
      <w:tr w:rsidR="008A116B" w14:paraId="0D657596" w14:textId="77777777" w:rsidTr="00C77EAE">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2"/>
              <w:gridCol w:w="1290"/>
              <w:gridCol w:w="357"/>
              <w:gridCol w:w="1291"/>
              <w:gridCol w:w="1291"/>
              <w:gridCol w:w="357"/>
              <w:gridCol w:w="1435"/>
              <w:gridCol w:w="1435"/>
            </w:tblGrid>
            <w:tr w:rsidR="008A116B" w14:paraId="0924DD8A" w14:textId="77777777" w:rsidTr="00C77EAE">
              <w:tc>
                <w:tcPr>
                  <w:tcW w:w="2582" w:type="dxa"/>
                  <w:gridSpan w:val="2"/>
                  <w:tcBorders>
                    <w:bottom w:val="single" w:sz="4" w:space="0" w:color="auto"/>
                  </w:tcBorders>
                </w:tcPr>
                <w:p w14:paraId="4786D235" w14:textId="77777777" w:rsidR="008A116B" w:rsidRPr="003656D8" w:rsidRDefault="008A116B" w:rsidP="00C77EAE">
                  <w:pPr>
                    <w:jc w:val="center"/>
                  </w:pPr>
                  <w:r w:rsidRPr="003656D8">
                    <w:t>Assets</w:t>
                  </w:r>
                </w:p>
              </w:tc>
              <w:tc>
                <w:tcPr>
                  <w:tcW w:w="357" w:type="dxa"/>
                </w:tcPr>
                <w:p w14:paraId="1A3B0BCE" w14:textId="77777777" w:rsidR="008A116B" w:rsidRPr="003656D8" w:rsidRDefault="008A116B" w:rsidP="00C77EAE">
                  <w:pPr>
                    <w:jc w:val="center"/>
                  </w:pPr>
                  <w:r w:rsidRPr="003656D8">
                    <w:t>=</w:t>
                  </w:r>
                </w:p>
              </w:tc>
              <w:tc>
                <w:tcPr>
                  <w:tcW w:w="2582" w:type="dxa"/>
                  <w:gridSpan w:val="2"/>
                  <w:tcBorders>
                    <w:bottom w:val="single" w:sz="4" w:space="0" w:color="auto"/>
                  </w:tcBorders>
                </w:tcPr>
                <w:p w14:paraId="66409B6D" w14:textId="77777777" w:rsidR="008A116B" w:rsidRPr="003656D8" w:rsidRDefault="008A116B" w:rsidP="00C77EAE">
                  <w:pPr>
                    <w:jc w:val="center"/>
                  </w:pPr>
                  <w:r w:rsidRPr="003656D8">
                    <w:t>Liabilities</w:t>
                  </w:r>
                </w:p>
              </w:tc>
              <w:tc>
                <w:tcPr>
                  <w:tcW w:w="357" w:type="dxa"/>
                </w:tcPr>
                <w:p w14:paraId="57978A46" w14:textId="77777777" w:rsidR="008A116B" w:rsidRPr="003656D8" w:rsidRDefault="008A116B" w:rsidP="00C77EAE">
                  <w:pPr>
                    <w:jc w:val="center"/>
                  </w:pPr>
                  <w:r w:rsidRPr="003656D8">
                    <w:t>+</w:t>
                  </w:r>
                </w:p>
              </w:tc>
              <w:tc>
                <w:tcPr>
                  <w:tcW w:w="2870" w:type="dxa"/>
                  <w:gridSpan w:val="2"/>
                  <w:tcBorders>
                    <w:bottom w:val="single" w:sz="4" w:space="0" w:color="auto"/>
                  </w:tcBorders>
                </w:tcPr>
                <w:p w14:paraId="6BA08BEC" w14:textId="77777777" w:rsidR="008A116B" w:rsidRPr="003656D8" w:rsidRDefault="008A116B" w:rsidP="00C77EAE">
                  <w:pPr>
                    <w:jc w:val="center"/>
                  </w:pPr>
                  <w:r w:rsidRPr="003656D8">
                    <w:t>Stockholders’ Equity</w:t>
                  </w:r>
                </w:p>
              </w:tc>
            </w:tr>
            <w:tr w:rsidR="008A116B" w14:paraId="61D7FF76" w14:textId="77777777" w:rsidTr="00C77EAE">
              <w:trPr>
                <w:trHeight w:val="432"/>
              </w:trPr>
              <w:tc>
                <w:tcPr>
                  <w:tcW w:w="1292" w:type="dxa"/>
                  <w:tcBorders>
                    <w:top w:val="single" w:sz="4" w:space="0" w:color="auto"/>
                    <w:right w:val="nil"/>
                  </w:tcBorders>
                </w:tcPr>
                <w:p w14:paraId="6653B3E6" w14:textId="77777777" w:rsidR="008A116B" w:rsidRPr="003656D8" w:rsidRDefault="008A116B" w:rsidP="00C77EAE"/>
              </w:tc>
              <w:tc>
                <w:tcPr>
                  <w:tcW w:w="1290" w:type="dxa"/>
                  <w:tcBorders>
                    <w:top w:val="single" w:sz="4" w:space="0" w:color="auto"/>
                    <w:left w:val="nil"/>
                  </w:tcBorders>
                </w:tcPr>
                <w:p w14:paraId="3429644F" w14:textId="77777777" w:rsidR="008A116B" w:rsidRPr="003656D8" w:rsidRDefault="008A116B" w:rsidP="00C77EAE">
                  <w:pPr>
                    <w:jc w:val="right"/>
                  </w:pPr>
                </w:p>
              </w:tc>
              <w:tc>
                <w:tcPr>
                  <w:tcW w:w="357" w:type="dxa"/>
                </w:tcPr>
                <w:p w14:paraId="32F9F7CD" w14:textId="77777777" w:rsidR="008A116B" w:rsidRPr="003656D8" w:rsidRDefault="008A116B" w:rsidP="00C77EAE">
                  <w:pPr>
                    <w:jc w:val="center"/>
                  </w:pPr>
                </w:p>
              </w:tc>
              <w:tc>
                <w:tcPr>
                  <w:tcW w:w="1291" w:type="dxa"/>
                  <w:tcBorders>
                    <w:top w:val="single" w:sz="4" w:space="0" w:color="auto"/>
                    <w:right w:val="nil"/>
                  </w:tcBorders>
                </w:tcPr>
                <w:p w14:paraId="3AA449CA" w14:textId="77777777" w:rsidR="008A116B" w:rsidRPr="003656D8" w:rsidRDefault="008A116B" w:rsidP="00C77EAE"/>
              </w:tc>
              <w:tc>
                <w:tcPr>
                  <w:tcW w:w="1291" w:type="dxa"/>
                  <w:tcBorders>
                    <w:top w:val="single" w:sz="4" w:space="0" w:color="auto"/>
                    <w:left w:val="nil"/>
                  </w:tcBorders>
                </w:tcPr>
                <w:p w14:paraId="4BAFADD0" w14:textId="77777777" w:rsidR="008A116B" w:rsidRPr="003656D8" w:rsidRDefault="008A116B" w:rsidP="00C77EAE">
                  <w:pPr>
                    <w:jc w:val="right"/>
                  </w:pPr>
                </w:p>
              </w:tc>
              <w:tc>
                <w:tcPr>
                  <w:tcW w:w="357" w:type="dxa"/>
                </w:tcPr>
                <w:p w14:paraId="2DABDFD4" w14:textId="77777777" w:rsidR="008A116B" w:rsidRPr="003656D8" w:rsidRDefault="008A116B" w:rsidP="00C77EAE">
                  <w:pPr>
                    <w:jc w:val="center"/>
                  </w:pPr>
                </w:p>
              </w:tc>
              <w:tc>
                <w:tcPr>
                  <w:tcW w:w="1435" w:type="dxa"/>
                  <w:tcBorders>
                    <w:top w:val="single" w:sz="4" w:space="0" w:color="auto"/>
                    <w:right w:val="nil"/>
                  </w:tcBorders>
                </w:tcPr>
                <w:p w14:paraId="35B684A2" w14:textId="77777777" w:rsidR="008A116B" w:rsidRPr="003656D8" w:rsidRDefault="008A116B" w:rsidP="00C77EAE"/>
              </w:tc>
              <w:tc>
                <w:tcPr>
                  <w:tcW w:w="1435" w:type="dxa"/>
                  <w:tcBorders>
                    <w:top w:val="single" w:sz="4" w:space="0" w:color="auto"/>
                    <w:left w:val="nil"/>
                  </w:tcBorders>
                </w:tcPr>
                <w:p w14:paraId="360B12AB" w14:textId="77777777" w:rsidR="008A116B" w:rsidRPr="003656D8" w:rsidRDefault="008A116B" w:rsidP="00C77EAE">
                  <w:pPr>
                    <w:jc w:val="right"/>
                  </w:pPr>
                </w:p>
              </w:tc>
            </w:tr>
          </w:tbl>
          <w:p w14:paraId="36704DCD" w14:textId="77777777" w:rsidR="008A116B" w:rsidRPr="003656D8" w:rsidRDefault="008A116B" w:rsidP="00C77EAE"/>
        </w:tc>
      </w:tr>
    </w:tbl>
    <w:p w14:paraId="085CB33E" w14:textId="77777777" w:rsidR="008A116B" w:rsidRDefault="008A116B" w:rsidP="008A116B"/>
    <w:p w14:paraId="67550A64" w14:textId="77777777" w:rsidR="0044591F" w:rsidRDefault="008A116B" w:rsidP="008A116B">
      <w:r>
        <w:t xml:space="preserve"> </w:t>
      </w:r>
      <w:r w:rsidR="0044591F">
        <w:t>(h) Purchases and pays</w:t>
      </w:r>
      <w:r w:rsidR="0044591F" w:rsidRPr="00166B98">
        <w:t xml:space="preserve"> for equipment costing $1,000.</w:t>
      </w:r>
    </w:p>
    <w:p w14:paraId="447C995C" w14:textId="77777777" w:rsidR="008A116B" w:rsidRPr="0076782F" w:rsidRDefault="008A116B" w:rsidP="008A116B"/>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8A116B" w14:paraId="5334E333" w14:textId="77777777" w:rsidTr="00C77EAE">
        <w:trPr>
          <w:trHeight w:val="360"/>
        </w:trPr>
        <w:tc>
          <w:tcPr>
            <w:tcW w:w="8974" w:type="dxa"/>
          </w:tcPr>
          <w:p w14:paraId="7B144200" w14:textId="77777777" w:rsidR="008A116B" w:rsidRPr="003656D8" w:rsidRDefault="008A116B" w:rsidP="00C77EAE">
            <w:r w:rsidRPr="003656D8">
              <w:t>Debit and credit the accounts affected</w:t>
            </w:r>
          </w:p>
        </w:tc>
      </w:tr>
      <w:tr w:rsidR="008A116B" w14:paraId="2AA933D2" w14:textId="77777777" w:rsidTr="00C77EAE">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8A116B" w14:paraId="3DDB8ADE" w14:textId="77777777" w:rsidTr="00C77EAE">
              <w:trPr>
                <w:trHeight w:val="432"/>
              </w:trPr>
              <w:tc>
                <w:tcPr>
                  <w:tcW w:w="679" w:type="pct"/>
                  <w:tcBorders>
                    <w:top w:val="single" w:sz="4" w:space="0" w:color="auto"/>
                    <w:left w:val="single" w:sz="4" w:space="0" w:color="auto"/>
                    <w:bottom w:val="single" w:sz="4" w:space="0" w:color="auto"/>
                    <w:right w:val="single" w:sz="4" w:space="0" w:color="auto"/>
                  </w:tcBorders>
                </w:tcPr>
                <w:p w14:paraId="2EFCF644" w14:textId="77777777" w:rsidR="008A116B" w:rsidRPr="003656D8" w:rsidRDefault="008A116B" w:rsidP="00C77EAE">
                  <w:pPr>
                    <w:jc w:val="center"/>
                  </w:pPr>
                </w:p>
              </w:tc>
              <w:tc>
                <w:tcPr>
                  <w:tcW w:w="2675" w:type="pct"/>
                  <w:tcBorders>
                    <w:top w:val="single" w:sz="4" w:space="0" w:color="auto"/>
                    <w:left w:val="single" w:sz="4" w:space="0" w:color="auto"/>
                    <w:bottom w:val="single" w:sz="4" w:space="0" w:color="auto"/>
                    <w:right w:val="single" w:sz="4" w:space="0" w:color="auto"/>
                  </w:tcBorders>
                </w:tcPr>
                <w:p w14:paraId="39806745" w14:textId="77777777" w:rsidR="008A116B" w:rsidRPr="003656D8" w:rsidRDefault="008A116B" w:rsidP="00C77EAE"/>
              </w:tc>
              <w:tc>
                <w:tcPr>
                  <w:tcW w:w="823" w:type="pct"/>
                  <w:tcBorders>
                    <w:top w:val="single" w:sz="4" w:space="0" w:color="auto"/>
                    <w:left w:val="single" w:sz="4" w:space="0" w:color="auto"/>
                    <w:bottom w:val="single" w:sz="4" w:space="0" w:color="auto"/>
                    <w:right w:val="single" w:sz="4" w:space="0" w:color="auto"/>
                  </w:tcBorders>
                </w:tcPr>
                <w:p w14:paraId="0E06905F" w14:textId="77777777" w:rsidR="008A116B" w:rsidRPr="003656D8" w:rsidRDefault="008A116B" w:rsidP="00C77EAE">
                  <w:pPr>
                    <w:jc w:val="center"/>
                  </w:pPr>
                </w:p>
              </w:tc>
              <w:tc>
                <w:tcPr>
                  <w:tcW w:w="823" w:type="pct"/>
                  <w:tcBorders>
                    <w:top w:val="single" w:sz="4" w:space="0" w:color="auto"/>
                    <w:left w:val="single" w:sz="4" w:space="0" w:color="auto"/>
                    <w:bottom w:val="single" w:sz="4" w:space="0" w:color="auto"/>
                    <w:right w:val="single" w:sz="4" w:space="0" w:color="auto"/>
                  </w:tcBorders>
                </w:tcPr>
                <w:p w14:paraId="2CDD38DF" w14:textId="77777777" w:rsidR="008A116B" w:rsidRPr="003656D8" w:rsidRDefault="008A116B" w:rsidP="00C77EAE">
                  <w:pPr>
                    <w:jc w:val="center"/>
                  </w:pPr>
                </w:p>
              </w:tc>
            </w:tr>
            <w:tr w:rsidR="008A116B" w14:paraId="7F298947" w14:textId="77777777" w:rsidTr="00C77EAE">
              <w:trPr>
                <w:trHeight w:val="432"/>
              </w:trPr>
              <w:tc>
                <w:tcPr>
                  <w:tcW w:w="679" w:type="pct"/>
                  <w:tcBorders>
                    <w:top w:val="single" w:sz="4" w:space="0" w:color="auto"/>
                  </w:tcBorders>
                </w:tcPr>
                <w:p w14:paraId="2A6B47E8" w14:textId="77777777" w:rsidR="008A116B" w:rsidRPr="003656D8" w:rsidRDefault="008A116B" w:rsidP="00C77EAE">
                  <w:pPr>
                    <w:jc w:val="center"/>
                  </w:pPr>
                </w:p>
              </w:tc>
              <w:tc>
                <w:tcPr>
                  <w:tcW w:w="2675" w:type="pct"/>
                  <w:tcBorders>
                    <w:top w:val="single" w:sz="4" w:space="0" w:color="auto"/>
                  </w:tcBorders>
                </w:tcPr>
                <w:p w14:paraId="70B26047" w14:textId="77777777" w:rsidR="008A116B" w:rsidRPr="003656D8" w:rsidRDefault="008A116B" w:rsidP="00C77EAE"/>
              </w:tc>
              <w:tc>
                <w:tcPr>
                  <w:tcW w:w="823" w:type="pct"/>
                  <w:tcBorders>
                    <w:top w:val="single" w:sz="4" w:space="0" w:color="auto"/>
                  </w:tcBorders>
                </w:tcPr>
                <w:p w14:paraId="06246B33" w14:textId="77777777" w:rsidR="008A116B" w:rsidRPr="003656D8" w:rsidRDefault="008A116B" w:rsidP="00C77EAE">
                  <w:pPr>
                    <w:jc w:val="center"/>
                  </w:pPr>
                </w:p>
              </w:tc>
              <w:tc>
                <w:tcPr>
                  <w:tcW w:w="823" w:type="pct"/>
                  <w:tcBorders>
                    <w:top w:val="single" w:sz="4" w:space="0" w:color="auto"/>
                  </w:tcBorders>
                </w:tcPr>
                <w:p w14:paraId="3E312A1E" w14:textId="77777777" w:rsidR="008A116B" w:rsidRPr="003656D8" w:rsidRDefault="008A116B" w:rsidP="00C77EAE">
                  <w:pPr>
                    <w:jc w:val="center"/>
                  </w:pPr>
                </w:p>
              </w:tc>
            </w:tr>
          </w:tbl>
          <w:p w14:paraId="77845476" w14:textId="77777777" w:rsidR="008A116B" w:rsidRPr="003656D8" w:rsidRDefault="008A116B" w:rsidP="00C77EAE"/>
        </w:tc>
      </w:tr>
      <w:tr w:rsidR="008A116B" w14:paraId="5A78D6DE" w14:textId="77777777" w:rsidTr="00C77EAE">
        <w:trPr>
          <w:trHeight w:val="360"/>
        </w:trPr>
        <w:tc>
          <w:tcPr>
            <w:tcW w:w="8974" w:type="dxa"/>
          </w:tcPr>
          <w:p w14:paraId="3835C9FE" w14:textId="77777777" w:rsidR="008A116B" w:rsidRDefault="008A116B" w:rsidP="00C77EAE"/>
          <w:p w14:paraId="0292F2CA" w14:textId="77777777" w:rsidR="008A116B" w:rsidRPr="003656D8" w:rsidRDefault="008A116B" w:rsidP="00C77EAE">
            <w:r w:rsidRPr="003656D8">
              <w:t>Ensure the equation still balances and debits = credits</w:t>
            </w:r>
          </w:p>
        </w:tc>
      </w:tr>
      <w:tr w:rsidR="008A116B" w14:paraId="7531F6C1" w14:textId="77777777" w:rsidTr="00C77EAE">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2"/>
              <w:gridCol w:w="1290"/>
              <w:gridCol w:w="357"/>
              <w:gridCol w:w="1291"/>
              <w:gridCol w:w="1291"/>
              <w:gridCol w:w="357"/>
              <w:gridCol w:w="1435"/>
              <w:gridCol w:w="1435"/>
            </w:tblGrid>
            <w:tr w:rsidR="008A116B" w14:paraId="6C2A1D4C" w14:textId="77777777" w:rsidTr="00C77EAE">
              <w:tc>
                <w:tcPr>
                  <w:tcW w:w="2582" w:type="dxa"/>
                  <w:gridSpan w:val="2"/>
                  <w:tcBorders>
                    <w:bottom w:val="single" w:sz="4" w:space="0" w:color="auto"/>
                  </w:tcBorders>
                </w:tcPr>
                <w:p w14:paraId="68D7F849" w14:textId="77777777" w:rsidR="008A116B" w:rsidRPr="003656D8" w:rsidRDefault="008A116B" w:rsidP="00C77EAE">
                  <w:pPr>
                    <w:jc w:val="center"/>
                  </w:pPr>
                  <w:r w:rsidRPr="003656D8">
                    <w:t>Assets</w:t>
                  </w:r>
                </w:p>
              </w:tc>
              <w:tc>
                <w:tcPr>
                  <w:tcW w:w="357" w:type="dxa"/>
                </w:tcPr>
                <w:p w14:paraId="405D001B" w14:textId="77777777" w:rsidR="008A116B" w:rsidRPr="003656D8" w:rsidRDefault="008A116B" w:rsidP="00C77EAE">
                  <w:pPr>
                    <w:jc w:val="center"/>
                  </w:pPr>
                  <w:r w:rsidRPr="003656D8">
                    <w:t>=</w:t>
                  </w:r>
                </w:p>
              </w:tc>
              <w:tc>
                <w:tcPr>
                  <w:tcW w:w="2582" w:type="dxa"/>
                  <w:gridSpan w:val="2"/>
                  <w:tcBorders>
                    <w:bottom w:val="single" w:sz="4" w:space="0" w:color="auto"/>
                  </w:tcBorders>
                </w:tcPr>
                <w:p w14:paraId="4AD9E1C0" w14:textId="77777777" w:rsidR="008A116B" w:rsidRPr="003656D8" w:rsidRDefault="008A116B" w:rsidP="00C77EAE">
                  <w:pPr>
                    <w:jc w:val="center"/>
                  </w:pPr>
                  <w:r w:rsidRPr="003656D8">
                    <w:t>Liabilities</w:t>
                  </w:r>
                </w:p>
              </w:tc>
              <w:tc>
                <w:tcPr>
                  <w:tcW w:w="357" w:type="dxa"/>
                </w:tcPr>
                <w:p w14:paraId="23B669B4" w14:textId="77777777" w:rsidR="008A116B" w:rsidRPr="003656D8" w:rsidRDefault="008A116B" w:rsidP="00C77EAE">
                  <w:pPr>
                    <w:jc w:val="center"/>
                  </w:pPr>
                  <w:r w:rsidRPr="003656D8">
                    <w:t>+</w:t>
                  </w:r>
                </w:p>
              </w:tc>
              <w:tc>
                <w:tcPr>
                  <w:tcW w:w="2870" w:type="dxa"/>
                  <w:gridSpan w:val="2"/>
                  <w:tcBorders>
                    <w:bottom w:val="single" w:sz="4" w:space="0" w:color="auto"/>
                  </w:tcBorders>
                </w:tcPr>
                <w:p w14:paraId="2801E7E6" w14:textId="77777777" w:rsidR="008A116B" w:rsidRPr="003656D8" w:rsidRDefault="008A116B" w:rsidP="00C77EAE">
                  <w:pPr>
                    <w:jc w:val="center"/>
                  </w:pPr>
                  <w:r w:rsidRPr="003656D8">
                    <w:t>Stockholders’ Equity</w:t>
                  </w:r>
                </w:p>
              </w:tc>
            </w:tr>
            <w:tr w:rsidR="008A116B" w14:paraId="1D6FFD9F" w14:textId="77777777" w:rsidTr="00C77EAE">
              <w:trPr>
                <w:trHeight w:val="432"/>
              </w:trPr>
              <w:tc>
                <w:tcPr>
                  <w:tcW w:w="1292" w:type="dxa"/>
                  <w:tcBorders>
                    <w:top w:val="single" w:sz="4" w:space="0" w:color="auto"/>
                    <w:right w:val="nil"/>
                  </w:tcBorders>
                </w:tcPr>
                <w:p w14:paraId="26B2D609" w14:textId="77777777" w:rsidR="008A116B" w:rsidRPr="003656D8" w:rsidRDefault="008A116B" w:rsidP="00C77EAE"/>
              </w:tc>
              <w:tc>
                <w:tcPr>
                  <w:tcW w:w="1290" w:type="dxa"/>
                  <w:tcBorders>
                    <w:top w:val="single" w:sz="4" w:space="0" w:color="auto"/>
                    <w:left w:val="nil"/>
                  </w:tcBorders>
                </w:tcPr>
                <w:p w14:paraId="35C9E0A0" w14:textId="77777777" w:rsidR="008A116B" w:rsidRPr="003656D8" w:rsidRDefault="008A116B" w:rsidP="00C77EAE">
                  <w:pPr>
                    <w:jc w:val="right"/>
                  </w:pPr>
                </w:p>
              </w:tc>
              <w:tc>
                <w:tcPr>
                  <w:tcW w:w="357" w:type="dxa"/>
                </w:tcPr>
                <w:p w14:paraId="1CBB2D4C" w14:textId="77777777" w:rsidR="008A116B" w:rsidRPr="003656D8" w:rsidRDefault="008A116B" w:rsidP="00C77EAE">
                  <w:pPr>
                    <w:jc w:val="center"/>
                  </w:pPr>
                </w:p>
              </w:tc>
              <w:tc>
                <w:tcPr>
                  <w:tcW w:w="1291" w:type="dxa"/>
                  <w:tcBorders>
                    <w:top w:val="single" w:sz="4" w:space="0" w:color="auto"/>
                    <w:right w:val="nil"/>
                  </w:tcBorders>
                </w:tcPr>
                <w:p w14:paraId="53C587E9" w14:textId="77777777" w:rsidR="008A116B" w:rsidRPr="003656D8" w:rsidRDefault="008A116B" w:rsidP="00C77EAE"/>
              </w:tc>
              <w:tc>
                <w:tcPr>
                  <w:tcW w:w="1291" w:type="dxa"/>
                  <w:tcBorders>
                    <w:top w:val="single" w:sz="4" w:space="0" w:color="auto"/>
                    <w:left w:val="nil"/>
                  </w:tcBorders>
                </w:tcPr>
                <w:p w14:paraId="5BFBE489" w14:textId="77777777" w:rsidR="008A116B" w:rsidRPr="003656D8" w:rsidRDefault="008A116B" w:rsidP="00C77EAE">
                  <w:pPr>
                    <w:jc w:val="right"/>
                  </w:pPr>
                </w:p>
              </w:tc>
              <w:tc>
                <w:tcPr>
                  <w:tcW w:w="357" w:type="dxa"/>
                </w:tcPr>
                <w:p w14:paraId="697B5560" w14:textId="77777777" w:rsidR="008A116B" w:rsidRPr="003656D8" w:rsidRDefault="008A116B" w:rsidP="00C77EAE">
                  <w:pPr>
                    <w:jc w:val="center"/>
                  </w:pPr>
                </w:p>
              </w:tc>
              <w:tc>
                <w:tcPr>
                  <w:tcW w:w="1435" w:type="dxa"/>
                  <w:tcBorders>
                    <w:top w:val="single" w:sz="4" w:space="0" w:color="auto"/>
                    <w:right w:val="nil"/>
                  </w:tcBorders>
                </w:tcPr>
                <w:p w14:paraId="3B873C83" w14:textId="77777777" w:rsidR="008A116B" w:rsidRPr="003656D8" w:rsidRDefault="008A116B" w:rsidP="00C77EAE"/>
              </w:tc>
              <w:tc>
                <w:tcPr>
                  <w:tcW w:w="1435" w:type="dxa"/>
                  <w:tcBorders>
                    <w:top w:val="single" w:sz="4" w:space="0" w:color="auto"/>
                    <w:left w:val="nil"/>
                  </w:tcBorders>
                </w:tcPr>
                <w:p w14:paraId="4E293200" w14:textId="77777777" w:rsidR="008A116B" w:rsidRPr="003656D8" w:rsidRDefault="008A116B" w:rsidP="00C77EAE">
                  <w:pPr>
                    <w:jc w:val="right"/>
                  </w:pPr>
                </w:p>
              </w:tc>
            </w:tr>
          </w:tbl>
          <w:p w14:paraId="6C618B82" w14:textId="77777777" w:rsidR="008A116B" w:rsidRPr="003656D8" w:rsidRDefault="008A116B" w:rsidP="00C77EAE"/>
        </w:tc>
      </w:tr>
    </w:tbl>
    <w:p w14:paraId="18D4461F" w14:textId="77777777" w:rsidR="008A116B" w:rsidRDefault="008A116B" w:rsidP="008A116B"/>
    <w:p w14:paraId="2292DE6B" w14:textId="77777777" w:rsidR="009C0439" w:rsidRPr="005F480C" w:rsidRDefault="009C0439" w:rsidP="009C0439">
      <w:pPr>
        <w:pStyle w:val="Heading1"/>
        <w:spacing w:before="240"/>
      </w:pPr>
      <w:r>
        <w:br w:type="page"/>
      </w:r>
      <w:r w:rsidRPr="005F480C">
        <w:lastRenderedPageBreak/>
        <w:t xml:space="preserve">HANDOUT </w:t>
      </w:r>
      <w:r>
        <w:t>2</w:t>
      </w:r>
      <w:r w:rsidR="007D4591">
        <w:t>–</w:t>
      </w:r>
      <w:r>
        <w:t>4</w:t>
      </w:r>
      <w:r w:rsidRPr="009C0439">
        <w:rPr>
          <w:u w:val="none"/>
        </w:rPr>
        <w:t>, continued</w:t>
      </w:r>
    </w:p>
    <w:p w14:paraId="776B6976" w14:textId="77777777" w:rsidR="008A64AF" w:rsidRDefault="008A64AF" w:rsidP="009C0439">
      <w:r>
        <w:t>(i) Order</w:t>
      </w:r>
      <w:r w:rsidR="0044591F">
        <w:t>s</w:t>
      </w:r>
      <w:r>
        <w:t xml:space="preserve"> a $900 computer, to be delivered in </w:t>
      </w:r>
      <w:r w:rsidR="00B96E2D">
        <w:t>90 days.</w:t>
      </w:r>
    </w:p>
    <w:p w14:paraId="6EB9D5B7" w14:textId="77777777" w:rsidR="008A116B" w:rsidRPr="0076782F" w:rsidRDefault="008A116B" w:rsidP="008A116B"/>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8A116B" w14:paraId="04CB528D" w14:textId="77777777" w:rsidTr="00C77EAE">
        <w:trPr>
          <w:trHeight w:val="360"/>
        </w:trPr>
        <w:tc>
          <w:tcPr>
            <w:tcW w:w="8974" w:type="dxa"/>
          </w:tcPr>
          <w:p w14:paraId="6A48C570" w14:textId="77777777" w:rsidR="008A116B" w:rsidRPr="003656D8" w:rsidRDefault="008A116B" w:rsidP="00C77EAE">
            <w:r w:rsidRPr="003656D8">
              <w:t>Debit and credit the accounts affected</w:t>
            </w:r>
          </w:p>
        </w:tc>
      </w:tr>
      <w:tr w:rsidR="008A116B" w14:paraId="28E6E301" w14:textId="77777777" w:rsidTr="00C77EAE">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8A116B" w14:paraId="69740040" w14:textId="77777777" w:rsidTr="00C77EAE">
              <w:trPr>
                <w:trHeight w:val="432"/>
              </w:trPr>
              <w:tc>
                <w:tcPr>
                  <w:tcW w:w="679" w:type="pct"/>
                  <w:tcBorders>
                    <w:top w:val="single" w:sz="4" w:space="0" w:color="auto"/>
                    <w:left w:val="single" w:sz="4" w:space="0" w:color="auto"/>
                    <w:bottom w:val="single" w:sz="4" w:space="0" w:color="auto"/>
                    <w:right w:val="single" w:sz="4" w:space="0" w:color="auto"/>
                  </w:tcBorders>
                </w:tcPr>
                <w:p w14:paraId="072A9E2D" w14:textId="77777777" w:rsidR="008A116B" w:rsidRPr="003656D8" w:rsidRDefault="008A116B" w:rsidP="00C77EAE">
                  <w:pPr>
                    <w:jc w:val="center"/>
                  </w:pPr>
                </w:p>
              </w:tc>
              <w:tc>
                <w:tcPr>
                  <w:tcW w:w="2675" w:type="pct"/>
                  <w:tcBorders>
                    <w:top w:val="single" w:sz="4" w:space="0" w:color="auto"/>
                    <w:left w:val="single" w:sz="4" w:space="0" w:color="auto"/>
                    <w:bottom w:val="single" w:sz="4" w:space="0" w:color="auto"/>
                    <w:right w:val="single" w:sz="4" w:space="0" w:color="auto"/>
                  </w:tcBorders>
                </w:tcPr>
                <w:p w14:paraId="0902EB9C" w14:textId="77777777" w:rsidR="008A116B" w:rsidRPr="003656D8" w:rsidRDefault="008A116B" w:rsidP="00C77EAE"/>
              </w:tc>
              <w:tc>
                <w:tcPr>
                  <w:tcW w:w="823" w:type="pct"/>
                  <w:tcBorders>
                    <w:top w:val="single" w:sz="4" w:space="0" w:color="auto"/>
                    <w:left w:val="single" w:sz="4" w:space="0" w:color="auto"/>
                    <w:bottom w:val="single" w:sz="4" w:space="0" w:color="auto"/>
                    <w:right w:val="single" w:sz="4" w:space="0" w:color="auto"/>
                  </w:tcBorders>
                </w:tcPr>
                <w:p w14:paraId="5015692E" w14:textId="77777777" w:rsidR="008A116B" w:rsidRPr="003656D8" w:rsidRDefault="008A116B" w:rsidP="00C77EAE">
                  <w:pPr>
                    <w:jc w:val="center"/>
                  </w:pPr>
                </w:p>
              </w:tc>
              <w:tc>
                <w:tcPr>
                  <w:tcW w:w="823" w:type="pct"/>
                  <w:tcBorders>
                    <w:top w:val="single" w:sz="4" w:space="0" w:color="auto"/>
                    <w:left w:val="single" w:sz="4" w:space="0" w:color="auto"/>
                    <w:bottom w:val="single" w:sz="4" w:space="0" w:color="auto"/>
                    <w:right w:val="single" w:sz="4" w:space="0" w:color="auto"/>
                  </w:tcBorders>
                </w:tcPr>
                <w:p w14:paraId="6070FBAD" w14:textId="77777777" w:rsidR="008A116B" w:rsidRPr="003656D8" w:rsidRDefault="008A116B" w:rsidP="00C77EAE">
                  <w:pPr>
                    <w:jc w:val="center"/>
                  </w:pPr>
                </w:p>
              </w:tc>
            </w:tr>
            <w:tr w:rsidR="008A116B" w14:paraId="341682C0" w14:textId="77777777" w:rsidTr="00C77EAE">
              <w:trPr>
                <w:trHeight w:val="432"/>
              </w:trPr>
              <w:tc>
                <w:tcPr>
                  <w:tcW w:w="679" w:type="pct"/>
                  <w:tcBorders>
                    <w:top w:val="single" w:sz="4" w:space="0" w:color="auto"/>
                  </w:tcBorders>
                </w:tcPr>
                <w:p w14:paraId="223A8060" w14:textId="77777777" w:rsidR="008A116B" w:rsidRPr="003656D8" w:rsidRDefault="008A116B" w:rsidP="00C77EAE">
                  <w:pPr>
                    <w:jc w:val="center"/>
                  </w:pPr>
                </w:p>
              </w:tc>
              <w:tc>
                <w:tcPr>
                  <w:tcW w:w="2675" w:type="pct"/>
                  <w:tcBorders>
                    <w:top w:val="single" w:sz="4" w:space="0" w:color="auto"/>
                  </w:tcBorders>
                </w:tcPr>
                <w:p w14:paraId="395BB6A5" w14:textId="77777777" w:rsidR="008A116B" w:rsidRPr="003656D8" w:rsidRDefault="008A116B" w:rsidP="00C77EAE"/>
              </w:tc>
              <w:tc>
                <w:tcPr>
                  <w:tcW w:w="823" w:type="pct"/>
                  <w:tcBorders>
                    <w:top w:val="single" w:sz="4" w:space="0" w:color="auto"/>
                  </w:tcBorders>
                </w:tcPr>
                <w:p w14:paraId="0E7AB4A2" w14:textId="77777777" w:rsidR="008A116B" w:rsidRPr="003656D8" w:rsidRDefault="008A116B" w:rsidP="00C77EAE">
                  <w:pPr>
                    <w:jc w:val="center"/>
                  </w:pPr>
                </w:p>
              </w:tc>
              <w:tc>
                <w:tcPr>
                  <w:tcW w:w="823" w:type="pct"/>
                  <w:tcBorders>
                    <w:top w:val="single" w:sz="4" w:space="0" w:color="auto"/>
                  </w:tcBorders>
                </w:tcPr>
                <w:p w14:paraId="1470526B" w14:textId="77777777" w:rsidR="008A116B" w:rsidRPr="003656D8" w:rsidRDefault="008A116B" w:rsidP="00C77EAE">
                  <w:pPr>
                    <w:jc w:val="center"/>
                  </w:pPr>
                </w:p>
              </w:tc>
            </w:tr>
          </w:tbl>
          <w:p w14:paraId="5EA2DC36" w14:textId="77777777" w:rsidR="008A116B" w:rsidRPr="003656D8" w:rsidRDefault="008A116B" w:rsidP="00C77EAE"/>
        </w:tc>
      </w:tr>
      <w:tr w:rsidR="008A116B" w14:paraId="773125E3" w14:textId="77777777" w:rsidTr="00C77EAE">
        <w:trPr>
          <w:trHeight w:val="360"/>
        </w:trPr>
        <w:tc>
          <w:tcPr>
            <w:tcW w:w="8974" w:type="dxa"/>
          </w:tcPr>
          <w:p w14:paraId="3C9F599B" w14:textId="77777777" w:rsidR="008A116B" w:rsidRDefault="008A116B" w:rsidP="00C77EAE"/>
          <w:p w14:paraId="483D6AA5" w14:textId="77777777" w:rsidR="008A116B" w:rsidRPr="003656D8" w:rsidRDefault="008A116B" w:rsidP="00C77EAE">
            <w:r w:rsidRPr="003656D8">
              <w:t>Ensure the equation still balances and debits = credits</w:t>
            </w:r>
          </w:p>
        </w:tc>
      </w:tr>
      <w:tr w:rsidR="008A116B" w14:paraId="3FCBBC20" w14:textId="77777777" w:rsidTr="00C77EAE">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2"/>
              <w:gridCol w:w="1290"/>
              <w:gridCol w:w="357"/>
              <w:gridCol w:w="1291"/>
              <w:gridCol w:w="1291"/>
              <w:gridCol w:w="357"/>
              <w:gridCol w:w="1435"/>
              <w:gridCol w:w="1435"/>
            </w:tblGrid>
            <w:tr w:rsidR="008A116B" w14:paraId="4746E15B" w14:textId="77777777" w:rsidTr="00C77EAE">
              <w:tc>
                <w:tcPr>
                  <w:tcW w:w="2582" w:type="dxa"/>
                  <w:gridSpan w:val="2"/>
                  <w:tcBorders>
                    <w:bottom w:val="single" w:sz="4" w:space="0" w:color="auto"/>
                  </w:tcBorders>
                </w:tcPr>
                <w:p w14:paraId="33876F86" w14:textId="77777777" w:rsidR="008A116B" w:rsidRPr="003656D8" w:rsidRDefault="008A116B" w:rsidP="00C77EAE">
                  <w:pPr>
                    <w:jc w:val="center"/>
                  </w:pPr>
                  <w:r w:rsidRPr="003656D8">
                    <w:t>Assets</w:t>
                  </w:r>
                </w:p>
              </w:tc>
              <w:tc>
                <w:tcPr>
                  <w:tcW w:w="357" w:type="dxa"/>
                </w:tcPr>
                <w:p w14:paraId="6DCE3D78" w14:textId="77777777" w:rsidR="008A116B" w:rsidRPr="003656D8" w:rsidRDefault="008A116B" w:rsidP="00C77EAE">
                  <w:pPr>
                    <w:jc w:val="center"/>
                  </w:pPr>
                  <w:r w:rsidRPr="003656D8">
                    <w:t>=</w:t>
                  </w:r>
                </w:p>
              </w:tc>
              <w:tc>
                <w:tcPr>
                  <w:tcW w:w="2582" w:type="dxa"/>
                  <w:gridSpan w:val="2"/>
                  <w:tcBorders>
                    <w:bottom w:val="single" w:sz="4" w:space="0" w:color="auto"/>
                  </w:tcBorders>
                </w:tcPr>
                <w:p w14:paraId="1C1923F9" w14:textId="77777777" w:rsidR="008A116B" w:rsidRPr="003656D8" w:rsidRDefault="008A116B" w:rsidP="00C77EAE">
                  <w:pPr>
                    <w:jc w:val="center"/>
                  </w:pPr>
                  <w:r w:rsidRPr="003656D8">
                    <w:t>Liabilities</w:t>
                  </w:r>
                </w:p>
              </w:tc>
              <w:tc>
                <w:tcPr>
                  <w:tcW w:w="357" w:type="dxa"/>
                </w:tcPr>
                <w:p w14:paraId="0B85D935" w14:textId="77777777" w:rsidR="008A116B" w:rsidRPr="003656D8" w:rsidRDefault="008A116B" w:rsidP="00C77EAE">
                  <w:pPr>
                    <w:jc w:val="center"/>
                  </w:pPr>
                  <w:r w:rsidRPr="003656D8">
                    <w:t>+</w:t>
                  </w:r>
                </w:p>
              </w:tc>
              <w:tc>
                <w:tcPr>
                  <w:tcW w:w="2870" w:type="dxa"/>
                  <w:gridSpan w:val="2"/>
                  <w:tcBorders>
                    <w:bottom w:val="single" w:sz="4" w:space="0" w:color="auto"/>
                  </w:tcBorders>
                </w:tcPr>
                <w:p w14:paraId="28EA8040" w14:textId="77777777" w:rsidR="008A116B" w:rsidRPr="003656D8" w:rsidRDefault="008A116B" w:rsidP="00C77EAE">
                  <w:pPr>
                    <w:jc w:val="center"/>
                  </w:pPr>
                  <w:r w:rsidRPr="003656D8">
                    <w:t>Stockholders’ Equity</w:t>
                  </w:r>
                </w:p>
              </w:tc>
            </w:tr>
            <w:tr w:rsidR="008A116B" w14:paraId="7CD6F911" w14:textId="77777777" w:rsidTr="00C77EAE">
              <w:trPr>
                <w:trHeight w:val="432"/>
              </w:trPr>
              <w:tc>
                <w:tcPr>
                  <w:tcW w:w="1292" w:type="dxa"/>
                  <w:tcBorders>
                    <w:top w:val="single" w:sz="4" w:space="0" w:color="auto"/>
                    <w:right w:val="nil"/>
                  </w:tcBorders>
                </w:tcPr>
                <w:p w14:paraId="05402C31" w14:textId="77777777" w:rsidR="008A116B" w:rsidRPr="003656D8" w:rsidRDefault="008A116B" w:rsidP="00C77EAE"/>
              </w:tc>
              <w:tc>
                <w:tcPr>
                  <w:tcW w:w="1290" w:type="dxa"/>
                  <w:tcBorders>
                    <w:top w:val="single" w:sz="4" w:space="0" w:color="auto"/>
                    <w:left w:val="nil"/>
                  </w:tcBorders>
                </w:tcPr>
                <w:p w14:paraId="09EBF5E6" w14:textId="77777777" w:rsidR="008A116B" w:rsidRPr="003656D8" w:rsidRDefault="008A116B" w:rsidP="00C77EAE">
                  <w:pPr>
                    <w:jc w:val="right"/>
                  </w:pPr>
                </w:p>
              </w:tc>
              <w:tc>
                <w:tcPr>
                  <w:tcW w:w="357" w:type="dxa"/>
                </w:tcPr>
                <w:p w14:paraId="3C451E78" w14:textId="77777777" w:rsidR="008A116B" w:rsidRPr="003656D8" w:rsidRDefault="008A116B" w:rsidP="00C77EAE">
                  <w:pPr>
                    <w:jc w:val="center"/>
                  </w:pPr>
                </w:p>
              </w:tc>
              <w:tc>
                <w:tcPr>
                  <w:tcW w:w="1291" w:type="dxa"/>
                  <w:tcBorders>
                    <w:top w:val="single" w:sz="4" w:space="0" w:color="auto"/>
                    <w:right w:val="nil"/>
                  </w:tcBorders>
                </w:tcPr>
                <w:p w14:paraId="42AEB7FC" w14:textId="77777777" w:rsidR="008A116B" w:rsidRPr="003656D8" w:rsidRDefault="008A116B" w:rsidP="00C77EAE"/>
              </w:tc>
              <w:tc>
                <w:tcPr>
                  <w:tcW w:w="1291" w:type="dxa"/>
                  <w:tcBorders>
                    <w:top w:val="single" w:sz="4" w:space="0" w:color="auto"/>
                    <w:left w:val="nil"/>
                  </w:tcBorders>
                </w:tcPr>
                <w:p w14:paraId="43D528F2" w14:textId="77777777" w:rsidR="008A116B" w:rsidRPr="003656D8" w:rsidRDefault="008A116B" w:rsidP="00C77EAE">
                  <w:pPr>
                    <w:jc w:val="right"/>
                  </w:pPr>
                </w:p>
              </w:tc>
              <w:tc>
                <w:tcPr>
                  <w:tcW w:w="357" w:type="dxa"/>
                </w:tcPr>
                <w:p w14:paraId="6390A30E" w14:textId="77777777" w:rsidR="008A116B" w:rsidRPr="003656D8" w:rsidRDefault="008A116B" w:rsidP="00C77EAE">
                  <w:pPr>
                    <w:jc w:val="center"/>
                  </w:pPr>
                </w:p>
              </w:tc>
              <w:tc>
                <w:tcPr>
                  <w:tcW w:w="1435" w:type="dxa"/>
                  <w:tcBorders>
                    <w:top w:val="single" w:sz="4" w:space="0" w:color="auto"/>
                    <w:right w:val="nil"/>
                  </w:tcBorders>
                </w:tcPr>
                <w:p w14:paraId="3ECC3371" w14:textId="77777777" w:rsidR="008A116B" w:rsidRPr="003656D8" w:rsidRDefault="008A116B" w:rsidP="00C77EAE"/>
              </w:tc>
              <w:tc>
                <w:tcPr>
                  <w:tcW w:w="1435" w:type="dxa"/>
                  <w:tcBorders>
                    <w:top w:val="single" w:sz="4" w:space="0" w:color="auto"/>
                    <w:left w:val="nil"/>
                  </w:tcBorders>
                </w:tcPr>
                <w:p w14:paraId="3ADE4A59" w14:textId="77777777" w:rsidR="008A116B" w:rsidRPr="003656D8" w:rsidRDefault="008A116B" w:rsidP="00C77EAE">
                  <w:pPr>
                    <w:jc w:val="right"/>
                  </w:pPr>
                </w:p>
              </w:tc>
            </w:tr>
          </w:tbl>
          <w:p w14:paraId="5E1DFEFB" w14:textId="77777777" w:rsidR="008A116B" w:rsidRPr="003656D8" w:rsidRDefault="008A116B" w:rsidP="00C77EAE"/>
        </w:tc>
      </w:tr>
    </w:tbl>
    <w:p w14:paraId="05FCE268" w14:textId="77777777" w:rsidR="008A116B" w:rsidRDefault="008A116B" w:rsidP="008A116B"/>
    <w:p w14:paraId="51866DE5" w14:textId="77777777" w:rsidR="008A116B" w:rsidRDefault="008A116B">
      <w:pPr>
        <w:rPr>
          <w:rFonts w:ascii="Arial" w:hAnsi="Arial"/>
          <w:b/>
          <w:kern w:val="28"/>
          <w:sz w:val="24"/>
          <w:u w:val="single"/>
        </w:rPr>
      </w:pPr>
      <w:r>
        <w:br w:type="page"/>
      </w:r>
    </w:p>
    <w:p w14:paraId="2D32DA49" w14:textId="77777777" w:rsidR="008A64AF" w:rsidRPr="005F480C" w:rsidRDefault="008A64AF" w:rsidP="008A64AF">
      <w:pPr>
        <w:pStyle w:val="Heading1"/>
        <w:spacing w:before="240"/>
      </w:pPr>
      <w:r w:rsidRPr="005F480C">
        <w:lastRenderedPageBreak/>
        <w:t xml:space="preserve">HANDOUT </w:t>
      </w:r>
      <w:r>
        <w:t>2</w:t>
      </w:r>
      <w:r w:rsidR="007D4591">
        <w:t>–</w:t>
      </w:r>
      <w:r>
        <w:t>4 SOLUTION</w:t>
      </w:r>
    </w:p>
    <w:p w14:paraId="12ECF22C" w14:textId="77777777" w:rsidR="008A64AF" w:rsidRPr="005F480C" w:rsidRDefault="008A64AF" w:rsidP="008A64AF">
      <w:pPr>
        <w:pStyle w:val="Heading1"/>
        <w:spacing w:before="240"/>
        <w:jc w:val="center"/>
        <w:rPr>
          <w:u w:val="none"/>
        </w:rPr>
      </w:pPr>
      <w:r>
        <w:rPr>
          <w:u w:val="none"/>
        </w:rPr>
        <w:t>THE DEBIT/CREDIT FRAMEWORK</w:t>
      </w:r>
    </w:p>
    <w:p w14:paraId="271338AF" w14:textId="77777777" w:rsidR="0044591F" w:rsidRPr="008E59B6" w:rsidRDefault="0044591F" w:rsidP="0044591F">
      <w:r>
        <w:t>(f) Pays $300 to the supplier in (d).</w:t>
      </w:r>
    </w:p>
    <w:p w14:paraId="27725BFB" w14:textId="77777777" w:rsidR="0076782F" w:rsidRPr="0076782F" w:rsidRDefault="0076782F" w:rsidP="0076782F"/>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4164EFA0" w14:textId="77777777" w:rsidTr="009C0439">
        <w:trPr>
          <w:trHeight w:val="360"/>
        </w:trPr>
        <w:tc>
          <w:tcPr>
            <w:tcW w:w="8974" w:type="dxa"/>
          </w:tcPr>
          <w:p w14:paraId="693F6DD2" w14:textId="77777777" w:rsidR="003656D8" w:rsidRPr="003656D8" w:rsidRDefault="003656D8" w:rsidP="003656D8">
            <w:r w:rsidRPr="003656D8">
              <w:t>Debit and credit the accounts affected</w:t>
            </w:r>
          </w:p>
        </w:tc>
      </w:tr>
      <w:tr w:rsidR="003656D8" w14:paraId="397A75F8" w14:textId="77777777" w:rsidTr="00577616">
        <w:trPr>
          <w:trHeight w:val="274"/>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14:paraId="2DDB8CF1" w14:textId="77777777" w:rsidTr="00C7019A">
              <w:trPr>
                <w:trHeight w:val="288"/>
              </w:trPr>
              <w:tc>
                <w:tcPr>
                  <w:tcW w:w="679" w:type="pct"/>
                  <w:tcBorders>
                    <w:top w:val="single" w:sz="4" w:space="0" w:color="auto"/>
                    <w:left w:val="single" w:sz="4" w:space="0" w:color="auto"/>
                    <w:bottom w:val="single" w:sz="4" w:space="0" w:color="auto"/>
                    <w:right w:val="single" w:sz="4" w:space="0" w:color="auto"/>
                  </w:tcBorders>
                </w:tcPr>
                <w:p w14:paraId="58499AE6" w14:textId="77777777" w:rsidR="003656D8" w:rsidRPr="003656D8" w:rsidRDefault="002405D6" w:rsidP="00A37277">
                  <w:pPr>
                    <w:jc w:val="center"/>
                  </w:pPr>
                  <w:r>
                    <w:t>(f)</w:t>
                  </w:r>
                </w:p>
              </w:tc>
              <w:tc>
                <w:tcPr>
                  <w:tcW w:w="2675" w:type="pct"/>
                  <w:tcBorders>
                    <w:top w:val="single" w:sz="4" w:space="0" w:color="auto"/>
                    <w:left w:val="single" w:sz="4" w:space="0" w:color="auto"/>
                    <w:bottom w:val="single" w:sz="4" w:space="0" w:color="auto"/>
                    <w:right w:val="single" w:sz="4" w:space="0" w:color="auto"/>
                  </w:tcBorders>
                </w:tcPr>
                <w:p w14:paraId="1AC8583A" w14:textId="77777777" w:rsidR="003656D8" w:rsidRPr="003656D8" w:rsidRDefault="003656D8" w:rsidP="003656D8">
                  <w:r w:rsidRPr="003656D8">
                    <w:t>Accounts Payable (</w:t>
                  </w:r>
                  <w:r w:rsidR="00692E26">
                    <w:t>–</w:t>
                  </w:r>
                  <w:r w:rsidRPr="003656D8">
                    <w:t>L)</w:t>
                  </w:r>
                </w:p>
              </w:tc>
              <w:tc>
                <w:tcPr>
                  <w:tcW w:w="823" w:type="pct"/>
                  <w:tcBorders>
                    <w:top w:val="single" w:sz="4" w:space="0" w:color="auto"/>
                    <w:left w:val="single" w:sz="4" w:space="0" w:color="auto"/>
                    <w:bottom w:val="single" w:sz="4" w:space="0" w:color="auto"/>
                    <w:right w:val="single" w:sz="4" w:space="0" w:color="auto"/>
                  </w:tcBorders>
                </w:tcPr>
                <w:p w14:paraId="12ED676A" w14:textId="77777777" w:rsidR="003656D8" w:rsidRPr="003656D8" w:rsidRDefault="003656D8" w:rsidP="00A37277">
                  <w:pPr>
                    <w:jc w:val="center"/>
                  </w:pPr>
                  <w:r w:rsidRPr="003656D8">
                    <w:t>300</w:t>
                  </w:r>
                </w:p>
              </w:tc>
              <w:tc>
                <w:tcPr>
                  <w:tcW w:w="823" w:type="pct"/>
                  <w:tcBorders>
                    <w:top w:val="single" w:sz="4" w:space="0" w:color="auto"/>
                    <w:left w:val="single" w:sz="4" w:space="0" w:color="auto"/>
                    <w:bottom w:val="single" w:sz="4" w:space="0" w:color="auto"/>
                    <w:right w:val="single" w:sz="4" w:space="0" w:color="auto"/>
                  </w:tcBorders>
                </w:tcPr>
                <w:p w14:paraId="38A505C8" w14:textId="77777777" w:rsidR="003656D8" w:rsidRPr="003656D8" w:rsidRDefault="003656D8" w:rsidP="00A37277">
                  <w:pPr>
                    <w:jc w:val="center"/>
                  </w:pPr>
                </w:p>
              </w:tc>
            </w:tr>
            <w:tr w:rsidR="003656D8" w14:paraId="5CD8EABD" w14:textId="77777777" w:rsidTr="00C7019A">
              <w:trPr>
                <w:trHeight w:val="288"/>
              </w:trPr>
              <w:tc>
                <w:tcPr>
                  <w:tcW w:w="679" w:type="pct"/>
                  <w:tcBorders>
                    <w:top w:val="single" w:sz="4" w:space="0" w:color="auto"/>
                  </w:tcBorders>
                </w:tcPr>
                <w:p w14:paraId="5ABAD7BC" w14:textId="77777777" w:rsidR="003656D8" w:rsidRPr="003656D8" w:rsidRDefault="003656D8" w:rsidP="00A37277">
                  <w:pPr>
                    <w:jc w:val="center"/>
                  </w:pPr>
                </w:p>
              </w:tc>
              <w:tc>
                <w:tcPr>
                  <w:tcW w:w="2675" w:type="pct"/>
                  <w:tcBorders>
                    <w:top w:val="single" w:sz="4" w:space="0" w:color="auto"/>
                  </w:tcBorders>
                </w:tcPr>
                <w:p w14:paraId="4CF32D80" w14:textId="77777777" w:rsidR="003656D8" w:rsidRPr="003656D8" w:rsidRDefault="00692E26" w:rsidP="002405D6">
                  <w:r>
                    <w:t xml:space="preserve">     Cash (–</w:t>
                  </w:r>
                  <w:r w:rsidR="003656D8" w:rsidRPr="003656D8">
                    <w:t>A)</w:t>
                  </w:r>
                </w:p>
              </w:tc>
              <w:tc>
                <w:tcPr>
                  <w:tcW w:w="823" w:type="pct"/>
                  <w:tcBorders>
                    <w:top w:val="single" w:sz="4" w:space="0" w:color="auto"/>
                  </w:tcBorders>
                </w:tcPr>
                <w:p w14:paraId="2825580D" w14:textId="77777777" w:rsidR="003656D8" w:rsidRPr="003656D8" w:rsidRDefault="003656D8" w:rsidP="00A37277">
                  <w:pPr>
                    <w:jc w:val="center"/>
                  </w:pPr>
                </w:p>
              </w:tc>
              <w:tc>
                <w:tcPr>
                  <w:tcW w:w="823" w:type="pct"/>
                  <w:tcBorders>
                    <w:top w:val="single" w:sz="4" w:space="0" w:color="auto"/>
                  </w:tcBorders>
                </w:tcPr>
                <w:p w14:paraId="3BAFA850" w14:textId="77777777" w:rsidR="003656D8" w:rsidRPr="003656D8" w:rsidRDefault="003656D8" w:rsidP="00A37277">
                  <w:pPr>
                    <w:jc w:val="center"/>
                  </w:pPr>
                  <w:r w:rsidRPr="003656D8">
                    <w:t>300</w:t>
                  </w:r>
                </w:p>
              </w:tc>
            </w:tr>
          </w:tbl>
          <w:p w14:paraId="08B24129" w14:textId="77777777" w:rsidR="003656D8" w:rsidRPr="003656D8" w:rsidRDefault="003656D8" w:rsidP="003656D8"/>
        </w:tc>
      </w:tr>
      <w:tr w:rsidR="003656D8" w14:paraId="6CF34013" w14:textId="77777777" w:rsidTr="009C0439">
        <w:trPr>
          <w:trHeight w:val="360"/>
        </w:trPr>
        <w:tc>
          <w:tcPr>
            <w:tcW w:w="8974" w:type="dxa"/>
          </w:tcPr>
          <w:p w14:paraId="2A0C8E27" w14:textId="77777777" w:rsidR="00B96E2D" w:rsidRDefault="00B96E2D" w:rsidP="003656D8"/>
          <w:p w14:paraId="3EB62697" w14:textId="77777777" w:rsidR="003656D8" w:rsidRPr="003656D8" w:rsidRDefault="003656D8" w:rsidP="003656D8">
            <w:r w:rsidRPr="003656D8">
              <w:t>Ensure the equation still balances and debits = credits</w:t>
            </w:r>
          </w:p>
        </w:tc>
      </w:tr>
      <w:tr w:rsidR="003656D8" w14:paraId="01955F5D"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2"/>
              <w:gridCol w:w="1290"/>
              <w:gridCol w:w="357"/>
              <w:gridCol w:w="1291"/>
              <w:gridCol w:w="1291"/>
              <w:gridCol w:w="357"/>
              <w:gridCol w:w="1435"/>
              <w:gridCol w:w="1435"/>
            </w:tblGrid>
            <w:tr w:rsidR="003656D8" w14:paraId="536E473C" w14:textId="77777777" w:rsidTr="00A37277">
              <w:tc>
                <w:tcPr>
                  <w:tcW w:w="2582" w:type="dxa"/>
                  <w:gridSpan w:val="2"/>
                  <w:tcBorders>
                    <w:bottom w:val="single" w:sz="4" w:space="0" w:color="auto"/>
                  </w:tcBorders>
                </w:tcPr>
                <w:p w14:paraId="4AEE1535" w14:textId="77777777" w:rsidR="003656D8" w:rsidRPr="003656D8" w:rsidRDefault="003656D8" w:rsidP="00A37277">
                  <w:pPr>
                    <w:jc w:val="center"/>
                  </w:pPr>
                  <w:r w:rsidRPr="003656D8">
                    <w:t>Assets</w:t>
                  </w:r>
                </w:p>
              </w:tc>
              <w:tc>
                <w:tcPr>
                  <w:tcW w:w="357" w:type="dxa"/>
                </w:tcPr>
                <w:p w14:paraId="2AB07948" w14:textId="77777777" w:rsidR="003656D8" w:rsidRPr="003656D8" w:rsidRDefault="003656D8" w:rsidP="00A37277">
                  <w:pPr>
                    <w:jc w:val="center"/>
                  </w:pPr>
                  <w:r w:rsidRPr="003656D8">
                    <w:t>=</w:t>
                  </w:r>
                </w:p>
              </w:tc>
              <w:tc>
                <w:tcPr>
                  <w:tcW w:w="2582" w:type="dxa"/>
                  <w:gridSpan w:val="2"/>
                  <w:tcBorders>
                    <w:bottom w:val="single" w:sz="4" w:space="0" w:color="auto"/>
                  </w:tcBorders>
                </w:tcPr>
                <w:p w14:paraId="4F298FA1" w14:textId="77777777" w:rsidR="003656D8" w:rsidRPr="003656D8" w:rsidRDefault="003656D8" w:rsidP="00A37277">
                  <w:pPr>
                    <w:jc w:val="center"/>
                  </w:pPr>
                  <w:r w:rsidRPr="003656D8">
                    <w:t>Liabilities</w:t>
                  </w:r>
                </w:p>
              </w:tc>
              <w:tc>
                <w:tcPr>
                  <w:tcW w:w="357" w:type="dxa"/>
                </w:tcPr>
                <w:p w14:paraId="0877F07A" w14:textId="77777777" w:rsidR="003656D8" w:rsidRPr="003656D8" w:rsidRDefault="003656D8" w:rsidP="00A37277">
                  <w:pPr>
                    <w:jc w:val="center"/>
                  </w:pPr>
                  <w:r w:rsidRPr="003656D8">
                    <w:t>+</w:t>
                  </w:r>
                </w:p>
              </w:tc>
              <w:tc>
                <w:tcPr>
                  <w:tcW w:w="2870" w:type="dxa"/>
                  <w:gridSpan w:val="2"/>
                  <w:tcBorders>
                    <w:bottom w:val="single" w:sz="4" w:space="0" w:color="auto"/>
                  </w:tcBorders>
                </w:tcPr>
                <w:p w14:paraId="7C513BC1" w14:textId="77777777" w:rsidR="003656D8" w:rsidRPr="003656D8" w:rsidRDefault="003656D8" w:rsidP="00A37277">
                  <w:pPr>
                    <w:jc w:val="center"/>
                  </w:pPr>
                  <w:r w:rsidRPr="003656D8">
                    <w:t>Stockholders’ Equity</w:t>
                  </w:r>
                </w:p>
              </w:tc>
            </w:tr>
            <w:tr w:rsidR="003656D8" w14:paraId="752951E9" w14:textId="77777777" w:rsidTr="008A116B">
              <w:trPr>
                <w:trHeight w:val="432"/>
              </w:trPr>
              <w:tc>
                <w:tcPr>
                  <w:tcW w:w="1292" w:type="dxa"/>
                  <w:tcBorders>
                    <w:top w:val="single" w:sz="4" w:space="0" w:color="auto"/>
                    <w:right w:val="nil"/>
                  </w:tcBorders>
                </w:tcPr>
                <w:p w14:paraId="48AFA6D5" w14:textId="77777777" w:rsidR="003656D8" w:rsidRPr="003656D8" w:rsidRDefault="003656D8" w:rsidP="008A116B">
                  <w:r w:rsidRPr="003656D8">
                    <w:t>Cash</w:t>
                  </w:r>
                </w:p>
              </w:tc>
              <w:tc>
                <w:tcPr>
                  <w:tcW w:w="1290" w:type="dxa"/>
                  <w:tcBorders>
                    <w:top w:val="single" w:sz="4" w:space="0" w:color="auto"/>
                    <w:left w:val="nil"/>
                  </w:tcBorders>
                </w:tcPr>
                <w:p w14:paraId="15A011A6" w14:textId="77777777" w:rsidR="003656D8" w:rsidRPr="003656D8" w:rsidRDefault="00692E26" w:rsidP="008A116B">
                  <w:pPr>
                    <w:jc w:val="right"/>
                  </w:pPr>
                  <w:r>
                    <w:t>–</w:t>
                  </w:r>
                  <w:r w:rsidR="003656D8" w:rsidRPr="003656D8">
                    <w:t>300</w:t>
                  </w:r>
                </w:p>
              </w:tc>
              <w:tc>
                <w:tcPr>
                  <w:tcW w:w="357" w:type="dxa"/>
                </w:tcPr>
                <w:p w14:paraId="38D1BFBB" w14:textId="77777777" w:rsidR="003656D8" w:rsidRPr="003656D8" w:rsidRDefault="003656D8" w:rsidP="008A116B"/>
              </w:tc>
              <w:tc>
                <w:tcPr>
                  <w:tcW w:w="1291" w:type="dxa"/>
                  <w:tcBorders>
                    <w:top w:val="single" w:sz="4" w:space="0" w:color="auto"/>
                    <w:right w:val="nil"/>
                  </w:tcBorders>
                </w:tcPr>
                <w:p w14:paraId="61B54C23" w14:textId="77777777" w:rsidR="003656D8" w:rsidRPr="003656D8" w:rsidRDefault="00C7019A" w:rsidP="008A116B">
                  <w:r>
                    <w:t>Accounts Payable</w:t>
                  </w:r>
                </w:p>
              </w:tc>
              <w:tc>
                <w:tcPr>
                  <w:tcW w:w="1291" w:type="dxa"/>
                  <w:tcBorders>
                    <w:top w:val="single" w:sz="4" w:space="0" w:color="auto"/>
                    <w:left w:val="nil"/>
                  </w:tcBorders>
                </w:tcPr>
                <w:p w14:paraId="0336C771" w14:textId="77777777" w:rsidR="003656D8" w:rsidRPr="003656D8" w:rsidRDefault="00692E26" w:rsidP="008A116B">
                  <w:pPr>
                    <w:jc w:val="right"/>
                  </w:pPr>
                  <w:r>
                    <w:t>–</w:t>
                  </w:r>
                  <w:r w:rsidR="003656D8" w:rsidRPr="003656D8">
                    <w:t>300</w:t>
                  </w:r>
                </w:p>
              </w:tc>
              <w:tc>
                <w:tcPr>
                  <w:tcW w:w="357" w:type="dxa"/>
                </w:tcPr>
                <w:p w14:paraId="678DDCAA" w14:textId="77777777" w:rsidR="003656D8" w:rsidRPr="003656D8" w:rsidRDefault="003656D8" w:rsidP="008A116B"/>
              </w:tc>
              <w:tc>
                <w:tcPr>
                  <w:tcW w:w="1435" w:type="dxa"/>
                  <w:tcBorders>
                    <w:top w:val="single" w:sz="4" w:space="0" w:color="auto"/>
                    <w:right w:val="nil"/>
                  </w:tcBorders>
                </w:tcPr>
                <w:p w14:paraId="485762D1" w14:textId="77777777" w:rsidR="003656D8" w:rsidRPr="003656D8" w:rsidRDefault="003656D8" w:rsidP="008A116B"/>
              </w:tc>
              <w:tc>
                <w:tcPr>
                  <w:tcW w:w="1435" w:type="dxa"/>
                  <w:tcBorders>
                    <w:top w:val="single" w:sz="4" w:space="0" w:color="auto"/>
                    <w:left w:val="nil"/>
                  </w:tcBorders>
                </w:tcPr>
                <w:p w14:paraId="5B76BC79" w14:textId="77777777" w:rsidR="003656D8" w:rsidRPr="003656D8" w:rsidRDefault="003656D8" w:rsidP="008A116B"/>
              </w:tc>
            </w:tr>
          </w:tbl>
          <w:p w14:paraId="4D383D52" w14:textId="77777777" w:rsidR="003656D8" w:rsidRPr="003656D8" w:rsidRDefault="003656D8" w:rsidP="003656D8"/>
        </w:tc>
      </w:tr>
    </w:tbl>
    <w:p w14:paraId="5A782DD4" w14:textId="77777777" w:rsidR="003656D8" w:rsidRDefault="003656D8" w:rsidP="003656D8"/>
    <w:p w14:paraId="4F82FCF3" w14:textId="77777777" w:rsidR="0044591F" w:rsidRPr="000A73F3" w:rsidRDefault="0044591F" w:rsidP="0044591F">
      <w:r>
        <w:t>(g) Purchases and pays for $600 of supplies.</w:t>
      </w:r>
    </w:p>
    <w:p w14:paraId="6F2EE0E6" w14:textId="77777777" w:rsidR="0076782F" w:rsidRDefault="0076782F"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0B3AC217" w14:textId="77777777" w:rsidTr="009C0439">
        <w:trPr>
          <w:trHeight w:val="360"/>
        </w:trPr>
        <w:tc>
          <w:tcPr>
            <w:tcW w:w="8974" w:type="dxa"/>
          </w:tcPr>
          <w:p w14:paraId="7476C399" w14:textId="77777777" w:rsidR="003656D8" w:rsidRPr="003656D8" w:rsidRDefault="003656D8" w:rsidP="003656D8">
            <w:r w:rsidRPr="003656D8">
              <w:t>Debit and credit the accounts affected</w:t>
            </w:r>
          </w:p>
        </w:tc>
      </w:tr>
      <w:tr w:rsidR="003656D8" w14:paraId="1BD814C0"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rsidRPr="003656D8" w14:paraId="0D252DD4" w14:textId="77777777" w:rsidTr="00C7019A">
              <w:trPr>
                <w:trHeight w:val="288"/>
              </w:trPr>
              <w:tc>
                <w:tcPr>
                  <w:tcW w:w="679" w:type="pct"/>
                  <w:tcBorders>
                    <w:top w:val="single" w:sz="4" w:space="0" w:color="auto"/>
                    <w:left w:val="single" w:sz="4" w:space="0" w:color="auto"/>
                    <w:bottom w:val="single" w:sz="4" w:space="0" w:color="auto"/>
                    <w:right w:val="single" w:sz="4" w:space="0" w:color="auto"/>
                  </w:tcBorders>
                </w:tcPr>
                <w:p w14:paraId="6834A96B" w14:textId="77777777" w:rsidR="003656D8" w:rsidRPr="003656D8" w:rsidRDefault="002405D6" w:rsidP="00A37277">
                  <w:pPr>
                    <w:jc w:val="center"/>
                  </w:pPr>
                  <w:r>
                    <w:t>(g)</w:t>
                  </w:r>
                </w:p>
              </w:tc>
              <w:tc>
                <w:tcPr>
                  <w:tcW w:w="2675" w:type="pct"/>
                  <w:tcBorders>
                    <w:top w:val="single" w:sz="4" w:space="0" w:color="auto"/>
                    <w:left w:val="single" w:sz="4" w:space="0" w:color="auto"/>
                    <w:bottom w:val="single" w:sz="4" w:space="0" w:color="auto"/>
                    <w:right w:val="single" w:sz="4" w:space="0" w:color="auto"/>
                  </w:tcBorders>
                </w:tcPr>
                <w:p w14:paraId="47546F7F" w14:textId="77777777" w:rsidR="003656D8" w:rsidRPr="003656D8" w:rsidRDefault="003656D8" w:rsidP="003656D8">
                  <w:r w:rsidRPr="003656D8">
                    <w:t>Supplies</w:t>
                  </w:r>
                  <w:r w:rsidR="00692E26">
                    <w:t xml:space="preserve"> (+A)</w:t>
                  </w:r>
                </w:p>
              </w:tc>
              <w:tc>
                <w:tcPr>
                  <w:tcW w:w="823" w:type="pct"/>
                  <w:tcBorders>
                    <w:top w:val="single" w:sz="4" w:space="0" w:color="auto"/>
                    <w:left w:val="single" w:sz="4" w:space="0" w:color="auto"/>
                    <w:bottom w:val="single" w:sz="4" w:space="0" w:color="auto"/>
                    <w:right w:val="single" w:sz="4" w:space="0" w:color="auto"/>
                  </w:tcBorders>
                </w:tcPr>
                <w:p w14:paraId="0D463E1F" w14:textId="77777777" w:rsidR="003656D8" w:rsidRPr="003656D8" w:rsidRDefault="003656D8" w:rsidP="00A37277">
                  <w:pPr>
                    <w:jc w:val="center"/>
                  </w:pPr>
                  <w:r w:rsidRPr="003656D8">
                    <w:t>600</w:t>
                  </w:r>
                </w:p>
              </w:tc>
              <w:tc>
                <w:tcPr>
                  <w:tcW w:w="823" w:type="pct"/>
                  <w:tcBorders>
                    <w:top w:val="single" w:sz="4" w:space="0" w:color="auto"/>
                    <w:left w:val="single" w:sz="4" w:space="0" w:color="auto"/>
                    <w:bottom w:val="single" w:sz="4" w:space="0" w:color="auto"/>
                    <w:right w:val="single" w:sz="4" w:space="0" w:color="auto"/>
                  </w:tcBorders>
                </w:tcPr>
                <w:p w14:paraId="5AC9DCB7" w14:textId="77777777" w:rsidR="003656D8" w:rsidRPr="003656D8" w:rsidRDefault="003656D8" w:rsidP="00A37277">
                  <w:pPr>
                    <w:jc w:val="center"/>
                  </w:pPr>
                </w:p>
              </w:tc>
            </w:tr>
            <w:tr w:rsidR="003656D8" w:rsidRPr="003656D8" w14:paraId="67841488" w14:textId="77777777" w:rsidTr="00C7019A">
              <w:trPr>
                <w:trHeight w:val="288"/>
              </w:trPr>
              <w:tc>
                <w:tcPr>
                  <w:tcW w:w="679" w:type="pct"/>
                  <w:tcBorders>
                    <w:top w:val="single" w:sz="4" w:space="0" w:color="auto"/>
                  </w:tcBorders>
                </w:tcPr>
                <w:p w14:paraId="665BCD38" w14:textId="77777777" w:rsidR="003656D8" w:rsidRPr="003656D8" w:rsidRDefault="003656D8" w:rsidP="00A37277">
                  <w:pPr>
                    <w:jc w:val="center"/>
                  </w:pPr>
                </w:p>
              </w:tc>
              <w:tc>
                <w:tcPr>
                  <w:tcW w:w="2675" w:type="pct"/>
                  <w:tcBorders>
                    <w:top w:val="single" w:sz="4" w:space="0" w:color="auto"/>
                  </w:tcBorders>
                </w:tcPr>
                <w:p w14:paraId="6ADCC7D1" w14:textId="77777777" w:rsidR="003656D8" w:rsidRPr="003656D8" w:rsidRDefault="003656D8" w:rsidP="002405D6">
                  <w:r w:rsidRPr="003656D8">
                    <w:t xml:space="preserve">     Cash</w:t>
                  </w:r>
                  <w:r w:rsidR="00692E26">
                    <w:t xml:space="preserve"> (–A)</w:t>
                  </w:r>
                </w:p>
              </w:tc>
              <w:tc>
                <w:tcPr>
                  <w:tcW w:w="823" w:type="pct"/>
                  <w:tcBorders>
                    <w:top w:val="single" w:sz="4" w:space="0" w:color="auto"/>
                  </w:tcBorders>
                </w:tcPr>
                <w:p w14:paraId="32EA7B09" w14:textId="77777777" w:rsidR="003656D8" w:rsidRPr="003656D8" w:rsidRDefault="003656D8" w:rsidP="00A37277">
                  <w:pPr>
                    <w:jc w:val="center"/>
                  </w:pPr>
                </w:p>
              </w:tc>
              <w:tc>
                <w:tcPr>
                  <w:tcW w:w="823" w:type="pct"/>
                  <w:tcBorders>
                    <w:top w:val="single" w:sz="4" w:space="0" w:color="auto"/>
                  </w:tcBorders>
                </w:tcPr>
                <w:p w14:paraId="687EE780" w14:textId="77777777" w:rsidR="003656D8" w:rsidRPr="003656D8" w:rsidRDefault="003656D8" w:rsidP="00A37277">
                  <w:pPr>
                    <w:jc w:val="center"/>
                  </w:pPr>
                  <w:r w:rsidRPr="003656D8">
                    <w:t>600</w:t>
                  </w:r>
                </w:p>
              </w:tc>
            </w:tr>
          </w:tbl>
          <w:p w14:paraId="511488FC" w14:textId="77777777" w:rsidR="003656D8" w:rsidRPr="003656D8" w:rsidRDefault="003656D8" w:rsidP="003656D8"/>
        </w:tc>
      </w:tr>
      <w:tr w:rsidR="003656D8" w14:paraId="5E4FE819" w14:textId="77777777" w:rsidTr="009C0439">
        <w:trPr>
          <w:trHeight w:val="360"/>
        </w:trPr>
        <w:tc>
          <w:tcPr>
            <w:tcW w:w="8974" w:type="dxa"/>
          </w:tcPr>
          <w:p w14:paraId="4BA0BE20" w14:textId="77777777" w:rsidR="00B96E2D" w:rsidRDefault="00B96E2D" w:rsidP="003656D8"/>
          <w:p w14:paraId="70AAAA30" w14:textId="77777777" w:rsidR="003656D8" w:rsidRPr="003656D8" w:rsidRDefault="003656D8" w:rsidP="003656D8">
            <w:r w:rsidRPr="003656D8">
              <w:t>Ensure the equation still balances and debits = credits</w:t>
            </w:r>
          </w:p>
        </w:tc>
      </w:tr>
      <w:tr w:rsidR="003656D8" w14:paraId="10E0A67F"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59B5BE74" w14:textId="77777777" w:rsidTr="00A37277">
              <w:tc>
                <w:tcPr>
                  <w:tcW w:w="2592" w:type="dxa"/>
                  <w:gridSpan w:val="2"/>
                  <w:tcBorders>
                    <w:bottom w:val="single" w:sz="4" w:space="0" w:color="auto"/>
                  </w:tcBorders>
                </w:tcPr>
                <w:p w14:paraId="3A88003E" w14:textId="77777777" w:rsidR="003656D8" w:rsidRPr="003656D8" w:rsidRDefault="003656D8" w:rsidP="00A37277">
                  <w:pPr>
                    <w:jc w:val="center"/>
                  </w:pPr>
                  <w:r w:rsidRPr="003656D8">
                    <w:t>Assets</w:t>
                  </w:r>
                </w:p>
              </w:tc>
              <w:tc>
                <w:tcPr>
                  <w:tcW w:w="342" w:type="dxa"/>
                </w:tcPr>
                <w:p w14:paraId="0E7E195A" w14:textId="77777777" w:rsidR="003656D8" w:rsidRPr="003656D8" w:rsidRDefault="003656D8" w:rsidP="00A37277">
                  <w:pPr>
                    <w:jc w:val="center"/>
                  </w:pPr>
                  <w:r w:rsidRPr="003656D8">
                    <w:t>=</w:t>
                  </w:r>
                </w:p>
              </w:tc>
              <w:tc>
                <w:tcPr>
                  <w:tcW w:w="2592" w:type="dxa"/>
                  <w:gridSpan w:val="2"/>
                  <w:tcBorders>
                    <w:bottom w:val="single" w:sz="4" w:space="0" w:color="auto"/>
                  </w:tcBorders>
                </w:tcPr>
                <w:p w14:paraId="169F4879" w14:textId="77777777" w:rsidR="003656D8" w:rsidRPr="003656D8" w:rsidRDefault="003656D8" w:rsidP="00A37277">
                  <w:pPr>
                    <w:jc w:val="center"/>
                  </w:pPr>
                  <w:r w:rsidRPr="003656D8">
                    <w:t>Liabilities</w:t>
                  </w:r>
                </w:p>
              </w:tc>
              <w:tc>
                <w:tcPr>
                  <w:tcW w:w="342" w:type="dxa"/>
                </w:tcPr>
                <w:p w14:paraId="77ABF4F6" w14:textId="77777777" w:rsidR="003656D8" w:rsidRPr="003656D8" w:rsidRDefault="003656D8" w:rsidP="00A37277">
                  <w:pPr>
                    <w:jc w:val="center"/>
                  </w:pPr>
                  <w:r w:rsidRPr="003656D8">
                    <w:t>+</w:t>
                  </w:r>
                </w:p>
              </w:tc>
              <w:tc>
                <w:tcPr>
                  <w:tcW w:w="2880" w:type="dxa"/>
                  <w:gridSpan w:val="2"/>
                  <w:tcBorders>
                    <w:bottom w:val="single" w:sz="4" w:space="0" w:color="auto"/>
                  </w:tcBorders>
                </w:tcPr>
                <w:p w14:paraId="1AE18B9D" w14:textId="77777777" w:rsidR="003656D8" w:rsidRPr="003656D8" w:rsidRDefault="003656D8" w:rsidP="00A37277">
                  <w:pPr>
                    <w:jc w:val="center"/>
                  </w:pPr>
                  <w:r w:rsidRPr="003656D8">
                    <w:t>Stockholders’ Equity</w:t>
                  </w:r>
                </w:p>
              </w:tc>
            </w:tr>
            <w:tr w:rsidR="00C7019A" w14:paraId="6D2C4062" w14:textId="77777777" w:rsidTr="008A116B">
              <w:trPr>
                <w:trHeight w:val="288"/>
              </w:trPr>
              <w:tc>
                <w:tcPr>
                  <w:tcW w:w="1296" w:type="dxa"/>
                  <w:tcBorders>
                    <w:top w:val="single" w:sz="4" w:space="0" w:color="auto"/>
                    <w:right w:val="nil"/>
                  </w:tcBorders>
                </w:tcPr>
                <w:p w14:paraId="2C585FBA" w14:textId="77777777" w:rsidR="00C7019A" w:rsidRPr="003656D8" w:rsidRDefault="00C7019A" w:rsidP="003656D8">
                  <w:r w:rsidRPr="003656D8">
                    <w:t>Supplies</w:t>
                  </w:r>
                </w:p>
              </w:tc>
              <w:tc>
                <w:tcPr>
                  <w:tcW w:w="1296" w:type="dxa"/>
                  <w:tcBorders>
                    <w:top w:val="single" w:sz="4" w:space="0" w:color="auto"/>
                    <w:left w:val="nil"/>
                  </w:tcBorders>
                </w:tcPr>
                <w:p w14:paraId="555D3883" w14:textId="77777777" w:rsidR="00C7019A" w:rsidRPr="003656D8" w:rsidRDefault="00C7019A" w:rsidP="00A37277">
                  <w:pPr>
                    <w:jc w:val="right"/>
                  </w:pPr>
                  <w:r w:rsidRPr="003656D8">
                    <w:t>+600</w:t>
                  </w:r>
                </w:p>
              </w:tc>
              <w:tc>
                <w:tcPr>
                  <w:tcW w:w="342" w:type="dxa"/>
                </w:tcPr>
                <w:p w14:paraId="744DE08A" w14:textId="77777777" w:rsidR="00C7019A" w:rsidRPr="003656D8" w:rsidRDefault="00C7019A" w:rsidP="00A37277">
                  <w:pPr>
                    <w:jc w:val="center"/>
                  </w:pPr>
                </w:p>
              </w:tc>
              <w:tc>
                <w:tcPr>
                  <w:tcW w:w="1296" w:type="dxa"/>
                  <w:tcBorders>
                    <w:top w:val="single" w:sz="4" w:space="0" w:color="auto"/>
                    <w:right w:val="nil"/>
                  </w:tcBorders>
                </w:tcPr>
                <w:p w14:paraId="6AABFE00" w14:textId="77777777" w:rsidR="00C7019A" w:rsidRPr="003656D8" w:rsidRDefault="00C7019A" w:rsidP="00A37277">
                  <w:pPr>
                    <w:jc w:val="center"/>
                  </w:pPr>
                </w:p>
              </w:tc>
              <w:tc>
                <w:tcPr>
                  <w:tcW w:w="1296" w:type="dxa"/>
                  <w:tcBorders>
                    <w:top w:val="single" w:sz="4" w:space="0" w:color="auto"/>
                    <w:left w:val="nil"/>
                  </w:tcBorders>
                </w:tcPr>
                <w:p w14:paraId="633C272E" w14:textId="77777777" w:rsidR="00C7019A" w:rsidRPr="003656D8" w:rsidRDefault="00C7019A" w:rsidP="00A37277">
                  <w:pPr>
                    <w:jc w:val="center"/>
                  </w:pPr>
                </w:p>
              </w:tc>
              <w:tc>
                <w:tcPr>
                  <w:tcW w:w="342" w:type="dxa"/>
                </w:tcPr>
                <w:p w14:paraId="15B8001B" w14:textId="77777777" w:rsidR="00C7019A" w:rsidRPr="003656D8" w:rsidRDefault="00C7019A" w:rsidP="00A37277">
                  <w:pPr>
                    <w:jc w:val="center"/>
                  </w:pPr>
                </w:p>
              </w:tc>
              <w:tc>
                <w:tcPr>
                  <w:tcW w:w="1440" w:type="dxa"/>
                  <w:tcBorders>
                    <w:top w:val="single" w:sz="4" w:space="0" w:color="auto"/>
                    <w:right w:val="nil"/>
                  </w:tcBorders>
                </w:tcPr>
                <w:p w14:paraId="4EE8D0F8" w14:textId="77777777" w:rsidR="00C7019A" w:rsidRPr="003656D8" w:rsidRDefault="00C7019A" w:rsidP="003656D8"/>
              </w:tc>
              <w:tc>
                <w:tcPr>
                  <w:tcW w:w="1440" w:type="dxa"/>
                  <w:tcBorders>
                    <w:top w:val="single" w:sz="4" w:space="0" w:color="auto"/>
                    <w:left w:val="nil"/>
                  </w:tcBorders>
                </w:tcPr>
                <w:p w14:paraId="54A586AB" w14:textId="77777777" w:rsidR="00C7019A" w:rsidRPr="003656D8" w:rsidRDefault="00C7019A" w:rsidP="00A37277">
                  <w:pPr>
                    <w:jc w:val="right"/>
                  </w:pPr>
                </w:p>
              </w:tc>
            </w:tr>
            <w:tr w:rsidR="00C7019A" w14:paraId="3A6F92E1" w14:textId="77777777" w:rsidTr="008A116B">
              <w:trPr>
                <w:trHeight w:val="288"/>
              </w:trPr>
              <w:tc>
                <w:tcPr>
                  <w:tcW w:w="1296" w:type="dxa"/>
                  <w:tcBorders>
                    <w:right w:val="nil"/>
                  </w:tcBorders>
                </w:tcPr>
                <w:p w14:paraId="55AEEFE1" w14:textId="77777777" w:rsidR="00C7019A" w:rsidRPr="003656D8" w:rsidRDefault="00C7019A" w:rsidP="003656D8">
                  <w:r w:rsidRPr="003656D8">
                    <w:t>Cash</w:t>
                  </w:r>
                </w:p>
              </w:tc>
              <w:tc>
                <w:tcPr>
                  <w:tcW w:w="1296" w:type="dxa"/>
                  <w:tcBorders>
                    <w:left w:val="nil"/>
                  </w:tcBorders>
                </w:tcPr>
                <w:p w14:paraId="33356361" w14:textId="77777777" w:rsidR="00C7019A" w:rsidRPr="003656D8" w:rsidRDefault="00C7019A" w:rsidP="00A37277">
                  <w:pPr>
                    <w:jc w:val="right"/>
                  </w:pPr>
                  <w:r>
                    <w:t>–</w:t>
                  </w:r>
                  <w:r w:rsidRPr="003656D8">
                    <w:t>600</w:t>
                  </w:r>
                </w:p>
              </w:tc>
              <w:tc>
                <w:tcPr>
                  <w:tcW w:w="342" w:type="dxa"/>
                </w:tcPr>
                <w:p w14:paraId="22325582" w14:textId="77777777" w:rsidR="00C7019A" w:rsidRPr="003656D8" w:rsidRDefault="00C7019A" w:rsidP="00A37277">
                  <w:pPr>
                    <w:jc w:val="center"/>
                  </w:pPr>
                </w:p>
              </w:tc>
              <w:tc>
                <w:tcPr>
                  <w:tcW w:w="1296" w:type="dxa"/>
                  <w:tcBorders>
                    <w:right w:val="nil"/>
                  </w:tcBorders>
                </w:tcPr>
                <w:p w14:paraId="00072AD5" w14:textId="77777777" w:rsidR="00C7019A" w:rsidRPr="003656D8" w:rsidRDefault="00C7019A" w:rsidP="00A37277">
                  <w:pPr>
                    <w:jc w:val="center"/>
                  </w:pPr>
                </w:p>
              </w:tc>
              <w:tc>
                <w:tcPr>
                  <w:tcW w:w="1296" w:type="dxa"/>
                  <w:tcBorders>
                    <w:left w:val="nil"/>
                  </w:tcBorders>
                </w:tcPr>
                <w:p w14:paraId="2E02CF3F" w14:textId="77777777" w:rsidR="00C7019A" w:rsidRPr="003656D8" w:rsidRDefault="00C7019A" w:rsidP="00A37277">
                  <w:pPr>
                    <w:jc w:val="center"/>
                  </w:pPr>
                </w:p>
              </w:tc>
              <w:tc>
                <w:tcPr>
                  <w:tcW w:w="342" w:type="dxa"/>
                </w:tcPr>
                <w:p w14:paraId="3CD581A0" w14:textId="77777777" w:rsidR="00C7019A" w:rsidRPr="003656D8" w:rsidRDefault="00C7019A" w:rsidP="00A37277">
                  <w:pPr>
                    <w:jc w:val="center"/>
                  </w:pPr>
                </w:p>
              </w:tc>
              <w:tc>
                <w:tcPr>
                  <w:tcW w:w="1440" w:type="dxa"/>
                  <w:tcBorders>
                    <w:right w:val="nil"/>
                  </w:tcBorders>
                </w:tcPr>
                <w:p w14:paraId="65DAA127" w14:textId="77777777" w:rsidR="00C7019A" w:rsidRPr="003656D8" w:rsidRDefault="00C7019A" w:rsidP="003656D8"/>
              </w:tc>
              <w:tc>
                <w:tcPr>
                  <w:tcW w:w="1440" w:type="dxa"/>
                  <w:tcBorders>
                    <w:left w:val="nil"/>
                  </w:tcBorders>
                </w:tcPr>
                <w:p w14:paraId="0F6540B1" w14:textId="77777777" w:rsidR="00C7019A" w:rsidRPr="003656D8" w:rsidRDefault="00C7019A" w:rsidP="00A37277">
                  <w:pPr>
                    <w:jc w:val="right"/>
                  </w:pPr>
                </w:p>
              </w:tc>
            </w:tr>
          </w:tbl>
          <w:p w14:paraId="65628DA4" w14:textId="77777777" w:rsidR="003656D8" w:rsidRPr="003656D8" w:rsidRDefault="003656D8" w:rsidP="003656D8"/>
        </w:tc>
      </w:tr>
    </w:tbl>
    <w:p w14:paraId="1560086B" w14:textId="77777777" w:rsidR="009C0439" w:rsidRDefault="009C0439"/>
    <w:p w14:paraId="202F9FC7" w14:textId="77777777" w:rsidR="0044591F" w:rsidRDefault="0044591F" w:rsidP="0044591F">
      <w:r>
        <w:t>(h) Purchases and pays</w:t>
      </w:r>
      <w:r w:rsidRPr="00166B98">
        <w:t xml:space="preserve"> for equipment costing $1,000.</w:t>
      </w:r>
    </w:p>
    <w:p w14:paraId="5E1163E4" w14:textId="77777777" w:rsidR="00166B98" w:rsidRDefault="00166B9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974"/>
      </w:tblGrid>
      <w:tr w:rsidR="003656D8" w14:paraId="07ACDCF9" w14:textId="77777777" w:rsidTr="009C0439">
        <w:trPr>
          <w:trHeight w:val="360"/>
        </w:trPr>
        <w:tc>
          <w:tcPr>
            <w:tcW w:w="8974" w:type="dxa"/>
          </w:tcPr>
          <w:p w14:paraId="5C32106C" w14:textId="77777777" w:rsidR="003656D8" w:rsidRPr="003656D8" w:rsidRDefault="003656D8" w:rsidP="003656D8">
            <w:r w:rsidRPr="003656D8">
              <w:t>Debit and credit the accounts affected</w:t>
            </w:r>
          </w:p>
        </w:tc>
      </w:tr>
      <w:tr w:rsidR="003656D8" w14:paraId="3B693B49" w14:textId="77777777" w:rsidTr="009C0439">
        <w:trPr>
          <w:trHeight w:val="360"/>
        </w:trPr>
        <w:tc>
          <w:tcPr>
            <w:tcW w:w="8974"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1440"/>
              <w:gridCol w:w="1440"/>
            </w:tblGrid>
            <w:tr w:rsidR="003656D8" w:rsidRPr="003656D8" w14:paraId="7A7A76BA" w14:textId="77777777" w:rsidTr="00C7019A">
              <w:trPr>
                <w:trHeight w:val="288"/>
              </w:trPr>
              <w:tc>
                <w:tcPr>
                  <w:tcW w:w="679" w:type="pct"/>
                  <w:tcBorders>
                    <w:top w:val="single" w:sz="4" w:space="0" w:color="auto"/>
                    <w:left w:val="single" w:sz="4" w:space="0" w:color="auto"/>
                    <w:bottom w:val="single" w:sz="4" w:space="0" w:color="auto"/>
                    <w:right w:val="single" w:sz="4" w:space="0" w:color="auto"/>
                  </w:tcBorders>
                </w:tcPr>
                <w:p w14:paraId="0DA5F8DA" w14:textId="77777777" w:rsidR="003656D8" w:rsidRPr="003656D8" w:rsidRDefault="002405D6" w:rsidP="00A37277">
                  <w:pPr>
                    <w:jc w:val="center"/>
                  </w:pPr>
                  <w:r>
                    <w:t>(h)</w:t>
                  </w:r>
                </w:p>
              </w:tc>
              <w:tc>
                <w:tcPr>
                  <w:tcW w:w="2675" w:type="pct"/>
                  <w:tcBorders>
                    <w:top w:val="single" w:sz="4" w:space="0" w:color="auto"/>
                    <w:left w:val="single" w:sz="4" w:space="0" w:color="auto"/>
                    <w:bottom w:val="single" w:sz="4" w:space="0" w:color="auto"/>
                    <w:right w:val="single" w:sz="4" w:space="0" w:color="auto"/>
                  </w:tcBorders>
                </w:tcPr>
                <w:p w14:paraId="3348861B" w14:textId="77777777" w:rsidR="003656D8" w:rsidRPr="003656D8" w:rsidRDefault="003656D8" w:rsidP="003656D8">
                  <w:r w:rsidRPr="003656D8">
                    <w:t>Equipment</w:t>
                  </w:r>
                  <w:r w:rsidR="00692E26">
                    <w:t xml:space="preserve"> (+A)</w:t>
                  </w:r>
                </w:p>
              </w:tc>
              <w:tc>
                <w:tcPr>
                  <w:tcW w:w="823" w:type="pct"/>
                  <w:tcBorders>
                    <w:top w:val="single" w:sz="4" w:space="0" w:color="auto"/>
                    <w:left w:val="single" w:sz="4" w:space="0" w:color="auto"/>
                    <w:bottom w:val="single" w:sz="4" w:space="0" w:color="auto"/>
                    <w:right w:val="single" w:sz="4" w:space="0" w:color="auto"/>
                  </w:tcBorders>
                </w:tcPr>
                <w:p w14:paraId="004D9B85" w14:textId="77777777" w:rsidR="003656D8" w:rsidRPr="003656D8" w:rsidRDefault="003656D8" w:rsidP="00A37277">
                  <w:pPr>
                    <w:jc w:val="center"/>
                  </w:pPr>
                  <w:r w:rsidRPr="003656D8">
                    <w:t>1,000</w:t>
                  </w:r>
                </w:p>
              </w:tc>
              <w:tc>
                <w:tcPr>
                  <w:tcW w:w="823" w:type="pct"/>
                  <w:tcBorders>
                    <w:top w:val="single" w:sz="4" w:space="0" w:color="auto"/>
                    <w:left w:val="single" w:sz="4" w:space="0" w:color="auto"/>
                    <w:bottom w:val="single" w:sz="4" w:space="0" w:color="auto"/>
                    <w:right w:val="single" w:sz="4" w:space="0" w:color="auto"/>
                  </w:tcBorders>
                </w:tcPr>
                <w:p w14:paraId="3C53EB66" w14:textId="77777777" w:rsidR="003656D8" w:rsidRPr="003656D8" w:rsidRDefault="003656D8" w:rsidP="00A37277">
                  <w:pPr>
                    <w:jc w:val="center"/>
                  </w:pPr>
                </w:p>
              </w:tc>
            </w:tr>
            <w:tr w:rsidR="003656D8" w:rsidRPr="003656D8" w14:paraId="7F3947FF" w14:textId="77777777" w:rsidTr="00C7019A">
              <w:trPr>
                <w:trHeight w:val="288"/>
              </w:trPr>
              <w:tc>
                <w:tcPr>
                  <w:tcW w:w="679" w:type="pct"/>
                  <w:tcBorders>
                    <w:top w:val="single" w:sz="4" w:space="0" w:color="auto"/>
                  </w:tcBorders>
                </w:tcPr>
                <w:p w14:paraId="4729C185" w14:textId="77777777" w:rsidR="003656D8" w:rsidRPr="003656D8" w:rsidRDefault="003656D8" w:rsidP="00A37277">
                  <w:pPr>
                    <w:jc w:val="center"/>
                  </w:pPr>
                </w:p>
              </w:tc>
              <w:tc>
                <w:tcPr>
                  <w:tcW w:w="2675" w:type="pct"/>
                  <w:tcBorders>
                    <w:top w:val="single" w:sz="4" w:space="0" w:color="auto"/>
                  </w:tcBorders>
                </w:tcPr>
                <w:p w14:paraId="27F1E036" w14:textId="77777777" w:rsidR="003656D8" w:rsidRPr="003656D8" w:rsidRDefault="003656D8" w:rsidP="002405D6">
                  <w:r w:rsidRPr="003656D8">
                    <w:t xml:space="preserve">     Cash</w:t>
                  </w:r>
                  <w:r w:rsidR="00692E26">
                    <w:t xml:space="preserve"> (–A)</w:t>
                  </w:r>
                </w:p>
              </w:tc>
              <w:tc>
                <w:tcPr>
                  <w:tcW w:w="823" w:type="pct"/>
                  <w:tcBorders>
                    <w:top w:val="single" w:sz="4" w:space="0" w:color="auto"/>
                  </w:tcBorders>
                </w:tcPr>
                <w:p w14:paraId="053349BE" w14:textId="77777777" w:rsidR="003656D8" w:rsidRPr="003656D8" w:rsidRDefault="003656D8" w:rsidP="00A37277">
                  <w:pPr>
                    <w:jc w:val="center"/>
                  </w:pPr>
                </w:p>
              </w:tc>
              <w:tc>
                <w:tcPr>
                  <w:tcW w:w="823" w:type="pct"/>
                  <w:tcBorders>
                    <w:top w:val="single" w:sz="4" w:space="0" w:color="auto"/>
                  </w:tcBorders>
                </w:tcPr>
                <w:p w14:paraId="1BA0B480" w14:textId="77777777" w:rsidR="003656D8" w:rsidRPr="003656D8" w:rsidRDefault="003656D8" w:rsidP="00A37277">
                  <w:pPr>
                    <w:jc w:val="center"/>
                  </w:pPr>
                  <w:r w:rsidRPr="003656D8">
                    <w:t>1,000</w:t>
                  </w:r>
                </w:p>
              </w:tc>
            </w:tr>
          </w:tbl>
          <w:p w14:paraId="538BF600" w14:textId="77777777" w:rsidR="003656D8" w:rsidRPr="003656D8" w:rsidRDefault="003656D8" w:rsidP="003656D8"/>
        </w:tc>
      </w:tr>
      <w:tr w:rsidR="003656D8" w14:paraId="64C6B420" w14:textId="77777777" w:rsidTr="009C0439">
        <w:trPr>
          <w:trHeight w:val="360"/>
        </w:trPr>
        <w:tc>
          <w:tcPr>
            <w:tcW w:w="8974" w:type="dxa"/>
          </w:tcPr>
          <w:p w14:paraId="4F143ED4" w14:textId="77777777" w:rsidR="00B96E2D" w:rsidRDefault="00B96E2D" w:rsidP="003656D8"/>
          <w:p w14:paraId="56BB26A7" w14:textId="77777777" w:rsidR="003656D8" w:rsidRPr="003656D8" w:rsidRDefault="003656D8" w:rsidP="003656D8">
            <w:r w:rsidRPr="003656D8">
              <w:t>Ensure the equation still balances and debits = credits</w:t>
            </w:r>
          </w:p>
        </w:tc>
      </w:tr>
      <w:tr w:rsidR="003656D8" w14:paraId="70BE0484" w14:textId="77777777" w:rsidTr="009C0439">
        <w:trPr>
          <w:trHeight w:val="360"/>
        </w:trPr>
        <w:tc>
          <w:tcPr>
            <w:tcW w:w="8974" w:type="dxa"/>
          </w:tcPr>
          <w:tbl>
            <w:tblPr>
              <w:tblW w:w="874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1296"/>
              <w:gridCol w:w="1296"/>
              <w:gridCol w:w="342"/>
              <w:gridCol w:w="1296"/>
              <w:gridCol w:w="1296"/>
              <w:gridCol w:w="342"/>
              <w:gridCol w:w="1440"/>
              <w:gridCol w:w="1440"/>
            </w:tblGrid>
            <w:tr w:rsidR="003656D8" w14:paraId="41A7BE44" w14:textId="77777777" w:rsidTr="00A37277">
              <w:tc>
                <w:tcPr>
                  <w:tcW w:w="2592" w:type="dxa"/>
                  <w:gridSpan w:val="2"/>
                  <w:tcBorders>
                    <w:bottom w:val="single" w:sz="4" w:space="0" w:color="auto"/>
                  </w:tcBorders>
                </w:tcPr>
                <w:p w14:paraId="35F91933" w14:textId="77777777" w:rsidR="003656D8" w:rsidRPr="003656D8" w:rsidRDefault="003656D8" w:rsidP="00A37277">
                  <w:pPr>
                    <w:jc w:val="center"/>
                  </w:pPr>
                  <w:r w:rsidRPr="003656D8">
                    <w:t>Assets</w:t>
                  </w:r>
                </w:p>
              </w:tc>
              <w:tc>
                <w:tcPr>
                  <w:tcW w:w="342" w:type="dxa"/>
                </w:tcPr>
                <w:p w14:paraId="304890BF" w14:textId="77777777" w:rsidR="003656D8" w:rsidRPr="003656D8" w:rsidRDefault="003656D8" w:rsidP="00A37277">
                  <w:pPr>
                    <w:jc w:val="center"/>
                  </w:pPr>
                  <w:r w:rsidRPr="003656D8">
                    <w:t>=</w:t>
                  </w:r>
                </w:p>
              </w:tc>
              <w:tc>
                <w:tcPr>
                  <w:tcW w:w="2592" w:type="dxa"/>
                  <w:gridSpan w:val="2"/>
                  <w:tcBorders>
                    <w:bottom w:val="single" w:sz="4" w:space="0" w:color="auto"/>
                  </w:tcBorders>
                </w:tcPr>
                <w:p w14:paraId="6AE5B358" w14:textId="77777777" w:rsidR="003656D8" w:rsidRPr="003656D8" w:rsidRDefault="003656D8" w:rsidP="00A37277">
                  <w:pPr>
                    <w:jc w:val="center"/>
                  </w:pPr>
                  <w:r w:rsidRPr="003656D8">
                    <w:t>Liabilities</w:t>
                  </w:r>
                </w:p>
              </w:tc>
              <w:tc>
                <w:tcPr>
                  <w:tcW w:w="342" w:type="dxa"/>
                </w:tcPr>
                <w:p w14:paraId="091E2D82" w14:textId="77777777" w:rsidR="003656D8" w:rsidRPr="003656D8" w:rsidRDefault="003656D8" w:rsidP="00A37277">
                  <w:pPr>
                    <w:jc w:val="center"/>
                  </w:pPr>
                  <w:r w:rsidRPr="003656D8">
                    <w:t>+</w:t>
                  </w:r>
                </w:p>
              </w:tc>
              <w:tc>
                <w:tcPr>
                  <w:tcW w:w="2880" w:type="dxa"/>
                  <w:gridSpan w:val="2"/>
                  <w:tcBorders>
                    <w:bottom w:val="single" w:sz="4" w:space="0" w:color="auto"/>
                  </w:tcBorders>
                </w:tcPr>
                <w:p w14:paraId="65C4957D" w14:textId="77777777" w:rsidR="003656D8" w:rsidRPr="003656D8" w:rsidRDefault="003656D8" w:rsidP="00A37277">
                  <w:pPr>
                    <w:jc w:val="center"/>
                  </w:pPr>
                  <w:r w:rsidRPr="003656D8">
                    <w:t>Stockholders’ Equity</w:t>
                  </w:r>
                </w:p>
              </w:tc>
            </w:tr>
            <w:tr w:rsidR="00C7019A" w14:paraId="12D9A8AB" w14:textId="77777777" w:rsidTr="008A116B">
              <w:trPr>
                <w:trHeight w:val="288"/>
              </w:trPr>
              <w:tc>
                <w:tcPr>
                  <w:tcW w:w="1296" w:type="dxa"/>
                  <w:tcBorders>
                    <w:top w:val="single" w:sz="4" w:space="0" w:color="auto"/>
                    <w:right w:val="nil"/>
                  </w:tcBorders>
                </w:tcPr>
                <w:p w14:paraId="5B3B1915" w14:textId="77777777" w:rsidR="00C7019A" w:rsidRPr="003656D8" w:rsidRDefault="00C7019A" w:rsidP="003656D8">
                  <w:r>
                    <w:t>Equipment</w:t>
                  </w:r>
                </w:p>
              </w:tc>
              <w:tc>
                <w:tcPr>
                  <w:tcW w:w="1296" w:type="dxa"/>
                  <w:tcBorders>
                    <w:top w:val="single" w:sz="4" w:space="0" w:color="auto"/>
                    <w:left w:val="nil"/>
                  </w:tcBorders>
                </w:tcPr>
                <w:p w14:paraId="053E276E" w14:textId="77777777" w:rsidR="00C7019A" w:rsidRPr="003656D8" w:rsidRDefault="00C7019A" w:rsidP="00A37277">
                  <w:pPr>
                    <w:jc w:val="right"/>
                  </w:pPr>
                  <w:r w:rsidRPr="003656D8">
                    <w:t>+1,000</w:t>
                  </w:r>
                </w:p>
              </w:tc>
              <w:tc>
                <w:tcPr>
                  <w:tcW w:w="342" w:type="dxa"/>
                </w:tcPr>
                <w:p w14:paraId="3C7B508C" w14:textId="77777777" w:rsidR="00C7019A" w:rsidRPr="003656D8" w:rsidRDefault="00C7019A" w:rsidP="00A37277">
                  <w:pPr>
                    <w:jc w:val="center"/>
                  </w:pPr>
                </w:p>
              </w:tc>
              <w:tc>
                <w:tcPr>
                  <w:tcW w:w="1296" w:type="dxa"/>
                  <w:tcBorders>
                    <w:top w:val="single" w:sz="4" w:space="0" w:color="auto"/>
                    <w:right w:val="nil"/>
                  </w:tcBorders>
                </w:tcPr>
                <w:p w14:paraId="61CDDD6E" w14:textId="77777777" w:rsidR="00C7019A" w:rsidRPr="003656D8" w:rsidRDefault="00C7019A" w:rsidP="00A37277">
                  <w:pPr>
                    <w:jc w:val="center"/>
                  </w:pPr>
                </w:p>
              </w:tc>
              <w:tc>
                <w:tcPr>
                  <w:tcW w:w="1296" w:type="dxa"/>
                  <w:tcBorders>
                    <w:top w:val="single" w:sz="4" w:space="0" w:color="auto"/>
                    <w:left w:val="nil"/>
                  </w:tcBorders>
                </w:tcPr>
                <w:p w14:paraId="31B4A53F" w14:textId="77777777" w:rsidR="00C7019A" w:rsidRPr="003656D8" w:rsidRDefault="00C7019A" w:rsidP="00A37277">
                  <w:pPr>
                    <w:jc w:val="center"/>
                  </w:pPr>
                </w:p>
              </w:tc>
              <w:tc>
                <w:tcPr>
                  <w:tcW w:w="342" w:type="dxa"/>
                </w:tcPr>
                <w:p w14:paraId="7A342505" w14:textId="77777777" w:rsidR="00C7019A" w:rsidRPr="003656D8" w:rsidRDefault="00C7019A" w:rsidP="00A37277">
                  <w:pPr>
                    <w:jc w:val="center"/>
                  </w:pPr>
                </w:p>
              </w:tc>
              <w:tc>
                <w:tcPr>
                  <w:tcW w:w="1440" w:type="dxa"/>
                  <w:tcBorders>
                    <w:top w:val="single" w:sz="4" w:space="0" w:color="auto"/>
                    <w:right w:val="nil"/>
                  </w:tcBorders>
                </w:tcPr>
                <w:p w14:paraId="3D7D276E" w14:textId="77777777" w:rsidR="00C7019A" w:rsidRPr="003656D8" w:rsidRDefault="00C7019A" w:rsidP="003656D8"/>
              </w:tc>
              <w:tc>
                <w:tcPr>
                  <w:tcW w:w="1440" w:type="dxa"/>
                  <w:tcBorders>
                    <w:top w:val="single" w:sz="4" w:space="0" w:color="auto"/>
                    <w:left w:val="nil"/>
                  </w:tcBorders>
                </w:tcPr>
                <w:p w14:paraId="055E6F1F" w14:textId="77777777" w:rsidR="00C7019A" w:rsidRPr="003656D8" w:rsidRDefault="00C7019A" w:rsidP="00A37277">
                  <w:pPr>
                    <w:jc w:val="right"/>
                  </w:pPr>
                </w:p>
              </w:tc>
            </w:tr>
            <w:tr w:rsidR="00C7019A" w14:paraId="1EAF0F30" w14:textId="77777777" w:rsidTr="008A116B">
              <w:trPr>
                <w:trHeight w:val="288"/>
              </w:trPr>
              <w:tc>
                <w:tcPr>
                  <w:tcW w:w="1296" w:type="dxa"/>
                  <w:tcBorders>
                    <w:right w:val="nil"/>
                  </w:tcBorders>
                </w:tcPr>
                <w:p w14:paraId="432868A2" w14:textId="77777777" w:rsidR="00C7019A" w:rsidRPr="003656D8" w:rsidRDefault="00C7019A" w:rsidP="003656D8">
                  <w:r w:rsidRPr="003656D8">
                    <w:t>Cash</w:t>
                  </w:r>
                </w:p>
              </w:tc>
              <w:tc>
                <w:tcPr>
                  <w:tcW w:w="1296" w:type="dxa"/>
                  <w:tcBorders>
                    <w:left w:val="nil"/>
                  </w:tcBorders>
                </w:tcPr>
                <w:p w14:paraId="0042F7C1" w14:textId="77777777" w:rsidR="00C7019A" w:rsidRPr="003656D8" w:rsidRDefault="00C7019A" w:rsidP="00A37277">
                  <w:pPr>
                    <w:jc w:val="right"/>
                  </w:pPr>
                  <w:r>
                    <w:t>–</w:t>
                  </w:r>
                  <w:r w:rsidRPr="003656D8">
                    <w:t>1,000</w:t>
                  </w:r>
                </w:p>
              </w:tc>
              <w:tc>
                <w:tcPr>
                  <w:tcW w:w="342" w:type="dxa"/>
                </w:tcPr>
                <w:p w14:paraId="242765FB" w14:textId="77777777" w:rsidR="00C7019A" w:rsidRPr="003656D8" w:rsidRDefault="00C7019A" w:rsidP="00A37277">
                  <w:pPr>
                    <w:jc w:val="center"/>
                  </w:pPr>
                </w:p>
              </w:tc>
              <w:tc>
                <w:tcPr>
                  <w:tcW w:w="1296" w:type="dxa"/>
                  <w:tcBorders>
                    <w:right w:val="nil"/>
                  </w:tcBorders>
                </w:tcPr>
                <w:p w14:paraId="168010E0" w14:textId="77777777" w:rsidR="00C7019A" w:rsidRPr="003656D8" w:rsidRDefault="00C7019A" w:rsidP="00A37277">
                  <w:pPr>
                    <w:jc w:val="center"/>
                  </w:pPr>
                </w:p>
              </w:tc>
              <w:tc>
                <w:tcPr>
                  <w:tcW w:w="1296" w:type="dxa"/>
                  <w:tcBorders>
                    <w:left w:val="nil"/>
                  </w:tcBorders>
                </w:tcPr>
                <w:p w14:paraId="4A141633" w14:textId="77777777" w:rsidR="00C7019A" w:rsidRPr="003656D8" w:rsidRDefault="00C7019A" w:rsidP="00A37277">
                  <w:pPr>
                    <w:jc w:val="center"/>
                  </w:pPr>
                </w:p>
              </w:tc>
              <w:tc>
                <w:tcPr>
                  <w:tcW w:w="342" w:type="dxa"/>
                </w:tcPr>
                <w:p w14:paraId="7FA47E89" w14:textId="77777777" w:rsidR="00C7019A" w:rsidRPr="003656D8" w:rsidRDefault="00C7019A" w:rsidP="00A37277">
                  <w:pPr>
                    <w:jc w:val="center"/>
                  </w:pPr>
                </w:p>
              </w:tc>
              <w:tc>
                <w:tcPr>
                  <w:tcW w:w="1440" w:type="dxa"/>
                  <w:tcBorders>
                    <w:right w:val="nil"/>
                  </w:tcBorders>
                </w:tcPr>
                <w:p w14:paraId="64975011" w14:textId="77777777" w:rsidR="00C7019A" w:rsidRPr="003656D8" w:rsidRDefault="00C7019A" w:rsidP="003656D8"/>
              </w:tc>
              <w:tc>
                <w:tcPr>
                  <w:tcW w:w="1440" w:type="dxa"/>
                  <w:tcBorders>
                    <w:left w:val="nil"/>
                  </w:tcBorders>
                </w:tcPr>
                <w:p w14:paraId="1BE79796" w14:textId="77777777" w:rsidR="00C7019A" w:rsidRPr="003656D8" w:rsidRDefault="00C7019A" w:rsidP="00A37277">
                  <w:pPr>
                    <w:jc w:val="right"/>
                  </w:pPr>
                </w:p>
              </w:tc>
            </w:tr>
          </w:tbl>
          <w:p w14:paraId="3CE67908" w14:textId="77777777" w:rsidR="003656D8" w:rsidRPr="003656D8" w:rsidRDefault="003656D8" w:rsidP="003656D8"/>
        </w:tc>
      </w:tr>
    </w:tbl>
    <w:p w14:paraId="44C02946" w14:textId="77777777" w:rsidR="003656D8" w:rsidRDefault="003656D8" w:rsidP="003656D8"/>
    <w:p w14:paraId="1AFC3CDF" w14:textId="77777777" w:rsidR="00B96E2D" w:rsidRDefault="003656D8" w:rsidP="00B96E2D">
      <w:r>
        <w:t>(i) Order</w:t>
      </w:r>
      <w:r w:rsidR="0044591F">
        <w:t>s</w:t>
      </w:r>
      <w:r>
        <w:t xml:space="preserve"> a $900 computer, to be delivered in </w:t>
      </w:r>
      <w:r w:rsidR="00B96E2D">
        <w:t>90 days.</w:t>
      </w:r>
    </w:p>
    <w:p w14:paraId="59B7F3B4" w14:textId="77777777" w:rsidR="003656D8" w:rsidRPr="003656D8" w:rsidRDefault="00B96E2D" w:rsidP="00B96E2D">
      <w:r>
        <w:t>No</w:t>
      </w:r>
      <w:r w:rsidR="003656D8" w:rsidRPr="003656D8">
        <w:t xml:space="preserve"> entry</w:t>
      </w:r>
      <w:r w:rsidR="007D4591">
        <w:t>—</w:t>
      </w:r>
      <w:r w:rsidR="003656D8" w:rsidRPr="003656D8">
        <w:t>this is not a transaction.</w:t>
      </w:r>
    </w:p>
    <w:p w14:paraId="010D1F2E" w14:textId="77777777" w:rsidR="008A64AF" w:rsidRPr="005F480C" w:rsidRDefault="003656D8" w:rsidP="008A64AF">
      <w:pPr>
        <w:pStyle w:val="Heading1"/>
        <w:spacing w:before="240"/>
      </w:pPr>
      <w:r w:rsidRPr="003656D8">
        <w:br w:type="page"/>
      </w:r>
      <w:r w:rsidR="008A64AF" w:rsidRPr="005F480C">
        <w:lastRenderedPageBreak/>
        <w:t xml:space="preserve">HANDOUT </w:t>
      </w:r>
      <w:r w:rsidR="008A64AF">
        <w:t>2</w:t>
      </w:r>
      <w:r w:rsidR="007D4591">
        <w:t>–</w:t>
      </w:r>
      <w:r w:rsidR="008A64AF">
        <w:t>5</w:t>
      </w:r>
    </w:p>
    <w:p w14:paraId="6F71D291" w14:textId="77777777" w:rsidR="008A64AF" w:rsidRPr="005F480C" w:rsidRDefault="008A64AF" w:rsidP="008A64AF">
      <w:pPr>
        <w:pStyle w:val="Heading1"/>
        <w:spacing w:before="240"/>
        <w:jc w:val="center"/>
        <w:rPr>
          <w:u w:val="none"/>
        </w:rPr>
      </w:pPr>
      <w:r>
        <w:rPr>
          <w:u w:val="none"/>
        </w:rPr>
        <w:t>POSTING TO T-ACCOUNTS</w:t>
      </w:r>
    </w:p>
    <w:p w14:paraId="7CA800FB" w14:textId="77777777" w:rsidR="003656D8" w:rsidRPr="008A64AF" w:rsidRDefault="003656D8" w:rsidP="008A64AF">
      <w:pPr>
        <w:pStyle w:val="Heading2"/>
        <w:rPr>
          <w:b w:val="0"/>
          <w:bCs/>
        </w:rPr>
      </w:pPr>
      <w:r w:rsidRPr="008A64AF">
        <w:rPr>
          <w:b w:val="0"/>
          <w:bCs/>
        </w:rPr>
        <w:t>P</w:t>
      </w:r>
      <w:r w:rsidR="008A64AF">
        <w:rPr>
          <w:b w:val="0"/>
          <w:bCs/>
        </w:rPr>
        <w:t xml:space="preserve">ost the transactions from </w:t>
      </w:r>
      <w:r w:rsidR="00BA7B8E">
        <w:rPr>
          <w:b w:val="0"/>
          <w:bCs/>
        </w:rPr>
        <w:t>H</w:t>
      </w:r>
      <w:r w:rsidR="008A64AF">
        <w:rPr>
          <w:b w:val="0"/>
          <w:bCs/>
        </w:rPr>
        <w:t>andouts 2</w:t>
      </w:r>
      <w:r w:rsidR="00C8777F">
        <w:rPr>
          <w:b w:val="0"/>
          <w:bCs/>
        </w:rPr>
        <w:t>-</w:t>
      </w:r>
      <w:r w:rsidR="008A64AF">
        <w:rPr>
          <w:b w:val="0"/>
          <w:bCs/>
        </w:rPr>
        <w:t>3 and 2</w:t>
      </w:r>
      <w:r w:rsidR="00C8777F">
        <w:rPr>
          <w:b w:val="0"/>
          <w:bCs/>
        </w:rPr>
        <w:t>-</w:t>
      </w:r>
      <w:r w:rsidR="008A64AF">
        <w:rPr>
          <w:b w:val="0"/>
          <w:bCs/>
        </w:rPr>
        <w:t>4</w:t>
      </w:r>
      <w:r w:rsidR="003B1C25">
        <w:rPr>
          <w:b w:val="0"/>
          <w:bCs/>
        </w:rPr>
        <w:t xml:space="preserve"> to</w:t>
      </w:r>
      <w:r w:rsidR="008A64AF">
        <w:rPr>
          <w:b w:val="0"/>
          <w:bCs/>
        </w:rPr>
        <w:t xml:space="preserve"> and </w:t>
      </w:r>
      <w:r w:rsidR="003B1C25">
        <w:rPr>
          <w:b w:val="0"/>
          <w:bCs/>
        </w:rPr>
        <w:t xml:space="preserve">then </w:t>
      </w:r>
      <w:r w:rsidR="008A64AF">
        <w:rPr>
          <w:b w:val="0"/>
          <w:bCs/>
        </w:rPr>
        <w:t xml:space="preserve">determine the ending balances of each of the following </w:t>
      </w:r>
      <w:r w:rsidRPr="008A64AF">
        <w:rPr>
          <w:b w:val="0"/>
          <w:bCs/>
        </w:rPr>
        <w:t>T-</w:t>
      </w:r>
      <w:r w:rsidR="008A64AF">
        <w:rPr>
          <w:b w:val="0"/>
          <w:bCs/>
        </w:rPr>
        <w:t>a</w:t>
      </w:r>
      <w:r w:rsidRPr="008A64AF">
        <w:rPr>
          <w:b w:val="0"/>
          <w:bCs/>
        </w:rPr>
        <w:t>ccounts</w:t>
      </w:r>
      <w:r w:rsidR="008A64AF">
        <w:rPr>
          <w:b w:val="0"/>
          <w:bCs/>
        </w:rPr>
        <w:t>.</w:t>
      </w:r>
    </w:p>
    <w:p w14:paraId="543A8FC0"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2952"/>
        <w:gridCol w:w="3024"/>
        <w:gridCol w:w="2952"/>
      </w:tblGrid>
      <w:tr w:rsidR="003656D8" w14:paraId="03C3538D" w14:textId="77777777" w:rsidTr="00C8777F">
        <w:trPr>
          <w:trHeight w:val="864"/>
        </w:trPr>
        <w:tc>
          <w:tcPr>
            <w:tcW w:w="2952" w:type="dxa"/>
          </w:tcPr>
          <w:p w14:paraId="65A9883F" w14:textId="77777777" w:rsidR="0076782F" w:rsidRDefault="0076782F" w:rsidP="00A37277">
            <w:pPr>
              <w:jc w:val="center"/>
            </w:pPr>
          </w:p>
          <w:p w14:paraId="33DCCE60" w14:textId="77777777" w:rsidR="003656D8" w:rsidRPr="003656D8" w:rsidRDefault="003656D8" w:rsidP="00A37277">
            <w:pPr>
              <w:jc w:val="center"/>
            </w:pPr>
            <w:r w:rsidRPr="003656D8">
              <w:t>Assets</w:t>
            </w:r>
          </w:p>
        </w:tc>
        <w:tc>
          <w:tcPr>
            <w:tcW w:w="3024" w:type="dxa"/>
          </w:tcPr>
          <w:p w14:paraId="38E60B86" w14:textId="77777777" w:rsidR="0076782F" w:rsidRDefault="0076782F" w:rsidP="00A37277">
            <w:pPr>
              <w:jc w:val="center"/>
            </w:pPr>
          </w:p>
          <w:p w14:paraId="6C54D491" w14:textId="77777777" w:rsidR="003656D8" w:rsidRPr="003656D8" w:rsidRDefault="003656D8" w:rsidP="00A37277">
            <w:pPr>
              <w:jc w:val="center"/>
            </w:pPr>
            <w:r w:rsidRPr="003656D8">
              <w:t>Liabilities</w:t>
            </w:r>
          </w:p>
        </w:tc>
        <w:tc>
          <w:tcPr>
            <w:tcW w:w="2952" w:type="dxa"/>
          </w:tcPr>
          <w:p w14:paraId="0D6BA40F" w14:textId="77777777" w:rsidR="0076782F" w:rsidRDefault="0076782F" w:rsidP="00A37277">
            <w:pPr>
              <w:jc w:val="center"/>
            </w:pPr>
          </w:p>
          <w:p w14:paraId="75817DC8" w14:textId="77777777" w:rsidR="003656D8" w:rsidRPr="003656D8" w:rsidRDefault="003656D8" w:rsidP="00A37277">
            <w:pPr>
              <w:jc w:val="center"/>
            </w:pPr>
            <w:r w:rsidRPr="003656D8">
              <w:t>Stockholders’ Equity</w:t>
            </w:r>
          </w:p>
        </w:tc>
      </w:tr>
      <w:tr w:rsidR="003656D8" w14:paraId="1726D9C5" w14:textId="77777777" w:rsidTr="00C8777F">
        <w:trPr>
          <w:trHeight w:val="864"/>
        </w:trPr>
        <w:tc>
          <w:tcPr>
            <w:tcW w:w="2952" w:type="dxa"/>
          </w:tcPr>
          <w:p w14:paraId="7768FF4B" w14:textId="77777777" w:rsidR="003656D8" w:rsidRPr="003656D8" w:rsidRDefault="003656D8" w:rsidP="00A37277">
            <w:pPr>
              <w:jc w:val="center"/>
            </w:pPr>
            <w:r w:rsidRPr="003656D8">
              <w:t>+ Cash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22D399A3" w14:textId="77777777" w:rsidTr="009C0439">
              <w:trPr>
                <w:trHeight w:val="432"/>
              </w:trPr>
              <w:tc>
                <w:tcPr>
                  <w:tcW w:w="680" w:type="dxa"/>
                  <w:tcBorders>
                    <w:top w:val="single" w:sz="4" w:space="0" w:color="auto"/>
                  </w:tcBorders>
                </w:tcPr>
                <w:p w14:paraId="1216CD7F" w14:textId="77777777" w:rsidR="003656D8" w:rsidRPr="003656D8" w:rsidRDefault="003656D8" w:rsidP="003656D8"/>
              </w:tc>
              <w:tc>
                <w:tcPr>
                  <w:tcW w:w="680" w:type="dxa"/>
                  <w:tcBorders>
                    <w:top w:val="single" w:sz="4" w:space="0" w:color="auto"/>
                    <w:right w:val="single" w:sz="4" w:space="0" w:color="auto"/>
                  </w:tcBorders>
                </w:tcPr>
                <w:p w14:paraId="0FD62E52" w14:textId="77777777" w:rsidR="003656D8" w:rsidRPr="003656D8" w:rsidRDefault="003656D8" w:rsidP="003656D8"/>
              </w:tc>
              <w:tc>
                <w:tcPr>
                  <w:tcW w:w="680" w:type="dxa"/>
                  <w:tcBorders>
                    <w:top w:val="single" w:sz="4" w:space="0" w:color="auto"/>
                    <w:left w:val="single" w:sz="4" w:space="0" w:color="auto"/>
                  </w:tcBorders>
                </w:tcPr>
                <w:p w14:paraId="26BBC792" w14:textId="77777777" w:rsidR="003656D8" w:rsidRPr="003656D8" w:rsidRDefault="003656D8" w:rsidP="003656D8"/>
              </w:tc>
              <w:tc>
                <w:tcPr>
                  <w:tcW w:w="681" w:type="dxa"/>
                  <w:tcBorders>
                    <w:top w:val="single" w:sz="4" w:space="0" w:color="auto"/>
                  </w:tcBorders>
                </w:tcPr>
                <w:p w14:paraId="0CE40655" w14:textId="77777777" w:rsidR="003656D8" w:rsidRPr="003656D8" w:rsidRDefault="003656D8" w:rsidP="003656D8"/>
              </w:tc>
            </w:tr>
            <w:tr w:rsidR="003656D8" w14:paraId="6F3FEC24" w14:textId="77777777" w:rsidTr="009C0439">
              <w:trPr>
                <w:trHeight w:val="432"/>
              </w:trPr>
              <w:tc>
                <w:tcPr>
                  <w:tcW w:w="680" w:type="dxa"/>
                </w:tcPr>
                <w:p w14:paraId="2AB9C2E1" w14:textId="77777777" w:rsidR="003656D8" w:rsidRPr="003656D8" w:rsidRDefault="003656D8" w:rsidP="003656D8"/>
              </w:tc>
              <w:tc>
                <w:tcPr>
                  <w:tcW w:w="680" w:type="dxa"/>
                  <w:tcBorders>
                    <w:right w:val="single" w:sz="4" w:space="0" w:color="auto"/>
                  </w:tcBorders>
                </w:tcPr>
                <w:p w14:paraId="33760236" w14:textId="77777777" w:rsidR="003656D8" w:rsidRPr="003656D8" w:rsidRDefault="003656D8" w:rsidP="003656D8"/>
              </w:tc>
              <w:tc>
                <w:tcPr>
                  <w:tcW w:w="680" w:type="dxa"/>
                  <w:tcBorders>
                    <w:left w:val="single" w:sz="4" w:space="0" w:color="auto"/>
                  </w:tcBorders>
                </w:tcPr>
                <w:p w14:paraId="513FAE9A" w14:textId="77777777" w:rsidR="003656D8" w:rsidRPr="003656D8" w:rsidRDefault="003656D8" w:rsidP="003656D8"/>
              </w:tc>
              <w:tc>
                <w:tcPr>
                  <w:tcW w:w="681" w:type="dxa"/>
                </w:tcPr>
                <w:p w14:paraId="131A33BF" w14:textId="77777777" w:rsidR="003656D8" w:rsidRPr="003656D8" w:rsidRDefault="003656D8" w:rsidP="003656D8"/>
              </w:tc>
            </w:tr>
            <w:tr w:rsidR="003656D8" w14:paraId="7C2FD079" w14:textId="77777777" w:rsidTr="009C0439">
              <w:trPr>
                <w:trHeight w:val="432"/>
              </w:trPr>
              <w:tc>
                <w:tcPr>
                  <w:tcW w:w="680" w:type="dxa"/>
                </w:tcPr>
                <w:p w14:paraId="02532568" w14:textId="77777777" w:rsidR="003656D8" w:rsidRPr="003656D8" w:rsidRDefault="003656D8" w:rsidP="003656D8"/>
              </w:tc>
              <w:tc>
                <w:tcPr>
                  <w:tcW w:w="680" w:type="dxa"/>
                  <w:tcBorders>
                    <w:right w:val="single" w:sz="4" w:space="0" w:color="auto"/>
                  </w:tcBorders>
                </w:tcPr>
                <w:p w14:paraId="4ACEB1DD" w14:textId="77777777" w:rsidR="003656D8" w:rsidRPr="003656D8" w:rsidRDefault="003656D8" w:rsidP="003656D8"/>
              </w:tc>
              <w:tc>
                <w:tcPr>
                  <w:tcW w:w="680" w:type="dxa"/>
                  <w:tcBorders>
                    <w:left w:val="single" w:sz="4" w:space="0" w:color="auto"/>
                  </w:tcBorders>
                </w:tcPr>
                <w:p w14:paraId="768A5622" w14:textId="77777777" w:rsidR="003656D8" w:rsidRPr="003656D8" w:rsidRDefault="003656D8" w:rsidP="003656D8"/>
              </w:tc>
              <w:tc>
                <w:tcPr>
                  <w:tcW w:w="681" w:type="dxa"/>
                </w:tcPr>
                <w:p w14:paraId="341747F2" w14:textId="77777777" w:rsidR="003656D8" w:rsidRPr="003656D8" w:rsidRDefault="003656D8" w:rsidP="003656D8"/>
              </w:tc>
            </w:tr>
            <w:tr w:rsidR="003656D8" w14:paraId="1DFE1E67" w14:textId="77777777" w:rsidTr="009C0439">
              <w:trPr>
                <w:trHeight w:val="432"/>
              </w:trPr>
              <w:tc>
                <w:tcPr>
                  <w:tcW w:w="680" w:type="dxa"/>
                </w:tcPr>
                <w:p w14:paraId="515DAFB0" w14:textId="77777777" w:rsidR="003656D8" w:rsidRPr="003656D8" w:rsidRDefault="003656D8" w:rsidP="003656D8"/>
              </w:tc>
              <w:tc>
                <w:tcPr>
                  <w:tcW w:w="680" w:type="dxa"/>
                  <w:tcBorders>
                    <w:right w:val="single" w:sz="4" w:space="0" w:color="auto"/>
                  </w:tcBorders>
                </w:tcPr>
                <w:p w14:paraId="1229C4FD" w14:textId="77777777" w:rsidR="003656D8" w:rsidRPr="003656D8" w:rsidRDefault="003656D8" w:rsidP="003656D8"/>
              </w:tc>
              <w:tc>
                <w:tcPr>
                  <w:tcW w:w="680" w:type="dxa"/>
                  <w:tcBorders>
                    <w:left w:val="single" w:sz="4" w:space="0" w:color="auto"/>
                  </w:tcBorders>
                </w:tcPr>
                <w:p w14:paraId="6776CD6A" w14:textId="77777777" w:rsidR="003656D8" w:rsidRPr="003656D8" w:rsidRDefault="003656D8" w:rsidP="003656D8"/>
              </w:tc>
              <w:tc>
                <w:tcPr>
                  <w:tcW w:w="681" w:type="dxa"/>
                </w:tcPr>
                <w:p w14:paraId="53B33B7D" w14:textId="77777777" w:rsidR="003656D8" w:rsidRPr="003656D8" w:rsidRDefault="003656D8" w:rsidP="003656D8"/>
              </w:tc>
            </w:tr>
            <w:tr w:rsidR="003656D8" w14:paraId="038E1A9B" w14:textId="77777777" w:rsidTr="009C0439">
              <w:trPr>
                <w:trHeight w:val="432"/>
              </w:trPr>
              <w:tc>
                <w:tcPr>
                  <w:tcW w:w="680" w:type="dxa"/>
                </w:tcPr>
                <w:p w14:paraId="38E10FCA" w14:textId="77777777" w:rsidR="003656D8" w:rsidRPr="003656D8" w:rsidRDefault="003656D8" w:rsidP="003656D8"/>
              </w:tc>
              <w:tc>
                <w:tcPr>
                  <w:tcW w:w="680" w:type="dxa"/>
                  <w:tcBorders>
                    <w:right w:val="single" w:sz="4" w:space="0" w:color="auto"/>
                  </w:tcBorders>
                </w:tcPr>
                <w:p w14:paraId="2D277EF7" w14:textId="77777777" w:rsidR="003656D8" w:rsidRPr="003656D8" w:rsidRDefault="003656D8" w:rsidP="003656D8"/>
              </w:tc>
              <w:tc>
                <w:tcPr>
                  <w:tcW w:w="680" w:type="dxa"/>
                  <w:tcBorders>
                    <w:left w:val="single" w:sz="4" w:space="0" w:color="auto"/>
                  </w:tcBorders>
                </w:tcPr>
                <w:p w14:paraId="5F3EA79D" w14:textId="77777777" w:rsidR="003656D8" w:rsidRPr="003656D8" w:rsidRDefault="003656D8" w:rsidP="003656D8"/>
              </w:tc>
              <w:tc>
                <w:tcPr>
                  <w:tcW w:w="681" w:type="dxa"/>
                </w:tcPr>
                <w:p w14:paraId="01B122BB" w14:textId="77777777" w:rsidR="003656D8" w:rsidRPr="003656D8" w:rsidRDefault="003656D8" w:rsidP="003656D8"/>
              </w:tc>
            </w:tr>
            <w:tr w:rsidR="003656D8" w14:paraId="56293086" w14:textId="77777777" w:rsidTr="009C0439">
              <w:trPr>
                <w:trHeight w:val="432"/>
              </w:trPr>
              <w:tc>
                <w:tcPr>
                  <w:tcW w:w="680" w:type="dxa"/>
                </w:tcPr>
                <w:p w14:paraId="7D9F6866" w14:textId="77777777" w:rsidR="003656D8" w:rsidRPr="003656D8" w:rsidRDefault="003656D8" w:rsidP="003656D8"/>
              </w:tc>
              <w:tc>
                <w:tcPr>
                  <w:tcW w:w="680" w:type="dxa"/>
                  <w:tcBorders>
                    <w:right w:val="single" w:sz="4" w:space="0" w:color="auto"/>
                  </w:tcBorders>
                </w:tcPr>
                <w:p w14:paraId="67751BCF" w14:textId="77777777" w:rsidR="003656D8" w:rsidRPr="003656D8" w:rsidRDefault="003656D8" w:rsidP="003656D8"/>
              </w:tc>
              <w:tc>
                <w:tcPr>
                  <w:tcW w:w="680" w:type="dxa"/>
                  <w:tcBorders>
                    <w:left w:val="single" w:sz="4" w:space="0" w:color="auto"/>
                  </w:tcBorders>
                </w:tcPr>
                <w:p w14:paraId="12B8D48E" w14:textId="77777777" w:rsidR="003656D8" w:rsidRPr="003656D8" w:rsidRDefault="003656D8" w:rsidP="003656D8"/>
              </w:tc>
              <w:tc>
                <w:tcPr>
                  <w:tcW w:w="681" w:type="dxa"/>
                </w:tcPr>
                <w:p w14:paraId="57BF04D4" w14:textId="77777777" w:rsidR="003656D8" w:rsidRPr="003656D8" w:rsidRDefault="003656D8" w:rsidP="003656D8"/>
              </w:tc>
            </w:tr>
            <w:tr w:rsidR="009C0439" w14:paraId="3544BCB4" w14:textId="77777777" w:rsidTr="009C0439">
              <w:trPr>
                <w:trHeight w:val="432"/>
              </w:trPr>
              <w:tc>
                <w:tcPr>
                  <w:tcW w:w="680" w:type="dxa"/>
                </w:tcPr>
                <w:p w14:paraId="05377A05" w14:textId="77777777" w:rsidR="009C0439" w:rsidRPr="003656D8" w:rsidRDefault="009C0439" w:rsidP="003656D8"/>
              </w:tc>
              <w:tc>
                <w:tcPr>
                  <w:tcW w:w="680" w:type="dxa"/>
                  <w:tcBorders>
                    <w:right w:val="single" w:sz="4" w:space="0" w:color="auto"/>
                  </w:tcBorders>
                </w:tcPr>
                <w:p w14:paraId="3C50D687" w14:textId="77777777" w:rsidR="009C0439" w:rsidRPr="003656D8" w:rsidRDefault="009C0439" w:rsidP="003656D8"/>
              </w:tc>
              <w:tc>
                <w:tcPr>
                  <w:tcW w:w="680" w:type="dxa"/>
                  <w:tcBorders>
                    <w:left w:val="single" w:sz="4" w:space="0" w:color="auto"/>
                  </w:tcBorders>
                </w:tcPr>
                <w:p w14:paraId="0442C22D" w14:textId="77777777" w:rsidR="009C0439" w:rsidRPr="003656D8" w:rsidRDefault="009C0439" w:rsidP="003656D8"/>
              </w:tc>
              <w:tc>
                <w:tcPr>
                  <w:tcW w:w="681" w:type="dxa"/>
                </w:tcPr>
                <w:p w14:paraId="101FF69E" w14:textId="77777777" w:rsidR="009C0439" w:rsidRPr="003656D8" w:rsidRDefault="009C0439" w:rsidP="003656D8"/>
              </w:tc>
            </w:tr>
          </w:tbl>
          <w:p w14:paraId="29080CCD" w14:textId="77777777" w:rsidR="003656D8" w:rsidRPr="003656D8" w:rsidRDefault="003656D8" w:rsidP="003656D8"/>
        </w:tc>
        <w:tc>
          <w:tcPr>
            <w:tcW w:w="3024" w:type="dxa"/>
          </w:tcPr>
          <w:p w14:paraId="34DFCBEC" w14:textId="77777777" w:rsidR="003656D8" w:rsidRPr="003656D8" w:rsidRDefault="007D4591" w:rsidP="00A37277">
            <w:pPr>
              <w:jc w:val="center"/>
            </w:pPr>
            <w:r>
              <w:t>−</w:t>
            </w:r>
            <w:r w:rsidR="003656D8" w:rsidRPr="003656D8">
              <w:t xml:space="preserve"> Accounts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3EB45F03" w14:textId="77777777" w:rsidTr="009C0439">
              <w:trPr>
                <w:trHeight w:val="432"/>
              </w:trPr>
              <w:tc>
                <w:tcPr>
                  <w:tcW w:w="680" w:type="dxa"/>
                  <w:tcBorders>
                    <w:top w:val="single" w:sz="4" w:space="0" w:color="auto"/>
                  </w:tcBorders>
                </w:tcPr>
                <w:p w14:paraId="089EE019" w14:textId="77777777" w:rsidR="003656D8" w:rsidRPr="003656D8" w:rsidRDefault="003656D8" w:rsidP="003656D8"/>
              </w:tc>
              <w:tc>
                <w:tcPr>
                  <w:tcW w:w="680" w:type="dxa"/>
                  <w:tcBorders>
                    <w:top w:val="single" w:sz="4" w:space="0" w:color="auto"/>
                    <w:right w:val="single" w:sz="4" w:space="0" w:color="auto"/>
                  </w:tcBorders>
                </w:tcPr>
                <w:p w14:paraId="5207DDDF" w14:textId="77777777" w:rsidR="003656D8" w:rsidRPr="003656D8" w:rsidRDefault="003656D8" w:rsidP="003656D8"/>
              </w:tc>
              <w:tc>
                <w:tcPr>
                  <w:tcW w:w="680" w:type="dxa"/>
                  <w:tcBorders>
                    <w:top w:val="single" w:sz="4" w:space="0" w:color="auto"/>
                    <w:left w:val="single" w:sz="4" w:space="0" w:color="auto"/>
                  </w:tcBorders>
                </w:tcPr>
                <w:p w14:paraId="12D79619" w14:textId="77777777" w:rsidR="003656D8" w:rsidRPr="003656D8" w:rsidRDefault="003656D8" w:rsidP="003656D8"/>
              </w:tc>
              <w:tc>
                <w:tcPr>
                  <w:tcW w:w="681" w:type="dxa"/>
                  <w:tcBorders>
                    <w:top w:val="single" w:sz="4" w:space="0" w:color="auto"/>
                  </w:tcBorders>
                </w:tcPr>
                <w:p w14:paraId="73A5E7A3" w14:textId="77777777" w:rsidR="003656D8" w:rsidRPr="003656D8" w:rsidRDefault="003656D8" w:rsidP="003656D8"/>
              </w:tc>
            </w:tr>
            <w:tr w:rsidR="003656D8" w14:paraId="08C23B34" w14:textId="77777777" w:rsidTr="009C0439">
              <w:trPr>
                <w:trHeight w:val="432"/>
              </w:trPr>
              <w:tc>
                <w:tcPr>
                  <w:tcW w:w="680" w:type="dxa"/>
                </w:tcPr>
                <w:p w14:paraId="28ADC73D" w14:textId="77777777" w:rsidR="003656D8" w:rsidRPr="003656D8" w:rsidRDefault="003656D8" w:rsidP="003656D8"/>
              </w:tc>
              <w:tc>
                <w:tcPr>
                  <w:tcW w:w="680" w:type="dxa"/>
                  <w:tcBorders>
                    <w:right w:val="single" w:sz="4" w:space="0" w:color="auto"/>
                  </w:tcBorders>
                </w:tcPr>
                <w:p w14:paraId="2DC13E23" w14:textId="77777777" w:rsidR="003656D8" w:rsidRPr="003656D8" w:rsidRDefault="003656D8" w:rsidP="003656D8"/>
              </w:tc>
              <w:tc>
                <w:tcPr>
                  <w:tcW w:w="680" w:type="dxa"/>
                  <w:tcBorders>
                    <w:left w:val="single" w:sz="4" w:space="0" w:color="auto"/>
                  </w:tcBorders>
                </w:tcPr>
                <w:p w14:paraId="6979896C" w14:textId="77777777" w:rsidR="003656D8" w:rsidRPr="003656D8" w:rsidRDefault="003656D8" w:rsidP="003656D8"/>
              </w:tc>
              <w:tc>
                <w:tcPr>
                  <w:tcW w:w="681" w:type="dxa"/>
                </w:tcPr>
                <w:p w14:paraId="7699E3BA" w14:textId="77777777" w:rsidR="003656D8" w:rsidRPr="003656D8" w:rsidRDefault="003656D8" w:rsidP="003656D8"/>
              </w:tc>
            </w:tr>
            <w:tr w:rsidR="003656D8" w14:paraId="65345C1B" w14:textId="77777777" w:rsidTr="009C0439">
              <w:trPr>
                <w:trHeight w:val="432"/>
              </w:trPr>
              <w:tc>
                <w:tcPr>
                  <w:tcW w:w="680" w:type="dxa"/>
                </w:tcPr>
                <w:p w14:paraId="1E65EB45" w14:textId="77777777" w:rsidR="003656D8" w:rsidRPr="003656D8" w:rsidRDefault="003656D8" w:rsidP="003656D8"/>
              </w:tc>
              <w:tc>
                <w:tcPr>
                  <w:tcW w:w="680" w:type="dxa"/>
                  <w:tcBorders>
                    <w:right w:val="single" w:sz="4" w:space="0" w:color="auto"/>
                  </w:tcBorders>
                </w:tcPr>
                <w:p w14:paraId="46FF8471" w14:textId="77777777" w:rsidR="003656D8" w:rsidRPr="003656D8" w:rsidRDefault="003656D8" w:rsidP="003656D8"/>
              </w:tc>
              <w:tc>
                <w:tcPr>
                  <w:tcW w:w="680" w:type="dxa"/>
                  <w:tcBorders>
                    <w:left w:val="single" w:sz="4" w:space="0" w:color="auto"/>
                  </w:tcBorders>
                </w:tcPr>
                <w:p w14:paraId="5388BCBD" w14:textId="77777777" w:rsidR="003656D8" w:rsidRPr="003656D8" w:rsidRDefault="003656D8" w:rsidP="003656D8"/>
              </w:tc>
              <w:tc>
                <w:tcPr>
                  <w:tcW w:w="681" w:type="dxa"/>
                </w:tcPr>
                <w:p w14:paraId="3FBD88C2" w14:textId="77777777" w:rsidR="003656D8" w:rsidRPr="003656D8" w:rsidRDefault="003656D8" w:rsidP="003656D8"/>
              </w:tc>
            </w:tr>
            <w:tr w:rsidR="003656D8" w14:paraId="4652AE43" w14:textId="77777777" w:rsidTr="009C0439">
              <w:trPr>
                <w:trHeight w:val="432"/>
              </w:trPr>
              <w:tc>
                <w:tcPr>
                  <w:tcW w:w="680" w:type="dxa"/>
                </w:tcPr>
                <w:p w14:paraId="24BE6BA6" w14:textId="77777777" w:rsidR="003656D8" w:rsidRPr="003656D8" w:rsidRDefault="003656D8" w:rsidP="003656D8"/>
              </w:tc>
              <w:tc>
                <w:tcPr>
                  <w:tcW w:w="680" w:type="dxa"/>
                  <w:tcBorders>
                    <w:right w:val="single" w:sz="4" w:space="0" w:color="auto"/>
                  </w:tcBorders>
                </w:tcPr>
                <w:p w14:paraId="3834921A" w14:textId="77777777" w:rsidR="003656D8" w:rsidRPr="003656D8" w:rsidRDefault="003656D8" w:rsidP="003656D8"/>
              </w:tc>
              <w:tc>
                <w:tcPr>
                  <w:tcW w:w="680" w:type="dxa"/>
                  <w:tcBorders>
                    <w:left w:val="single" w:sz="4" w:space="0" w:color="auto"/>
                  </w:tcBorders>
                </w:tcPr>
                <w:p w14:paraId="53D5BE45" w14:textId="77777777" w:rsidR="003656D8" w:rsidRPr="003656D8" w:rsidRDefault="003656D8" w:rsidP="003656D8"/>
              </w:tc>
              <w:tc>
                <w:tcPr>
                  <w:tcW w:w="681" w:type="dxa"/>
                </w:tcPr>
                <w:p w14:paraId="49F13A34" w14:textId="77777777" w:rsidR="003656D8" w:rsidRPr="003656D8" w:rsidRDefault="003656D8" w:rsidP="003656D8"/>
              </w:tc>
            </w:tr>
          </w:tbl>
          <w:p w14:paraId="6CF42438" w14:textId="77777777" w:rsidR="003656D8" w:rsidRPr="003656D8" w:rsidRDefault="003656D8" w:rsidP="003656D8"/>
        </w:tc>
        <w:tc>
          <w:tcPr>
            <w:tcW w:w="2952" w:type="dxa"/>
          </w:tcPr>
          <w:p w14:paraId="6D1E570D" w14:textId="77777777" w:rsidR="003656D8" w:rsidRPr="003656D8" w:rsidRDefault="007D4591" w:rsidP="00A37277">
            <w:pPr>
              <w:jc w:val="center"/>
            </w:pPr>
            <w:r>
              <w:t>−</w:t>
            </w:r>
            <w:r w:rsidR="003656D8" w:rsidRPr="003656D8">
              <w:t xml:space="preserve"> </w:t>
            </w:r>
            <w:r w:rsidR="00625769">
              <w:t>Common Stock</w:t>
            </w:r>
            <w:r w:rsidR="003656D8" w:rsidRPr="003656D8">
              <w:t xml:space="preserv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56FDDBB6" w14:textId="77777777" w:rsidTr="009C0439">
              <w:trPr>
                <w:trHeight w:val="432"/>
              </w:trPr>
              <w:tc>
                <w:tcPr>
                  <w:tcW w:w="680" w:type="dxa"/>
                  <w:tcBorders>
                    <w:top w:val="single" w:sz="4" w:space="0" w:color="auto"/>
                  </w:tcBorders>
                </w:tcPr>
                <w:p w14:paraId="3FFE7E57" w14:textId="77777777" w:rsidR="003656D8" w:rsidRPr="003656D8" w:rsidRDefault="003656D8" w:rsidP="003656D8"/>
              </w:tc>
              <w:tc>
                <w:tcPr>
                  <w:tcW w:w="680" w:type="dxa"/>
                  <w:tcBorders>
                    <w:top w:val="single" w:sz="4" w:space="0" w:color="auto"/>
                    <w:right w:val="single" w:sz="4" w:space="0" w:color="auto"/>
                  </w:tcBorders>
                </w:tcPr>
                <w:p w14:paraId="2141A9BF" w14:textId="77777777" w:rsidR="003656D8" w:rsidRPr="003656D8" w:rsidRDefault="003656D8" w:rsidP="003656D8"/>
              </w:tc>
              <w:tc>
                <w:tcPr>
                  <w:tcW w:w="680" w:type="dxa"/>
                  <w:tcBorders>
                    <w:top w:val="single" w:sz="4" w:space="0" w:color="auto"/>
                    <w:left w:val="single" w:sz="4" w:space="0" w:color="auto"/>
                  </w:tcBorders>
                </w:tcPr>
                <w:p w14:paraId="6F19CB91" w14:textId="77777777" w:rsidR="003656D8" w:rsidRPr="003656D8" w:rsidRDefault="003656D8" w:rsidP="003656D8"/>
              </w:tc>
              <w:tc>
                <w:tcPr>
                  <w:tcW w:w="681" w:type="dxa"/>
                  <w:tcBorders>
                    <w:top w:val="single" w:sz="4" w:space="0" w:color="auto"/>
                  </w:tcBorders>
                </w:tcPr>
                <w:p w14:paraId="4BA368F2" w14:textId="77777777" w:rsidR="003656D8" w:rsidRPr="003656D8" w:rsidRDefault="003656D8" w:rsidP="003656D8"/>
              </w:tc>
            </w:tr>
            <w:tr w:rsidR="003656D8" w14:paraId="1FCA5F38" w14:textId="77777777" w:rsidTr="009C0439">
              <w:trPr>
                <w:trHeight w:val="432"/>
              </w:trPr>
              <w:tc>
                <w:tcPr>
                  <w:tcW w:w="680" w:type="dxa"/>
                </w:tcPr>
                <w:p w14:paraId="63E2C01D" w14:textId="77777777" w:rsidR="003656D8" w:rsidRPr="003656D8" w:rsidRDefault="003656D8" w:rsidP="003656D8"/>
              </w:tc>
              <w:tc>
                <w:tcPr>
                  <w:tcW w:w="680" w:type="dxa"/>
                  <w:tcBorders>
                    <w:right w:val="single" w:sz="4" w:space="0" w:color="auto"/>
                  </w:tcBorders>
                </w:tcPr>
                <w:p w14:paraId="0CF10110" w14:textId="77777777" w:rsidR="003656D8" w:rsidRPr="003656D8" w:rsidRDefault="003656D8" w:rsidP="003656D8"/>
              </w:tc>
              <w:tc>
                <w:tcPr>
                  <w:tcW w:w="680" w:type="dxa"/>
                  <w:tcBorders>
                    <w:left w:val="single" w:sz="4" w:space="0" w:color="auto"/>
                  </w:tcBorders>
                </w:tcPr>
                <w:p w14:paraId="14C28534" w14:textId="77777777" w:rsidR="003656D8" w:rsidRPr="003656D8" w:rsidRDefault="003656D8" w:rsidP="003656D8"/>
              </w:tc>
              <w:tc>
                <w:tcPr>
                  <w:tcW w:w="681" w:type="dxa"/>
                </w:tcPr>
                <w:p w14:paraId="057CCCD3" w14:textId="77777777" w:rsidR="003656D8" w:rsidRPr="003656D8" w:rsidRDefault="003656D8" w:rsidP="003656D8"/>
              </w:tc>
            </w:tr>
            <w:tr w:rsidR="003656D8" w14:paraId="6894232C" w14:textId="77777777" w:rsidTr="009C0439">
              <w:trPr>
                <w:trHeight w:val="432"/>
              </w:trPr>
              <w:tc>
                <w:tcPr>
                  <w:tcW w:w="680" w:type="dxa"/>
                </w:tcPr>
                <w:p w14:paraId="31B3B366" w14:textId="77777777" w:rsidR="003656D8" w:rsidRPr="003656D8" w:rsidRDefault="003656D8" w:rsidP="003656D8"/>
              </w:tc>
              <w:tc>
                <w:tcPr>
                  <w:tcW w:w="680" w:type="dxa"/>
                  <w:tcBorders>
                    <w:right w:val="single" w:sz="4" w:space="0" w:color="auto"/>
                  </w:tcBorders>
                </w:tcPr>
                <w:p w14:paraId="55F6118A" w14:textId="77777777" w:rsidR="003656D8" w:rsidRPr="003656D8" w:rsidRDefault="003656D8" w:rsidP="003656D8"/>
              </w:tc>
              <w:tc>
                <w:tcPr>
                  <w:tcW w:w="680" w:type="dxa"/>
                  <w:tcBorders>
                    <w:left w:val="single" w:sz="4" w:space="0" w:color="auto"/>
                  </w:tcBorders>
                </w:tcPr>
                <w:p w14:paraId="5C0BD1E5" w14:textId="77777777" w:rsidR="003656D8" w:rsidRPr="003656D8" w:rsidRDefault="003656D8" w:rsidP="003656D8"/>
              </w:tc>
              <w:tc>
                <w:tcPr>
                  <w:tcW w:w="681" w:type="dxa"/>
                </w:tcPr>
                <w:p w14:paraId="4C801435" w14:textId="77777777" w:rsidR="003656D8" w:rsidRPr="003656D8" w:rsidRDefault="003656D8" w:rsidP="003656D8"/>
              </w:tc>
            </w:tr>
            <w:tr w:rsidR="003656D8" w14:paraId="0EE19927" w14:textId="77777777" w:rsidTr="009C0439">
              <w:trPr>
                <w:trHeight w:val="432"/>
              </w:trPr>
              <w:tc>
                <w:tcPr>
                  <w:tcW w:w="680" w:type="dxa"/>
                </w:tcPr>
                <w:p w14:paraId="16163ABC" w14:textId="77777777" w:rsidR="003656D8" w:rsidRPr="003656D8" w:rsidRDefault="003656D8" w:rsidP="003656D8"/>
              </w:tc>
              <w:tc>
                <w:tcPr>
                  <w:tcW w:w="680" w:type="dxa"/>
                  <w:tcBorders>
                    <w:right w:val="single" w:sz="4" w:space="0" w:color="auto"/>
                  </w:tcBorders>
                </w:tcPr>
                <w:p w14:paraId="6DD7F96A" w14:textId="77777777" w:rsidR="003656D8" w:rsidRPr="003656D8" w:rsidRDefault="003656D8" w:rsidP="003656D8"/>
              </w:tc>
              <w:tc>
                <w:tcPr>
                  <w:tcW w:w="680" w:type="dxa"/>
                  <w:tcBorders>
                    <w:left w:val="single" w:sz="4" w:space="0" w:color="auto"/>
                  </w:tcBorders>
                </w:tcPr>
                <w:p w14:paraId="11883D6A" w14:textId="77777777" w:rsidR="003656D8" w:rsidRPr="003656D8" w:rsidRDefault="003656D8" w:rsidP="003656D8"/>
              </w:tc>
              <w:tc>
                <w:tcPr>
                  <w:tcW w:w="681" w:type="dxa"/>
                </w:tcPr>
                <w:p w14:paraId="32A8C02F" w14:textId="77777777" w:rsidR="003656D8" w:rsidRPr="003656D8" w:rsidRDefault="003656D8" w:rsidP="003656D8"/>
              </w:tc>
            </w:tr>
          </w:tbl>
          <w:p w14:paraId="7FBD2AFB" w14:textId="77777777" w:rsidR="003656D8" w:rsidRPr="003656D8" w:rsidRDefault="003656D8" w:rsidP="003656D8"/>
        </w:tc>
      </w:tr>
      <w:tr w:rsidR="003656D8" w14:paraId="6B8F5BE4" w14:textId="77777777" w:rsidTr="00C8777F">
        <w:trPr>
          <w:trHeight w:val="864"/>
        </w:trPr>
        <w:tc>
          <w:tcPr>
            <w:tcW w:w="2952" w:type="dxa"/>
          </w:tcPr>
          <w:p w14:paraId="487D1456" w14:textId="77777777" w:rsidR="0076782F" w:rsidRDefault="0076782F" w:rsidP="00A37277">
            <w:pPr>
              <w:jc w:val="center"/>
            </w:pPr>
          </w:p>
          <w:p w14:paraId="018202CF" w14:textId="77777777" w:rsidR="003656D8" w:rsidRPr="003656D8" w:rsidRDefault="003656D8" w:rsidP="00A37277">
            <w:pPr>
              <w:jc w:val="center"/>
            </w:pPr>
            <w:r w:rsidRPr="003656D8">
              <w:t>+ Supplies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24541775" w14:textId="77777777" w:rsidTr="009C0439">
              <w:trPr>
                <w:trHeight w:val="432"/>
              </w:trPr>
              <w:tc>
                <w:tcPr>
                  <w:tcW w:w="680" w:type="dxa"/>
                  <w:tcBorders>
                    <w:top w:val="single" w:sz="4" w:space="0" w:color="auto"/>
                  </w:tcBorders>
                </w:tcPr>
                <w:p w14:paraId="73B27153" w14:textId="77777777" w:rsidR="003656D8" w:rsidRPr="003656D8" w:rsidRDefault="003656D8" w:rsidP="003656D8"/>
              </w:tc>
              <w:tc>
                <w:tcPr>
                  <w:tcW w:w="680" w:type="dxa"/>
                  <w:tcBorders>
                    <w:top w:val="single" w:sz="4" w:space="0" w:color="auto"/>
                    <w:right w:val="single" w:sz="4" w:space="0" w:color="auto"/>
                  </w:tcBorders>
                </w:tcPr>
                <w:p w14:paraId="1FB26ADA" w14:textId="77777777" w:rsidR="003656D8" w:rsidRPr="003656D8" w:rsidRDefault="003656D8" w:rsidP="003656D8"/>
              </w:tc>
              <w:tc>
                <w:tcPr>
                  <w:tcW w:w="680" w:type="dxa"/>
                  <w:tcBorders>
                    <w:top w:val="single" w:sz="4" w:space="0" w:color="auto"/>
                    <w:left w:val="single" w:sz="4" w:space="0" w:color="auto"/>
                  </w:tcBorders>
                </w:tcPr>
                <w:p w14:paraId="1AB9E937" w14:textId="77777777" w:rsidR="003656D8" w:rsidRPr="003656D8" w:rsidRDefault="003656D8" w:rsidP="003656D8"/>
              </w:tc>
              <w:tc>
                <w:tcPr>
                  <w:tcW w:w="681" w:type="dxa"/>
                  <w:tcBorders>
                    <w:top w:val="single" w:sz="4" w:space="0" w:color="auto"/>
                  </w:tcBorders>
                </w:tcPr>
                <w:p w14:paraId="6934A969" w14:textId="77777777" w:rsidR="003656D8" w:rsidRPr="003656D8" w:rsidRDefault="003656D8" w:rsidP="003656D8"/>
              </w:tc>
            </w:tr>
            <w:tr w:rsidR="003656D8" w14:paraId="367FB0C0" w14:textId="77777777" w:rsidTr="009C0439">
              <w:trPr>
                <w:trHeight w:val="432"/>
              </w:trPr>
              <w:tc>
                <w:tcPr>
                  <w:tcW w:w="680" w:type="dxa"/>
                </w:tcPr>
                <w:p w14:paraId="4914B613" w14:textId="77777777" w:rsidR="003656D8" w:rsidRPr="003656D8" w:rsidRDefault="003656D8" w:rsidP="003656D8"/>
              </w:tc>
              <w:tc>
                <w:tcPr>
                  <w:tcW w:w="680" w:type="dxa"/>
                  <w:tcBorders>
                    <w:right w:val="single" w:sz="4" w:space="0" w:color="auto"/>
                  </w:tcBorders>
                </w:tcPr>
                <w:p w14:paraId="3A99D730" w14:textId="77777777" w:rsidR="003656D8" w:rsidRPr="003656D8" w:rsidRDefault="003656D8" w:rsidP="003656D8"/>
              </w:tc>
              <w:tc>
                <w:tcPr>
                  <w:tcW w:w="680" w:type="dxa"/>
                  <w:tcBorders>
                    <w:left w:val="single" w:sz="4" w:space="0" w:color="auto"/>
                  </w:tcBorders>
                </w:tcPr>
                <w:p w14:paraId="3AE10F93" w14:textId="77777777" w:rsidR="003656D8" w:rsidRPr="003656D8" w:rsidRDefault="003656D8" w:rsidP="003656D8"/>
              </w:tc>
              <w:tc>
                <w:tcPr>
                  <w:tcW w:w="681" w:type="dxa"/>
                </w:tcPr>
                <w:p w14:paraId="671F4AA6" w14:textId="77777777" w:rsidR="003656D8" w:rsidRPr="003656D8" w:rsidRDefault="003656D8" w:rsidP="003656D8"/>
              </w:tc>
            </w:tr>
            <w:tr w:rsidR="003656D8" w14:paraId="542A8E87" w14:textId="77777777" w:rsidTr="009C0439">
              <w:trPr>
                <w:trHeight w:val="432"/>
              </w:trPr>
              <w:tc>
                <w:tcPr>
                  <w:tcW w:w="680" w:type="dxa"/>
                </w:tcPr>
                <w:p w14:paraId="5BAC858C" w14:textId="77777777" w:rsidR="003656D8" w:rsidRPr="003656D8" w:rsidRDefault="003656D8" w:rsidP="003656D8"/>
              </w:tc>
              <w:tc>
                <w:tcPr>
                  <w:tcW w:w="680" w:type="dxa"/>
                  <w:tcBorders>
                    <w:right w:val="single" w:sz="4" w:space="0" w:color="auto"/>
                  </w:tcBorders>
                </w:tcPr>
                <w:p w14:paraId="048C36DC" w14:textId="77777777" w:rsidR="003656D8" w:rsidRPr="003656D8" w:rsidRDefault="003656D8" w:rsidP="003656D8"/>
              </w:tc>
              <w:tc>
                <w:tcPr>
                  <w:tcW w:w="680" w:type="dxa"/>
                  <w:tcBorders>
                    <w:left w:val="single" w:sz="4" w:space="0" w:color="auto"/>
                  </w:tcBorders>
                </w:tcPr>
                <w:p w14:paraId="12215816" w14:textId="77777777" w:rsidR="003656D8" w:rsidRPr="003656D8" w:rsidRDefault="003656D8" w:rsidP="003656D8"/>
              </w:tc>
              <w:tc>
                <w:tcPr>
                  <w:tcW w:w="681" w:type="dxa"/>
                </w:tcPr>
                <w:p w14:paraId="243D0661" w14:textId="77777777" w:rsidR="003656D8" w:rsidRPr="003656D8" w:rsidRDefault="003656D8" w:rsidP="003656D8"/>
              </w:tc>
            </w:tr>
            <w:tr w:rsidR="003656D8" w14:paraId="0B987B98" w14:textId="77777777" w:rsidTr="009C0439">
              <w:trPr>
                <w:trHeight w:val="432"/>
              </w:trPr>
              <w:tc>
                <w:tcPr>
                  <w:tcW w:w="680" w:type="dxa"/>
                </w:tcPr>
                <w:p w14:paraId="7FAAC255" w14:textId="77777777" w:rsidR="003656D8" w:rsidRPr="003656D8" w:rsidRDefault="003656D8" w:rsidP="003656D8"/>
              </w:tc>
              <w:tc>
                <w:tcPr>
                  <w:tcW w:w="680" w:type="dxa"/>
                  <w:tcBorders>
                    <w:right w:val="single" w:sz="4" w:space="0" w:color="auto"/>
                  </w:tcBorders>
                </w:tcPr>
                <w:p w14:paraId="54EE294B" w14:textId="77777777" w:rsidR="003656D8" w:rsidRPr="003656D8" w:rsidRDefault="003656D8" w:rsidP="003656D8"/>
              </w:tc>
              <w:tc>
                <w:tcPr>
                  <w:tcW w:w="680" w:type="dxa"/>
                  <w:tcBorders>
                    <w:left w:val="single" w:sz="4" w:space="0" w:color="auto"/>
                  </w:tcBorders>
                </w:tcPr>
                <w:p w14:paraId="4FB30A2C" w14:textId="77777777" w:rsidR="003656D8" w:rsidRPr="003656D8" w:rsidRDefault="003656D8" w:rsidP="003656D8"/>
              </w:tc>
              <w:tc>
                <w:tcPr>
                  <w:tcW w:w="681" w:type="dxa"/>
                </w:tcPr>
                <w:p w14:paraId="229A115A" w14:textId="77777777" w:rsidR="003656D8" w:rsidRPr="003656D8" w:rsidRDefault="003656D8" w:rsidP="003656D8"/>
              </w:tc>
            </w:tr>
          </w:tbl>
          <w:p w14:paraId="73CA3E26" w14:textId="77777777" w:rsidR="003656D8" w:rsidRPr="003656D8" w:rsidRDefault="003656D8" w:rsidP="003656D8"/>
        </w:tc>
        <w:tc>
          <w:tcPr>
            <w:tcW w:w="3024" w:type="dxa"/>
          </w:tcPr>
          <w:p w14:paraId="30BF2008" w14:textId="77777777" w:rsidR="0076782F" w:rsidRDefault="0076782F" w:rsidP="00A37277">
            <w:pPr>
              <w:jc w:val="center"/>
            </w:pPr>
          </w:p>
          <w:p w14:paraId="2F3C9FDC" w14:textId="77777777" w:rsidR="003656D8" w:rsidRPr="003656D8" w:rsidRDefault="007D4591" w:rsidP="00A37277">
            <w:pPr>
              <w:jc w:val="center"/>
            </w:pPr>
            <w:r>
              <w:t>−</w:t>
            </w:r>
            <w:r w:rsidR="003656D8" w:rsidRPr="003656D8">
              <w:t xml:space="preserve"> Notes Payable </w:t>
            </w:r>
            <w:r w:rsidR="00C8777F">
              <w:t xml:space="preserve">(short-term) </w:t>
            </w:r>
            <w:r w:rsidR="003656D8" w:rsidRPr="003656D8">
              <w: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6B8131EB" w14:textId="77777777" w:rsidTr="009C0439">
              <w:trPr>
                <w:trHeight w:val="432"/>
              </w:trPr>
              <w:tc>
                <w:tcPr>
                  <w:tcW w:w="680" w:type="dxa"/>
                  <w:tcBorders>
                    <w:top w:val="single" w:sz="4" w:space="0" w:color="auto"/>
                  </w:tcBorders>
                </w:tcPr>
                <w:p w14:paraId="43CD834D" w14:textId="77777777" w:rsidR="003656D8" w:rsidRPr="003656D8" w:rsidRDefault="003656D8" w:rsidP="003656D8"/>
              </w:tc>
              <w:tc>
                <w:tcPr>
                  <w:tcW w:w="680" w:type="dxa"/>
                  <w:tcBorders>
                    <w:top w:val="single" w:sz="4" w:space="0" w:color="auto"/>
                    <w:right w:val="single" w:sz="4" w:space="0" w:color="auto"/>
                  </w:tcBorders>
                </w:tcPr>
                <w:p w14:paraId="3E330CA5" w14:textId="77777777" w:rsidR="003656D8" w:rsidRPr="003656D8" w:rsidRDefault="003656D8" w:rsidP="003656D8"/>
              </w:tc>
              <w:tc>
                <w:tcPr>
                  <w:tcW w:w="680" w:type="dxa"/>
                  <w:tcBorders>
                    <w:top w:val="single" w:sz="4" w:space="0" w:color="auto"/>
                    <w:left w:val="single" w:sz="4" w:space="0" w:color="auto"/>
                  </w:tcBorders>
                </w:tcPr>
                <w:p w14:paraId="4778F074" w14:textId="77777777" w:rsidR="003656D8" w:rsidRPr="003656D8" w:rsidRDefault="003656D8" w:rsidP="003656D8"/>
              </w:tc>
              <w:tc>
                <w:tcPr>
                  <w:tcW w:w="681" w:type="dxa"/>
                  <w:tcBorders>
                    <w:top w:val="single" w:sz="4" w:space="0" w:color="auto"/>
                  </w:tcBorders>
                </w:tcPr>
                <w:p w14:paraId="05AD7C2B" w14:textId="77777777" w:rsidR="003656D8" w:rsidRPr="003656D8" w:rsidRDefault="003656D8" w:rsidP="003656D8"/>
              </w:tc>
            </w:tr>
            <w:tr w:rsidR="003656D8" w14:paraId="1BB3F553" w14:textId="77777777" w:rsidTr="009C0439">
              <w:trPr>
                <w:trHeight w:val="432"/>
              </w:trPr>
              <w:tc>
                <w:tcPr>
                  <w:tcW w:w="680" w:type="dxa"/>
                </w:tcPr>
                <w:p w14:paraId="5664FC55" w14:textId="77777777" w:rsidR="003656D8" w:rsidRPr="003656D8" w:rsidRDefault="003656D8" w:rsidP="003656D8"/>
              </w:tc>
              <w:tc>
                <w:tcPr>
                  <w:tcW w:w="680" w:type="dxa"/>
                  <w:tcBorders>
                    <w:right w:val="single" w:sz="4" w:space="0" w:color="auto"/>
                  </w:tcBorders>
                </w:tcPr>
                <w:p w14:paraId="7B311B5F" w14:textId="77777777" w:rsidR="003656D8" w:rsidRPr="003656D8" w:rsidRDefault="003656D8" w:rsidP="003656D8"/>
              </w:tc>
              <w:tc>
                <w:tcPr>
                  <w:tcW w:w="680" w:type="dxa"/>
                  <w:tcBorders>
                    <w:left w:val="single" w:sz="4" w:space="0" w:color="auto"/>
                  </w:tcBorders>
                </w:tcPr>
                <w:p w14:paraId="25F40B31" w14:textId="77777777" w:rsidR="003656D8" w:rsidRPr="003656D8" w:rsidRDefault="003656D8" w:rsidP="003656D8"/>
              </w:tc>
              <w:tc>
                <w:tcPr>
                  <w:tcW w:w="681" w:type="dxa"/>
                </w:tcPr>
                <w:p w14:paraId="1E5E1E0F" w14:textId="77777777" w:rsidR="003656D8" w:rsidRPr="003656D8" w:rsidRDefault="003656D8" w:rsidP="003656D8"/>
              </w:tc>
            </w:tr>
            <w:tr w:rsidR="003656D8" w14:paraId="63A4E1F4" w14:textId="77777777" w:rsidTr="009C0439">
              <w:trPr>
                <w:trHeight w:val="432"/>
              </w:trPr>
              <w:tc>
                <w:tcPr>
                  <w:tcW w:w="680" w:type="dxa"/>
                </w:tcPr>
                <w:p w14:paraId="61D73CC1" w14:textId="77777777" w:rsidR="003656D8" w:rsidRPr="003656D8" w:rsidRDefault="003656D8" w:rsidP="003656D8"/>
              </w:tc>
              <w:tc>
                <w:tcPr>
                  <w:tcW w:w="680" w:type="dxa"/>
                  <w:tcBorders>
                    <w:right w:val="single" w:sz="4" w:space="0" w:color="auto"/>
                  </w:tcBorders>
                </w:tcPr>
                <w:p w14:paraId="19429C85" w14:textId="77777777" w:rsidR="003656D8" w:rsidRPr="003656D8" w:rsidRDefault="003656D8" w:rsidP="003656D8"/>
              </w:tc>
              <w:tc>
                <w:tcPr>
                  <w:tcW w:w="680" w:type="dxa"/>
                  <w:tcBorders>
                    <w:left w:val="single" w:sz="4" w:space="0" w:color="auto"/>
                  </w:tcBorders>
                </w:tcPr>
                <w:p w14:paraId="2B7B5D14" w14:textId="77777777" w:rsidR="003656D8" w:rsidRPr="003656D8" w:rsidRDefault="003656D8" w:rsidP="003656D8"/>
              </w:tc>
              <w:tc>
                <w:tcPr>
                  <w:tcW w:w="681" w:type="dxa"/>
                </w:tcPr>
                <w:p w14:paraId="36AE9C09" w14:textId="77777777" w:rsidR="003656D8" w:rsidRPr="003656D8" w:rsidRDefault="003656D8" w:rsidP="003656D8"/>
              </w:tc>
            </w:tr>
            <w:tr w:rsidR="003656D8" w14:paraId="310D005F" w14:textId="77777777" w:rsidTr="009C0439">
              <w:trPr>
                <w:trHeight w:val="432"/>
              </w:trPr>
              <w:tc>
                <w:tcPr>
                  <w:tcW w:w="680" w:type="dxa"/>
                </w:tcPr>
                <w:p w14:paraId="477D41EE" w14:textId="77777777" w:rsidR="003656D8" w:rsidRPr="003656D8" w:rsidRDefault="003656D8" w:rsidP="003656D8"/>
              </w:tc>
              <w:tc>
                <w:tcPr>
                  <w:tcW w:w="680" w:type="dxa"/>
                  <w:tcBorders>
                    <w:right w:val="single" w:sz="4" w:space="0" w:color="auto"/>
                  </w:tcBorders>
                </w:tcPr>
                <w:p w14:paraId="2B571DB4" w14:textId="77777777" w:rsidR="003656D8" w:rsidRPr="003656D8" w:rsidRDefault="003656D8" w:rsidP="003656D8"/>
              </w:tc>
              <w:tc>
                <w:tcPr>
                  <w:tcW w:w="680" w:type="dxa"/>
                  <w:tcBorders>
                    <w:left w:val="single" w:sz="4" w:space="0" w:color="auto"/>
                  </w:tcBorders>
                </w:tcPr>
                <w:p w14:paraId="481B5EDA" w14:textId="77777777" w:rsidR="003656D8" w:rsidRPr="003656D8" w:rsidRDefault="003656D8" w:rsidP="003656D8"/>
              </w:tc>
              <w:tc>
                <w:tcPr>
                  <w:tcW w:w="681" w:type="dxa"/>
                </w:tcPr>
                <w:p w14:paraId="5D12B094" w14:textId="77777777" w:rsidR="003656D8" w:rsidRPr="003656D8" w:rsidRDefault="003656D8" w:rsidP="003656D8"/>
              </w:tc>
            </w:tr>
          </w:tbl>
          <w:p w14:paraId="5AD417D9" w14:textId="77777777" w:rsidR="003656D8" w:rsidRPr="003656D8" w:rsidRDefault="003656D8" w:rsidP="003656D8"/>
        </w:tc>
        <w:tc>
          <w:tcPr>
            <w:tcW w:w="2952" w:type="dxa"/>
          </w:tcPr>
          <w:p w14:paraId="15A3C9C9" w14:textId="77777777" w:rsidR="0076782F" w:rsidRDefault="0076782F" w:rsidP="00A37277">
            <w:pPr>
              <w:jc w:val="center"/>
            </w:pPr>
          </w:p>
          <w:p w14:paraId="4780D15A" w14:textId="77777777" w:rsidR="003656D8" w:rsidRPr="003656D8" w:rsidRDefault="007D4591" w:rsidP="00A37277">
            <w:pPr>
              <w:jc w:val="center"/>
            </w:pPr>
            <w:r>
              <w:t>−</w:t>
            </w:r>
            <w:r w:rsidR="003656D8" w:rsidRPr="003656D8">
              <w:t xml:space="preserve"> Retained Earnings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34754B40" w14:textId="77777777" w:rsidTr="009C0439">
              <w:trPr>
                <w:trHeight w:val="432"/>
              </w:trPr>
              <w:tc>
                <w:tcPr>
                  <w:tcW w:w="680" w:type="dxa"/>
                  <w:tcBorders>
                    <w:top w:val="single" w:sz="4" w:space="0" w:color="auto"/>
                  </w:tcBorders>
                </w:tcPr>
                <w:p w14:paraId="33EC3F6A" w14:textId="77777777" w:rsidR="003656D8" w:rsidRPr="003656D8" w:rsidRDefault="003656D8" w:rsidP="003656D8"/>
              </w:tc>
              <w:tc>
                <w:tcPr>
                  <w:tcW w:w="680" w:type="dxa"/>
                  <w:tcBorders>
                    <w:top w:val="single" w:sz="4" w:space="0" w:color="auto"/>
                    <w:right w:val="single" w:sz="4" w:space="0" w:color="auto"/>
                  </w:tcBorders>
                </w:tcPr>
                <w:p w14:paraId="0949978F" w14:textId="77777777" w:rsidR="003656D8" w:rsidRPr="003656D8" w:rsidRDefault="003656D8" w:rsidP="003656D8"/>
              </w:tc>
              <w:tc>
                <w:tcPr>
                  <w:tcW w:w="680" w:type="dxa"/>
                  <w:tcBorders>
                    <w:top w:val="single" w:sz="4" w:space="0" w:color="auto"/>
                    <w:left w:val="single" w:sz="4" w:space="0" w:color="auto"/>
                  </w:tcBorders>
                </w:tcPr>
                <w:p w14:paraId="6747F874" w14:textId="77777777" w:rsidR="003656D8" w:rsidRPr="003656D8" w:rsidRDefault="003656D8" w:rsidP="003656D8"/>
              </w:tc>
              <w:tc>
                <w:tcPr>
                  <w:tcW w:w="681" w:type="dxa"/>
                  <w:tcBorders>
                    <w:top w:val="single" w:sz="4" w:space="0" w:color="auto"/>
                  </w:tcBorders>
                </w:tcPr>
                <w:p w14:paraId="4F135A20" w14:textId="77777777" w:rsidR="003656D8" w:rsidRPr="003656D8" w:rsidRDefault="003656D8" w:rsidP="003656D8"/>
              </w:tc>
            </w:tr>
            <w:tr w:rsidR="003656D8" w14:paraId="2AFEB86D" w14:textId="77777777" w:rsidTr="009C0439">
              <w:trPr>
                <w:trHeight w:val="432"/>
              </w:trPr>
              <w:tc>
                <w:tcPr>
                  <w:tcW w:w="680" w:type="dxa"/>
                </w:tcPr>
                <w:p w14:paraId="12D4B6FC" w14:textId="77777777" w:rsidR="003656D8" w:rsidRPr="003656D8" w:rsidRDefault="003656D8" w:rsidP="003656D8"/>
              </w:tc>
              <w:tc>
                <w:tcPr>
                  <w:tcW w:w="680" w:type="dxa"/>
                  <w:tcBorders>
                    <w:right w:val="single" w:sz="4" w:space="0" w:color="auto"/>
                  </w:tcBorders>
                </w:tcPr>
                <w:p w14:paraId="057CA822" w14:textId="77777777" w:rsidR="003656D8" w:rsidRPr="003656D8" w:rsidRDefault="003656D8" w:rsidP="003656D8"/>
              </w:tc>
              <w:tc>
                <w:tcPr>
                  <w:tcW w:w="680" w:type="dxa"/>
                  <w:tcBorders>
                    <w:left w:val="single" w:sz="4" w:space="0" w:color="auto"/>
                  </w:tcBorders>
                </w:tcPr>
                <w:p w14:paraId="1A4AD7E0" w14:textId="77777777" w:rsidR="003656D8" w:rsidRPr="003656D8" w:rsidRDefault="003656D8" w:rsidP="003656D8"/>
              </w:tc>
              <w:tc>
                <w:tcPr>
                  <w:tcW w:w="681" w:type="dxa"/>
                </w:tcPr>
                <w:p w14:paraId="444876B4" w14:textId="77777777" w:rsidR="003656D8" w:rsidRPr="003656D8" w:rsidRDefault="003656D8" w:rsidP="003656D8"/>
              </w:tc>
            </w:tr>
            <w:tr w:rsidR="003656D8" w14:paraId="4CC073A5" w14:textId="77777777" w:rsidTr="009C0439">
              <w:trPr>
                <w:trHeight w:val="432"/>
              </w:trPr>
              <w:tc>
                <w:tcPr>
                  <w:tcW w:w="680" w:type="dxa"/>
                </w:tcPr>
                <w:p w14:paraId="08F5E9B2" w14:textId="77777777" w:rsidR="003656D8" w:rsidRPr="003656D8" w:rsidRDefault="003656D8" w:rsidP="003656D8"/>
              </w:tc>
              <w:tc>
                <w:tcPr>
                  <w:tcW w:w="680" w:type="dxa"/>
                  <w:tcBorders>
                    <w:right w:val="single" w:sz="4" w:space="0" w:color="auto"/>
                  </w:tcBorders>
                </w:tcPr>
                <w:p w14:paraId="5D12F8B3" w14:textId="77777777" w:rsidR="003656D8" w:rsidRPr="003656D8" w:rsidRDefault="003656D8" w:rsidP="003656D8"/>
              </w:tc>
              <w:tc>
                <w:tcPr>
                  <w:tcW w:w="680" w:type="dxa"/>
                  <w:tcBorders>
                    <w:left w:val="single" w:sz="4" w:space="0" w:color="auto"/>
                  </w:tcBorders>
                </w:tcPr>
                <w:p w14:paraId="3BDBDD38" w14:textId="77777777" w:rsidR="003656D8" w:rsidRPr="003656D8" w:rsidRDefault="003656D8" w:rsidP="003656D8"/>
              </w:tc>
              <w:tc>
                <w:tcPr>
                  <w:tcW w:w="681" w:type="dxa"/>
                </w:tcPr>
                <w:p w14:paraId="7CC28049" w14:textId="77777777" w:rsidR="003656D8" w:rsidRPr="003656D8" w:rsidRDefault="003656D8" w:rsidP="003656D8"/>
              </w:tc>
            </w:tr>
            <w:tr w:rsidR="003656D8" w14:paraId="69E00C5C" w14:textId="77777777" w:rsidTr="009C0439">
              <w:trPr>
                <w:trHeight w:val="432"/>
              </w:trPr>
              <w:tc>
                <w:tcPr>
                  <w:tcW w:w="680" w:type="dxa"/>
                </w:tcPr>
                <w:p w14:paraId="0E2155FD" w14:textId="77777777" w:rsidR="003656D8" w:rsidRPr="003656D8" w:rsidRDefault="003656D8" w:rsidP="003656D8"/>
              </w:tc>
              <w:tc>
                <w:tcPr>
                  <w:tcW w:w="680" w:type="dxa"/>
                  <w:tcBorders>
                    <w:right w:val="single" w:sz="4" w:space="0" w:color="auto"/>
                  </w:tcBorders>
                </w:tcPr>
                <w:p w14:paraId="2FEC849B" w14:textId="77777777" w:rsidR="003656D8" w:rsidRPr="003656D8" w:rsidRDefault="003656D8" w:rsidP="003656D8"/>
              </w:tc>
              <w:tc>
                <w:tcPr>
                  <w:tcW w:w="680" w:type="dxa"/>
                  <w:tcBorders>
                    <w:left w:val="single" w:sz="4" w:space="0" w:color="auto"/>
                  </w:tcBorders>
                </w:tcPr>
                <w:p w14:paraId="1FA802E8" w14:textId="77777777" w:rsidR="003656D8" w:rsidRPr="003656D8" w:rsidRDefault="003656D8" w:rsidP="003656D8"/>
              </w:tc>
              <w:tc>
                <w:tcPr>
                  <w:tcW w:w="681" w:type="dxa"/>
                </w:tcPr>
                <w:p w14:paraId="0B843488" w14:textId="77777777" w:rsidR="003656D8" w:rsidRPr="003656D8" w:rsidRDefault="003656D8" w:rsidP="003656D8"/>
              </w:tc>
            </w:tr>
          </w:tbl>
          <w:p w14:paraId="53472626" w14:textId="77777777" w:rsidR="003656D8" w:rsidRPr="003656D8" w:rsidRDefault="003656D8" w:rsidP="003656D8"/>
        </w:tc>
      </w:tr>
      <w:tr w:rsidR="003656D8" w14:paraId="47D8952D" w14:textId="77777777" w:rsidTr="00C8777F">
        <w:trPr>
          <w:trHeight w:val="864"/>
        </w:trPr>
        <w:tc>
          <w:tcPr>
            <w:tcW w:w="2952" w:type="dxa"/>
          </w:tcPr>
          <w:p w14:paraId="75C51CBB" w14:textId="77777777" w:rsidR="008A64AF" w:rsidRDefault="008A64AF" w:rsidP="00A37277">
            <w:pPr>
              <w:jc w:val="center"/>
            </w:pPr>
          </w:p>
          <w:p w14:paraId="25EC2925" w14:textId="77777777" w:rsidR="003656D8" w:rsidRPr="003656D8" w:rsidRDefault="003656D8" w:rsidP="00A37277">
            <w:pPr>
              <w:jc w:val="center"/>
            </w:pPr>
            <w:r w:rsidRPr="003656D8">
              <w:t>+ Equipment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80"/>
              <w:gridCol w:w="680"/>
              <w:gridCol w:w="680"/>
              <w:gridCol w:w="681"/>
            </w:tblGrid>
            <w:tr w:rsidR="003656D8" w14:paraId="57E061EF" w14:textId="77777777" w:rsidTr="009C0439">
              <w:trPr>
                <w:trHeight w:val="432"/>
              </w:trPr>
              <w:tc>
                <w:tcPr>
                  <w:tcW w:w="680" w:type="dxa"/>
                  <w:tcBorders>
                    <w:top w:val="single" w:sz="4" w:space="0" w:color="auto"/>
                  </w:tcBorders>
                </w:tcPr>
                <w:p w14:paraId="6FF349FA" w14:textId="77777777" w:rsidR="003656D8" w:rsidRPr="003656D8" w:rsidRDefault="003656D8" w:rsidP="003656D8"/>
              </w:tc>
              <w:tc>
                <w:tcPr>
                  <w:tcW w:w="680" w:type="dxa"/>
                  <w:tcBorders>
                    <w:top w:val="single" w:sz="4" w:space="0" w:color="auto"/>
                    <w:right w:val="single" w:sz="4" w:space="0" w:color="auto"/>
                  </w:tcBorders>
                </w:tcPr>
                <w:p w14:paraId="6369FE58" w14:textId="77777777" w:rsidR="003656D8" w:rsidRPr="003656D8" w:rsidRDefault="003656D8" w:rsidP="003656D8"/>
              </w:tc>
              <w:tc>
                <w:tcPr>
                  <w:tcW w:w="680" w:type="dxa"/>
                  <w:tcBorders>
                    <w:top w:val="single" w:sz="4" w:space="0" w:color="auto"/>
                    <w:left w:val="single" w:sz="4" w:space="0" w:color="auto"/>
                  </w:tcBorders>
                </w:tcPr>
                <w:p w14:paraId="744F5FFD" w14:textId="77777777" w:rsidR="003656D8" w:rsidRPr="003656D8" w:rsidRDefault="003656D8" w:rsidP="003656D8"/>
              </w:tc>
              <w:tc>
                <w:tcPr>
                  <w:tcW w:w="681" w:type="dxa"/>
                  <w:tcBorders>
                    <w:top w:val="single" w:sz="4" w:space="0" w:color="auto"/>
                  </w:tcBorders>
                </w:tcPr>
                <w:p w14:paraId="24226DF0" w14:textId="77777777" w:rsidR="003656D8" w:rsidRPr="003656D8" w:rsidRDefault="003656D8" w:rsidP="003656D8"/>
              </w:tc>
            </w:tr>
            <w:tr w:rsidR="003656D8" w14:paraId="52990797" w14:textId="77777777" w:rsidTr="009C0439">
              <w:trPr>
                <w:trHeight w:val="432"/>
              </w:trPr>
              <w:tc>
                <w:tcPr>
                  <w:tcW w:w="680" w:type="dxa"/>
                </w:tcPr>
                <w:p w14:paraId="5619EE2E" w14:textId="77777777" w:rsidR="003656D8" w:rsidRPr="003656D8" w:rsidRDefault="003656D8" w:rsidP="003656D8"/>
              </w:tc>
              <w:tc>
                <w:tcPr>
                  <w:tcW w:w="680" w:type="dxa"/>
                  <w:tcBorders>
                    <w:right w:val="single" w:sz="4" w:space="0" w:color="auto"/>
                  </w:tcBorders>
                </w:tcPr>
                <w:p w14:paraId="3BD34B2E" w14:textId="77777777" w:rsidR="003656D8" w:rsidRPr="003656D8" w:rsidRDefault="003656D8" w:rsidP="003656D8"/>
              </w:tc>
              <w:tc>
                <w:tcPr>
                  <w:tcW w:w="680" w:type="dxa"/>
                  <w:tcBorders>
                    <w:left w:val="single" w:sz="4" w:space="0" w:color="auto"/>
                  </w:tcBorders>
                </w:tcPr>
                <w:p w14:paraId="33F7EFD7" w14:textId="77777777" w:rsidR="003656D8" w:rsidRPr="003656D8" w:rsidRDefault="003656D8" w:rsidP="003656D8"/>
              </w:tc>
              <w:tc>
                <w:tcPr>
                  <w:tcW w:w="681" w:type="dxa"/>
                </w:tcPr>
                <w:p w14:paraId="49B8D390" w14:textId="77777777" w:rsidR="003656D8" w:rsidRPr="003656D8" w:rsidRDefault="003656D8" w:rsidP="003656D8"/>
              </w:tc>
            </w:tr>
            <w:tr w:rsidR="003656D8" w14:paraId="57D1E031" w14:textId="77777777" w:rsidTr="009C0439">
              <w:trPr>
                <w:trHeight w:val="432"/>
              </w:trPr>
              <w:tc>
                <w:tcPr>
                  <w:tcW w:w="680" w:type="dxa"/>
                </w:tcPr>
                <w:p w14:paraId="53C5023F" w14:textId="77777777" w:rsidR="003656D8" w:rsidRPr="003656D8" w:rsidRDefault="003656D8" w:rsidP="003656D8"/>
              </w:tc>
              <w:tc>
                <w:tcPr>
                  <w:tcW w:w="680" w:type="dxa"/>
                  <w:tcBorders>
                    <w:right w:val="single" w:sz="4" w:space="0" w:color="auto"/>
                  </w:tcBorders>
                </w:tcPr>
                <w:p w14:paraId="47F41549" w14:textId="77777777" w:rsidR="003656D8" w:rsidRPr="003656D8" w:rsidRDefault="003656D8" w:rsidP="003656D8"/>
              </w:tc>
              <w:tc>
                <w:tcPr>
                  <w:tcW w:w="680" w:type="dxa"/>
                  <w:tcBorders>
                    <w:left w:val="single" w:sz="4" w:space="0" w:color="auto"/>
                  </w:tcBorders>
                </w:tcPr>
                <w:p w14:paraId="79E168A8" w14:textId="77777777" w:rsidR="003656D8" w:rsidRPr="003656D8" w:rsidRDefault="003656D8" w:rsidP="003656D8"/>
              </w:tc>
              <w:tc>
                <w:tcPr>
                  <w:tcW w:w="681" w:type="dxa"/>
                </w:tcPr>
                <w:p w14:paraId="5778FEC0" w14:textId="77777777" w:rsidR="003656D8" w:rsidRPr="003656D8" w:rsidRDefault="003656D8" w:rsidP="003656D8"/>
              </w:tc>
            </w:tr>
            <w:tr w:rsidR="003656D8" w14:paraId="56279488" w14:textId="77777777" w:rsidTr="009C0439">
              <w:trPr>
                <w:trHeight w:val="432"/>
              </w:trPr>
              <w:tc>
                <w:tcPr>
                  <w:tcW w:w="680" w:type="dxa"/>
                </w:tcPr>
                <w:p w14:paraId="2992ACD7" w14:textId="77777777" w:rsidR="003656D8" w:rsidRPr="003656D8" w:rsidRDefault="003656D8" w:rsidP="003656D8"/>
              </w:tc>
              <w:tc>
                <w:tcPr>
                  <w:tcW w:w="680" w:type="dxa"/>
                  <w:tcBorders>
                    <w:right w:val="single" w:sz="4" w:space="0" w:color="auto"/>
                  </w:tcBorders>
                </w:tcPr>
                <w:p w14:paraId="7AFD834D" w14:textId="77777777" w:rsidR="003656D8" w:rsidRPr="003656D8" w:rsidRDefault="003656D8" w:rsidP="003656D8"/>
              </w:tc>
              <w:tc>
                <w:tcPr>
                  <w:tcW w:w="680" w:type="dxa"/>
                  <w:tcBorders>
                    <w:left w:val="single" w:sz="4" w:space="0" w:color="auto"/>
                  </w:tcBorders>
                </w:tcPr>
                <w:p w14:paraId="6AA320F3" w14:textId="77777777" w:rsidR="003656D8" w:rsidRPr="003656D8" w:rsidRDefault="003656D8" w:rsidP="003656D8"/>
              </w:tc>
              <w:tc>
                <w:tcPr>
                  <w:tcW w:w="681" w:type="dxa"/>
                </w:tcPr>
                <w:p w14:paraId="0F33ED69" w14:textId="77777777" w:rsidR="003656D8" w:rsidRPr="003656D8" w:rsidRDefault="003656D8" w:rsidP="003656D8"/>
              </w:tc>
            </w:tr>
          </w:tbl>
          <w:p w14:paraId="477A18DF" w14:textId="77777777" w:rsidR="003656D8" w:rsidRPr="003656D8" w:rsidRDefault="003656D8" w:rsidP="003656D8"/>
        </w:tc>
        <w:tc>
          <w:tcPr>
            <w:tcW w:w="3024" w:type="dxa"/>
          </w:tcPr>
          <w:p w14:paraId="3218F955" w14:textId="77777777" w:rsidR="003656D8" w:rsidRPr="003656D8" w:rsidRDefault="003656D8" w:rsidP="003656D8"/>
        </w:tc>
        <w:tc>
          <w:tcPr>
            <w:tcW w:w="2952" w:type="dxa"/>
          </w:tcPr>
          <w:p w14:paraId="0321EEF3" w14:textId="77777777" w:rsidR="003656D8" w:rsidRPr="003656D8" w:rsidRDefault="003656D8" w:rsidP="003656D8"/>
        </w:tc>
      </w:tr>
    </w:tbl>
    <w:p w14:paraId="5ADFC254" w14:textId="77777777" w:rsidR="003656D8" w:rsidRPr="004313EA" w:rsidRDefault="003656D8" w:rsidP="003656D8"/>
    <w:p w14:paraId="552EFF55" w14:textId="77777777" w:rsidR="008A64AF" w:rsidRPr="005F480C" w:rsidRDefault="003656D8" w:rsidP="008A64AF">
      <w:pPr>
        <w:pStyle w:val="Heading1"/>
        <w:spacing w:before="240"/>
      </w:pPr>
      <w:r w:rsidRPr="003656D8">
        <w:rPr>
          <w:b w:val="0"/>
        </w:rPr>
        <w:br w:type="page"/>
      </w:r>
      <w:r w:rsidR="008A64AF" w:rsidRPr="005F480C">
        <w:lastRenderedPageBreak/>
        <w:t xml:space="preserve">HANDOUT </w:t>
      </w:r>
      <w:r w:rsidR="008A64AF">
        <w:t>2</w:t>
      </w:r>
      <w:r w:rsidR="007D4591">
        <w:t>–</w:t>
      </w:r>
      <w:r w:rsidR="008A64AF">
        <w:t>5</w:t>
      </w:r>
      <w:r w:rsidR="0076782F">
        <w:t xml:space="preserve"> SOLUTION</w:t>
      </w:r>
    </w:p>
    <w:p w14:paraId="07065286" w14:textId="77777777" w:rsidR="008A64AF" w:rsidRPr="005F480C" w:rsidRDefault="008A64AF" w:rsidP="008A64AF">
      <w:pPr>
        <w:pStyle w:val="Heading1"/>
        <w:spacing w:before="240"/>
        <w:jc w:val="center"/>
        <w:rPr>
          <w:u w:val="none"/>
        </w:rPr>
      </w:pPr>
      <w:r>
        <w:rPr>
          <w:u w:val="none"/>
        </w:rPr>
        <w:t>POSTING TO T-ACCOUNTS</w:t>
      </w:r>
    </w:p>
    <w:p w14:paraId="18988EB6" w14:textId="77777777" w:rsidR="008A64AF" w:rsidRPr="008A64AF" w:rsidRDefault="008A64AF" w:rsidP="008A64AF">
      <w:pPr>
        <w:pStyle w:val="Heading2"/>
        <w:rPr>
          <w:b w:val="0"/>
          <w:bCs/>
        </w:rPr>
      </w:pPr>
      <w:r w:rsidRPr="008A64AF">
        <w:rPr>
          <w:b w:val="0"/>
          <w:bCs/>
        </w:rPr>
        <w:t>P</w:t>
      </w:r>
      <w:r>
        <w:rPr>
          <w:b w:val="0"/>
          <w:bCs/>
        </w:rPr>
        <w:t xml:space="preserve">ost the transactions from </w:t>
      </w:r>
      <w:r w:rsidR="00312EBE">
        <w:rPr>
          <w:b w:val="0"/>
          <w:bCs/>
        </w:rPr>
        <w:t>H</w:t>
      </w:r>
      <w:r>
        <w:rPr>
          <w:b w:val="0"/>
          <w:bCs/>
        </w:rPr>
        <w:t>andouts 2</w:t>
      </w:r>
      <w:r w:rsidR="00C8777F">
        <w:rPr>
          <w:b w:val="0"/>
        </w:rPr>
        <w:t>-</w:t>
      </w:r>
      <w:r>
        <w:rPr>
          <w:b w:val="0"/>
          <w:bCs/>
        </w:rPr>
        <w:t>3 and 2</w:t>
      </w:r>
      <w:r w:rsidR="00C8777F">
        <w:rPr>
          <w:b w:val="0"/>
          <w:bCs/>
        </w:rPr>
        <w:t>-</w:t>
      </w:r>
      <w:r>
        <w:rPr>
          <w:b w:val="0"/>
          <w:bCs/>
        </w:rPr>
        <w:t xml:space="preserve">4 </w:t>
      </w:r>
      <w:r w:rsidR="003B1C25">
        <w:rPr>
          <w:b w:val="0"/>
          <w:bCs/>
        </w:rPr>
        <w:t xml:space="preserve">to </w:t>
      </w:r>
      <w:r>
        <w:rPr>
          <w:b w:val="0"/>
          <w:bCs/>
        </w:rPr>
        <w:t xml:space="preserve">and </w:t>
      </w:r>
      <w:r w:rsidR="003B1C25">
        <w:rPr>
          <w:b w:val="0"/>
          <w:bCs/>
        </w:rPr>
        <w:t xml:space="preserve">then </w:t>
      </w:r>
      <w:r>
        <w:rPr>
          <w:b w:val="0"/>
          <w:bCs/>
        </w:rPr>
        <w:t xml:space="preserve">determine the ending balances of each of the following </w:t>
      </w:r>
      <w:r w:rsidRPr="008A64AF">
        <w:rPr>
          <w:b w:val="0"/>
          <w:bCs/>
        </w:rPr>
        <w:t>T-</w:t>
      </w:r>
      <w:r>
        <w:rPr>
          <w:b w:val="0"/>
          <w:bCs/>
        </w:rPr>
        <w:t>a</w:t>
      </w:r>
      <w:r w:rsidRPr="008A64AF">
        <w:rPr>
          <w:b w:val="0"/>
          <w:bCs/>
        </w:rPr>
        <w:t>ccounts</w:t>
      </w:r>
      <w:r>
        <w:rPr>
          <w:b w:val="0"/>
          <w:bCs/>
        </w:rPr>
        <w:t>.</w:t>
      </w:r>
    </w:p>
    <w:p w14:paraId="2FA7A027" w14:textId="77777777" w:rsidR="003656D8" w:rsidRDefault="003656D8" w:rsidP="003656D8"/>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3217"/>
        <w:gridCol w:w="3024"/>
        <w:gridCol w:w="2952"/>
      </w:tblGrid>
      <w:tr w:rsidR="003656D8" w14:paraId="688724E1" w14:textId="77777777" w:rsidTr="00C8777F">
        <w:trPr>
          <w:trHeight w:val="864"/>
        </w:trPr>
        <w:tc>
          <w:tcPr>
            <w:tcW w:w="3217" w:type="dxa"/>
          </w:tcPr>
          <w:p w14:paraId="4CB7CF4F" w14:textId="77777777" w:rsidR="0076782F" w:rsidRDefault="0076782F" w:rsidP="00A37277">
            <w:pPr>
              <w:jc w:val="center"/>
            </w:pPr>
          </w:p>
          <w:p w14:paraId="4298ED0E" w14:textId="77777777" w:rsidR="003656D8" w:rsidRPr="003656D8" w:rsidRDefault="003656D8" w:rsidP="00A37277">
            <w:pPr>
              <w:jc w:val="center"/>
            </w:pPr>
            <w:r w:rsidRPr="003656D8">
              <w:t>Assets</w:t>
            </w:r>
          </w:p>
        </w:tc>
        <w:tc>
          <w:tcPr>
            <w:tcW w:w="3024" w:type="dxa"/>
          </w:tcPr>
          <w:p w14:paraId="7FCB0660" w14:textId="77777777" w:rsidR="0076782F" w:rsidRDefault="0076782F" w:rsidP="00A37277">
            <w:pPr>
              <w:jc w:val="center"/>
            </w:pPr>
          </w:p>
          <w:p w14:paraId="2AC09E57" w14:textId="77777777" w:rsidR="003656D8" w:rsidRPr="003656D8" w:rsidRDefault="003656D8" w:rsidP="00A37277">
            <w:pPr>
              <w:jc w:val="center"/>
            </w:pPr>
            <w:r w:rsidRPr="003656D8">
              <w:t>Liabilities</w:t>
            </w:r>
          </w:p>
        </w:tc>
        <w:tc>
          <w:tcPr>
            <w:tcW w:w="2952" w:type="dxa"/>
          </w:tcPr>
          <w:p w14:paraId="3A87470C" w14:textId="77777777" w:rsidR="0076782F" w:rsidRDefault="0076782F" w:rsidP="00A37277">
            <w:pPr>
              <w:jc w:val="center"/>
            </w:pPr>
          </w:p>
          <w:p w14:paraId="72BD7039" w14:textId="77777777" w:rsidR="003656D8" w:rsidRPr="003656D8" w:rsidRDefault="003656D8" w:rsidP="00A37277">
            <w:pPr>
              <w:jc w:val="center"/>
            </w:pPr>
            <w:r w:rsidRPr="003656D8">
              <w:t>Stockholders’ Equity</w:t>
            </w:r>
          </w:p>
        </w:tc>
      </w:tr>
      <w:tr w:rsidR="003656D8" w14:paraId="0A8C509A" w14:textId="77777777" w:rsidTr="00C8777F">
        <w:tc>
          <w:tcPr>
            <w:tcW w:w="3217" w:type="dxa"/>
          </w:tcPr>
          <w:p w14:paraId="239EB46A" w14:textId="77777777" w:rsidR="003656D8" w:rsidRPr="003656D8" w:rsidRDefault="003656D8" w:rsidP="00A37277">
            <w:pPr>
              <w:jc w:val="center"/>
            </w:pPr>
            <w:r w:rsidRPr="003656D8">
              <w:t>+ Cash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76"/>
              <w:gridCol w:w="821"/>
              <w:gridCol w:w="821"/>
              <w:gridCol w:w="473"/>
            </w:tblGrid>
            <w:tr w:rsidR="003656D8" w14:paraId="7683AE91" w14:textId="77777777" w:rsidTr="009C0439">
              <w:trPr>
                <w:trHeight w:val="432"/>
              </w:trPr>
              <w:tc>
                <w:tcPr>
                  <w:tcW w:w="829" w:type="dxa"/>
                  <w:tcBorders>
                    <w:top w:val="single" w:sz="4" w:space="0" w:color="auto"/>
                  </w:tcBorders>
                </w:tcPr>
                <w:p w14:paraId="1A7C16D5" w14:textId="77777777" w:rsidR="003656D8" w:rsidRPr="003656D8" w:rsidRDefault="003656D8" w:rsidP="003656D8">
                  <w:r w:rsidRPr="003656D8">
                    <w:t>Be</w:t>
                  </w:r>
                  <w:r w:rsidR="008A64AF">
                    <w:t>g</w:t>
                  </w:r>
                  <w:r w:rsidRPr="003656D8">
                    <w:t>Bal</w:t>
                  </w:r>
                </w:p>
              </w:tc>
              <w:tc>
                <w:tcPr>
                  <w:tcW w:w="794" w:type="dxa"/>
                  <w:tcBorders>
                    <w:top w:val="single" w:sz="4" w:space="0" w:color="auto"/>
                    <w:right w:val="single" w:sz="4" w:space="0" w:color="auto"/>
                  </w:tcBorders>
                </w:tcPr>
                <w:p w14:paraId="2584B86E" w14:textId="77777777" w:rsidR="003656D8" w:rsidRPr="003656D8" w:rsidRDefault="003656D8" w:rsidP="00A37277">
                  <w:pPr>
                    <w:jc w:val="right"/>
                  </w:pPr>
                  <w:r w:rsidRPr="003656D8">
                    <w:t>0</w:t>
                  </w:r>
                </w:p>
              </w:tc>
              <w:tc>
                <w:tcPr>
                  <w:tcW w:w="800" w:type="dxa"/>
                  <w:tcBorders>
                    <w:top w:val="single" w:sz="4" w:space="0" w:color="auto"/>
                    <w:left w:val="single" w:sz="4" w:space="0" w:color="auto"/>
                  </w:tcBorders>
                </w:tcPr>
                <w:p w14:paraId="6FA41FA3" w14:textId="77777777" w:rsidR="003656D8" w:rsidRPr="003656D8" w:rsidRDefault="003656D8" w:rsidP="003656D8"/>
              </w:tc>
              <w:tc>
                <w:tcPr>
                  <w:tcW w:w="479" w:type="dxa"/>
                  <w:tcBorders>
                    <w:top w:val="single" w:sz="4" w:space="0" w:color="auto"/>
                  </w:tcBorders>
                </w:tcPr>
                <w:p w14:paraId="065E9B97" w14:textId="77777777" w:rsidR="003656D8" w:rsidRPr="003656D8" w:rsidRDefault="003656D8" w:rsidP="003656D8"/>
              </w:tc>
            </w:tr>
            <w:tr w:rsidR="003656D8" w14:paraId="45DDCAAA" w14:textId="77777777" w:rsidTr="009C0439">
              <w:trPr>
                <w:trHeight w:val="432"/>
              </w:trPr>
              <w:tc>
                <w:tcPr>
                  <w:tcW w:w="829" w:type="dxa"/>
                </w:tcPr>
                <w:p w14:paraId="34CCF227" w14:textId="77777777" w:rsidR="003656D8" w:rsidRPr="003656D8" w:rsidRDefault="003656D8" w:rsidP="003656D8">
                  <w:r w:rsidRPr="003656D8">
                    <w:t>(a)</w:t>
                  </w:r>
                </w:p>
              </w:tc>
              <w:tc>
                <w:tcPr>
                  <w:tcW w:w="794" w:type="dxa"/>
                  <w:tcBorders>
                    <w:right w:val="single" w:sz="4" w:space="0" w:color="auto"/>
                  </w:tcBorders>
                </w:tcPr>
                <w:p w14:paraId="35729736" w14:textId="77777777" w:rsidR="003656D8" w:rsidRPr="003656D8" w:rsidRDefault="003656D8" w:rsidP="00A37277">
                  <w:pPr>
                    <w:jc w:val="right"/>
                  </w:pPr>
                  <w:r w:rsidRPr="003656D8">
                    <w:t>10,000</w:t>
                  </w:r>
                </w:p>
              </w:tc>
              <w:tc>
                <w:tcPr>
                  <w:tcW w:w="800" w:type="dxa"/>
                  <w:tcBorders>
                    <w:left w:val="single" w:sz="4" w:space="0" w:color="auto"/>
                  </w:tcBorders>
                </w:tcPr>
                <w:p w14:paraId="081FD2AE" w14:textId="77777777" w:rsidR="003656D8" w:rsidRPr="003656D8" w:rsidRDefault="003656D8" w:rsidP="003656D8"/>
              </w:tc>
              <w:tc>
                <w:tcPr>
                  <w:tcW w:w="479" w:type="dxa"/>
                </w:tcPr>
                <w:p w14:paraId="47E20B71" w14:textId="77777777" w:rsidR="003656D8" w:rsidRPr="003656D8" w:rsidRDefault="003656D8" w:rsidP="003656D8"/>
              </w:tc>
            </w:tr>
            <w:tr w:rsidR="003656D8" w14:paraId="223BFE7E" w14:textId="77777777" w:rsidTr="009C0439">
              <w:trPr>
                <w:trHeight w:val="432"/>
              </w:trPr>
              <w:tc>
                <w:tcPr>
                  <w:tcW w:w="829" w:type="dxa"/>
                </w:tcPr>
                <w:p w14:paraId="68B4A2B6" w14:textId="77777777" w:rsidR="003656D8" w:rsidRPr="003656D8" w:rsidRDefault="003656D8" w:rsidP="003656D8">
                  <w:r w:rsidRPr="003656D8">
                    <w:t>(b)</w:t>
                  </w:r>
                </w:p>
              </w:tc>
              <w:tc>
                <w:tcPr>
                  <w:tcW w:w="794" w:type="dxa"/>
                  <w:tcBorders>
                    <w:right w:val="single" w:sz="4" w:space="0" w:color="auto"/>
                  </w:tcBorders>
                </w:tcPr>
                <w:p w14:paraId="74D320D7" w14:textId="77777777" w:rsidR="003656D8" w:rsidRPr="003656D8" w:rsidRDefault="003656D8" w:rsidP="00A37277">
                  <w:pPr>
                    <w:jc w:val="right"/>
                  </w:pPr>
                  <w:r w:rsidRPr="003656D8">
                    <w:t>15,000</w:t>
                  </w:r>
                </w:p>
              </w:tc>
              <w:tc>
                <w:tcPr>
                  <w:tcW w:w="800" w:type="dxa"/>
                  <w:tcBorders>
                    <w:left w:val="single" w:sz="4" w:space="0" w:color="auto"/>
                  </w:tcBorders>
                </w:tcPr>
                <w:p w14:paraId="629FDA8E" w14:textId="77777777" w:rsidR="003656D8" w:rsidRPr="003656D8" w:rsidRDefault="003656D8" w:rsidP="00A37277">
                  <w:pPr>
                    <w:jc w:val="right"/>
                  </w:pPr>
                  <w:r w:rsidRPr="003656D8">
                    <w:t>20,000</w:t>
                  </w:r>
                </w:p>
              </w:tc>
              <w:tc>
                <w:tcPr>
                  <w:tcW w:w="479" w:type="dxa"/>
                </w:tcPr>
                <w:p w14:paraId="29905C91" w14:textId="77777777" w:rsidR="003656D8" w:rsidRPr="003656D8" w:rsidRDefault="003656D8" w:rsidP="003656D8">
                  <w:r w:rsidRPr="003656D8">
                    <w:t>(c)</w:t>
                  </w:r>
                </w:p>
              </w:tc>
            </w:tr>
            <w:tr w:rsidR="003656D8" w14:paraId="36C52484" w14:textId="77777777" w:rsidTr="009C0439">
              <w:trPr>
                <w:trHeight w:val="432"/>
              </w:trPr>
              <w:tc>
                <w:tcPr>
                  <w:tcW w:w="829" w:type="dxa"/>
                </w:tcPr>
                <w:p w14:paraId="729EFD1D" w14:textId="77777777" w:rsidR="003656D8" w:rsidRPr="003656D8" w:rsidRDefault="003656D8" w:rsidP="003656D8"/>
              </w:tc>
              <w:tc>
                <w:tcPr>
                  <w:tcW w:w="794" w:type="dxa"/>
                  <w:tcBorders>
                    <w:right w:val="single" w:sz="4" w:space="0" w:color="auto"/>
                  </w:tcBorders>
                </w:tcPr>
                <w:p w14:paraId="58613D77" w14:textId="77777777" w:rsidR="003656D8" w:rsidRPr="003656D8" w:rsidRDefault="003656D8" w:rsidP="00A37277">
                  <w:pPr>
                    <w:jc w:val="right"/>
                  </w:pPr>
                </w:p>
              </w:tc>
              <w:tc>
                <w:tcPr>
                  <w:tcW w:w="800" w:type="dxa"/>
                  <w:tcBorders>
                    <w:left w:val="single" w:sz="4" w:space="0" w:color="auto"/>
                  </w:tcBorders>
                </w:tcPr>
                <w:p w14:paraId="257FE8DB" w14:textId="77777777" w:rsidR="003656D8" w:rsidRPr="003656D8" w:rsidRDefault="003656D8" w:rsidP="00A37277">
                  <w:pPr>
                    <w:jc w:val="right"/>
                  </w:pPr>
                  <w:r w:rsidRPr="003656D8">
                    <w:t>300</w:t>
                  </w:r>
                </w:p>
              </w:tc>
              <w:tc>
                <w:tcPr>
                  <w:tcW w:w="479" w:type="dxa"/>
                </w:tcPr>
                <w:p w14:paraId="3714DF3E" w14:textId="77777777" w:rsidR="003656D8" w:rsidRPr="003656D8" w:rsidRDefault="003656D8" w:rsidP="003656D8">
                  <w:r w:rsidRPr="003656D8">
                    <w:t>(f)</w:t>
                  </w:r>
                </w:p>
              </w:tc>
            </w:tr>
            <w:tr w:rsidR="003656D8" w14:paraId="79D1C3A8" w14:textId="77777777" w:rsidTr="009C0439">
              <w:trPr>
                <w:trHeight w:val="432"/>
              </w:trPr>
              <w:tc>
                <w:tcPr>
                  <w:tcW w:w="829" w:type="dxa"/>
                </w:tcPr>
                <w:p w14:paraId="4416B15F" w14:textId="77777777" w:rsidR="003656D8" w:rsidRPr="003656D8" w:rsidRDefault="003656D8" w:rsidP="003656D8"/>
              </w:tc>
              <w:tc>
                <w:tcPr>
                  <w:tcW w:w="794" w:type="dxa"/>
                  <w:tcBorders>
                    <w:right w:val="single" w:sz="4" w:space="0" w:color="auto"/>
                  </w:tcBorders>
                </w:tcPr>
                <w:p w14:paraId="359F660D" w14:textId="77777777" w:rsidR="003656D8" w:rsidRPr="003656D8" w:rsidRDefault="003656D8" w:rsidP="00A37277">
                  <w:pPr>
                    <w:jc w:val="right"/>
                  </w:pPr>
                </w:p>
              </w:tc>
              <w:tc>
                <w:tcPr>
                  <w:tcW w:w="800" w:type="dxa"/>
                  <w:tcBorders>
                    <w:left w:val="single" w:sz="4" w:space="0" w:color="auto"/>
                  </w:tcBorders>
                </w:tcPr>
                <w:p w14:paraId="3F1AC0B6" w14:textId="77777777" w:rsidR="003656D8" w:rsidRPr="003656D8" w:rsidRDefault="003656D8" w:rsidP="00A37277">
                  <w:pPr>
                    <w:jc w:val="right"/>
                  </w:pPr>
                  <w:r w:rsidRPr="003656D8">
                    <w:t>600</w:t>
                  </w:r>
                </w:p>
              </w:tc>
              <w:tc>
                <w:tcPr>
                  <w:tcW w:w="479" w:type="dxa"/>
                </w:tcPr>
                <w:p w14:paraId="005FE49B" w14:textId="77777777" w:rsidR="003656D8" w:rsidRPr="003656D8" w:rsidRDefault="003656D8" w:rsidP="003656D8">
                  <w:r w:rsidRPr="003656D8">
                    <w:t>(g)</w:t>
                  </w:r>
                </w:p>
              </w:tc>
            </w:tr>
            <w:tr w:rsidR="003656D8" w14:paraId="6B4561C5" w14:textId="77777777" w:rsidTr="009C0439">
              <w:trPr>
                <w:trHeight w:val="432"/>
              </w:trPr>
              <w:tc>
                <w:tcPr>
                  <w:tcW w:w="829" w:type="dxa"/>
                  <w:tcBorders>
                    <w:bottom w:val="single" w:sz="4" w:space="0" w:color="auto"/>
                  </w:tcBorders>
                </w:tcPr>
                <w:p w14:paraId="7F4BEA75" w14:textId="77777777" w:rsidR="003656D8" w:rsidRPr="003656D8" w:rsidRDefault="003656D8" w:rsidP="003656D8"/>
              </w:tc>
              <w:tc>
                <w:tcPr>
                  <w:tcW w:w="794" w:type="dxa"/>
                  <w:tcBorders>
                    <w:bottom w:val="single" w:sz="4" w:space="0" w:color="auto"/>
                    <w:right w:val="single" w:sz="4" w:space="0" w:color="auto"/>
                  </w:tcBorders>
                </w:tcPr>
                <w:p w14:paraId="1E6E7E6C" w14:textId="77777777" w:rsidR="003656D8" w:rsidRPr="003656D8" w:rsidRDefault="003656D8" w:rsidP="00A37277">
                  <w:pPr>
                    <w:jc w:val="right"/>
                  </w:pPr>
                </w:p>
              </w:tc>
              <w:tc>
                <w:tcPr>
                  <w:tcW w:w="800" w:type="dxa"/>
                  <w:tcBorders>
                    <w:left w:val="single" w:sz="4" w:space="0" w:color="auto"/>
                    <w:bottom w:val="single" w:sz="4" w:space="0" w:color="auto"/>
                  </w:tcBorders>
                </w:tcPr>
                <w:p w14:paraId="0FF4A8B7" w14:textId="77777777" w:rsidR="003656D8" w:rsidRPr="003656D8" w:rsidRDefault="003656D8" w:rsidP="00A37277">
                  <w:pPr>
                    <w:jc w:val="right"/>
                  </w:pPr>
                  <w:r w:rsidRPr="003656D8">
                    <w:t>1,000</w:t>
                  </w:r>
                </w:p>
              </w:tc>
              <w:tc>
                <w:tcPr>
                  <w:tcW w:w="479" w:type="dxa"/>
                  <w:tcBorders>
                    <w:bottom w:val="single" w:sz="4" w:space="0" w:color="auto"/>
                  </w:tcBorders>
                </w:tcPr>
                <w:p w14:paraId="37F91FCA" w14:textId="77777777" w:rsidR="003656D8" w:rsidRPr="003656D8" w:rsidRDefault="003656D8" w:rsidP="003656D8">
                  <w:r w:rsidRPr="003656D8">
                    <w:t>(h)</w:t>
                  </w:r>
                </w:p>
              </w:tc>
            </w:tr>
            <w:tr w:rsidR="003656D8" w14:paraId="2A122E56" w14:textId="77777777" w:rsidTr="009C0439">
              <w:trPr>
                <w:trHeight w:val="432"/>
              </w:trPr>
              <w:tc>
                <w:tcPr>
                  <w:tcW w:w="829" w:type="dxa"/>
                  <w:tcBorders>
                    <w:top w:val="single" w:sz="4" w:space="0" w:color="auto"/>
                  </w:tcBorders>
                </w:tcPr>
                <w:p w14:paraId="5FC4B727" w14:textId="77777777" w:rsidR="003656D8" w:rsidRPr="003656D8" w:rsidRDefault="003656D8" w:rsidP="003656D8">
                  <w:r w:rsidRPr="003656D8">
                    <w:t>EndBal</w:t>
                  </w:r>
                </w:p>
              </w:tc>
              <w:tc>
                <w:tcPr>
                  <w:tcW w:w="794" w:type="dxa"/>
                  <w:tcBorders>
                    <w:top w:val="single" w:sz="4" w:space="0" w:color="auto"/>
                    <w:right w:val="single" w:sz="4" w:space="0" w:color="auto"/>
                  </w:tcBorders>
                </w:tcPr>
                <w:p w14:paraId="18B34549" w14:textId="77777777" w:rsidR="003656D8" w:rsidRPr="003656D8" w:rsidRDefault="003656D8" w:rsidP="00A37277">
                  <w:pPr>
                    <w:jc w:val="right"/>
                  </w:pPr>
                  <w:r w:rsidRPr="003656D8">
                    <w:t>3,100</w:t>
                  </w:r>
                </w:p>
              </w:tc>
              <w:tc>
                <w:tcPr>
                  <w:tcW w:w="800" w:type="dxa"/>
                  <w:tcBorders>
                    <w:top w:val="single" w:sz="4" w:space="0" w:color="auto"/>
                    <w:left w:val="single" w:sz="4" w:space="0" w:color="auto"/>
                  </w:tcBorders>
                </w:tcPr>
                <w:p w14:paraId="3075CD80" w14:textId="77777777" w:rsidR="003656D8" w:rsidRPr="003656D8" w:rsidRDefault="003656D8" w:rsidP="00A37277">
                  <w:pPr>
                    <w:jc w:val="right"/>
                  </w:pPr>
                </w:p>
              </w:tc>
              <w:tc>
                <w:tcPr>
                  <w:tcW w:w="479" w:type="dxa"/>
                  <w:tcBorders>
                    <w:top w:val="single" w:sz="4" w:space="0" w:color="auto"/>
                  </w:tcBorders>
                </w:tcPr>
                <w:p w14:paraId="32596205" w14:textId="77777777" w:rsidR="003656D8" w:rsidRPr="003656D8" w:rsidRDefault="003656D8" w:rsidP="003656D8"/>
              </w:tc>
            </w:tr>
          </w:tbl>
          <w:p w14:paraId="16886EE3" w14:textId="77777777" w:rsidR="003656D8" w:rsidRPr="003656D8" w:rsidRDefault="003656D8" w:rsidP="003656D8"/>
        </w:tc>
        <w:tc>
          <w:tcPr>
            <w:tcW w:w="3024" w:type="dxa"/>
          </w:tcPr>
          <w:p w14:paraId="0B12C58C" w14:textId="77777777" w:rsidR="003656D8" w:rsidRPr="003656D8" w:rsidRDefault="007D4591" w:rsidP="00A37277">
            <w:pPr>
              <w:jc w:val="center"/>
            </w:pPr>
            <w:r>
              <w:t>−</w:t>
            </w:r>
            <w:r w:rsidR="003656D8" w:rsidRPr="003656D8">
              <w:t xml:space="preserve"> Accounts Payable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624"/>
              <w:gridCol w:w="649"/>
              <w:gridCol w:w="649"/>
              <w:gridCol w:w="876"/>
            </w:tblGrid>
            <w:tr w:rsidR="003656D8" w:rsidRPr="003656D8" w14:paraId="56092C84" w14:textId="77777777" w:rsidTr="009C0439">
              <w:trPr>
                <w:trHeight w:val="432"/>
              </w:trPr>
              <w:tc>
                <w:tcPr>
                  <w:tcW w:w="680" w:type="dxa"/>
                  <w:tcBorders>
                    <w:top w:val="single" w:sz="4" w:space="0" w:color="auto"/>
                  </w:tcBorders>
                </w:tcPr>
                <w:p w14:paraId="6A313F7C" w14:textId="77777777" w:rsidR="003656D8" w:rsidRPr="003656D8" w:rsidRDefault="003656D8" w:rsidP="003656D8"/>
              </w:tc>
              <w:tc>
                <w:tcPr>
                  <w:tcW w:w="680" w:type="dxa"/>
                  <w:tcBorders>
                    <w:top w:val="single" w:sz="4" w:space="0" w:color="auto"/>
                    <w:right w:val="single" w:sz="4" w:space="0" w:color="auto"/>
                  </w:tcBorders>
                </w:tcPr>
                <w:p w14:paraId="7E5D57A7" w14:textId="77777777" w:rsidR="003656D8" w:rsidRPr="003656D8" w:rsidRDefault="003656D8" w:rsidP="003656D8"/>
              </w:tc>
              <w:tc>
                <w:tcPr>
                  <w:tcW w:w="680" w:type="dxa"/>
                  <w:tcBorders>
                    <w:top w:val="single" w:sz="4" w:space="0" w:color="auto"/>
                    <w:left w:val="single" w:sz="4" w:space="0" w:color="auto"/>
                  </w:tcBorders>
                </w:tcPr>
                <w:p w14:paraId="5DF8992D" w14:textId="77777777" w:rsidR="003656D8" w:rsidRPr="003656D8" w:rsidRDefault="003656D8" w:rsidP="00A37277">
                  <w:pPr>
                    <w:jc w:val="right"/>
                  </w:pPr>
                  <w:r w:rsidRPr="003656D8">
                    <w:t>0</w:t>
                  </w:r>
                </w:p>
              </w:tc>
              <w:tc>
                <w:tcPr>
                  <w:tcW w:w="681" w:type="dxa"/>
                  <w:tcBorders>
                    <w:top w:val="single" w:sz="4" w:space="0" w:color="auto"/>
                  </w:tcBorders>
                </w:tcPr>
                <w:p w14:paraId="251948C3" w14:textId="77777777" w:rsidR="003656D8" w:rsidRPr="003656D8" w:rsidRDefault="003656D8" w:rsidP="003656D8">
                  <w:r w:rsidRPr="003656D8">
                    <w:t>BegBal</w:t>
                  </w:r>
                </w:p>
              </w:tc>
            </w:tr>
            <w:tr w:rsidR="003656D8" w:rsidRPr="003656D8" w14:paraId="67C68AA4" w14:textId="77777777" w:rsidTr="009C0439">
              <w:trPr>
                <w:trHeight w:val="432"/>
              </w:trPr>
              <w:tc>
                <w:tcPr>
                  <w:tcW w:w="680" w:type="dxa"/>
                  <w:tcBorders>
                    <w:bottom w:val="single" w:sz="4" w:space="0" w:color="auto"/>
                  </w:tcBorders>
                </w:tcPr>
                <w:p w14:paraId="38FDAF53" w14:textId="77777777" w:rsidR="003656D8" w:rsidRPr="003656D8" w:rsidRDefault="003656D8" w:rsidP="003656D8">
                  <w:r w:rsidRPr="003656D8">
                    <w:t>(f)</w:t>
                  </w:r>
                </w:p>
              </w:tc>
              <w:tc>
                <w:tcPr>
                  <w:tcW w:w="680" w:type="dxa"/>
                  <w:tcBorders>
                    <w:bottom w:val="single" w:sz="4" w:space="0" w:color="auto"/>
                    <w:right w:val="single" w:sz="4" w:space="0" w:color="auto"/>
                  </w:tcBorders>
                </w:tcPr>
                <w:p w14:paraId="773BE827" w14:textId="77777777" w:rsidR="003656D8" w:rsidRPr="003656D8" w:rsidRDefault="003656D8" w:rsidP="00A37277">
                  <w:pPr>
                    <w:jc w:val="right"/>
                  </w:pPr>
                  <w:r w:rsidRPr="003656D8">
                    <w:t>300</w:t>
                  </w:r>
                </w:p>
              </w:tc>
              <w:tc>
                <w:tcPr>
                  <w:tcW w:w="680" w:type="dxa"/>
                  <w:tcBorders>
                    <w:left w:val="single" w:sz="4" w:space="0" w:color="auto"/>
                    <w:bottom w:val="single" w:sz="4" w:space="0" w:color="auto"/>
                  </w:tcBorders>
                </w:tcPr>
                <w:p w14:paraId="50461AAD" w14:textId="77777777" w:rsidR="003656D8" w:rsidRPr="003656D8" w:rsidRDefault="003656D8" w:rsidP="00A37277">
                  <w:pPr>
                    <w:jc w:val="right"/>
                  </w:pPr>
                  <w:r w:rsidRPr="003656D8">
                    <w:t>300</w:t>
                  </w:r>
                </w:p>
              </w:tc>
              <w:tc>
                <w:tcPr>
                  <w:tcW w:w="681" w:type="dxa"/>
                  <w:tcBorders>
                    <w:bottom w:val="single" w:sz="4" w:space="0" w:color="auto"/>
                  </w:tcBorders>
                </w:tcPr>
                <w:p w14:paraId="2C7A3817" w14:textId="77777777" w:rsidR="003656D8" w:rsidRPr="003656D8" w:rsidRDefault="003656D8" w:rsidP="00A37277">
                  <w:pPr>
                    <w:jc w:val="right"/>
                  </w:pPr>
                  <w:r w:rsidRPr="003656D8">
                    <w:t>(d)</w:t>
                  </w:r>
                </w:p>
              </w:tc>
            </w:tr>
            <w:tr w:rsidR="003656D8" w:rsidRPr="003656D8" w14:paraId="2C9B9033" w14:textId="77777777" w:rsidTr="009C0439">
              <w:trPr>
                <w:trHeight w:val="432"/>
              </w:trPr>
              <w:tc>
                <w:tcPr>
                  <w:tcW w:w="680" w:type="dxa"/>
                  <w:tcBorders>
                    <w:top w:val="single" w:sz="4" w:space="0" w:color="auto"/>
                  </w:tcBorders>
                </w:tcPr>
                <w:p w14:paraId="46C1AFF0" w14:textId="77777777" w:rsidR="003656D8" w:rsidRPr="003656D8" w:rsidRDefault="003656D8" w:rsidP="003656D8"/>
              </w:tc>
              <w:tc>
                <w:tcPr>
                  <w:tcW w:w="680" w:type="dxa"/>
                  <w:tcBorders>
                    <w:top w:val="single" w:sz="4" w:space="0" w:color="auto"/>
                    <w:right w:val="single" w:sz="4" w:space="0" w:color="auto"/>
                  </w:tcBorders>
                </w:tcPr>
                <w:p w14:paraId="0F87556B" w14:textId="77777777" w:rsidR="003656D8" w:rsidRPr="003656D8" w:rsidRDefault="003656D8" w:rsidP="003656D8"/>
              </w:tc>
              <w:tc>
                <w:tcPr>
                  <w:tcW w:w="680" w:type="dxa"/>
                  <w:tcBorders>
                    <w:top w:val="single" w:sz="4" w:space="0" w:color="auto"/>
                    <w:left w:val="single" w:sz="4" w:space="0" w:color="auto"/>
                  </w:tcBorders>
                </w:tcPr>
                <w:p w14:paraId="55E4AB6F" w14:textId="77777777" w:rsidR="003656D8" w:rsidRPr="003656D8" w:rsidRDefault="003656D8" w:rsidP="00A37277">
                  <w:pPr>
                    <w:jc w:val="right"/>
                  </w:pPr>
                  <w:r w:rsidRPr="003656D8">
                    <w:t>0</w:t>
                  </w:r>
                </w:p>
              </w:tc>
              <w:tc>
                <w:tcPr>
                  <w:tcW w:w="681" w:type="dxa"/>
                  <w:tcBorders>
                    <w:top w:val="single" w:sz="4" w:space="0" w:color="auto"/>
                  </w:tcBorders>
                </w:tcPr>
                <w:p w14:paraId="409198B1" w14:textId="77777777" w:rsidR="003656D8" w:rsidRPr="003656D8" w:rsidRDefault="003656D8" w:rsidP="003656D8">
                  <w:r w:rsidRPr="003656D8">
                    <w:t>EndBal</w:t>
                  </w:r>
                </w:p>
              </w:tc>
            </w:tr>
            <w:tr w:rsidR="003656D8" w:rsidRPr="003656D8" w14:paraId="7F428A52" w14:textId="77777777" w:rsidTr="009C0439">
              <w:trPr>
                <w:trHeight w:val="432"/>
              </w:trPr>
              <w:tc>
                <w:tcPr>
                  <w:tcW w:w="680" w:type="dxa"/>
                </w:tcPr>
                <w:p w14:paraId="66F7BC75" w14:textId="77777777" w:rsidR="003656D8" w:rsidRPr="003656D8" w:rsidRDefault="003656D8" w:rsidP="003656D8"/>
              </w:tc>
              <w:tc>
                <w:tcPr>
                  <w:tcW w:w="680" w:type="dxa"/>
                  <w:tcBorders>
                    <w:right w:val="single" w:sz="4" w:space="0" w:color="auto"/>
                  </w:tcBorders>
                </w:tcPr>
                <w:p w14:paraId="4905BCBB" w14:textId="77777777" w:rsidR="003656D8" w:rsidRPr="003656D8" w:rsidRDefault="003656D8" w:rsidP="003656D8"/>
              </w:tc>
              <w:tc>
                <w:tcPr>
                  <w:tcW w:w="680" w:type="dxa"/>
                  <w:tcBorders>
                    <w:left w:val="single" w:sz="4" w:space="0" w:color="auto"/>
                  </w:tcBorders>
                </w:tcPr>
                <w:p w14:paraId="7C261ECF" w14:textId="77777777" w:rsidR="003656D8" w:rsidRPr="003656D8" w:rsidRDefault="003656D8" w:rsidP="00A37277">
                  <w:pPr>
                    <w:jc w:val="right"/>
                  </w:pPr>
                </w:p>
              </w:tc>
              <w:tc>
                <w:tcPr>
                  <w:tcW w:w="681" w:type="dxa"/>
                </w:tcPr>
                <w:p w14:paraId="5D78D2F9" w14:textId="77777777" w:rsidR="003656D8" w:rsidRPr="003656D8" w:rsidRDefault="003656D8" w:rsidP="003656D8"/>
              </w:tc>
            </w:tr>
          </w:tbl>
          <w:p w14:paraId="36C17343" w14:textId="77777777" w:rsidR="003656D8" w:rsidRPr="003656D8" w:rsidRDefault="003656D8" w:rsidP="003656D8"/>
        </w:tc>
        <w:tc>
          <w:tcPr>
            <w:tcW w:w="2952" w:type="dxa"/>
          </w:tcPr>
          <w:p w14:paraId="366F9467" w14:textId="77777777" w:rsidR="003656D8" w:rsidRPr="003656D8" w:rsidRDefault="007D4591" w:rsidP="00A37277">
            <w:pPr>
              <w:jc w:val="center"/>
            </w:pPr>
            <w:r>
              <w:t>−</w:t>
            </w:r>
            <w:r w:rsidR="003656D8" w:rsidRPr="003656D8">
              <w:t xml:space="preserve"> </w:t>
            </w:r>
            <w:r w:rsidR="00625769">
              <w:t>Common Stock</w:t>
            </w:r>
            <w:r w:rsidR="003656D8" w:rsidRPr="003656D8">
              <w:t xml:space="preserve">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476"/>
              <w:gridCol w:w="475"/>
              <w:gridCol w:w="821"/>
              <w:gridCol w:w="876"/>
            </w:tblGrid>
            <w:tr w:rsidR="003656D8" w14:paraId="408E2CEC" w14:textId="77777777" w:rsidTr="009C0439">
              <w:trPr>
                <w:trHeight w:val="432"/>
              </w:trPr>
              <w:tc>
                <w:tcPr>
                  <w:tcW w:w="476" w:type="dxa"/>
                  <w:tcBorders>
                    <w:top w:val="single" w:sz="4" w:space="0" w:color="auto"/>
                  </w:tcBorders>
                </w:tcPr>
                <w:p w14:paraId="719CFCB2" w14:textId="77777777" w:rsidR="003656D8" w:rsidRPr="003656D8" w:rsidRDefault="003656D8" w:rsidP="003656D8"/>
              </w:tc>
              <w:tc>
                <w:tcPr>
                  <w:tcW w:w="475" w:type="dxa"/>
                  <w:tcBorders>
                    <w:top w:val="single" w:sz="4" w:space="0" w:color="auto"/>
                    <w:right w:val="single" w:sz="4" w:space="0" w:color="auto"/>
                  </w:tcBorders>
                </w:tcPr>
                <w:p w14:paraId="2E972B3B" w14:textId="77777777" w:rsidR="003656D8" w:rsidRPr="003656D8" w:rsidRDefault="003656D8" w:rsidP="003656D8"/>
              </w:tc>
              <w:tc>
                <w:tcPr>
                  <w:tcW w:w="784" w:type="dxa"/>
                  <w:tcBorders>
                    <w:top w:val="single" w:sz="4" w:space="0" w:color="auto"/>
                    <w:left w:val="single" w:sz="4" w:space="0" w:color="auto"/>
                  </w:tcBorders>
                </w:tcPr>
                <w:p w14:paraId="786245EE" w14:textId="77777777" w:rsidR="003656D8" w:rsidRPr="003656D8" w:rsidRDefault="003656D8" w:rsidP="00A37277">
                  <w:pPr>
                    <w:jc w:val="right"/>
                  </w:pPr>
                  <w:r w:rsidRPr="003656D8">
                    <w:t>0</w:t>
                  </w:r>
                </w:p>
              </w:tc>
              <w:tc>
                <w:tcPr>
                  <w:tcW w:w="863" w:type="dxa"/>
                  <w:tcBorders>
                    <w:top w:val="single" w:sz="4" w:space="0" w:color="auto"/>
                  </w:tcBorders>
                </w:tcPr>
                <w:p w14:paraId="6D21B0F2" w14:textId="77777777" w:rsidR="003656D8" w:rsidRPr="003656D8" w:rsidRDefault="003656D8" w:rsidP="003656D8">
                  <w:r w:rsidRPr="003656D8">
                    <w:t>BegBal</w:t>
                  </w:r>
                </w:p>
              </w:tc>
            </w:tr>
            <w:tr w:rsidR="003656D8" w14:paraId="79F3FD20" w14:textId="77777777" w:rsidTr="009C0439">
              <w:trPr>
                <w:trHeight w:val="432"/>
              </w:trPr>
              <w:tc>
                <w:tcPr>
                  <w:tcW w:w="476" w:type="dxa"/>
                </w:tcPr>
                <w:p w14:paraId="295E4110" w14:textId="77777777" w:rsidR="003656D8" w:rsidRPr="003656D8" w:rsidRDefault="003656D8" w:rsidP="003656D8"/>
              </w:tc>
              <w:tc>
                <w:tcPr>
                  <w:tcW w:w="475" w:type="dxa"/>
                  <w:tcBorders>
                    <w:right w:val="single" w:sz="4" w:space="0" w:color="auto"/>
                  </w:tcBorders>
                </w:tcPr>
                <w:p w14:paraId="1FF2C8CC" w14:textId="77777777" w:rsidR="003656D8" w:rsidRPr="003656D8" w:rsidRDefault="003656D8" w:rsidP="003656D8"/>
              </w:tc>
              <w:tc>
                <w:tcPr>
                  <w:tcW w:w="784" w:type="dxa"/>
                  <w:tcBorders>
                    <w:left w:val="single" w:sz="4" w:space="0" w:color="auto"/>
                  </w:tcBorders>
                </w:tcPr>
                <w:p w14:paraId="400E069D" w14:textId="77777777" w:rsidR="003656D8" w:rsidRPr="003656D8" w:rsidRDefault="003656D8" w:rsidP="00A37277">
                  <w:pPr>
                    <w:jc w:val="right"/>
                  </w:pPr>
                  <w:r w:rsidRPr="003656D8">
                    <w:t>10,000</w:t>
                  </w:r>
                </w:p>
              </w:tc>
              <w:tc>
                <w:tcPr>
                  <w:tcW w:w="863" w:type="dxa"/>
                </w:tcPr>
                <w:p w14:paraId="752079F7" w14:textId="77777777" w:rsidR="003656D8" w:rsidRPr="003656D8" w:rsidRDefault="003656D8" w:rsidP="003656D8">
                  <w:r w:rsidRPr="003656D8">
                    <w:t>(a)</w:t>
                  </w:r>
                </w:p>
              </w:tc>
            </w:tr>
            <w:tr w:rsidR="003656D8" w14:paraId="30C6B89A" w14:textId="77777777" w:rsidTr="009C0439">
              <w:trPr>
                <w:trHeight w:val="432"/>
              </w:trPr>
              <w:tc>
                <w:tcPr>
                  <w:tcW w:w="476" w:type="dxa"/>
                  <w:tcBorders>
                    <w:bottom w:val="single" w:sz="4" w:space="0" w:color="auto"/>
                  </w:tcBorders>
                </w:tcPr>
                <w:p w14:paraId="2042B355" w14:textId="77777777" w:rsidR="003656D8" w:rsidRPr="003656D8" w:rsidRDefault="003656D8" w:rsidP="003656D8"/>
              </w:tc>
              <w:tc>
                <w:tcPr>
                  <w:tcW w:w="475" w:type="dxa"/>
                  <w:tcBorders>
                    <w:bottom w:val="single" w:sz="4" w:space="0" w:color="auto"/>
                    <w:right w:val="single" w:sz="4" w:space="0" w:color="auto"/>
                  </w:tcBorders>
                </w:tcPr>
                <w:p w14:paraId="39E67D59" w14:textId="77777777" w:rsidR="003656D8" w:rsidRPr="003656D8" w:rsidRDefault="003656D8" w:rsidP="003656D8"/>
              </w:tc>
              <w:tc>
                <w:tcPr>
                  <w:tcW w:w="784" w:type="dxa"/>
                  <w:tcBorders>
                    <w:left w:val="single" w:sz="4" w:space="0" w:color="auto"/>
                    <w:bottom w:val="single" w:sz="4" w:space="0" w:color="auto"/>
                  </w:tcBorders>
                </w:tcPr>
                <w:p w14:paraId="5A63A562" w14:textId="77777777" w:rsidR="003656D8" w:rsidRPr="003656D8" w:rsidRDefault="003656D8" w:rsidP="00A37277">
                  <w:pPr>
                    <w:jc w:val="right"/>
                  </w:pPr>
                </w:p>
              </w:tc>
              <w:tc>
                <w:tcPr>
                  <w:tcW w:w="863" w:type="dxa"/>
                  <w:tcBorders>
                    <w:bottom w:val="single" w:sz="4" w:space="0" w:color="auto"/>
                  </w:tcBorders>
                </w:tcPr>
                <w:p w14:paraId="3BCC8994" w14:textId="77777777" w:rsidR="003656D8" w:rsidRPr="003656D8" w:rsidRDefault="003656D8" w:rsidP="003656D8"/>
              </w:tc>
            </w:tr>
            <w:tr w:rsidR="003656D8" w14:paraId="6D5B6C7B" w14:textId="77777777" w:rsidTr="009C0439">
              <w:trPr>
                <w:trHeight w:val="432"/>
              </w:trPr>
              <w:tc>
                <w:tcPr>
                  <w:tcW w:w="476" w:type="dxa"/>
                  <w:tcBorders>
                    <w:top w:val="single" w:sz="4" w:space="0" w:color="auto"/>
                  </w:tcBorders>
                </w:tcPr>
                <w:p w14:paraId="52A4AA82" w14:textId="77777777" w:rsidR="003656D8" w:rsidRPr="003656D8" w:rsidRDefault="003656D8" w:rsidP="003656D8"/>
              </w:tc>
              <w:tc>
                <w:tcPr>
                  <w:tcW w:w="475" w:type="dxa"/>
                  <w:tcBorders>
                    <w:top w:val="single" w:sz="4" w:space="0" w:color="auto"/>
                    <w:right w:val="single" w:sz="4" w:space="0" w:color="auto"/>
                  </w:tcBorders>
                </w:tcPr>
                <w:p w14:paraId="122E30C5" w14:textId="77777777" w:rsidR="003656D8" w:rsidRPr="003656D8" w:rsidRDefault="003656D8" w:rsidP="003656D8"/>
              </w:tc>
              <w:tc>
                <w:tcPr>
                  <w:tcW w:w="784" w:type="dxa"/>
                  <w:tcBorders>
                    <w:top w:val="single" w:sz="4" w:space="0" w:color="auto"/>
                    <w:left w:val="single" w:sz="4" w:space="0" w:color="auto"/>
                  </w:tcBorders>
                </w:tcPr>
                <w:p w14:paraId="1111AC7E" w14:textId="77777777" w:rsidR="003656D8" w:rsidRPr="003656D8" w:rsidRDefault="003656D8" w:rsidP="00A37277">
                  <w:pPr>
                    <w:jc w:val="right"/>
                  </w:pPr>
                  <w:r w:rsidRPr="003656D8">
                    <w:t>10,000</w:t>
                  </w:r>
                </w:p>
              </w:tc>
              <w:tc>
                <w:tcPr>
                  <w:tcW w:w="863" w:type="dxa"/>
                  <w:tcBorders>
                    <w:top w:val="single" w:sz="4" w:space="0" w:color="auto"/>
                  </w:tcBorders>
                </w:tcPr>
                <w:p w14:paraId="6E1316B7" w14:textId="77777777" w:rsidR="003656D8" w:rsidRPr="003656D8" w:rsidRDefault="003656D8" w:rsidP="003656D8">
                  <w:r w:rsidRPr="003656D8">
                    <w:t>EndBal</w:t>
                  </w:r>
                </w:p>
              </w:tc>
            </w:tr>
          </w:tbl>
          <w:p w14:paraId="675D8A37" w14:textId="77777777" w:rsidR="003656D8" w:rsidRPr="003656D8" w:rsidRDefault="003656D8" w:rsidP="003656D8"/>
        </w:tc>
      </w:tr>
      <w:tr w:rsidR="003656D8" w14:paraId="71A5AFA4" w14:textId="77777777" w:rsidTr="00C8777F">
        <w:tc>
          <w:tcPr>
            <w:tcW w:w="3217" w:type="dxa"/>
          </w:tcPr>
          <w:p w14:paraId="43FCD7A5" w14:textId="77777777" w:rsidR="0076782F" w:rsidRDefault="0076782F" w:rsidP="00A37277">
            <w:pPr>
              <w:jc w:val="center"/>
            </w:pPr>
          </w:p>
          <w:p w14:paraId="55E9BB84" w14:textId="77777777" w:rsidR="003656D8" w:rsidRPr="003656D8" w:rsidRDefault="003656D8" w:rsidP="00A37277">
            <w:pPr>
              <w:jc w:val="center"/>
            </w:pPr>
            <w:r w:rsidRPr="003656D8">
              <w:t>+ Supplies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76"/>
              <w:gridCol w:w="680"/>
              <w:gridCol w:w="680"/>
              <w:gridCol w:w="681"/>
            </w:tblGrid>
            <w:tr w:rsidR="003656D8" w14:paraId="2E588A8E" w14:textId="77777777" w:rsidTr="009C0439">
              <w:trPr>
                <w:trHeight w:val="432"/>
              </w:trPr>
              <w:tc>
                <w:tcPr>
                  <w:tcW w:w="680" w:type="dxa"/>
                  <w:tcBorders>
                    <w:top w:val="single" w:sz="4" w:space="0" w:color="auto"/>
                  </w:tcBorders>
                </w:tcPr>
                <w:p w14:paraId="02CBAA59" w14:textId="77777777" w:rsidR="003656D8" w:rsidRPr="003656D8" w:rsidRDefault="003656D8" w:rsidP="003656D8">
                  <w:r w:rsidRPr="003656D8">
                    <w:t>BegBal</w:t>
                  </w:r>
                </w:p>
              </w:tc>
              <w:tc>
                <w:tcPr>
                  <w:tcW w:w="680" w:type="dxa"/>
                  <w:tcBorders>
                    <w:top w:val="single" w:sz="4" w:space="0" w:color="auto"/>
                    <w:right w:val="single" w:sz="4" w:space="0" w:color="auto"/>
                  </w:tcBorders>
                </w:tcPr>
                <w:p w14:paraId="5A52C151" w14:textId="77777777" w:rsidR="003656D8" w:rsidRPr="003656D8" w:rsidRDefault="003656D8" w:rsidP="00A37277">
                  <w:pPr>
                    <w:jc w:val="right"/>
                  </w:pPr>
                  <w:r w:rsidRPr="003656D8">
                    <w:t>0</w:t>
                  </w:r>
                </w:p>
              </w:tc>
              <w:tc>
                <w:tcPr>
                  <w:tcW w:w="680" w:type="dxa"/>
                  <w:tcBorders>
                    <w:top w:val="single" w:sz="4" w:space="0" w:color="auto"/>
                    <w:left w:val="single" w:sz="4" w:space="0" w:color="auto"/>
                  </w:tcBorders>
                </w:tcPr>
                <w:p w14:paraId="33CF27FB" w14:textId="77777777" w:rsidR="003656D8" w:rsidRPr="003656D8" w:rsidRDefault="003656D8" w:rsidP="003656D8"/>
              </w:tc>
              <w:tc>
                <w:tcPr>
                  <w:tcW w:w="681" w:type="dxa"/>
                  <w:tcBorders>
                    <w:top w:val="single" w:sz="4" w:space="0" w:color="auto"/>
                  </w:tcBorders>
                </w:tcPr>
                <w:p w14:paraId="2D3D93B6" w14:textId="77777777" w:rsidR="003656D8" w:rsidRPr="003656D8" w:rsidRDefault="003656D8" w:rsidP="003656D8"/>
              </w:tc>
            </w:tr>
            <w:tr w:rsidR="003656D8" w14:paraId="4B1F5D54" w14:textId="77777777" w:rsidTr="009C0439">
              <w:trPr>
                <w:trHeight w:val="432"/>
              </w:trPr>
              <w:tc>
                <w:tcPr>
                  <w:tcW w:w="680" w:type="dxa"/>
                </w:tcPr>
                <w:p w14:paraId="15C83079" w14:textId="77777777" w:rsidR="003656D8" w:rsidRPr="003656D8" w:rsidRDefault="003656D8" w:rsidP="003656D8">
                  <w:r w:rsidRPr="003656D8">
                    <w:t>(d)</w:t>
                  </w:r>
                </w:p>
              </w:tc>
              <w:tc>
                <w:tcPr>
                  <w:tcW w:w="680" w:type="dxa"/>
                  <w:tcBorders>
                    <w:right w:val="single" w:sz="4" w:space="0" w:color="auto"/>
                  </w:tcBorders>
                </w:tcPr>
                <w:p w14:paraId="3BF83EFD" w14:textId="77777777" w:rsidR="003656D8" w:rsidRPr="003656D8" w:rsidRDefault="003656D8" w:rsidP="00A37277">
                  <w:pPr>
                    <w:jc w:val="right"/>
                  </w:pPr>
                  <w:r w:rsidRPr="003656D8">
                    <w:t>300</w:t>
                  </w:r>
                </w:p>
              </w:tc>
              <w:tc>
                <w:tcPr>
                  <w:tcW w:w="680" w:type="dxa"/>
                  <w:tcBorders>
                    <w:left w:val="single" w:sz="4" w:space="0" w:color="auto"/>
                  </w:tcBorders>
                </w:tcPr>
                <w:p w14:paraId="3D95501E" w14:textId="77777777" w:rsidR="003656D8" w:rsidRPr="003656D8" w:rsidRDefault="003656D8" w:rsidP="003656D8"/>
              </w:tc>
              <w:tc>
                <w:tcPr>
                  <w:tcW w:w="681" w:type="dxa"/>
                </w:tcPr>
                <w:p w14:paraId="242F716E" w14:textId="77777777" w:rsidR="003656D8" w:rsidRPr="003656D8" w:rsidRDefault="003656D8" w:rsidP="003656D8"/>
              </w:tc>
            </w:tr>
            <w:tr w:rsidR="003656D8" w14:paraId="0525E4C6" w14:textId="77777777" w:rsidTr="009C0439">
              <w:trPr>
                <w:trHeight w:val="432"/>
              </w:trPr>
              <w:tc>
                <w:tcPr>
                  <w:tcW w:w="680" w:type="dxa"/>
                  <w:tcBorders>
                    <w:bottom w:val="single" w:sz="4" w:space="0" w:color="auto"/>
                  </w:tcBorders>
                </w:tcPr>
                <w:p w14:paraId="0D4C4D97" w14:textId="77777777" w:rsidR="003656D8" w:rsidRPr="003656D8" w:rsidRDefault="003656D8" w:rsidP="003656D8">
                  <w:r w:rsidRPr="003656D8">
                    <w:t>(g)</w:t>
                  </w:r>
                </w:p>
              </w:tc>
              <w:tc>
                <w:tcPr>
                  <w:tcW w:w="680" w:type="dxa"/>
                  <w:tcBorders>
                    <w:bottom w:val="single" w:sz="4" w:space="0" w:color="auto"/>
                    <w:right w:val="single" w:sz="4" w:space="0" w:color="auto"/>
                  </w:tcBorders>
                </w:tcPr>
                <w:p w14:paraId="434946D0" w14:textId="77777777" w:rsidR="003656D8" w:rsidRPr="003656D8" w:rsidRDefault="003656D8" w:rsidP="00A37277">
                  <w:pPr>
                    <w:jc w:val="right"/>
                  </w:pPr>
                  <w:r w:rsidRPr="003656D8">
                    <w:t>600</w:t>
                  </w:r>
                </w:p>
              </w:tc>
              <w:tc>
                <w:tcPr>
                  <w:tcW w:w="680" w:type="dxa"/>
                  <w:tcBorders>
                    <w:left w:val="single" w:sz="4" w:space="0" w:color="auto"/>
                    <w:bottom w:val="single" w:sz="4" w:space="0" w:color="auto"/>
                  </w:tcBorders>
                </w:tcPr>
                <w:p w14:paraId="6D2E72CD" w14:textId="77777777" w:rsidR="003656D8" w:rsidRPr="003656D8" w:rsidRDefault="003656D8" w:rsidP="003656D8"/>
              </w:tc>
              <w:tc>
                <w:tcPr>
                  <w:tcW w:w="681" w:type="dxa"/>
                  <w:tcBorders>
                    <w:bottom w:val="single" w:sz="4" w:space="0" w:color="auto"/>
                  </w:tcBorders>
                </w:tcPr>
                <w:p w14:paraId="29F70920" w14:textId="77777777" w:rsidR="003656D8" w:rsidRPr="003656D8" w:rsidRDefault="003656D8" w:rsidP="003656D8"/>
              </w:tc>
            </w:tr>
            <w:tr w:rsidR="003656D8" w14:paraId="0F2B8C49" w14:textId="77777777" w:rsidTr="009C0439">
              <w:trPr>
                <w:trHeight w:val="432"/>
              </w:trPr>
              <w:tc>
                <w:tcPr>
                  <w:tcW w:w="680" w:type="dxa"/>
                  <w:tcBorders>
                    <w:top w:val="single" w:sz="4" w:space="0" w:color="auto"/>
                  </w:tcBorders>
                </w:tcPr>
                <w:p w14:paraId="19C632BC" w14:textId="77777777" w:rsidR="003656D8" w:rsidRPr="003656D8" w:rsidRDefault="003656D8" w:rsidP="003656D8">
                  <w:r w:rsidRPr="003656D8">
                    <w:t>EndBal</w:t>
                  </w:r>
                </w:p>
              </w:tc>
              <w:tc>
                <w:tcPr>
                  <w:tcW w:w="680" w:type="dxa"/>
                  <w:tcBorders>
                    <w:top w:val="single" w:sz="4" w:space="0" w:color="auto"/>
                    <w:right w:val="single" w:sz="4" w:space="0" w:color="auto"/>
                  </w:tcBorders>
                </w:tcPr>
                <w:p w14:paraId="63950F9D" w14:textId="77777777" w:rsidR="003656D8" w:rsidRPr="003656D8" w:rsidRDefault="003656D8" w:rsidP="00A37277">
                  <w:pPr>
                    <w:jc w:val="right"/>
                  </w:pPr>
                  <w:r w:rsidRPr="003656D8">
                    <w:t>900</w:t>
                  </w:r>
                </w:p>
              </w:tc>
              <w:tc>
                <w:tcPr>
                  <w:tcW w:w="680" w:type="dxa"/>
                  <w:tcBorders>
                    <w:top w:val="single" w:sz="4" w:space="0" w:color="auto"/>
                    <w:left w:val="single" w:sz="4" w:space="0" w:color="auto"/>
                  </w:tcBorders>
                </w:tcPr>
                <w:p w14:paraId="6884F883" w14:textId="77777777" w:rsidR="003656D8" w:rsidRPr="003656D8" w:rsidRDefault="003656D8" w:rsidP="003656D8"/>
              </w:tc>
              <w:tc>
                <w:tcPr>
                  <w:tcW w:w="681" w:type="dxa"/>
                  <w:tcBorders>
                    <w:top w:val="single" w:sz="4" w:space="0" w:color="auto"/>
                  </w:tcBorders>
                </w:tcPr>
                <w:p w14:paraId="503EAACE" w14:textId="77777777" w:rsidR="003656D8" w:rsidRPr="003656D8" w:rsidRDefault="003656D8" w:rsidP="003656D8"/>
              </w:tc>
            </w:tr>
          </w:tbl>
          <w:p w14:paraId="14B19222" w14:textId="77777777" w:rsidR="003656D8" w:rsidRPr="003656D8" w:rsidRDefault="003656D8" w:rsidP="003656D8"/>
        </w:tc>
        <w:tc>
          <w:tcPr>
            <w:tcW w:w="3024" w:type="dxa"/>
          </w:tcPr>
          <w:p w14:paraId="7B3FCC02" w14:textId="77777777" w:rsidR="0076782F" w:rsidRDefault="0076782F" w:rsidP="00A37277">
            <w:pPr>
              <w:jc w:val="center"/>
            </w:pPr>
          </w:p>
          <w:p w14:paraId="598268A1" w14:textId="77777777" w:rsidR="003656D8" w:rsidRPr="003656D8" w:rsidRDefault="007D4591" w:rsidP="00A37277">
            <w:pPr>
              <w:jc w:val="center"/>
            </w:pPr>
            <w:r>
              <w:t>−</w:t>
            </w:r>
            <w:r w:rsidR="003656D8" w:rsidRPr="003656D8">
              <w:t xml:space="preserve"> Notes Payable </w:t>
            </w:r>
            <w:r w:rsidR="00C8777F">
              <w:t xml:space="preserve">(short-term) </w:t>
            </w:r>
            <w:r w:rsidR="003656D8" w:rsidRPr="003656D8">
              <w:t>+</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51"/>
              <w:gridCol w:w="550"/>
              <w:gridCol w:w="821"/>
              <w:gridCol w:w="876"/>
            </w:tblGrid>
            <w:tr w:rsidR="003656D8" w:rsidRPr="003656D8" w14:paraId="017E8105" w14:textId="77777777" w:rsidTr="009C0439">
              <w:trPr>
                <w:trHeight w:val="432"/>
              </w:trPr>
              <w:tc>
                <w:tcPr>
                  <w:tcW w:w="680" w:type="dxa"/>
                  <w:tcBorders>
                    <w:top w:val="single" w:sz="4" w:space="0" w:color="auto"/>
                  </w:tcBorders>
                </w:tcPr>
                <w:p w14:paraId="7AF4C4B9" w14:textId="77777777" w:rsidR="003656D8" w:rsidRPr="003656D8" w:rsidRDefault="003656D8" w:rsidP="003656D8"/>
              </w:tc>
              <w:tc>
                <w:tcPr>
                  <w:tcW w:w="680" w:type="dxa"/>
                  <w:tcBorders>
                    <w:top w:val="single" w:sz="4" w:space="0" w:color="auto"/>
                    <w:right w:val="single" w:sz="4" w:space="0" w:color="auto"/>
                  </w:tcBorders>
                </w:tcPr>
                <w:p w14:paraId="1B2BDE0D" w14:textId="77777777" w:rsidR="003656D8" w:rsidRPr="003656D8" w:rsidRDefault="003656D8" w:rsidP="003656D8"/>
              </w:tc>
              <w:tc>
                <w:tcPr>
                  <w:tcW w:w="680" w:type="dxa"/>
                  <w:tcBorders>
                    <w:top w:val="single" w:sz="4" w:space="0" w:color="auto"/>
                    <w:left w:val="single" w:sz="4" w:space="0" w:color="auto"/>
                  </w:tcBorders>
                </w:tcPr>
                <w:p w14:paraId="7CF2617A" w14:textId="77777777" w:rsidR="003656D8" w:rsidRPr="003656D8" w:rsidRDefault="003656D8" w:rsidP="00A37277">
                  <w:pPr>
                    <w:jc w:val="right"/>
                  </w:pPr>
                  <w:r w:rsidRPr="003656D8">
                    <w:t>0</w:t>
                  </w:r>
                </w:p>
              </w:tc>
              <w:tc>
                <w:tcPr>
                  <w:tcW w:w="681" w:type="dxa"/>
                  <w:tcBorders>
                    <w:top w:val="single" w:sz="4" w:space="0" w:color="auto"/>
                  </w:tcBorders>
                </w:tcPr>
                <w:p w14:paraId="79926D78" w14:textId="77777777" w:rsidR="003656D8" w:rsidRPr="003656D8" w:rsidRDefault="003656D8" w:rsidP="003656D8">
                  <w:r w:rsidRPr="003656D8">
                    <w:t>BegBal</w:t>
                  </w:r>
                </w:p>
              </w:tc>
            </w:tr>
            <w:tr w:rsidR="003656D8" w:rsidRPr="003656D8" w14:paraId="5701113E" w14:textId="77777777" w:rsidTr="009C0439">
              <w:trPr>
                <w:trHeight w:val="432"/>
              </w:trPr>
              <w:tc>
                <w:tcPr>
                  <w:tcW w:w="680" w:type="dxa"/>
                  <w:tcBorders>
                    <w:bottom w:val="single" w:sz="4" w:space="0" w:color="auto"/>
                  </w:tcBorders>
                </w:tcPr>
                <w:p w14:paraId="6D2849FF" w14:textId="77777777" w:rsidR="003656D8" w:rsidRPr="003656D8" w:rsidRDefault="003656D8" w:rsidP="003656D8"/>
              </w:tc>
              <w:tc>
                <w:tcPr>
                  <w:tcW w:w="680" w:type="dxa"/>
                  <w:tcBorders>
                    <w:bottom w:val="single" w:sz="4" w:space="0" w:color="auto"/>
                    <w:right w:val="single" w:sz="4" w:space="0" w:color="auto"/>
                  </w:tcBorders>
                </w:tcPr>
                <w:p w14:paraId="3DABA9C8" w14:textId="77777777" w:rsidR="003656D8" w:rsidRPr="003656D8" w:rsidRDefault="003656D8" w:rsidP="003656D8"/>
              </w:tc>
              <w:tc>
                <w:tcPr>
                  <w:tcW w:w="680" w:type="dxa"/>
                  <w:tcBorders>
                    <w:left w:val="single" w:sz="4" w:space="0" w:color="auto"/>
                    <w:bottom w:val="single" w:sz="4" w:space="0" w:color="auto"/>
                  </w:tcBorders>
                </w:tcPr>
                <w:p w14:paraId="7D9D437B" w14:textId="77777777" w:rsidR="003656D8" w:rsidRPr="003656D8" w:rsidRDefault="003656D8" w:rsidP="00A37277">
                  <w:pPr>
                    <w:jc w:val="right"/>
                  </w:pPr>
                  <w:r w:rsidRPr="003656D8">
                    <w:t>15,000</w:t>
                  </w:r>
                </w:p>
              </w:tc>
              <w:tc>
                <w:tcPr>
                  <w:tcW w:w="681" w:type="dxa"/>
                  <w:tcBorders>
                    <w:bottom w:val="single" w:sz="4" w:space="0" w:color="auto"/>
                  </w:tcBorders>
                </w:tcPr>
                <w:p w14:paraId="1532C01F" w14:textId="77777777" w:rsidR="003656D8" w:rsidRPr="003656D8" w:rsidRDefault="003656D8" w:rsidP="003656D8">
                  <w:r w:rsidRPr="003656D8">
                    <w:t>(b)</w:t>
                  </w:r>
                </w:p>
              </w:tc>
            </w:tr>
            <w:tr w:rsidR="003656D8" w:rsidRPr="003656D8" w14:paraId="3D0E8555" w14:textId="77777777" w:rsidTr="009C0439">
              <w:trPr>
                <w:trHeight w:val="432"/>
              </w:trPr>
              <w:tc>
                <w:tcPr>
                  <w:tcW w:w="680" w:type="dxa"/>
                  <w:tcBorders>
                    <w:top w:val="single" w:sz="4" w:space="0" w:color="auto"/>
                  </w:tcBorders>
                </w:tcPr>
                <w:p w14:paraId="5EFF6943" w14:textId="77777777" w:rsidR="003656D8" w:rsidRPr="003656D8" w:rsidRDefault="003656D8" w:rsidP="003656D8"/>
              </w:tc>
              <w:tc>
                <w:tcPr>
                  <w:tcW w:w="680" w:type="dxa"/>
                  <w:tcBorders>
                    <w:top w:val="single" w:sz="4" w:space="0" w:color="auto"/>
                    <w:right w:val="single" w:sz="4" w:space="0" w:color="auto"/>
                  </w:tcBorders>
                </w:tcPr>
                <w:p w14:paraId="07762535" w14:textId="77777777" w:rsidR="003656D8" w:rsidRPr="003656D8" w:rsidRDefault="003656D8" w:rsidP="003656D8"/>
              </w:tc>
              <w:tc>
                <w:tcPr>
                  <w:tcW w:w="680" w:type="dxa"/>
                  <w:tcBorders>
                    <w:top w:val="single" w:sz="4" w:space="0" w:color="auto"/>
                    <w:left w:val="single" w:sz="4" w:space="0" w:color="auto"/>
                  </w:tcBorders>
                </w:tcPr>
                <w:p w14:paraId="5A7E0B03" w14:textId="77777777" w:rsidR="003656D8" w:rsidRPr="003656D8" w:rsidRDefault="003656D8" w:rsidP="00A37277">
                  <w:pPr>
                    <w:jc w:val="right"/>
                  </w:pPr>
                  <w:r w:rsidRPr="003656D8">
                    <w:t>15,000</w:t>
                  </w:r>
                </w:p>
              </w:tc>
              <w:tc>
                <w:tcPr>
                  <w:tcW w:w="681" w:type="dxa"/>
                  <w:tcBorders>
                    <w:top w:val="single" w:sz="4" w:space="0" w:color="auto"/>
                  </w:tcBorders>
                </w:tcPr>
                <w:p w14:paraId="30796B1A" w14:textId="77777777" w:rsidR="003656D8" w:rsidRPr="003656D8" w:rsidRDefault="003656D8" w:rsidP="003656D8">
                  <w:r w:rsidRPr="003656D8">
                    <w:t>EndBal</w:t>
                  </w:r>
                </w:p>
              </w:tc>
            </w:tr>
            <w:tr w:rsidR="003656D8" w:rsidRPr="003656D8" w14:paraId="11BB12BF" w14:textId="77777777" w:rsidTr="009C0439">
              <w:trPr>
                <w:trHeight w:val="432"/>
              </w:trPr>
              <w:tc>
                <w:tcPr>
                  <w:tcW w:w="680" w:type="dxa"/>
                </w:tcPr>
                <w:p w14:paraId="711DF341" w14:textId="77777777" w:rsidR="003656D8" w:rsidRPr="003656D8" w:rsidRDefault="003656D8" w:rsidP="003656D8"/>
              </w:tc>
              <w:tc>
                <w:tcPr>
                  <w:tcW w:w="680" w:type="dxa"/>
                  <w:tcBorders>
                    <w:right w:val="single" w:sz="4" w:space="0" w:color="auto"/>
                  </w:tcBorders>
                </w:tcPr>
                <w:p w14:paraId="2509FB9A" w14:textId="77777777" w:rsidR="003656D8" w:rsidRPr="003656D8" w:rsidRDefault="003656D8" w:rsidP="003656D8"/>
              </w:tc>
              <w:tc>
                <w:tcPr>
                  <w:tcW w:w="680" w:type="dxa"/>
                  <w:tcBorders>
                    <w:left w:val="single" w:sz="4" w:space="0" w:color="auto"/>
                  </w:tcBorders>
                </w:tcPr>
                <w:p w14:paraId="0B060782" w14:textId="77777777" w:rsidR="003656D8" w:rsidRPr="003656D8" w:rsidRDefault="003656D8" w:rsidP="00A37277">
                  <w:pPr>
                    <w:jc w:val="right"/>
                  </w:pPr>
                </w:p>
              </w:tc>
              <w:tc>
                <w:tcPr>
                  <w:tcW w:w="681" w:type="dxa"/>
                </w:tcPr>
                <w:p w14:paraId="015AC16D" w14:textId="77777777" w:rsidR="003656D8" w:rsidRPr="003656D8" w:rsidRDefault="003656D8" w:rsidP="003656D8"/>
              </w:tc>
            </w:tr>
          </w:tbl>
          <w:p w14:paraId="50CAD9F1" w14:textId="77777777" w:rsidR="003656D8" w:rsidRPr="003656D8" w:rsidRDefault="003656D8" w:rsidP="003656D8"/>
        </w:tc>
        <w:tc>
          <w:tcPr>
            <w:tcW w:w="2952" w:type="dxa"/>
          </w:tcPr>
          <w:p w14:paraId="1117CC81" w14:textId="77777777" w:rsidR="0076782F" w:rsidRDefault="0076782F" w:rsidP="00A37277">
            <w:pPr>
              <w:jc w:val="center"/>
            </w:pPr>
          </w:p>
          <w:p w14:paraId="590D39D8" w14:textId="77777777" w:rsidR="003656D8" w:rsidRPr="003656D8" w:rsidRDefault="007D4591" w:rsidP="00A37277">
            <w:pPr>
              <w:jc w:val="center"/>
            </w:pPr>
            <w:r>
              <w:t>−</w:t>
            </w:r>
            <w:r w:rsidR="003656D8" w:rsidRPr="003656D8">
              <w:t xml:space="preserve"> Retained Earnings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572"/>
              <w:gridCol w:w="571"/>
              <w:gridCol w:w="592"/>
              <w:gridCol w:w="876"/>
            </w:tblGrid>
            <w:tr w:rsidR="003656D8" w:rsidRPr="003656D8" w14:paraId="69FD7FB2" w14:textId="77777777" w:rsidTr="009C0439">
              <w:trPr>
                <w:trHeight w:val="432"/>
              </w:trPr>
              <w:tc>
                <w:tcPr>
                  <w:tcW w:w="572" w:type="dxa"/>
                  <w:tcBorders>
                    <w:top w:val="single" w:sz="4" w:space="0" w:color="auto"/>
                  </w:tcBorders>
                </w:tcPr>
                <w:p w14:paraId="6B70EA29" w14:textId="77777777" w:rsidR="003656D8" w:rsidRPr="003656D8" w:rsidRDefault="003656D8" w:rsidP="003656D8"/>
              </w:tc>
              <w:tc>
                <w:tcPr>
                  <w:tcW w:w="571" w:type="dxa"/>
                  <w:tcBorders>
                    <w:top w:val="single" w:sz="4" w:space="0" w:color="auto"/>
                    <w:right w:val="single" w:sz="4" w:space="0" w:color="auto"/>
                  </w:tcBorders>
                </w:tcPr>
                <w:p w14:paraId="65D406CD" w14:textId="77777777" w:rsidR="003656D8" w:rsidRPr="003656D8" w:rsidRDefault="003656D8" w:rsidP="003656D8"/>
              </w:tc>
              <w:tc>
                <w:tcPr>
                  <w:tcW w:w="592" w:type="dxa"/>
                  <w:tcBorders>
                    <w:top w:val="single" w:sz="4" w:space="0" w:color="auto"/>
                    <w:left w:val="single" w:sz="4" w:space="0" w:color="auto"/>
                  </w:tcBorders>
                </w:tcPr>
                <w:p w14:paraId="1215D37F" w14:textId="77777777" w:rsidR="003656D8" w:rsidRPr="003656D8" w:rsidRDefault="003656D8" w:rsidP="00A37277">
                  <w:pPr>
                    <w:jc w:val="right"/>
                  </w:pPr>
                  <w:r w:rsidRPr="003656D8">
                    <w:t>0</w:t>
                  </w:r>
                </w:p>
              </w:tc>
              <w:tc>
                <w:tcPr>
                  <w:tcW w:w="863" w:type="dxa"/>
                  <w:tcBorders>
                    <w:top w:val="single" w:sz="4" w:space="0" w:color="auto"/>
                  </w:tcBorders>
                </w:tcPr>
                <w:p w14:paraId="6A5F6DA0" w14:textId="77777777" w:rsidR="003656D8" w:rsidRPr="003656D8" w:rsidRDefault="003656D8" w:rsidP="003656D8">
                  <w:r w:rsidRPr="003656D8">
                    <w:t>BegBal</w:t>
                  </w:r>
                </w:p>
              </w:tc>
            </w:tr>
            <w:tr w:rsidR="003656D8" w:rsidRPr="003656D8" w14:paraId="13C45007" w14:textId="77777777" w:rsidTr="009C0439">
              <w:trPr>
                <w:trHeight w:val="432"/>
              </w:trPr>
              <w:tc>
                <w:tcPr>
                  <w:tcW w:w="572" w:type="dxa"/>
                </w:tcPr>
                <w:p w14:paraId="3D18B112" w14:textId="77777777" w:rsidR="003656D8" w:rsidRPr="003656D8" w:rsidRDefault="003656D8" w:rsidP="003656D8"/>
              </w:tc>
              <w:tc>
                <w:tcPr>
                  <w:tcW w:w="571" w:type="dxa"/>
                  <w:tcBorders>
                    <w:right w:val="single" w:sz="4" w:space="0" w:color="auto"/>
                  </w:tcBorders>
                </w:tcPr>
                <w:p w14:paraId="774DDE78" w14:textId="77777777" w:rsidR="003656D8" w:rsidRPr="003656D8" w:rsidRDefault="003656D8" w:rsidP="003656D8"/>
              </w:tc>
              <w:tc>
                <w:tcPr>
                  <w:tcW w:w="592" w:type="dxa"/>
                  <w:tcBorders>
                    <w:left w:val="single" w:sz="4" w:space="0" w:color="auto"/>
                  </w:tcBorders>
                </w:tcPr>
                <w:p w14:paraId="015CA71F" w14:textId="77777777" w:rsidR="003656D8" w:rsidRPr="003656D8" w:rsidRDefault="003656D8" w:rsidP="00A37277">
                  <w:pPr>
                    <w:jc w:val="right"/>
                  </w:pPr>
                </w:p>
              </w:tc>
              <w:tc>
                <w:tcPr>
                  <w:tcW w:w="863" w:type="dxa"/>
                </w:tcPr>
                <w:p w14:paraId="5A83F7BF" w14:textId="77777777" w:rsidR="003656D8" w:rsidRPr="003656D8" w:rsidRDefault="003656D8" w:rsidP="003656D8"/>
              </w:tc>
            </w:tr>
            <w:tr w:rsidR="003656D8" w:rsidRPr="003656D8" w14:paraId="4A60FE56" w14:textId="77777777" w:rsidTr="009C0439">
              <w:trPr>
                <w:trHeight w:val="432"/>
              </w:trPr>
              <w:tc>
                <w:tcPr>
                  <w:tcW w:w="572" w:type="dxa"/>
                  <w:tcBorders>
                    <w:bottom w:val="single" w:sz="4" w:space="0" w:color="auto"/>
                  </w:tcBorders>
                </w:tcPr>
                <w:p w14:paraId="6D3EE239" w14:textId="77777777" w:rsidR="003656D8" w:rsidRPr="003656D8" w:rsidRDefault="003656D8" w:rsidP="003656D8"/>
              </w:tc>
              <w:tc>
                <w:tcPr>
                  <w:tcW w:w="571" w:type="dxa"/>
                  <w:tcBorders>
                    <w:bottom w:val="single" w:sz="4" w:space="0" w:color="auto"/>
                    <w:right w:val="single" w:sz="4" w:space="0" w:color="auto"/>
                  </w:tcBorders>
                </w:tcPr>
                <w:p w14:paraId="2079A210" w14:textId="77777777" w:rsidR="003656D8" w:rsidRPr="003656D8" w:rsidRDefault="003656D8" w:rsidP="003656D8"/>
              </w:tc>
              <w:tc>
                <w:tcPr>
                  <w:tcW w:w="592" w:type="dxa"/>
                  <w:tcBorders>
                    <w:left w:val="single" w:sz="4" w:space="0" w:color="auto"/>
                    <w:bottom w:val="single" w:sz="4" w:space="0" w:color="auto"/>
                  </w:tcBorders>
                </w:tcPr>
                <w:p w14:paraId="754B154E" w14:textId="77777777" w:rsidR="003656D8" w:rsidRPr="003656D8" w:rsidRDefault="003656D8" w:rsidP="00A37277">
                  <w:pPr>
                    <w:jc w:val="right"/>
                  </w:pPr>
                </w:p>
              </w:tc>
              <w:tc>
                <w:tcPr>
                  <w:tcW w:w="863" w:type="dxa"/>
                  <w:tcBorders>
                    <w:bottom w:val="single" w:sz="4" w:space="0" w:color="auto"/>
                  </w:tcBorders>
                </w:tcPr>
                <w:p w14:paraId="5C7D34D7" w14:textId="77777777" w:rsidR="003656D8" w:rsidRPr="003656D8" w:rsidRDefault="003656D8" w:rsidP="003656D8"/>
              </w:tc>
            </w:tr>
            <w:tr w:rsidR="003656D8" w:rsidRPr="003656D8" w14:paraId="36F6A391" w14:textId="77777777" w:rsidTr="009C0439">
              <w:trPr>
                <w:trHeight w:val="432"/>
              </w:trPr>
              <w:tc>
                <w:tcPr>
                  <w:tcW w:w="572" w:type="dxa"/>
                  <w:tcBorders>
                    <w:top w:val="single" w:sz="4" w:space="0" w:color="auto"/>
                  </w:tcBorders>
                </w:tcPr>
                <w:p w14:paraId="060A081B" w14:textId="77777777" w:rsidR="003656D8" w:rsidRPr="003656D8" w:rsidRDefault="003656D8" w:rsidP="003656D8"/>
              </w:tc>
              <w:tc>
                <w:tcPr>
                  <w:tcW w:w="571" w:type="dxa"/>
                  <w:tcBorders>
                    <w:top w:val="single" w:sz="4" w:space="0" w:color="auto"/>
                    <w:right w:val="single" w:sz="4" w:space="0" w:color="auto"/>
                  </w:tcBorders>
                </w:tcPr>
                <w:p w14:paraId="49E5A5A3" w14:textId="77777777" w:rsidR="003656D8" w:rsidRPr="003656D8" w:rsidRDefault="003656D8" w:rsidP="003656D8"/>
              </w:tc>
              <w:tc>
                <w:tcPr>
                  <w:tcW w:w="592" w:type="dxa"/>
                  <w:tcBorders>
                    <w:top w:val="single" w:sz="4" w:space="0" w:color="auto"/>
                    <w:left w:val="single" w:sz="4" w:space="0" w:color="auto"/>
                  </w:tcBorders>
                </w:tcPr>
                <w:p w14:paraId="0A10300A" w14:textId="77777777" w:rsidR="003656D8" w:rsidRPr="003656D8" w:rsidRDefault="003656D8" w:rsidP="00A37277">
                  <w:pPr>
                    <w:jc w:val="right"/>
                  </w:pPr>
                  <w:r w:rsidRPr="003656D8">
                    <w:t>0</w:t>
                  </w:r>
                </w:p>
              </w:tc>
              <w:tc>
                <w:tcPr>
                  <w:tcW w:w="863" w:type="dxa"/>
                  <w:tcBorders>
                    <w:top w:val="single" w:sz="4" w:space="0" w:color="auto"/>
                  </w:tcBorders>
                </w:tcPr>
                <w:p w14:paraId="2A0FB099" w14:textId="77777777" w:rsidR="003656D8" w:rsidRPr="003656D8" w:rsidRDefault="003656D8" w:rsidP="003656D8">
                  <w:r w:rsidRPr="003656D8">
                    <w:t>EndBal</w:t>
                  </w:r>
                </w:p>
              </w:tc>
            </w:tr>
          </w:tbl>
          <w:p w14:paraId="2EEDBE2E" w14:textId="77777777" w:rsidR="003656D8" w:rsidRPr="003656D8" w:rsidRDefault="003656D8" w:rsidP="003656D8"/>
        </w:tc>
      </w:tr>
      <w:tr w:rsidR="003656D8" w14:paraId="6ACF8B65" w14:textId="77777777" w:rsidTr="00C8777F">
        <w:tc>
          <w:tcPr>
            <w:tcW w:w="3217" w:type="dxa"/>
          </w:tcPr>
          <w:p w14:paraId="7C502AF9" w14:textId="77777777" w:rsidR="008A64AF" w:rsidRDefault="008A64AF" w:rsidP="00A37277">
            <w:pPr>
              <w:jc w:val="center"/>
            </w:pPr>
          </w:p>
          <w:p w14:paraId="2A8D912A" w14:textId="77777777" w:rsidR="003656D8" w:rsidRPr="003656D8" w:rsidRDefault="003656D8" w:rsidP="00A37277">
            <w:pPr>
              <w:jc w:val="center"/>
            </w:pPr>
            <w:r w:rsidRPr="003656D8">
              <w:t>+ Equipment –</w:t>
            </w:r>
          </w:p>
          <w:tbl>
            <w:tblPr>
              <w:tblW w:w="0" w:type="auto"/>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ook w:val="01E0" w:firstRow="1" w:lastRow="1" w:firstColumn="1" w:lastColumn="1" w:noHBand="0" w:noVBand="0"/>
            </w:tblPr>
            <w:tblGrid>
              <w:gridCol w:w="876"/>
              <w:gridCol w:w="821"/>
              <w:gridCol w:w="647"/>
              <w:gridCol w:w="647"/>
            </w:tblGrid>
            <w:tr w:rsidR="003656D8" w14:paraId="30A274B4" w14:textId="77777777" w:rsidTr="009C0439">
              <w:trPr>
                <w:trHeight w:val="432"/>
              </w:trPr>
              <w:tc>
                <w:tcPr>
                  <w:tcW w:w="680" w:type="dxa"/>
                  <w:tcBorders>
                    <w:top w:val="single" w:sz="4" w:space="0" w:color="auto"/>
                  </w:tcBorders>
                </w:tcPr>
                <w:p w14:paraId="1406B1BB" w14:textId="77777777" w:rsidR="003656D8" w:rsidRPr="003656D8" w:rsidRDefault="003656D8" w:rsidP="003656D8">
                  <w:r w:rsidRPr="003656D8">
                    <w:t>BegBal</w:t>
                  </w:r>
                </w:p>
              </w:tc>
              <w:tc>
                <w:tcPr>
                  <w:tcW w:w="680" w:type="dxa"/>
                  <w:tcBorders>
                    <w:top w:val="single" w:sz="4" w:space="0" w:color="auto"/>
                    <w:right w:val="single" w:sz="4" w:space="0" w:color="auto"/>
                  </w:tcBorders>
                </w:tcPr>
                <w:p w14:paraId="5FDD129F" w14:textId="77777777" w:rsidR="003656D8" w:rsidRPr="003656D8" w:rsidRDefault="003656D8" w:rsidP="00A37277">
                  <w:pPr>
                    <w:jc w:val="right"/>
                  </w:pPr>
                  <w:r w:rsidRPr="003656D8">
                    <w:t>0</w:t>
                  </w:r>
                </w:p>
              </w:tc>
              <w:tc>
                <w:tcPr>
                  <w:tcW w:w="680" w:type="dxa"/>
                  <w:tcBorders>
                    <w:top w:val="single" w:sz="4" w:space="0" w:color="auto"/>
                    <w:left w:val="single" w:sz="4" w:space="0" w:color="auto"/>
                  </w:tcBorders>
                </w:tcPr>
                <w:p w14:paraId="3F2046BD" w14:textId="77777777" w:rsidR="003656D8" w:rsidRPr="003656D8" w:rsidRDefault="003656D8" w:rsidP="003656D8"/>
              </w:tc>
              <w:tc>
                <w:tcPr>
                  <w:tcW w:w="681" w:type="dxa"/>
                  <w:tcBorders>
                    <w:top w:val="single" w:sz="4" w:space="0" w:color="auto"/>
                  </w:tcBorders>
                </w:tcPr>
                <w:p w14:paraId="5446867E" w14:textId="77777777" w:rsidR="003656D8" w:rsidRPr="003656D8" w:rsidRDefault="003656D8" w:rsidP="003656D8"/>
              </w:tc>
            </w:tr>
            <w:tr w:rsidR="003656D8" w14:paraId="2A1BB595" w14:textId="77777777" w:rsidTr="009C0439">
              <w:trPr>
                <w:trHeight w:val="432"/>
              </w:trPr>
              <w:tc>
                <w:tcPr>
                  <w:tcW w:w="680" w:type="dxa"/>
                </w:tcPr>
                <w:p w14:paraId="6363EA91" w14:textId="77777777" w:rsidR="003656D8" w:rsidRPr="003656D8" w:rsidRDefault="003656D8" w:rsidP="003656D8">
                  <w:r w:rsidRPr="003656D8">
                    <w:t>(c)</w:t>
                  </w:r>
                </w:p>
              </w:tc>
              <w:tc>
                <w:tcPr>
                  <w:tcW w:w="680" w:type="dxa"/>
                  <w:tcBorders>
                    <w:right w:val="single" w:sz="4" w:space="0" w:color="auto"/>
                  </w:tcBorders>
                </w:tcPr>
                <w:p w14:paraId="0B2A99F7" w14:textId="77777777" w:rsidR="003656D8" w:rsidRPr="003656D8" w:rsidRDefault="003656D8" w:rsidP="00A37277">
                  <w:pPr>
                    <w:jc w:val="right"/>
                  </w:pPr>
                  <w:r w:rsidRPr="003656D8">
                    <w:t>20,000</w:t>
                  </w:r>
                </w:p>
              </w:tc>
              <w:tc>
                <w:tcPr>
                  <w:tcW w:w="680" w:type="dxa"/>
                  <w:tcBorders>
                    <w:left w:val="single" w:sz="4" w:space="0" w:color="auto"/>
                  </w:tcBorders>
                </w:tcPr>
                <w:p w14:paraId="7C6151AC" w14:textId="77777777" w:rsidR="003656D8" w:rsidRPr="003656D8" w:rsidRDefault="003656D8" w:rsidP="003656D8"/>
              </w:tc>
              <w:tc>
                <w:tcPr>
                  <w:tcW w:w="681" w:type="dxa"/>
                </w:tcPr>
                <w:p w14:paraId="3C87357C" w14:textId="77777777" w:rsidR="003656D8" w:rsidRPr="003656D8" w:rsidRDefault="003656D8" w:rsidP="003656D8"/>
              </w:tc>
            </w:tr>
            <w:tr w:rsidR="003656D8" w14:paraId="5BCE5B0C" w14:textId="77777777" w:rsidTr="009C0439">
              <w:trPr>
                <w:trHeight w:val="432"/>
              </w:trPr>
              <w:tc>
                <w:tcPr>
                  <w:tcW w:w="680" w:type="dxa"/>
                  <w:tcBorders>
                    <w:bottom w:val="single" w:sz="4" w:space="0" w:color="auto"/>
                  </w:tcBorders>
                </w:tcPr>
                <w:p w14:paraId="0411DF50" w14:textId="77777777" w:rsidR="003656D8" w:rsidRPr="003656D8" w:rsidRDefault="003656D8" w:rsidP="003656D8">
                  <w:r w:rsidRPr="003656D8">
                    <w:t>(h)</w:t>
                  </w:r>
                </w:p>
              </w:tc>
              <w:tc>
                <w:tcPr>
                  <w:tcW w:w="680" w:type="dxa"/>
                  <w:tcBorders>
                    <w:bottom w:val="single" w:sz="4" w:space="0" w:color="auto"/>
                    <w:right w:val="single" w:sz="4" w:space="0" w:color="auto"/>
                  </w:tcBorders>
                </w:tcPr>
                <w:p w14:paraId="3CB0ACCC" w14:textId="77777777" w:rsidR="003656D8" w:rsidRPr="003656D8" w:rsidRDefault="003656D8" w:rsidP="00A37277">
                  <w:pPr>
                    <w:jc w:val="right"/>
                  </w:pPr>
                  <w:r w:rsidRPr="003656D8">
                    <w:t>1,000</w:t>
                  </w:r>
                </w:p>
              </w:tc>
              <w:tc>
                <w:tcPr>
                  <w:tcW w:w="680" w:type="dxa"/>
                  <w:tcBorders>
                    <w:left w:val="single" w:sz="4" w:space="0" w:color="auto"/>
                    <w:bottom w:val="single" w:sz="4" w:space="0" w:color="auto"/>
                  </w:tcBorders>
                </w:tcPr>
                <w:p w14:paraId="60E1D271" w14:textId="77777777" w:rsidR="003656D8" w:rsidRPr="003656D8" w:rsidRDefault="003656D8" w:rsidP="003656D8"/>
              </w:tc>
              <w:tc>
                <w:tcPr>
                  <w:tcW w:w="681" w:type="dxa"/>
                  <w:tcBorders>
                    <w:bottom w:val="single" w:sz="4" w:space="0" w:color="auto"/>
                  </w:tcBorders>
                </w:tcPr>
                <w:p w14:paraId="52532C11" w14:textId="77777777" w:rsidR="003656D8" w:rsidRPr="003656D8" w:rsidRDefault="003656D8" w:rsidP="003656D8"/>
              </w:tc>
            </w:tr>
            <w:tr w:rsidR="003656D8" w14:paraId="40FC3448" w14:textId="77777777" w:rsidTr="009C0439">
              <w:trPr>
                <w:trHeight w:val="432"/>
              </w:trPr>
              <w:tc>
                <w:tcPr>
                  <w:tcW w:w="680" w:type="dxa"/>
                  <w:tcBorders>
                    <w:top w:val="single" w:sz="4" w:space="0" w:color="auto"/>
                  </w:tcBorders>
                </w:tcPr>
                <w:p w14:paraId="1687B128" w14:textId="77777777" w:rsidR="003656D8" w:rsidRPr="003656D8" w:rsidRDefault="003656D8" w:rsidP="003656D8">
                  <w:r w:rsidRPr="003656D8">
                    <w:t>EndBal</w:t>
                  </w:r>
                </w:p>
              </w:tc>
              <w:tc>
                <w:tcPr>
                  <w:tcW w:w="680" w:type="dxa"/>
                  <w:tcBorders>
                    <w:top w:val="single" w:sz="4" w:space="0" w:color="auto"/>
                    <w:right w:val="single" w:sz="4" w:space="0" w:color="auto"/>
                  </w:tcBorders>
                </w:tcPr>
                <w:p w14:paraId="6EA3FE2E" w14:textId="77777777" w:rsidR="003656D8" w:rsidRPr="003656D8" w:rsidRDefault="003656D8" w:rsidP="003656D8">
                  <w:r w:rsidRPr="003656D8">
                    <w:t>21,000</w:t>
                  </w:r>
                </w:p>
              </w:tc>
              <w:tc>
                <w:tcPr>
                  <w:tcW w:w="680" w:type="dxa"/>
                  <w:tcBorders>
                    <w:top w:val="single" w:sz="4" w:space="0" w:color="auto"/>
                    <w:left w:val="single" w:sz="4" w:space="0" w:color="auto"/>
                  </w:tcBorders>
                </w:tcPr>
                <w:p w14:paraId="245B22D3" w14:textId="77777777" w:rsidR="003656D8" w:rsidRPr="003656D8" w:rsidRDefault="003656D8" w:rsidP="003656D8"/>
              </w:tc>
              <w:tc>
                <w:tcPr>
                  <w:tcW w:w="681" w:type="dxa"/>
                  <w:tcBorders>
                    <w:top w:val="single" w:sz="4" w:space="0" w:color="auto"/>
                  </w:tcBorders>
                </w:tcPr>
                <w:p w14:paraId="5753B2B8" w14:textId="77777777" w:rsidR="003656D8" w:rsidRPr="003656D8" w:rsidRDefault="003656D8" w:rsidP="003656D8"/>
              </w:tc>
            </w:tr>
          </w:tbl>
          <w:p w14:paraId="266E762A" w14:textId="77777777" w:rsidR="003656D8" w:rsidRPr="003656D8" w:rsidRDefault="003656D8" w:rsidP="003656D8"/>
        </w:tc>
        <w:tc>
          <w:tcPr>
            <w:tcW w:w="3024" w:type="dxa"/>
          </w:tcPr>
          <w:p w14:paraId="76B7F216" w14:textId="77777777" w:rsidR="003656D8" w:rsidRPr="003656D8" w:rsidRDefault="003656D8" w:rsidP="003656D8"/>
        </w:tc>
        <w:tc>
          <w:tcPr>
            <w:tcW w:w="2952" w:type="dxa"/>
          </w:tcPr>
          <w:p w14:paraId="09CF251D" w14:textId="77777777" w:rsidR="003656D8" w:rsidRPr="003656D8" w:rsidRDefault="003656D8" w:rsidP="003656D8"/>
        </w:tc>
      </w:tr>
    </w:tbl>
    <w:p w14:paraId="372394EF" w14:textId="77777777" w:rsidR="003656D8" w:rsidRPr="004313EA" w:rsidRDefault="003656D8" w:rsidP="003656D8"/>
    <w:p w14:paraId="6B155662" w14:textId="77777777" w:rsidR="0076782F" w:rsidRDefault="003656D8" w:rsidP="0076782F">
      <w:pPr>
        <w:pStyle w:val="Heading1"/>
        <w:spacing w:before="240"/>
      </w:pPr>
      <w:r w:rsidRPr="003656D8">
        <w:br w:type="page"/>
      </w:r>
      <w:r w:rsidR="0076782F" w:rsidRPr="005F480C">
        <w:lastRenderedPageBreak/>
        <w:t xml:space="preserve">HANDOUT </w:t>
      </w:r>
      <w:r w:rsidR="0076782F">
        <w:t>2</w:t>
      </w:r>
      <w:r w:rsidR="007D4591">
        <w:t>–</w:t>
      </w:r>
      <w:r w:rsidR="0076782F">
        <w:t>6</w:t>
      </w:r>
    </w:p>
    <w:p w14:paraId="2C9FEB55" w14:textId="77777777" w:rsidR="00255369" w:rsidRDefault="008C6759" w:rsidP="00FF2F89">
      <w:pPr>
        <w:pStyle w:val="Heading1"/>
        <w:spacing w:before="240"/>
        <w:jc w:val="center"/>
      </w:pPr>
      <w:r>
        <w:rPr>
          <w:u w:val="none"/>
        </w:rPr>
        <w:t xml:space="preserve">PREPARING A </w:t>
      </w:r>
      <w:r w:rsidR="00255369">
        <w:rPr>
          <w:u w:val="none"/>
        </w:rPr>
        <w:t xml:space="preserve">TRIAL BALANCE AND A </w:t>
      </w:r>
      <w:r>
        <w:rPr>
          <w:u w:val="none"/>
        </w:rPr>
        <w:t>BALANCE SHEET</w:t>
      </w:r>
    </w:p>
    <w:p w14:paraId="0E13EDEE" w14:textId="77777777" w:rsidR="00255369" w:rsidRDefault="008C6759" w:rsidP="00255369">
      <w:pPr>
        <w:pStyle w:val="Heading2"/>
        <w:rPr>
          <w:b w:val="0"/>
          <w:bCs/>
        </w:rPr>
      </w:pPr>
      <w:r>
        <w:rPr>
          <w:b w:val="0"/>
          <w:bCs/>
        </w:rPr>
        <w:t>Use the ending balances from the T-accounts on Handout 2</w:t>
      </w:r>
      <w:r w:rsidR="00C8777F">
        <w:rPr>
          <w:b w:val="0"/>
          <w:bCs/>
        </w:rPr>
        <w:t>-</w:t>
      </w:r>
      <w:r>
        <w:rPr>
          <w:b w:val="0"/>
          <w:bCs/>
        </w:rPr>
        <w:t xml:space="preserve">5 to prepare a </w:t>
      </w:r>
      <w:r w:rsidR="00255369">
        <w:rPr>
          <w:b w:val="0"/>
          <w:bCs/>
        </w:rPr>
        <w:t>trial balance</w:t>
      </w:r>
      <w:r w:rsidR="00677D31">
        <w:rPr>
          <w:b w:val="0"/>
          <w:bCs/>
        </w:rPr>
        <w:t xml:space="preserve"> as of </w:t>
      </w:r>
      <w:r w:rsidR="00255369">
        <w:rPr>
          <w:b w:val="0"/>
          <w:bCs/>
        </w:rPr>
        <w:t>December 31</w:t>
      </w:r>
      <w:r w:rsidR="00677D31">
        <w:rPr>
          <w:b w:val="0"/>
          <w:bCs/>
        </w:rPr>
        <w:t>, Year 1</w:t>
      </w:r>
      <w:r w:rsidR="00255369">
        <w:rPr>
          <w:b w:val="0"/>
          <w:bCs/>
        </w:rPr>
        <w:t>.</w:t>
      </w:r>
    </w:p>
    <w:p w14:paraId="2D9B72F8" w14:textId="77777777" w:rsidR="00C603C9" w:rsidRPr="003656D8" w:rsidRDefault="00C603C9" w:rsidP="00C603C9">
      <w:pPr>
        <w:jc w:val="center"/>
      </w:pPr>
      <w:r w:rsidRPr="003656D8">
        <w:t>World Wide Webster</w:t>
      </w:r>
    </w:p>
    <w:p w14:paraId="3F964DB7" w14:textId="77777777" w:rsidR="00C603C9" w:rsidRPr="003656D8" w:rsidRDefault="00C603C9" w:rsidP="00C603C9">
      <w:pPr>
        <w:jc w:val="center"/>
      </w:pPr>
      <w:r>
        <w:t xml:space="preserve">Trial </w:t>
      </w:r>
      <w:r w:rsidRPr="003656D8">
        <w:t xml:space="preserve">Balance </w:t>
      </w:r>
    </w:p>
    <w:p w14:paraId="0430331C" w14:textId="77777777" w:rsidR="00C603C9" w:rsidRDefault="00C603C9" w:rsidP="00C603C9">
      <w:pPr>
        <w:jc w:val="center"/>
      </w:pPr>
      <w:r w:rsidRPr="003656D8">
        <w:t>At December 31</w:t>
      </w:r>
      <w:r>
        <w:t xml:space="preserve">, </w:t>
      </w:r>
      <w:r w:rsidR="00677D31">
        <w:t>Year 1</w:t>
      </w:r>
    </w:p>
    <w:p w14:paraId="4825738A" w14:textId="77777777" w:rsidR="00C603C9" w:rsidRDefault="00C603C9" w:rsidP="00C603C9">
      <w:pPr>
        <w:jc w:val="center"/>
      </w:pPr>
    </w:p>
    <w:tbl>
      <w:tblPr>
        <w:tblW w:w="0" w:type="auto"/>
        <w:jc w:val="center"/>
        <w:tblBorders>
          <w:bottom w:val="double" w:sz="4" w:space="0" w:color="auto"/>
        </w:tblBorders>
        <w:tblLook w:val="04A0" w:firstRow="1" w:lastRow="0" w:firstColumn="1" w:lastColumn="0" w:noHBand="0" w:noVBand="1"/>
      </w:tblPr>
      <w:tblGrid>
        <w:gridCol w:w="2880"/>
        <w:gridCol w:w="1440"/>
        <w:gridCol w:w="1440"/>
      </w:tblGrid>
      <w:tr w:rsidR="00C603C9" w:rsidRPr="00C603C9" w14:paraId="6F26322B" w14:textId="77777777" w:rsidTr="00C603C9">
        <w:trPr>
          <w:jc w:val="center"/>
        </w:trPr>
        <w:tc>
          <w:tcPr>
            <w:tcW w:w="2880" w:type="dxa"/>
            <w:tcBorders>
              <w:bottom w:val="single" w:sz="4" w:space="0" w:color="auto"/>
            </w:tcBorders>
          </w:tcPr>
          <w:p w14:paraId="5FCE6214" w14:textId="77777777" w:rsidR="00C603C9" w:rsidRPr="00C603C9" w:rsidRDefault="00C603C9" w:rsidP="00C77EAE"/>
        </w:tc>
        <w:tc>
          <w:tcPr>
            <w:tcW w:w="1440" w:type="dxa"/>
            <w:tcBorders>
              <w:bottom w:val="single" w:sz="4" w:space="0" w:color="auto"/>
            </w:tcBorders>
          </w:tcPr>
          <w:p w14:paraId="0B957728" w14:textId="77777777" w:rsidR="00C603C9" w:rsidRPr="00C603C9" w:rsidRDefault="00C603C9" w:rsidP="00C77EAE">
            <w:pPr>
              <w:jc w:val="center"/>
            </w:pPr>
            <w:r w:rsidRPr="00C603C9">
              <w:t>Debit</w:t>
            </w:r>
          </w:p>
        </w:tc>
        <w:tc>
          <w:tcPr>
            <w:tcW w:w="1440" w:type="dxa"/>
            <w:tcBorders>
              <w:bottom w:val="single" w:sz="4" w:space="0" w:color="auto"/>
            </w:tcBorders>
          </w:tcPr>
          <w:p w14:paraId="0008DD80" w14:textId="77777777" w:rsidR="00C603C9" w:rsidRPr="00C603C9" w:rsidRDefault="00C603C9" w:rsidP="00C77EAE">
            <w:pPr>
              <w:jc w:val="center"/>
            </w:pPr>
            <w:r w:rsidRPr="00C603C9">
              <w:t>Credit</w:t>
            </w:r>
          </w:p>
        </w:tc>
      </w:tr>
      <w:tr w:rsidR="00C603C9" w14:paraId="44F4DA1B"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275F7E15" w14:textId="77777777" w:rsidR="00C603C9" w:rsidRDefault="00C603C9" w:rsidP="00255369">
            <w:r w:rsidRPr="003656D8">
              <w:t>Cash</w:t>
            </w:r>
          </w:p>
        </w:tc>
        <w:tc>
          <w:tcPr>
            <w:tcW w:w="1440" w:type="dxa"/>
            <w:tcBorders>
              <w:top w:val="single" w:sz="4" w:space="0" w:color="auto"/>
              <w:left w:val="single" w:sz="4" w:space="0" w:color="auto"/>
              <w:bottom w:val="single" w:sz="4" w:space="0" w:color="auto"/>
              <w:right w:val="single" w:sz="4" w:space="0" w:color="auto"/>
            </w:tcBorders>
            <w:vAlign w:val="center"/>
          </w:tcPr>
          <w:p w14:paraId="1574A075"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363C5E27" w14:textId="77777777" w:rsidR="00C603C9" w:rsidRDefault="00C603C9" w:rsidP="00255369"/>
        </w:tc>
      </w:tr>
      <w:tr w:rsidR="00C603C9" w14:paraId="59F91309"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006012C8" w14:textId="77777777" w:rsidR="00C603C9" w:rsidRDefault="00C603C9" w:rsidP="00255369">
            <w:r w:rsidRPr="003656D8">
              <w:t>Supplies</w:t>
            </w:r>
          </w:p>
        </w:tc>
        <w:tc>
          <w:tcPr>
            <w:tcW w:w="1440" w:type="dxa"/>
            <w:tcBorders>
              <w:top w:val="single" w:sz="4" w:space="0" w:color="auto"/>
              <w:left w:val="single" w:sz="4" w:space="0" w:color="auto"/>
              <w:bottom w:val="single" w:sz="4" w:space="0" w:color="auto"/>
              <w:right w:val="single" w:sz="4" w:space="0" w:color="auto"/>
            </w:tcBorders>
            <w:vAlign w:val="center"/>
          </w:tcPr>
          <w:p w14:paraId="00BD3563"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75B5C951" w14:textId="77777777" w:rsidR="00C603C9" w:rsidRDefault="00C603C9" w:rsidP="00255369"/>
        </w:tc>
      </w:tr>
      <w:tr w:rsidR="00C603C9" w:rsidRPr="00713E47" w14:paraId="1FE070CE"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435C2101" w14:textId="77777777" w:rsidR="00C603C9" w:rsidRDefault="00C603C9" w:rsidP="00255369">
            <w:r w:rsidRPr="003656D8">
              <w:t>Equipment</w:t>
            </w:r>
          </w:p>
        </w:tc>
        <w:tc>
          <w:tcPr>
            <w:tcW w:w="1440" w:type="dxa"/>
            <w:tcBorders>
              <w:top w:val="single" w:sz="4" w:space="0" w:color="auto"/>
              <w:left w:val="single" w:sz="4" w:space="0" w:color="auto"/>
              <w:bottom w:val="single" w:sz="4" w:space="0" w:color="auto"/>
              <w:right w:val="single" w:sz="4" w:space="0" w:color="auto"/>
            </w:tcBorders>
            <w:vAlign w:val="center"/>
          </w:tcPr>
          <w:p w14:paraId="406AE9F2"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609DC6CC" w14:textId="77777777" w:rsidR="00C603C9" w:rsidRPr="00713E47" w:rsidRDefault="00C603C9" w:rsidP="00255369">
            <w:pPr>
              <w:rPr>
                <w:u w:val="single"/>
              </w:rPr>
            </w:pPr>
          </w:p>
        </w:tc>
      </w:tr>
      <w:tr w:rsidR="00C603C9" w:rsidRPr="00255369" w14:paraId="502F2904"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00544982" w14:textId="77777777" w:rsidR="00C603C9" w:rsidRDefault="00C603C9" w:rsidP="00255369">
            <w:r w:rsidRPr="003656D8">
              <w:t>Notes Payable</w:t>
            </w:r>
            <w:r w:rsidR="00C8777F">
              <w:t xml:space="preserve"> (short-term)</w:t>
            </w:r>
          </w:p>
        </w:tc>
        <w:tc>
          <w:tcPr>
            <w:tcW w:w="1440" w:type="dxa"/>
            <w:tcBorders>
              <w:top w:val="single" w:sz="4" w:space="0" w:color="auto"/>
              <w:left w:val="single" w:sz="4" w:space="0" w:color="auto"/>
              <w:bottom w:val="single" w:sz="4" w:space="0" w:color="auto"/>
              <w:right w:val="single" w:sz="4" w:space="0" w:color="auto"/>
            </w:tcBorders>
            <w:vAlign w:val="center"/>
          </w:tcPr>
          <w:p w14:paraId="3C94BC52"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31096331" w14:textId="77777777" w:rsidR="00C603C9" w:rsidRPr="00255369" w:rsidRDefault="00C603C9" w:rsidP="00255369"/>
        </w:tc>
      </w:tr>
      <w:tr w:rsidR="00C603C9" w:rsidRPr="00255369" w14:paraId="77D2AD6E"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3C454C9B" w14:textId="77777777" w:rsidR="00C603C9" w:rsidRDefault="00C603C9" w:rsidP="00255369">
            <w:r>
              <w:t>Common Stock</w:t>
            </w:r>
          </w:p>
        </w:tc>
        <w:tc>
          <w:tcPr>
            <w:tcW w:w="1440" w:type="dxa"/>
            <w:tcBorders>
              <w:top w:val="single" w:sz="4" w:space="0" w:color="auto"/>
              <w:left w:val="single" w:sz="4" w:space="0" w:color="auto"/>
              <w:bottom w:val="single" w:sz="4" w:space="0" w:color="auto"/>
              <w:right w:val="single" w:sz="4" w:space="0" w:color="auto"/>
            </w:tcBorders>
            <w:vAlign w:val="center"/>
          </w:tcPr>
          <w:p w14:paraId="49989B18"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7E82B7D0" w14:textId="77777777" w:rsidR="00C603C9" w:rsidRPr="00255369" w:rsidRDefault="00C603C9" w:rsidP="00255369"/>
        </w:tc>
      </w:tr>
      <w:tr w:rsidR="00C603C9" w:rsidRPr="00255369" w14:paraId="0B189A73"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6854535D" w14:textId="77777777" w:rsidR="00C603C9" w:rsidRDefault="00C603C9" w:rsidP="00255369">
            <w:r w:rsidRPr="003656D8">
              <w:t>Retained Earnings</w:t>
            </w:r>
          </w:p>
        </w:tc>
        <w:tc>
          <w:tcPr>
            <w:tcW w:w="1440" w:type="dxa"/>
            <w:tcBorders>
              <w:top w:val="single" w:sz="4" w:space="0" w:color="auto"/>
              <w:left w:val="single" w:sz="4" w:space="0" w:color="auto"/>
              <w:bottom w:val="single" w:sz="4" w:space="0" w:color="auto"/>
              <w:right w:val="single" w:sz="4" w:space="0" w:color="auto"/>
            </w:tcBorders>
            <w:vAlign w:val="center"/>
          </w:tcPr>
          <w:p w14:paraId="060F011D"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08AA5F59" w14:textId="77777777" w:rsidR="00C603C9" w:rsidRPr="00255369" w:rsidRDefault="00C603C9" w:rsidP="00255369"/>
        </w:tc>
      </w:tr>
      <w:tr w:rsidR="00C603C9" w:rsidRPr="00255369" w14:paraId="2FBFA9DA" w14:textId="77777777" w:rsidTr="00C603C9">
        <w:trPr>
          <w:trHeight w:val="432"/>
          <w:jc w:val="center"/>
        </w:trPr>
        <w:tc>
          <w:tcPr>
            <w:tcW w:w="2880" w:type="dxa"/>
            <w:tcBorders>
              <w:top w:val="single" w:sz="4" w:space="0" w:color="auto"/>
              <w:left w:val="single" w:sz="4" w:space="0" w:color="auto"/>
              <w:bottom w:val="single" w:sz="4" w:space="0" w:color="auto"/>
              <w:right w:val="single" w:sz="4" w:space="0" w:color="auto"/>
            </w:tcBorders>
            <w:vAlign w:val="center"/>
          </w:tcPr>
          <w:p w14:paraId="49E9DB55" w14:textId="77777777" w:rsidR="00C603C9" w:rsidRPr="00255369" w:rsidRDefault="00C603C9" w:rsidP="00255369">
            <w:pPr>
              <w:rPr>
                <w:b/>
              </w:rPr>
            </w:pPr>
            <w:r w:rsidRPr="00255369">
              <w:rPr>
                <w:b/>
              </w:rPr>
              <w:t>Totals</w:t>
            </w:r>
          </w:p>
        </w:tc>
        <w:tc>
          <w:tcPr>
            <w:tcW w:w="1440" w:type="dxa"/>
            <w:tcBorders>
              <w:top w:val="single" w:sz="4" w:space="0" w:color="auto"/>
              <w:left w:val="single" w:sz="4" w:space="0" w:color="auto"/>
              <w:bottom w:val="single" w:sz="4" w:space="0" w:color="auto"/>
              <w:right w:val="single" w:sz="4" w:space="0" w:color="auto"/>
            </w:tcBorders>
            <w:vAlign w:val="center"/>
          </w:tcPr>
          <w:p w14:paraId="2B903681" w14:textId="77777777" w:rsidR="00C603C9" w:rsidRPr="00255369" w:rsidRDefault="00C603C9" w:rsidP="00255369"/>
        </w:tc>
        <w:tc>
          <w:tcPr>
            <w:tcW w:w="1440" w:type="dxa"/>
            <w:tcBorders>
              <w:top w:val="single" w:sz="4" w:space="0" w:color="auto"/>
              <w:left w:val="single" w:sz="4" w:space="0" w:color="auto"/>
              <w:bottom w:val="single" w:sz="4" w:space="0" w:color="auto"/>
              <w:right w:val="single" w:sz="4" w:space="0" w:color="auto"/>
            </w:tcBorders>
            <w:vAlign w:val="center"/>
          </w:tcPr>
          <w:p w14:paraId="5687B88C" w14:textId="77777777" w:rsidR="00C603C9" w:rsidRPr="00255369" w:rsidRDefault="00C603C9" w:rsidP="00255369"/>
        </w:tc>
      </w:tr>
    </w:tbl>
    <w:p w14:paraId="66E3E59D" w14:textId="77777777" w:rsidR="00B96E2D" w:rsidRDefault="00B96E2D" w:rsidP="003656D8">
      <w:pPr>
        <w:jc w:val="center"/>
      </w:pPr>
    </w:p>
    <w:p w14:paraId="4FEC9492" w14:textId="77777777" w:rsidR="00255369" w:rsidRPr="008A64AF" w:rsidRDefault="00255369" w:rsidP="00255369">
      <w:pPr>
        <w:pStyle w:val="Heading2"/>
        <w:rPr>
          <w:b w:val="0"/>
          <w:bCs/>
        </w:rPr>
      </w:pPr>
      <w:r>
        <w:rPr>
          <w:b w:val="0"/>
          <w:bCs/>
        </w:rPr>
        <w:t xml:space="preserve">Use the trial balance to prepare a classified balance sheet. </w:t>
      </w:r>
    </w:p>
    <w:p w14:paraId="420C8B64" w14:textId="77777777" w:rsidR="003656D8" w:rsidRPr="00255369" w:rsidRDefault="003656D8" w:rsidP="003656D8">
      <w:pPr>
        <w:rPr>
          <w:b/>
        </w:rPr>
      </w:pPr>
    </w:p>
    <w:p w14:paraId="764C59CF" w14:textId="77777777" w:rsidR="003656D8" w:rsidRDefault="003656D8" w:rsidP="003656D8"/>
    <w:p w14:paraId="6A1E5C46" w14:textId="77777777" w:rsidR="003656D8" w:rsidRDefault="003656D8" w:rsidP="003656D8"/>
    <w:p w14:paraId="29C6CFDC" w14:textId="77777777" w:rsidR="003656D8" w:rsidRDefault="003656D8" w:rsidP="003656D8"/>
    <w:p w14:paraId="4B20EA03" w14:textId="77777777" w:rsidR="0076782F" w:rsidRPr="005F480C" w:rsidRDefault="003656D8" w:rsidP="0076782F">
      <w:pPr>
        <w:pStyle w:val="Heading1"/>
        <w:spacing w:before="240"/>
      </w:pPr>
      <w:r w:rsidRPr="003656D8">
        <w:br w:type="page"/>
      </w:r>
      <w:r w:rsidR="0076782F" w:rsidRPr="005F480C">
        <w:lastRenderedPageBreak/>
        <w:t xml:space="preserve">HANDOUT </w:t>
      </w:r>
      <w:r w:rsidR="0076782F">
        <w:t>2</w:t>
      </w:r>
      <w:r w:rsidR="007D4591">
        <w:t>–</w:t>
      </w:r>
      <w:r w:rsidR="0076782F">
        <w:t>6 SOLUTION</w:t>
      </w:r>
    </w:p>
    <w:p w14:paraId="48BE4CAE" w14:textId="77777777" w:rsidR="00E31D97" w:rsidRDefault="00E31D97" w:rsidP="00E31D97">
      <w:pPr>
        <w:pStyle w:val="Heading1"/>
        <w:spacing w:before="240"/>
        <w:jc w:val="center"/>
        <w:rPr>
          <w:u w:val="none"/>
        </w:rPr>
      </w:pPr>
      <w:r>
        <w:rPr>
          <w:u w:val="none"/>
        </w:rPr>
        <w:t xml:space="preserve">PREPARING A </w:t>
      </w:r>
      <w:r w:rsidR="00255369">
        <w:rPr>
          <w:u w:val="none"/>
        </w:rPr>
        <w:t xml:space="preserve">TRIAL BALANCE AND A </w:t>
      </w:r>
      <w:r>
        <w:rPr>
          <w:u w:val="none"/>
        </w:rPr>
        <w:t>BALANCE SHEET</w:t>
      </w:r>
    </w:p>
    <w:p w14:paraId="47909603" w14:textId="77777777" w:rsidR="00255369" w:rsidRDefault="00255369" w:rsidP="00255369">
      <w:pPr>
        <w:pStyle w:val="Heading2"/>
        <w:rPr>
          <w:b w:val="0"/>
          <w:bCs/>
        </w:rPr>
      </w:pPr>
    </w:p>
    <w:p w14:paraId="10D7D306" w14:textId="77777777" w:rsidR="00255369" w:rsidRPr="008A64AF" w:rsidRDefault="00255369" w:rsidP="00255369">
      <w:pPr>
        <w:pStyle w:val="Heading2"/>
        <w:rPr>
          <w:b w:val="0"/>
          <w:bCs/>
        </w:rPr>
      </w:pPr>
      <w:r>
        <w:rPr>
          <w:b w:val="0"/>
          <w:bCs/>
        </w:rPr>
        <w:t>Use the ending balances from the T-accounts on Handout 2</w:t>
      </w:r>
      <w:r w:rsidR="00C8777F">
        <w:rPr>
          <w:b w:val="0"/>
          <w:bCs/>
        </w:rPr>
        <w:t>-</w:t>
      </w:r>
      <w:r w:rsidR="00677D31">
        <w:rPr>
          <w:b w:val="0"/>
          <w:bCs/>
        </w:rPr>
        <w:t xml:space="preserve">5 to prepare a trial balance as of </w:t>
      </w:r>
      <w:r>
        <w:rPr>
          <w:b w:val="0"/>
          <w:bCs/>
        </w:rPr>
        <w:t>December 31</w:t>
      </w:r>
      <w:r w:rsidR="00677D31">
        <w:rPr>
          <w:b w:val="0"/>
          <w:bCs/>
        </w:rPr>
        <w:t>, Year 1</w:t>
      </w:r>
      <w:r>
        <w:rPr>
          <w:b w:val="0"/>
          <w:bCs/>
        </w:rPr>
        <w:t>.</w:t>
      </w:r>
    </w:p>
    <w:p w14:paraId="42C7502A" w14:textId="77777777" w:rsidR="00255369" w:rsidRPr="003656D8" w:rsidRDefault="00255369" w:rsidP="00255369">
      <w:pPr>
        <w:jc w:val="center"/>
      </w:pPr>
      <w:r w:rsidRPr="003656D8">
        <w:t>World Wide Webster</w:t>
      </w:r>
    </w:p>
    <w:p w14:paraId="735B43EE" w14:textId="77777777" w:rsidR="00255369" w:rsidRPr="003656D8" w:rsidRDefault="00255369" w:rsidP="00255369">
      <w:pPr>
        <w:jc w:val="center"/>
      </w:pPr>
      <w:r>
        <w:t xml:space="preserve">Trial </w:t>
      </w:r>
      <w:r w:rsidRPr="003656D8">
        <w:t xml:space="preserve">Balance </w:t>
      </w:r>
    </w:p>
    <w:p w14:paraId="0F49F827" w14:textId="77777777" w:rsidR="00255369" w:rsidRDefault="00255369" w:rsidP="00255369">
      <w:pPr>
        <w:jc w:val="center"/>
      </w:pPr>
      <w:r w:rsidRPr="003656D8">
        <w:t>At December 31</w:t>
      </w:r>
      <w:r>
        <w:t xml:space="preserve">, </w:t>
      </w:r>
      <w:r w:rsidR="00677D31">
        <w:t>Year 1</w:t>
      </w:r>
    </w:p>
    <w:p w14:paraId="23C198DB" w14:textId="77777777" w:rsidR="00255369" w:rsidRPr="003656D8" w:rsidRDefault="00255369" w:rsidP="00255369">
      <w:pPr>
        <w:jc w:val="center"/>
      </w:pPr>
    </w:p>
    <w:tbl>
      <w:tblPr>
        <w:tblW w:w="0" w:type="auto"/>
        <w:jc w:val="center"/>
        <w:tblBorders>
          <w:bottom w:val="double" w:sz="4" w:space="0" w:color="auto"/>
        </w:tblBorders>
        <w:tblLook w:val="04A0" w:firstRow="1" w:lastRow="0" w:firstColumn="1" w:lastColumn="0" w:noHBand="0" w:noVBand="1"/>
      </w:tblPr>
      <w:tblGrid>
        <w:gridCol w:w="3888"/>
        <w:gridCol w:w="1008"/>
        <w:gridCol w:w="288"/>
        <w:gridCol w:w="1008"/>
      </w:tblGrid>
      <w:tr w:rsidR="00255369" w14:paraId="116DFE3C" w14:textId="77777777" w:rsidTr="00426865">
        <w:trPr>
          <w:jc w:val="center"/>
        </w:trPr>
        <w:tc>
          <w:tcPr>
            <w:tcW w:w="3888" w:type="dxa"/>
          </w:tcPr>
          <w:p w14:paraId="5511D53C" w14:textId="77777777" w:rsidR="00255369" w:rsidRPr="003656D8" w:rsidRDefault="00255369" w:rsidP="00C77EAE"/>
        </w:tc>
        <w:tc>
          <w:tcPr>
            <w:tcW w:w="1008" w:type="dxa"/>
          </w:tcPr>
          <w:p w14:paraId="282E4A2C" w14:textId="77777777" w:rsidR="00255369" w:rsidRPr="00255369" w:rsidRDefault="00255369" w:rsidP="00255369">
            <w:pPr>
              <w:jc w:val="center"/>
              <w:rPr>
                <w:u w:val="single"/>
              </w:rPr>
            </w:pPr>
            <w:r w:rsidRPr="00255369">
              <w:rPr>
                <w:u w:val="single"/>
              </w:rPr>
              <w:t>Debit</w:t>
            </w:r>
          </w:p>
        </w:tc>
        <w:tc>
          <w:tcPr>
            <w:tcW w:w="288" w:type="dxa"/>
          </w:tcPr>
          <w:p w14:paraId="12E038A1" w14:textId="77777777" w:rsidR="00255369" w:rsidRPr="00255369" w:rsidRDefault="00255369" w:rsidP="00255369">
            <w:pPr>
              <w:jc w:val="center"/>
              <w:rPr>
                <w:u w:val="single"/>
              </w:rPr>
            </w:pPr>
          </w:p>
        </w:tc>
        <w:tc>
          <w:tcPr>
            <w:tcW w:w="1008" w:type="dxa"/>
          </w:tcPr>
          <w:p w14:paraId="3EE92645" w14:textId="77777777" w:rsidR="00255369" w:rsidRPr="00255369" w:rsidRDefault="00255369" w:rsidP="00255369">
            <w:pPr>
              <w:jc w:val="center"/>
              <w:rPr>
                <w:u w:val="single"/>
              </w:rPr>
            </w:pPr>
            <w:r w:rsidRPr="00255369">
              <w:rPr>
                <w:u w:val="single"/>
              </w:rPr>
              <w:t>Credit</w:t>
            </w:r>
          </w:p>
        </w:tc>
      </w:tr>
      <w:tr w:rsidR="00255369" w14:paraId="657AF7C7" w14:textId="77777777" w:rsidTr="00426865">
        <w:trPr>
          <w:jc w:val="center"/>
        </w:trPr>
        <w:tc>
          <w:tcPr>
            <w:tcW w:w="3888" w:type="dxa"/>
          </w:tcPr>
          <w:p w14:paraId="43BEFD1E" w14:textId="77777777" w:rsidR="00255369" w:rsidRDefault="00255369" w:rsidP="00C77EAE">
            <w:r w:rsidRPr="003656D8">
              <w:t>Cash</w:t>
            </w:r>
          </w:p>
        </w:tc>
        <w:tc>
          <w:tcPr>
            <w:tcW w:w="1008" w:type="dxa"/>
          </w:tcPr>
          <w:p w14:paraId="11014004" w14:textId="77777777" w:rsidR="00255369" w:rsidRPr="00255369" w:rsidRDefault="00255369" w:rsidP="00C77EAE">
            <w:pPr>
              <w:jc w:val="right"/>
            </w:pPr>
            <w:r w:rsidRPr="00255369">
              <w:t>$  3,100</w:t>
            </w:r>
          </w:p>
        </w:tc>
        <w:tc>
          <w:tcPr>
            <w:tcW w:w="288" w:type="dxa"/>
          </w:tcPr>
          <w:p w14:paraId="7801A44E" w14:textId="77777777" w:rsidR="00255369" w:rsidRDefault="00255369" w:rsidP="00C77EAE">
            <w:pPr>
              <w:jc w:val="right"/>
            </w:pPr>
          </w:p>
        </w:tc>
        <w:tc>
          <w:tcPr>
            <w:tcW w:w="1008" w:type="dxa"/>
          </w:tcPr>
          <w:p w14:paraId="72092FC8" w14:textId="77777777" w:rsidR="00255369" w:rsidRDefault="00255369" w:rsidP="00C77EAE">
            <w:pPr>
              <w:jc w:val="right"/>
            </w:pPr>
          </w:p>
        </w:tc>
      </w:tr>
      <w:tr w:rsidR="00255369" w14:paraId="54164C1E" w14:textId="77777777" w:rsidTr="00426865">
        <w:trPr>
          <w:jc w:val="center"/>
        </w:trPr>
        <w:tc>
          <w:tcPr>
            <w:tcW w:w="3888" w:type="dxa"/>
          </w:tcPr>
          <w:p w14:paraId="39806B54" w14:textId="77777777" w:rsidR="00255369" w:rsidRDefault="00255369" w:rsidP="00C77EAE">
            <w:r w:rsidRPr="003656D8">
              <w:t>Supplies</w:t>
            </w:r>
          </w:p>
        </w:tc>
        <w:tc>
          <w:tcPr>
            <w:tcW w:w="1008" w:type="dxa"/>
          </w:tcPr>
          <w:p w14:paraId="0EA24DC9" w14:textId="77777777" w:rsidR="00255369" w:rsidRPr="00255369" w:rsidRDefault="00255369" w:rsidP="00C77EAE">
            <w:pPr>
              <w:jc w:val="right"/>
            </w:pPr>
            <w:r w:rsidRPr="00255369">
              <w:t xml:space="preserve">        900</w:t>
            </w:r>
          </w:p>
        </w:tc>
        <w:tc>
          <w:tcPr>
            <w:tcW w:w="288" w:type="dxa"/>
          </w:tcPr>
          <w:p w14:paraId="038ECA73" w14:textId="77777777" w:rsidR="00255369" w:rsidRDefault="00255369" w:rsidP="00C77EAE">
            <w:pPr>
              <w:jc w:val="right"/>
            </w:pPr>
          </w:p>
        </w:tc>
        <w:tc>
          <w:tcPr>
            <w:tcW w:w="1008" w:type="dxa"/>
          </w:tcPr>
          <w:p w14:paraId="17F95A9F" w14:textId="77777777" w:rsidR="00255369" w:rsidRDefault="00255369" w:rsidP="00C77EAE">
            <w:pPr>
              <w:jc w:val="right"/>
            </w:pPr>
          </w:p>
        </w:tc>
      </w:tr>
      <w:tr w:rsidR="00255369" w14:paraId="1F5E04CB" w14:textId="77777777" w:rsidTr="00426865">
        <w:trPr>
          <w:jc w:val="center"/>
        </w:trPr>
        <w:tc>
          <w:tcPr>
            <w:tcW w:w="3888" w:type="dxa"/>
          </w:tcPr>
          <w:p w14:paraId="76730A3D" w14:textId="77777777" w:rsidR="00255369" w:rsidRDefault="00255369" w:rsidP="00C77EAE">
            <w:r w:rsidRPr="003656D8">
              <w:t>Equipment</w:t>
            </w:r>
          </w:p>
        </w:tc>
        <w:tc>
          <w:tcPr>
            <w:tcW w:w="1008" w:type="dxa"/>
          </w:tcPr>
          <w:p w14:paraId="365CC337" w14:textId="77777777" w:rsidR="00255369" w:rsidRPr="00255369" w:rsidRDefault="00255369" w:rsidP="00C77EAE">
            <w:pPr>
              <w:jc w:val="right"/>
            </w:pPr>
            <w:r w:rsidRPr="00255369">
              <w:t xml:space="preserve">  21,000</w:t>
            </w:r>
          </w:p>
        </w:tc>
        <w:tc>
          <w:tcPr>
            <w:tcW w:w="288" w:type="dxa"/>
          </w:tcPr>
          <w:p w14:paraId="1FB9F4F7" w14:textId="77777777" w:rsidR="00255369" w:rsidRPr="00713E47" w:rsidRDefault="00255369" w:rsidP="00C77EAE">
            <w:pPr>
              <w:jc w:val="right"/>
              <w:rPr>
                <w:u w:val="single"/>
              </w:rPr>
            </w:pPr>
          </w:p>
        </w:tc>
        <w:tc>
          <w:tcPr>
            <w:tcW w:w="1008" w:type="dxa"/>
          </w:tcPr>
          <w:p w14:paraId="3BF7755B" w14:textId="77777777" w:rsidR="00255369" w:rsidRPr="00713E47" w:rsidRDefault="00255369" w:rsidP="00C77EAE">
            <w:pPr>
              <w:jc w:val="right"/>
              <w:rPr>
                <w:u w:val="single"/>
              </w:rPr>
            </w:pPr>
          </w:p>
        </w:tc>
      </w:tr>
      <w:tr w:rsidR="00255369" w14:paraId="592F6037" w14:textId="77777777" w:rsidTr="00426865">
        <w:trPr>
          <w:jc w:val="center"/>
        </w:trPr>
        <w:tc>
          <w:tcPr>
            <w:tcW w:w="3888" w:type="dxa"/>
          </w:tcPr>
          <w:p w14:paraId="74EAA653" w14:textId="77777777" w:rsidR="00255369" w:rsidRDefault="00255369" w:rsidP="00C77EAE">
            <w:r w:rsidRPr="003656D8">
              <w:t>Notes Payable</w:t>
            </w:r>
            <w:r w:rsidR="00C8777F">
              <w:t xml:space="preserve"> (short-term)</w:t>
            </w:r>
          </w:p>
        </w:tc>
        <w:tc>
          <w:tcPr>
            <w:tcW w:w="1008" w:type="dxa"/>
          </w:tcPr>
          <w:p w14:paraId="68FBC266" w14:textId="77777777" w:rsidR="00255369" w:rsidRPr="00255369" w:rsidRDefault="00255369" w:rsidP="00C77EAE">
            <w:pPr>
              <w:jc w:val="right"/>
            </w:pPr>
          </w:p>
        </w:tc>
        <w:tc>
          <w:tcPr>
            <w:tcW w:w="288" w:type="dxa"/>
          </w:tcPr>
          <w:p w14:paraId="1D5DB3D3" w14:textId="77777777" w:rsidR="00255369" w:rsidRPr="00255369" w:rsidRDefault="00255369" w:rsidP="00C77EAE">
            <w:pPr>
              <w:jc w:val="right"/>
            </w:pPr>
          </w:p>
        </w:tc>
        <w:tc>
          <w:tcPr>
            <w:tcW w:w="1008" w:type="dxa"/>
          </w:tcPr>
          <w:p w14:paraId="2EC8674A" w14:textId="77777777" w:rsidR="00255369" w:rsidRPr="00255369" w:rsidRDefault="00255369" w:rsidP="00C77EAE">
            <w:pPr>
              <w:jc w:val="right"/>
            </w:pPr>
            <w:r w:rsidRPr="00255369">
              <w:t>$15,000</w:t>
            </w:r>
          </w:p>
        </w:tc>
      </w:tr>
      <w:tr w:rsidR="00255369" w14:paraId="7E4569A8" w14:textId="77777777" w:rsidTr="00426865">
        <w:trPr>
          <w:jc w:val="center"/>
        </w:trPr>
        <w:tc>
          <w:tcPr>
            <w:tcW w:w="3888" w:type="dxa"/>
          </w:tcPr>
          <w:p w14:paraId="098B121F" w14:textId="77777777" w:rsidR="00255369" w:rsidRDefault="00255369" w:rsidP="00C77EAE">
            <w:r>
              <w:t>Common Stock</w:t>
            </w:r>
          </w:p>
        </w:tc>
        <w:tc>
          <w:tcPr>
            <w:tcW w:w="1008" w:type="dxa"/>
            <w:tcBorders>
              <w:bottom w:val="nil"/>
            </w:tcBorders>
          </w:tcPr>
          <w:p w14:paraId="3742F792" w14:textId="77777777" w:rsidR="00255369" w:rsidRPr="00255369" w:rsidRDefault="00255369" w:rsidP="00C77EAE">
            <w:pPr>
              <w:jc w:val="right"/>
            </w:pPr>
          </w:p>
        </w:tc>
        <w:tc>
          <w:tcPr>
            <w:tcW w:w="288" w:type="dxa"/>
          </w:tcPr>
          <w:p w14:paraId="1F205A62" w14:textId="77777777" w:rsidR="00255369" w:rsidRPr="00255369" w:rsidRDefault="00255369" w:rsidP="00C77EAE">
            <w:pPr>
              <w:jc w:val="right"/>
            </w:pPr>
          </w:p>
        </w:tc>
        <w:tc>
          <w:tcPr>
            <w:tcW w:w="1008" w:type="dxa"/>
            <w:tcBorders>
              <w:bottom w:val="nil"/>
            </w:tcBorders>
          </w:tcPr>
          <w:p w14:paraId="373819E0" w14:textId="77777777" w:rsidR="00255369" w:rsidRPr="00255369" w:rsidRDefault="00255369" w:rsidP="00C77EAE">
            <w:pPr>
              <w:jc w:val="right"/>
            </w:pPr>
            <w:r w:rsidRPr="00255369">
              <w:t>10,000</w:t>
            </w:r>
          </w:p>
        </w:tc>
      </w:tr>
      <w:tr w:rsidR="00255369" w14:paraId="4D4DB15C" w14:textId="77777777" w:rsidTr="00426865">
        <w:trPr>
          <w:jc w:val="center"/>
        </w:trPr>
        <w:tc>
          <w:tcPr>
            <w:tcW w:w="3888" w:type="dxa"/>
            <w:tcBorders>
              <w:bottom w:val="nil"/>
            </w:tcBorders>
          </w:tcPr>
          <w:p w14:paraId="47F35694" w14:textId="77777777" w:rsidR="00255369" w:rsidRDefault="00255369" w:rsidP="00C77EAE">
            <w:r w:rsidRPr="003656D8">
              <w:t>Retained Earnings</w:t>
            </w:r>
          </w:p>
        </w:tc>
        <w:tc>
          <w:tcPr>
            <w:tcW w:w="1008" w:type="dxa"/>
            <w:tcBorders>
              <w:bottom w:val="single" w:sz="4" w:space="0" w:color="auto"/>
            </w:tcBorders>
          </w:tcPr>
          <w:p w14:paraId="5D4D520B" w14:textId="77777777" w:rsidR="00255369" w:rsidRPr="00255369" w:rsidRDefault="00255369" w:rsidP="00C77EAE">
            <w:pPr>
              <w:jc w:val="right"/>
            </w:pPr>
          </w:p>
        </w:tc>
        <w:tc>
          <w:tcPr>
            <w:tcW w:w="288" w:type="dxa"/>
            <w:tcBorders>
              <w:bottom w:val="nil"/>
            </w:tcBorders>
          </w:tcPr>
          <w:p w14:paraId="7A514782" w14:textId="77777777" w:rsidR="00255369" w:rsidRPr="00255369" w:rsidRDefault="00255369" w:rsidP="00C77EAE">
            <w:pPr>
              <w:jc w:val="right"/>
            </w:pPr>
          </w:p>
        </w:tc>
        <w:tc>
          <w:tcPr>
            <w:tcW w:w="1008" w:type="dxa"/>
            <w:tcBorders>
              <w:bottom w:val="single" w:sz="4" w:space="0" w:color="auto"/>
            </w:tcBorders>
          </w:tcPr>
          <w:p w14:paraId="1B314C6D" w14:textId="77777777" w:rsidR="00255369" w:rsidRPr="00255369" w:rsidRDefault="00255369" w:rsidP="00C77EAE">
            <w:pPr>
              <w:jc w:val="right"/>
            </w:pPr>
            <w:r w:rsidRPr="00255369">
              <w:t xml:space="preserve">           0</w:t>
            </w:r>
          </w:p>
        </w:tc>
      </w:tr>
      <w:tr w:rsidR="00255369" w14:paraId="5AE49840" w14:textId="77777777" w:rsidTr="00426865">
        <w:trPr>
          <w:jc w:val="center"/>
        </w:trPr>
        <w:tc>
          <w:tcPr>
            <w:tcW w:w="3888" w:type="dxa"/>
            <w:tcBorders>
              <w:bottom w:val="nil"/>
            </w:tcBorders>
          </w:tcPr>
          <w:p w14:paraId="389A065E" w14:textId="77777777" w:rsidR="00255369" w:rsidRPr="00255369" w:rsidRDefault="00255369" w:rsidP="00C77EAE">
            <w:pPr>
              <w:rPr>
                <w:b/>
              </w:rPr>
            </w:pPr>
            <w:r w:rsidRPr="00255369">
              <w:rPr>
                <w:b/>
              </w:rPr>
              <w:t>Totals</w:t>
            </w:r>
          </w:p>
        </w:tc>
        <w:tc>
          <w:tcPr>
            <w:tcW w:w="1008" w:type="dxa"/>
            <w:tcBorders>
              <w:top w:val="single" w:sz="4" w:space="0" w:color="auto"/>
            </w:tcBorders>
          </w:tcPr>
          <w:p w14:paraId="07F305DD" w14:textId="77777777" w:rsidR="00255369" w:rsidRPr="00255369" w:rsidRDefault="00255369" w:rsidP="00C77EAE">
            <w:pPr>
              <w:jc w:val="right"/>
            </w:pPr>
            <w:r>
              <w:t>$25,000</w:t>
            </w:r>
          </w:p>
        </w:tc>
        <w:tc>
          <w:tcPr>
            <w:tcW w:w="288" w:type="dxa"/>
            <w:tcBorders>
              <w:bottom w:val="nil"/>
            </w:tcBorders>
          </w:tcPr>
          <w:p w14:paraId="1134AE3A" w14:textId="77777777" w:rsidR="00255369" w:rsidRDefault="00255369" w:rsidP="00C77EAE">
            <w:pPr>
              <w:jc w:val="right"/>
            </w:pPr>
          </w:p>
        </w:tc>
        <w:tc>
          <w:tcPr>
            <w:tcW w:w="1008" w:type="dxa"/>
            <w:tcBorders>
              <w:top w:val="single" w:sz="4" w:space="0" w:color="auto"/>
            </w:tcBorders>
          </w:tcPr>
          <w:p w14:paraId="2D0CB0BA" w14:textId="77777777" w:rsidR="00255369" w:rsidRPr="00255369" w:rsidRDefault="00255369" w:rsidP="00C77EAE">
            <w:pPr>
              <w:jc w:val="right"/>
            </w:pPr>
            <w:r>
              <w:t>$25,000</w:t>
            </w:r>
          </w:p>
        </w:tc>
      </w:tr>
    </w:tbl>
    <w:p w14:paraId="0EB1B06F" w14:textId="77777777" w:rsidR="00255369" w:rsidRDefault="00255369" w:rsidP="00E31D97">
      <w:pPr>
        <w:pStyle w:val="Heading2"/>
        <w:rPr>
          <w:b w:val="0"/>
          <w:bCs/>
        </w:rPr>
      </w:pPr>
    </w:p>
    <w:p w14:paraId="51CA5C5A" w14:textId="77777777" w:rsidR="00255369" w:rsidRPr="008A64AF" w:rsidRDefault="00255369" w:rsidP="00255369">
      <w:pPr>
        <w:pStyle w:val="Heading2"/>
        <w:rPr>
          <w:b w:val="0"/>
          <w:bCs/>
        </w:rPr>
      </w:pPr>
      <w:r>
        <w:rPr>
          <w:b w:val="0"/>
          <w:bCs/>
        </w:rPr>
        <w:t xml:space="preserve">Use the trial balance to prepare a classified balance sheet. </w:t>
      </w:r>
    </w:p>
    <w:p w14:paraId="5B45D437" w14:textId="77777777" w:rsidR="003656D8" w:rsidRPr="003656D8" w:rsidRDefault="003656D8" w:rsidP="0076782F">
      <w:pPr>
        <w:jc w:val="center"/>
      </w:pPr>
      <w:r w:rsidRPr="003656D8">
        <w:t>World Wide Webster</w:t>
      </w:r>
    </w:p>
    <w:p w14:paraId="20EB34EC" w14:textId="77777777" w:rsidR="003656D8" w:rsidRPr="003656D8" w:rsidRDefault="003656D8" w:rsidP="003656D8">
      <w:pPr>
        <w:jc w:val="center"/>
      </w:pPr>
      <w:r w:rsidRPr="003656D8">
        <w:t>Balance Sheet</w:t>
      </w:r>
    </w:p>
    <w:p w14:paraId="7A5A0DA2" w14:textId="77777777" w:rsidR="003656D8" w:rsidRPr="003656D8" w:rsidRDefault="003656D8" w:rsidP="00B96E2D">
      <w:pPr>
        <w:jc w:val="center"/>
      </w:pPr>
      <w:r w:rsidRPr="003656D8">
        <w:t>At December 31</w:t>
      </w:r>
      <w:r w:rsidR="00E31D97">
        <w:t xml:space="preserve">, </w:t>
      </w:r>
      <w:r w:rsidR="00677D31">
        <w:t>Year 1</w:t>
      </w:r>
    </w:p>
    <w:p w14:paraId="6BCA0020" w14:textId="77777777" w:rsidR="008C6759" w:rsidRDefault="008C6759" w:rsidP="003656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440"/>
      </w:tblGrid>
      <w:tr w:rsidR="008C6759" w14:paraId="78035BF2" w14:textId="77777777" w:rsidTr="00713E47">
        <w:trPr>
          <w:trHeight w:val="567"/>
          <w:jc w:val="center"/>
        </w:trPr>
        <w:tc>
          <w:tcPr>
            <w:tcW w:w="6228" w:type="dxa"/>
            <w:gridSpan w:val="2"/>
            <w:tcBorders>
              <w:top w:val="nil"/>
              <w:left w:val="nil"/>
              <w:bottom w:val="nil"/>
              <w:right w:val="nil"/>
            </w:tcBorders>
          </w:tcPr>
          <w:p w14:paraId="3F73CAA1" w14:textId="77777777" w:rsidR="008C6759" w:rsidRPr="003656D8" w:rsidRDefault="008C6759" w:rsidP="00713E47">
            <w:pPr>
              <w:tabs>
                <w:tab w:val="left" w:pos="720"/>
              </w:tabs>
              <w:jc w:val="center"/>
            </w:pPr>
            <w:r w:rsidRPr="003656D8">
              <w:t>Assets</w:t>
            </w:r>
          </w:p>
          <w:p w14:paraId="583157D5" w14:textId="77777777" w:rsidR="008C6759" w:rsidRDefault="008C6759" w:rsidP="003656D8"/>
        </w:tc>
      </w:tr>
      <w:tr w:rsidR="008C6759" w14:paraId="0396E103" w14:textId="77777777" w:rsidTr="00713E47">
        <w:trPr>
          <w:jc w:val="center"/>
        </w:trPr>
        <w:tc>
          <w:tcPr>
            <w:tcW w:w="4788" w:type="dxa"/>
            <w:tcBorders>
              <w:top w:val="nil"/>
              <w:left w:val="nil"/>
              <w:bottom w:val="nil"/>
              <w:right w:val="nil"/>
            </w:tcBorders>
          </w:tcPr>
          <w:p w14:paraId="33EB3D63" w14:textId="77777777" w:rsidR="008C6759" w:rsidRDefault="008C6759" w:rsidP="00713E47">
            <w:pPr>
              <w:tabs>
                <w:tab w:val="left" w:pos="720"/>
              </w:tabs>
            </w:pPr>
            <w:r>
              <w:t>Current Assets:</w:t>
            </w:r>
          </w:p>
        </w:tc>
        <w:tc>
          <w:tcPr>
            <w:tcW w:w="1440" w:type="dxa"/>
            <w:tcBorders>
              <w:top w:val="nil"/>
              <w:left w:val="nil"/>
              <w:bottom w:val="nil"/>
              <w:right w:val="nil"/>
            </w:tcBorders>
          </w:tcPr>
          <w:p w14:paraId="629EDD26" w14:textId="77777777" w:rsidR="008C6759" w:rsidRDefault="008C6759" w:rsidP="00713E47">
            <w:pPr>
              <w:jc w:val="right"/>
            </w:pPr>
          </w:p>
        </w:tc>
      </w:tr>
      <w:tr w:rsidR="008C6759" w14:paraId="5E6EFC47" w14:textId="77777777" w:rsidTr="00713E47">
        <w:trPr>
          <w:jc w:val="center"/>
        </w:trPr>
        <w:tc>
          <w:tcPr>
            <w:tcW w:w="4788" w:type="dxa"/>
            <w:tcBorders>
              <w:top w:val="nil"/>
              <w:left w:val="nil"/>
              <w:bottom w:val="nil"/>
              <w:right w:val="nil"/>
            </w:tcBorders>
          </w:tcPr>
          <w:p w14:paraId="4E42DA46" w14:textId="77777777" w:rsidR="008C6759" w:rsidRDefault="008C6759" w:rsidP="003656D8">
            <w:r>
              <w:tab/>
            </w:r>
            <w:r w:rsidRPr="003656D8">
              <w:t>Cash</w:t>
            </w:r>
          </w:p>
        </w:tc>
        <w:tc>
          <w:tcPr>
            <w:tcW w:w="1440" w:type="dxa"/>
            <w:tcBorders>
              <w:top w:val="nil"/>
              <w:left w:val="nil"/>
              <w:bottom w:val="nil"/>
              <w:right w:val="nil"/>
            </w:tcBorders>
          </w:tcPr>
          <w:p w14:paraId="75BC9362" w14:textId="77777777" w:rsidR="008C6759" w:rsidRDefault="008C6759" w:rsidP="00713E47">
            <w:pPr>
              <w:jc w:val="right"/>
            </w:pPr>
            <w:r>
              <w:t xml:space="preserve">$  </w:t>
            </w:r>
            <w:r w:rsidRPr="003656D8">
              <w:t>3,100</w:t>
            </w:r>
          </w:p>
        </w:tc>
      </w:tr>
      <w:tr w:rsidR="008C6759" w14:paraId="4AB31FBC" w14:textId="77777777" w:rsidTr="00713E47">
        <w:trPr>
          <w:jc w:val="center"/>
        </w:trPr>
        <w:tc>
          <w:tcPr>
            <w:tcW w:w="4788" w:type="dxa"/>
            <w:tcBorders>
              <w:top w:val="nil"/>
              <w:left w:val="nil"/>
              <w:bottom w:val="nil"/>
              <w:right w:val="nil"/>
            </w:tcBorders>
          </w:tcPr>
          <w:p w14:paraId="62D11C5D" w14:textId="77777777" w:rsidR="008C6759" w:rsidRDefault="008C6759" w:rsidP="003656D8">
            <w:r>
              <w:tab/>
            </w:r>
            <w:r w:rsidRPr="003656D8">
              <w:t>Supplies</w:t>
            </w:r>
          </w:p>
        </w:tc>
        <w:tc>
          <w:tcPr>
            <w:tcW w:w="1440" w:type="dxa"/>
            <w:tcBorders>
              <w:top w:val="nil"/>
              <w:left w:val="nil"/>
              <w:bottom w:val="nil"/>
              <w:right w:val="nil"/>
            </w:tcBorders>
          </w:tcPr>
          <w:p w14:paraId="0B39FD32" w14:textId="77777777" w:rsidR="008C6759" w:rsidRDefault="008C6759" w:rsidP="00713E47">
            <w:pPr>
              <w:jc w:val="right"/>
            </w:pPr>
            <w:r>
              <w:t xml:space="preserve"> </w:t>
            </w:r>
            <w:r w:rsidRPr="00713E47">
              <w:rPr>
                <w:u w:val="single"/>
              </w:rPr>
              <w:t xml:space="preserve"> </w:t>
            </w:r>
            <w:r w:rsidR="00102E6A">
              <w:rPr>
                <w:u w:val="single"/>
              </w:rPr>
              <w:t xml:space="preserve"> </w:t>
            </w:r>
            <w:r w:rsidRPr="00713E47">
              <w:rPr>
                <w:u w:val="single"/>
              </w:rPr>
              <w:t xml:space="preserve">     900</w:t>
            </w:r>
          </w:p>
        </w:tc>
      </w:tr>
      <w:tr w:rsidR="008C6759" w14:paraId="3DEE2E98" w14:textId="77777777" w:rsidTr="00713E47">
        <w:trPr>
          <w:jc w:val="center"/>
        </w:trPr>
        <w:tc>
          <w:tcPr>
            <w:tcW w:w="4788" w:type="dxa"/>
            <w:tcBorders>
              <w:top w:val="nil"/>
              <w:left w:val="nil"/>
              <w:bottom w:val="nil"/>
              <w:right w:val="nil"/>
            </w:tcBorders>
          </w:tcPr>
          <w:p w14:paraId="54D54E74" w14:textId="77777777" w:rsidR="008C6759" w:rsidRDefault="008C6759" w:rsidP="003656D8">
            <w:r>
              <w:tab/>
            </w:r>
            <w:r>
              <w:tab/>
            </w:r>
            <w:r w:rsidRPr="003656D8">
              <w:t>Total Current Assets</w:t>
            </w:r>
          </w:p>
        </w:tc>
        <w:tc>
          <w:tcPr>
            <w:tcW w:w="1440" w:type="dxa"/>
            <w:tcBorders>
              <w:top w:val="nil"/>
              <w:left w:val="nil"/>
              <w:bottom w:val="nil"/>
              <w:right w:val="nil"/>
            </w:tcBorders>
          </w:tcPr>
          <w:p w14:paraId="162FAC35" w14:textId="77777777" w:rsidR="008C6759" w:rsidRDefault="008C6759" w:rsidP="00713E47">
            <w:pPr>
              <w:jc w:val="right"/>
            </w:pPr>
            <w:r w:rsidRPr="003656D8">
              <w:t>4,000</w:t>
            </w:r>
          </w:p>
        </w:tc>
      </w:tr>
      <w:tr w:rsidR="008C6759" w14:paraId="35ACECEA" w14:textId="77777777" w:rsidTr="00713E47">
        <w:trPr>
          <w:jc w:val="center"/>
        </w:trPr>
        <w:tc>
          <w:tcPr>
            <w:tcW w:w="4788" w:type="dxa"/>
            <w:tcBorders>
              <w:top w:val="nil"/>
              <w:left w:val="nil"/>
              <w:bottom w:val="nil"/>
              <w:right w:val="nil"/>
            </w:tcBorders>
          </w:tcPr>
          <w:p w14:paraId="757E3FAD" w14:textId="77777777" w:rsidR="008C6759" w:rsidRDefault="008C6759" w:rsidP="003656D8">
            <w:r w:rsidRPr="003656D8">
              <w:t>Equipment</w:t>
            </w:r>
          </w:p>
        </w:tc>
        <w:tc>
          <w:tcPr>
            <w:tcW w:w="1440" w:type="dxa"/>
            <w:tcBorders>
              <w:top w:val="nil"/>
              <w:left w:val="nil"/>
              <w:bottom w:val="nil"/>
              <w:right w:val="nil"/>
            </w:tcBorders>
          </w:tcPr>
          <w:p w14:paraId="075DD479" w14:textId="77777777" w:rsidR="008C6759" w:rsidRDefault="008C6759" w:rsidP="00713E47">
            <w:pPr>
              <w:jc w:val="right"/>
            </w:pPr>
            <w:r w:rsidRPr="00713E47">
              <w:rPr>
                <w:u w:val="single"/>
              </w:rPr>
              <w:t xml:space="preserve">  21,000</w:t>
            </w:r>
          </w:p>
        </w:tc>
      </w:tr>
      <w:tr w:rsidR="008C6759" w14:paraId="306AA77D" w14:textId="77777777" w:rsidTr="00713E47">
        <w:trPr>
          <w:jc w:val="center"/>
        </w:trPr>
        <w:tc>
          <w:tcPr>
            <w:tcW w:w="4788" w:type="dxa"/>
            <w:tcBorders>
              <w:top w:val="nil"/>
              <w:left w:val="nil"/>
              <w:bottom w:val="nil"/>
              <w:right w:val="nil"/>
            </w:tcBorders>
          </w:tcPr>
          <w:p w14:paraId="4609A75F" w14:textId="77777777" w:rsidR="008C6759" w:rsidRDefault="008C6759" w:rsidP="003656D8">
            <w:r w:rsidRPr="003656D8">
              <w:t>Total Assets</w:t>
            </w:r>
          </w:p>
        </w:tc>
        <w:tc>
          <w:tcPr>
            <w:tcW w:w="1440" w:type="dxa"/>
            <w:tcBorders>
              <w:top w:val="nil"/>
              <w:left w:val="nil"/>
              <w:bottom w:val="nil"/>
              <w:right w:val="nil"/>
            </w:tcBorders>
          </w:tcPr>
          <w:p w14:paraId="7B66C398" w14:textId="77777777" w:rsidR="008C6759" w:rsidRDefault="008C6759" w:rsidP="00713E47">
            <w:pPr>
              <w:jc w:val="right"/>
            </w:pPr>
            <w:r w:rsidRPr="00713E47">
              <w:rPr>
                <w:u w:val="double"/>
              </w:rPr>
              <w:t>$25,000</w:t>
            </w:r>
          </w:p>
        </w:tc>
      </w:tr>
      <w:tr w:rsidR="008C6759" w14:paraId="461C9C3F" w14:textId="77777777" w:rsidTr="00713E47">
        <w:trPr>
          <w:jc w:val="center"/>
        </w:trPr>
        <w:tc>
          <w:tcPr>
            <w:tcW w:w="4788" w:type="dxa"/>
            <w:tcBorders>
              <w:top w:val="nil"/>
              <w:left w:val="nil"/>
              <w:bottom w:val="nil"/>
              <w:right w:val="nil"/>
            </w:tcBorders>
          </w:tcPr>
          <w:p w14:paraId="06A83743" w14:textId="77777777" w:rsidR="008C6759" w:rsidRDefault="008C6759" w:rsidP="003656D8"/>
        </w:tc>
        <w:tc>
          <w:tcPr>
            <w:tcW w:w="1440" w:type="dxa"/>
            <w:tcBorders>
              <w:top w:val="nil"/>
              <w:left w:val="nil"/>
              <w:bottom w:val="nil"/>
              <w:right w:val="nil"/>
            </w:tcBorders>
          </w:tcPr>
          <w:p w14:paraId="7E5CB870" w14:textId="77777777" w:rsidR="008C6759" w:rsidRDefault="008C6759" w:rsidP="00713E47">
            <w:pPr>
              <w:jc w:val="right"/>
            </w:pPr>
          </w:p>
        </w:tc>
      </w:tr>
      <w:tr w:rsidR="008C6759" w14:paraId="00257D60" w14:textId="77777777" w:rsidTr="00713E47">
        <w:trPr>
          <w:jc w:val="center"/>
        </w:trPr>
        <w:tc>
          <w:tcPr>
            <w:tcW w:w="6228" w:type="dxa"/>
            <w:gridSpan w:val="2"/>
            <w:tcBorders>
              <w:top w:val="nil"/>
              <w:left w:val="nil"/>
              <w:bottom w:val="nil"/>
              <w:right w:val="nil"/>
            </w:tcBorders>
          </w:tcPr>
          <w:p w14:paraId="52A2E498" w14:textId="77777777" w:rsidR="008C6759" w:rsidRPr="003656D8" w:rsidRDefault="008C6759" w:rsidP="00713E47">
            <w:pPr>
              <w:tabs>
                <w:tab w:val="left" w:pos="720"/>
                <w:tab w:val="decimal" w:pos="7920"/>
              </w:tabs>
              <w:jc w:val="center"/>
            </w:pPr>
            <w:r w:rsidRPr="003656D8">
              <w:t>Liabilities</w:t>
            </w:r>
          </w:p>
          <w:p w14:paraId="4E286E8A" w14:textId="77777777" w:rsidR="008C6759" w:rsidRDefault="008C6759" w:rsidP="003656D8"/>
        </w:tc>
      </w:tr>
      <w:tr w:rsidR="008C6759" w14:paraId="072BC63B" w14:textId="77777777" w:rsidTr="00713E47">
        <w:trPr>
          <w:jc w:val="center"/>
        </w:trPr>
        <w:tc>
          <w:tcPr>
            <w:tcW w:w="4788" w:type="dxa"/>
            <w:tcBorders>
              <w:top w:val="nil"/>
              <w:left w:val="nil"/>
              <w:bottom w:val="nil"/>
              <w:right w:val="nil"/>
            </w:tcBorders>
          </w:tcPr>
          <w:p w14:paraId="39478C2A" w14:textId="77777777" w:rsidR="008C6759" w:rsidRDefault="008C6759" w:rsidP="00713E47">
            <w:pPr>
              <w:tabs>
                <w:tab w:val="left" w:pos="720"/>
                <w:tab w:val="decimal" w:pos="7920"/>
              </w:tabs>
            </w:pPr>
            <w:r>
              <w:t>Current Liabilities:</w:t>
            </w:r>
          </w:p>
        </w:tc>
        <w:tc>
          <w:tcPr>
            <w:tcW w:w="1440" w:type="dxa"/>
            <w:tcBorders>
              <w:top w:val="nil"/>
              <w:left w:val="nil"/>
              <w:bottom w:val="nil"/>
              <w:right w:val="nil"/>
            </w:tcBorders>
          </w:tcPr>
          <w:p w14:paraId="08D8FB42" w14:textId="77777777" w:rsidR="008C6759" w:rsidRDefault="008C6759" w:rsidP="00713E47">
            <w:pPr>
              <w:jc w:val="right"/>
            </w:pPr>
          </w:p>
        </w:tc>
      </w:tr>
      <w:tr w:rsidR="008C6759" w14:paraId="24C9CB42" w14:textId="77777777" w:rsidTr="00713E47">
        <w:trPr>
          <w:jc w:val="center"/>
        </w:trPr>
        <w:tc>
          <w:tcPr>
            <w:tcW w:w="4788" w:type="dxa"/>
            <w:tcBorders>
              <w:top w:val="nil"/>
              <w:left w:val="nil"/>
              <w:bottom w:val="nil"/>
              <w:right w:val="nil"/>
            </w:tcBorders>
          </w:tcPr>
          <w:p w14:paraId="35608234" w14:textId="77777777" w:rsidR="008C6759" w:rsidRDefault="008C6759" w:rsidP="003656D8">
            <w:r w:rsidRPr="003656D8">
              <w:tab/>
              <w:t>Notes Payable</w:t>
            </w:r>
            <w:r w:rsidR="00C8777F">
              <w:t xml:space="preserve"> (short-term)</w:t>
            </w:r>
          </w:p>
        </w:tc>
        <w:tc>
          <w:tcPr>
            <w:tcW w:w="1440" w:type="dxa"/>
            <w:tcBorders>
              <w:top w:val="nil"/>
              <w:left w:val="nil"/>
              <w:bottom w:val="nil"/>
              <w:right w:val="nil"/>
            </w:tcBorders>
          </w:tcPr>
          <w:p w14:paraId="526FC447" w14:textId="77777777" w:rsidR="008C6759" w:rsidRDefault="008C6759" w:rsidP="00713E47">
            <w:pPr>
              <w:jc w:val="right"/>
            </w:pPr>
            <w:r w:rsidRPr="00713E47">
              <w:rPr>
                <w:u w:val="single"/>
              </w:rPr>
              <w:t>$15,000</w:t>
            </w:r>
          </w:p>
        </w:tc>
      </w:tr>
      <w:tr w:rsidR="008C6759" w14:paraId="095D6930" w14:textId="77777777" w:rsidTr="00713E47">
        <w:trPr>
          <w:jc w:val="center"/>
        </w:trPr>
        <w:tc>
          <w:tcPr>
            <w:tcW w:w="4788" w:type="dxa"/>
            <w:tcBorders>
              <w:top w:val="nil"/>
              <w:left w:val="nil"/>
              <w:bottom w:val="nil"/>
              <w:right w:val="nil"/>
            </w:tcBorders>
          </w:tcPr>
          <w:p w14:paraId="6C87794B" w14:textId="77777777" w:rsidR="008C6759" w:rsidRPr="003656D8" w:rsidRDefault="008C6759" w:rsidP="008C6759">
            <w:r>
              <w:tab/>
            </w:r>
            <w:r>
              <w:tab/>
              <w:t>Total Current Liabilities</w:t>
            </w:r>
          </w:p>
        </w:tc>
        <w:tc>
          <w:tcPr>
            <w:tcW w:w="1440" w:type="dxa"/>
            <w:tcBorders>
              <w:top w:val="nil"/>
              <w:left w:val="nil"/>
              <w:bottom w:val="nil"/>
              <w:right w:val="nil"/>
            </w:tcBorders>
          </w:tcPr>
          <w:p w14:paraId="244515AE" w14:textId="77777777" w:rsidR="008C6759" w:rsidRPr="00713E47" w:rsidRDefault="008C6759" w:rsidP="00713E47">
            <w:pPr>
              <w:jc w:val="right"/>
              <w:rPr>
                <w:u w:val="single"/>
              </w:rPr>
            </w:pPr>
            <w:r w:rsidRPr="00713E47">
              <w:rPr>
                <w:u w:val="single"/>
              </w:rPr>
              <w:t xml:space="preserve">  15,000</w:t>
            </w:r>
          </w:p>
        </w:tc>
      </w:tr>
      <w:tr w:rsidR="008C6759" w14:paraId="76080617" w14:textId="77777777" w:rsidTr="00713E47">
        <w:trPr>
          <w:jc w:val="center"/>
        </w:trPr>
        <w:tc>
          <w:tcPr>
            <w:tcW w:w="4788" w:type="dxa"/>
            <w:tcBorders>
              <w:top w:val="nil"/>
              <w:left w:val="nil"/>
              <w:bottom w:val="nil"/>
              <w:right w:val="nil"/>
            </w:tcBorders>
          </w:tcPr>
          <w:p w14:paraId="5F991A05" w14:textId="77777777" w:rsidR="008C6759" w:rsidRDefault="008C6759" w:rsidP="003656D8"/>
        </w:tc>
        <w:tc>
          <w:tcPr>
            <w:tcW w:w="1440" w:type="dxa"/>
            <w:tcBorders>
              <w:top w:val="nil"/>
              <w:left w:val="nil"/>
              <w:bottom w:val="nil"/>
              <w:right w:val="nil"/>
            </w:tcBorders>
          </w:tcPr>
          <w:p w14:paraId="0F882BE1" w14:textId="77777777" w:rsidR="008C6759" w:rsidRDefault="008C6759" w:rsidP="00713E47">
            <w:pPr>
              <w:jc w:val="right"/>
            </w:pPr>
          </w:p>
        </w:tc>
      </w:tr>
      <w:tr w:rsidR="008C6759" w14:paraId="36430B65" w14:textId="77777777" w:rsidTr="00713E47">
        <w:trPr>
          <w:jc w:val="center"/>
        </w:trPr>
        <w:tc>
          <w:tcPr>
            <w:tcW w:w="6228" w:type="dxa"/>
            <w:gridSpan w:val="2"/>
            <w:tcBorders>
              <w:top w:val="nil"/>
              <w:left w:val="nil"/>
              <w:bottom w:val="nil"/>
              <w:right w:val="nil"/>
            </w:tcBorders>
          </w:tcPr>
          <w:p w14:paraId="2CDE98C4" w14:textId="77777777" w:rsidR="008C6759" w:rsidRPr="003656D8" w:rsidRDefault="008C6759" w:rsidP="00713E47">
            <w:pPr>
              <w:tabs>
                <w:tab w:val="left" w:pos="720"/>
                <w:tab w:val="decimal" w:pos="7920"/>
              </w:tabs>
              <w:jc w:val="center"/>
            </w:pPr>
            <w:r w:rsidRPr="003656D8">
              <w:t>Stockholders’ Equity</w:t>
            </w:r>
          </w:p>
          <w:p w14:paraId="72976D25" w14:textId="77777777" w:rsidR="008C6759" w:rsidRDefault="008C6759" w:rsidP="003656D8"/>
        </w:tc>
      </w:tr>
      <w:tr w:rsidR="008C6759" w14:paraId="4F341A45" w14:textId="77777777" w:rsidTr="00713E47">
        <w:trPr>
          <w:jc w:val="center"/>
        </w:trPr>
        <w:tc>
          <w:tcPr>
            <w:tcW w:w="4788" w:type="dxa"/>
            <w:tcBorders>
              <w:top w:val="nil"/>
              <w:left w:val="nil"/>
              <w:bottom w:val="nil"/>
              <w:right w:val="nil"/>
            </w:tcBorders>
          </w:tcPr>
          <w:p w14:paraId="4518EB59" w14:textId="77777777" w:rsidR="008C6759" w:rsidRDefault="00625769" w:rsidP="003656D8">
            <w:r>
              <w:t>Common Stock</w:t>
            </w:r>
          </w:p>
        </w:tc>
        <w:tc>
          <w:tcPr>
            <w:tcW w:w="1440" w:type="dxa"/>
            <w:tcBorders>
              <w:top w:val="nil"/>
              <w:left w:val="nil"/>
              <w:bottom w:val="nil"/>
              <w:right w:val="nil"/>
            </w:tcBorders>
          </w:tcPr>
          <w:p w14:paraId="68097E03" w14:textId="77777777" w:rsidR="008C6759" w:rsidRDefault="008C6759" w:rsidP="00713E47">
            <w:pPr>
              <w:jc w:val="right"/>
            </w:pPr>
            <w:r w:rsidRPr="003656D8">
              <w:t>10,000</w:t>
            </w:r>
          </w:p>
        </w:tc>
      </w:tr>
      <w:tr w:rsidR="008C6759" w14:paraId="165C3E1F" w14:textId="77777777" w:rsidTr="00713E47">
        <w:trPr>
          <w:jc w:val="center"/>
        </w:trPr>
        <w:tc>
          <w:tcPr>
            <w:tcW w:w="4788" w:type="dxa"/>
            <w:tcBorders>
              <w:top w:val="nil"/>
              <w:left w:val="nil"/>
              <w:bottom w:val="nil"/>
              <w:right w:val="nil"/>
            </w:tcBorders>
          </w:tcPr>
          <w:p w14:paraId="1CE0B976" w14:textId="77777777" w:rsidR="008C6759" w:rsidRDefault="008C6759" w:rsidP="003656D8">
            <w:r w:rsidRPr="003656D8">
              <w:t>Retained Earnings</w:t>
            </w:r>
          </w:p>
        </w:tc>
        <w:tc>
          <w:tcPr>
            <w:tcW w:w="1440" w:type="dxa"/>
            <w:tcBorders>
              <w:top w:val="nil"/>
              <w:left w:val="nil"/>
              <w:bottom w:val="nil"/>
              <w:right w:val="nil"/>
            </w:tcBorders>
          </w:tcPr>
          <w:p w14:paraId="7437A906" w14:textId="77777777" w:rsidR="008C6759" w:rsidRDefault="008C6759" w:rsidP="00713E47">
            <w:pPr>
              <w:jc w:val="right"/>
            </w:pPr>
            <w:r w:rsidRPr="00713E47">
              <w:rPr>
                <w:u w:val="single"/>
              </w:rPr>
              <w:t xml:space="preserve">           0</w:t>
            </w:r>
          </w:p>
        </w:tc>
      </w:tr>
      <w:tr w:rsidR="008C6759" w14:paraId="2F6EA48F" w14:textId="77777777" w:rsidTr="00713E47">
        <w:trPr>
          <w:jc w:val="center"/>
        </w:trPr>
        <w:tc>
          <w:tcPr>
            <w:tcW w:w="4788" w:type="dxa"/>
            <w:tcBorders>
              <w:top w:val="nil"/>
              <w:left w:val="nil"/>
              <w:bottom w:val="nil"/>
              <w:right w:val="nil"/>
            </w:tcBorders>
          </w:tcPr>
          <w:p w14:paraId="6BC7F750" w14:textId="77777777" w:rsidR="008C6759" w:rsidRPr="003656D8" w:rsidRDefault="00692E26" w:rsidP="003656D8">
            <w:r>
              <w:tab/>
            </w:r>
            <w:r>
              <w:tab/>
            </w:r>
            <w:r w:rsidR="008C6759" w:rsidRPr="003656D8">
              <w:t>Total Stockholders’ Equity</w:t>
            </w:r>
          </w:p>
        </w:tc>
        <w:tc>
          <w:tcPr>
            <w:tcW w:w="1440" w:type="dxa"/>
            <w:tcBorders>
              <w:top w:val="nil"/>
              <w:left w:val="nil"/>
              <w:bottom w:val="nil"/>
              <w:right w:val="nil"/>
            </w:tcBorders>
          </w:tcPr>
          <w:p w14:paraId="71679FE9" w14:textId="77777777" w:rsidR="008C6759" w:rsidRDefault="008C6759" w:rsidP="00713E47">
            <w:pPr>
              <w:jc w:val="right"/>
            </w:pPr>
            <w:r w:rsidRPr="00713E47">
              <w:rPr>
                <w:u w:val="single"/>
              </w:rPr>
              <w:t xml:space="preserve">  10,000</w:t>
            </w:r>
          </w:p>
        </w:tc>
      </w:tr>
      <w:tr w:rsidR="008C6759" w14:paraId="0652B997" w14:textId="77777777" w:rsidTr="00713E47">
        <w:trPr>
          <w:jc w:val="center"/>
        </w:trPr>
        <w:tc>
          <w:tcPr>
            <w:tcW w:w="4788" w:type="dxa"/>
            <w:tcBorders>
              <w:top w:val="nil"/>
              <w:left w:val="nil"/>
              <w:bottom w:val="nil"/>
              <w:right w:val="nil"/>
            </w:tcBorders>
          </w:tcPr>
          <w:p w14:paraId="42ABBF9E" w14:textId="77777777" w:rsidR="008C6759" w:rsidRPr="003656D8" w:rsidRDefault="008C6759" w:rsidP="003656D8">
            <w:r w:rsidRPr="003656D8">
              <w:t>Total Liabilities and Stockholders’ Equity</w:t>
            </w:r>
          </w:p>
        </w:tc>
        <w:tc>
          <w:tcPr>
            <w:tcW w:w="1440" w:type="dxa"/>
            <w:tcBorders>
              <w:top w:val="nil"/>
              <w:left w:val="nil"/>
              <w:bottom w:val="nil"/>
              <w:right w:val="nil"/>
            </w:tcBorders>
          </w:tcPr>
          <w:p w14:paraId="51E2D6AE" w14:textId="77777777" w:rsidR="008C6759" w:rsidRDefault="008C6759" w:rsidP="00713E47">
            <w:pPr>
              <w:jc w:val="right"/>
            </w:pPr>
            <w:r w:rsidRPr="00713E47">
              <w:rPr>
                <w:u w:val="double"/>
              </w:rPr>
              <w:t>$25,000</w:t>
            </w:r>
          </w:p>
        </w:tc>
      </w:tr>
      <w:tr w:rsidR="00C8777F" w14:paraId="22F88231" w14:textId="77777777" w:rsidTr="00713E47">
        <w:trPr>
          <w:jc w:val="center"/>
        </w:trPr>
        <w:tc>
          <w:tcPr>
            <w:tcW w:w="4788" w:type="dxa"/>
            <w:tcBorders>
              <w:top w:val="nil"/>
              <w:left w:val="nil"/>
              <w:bottom w:val="nil"/>
              <w:right w:val="nil"/>
            </w:tcBorders>
          </w:tcPr>
          <w:p w14:paraId="2EA68A4F" w14:textId="77777777" w:rsidR="00C8777F" w:rsidRPr="003656D8" w:rsidRDefault="00C8777F" w:rsidP="003656D8"/>
        </w:tc>
        <w:tc>
          <w:tcPr>
            <w:tcW w:w="1440" w:type="dxa"/>
            <w:tcBorders>
              <w:top w:val="nil"/>
              <w:left w:val="nil"/>
              <w:bottom w:val="nil"/>
              <w:right w:val="nil"/>
            </w:tcBorders>
          </w:tcPr>
          <w:p w14:paraId="4614B1DF" w14:textId="77777777" w:rsidR="00C8777F" w:rsidRPr="00713E47" w:rsidRDefault="00C8777F" w:rsidP="00713E47">
            <w:pPr>
              <w:jc w:val="right"/>
              <w:rPr>
                <w:u w:val="double"/>
              </w:rPr>
            </w:pPr>
          </w:p>
        </w:tc>
      </w:tr>
    </w:tbl>
    <w:p w14:paraId="32A764E6" w14:textId="77777777" w:rsidR="008C6759" w:rsidRPr="003656D8" w:rsidRDefault="008C6759" w:rsidP="003656D8"/>
    <w:p w14:paraId="5AD68FE3" w14:textId="77777777" w:rsidR="00C91A7F" w:rsidRPr="005F480C" w:rsidRDefault="007A79D9" w:rsidP="00C91A7F">
      <w:pPr>
        <w:pStyle w:val="Heading1"/>
        <w:spacing w:before="240"/>
      </w:pPr>
      <w:r>
        <w:br w:type="page"/>
      </w:r>
      <w:r w:rsidR="00C91A7F" w:rsidRPr="005F480C">
        <w:lastRenderedPageBreak/>
        <w:t xml:space="preserve">HANDOUT </w:t>
      </w:r>
      <w:r w:rsidR="00C91A7F">
        <w:t>2</w:t>
      </w:r>
      <w:r w:rsidR="007D4591">
        <w:t>–</w:t>
      </w:r>
      <w:r w:rsidR="00C91A7F">
        <w:t>7</w:t>
      </w:r>
    </w:p>
    <w:p w14:paraId="745AEA7A" w14:textId="77777777" w:rsidR="00C91A7F" w:rsidRDefault="00C91A7F" w:rsidP="00C91A7F">
      <w:pPr>
        <w:pStyle w:val="Heading1"/>
        <w:spacing w:before="240"/>
        <w:jc w:val="center"/>
        <w:rPr>
          <w:u w:val="none"/>
        </w:rPr>
      </w:pPr>
      <w:r>
        <w:rPr>
          <w:u w:val="none"/>
        </w:rPr>
        <w:t>CURRENT RATIO</w:t>
      </w:r>
    </w:p>
    <w:p w14:paraId="5EE2438E" w14:textId="77777777" w:rsidR="00C91A7F" w:rsidRDefault="00C91A7F" w:rsidP="00C91A7F">
      <w:pPr>
        <w:pStyle w:val="Heading1"/>
        <w:spacing w:before="240"/>
        <w:rPr>
          <w:rFonts w:ascii="Times New Roman" w:hAnsi="Times New Roman"/>
          <w:b w:val="0"/>
          <w:bCs/>
          <w:kern w:val="0"/>
          <w:sz w:val="22"/>
          <w:u w:val="none"/>
        </w:rPr>
      </w:pPr>
      <w:r>
        <w:rPr>
          <w:rFonts w:ascii="Times New Roman" w:hAnsi="Times New Roman"/>
          <w:b w:val="0"/>
          <w:bCs/>
          <w:kern w:val="0"/>
          <w:sz w:val="22"/>
          <w:u w:val="none"/>
        </w:rPr>
        <w:t>Refer to the classified balance sheet from H</w:t>
      </w:r>
      <w:r w:rsidRPr="00C91A7F">
        <w:rPr>
          <w:rFonts w:ascii="Times New Roman" w:hAnsi="Times New Roman"/>
          <w:b w:val="0"/>
          <w:bCs/>
          <w:kern w:val="0"/>
          <w:sz w:val="22"/>
          <w:u w:val="none"/>
        </w:rPr>
        <w:t>andout</w:t>
      </w:r>
      <w:r>
        <w:rPr>
          <w:rFonts w:ascii="Times New Roman" w:hAnsi="Times New Roman"/>
          <w:b w:val="0"/>
          <w:bCs/>
          <w:kern w:val="0"/>
          <w:sz w:val="22"/>
          <w:u w:val="none"/>
        </w:rPr>
        <w:t xml:space="preserve"> 2</w:t>
      </w:r>
      <w:r w:rsidR="00C8777F">
        <w:rPr>
          <w:rFonts w:ascii="Times New Roman" w:hAnsi="Times New Roman"/>
          <w:b w:val="0"/>
          <w:bCs/>
          <w:kern w:val="0"/>
          <w:sz w:val="22"/>
          <w:u w:val="none"/>
        </w:rPr>
        <w:t>-</w:t>
      </w:r>
      <w:r>
        <w:rPr>
          <w:rFonts w:ascii="Times New Roman" w:hAnsi="Times New Roman"/>
          <w:b w:val="0"/>
          <w:bCs/>
          <w:kern w:val="0"/>
          <w:sz w:val="22"/>
          <w:u w:val="none"/>
        </w:rPr>
        <w:t>6 and calculate the current ratio of World Wide</w:t>
      </w:r>
      <w:r w:rsidR="00E31D97">
        <w:rPr>
          <w:rFonts w:ascii="Times New Roman" w:hAnsi="Times New Roman"/>
          <w:b w:val="0"/>
          <w:bCs/>
          <w:kern w:val="0"/>
          <w:sz w:val="22"/>
          <w:u w:val="none"/>
        </w:rPr>
        <w:t xml:space="preserve"> Webster as of December 31, </w:t>
      </w:r>
      <w:r w:rsidR="00677D31">
        <w:rPr>
          <w:rFonts w:ascii="Times New Roman" w:hAnsi="Times New Roman"/>
          <w:b w:val="0"/>
          <w:bCs/>
          <w:kern w:val="0"/>
          <w:sz w:val="22"/>
          <w:u w:val="none"/>
        </w:rPr>
        <w:t>Year 1</w:t>
      </w:r>
      <w:r>
        <w:rPr>
          <w:rFonts w:ascii="Times New Roman" w:hAnsi="Times New Roman"/>
          <w:b w:val="0"/>
          <w:bCs/>
          <w:kern w:val="0"/>
          <w:sz w:val="22"/>
          <w:u w:val="none"/>
        </w:rPr>
        <w:t>. Then, interpret the current ratio</w:t>
      </w:r>
      <w:r w:rsidRPr="00C91A7F">
        <w:rPr>
          <w:rFonts w:ascii="Times New Roman" w:hAnsi="Times New Roman"/>
          <w:b w:val="0"/>
          <w:bCs/>
          <w:kern w:val="0"/>
          <w:sz w:val="22"/>
          <w:u w:val="none"/>
        </w:rPr>
        <w:t>.</w:t>
      </w:r>
    </w:p>
    <w:p w14:paraId="29467488" w14:textId="77777777" w:rsidR="00C91A7F" w:rsidRDefault="00C91A7F" w:rsidP="00C91A7F">
      <w:pPr>
        <w:pStyle w:val="Heading1"/>
        <w:spacing w:before="240"/>
        <w:rPr>
          <w:rFonts w:ascii="Times New Roman" w:hAnsi="Times New Roman"/>
          <w:b w:val="0"/>
          <w:bCs/>
          <w:kern w:val="0"/>
          <w:sz w:val="22"/>
          <w:u w:val="none"/>
        </w:rPr>
      </w:pPr>
      <w:r>
        <w:rPr>
          <w:rFonts w:ascii="Times New Roman" w:hAnsi="Times New Roman"/>
          <w:b w:val="0"/>
          <w:bCs/>
          <w:kern w:val="0"/>
          <w:sz w:val="22"/>
          <w:u w:val="none"/>
        </w:rPr>
        <w:t>Calculation:</w:t>
      </w:r>
    </w:p>
    <w:p w14:paraId="0EF145FF" w14:textId="77777777" w:rsidR="00C91A7F" w:rsidRDefault="00C91A7F" w:rsidP="00C91A7F">
      <w:pPr>
        <w:pStyle w:val="BodyText"/>
      </w:pPr>
    </w:p>
    <w:p w14:paraId="59171124" w14:textId="77777777" w:rsidR="00C91A7F" w:rsidRDefault="00C91A7F" w:rsidP="00C91A7F">
      <w:pPr>
        <w:pStyle w:val="BodyText"/>
      </w:pPr>
    </w:p>
    <w:p w14:paraId="64F9732F" w14:textId="77777777" w:rsidR="00C91A7F" w:rsidRDefault="00C91A7F" w:rsidP="00C91A7F">
      <w:pPr>
        <w:pStyle w:val="BodyText"/>
      </w:pPr>
    </w:p>
    <w:p w14:paraId="50C4BB7F" w14:textId="77777777" w:rsidR="00C91A7F" w:rsidRPr="00C91A7F" w:rsidRDefault="00C91A7F" w:rsidP="00C91A7F">
      <w:pPr>
        <w:pStyle w:val="BodyText"/>
      </w:pPr>
      <w:r>
        <w:t>Interpretation:</w:t>
      </w:r>
    </w:p>
    <w:p w14:paraId="2659E6C8" w14:textId="77777777" w:rsidR="00C91A7F" w:rsidRPr="005F480C" w:rsidRDefault="00C91A7F" w:rsidP="00C91A7F">
      <w:pPr>
        <w:pStyle w:val="Heading1"/>
        <w:spacing w:before="240"/>
      </w:pPr>
      <w:r w:rsidRPr="00C91A7F">
        <w:rPr>
          <w:rFonts w:ascii="Times New Roman" w:hAnsi="Times New Roman"/>
          <w:b w:val="0"/>
          <w:bCs/>
          <w:kern w:val="0"/>
          <w:sz w:val="22"/>
          <w:u w:val="none"/>
        </w:rPr>
        <w:br w:type="page"/>
      </w:r>
      <w:r w:rsidRPr="005F480C">
        <w:lastRenderedPageBreak/>
        <w:t xml:space="preserve">HANDOUT </w:t>
      </w:r>
      <w:r>
        <w:t>2</w:t>
      </w:r>
      <w:r w:rsidR="007D4591">
        <w:t>–</w:t>
      </w:r>
      <w:r w:rsidR="00DF369F">
        <w:t>7</w:t>
      </w:r>
      <w:r>
        <w:t xml:space="preserve"> SOLUTION</w:t>
      </w:r>
    </w:p>
    <w:p w14:paraId="61F752DB" w14:textId="77777777" w:rsidR="00C91A7F" w:rsidRDefault="00C91A7F" w:rsidP="00C91A7F">
      <w:pPr>
        <w:pStyle w:val="Heading1"/>
        <w:spacing w:before="240"/>
        <w:jc w:val="center"/>
        <w:rPr>
          <w:u w:val="none"/>
        </w:rPr>
      </w:pPr>
      <w:r>
        <w:rPr>
          <w:u w:val="none"/>
        </w:rPr>
        <w:t>CURRENT RATIO</w:t>
      </w:r>
    </w:p>
    <w:p w14:paraId="68329158" w14:textId="77777777" w:rsidR="00C91A7F" w:rsidRDefault="00C91A7F" w:rsidP="00C91A7F">
      <w:pPr>
        <w:pStyle w:val="Heading1"/>
        <w:spacing w:before="240"/>
        <w:rPr>
          <w:rFonts w:ascii="Times New Roman" w:hAnsi="Times New Roman"/>
          <w:b w:val="0"/>
          <w:bCs/>
          <w:kern w:val="0"/>
          <w:sz w:val="22"/>
          <w:u w:val="none"/>
        </w:rPr>
      </w:pPr>
      <w:r>
        <w:rPr>
          <w:rFonts w:ascii="Times New Roman" w:hAnsi="Times New Roman"/>
          <w:b w:val="0"/>
          <w:bCs/>
          <w:kern w:val="0"/>
          <w:sz w:val="22"/>
          <w:u w:val="none"/>
        </w:rPr>
        <w:t>Refer to the classified balance sheet from H</w:t>
      </w:r>
      <w:r w:rsidRPr="00C91A7F">
        <w:rPr>
          <w:rFonts w:ascii="Times New Roman" w:hAnsi="Times New Roman"/>
          <w:b w:val="0"/>
          <w:bCs/>
          <w:kern w:val="0"/>
          <w:sz w:val="22"/>
          <w:u w:val="none"/>
        </w:rPr>
        <w:t>andout</w:t>
      </w:r>
      <w:r>
        <w:rPr>
          <w:rFonts w:ascii="Times New Roman" w:hAnsi="Times New Roman"/>
          <w:b w:val="0"/>
          <w:bCs/>
          <w:kern w:val="0"/>
          <w:sz w:val="22"/>
          <w:u w:val="none"/>
        </w:rPr>
        <w:t xml:space="preserve"> 2</w:t>
      </w:r>
      <w:r w:rsidR="00C8777F">
        <w:rPr>
          <w:rFonts w:ascii="Times New Roman" w:hAnsi="Times New Roman"/>
          <w:b w:val="0"/>
          <w:bCs/>
          <w:kern w:val="0"/>
          <w:sz w:val="22"/>
          <w:u w:val="none"/>
        </w:rPr>
        <w:t>-</w:t>
      </w:r>
      <w:r>
        <w:rPr>
          <w:rFonts w:ascii="Times New Roman" w:hAnsi="Times New Roman"/>
          <w:b w:val="0"/>
          <w:bCs/>
          <w:kern w:val="0"/>
          <w:sz w:val="22"/>
          <w:u w:val="none"/>
        </w:rPr>
        <w:t xml:space="preserve">6 and calculate the current ratio of World Wide </w:t>
      </w:r>
      <w:r w:rsidR="00E31D97">
        <w:rPr>
          <w:rFonts w:ascii="Times New Roman" w:hAnsi="Times New Roman"/>
          <w:b w:val="0"/>
          <w:bCs/>
          <w:kern w:val="0"/>
          <w:sz w:val="22"/>
          <w:u w:val="none"/>
        </w:rPr>
        <w:t xml:space="preserve">Webster as of December 31, </w:t>
      </w:r>
      <w:r w:rsidR="00677D31">
        <w:rPr>
          <w:rFonts w:ascii="Times New Roman" w:hAnsi="Times New Roman"/>
          <w:b w:val="0"/>
          <w:bCs/>
          <w:kern w:val="0"/>
          <w:sz w:val="22"/>
          <w:u w:val="none"/>
        </w:rPr>
        <w:t>Year 1</w:t>
      </w:r>
      <w:r>
        <w:rPr>
          <w:rFonts w:ascii="Times New Roman" w:hAnsi="Times New Roman"/>
          <w:b w:val="0"/>
          <w:bCs/>
          <w:kern w:val="0"/>
          <w:sz w:val="22"/>
          <w:u w:val="none"/>
        </w:rPr>
        <w:t>. Then, interpret the current ratio</w:t>
      </w:r>
      <w:r w:rsidRPr="00C91A7F">
        <w:rPr>
          <w:rFonts w:ascii="Times New Roman" w:hAnsi="Times New Roman"/>
          <w:b w:val="0"/>
          <w:bCs/>
          <w:kern w:val="0"/>
          <w:sz w:val="22"/>
          <w:u w:val="none"/>
        </w:rPr>
        <w:t>.</w:t>
      </w:r>
    </w:p>
    <w:p w14:paraId="76FECB7C" w14:textId="77777777" w:rsidR="00C91A7F" w:rsidRDefault="00C91A7F" w:rsidP="00E31D97">
      <w:pPr>
        <w:pStyle w:val="Heading1"/>
        <w:spacing w:before="240"/>
        <w:rPr>
          <w:rFonts w:ascii="Times New Roman" w:hAnsi="Times New Roman"/>
          <w:b w:val="0"/>
          <w:bCs/>
          <w:kern w:val="0"/>
          <w:sz w:val="22"/>
          <w:u w:val="none"/>
        </w:rPr>
      </w:pPr>
      <w:r>
        <w:rPr>
          <w:rFonts w:ascii="Times New Roman" w:hAnsi="Times New Roman"/>
          <w:b w:val="0"/>
          <w:bCs/>
          <w:kern w:val="0"/>
          <w:sz w:val="22"/>
          <w:u w:val="none"/>
        </w:rPr>
        <w:t>Calculation:</w:t>
      </w:r>
    </w:p>
    <w:p w14:paraId="27D1512E" w14:textId="77777777" w:rsidR="00C91A7F" w:rsidRDefault="00C91A7F" w:rsidP="00E31D97">
      <w:pPr>
        <w:pStyle w:val="Heading1"/>
        <w:rPr>
          <w:rFonts w:ascii="Times New Roman" w:hAnsi="Times New Roman"/>
          <w:b w:val="0"/>
          <w:bCs/>
          <w:kern w:val="0"/>
          <w:sz w:val="22"/>
          <w:u w:val="none"/>
        </w:rPr>
      </w:pPr>
      <w:r>
        <w:rPr>
          <w:rFonts w:ascii="Times New Roman" w:hAnsi="Times New Roman"/>
          <w:b w:val="0"/>
          <w:bCs/>
          <w:kern w:val="0"/>
          <w:sz w:val="22"/>
          <w:u w:val="none"/>
        </w:rPr>
        <w:t>Current ratio = Current assets ÷ Current liabilities</w:t>
      </w:r>
    </w:p>
    <w:p w14:paraId="24241260" w14:textId="77777777" w:rsidR="00C91A7F" w:rsidRDefault="00C91A7F" w:rsidP="00E31D97">
      <w:pPr>
        <w:pStyle w:val="Heading1"/>
        <w:rPr>
          <w:rFonts w:ascii="Times New Roman" w:hAnsi="Times New Roman"/>
          <w:b w:val="0"/>
          <w:bCs/>
          <w:kern w:val="0"/>
          <w:sz w:val="22"/>
          <w:u w:val="none"/>
        </w:rPr>
      </w:pPr>
      <w:r>
        <w:rPr>
          <w:rFonts w:ascii="Times New Roman" w:hAnsi="Times New Roman"/>
          <w:b w:val="0"/>
          <w:bCs/>
          <w:kern w:val="0"/>
          <w:sz w:val="22"/>
          <w:u w:val="none"/>
        </w:rPr>
        <w:t>Current ratio = $4,000 ÷ $15,000 = 0.27</w:t>
      </w:r>
    </w:p>
    <w:p w14:paraId="16E1BD5A" w14:textId="77777777" w:rsidR="00C91A7F" w:rsidRDefault="00C91A7F" w:rsidP="00E31D97">
      <w:pPr>
        <w:pStyle w:val="BodyText"/>
        <w:spacing w:before="240" w:after="120"/>
      </w:pPr>
      <w:r>
        <w:t>Interpretation:</w:t>
      </w:r>
    </w:p>
    <w:p w14:paraId="6D29DC51" w14:textId="77777777" w:rsidR="007D05C3" w:rsidRPr="000C4AAD" w:rsidRDefault="00C91A7F" w:rsidP="00CD2053">
      <w:pPr>
        <w:pStyle w:val="BodyText"/>
        <w:spacing w:before="120" w:after="120"/>
        <w:jc w:val="left"/>
      </w:pPr>
      <w:r>
        <w:t xml:space="preserve">A current ratio of 0.27 </w:t>
      </w:r>
      <w:r w:rsidR="00DE3187">
        <w:t>indicates</w:t>
      </w:r>
      <w:r>
        <w:t xml:space="preserve"> that the company has $0.27 of current assets for $1.00 of current liabilities as of December 31, </w:t>
      </w:r>
      <w:r w:rsidR="00677D31">
        <w:t>Year 1</w:t>
      </w:r>
      <w:r>
        <w:t>.</w:t>
      </w:r>
      <w:r w:rsidR="00DE3187">
        <w:t xml:space="preserve"> It does not appear that the company’s current assets are sufficient to pay its current liabilities. </w:t>
      </w:r>
    </w:p>
    <w:sectPr w:rsidR="007D05C3" w:rsidRPr="000C4AAD" w:rsidSect="003A16F2">
      <w:footerReference w:type="even" r:id="rId10"/>
      <w:footerReference w:type="default" r:id="rId11"/>
      <w:pgSz w:w="12240" w:h="15840" w:code="1"/>
      <w:pgMar w:top="1440" w:right="1080" w:bottom="1440" w:left="1800" w:header="720" w:footer="720" w:gutter="0"/>
      <w:pgNumType w:start="1"/>
      <w:cols w:space="720"/>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626F4F" w15:done="0"/>
  <w15:commentEx w15:paraId="712B370C" w15:paraIdParent="50626F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626F4F" w16cid:durableId="1DDD32F8"/>
  <w16cid:commentId w16cid:paraId="712B370C" w16cid:durableId="1DDD331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E9692" w14:textId="77777777" w:rsidR="00680FA4" w:rsidRDefault="00680FA4">
      <w:r>
        <w:separator/>
      </w:r>
    </w:p>
  </w:endnote>
  <w:endnote w:type="continuationSeparator" w:id="0">
    <w:p w14:paraId="34E3185C" w14:textId="77777777" w:rsidR="00680FA4" w:rsidRDefault="00680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rebuchet MS">
    <w:panose1 w:val="020B0603020202020204"/>
    <w:charset w:val="00"/>
    <w:family w:val="auto"/>
    <w:pitch w:val="variable"/>
    <w:sig w:usb0="00000287" w:usb1="00000000" w:usb2="00000000" w:usb3="00000000" w:csb0="0000009F" w:csb1="00000000"/>
  </w:font>
  <w:font w:name="Stencil">
    <w:panose1 w:val="040409050D0802020404"/>
    <w:charset w:val="00"/>
    <w:family w:val="auto"/>
    <w:pitch w:val="variable"/>
    <w:sig w:usb0="00000003" w:usb1="00000000" w:usb2="00000000" w:usb3="00000000" w:csb0="00000001" w:csb1="00000000"/>
  </w:font>
  <w:font w:name="Calibri">
    <w:altName w:val="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E0E2F" w14:textId="77777777" w:rsidR="00131809" w:rsidRPr="000D0622" w:rsidRDefault="00131809" w:rsidP="00131809">
    <w:pPr>
      <w:pStyle w:val="Footer"/>
      <w:tabs>
        <w:tab w:val="clear" w:pos="8640"/>
        <w:tab w:val="right" w:pos="9360"/>
      </w:tabs>
      <w:jc w:val="left"/>
      <w:rPr>
        <w:i/>
        <w:sz w:val="18"/>
        <w:szCs w:val="18"/>
        <w:u w:val="single"/>
      </w:rPr>
    </w:pPr>
    <w:r w:rsidRPr="000D0622">
      <w:rPr>
        <w:i/>
        <w:sz w:val="18"/>
        <w:szCs w:val="18"/>
        <w:u w:val="single"/>
      </w:rPr>
      <w:t>Instructor</w:t>
    </w:r>
    <w:r>
      <w:rPr>
        <w:i/>
        <w:sz w:val="18"/>
        <w:szCs w:val="18"/>
        <w:u w:val="single"/>
      </w:rPr>
      <w:t>’s Resource Manual, Chapter 2</w:t>
    </w:r>
    <w:r>
      <w:rPr>
        <w:i/>
        <w:sz w:val="18"/>
        <w:szCs w:val="18"/>
        <w:u w:val="single"/>
      </w:rPr>
      <w:tab/>
    </w:r>
    <w:r>
      <w:rPr>
        <w:i/>
        <w:sz w:val="18"/>
        <w:szCs w:val="18"/>
        <w:u w:val="single"/>
      </w:rPr>
      <w:tab/>
      <w:t>2</w:t>
    </w:r>
    <w:r w:rsidRPr="000D0622">
      <w:rPr>
        <w:i/>
        <w:sz w:val="18"/>
        <w:szCs w:val="18"/>
        <w:u w:val="single"/>
      </w:rPr>
      <w:t>-</w:t>
    </w:r>
    <w:r w:rsidRPr="000D0622">
      <w:rPr>
        <w:rStyle w:val="PageNumber"/>
        <w:i/>
        <w:sz w:val="18"/>
        <w:szCs w:val="18"/>
        <w:u w:val="single"/>
      </w:rPr>
      <w:fldChar w:fldCharType="begin"/>
    </w:r>
    <w:r w:rsidRPr="000D0622">
      <w:rPr>
        <w:rStyle w:val="PageNumber"/>
        <w:i/>
        <w:sz w:val="18"/>
        <w:szCs w:val="18"/>
        <w:u w:val="single"/>
      </w:rPr>
      <w:instrText xml:space="preserve"> PAGE </w:instrText>
    </w:r>
    <w:r w:rsidRPr="000D0622">
      <w:rPr>
        <w:rStyle w:val="PageNumber"/>
        <w:i/>
        <w:sz w:val="18"/>
        <w:szCs w:val="18"/>
        <w:u w:val="single"/>
      </w:rPr>
      <w:fldChar w:fldCharType="separate"/>
    </w:r>
    <w:r w:rsidR="00B675CF">
      <w:rPr>
        <w:rStyle w:val="PageNumber"/>
        <w:i/>
        <w:noProof/>
        <w:sz w:val="18"/>
        <w:szCs w:val="18"/>
        <w:u w:val="single"/>
      </w:rPr>
      <w:t>2</w:t>
    </w:r>
    <w:r w:rsidRPr="000D0622">
      <w:rPr>
        <w:rStyle w:val="PageNumber"/>
        <w:i/>
        <w:sz w:val="18"/>
        <w:szCs w:val="18"/>
        <w:u w:val="single"/>
      </w:rPr>
      <w:fldChar w:fldCharType="end"/>
    </w:r>
  </w:p>
  <w:p w14:paraId="76A32937" w14:textId="77777777" w:rsidR="00131809" w:rsidRPr="000D0622" w:rsidRDefault="00131809" w:rsidP="00131809">
    <w:pPr>
      <w:jc w:val="right"/>
      <w:rPr>
        <w:i/>
        <w:iCs/>
        <w:color w:val="000000" w:themeColor="text1"/>
        <w:kern w:val="24"/>
        <w:sz w:val="18"/>
        <w:szCs w:val="18"/>
        <w:lang w:val="en-IN"/>
      </w:rPr>
    </w:pPr>
    <w:r w:rsidRPr="000D0622">
      <w:rPr>
        <w:i/>
        <w:iCs/>
        <w:color w:val="000000" w:themeColor="text1"/>
        <w:kern w:val="24"/>
        <w:sz w:val="18"/>
        <w:szCs w:val="18"/>
        <w:lang w:val="en-IN"/>
      </w:rPr>
      <w:t xml:space="preserve">Copyright © 2019 McGraw-Hill Education. All rights reserved. </w:t>
    </w:r>
  </w:p>
  <w:p w14:paraId="6C7124D4" w14:textId="77777777" w:rsidR="003432B5" w:rsidRPr="00131809" w:rsidRDefault="00131809" w:rsidP="00131809">
    <w:pPr>
      <w:tabs>
        <w:tab w:val="left" w:pos="1061"/>
        <w:tab w:val="right" w:pos="9360"/>
      </w:tabs>
      <w:rPr>
        <w:i/>
        <w:iCs/>
        <w:color w:val="000000" w:themeColor="text1"/>
        <w:kern w:val="24"/>
        <w:sz w:val="20"/>
        <w:lang w:val="en-IN"/>
      </w:rPr>
    </w:pPr>
    <w:r w:rsidRPr="000D0622">
      <w:rPr>
        <w:i/>
        <w:iCs/>
        <w:color w:val="000000" w:themeColor="text1"/>
        <w:kern w:val="24"/>
        <w:sz w:val="18"/>
        <w:szCs w:val="18"/>
        <w:lang w:val="en-IN"/>
      </w:rPr>
      <w:tab/>
    </w:r>
    <w:r w:rsidRPr="000D0622">
      <w:rPr>
        <w:i/>
        <w:iCs/>
        <w:color w:val="000000" w:themeColor="text1"/>
        <w:kern w:val="24"/>
        <w:sz w:val="18"/>
        <w:szCs w:val="18"/>
        <w:lang w:val="en-IN"/>
      </w:rPr>
      <w:tab/>
      <w:t>No reproduction or distribution without the prior written consent of McGraw-Hill Education</w:t>
    </w:r>
    <w:r w:rsidRPr="000D0622">
      <w:rPr>
        <w:i/>
        <w:iCs/>
        <w:color w:val="000000" w:themeColor="text1"/>
        <w:kern w:val="24"/>
        <w:sz w:val="20"/>
        <w:lang w:val="en-IN"/>
      </w:rPr>
      <w: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3D951" w14:textId="77777777" w:rsidR="006E10A4" w:rsidRPr="000D0622" w:rsidRDefault="006E10A4" w:rsidP="006E10A4">
    <w:pPr>
      <w:pStyle w:val="Footer"/>
      <w:tabs>
        <w:tab w:val="clear" w:pos="8640"/>
        <w:tab w:val="right" w:pos="9360"/>
      </w:tabs>
      <w:jc w:val="left"/>
      <w:rPr>
        <w:i/>
        <w:sz w:val="18"/>
        <w:szCs w:val="18"/>
        <w:u w:val="single"/>
      </w:rPr>
    </w:pPr>
    <w:r w:rsidRPr="000D0622">
      <w:rPr>
        <w:i/>
        <w:sz w:val="18"/>
        <w:szCs w:val="18"/>
        <w:u w:val="single"/>
      </w:rPr>
      <w:t>Instruc</w:t>
    </w:r>
    <w:r>
      <w:rPr>
        <w:i/>
        <w:sz w:val="18"/>
        <w:szCs w:val="18"/>
        <w:u w:val="single"/>
      </w:rPr>
      <w:t>tor’s Resource Manual, Chapter 2</w:t>
    </w:r>
    <w:r w:rsidRPr="000D0622">
      <w:rPr>
        <w:i/>
        <w:sz w:val="18"/>
        <w:szCs w:val="18"/>
        <w:u w:val="single"/>
      </w:rPr>
      <w:tab/>
    </w:r>
    <w:r w:rsidRPr="000D0622">
      <w:rPr>
        <w:i/>
        <w:sz w:val="18"/>
        <w:szCs w:val="18"/>
        <w:u w:val="single"/>
      </w:rPr>
      <w:tab/>
    </w:r>
    <w:r>
      <w:rPr>
        <w:i/>
        <w:sz w:val="18"/>
        <w:szCs w:val="18"/>
        <w:u w:val="single"/>
      </w:rPr>
      <w:t>2</w:t>
    </w:r>
    <w:r w:rsidRPr="000D0622">
      <w:rPr>
        <w:i/>
        <w:sz w:val="18"/>
        <w:szCs w:val="18"/>
        <w:u w:val="single"/>
      </w:rPr>
      <w:t>-</w:t>
    </w:r>
    <w:r w:rsidRPr="000D0622">
      <w:rPr>
        <w:rStyle w:val="PageNumber"/>
        <w:i/>
        <w:sz w:val="18"/>
        <w:szCs w:val="18"/>
        <w:u w:val="single"/>
      </w:rPr>
      <w:fldChar w:fldCharType="begin"/>
    </w:r>
    <w:r w:rsidRPr="000D0622">
      <w:rPr>
        <w:rStyle w:val="PageNumber"/>
        <w:i/>
        <w:sz w:val="18"/>
        <w:szCs w:val="18"/>
        <w:u w:val="single"/>
      </w:rPr>
      <w:instrText xml:space="preserve"> PAGE </w:instrText>
    </w:r>
    <w:r w:rsidRPr="000D0622">
      <w:rPr>
        <w:rStyle w:val="PageNumber"/>
        <w:i/>
        <w:sz w:val="18"/>
        <w:szCs w:val="18"/>
        <w:u w:val="single"/>
      </w:rPr>
      <w:fldChar w:fldCharType="separate"/>
    </w:r>
    <w:r w:rsidR="00B675CF">
      <w:rPr>
        <w:rStyle w:val="PageNumber"/>
        <w:i/>
        <w:noProof/>
        <w:sz w:val="18"/>
        <w:szCs w:val="18"/>
        <w:u w:val="single"/>
      </w:rPr>
      <w:t>1</w:t>
    </w:r>
    <w:r w:rsidRPr="000D0622">
      <w:rPr>
        <w:rStyle w:val="PageNumber"/>
        <w:i/>
        <w:sz w:val="18"/>
        <w:szCs w:val="18"/>
        <w:u w:val="single"/>
      </w:rPr>
      <w:fldChar w:fldCharType="end"/>
    </w:r>
  </w:p>
  <w:p w14:paraId="4274D1BE" w14:textId="77777777" w:rsidR="006E10A4" w:rsidRPr="000D0622" w:rsidRDefault="006E10A4" w:rsidP="006E10A4">
    <w:pPr>
      <w:jc w:val="right"/>
      <w:rPr>
        <w:i/>
        <w:iCs/>
        <w:color w:val="000000" w:themeColor="text1"/>
        <w:kern w:val="24"/>
        <w:sz w:val="18"/>
        <w:szCs w:val="18"/>
        <w:lang w:val="en-IN"/>
      </w:rPr>
    </w:pPr>
    <w:r w:rsidRPr="000D0622">
      <w:rPr>
        <w:i/>
        <w:iCs/>
        <w:color w:val="000000" w:themeColor="text1"/>
        <w:kern w:val="24"/>
        <w:sz w:val="18"/>
        <w:szCs w:val="18"/>
        <w:lang w:val="en-IN"/>
      </w:rPr>
      <w:t xml:space="preserve">Copyright © 2019 McGraw-Hill Education. All rights reserved. </w:t>
    </w:r>
  </w:p>
  <w:p w14:paraId="169F2D48" w14:textId="77777777" w:rsidR="003432B5" w:rsidRPr="006E10A4" w:rsidRDefault="006E10A4" w:rsidP="00782A06">
    <w:pPr>
      <w:tabs>
        <w:tab w:val="left" w:pos="1061"/>
        <w:tab w:val="right" w:pos="9360"/>
      </w:tabs>
      <w:rPr>
        <w:i/>
        <w:iCs/>
        <w:color w:val="000000" w:themeColor="text1"/>
        <w:kern w:val="24"/>
        <w:sz w:val="20"/>
        <w:lang w:val="en-IN"/>
      </w:rPr>
    </w:pPr>
    <w:r w:rsidRPr="000D0622">
      <w:rPr>
        <w:i/>
        <w:iCs/>
        <w:color w:val="000000" w:themeColor="text1"/>
        <w:kern w:val="24"/>
        <w:sz w:val="18"/>
        <w:szCs w:val="18"/>
        <w:lang w:val="en-IN"/>
      </w:rPr>
      <w:tab/>
    </w:r>
    <w:r w:rsidRPr="000D0622">
      <w:rPr>
        <w:i/>
        <w:iCs/>
        <w:color w:val="000000" w:themeColor="text1"/>
        <w:kern w:val="24"/>
        <w:sz w:val="18"/>
        <w:szCs w:val="18"/>
        <w:lang w:val="en-IN"/>
      </w:rPr>
      <w:tab/>
      <w:t>No reproduction or distribution without the prior written consent of McGraw-Hill Education</w:t>
    </w:r>
    <w:r w:rsidRPr="000D0622">
      <w:rPr>
        <w:i/>
        <w:iCs/>
        <w:color w:val="000000" w:themeColor="text1"/>
        <w:kern w:val="24"/>
        <w:sz w:val="20"/>
        <w:lang w:val="en-IN"/>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F5F939" w14:textId="77777777" w:rsidR="00680FA4" w:rsidRDefault="00680FA4">
      <w:r>
        <w:separator/>
      </w:r>
    </w:p>
  </w:footnote>
  <w:footnote w:type="continuationSeparator" w:id="0">
    <w:p w14:paraId="4372020D" w14:textId="77777777" w:rsidR="00680FA4" w:rsidRDefault="00680FA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1" type="#_x0000_t75" style="width:12pt;height:12pt" o:bullet="t">
        <v:imagedata r:id="rId1" o:title="bullet1"/>
      </v:shape>
    </w:pict>
  </w:numPicBullet>
  <w:numPicBullet w:numPicBulletId="1">
    <w:pict>
      <v:shape id="_x0000_i1412" type="#_x0000_t75" style="width:9pt;height:9pt" o:bullet="t">
        <v:imagedata r:id="rId2" o:title="bullet2"/>
      </v:shape>
    </w:pict>
  </w:numPicBullet>
  <w:numPicBullet w:numPicBulletId="2">
    <w:pict>
      <v:shape id="_x0000_i1413" type="#_x0000_t75" style="width:9pt;height:9pt" o:bullet="t">
        <v:imagedata r:id="rId3" o:title="bullet3"/>
      </v:shape>
    </w:pict>
  </w:numPicBullet>
  <w:numPicBullet w:numPicBulletId="3">
    <w:pict>
      <v:shape id="_x0000_i1414" type="#_x0000_t75" style="width:9pt;height:9pt" o:bullet="t">
        <v:imagedata r:id="rId4" o:title="bullet1"/>
      </v:shape>
    </w:pict>
  </w:numPicBullet>
  <w:numPicBullet w:numPicBulletId="4">
    <w:pict>
      <v:shape id="_x0000_i1415" type="#_x0000_t75" style="width:9pt;height:9pt" o:bullet="t">
        <v:imagedata r:id="rId5" o:title="bullet2"/>
      </v:shape>
    </w:pict>
  </w:numPicBullet>
  <w:numPicBullet w:numPicBulletId="5">
    <w:pict>
      <v:shape id="_x0000_i1416" type="#_x0000_t75" style="width:9pt;height:9pt" o:bullet="t">
        <v:imagedata r:id="rId6" o:title="bullet3"/>
      </v:shape>
    </w:pict>
  </w:numPicBullet>
  <w:numPicBullet w:numPicBulletId="6">
    <w:pict>
      <v:shape id="_x0000_i1417" type="#_x0000_t75" style="width:12pt;height:12pt" o:bullet="t">
        <v:imagedata r:id="rId7" o:title="bullet1"/>
      </v:shape>
    </w:pict>
  </w:numPicBullet>
  <w:numPicBullet w:numPicBulletId="7">
    <w:pict>
      <v:shape id="_x0000_i1418" type="#_x0000_t75" style="width:9pt;height:9pt" o:bullet="t">
        <v:imagedata r:id="rId8" o:title="bullet2"/>
      </v:shape>
    </w:pict>
  </w:numPicBullet>
  <w:numPicBullet w:numPicBulletId="8">
    <w:pict>
      <v:shape id="_x0000_i1419" type="#_x0000_t75" style="width:9pt;height:9pt" o:bullet="t">
        <v:imagedata r:id="rId9" o:title="bullet3"/>
      </v:shape>
    </w:pict>
  </w:numPicBullet>
  <w:abstractNum w:abstractNumId="0">
    <w:nsid w:val="04C5283C"/>
    <w:multiLevelType w:val="hybridMultilevel"/>
    <w:tmpl w:val="65F878A2"/>
    <w:lvl w:ilvl="0" w:tplc="8B90824A">
      <w:start w:val="1"/>
      <w:numFmt w:val="bullet"/>
      <w:lvlText w:val=""/>
      <w:lvlJc w:val="left"/>
      <w:pPr>
        <w:tabs>
          <w:tab w:val="num" w:pos="2376"/>
        </w:tabs>
        <w:ind w:left="237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nsid w:val="05623C80"/>
    <w:multiLevelType w:val="hybridMultilevel"/>
    <w:tmpl w:val="5A9A24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352525"/>
    <w:multiLevelType w:val="multilevel"/>
    <w:tmpl w:val="82AED752"/>
    <w:styleLink w:val="PSSIM"/>
    <w:lvl w:ilvl="0">
      <w:start w:val="1"/>
      <w:numFmt w:val="upperRoman"/>
      <w:lvlText w:val="%1."/>
      <w:lvlJc w:val="left"/>
      <w:pPr>
        <w:tabs>
          <w:tab w:val="num" w:pos="360"/>
        </w:tabs>
        <w:ind w:left="360" w:hanging="360"/>
      </w:pPr>
      <w:rPr>
        <w:rFonts w:ascii="Verdana" w:hAnsi="Verdana"/>
        <w:sz w:val="28"/>
      </w:rPr>
    </w:lvl>
    <w:lvl w:ilvl="1">
      <w:start w:val="1"/>
      <w:numFmt w:val="upperLetter"/>
      <w:lvlText w:val="%2."/>
      <w:lvlJc w:val="left"/>
      <w:pPr>
        <w:tabs>
          <w:tab w:val="num" w:pos="1080"/>
        </w:tabs>
        <w:ind w:left="1080" w:hanging="360"/>
      </w:pPr>
      <w:rPr>
        <w:rFonts w:ascii="Trebuchet MS" w:hAnsi="Trebuchet MS"/>
        <w:sz w:val="24"/>
      </w:rPr>
    </w:lvl>
    <w:lvl w:ilvl="2">
      <w:start w:val="1"/>
      <w:numFmt w:val="decimal"/>
      <w:lvlText w:val="%3."/>
      <w:lvlJc w:val="right"/>
      <w:pPr>
        <w:tabs>
          <w:tab w:val="num" w:pos="1800"/>
        </w:tabs>
        <w:ind w:left="1800" w:hanging="173"/>
      </w:pPr>
      <w:rPr>
        <w:rFonts w:ascii="Trebuchet MS" w:hAnsi="Trebuchet MS"/>
        <w:sz w:val="24"/>
      </w:rPr>
    </w:lvl>
    <w:lvl w:ilvl="3">
      <w:start w:val="1"/>
      <w:numFmt w:val="lowerLetter"/>
      <w:lvlText w:val="%4."/>
      <w:lvlJc w:val="left"/>
      <w:pPr>
        <w:tabs>
          <w:tab w:val="num" w:pos="2520"/>
        </w:tabs>
        <w:ind w:left="2520" w:hanging="360"/>
      </w:pPr>
      <w:rPr>
        <w:rFonts w:ascii="Trebuchet MS" w:hAnsi="Trebuchet MS"/>
        <w:sz w:val="24"/>
      </w:rPr>
    </w:lvl>
    <w:lvl w:ilvl="4">
      <w:start w:val="1"/>
      <w:numFmt w:val="lowerRoman"/>
      <w:lvlText w:val="%5."/>
      <w:lvlJc w:val="left"/>
      <w:pPr>
        <w:tabs>
          <w:tab w:val="num" w:pos="3240"/>
        </w:tabs>
        <w:ind w:left="3240" w:hanging="360"/>
      </w:pPr>
      <w:rPr>
        <w:rFonts w:ascii="Trebuchet MS" w:hAnsi="Trebuchet MS"/>
        <w:sz w:val="20"/>
      </w:rPr>
    </w:lvl>
    <w:lvl w:ilvl="5">
      <w:start w:val="1"/>
      <w:numFmt w:val="lowerLetter"/>
      <w:lvlText w:val="%6."/>
      <w:lvlJc w:val="right"/>
      <w:pPr>
        <w:tabs>
          <w:tab w:val="num" w:pos="3960"/>
        </w:tabs>
        <w:ind w:left="3960" w:hanging="173"/>
      </w:pPr>
      <w:rPr>
        <w:rFonts w:ascii="Trebuchet MS" w:hAnsi="Trebuchet MS"/>
        <w:sz w:val="20"/>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73"/>
      </w:pPr>
    </w:lvl>
  </w:abstractNum>
  <w:abstractNum w:abstractNumId="3">
    <w:nsid w:val="0B0B4E09"/>
    <w:multiLevelType w:val="hybridMultilevel"/>
    <w:tmpl w:val="00A651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8F2C5B"/>
    <w:multiLevelType w:val="hybridMultilevel"/>
    <w:tmpl w:val="9E9EC388"/>
    <w:lvl w:ilvl="0" w:tplc="8ECC8A98">
      <w:start w:val="1"/>
      <w:numFmt w:val="bullet"/>
      <w:lvlText w:val="∙"/>
      <w:lvlJc w:val="left"/>
      <w:pPr>
        <w:ind w:left="720" w:hanging="360"/>
      </w:pPr>
      <w:rPr>
        <w:rFonts w:ascii="Stencil" w:hAnsi="Stenci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9201EF"/>
    <w:multiLevelType w:val="hybridMultilevel"/>
    <w:tmpl w:val="D0C46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D3765"/>
    <w:multiLevelType w:val="hybridMultilevel"/>
    <w:tmpl w:val="A1A60162"/>
    <w:lvl w:ilvl="0" w:tplc="8B90824A">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53935AA"/>
    <w:multiLevelType w:val="hybridMultilevel"/>
    <w:tmpl w:val="59AED9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385A4A"/>
    <w:multiLevelType w:val="hybridMultilevel"/>
    <w:tmpl w:val="47AE41EA"/>
    <w:lvl w:ilvl="0" w:tplc="8B90824A">
      <w:start w:val="1"/>
      <w:numFmt w:val="bullet"/>
      <w:lvlText w:val=""/>
      <w:lvlJc w:val="left"/>
      <w:pPr>
        <w:tabs>
          <w:tab w:val="num" w:pos="2952"/>
        </w:tabs>
        <w:ind w:left="295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9">
    <w:nsid w:val="31AB23C4"/>
    <w:multiLevelType w:val="hybridMultilevel"/>
    <w:tmpl w:val="D6DA25D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B463181"/>
    <w:multiLevelType w:val="multilevel"/>
    <w:tmpl w:val="DAB4A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A92A18"/>
    <w:multiLevelType w:val="hybridMultilevel"/>
    <w:tmpl w:val="0D12C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1F52651"/>
    <w:multiLevelType w:val="hybridMultilevel"/>
    <w:tmpl w:val="A4166C74"/>
    <w:lvl w:ilvl="0" w:tplc="17AEF2A8">
      <w:start w:val="1"/>
      <w:numFmt w:val="bullet"/>
      <w:lvlText w:val="-"/>
      <w:lvlJc w:val="left"/>
      <w:pPr>
        <w:ind w:left="720" w:hanging="360"/>
      </w:pPr>
      <w:rPr>
        <w:rFonts w:ascii="Calibri" w:eastAsia="Calibri" w:hAnsi="Calibri"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3">
    <w:nsid w:val="462C4D47"/>
    <w:multiLevelType w:val="hybridMultilevel"/>
    <w:tmpl w:val="A426D482"/>
    <w:lvl w:ilvl="0" w:tplc="A8E8789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56D915D3"/>
    <w:multiLevelType w:val="hybridMultilevel"/>
    <w:tmpl w:val="A0685ACA"/>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5EB2EB2"/>
    <w:multiLevelType w:val="hybridMultilevel"/>
    <w:tmpl w:val="410AA2FA"/>
    <w:lvl w:ilvl="0" w:tplc="7C122C9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970A49"/>
    <w:multiLevelType w:val="hybridMultilevel"/>
    <w:tmpl w:val="9F783A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DC04003"/>
    <w:multiLevelType w:val="hybridMultilevel"/>
    <w:tmpl w:val="DD48CE76"/>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8">
    <w:nsid w:val="6ED22F2D"/>
    <w:multiLevelType w:val="multilevel"/>
    <w:tmpl w:val="3F5E6DC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numFmt w:val="bullet"/>
      <w:lvlText w:val="-"/>
      <w:lvlJc w:val="left"/>
      <w:pPr>
        <w:ind w:left="2160" w:hanging="360"/>
      </w:pPr>
      <w:rPr>
        <w:rFonts w:ascii="Calibri" w:eastAsia="Calibri" w:hAnsi="Calibri" w:cs="Times New Roman"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EF801AF"/>
    <w:multiLevelType w:val="hybridMultilevel"/>
    <w:tmpl w:val="8C6697B4"/>
    <w:lvl w:ilvl="0" w:tplc="A8E87890">
      <w:start w:val="1"/>
      <w:numFmt w:val="bullet"/>
      <w:lvlText w:val=""/>
      <w:lvlJc w:val="left"/>
      <w:pPr>
        <w:tabs>
          <w:tab w:val="num" w:pos="648"/>
        </w:tabs>
        <w:ind w:left="648" w:hanging="360"/>
      </w:pPr>
      <w:rPr>
        <w:rFonts w:ascii="Symbol" w:hAnsi="Symbol" w:hint="default"/>
      </w:rPr>
    </w:lvl>
    <w:lvl w:ilvl="1" w:tplc="8B90824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20">
    <w:nsid w:val="70D43634"/>
    <w:multiLevelType w:val="hybridMultilevel"/>
    <w:tmpl w:val="DF625D28"/>
    <w:lvl w:ilvl="0" w:tplc="ACE678E2">
      <w:start w:val="1"/>
      <w:numFmt w:val="lowerLetter"/>
      <w:lvlText w:val="%1."/>
      <w:lvlJc w:val="left"/>
      <w:pPr>
        <w:tabs>
          <w:tab w:val="num" w:pos="1512"/>
        </w:tabs>
        <w:ind w:left="1512" w:hanging="360"/>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21">
    <w:nsid w:val="7D2D0674"/>
    <w:multiLevelType w:val="hybridMultilevel"/>
    <w:tmpl w:val="BBEE5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C40BF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9"/>
  </w:num>
  <w:num w:numId="3">
    <w:abstractNumId w:val="2"/>
  </w:num>
  <w:num w:numId="4">
    <w:abstractNumId w:val="6"/>
  </w:num>
  <w:num w:numId="5">
    <w:abstractNumId w:val="9"/>
  </w:num>
  <w:num w:numId="6">
    <w:abstractNumId w:val="20"/>
  </w:num>
  <w:num w:numId="7">
    <w:abstractNumId w:val="15"/>
  </w:num>
  <w:num w:numId="8">
    <w:abstractNumId w:val="4"/>
  </w:num>
  <w:num w:numId="9">
    <w:abstractNumId w:val="11"/>
  </w:num>
  <w:num w:numId="10">
    <w:abstractNumId w:val="5"/>
  </w:num>
  <w:num w:numId="11">
    <w:abstractNumId w:val="22"/>
  </w:num>
  <w:num w:numId="12">
    <w:abstractNumId w:val="18"/>
  </w:num>
  <w:num w:numId="13">
    <w:abstractNumId w:val="0"/>
  </w:num>
  <w:num w:numId="14">
    <w:abstractNumId w:val="17"/>
  </w:num>
  <w:num w:numId="15">
    <w:abstractNumId w:val="8"/>
  </w:num>
  <w:num w:numId="16">
    <w:abstractNumId w:val="14"/>
  </w:num>
  <w:num w:numId="17">
    <w:abstractNumId w:val="16"/>
  </w:num>
  <w:num w:numId="18">
    <w:abstractNumId w:val="7"/>
  </w:num>
  <w:num w:numId="19">
    <w:abstractNumId w:val="3"/>
  </w:num>
  <w:num w:numId="20">
    <w:abstractNumId w:val="1"/>
  </w:num>
  <w:num w:numId="21">
    <w:abstractNumId w:val="12"/>
  </w:num>
  <w:num w:numId="22">
    <w:abstractNumId w:val="21"/>
  </w:num>
  <w:num w:numId="23">
    <w:abstractNumId w:val="1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annie Folk">
    <w15:presenceInfo w15:providerId="Windows Live" w15:userId="13af1d22b529da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evenAndOddHeaders/>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B2B"/>
    <w:rsid w:val="000000EC"/>
    <w:rsid w:val="0000587F"/>
    <w:rsid w:val="00010517"/>
    <w:rsid w:val="000220C4"/>
    <w:rsid w:val="00026935"/>
    <w:rsid w:val="00030329"/>
    <w:rsid w:val="000325E5"/>
    <w:rsid w:val="00035FD6"/>
    <w:rsid w:val="0004208A"/>
    <w:rsid w:val="00051DB9"/>
    <w:rsid w:val="000560D5"/>
    <w:rsid w:val="00056FD4"/>
    <w:rsid w:val="000600D8"/>
    <w:rsid w:val="000653DA"/>
    <w:rsid w:val="00066CBC"/>
    <w:rsid w:val="000707F3"/>
    <w:rsid w:val="0007201C"/>
    <w:rsid w:val="00074494"/>
    <w:rsid w:val="000803B5"/>
    <w:rsid w:val="00086067"/>
    <w:rsid w:val="00090F4B"/>
    <w:rsid w:val="00097751"/>
    <w:rsid w:val="000A0187"/>
    <w:rsid w:val="000A1AC7"/>
    <w:rsid w:val="000A31E9"/>
    <w:rsid w:val="000B1974"/>
    <w:rsid w:val="000B7E0C"/>
    <w:rsid w:val="000C0DF1"/>
    <w:rsid w:val="000C16E3"/>
    <w:rsid w:val="000C208A"/>
    <w:rsid w:val="000C4AAD"/>
    <w:rsid w:val="000E246D"/>
    <w:rsid w:val="000E2B80"/>
    <w:rsid w:val="000F339E"/>
    <w:rsid w:val="000F45E3"/>
    <w:rsid w:val="000F4D47"/>
    <w:rsid w:val="001008DC"/>
    <w:rsid w:val="00102E6A"/>
    <w:rsid w:val="001039A8"/>
    <w:rsid w:val="001141F3"/>
    <w:rsid w:val="001156F5"/>
    <w:rsid w:val="001212FA"/>
    <w:rsid w:val="00122B31"/>
    <w:rsid w:val="0012604F"/>
    <w:rsid w:val="00131809"/>
    <w:rsid w:val="0013693A"/>
    <w:rsid w:val="001433F7"/>
    <w:rsid w:val="00144E6F"/>
    <w:rsid w:val="0014523F"/>
    <w:rsid w:val="00150621"/>
    <w:rsid w:val="00150AB9"/>
    <w:rsid w:val="00153CCD"/>
    <w:rsid w:val="0015662B"/>
    <w:rsid w:val="00163716"/>
    <w:rsid w:val="00166B98"/>
    <w:rsid w:val="0017489A"/>
    <w:rsid w:val="00180595"/>
    <w:rsid w:val="00180FCB"/>
    <w:rsid w:val="001811B3"/>
    <w:rsid w:val="001838A3"/>
    <w:rsid w:val="0018517A"/>
    <w:rsid w:val="001974B9"/>
    <w:rsid w:val="001A6828"/>
    <w:rsid w:val="001B6E09"/>
    <w:rsid w:val="001C1E64"/>
    <w:rsid w:val="001C6304"/>
    <w:rsid w:val="001C78AF"/>
    <w:rsid w:val="001D29AF"/>
    <w:rsid w:val="001D2A98"/>
    <w:rsid w:val="001E3BD5"/>
    <w:rsid w:val="001F75D8"/>
    <w:rsid w:val="001F7877"/>
    <w:rsid w:val="0023239C"/>
    <w:rsid w:val="00236861"/>
    <w:rsid w:val="002405D6"/>
    <w:rsid w:val="00241083"/>
    <w:rsid w:val="002509AA"/>
    <w:rsid w:val="002517B0"/>
    <w:rsid w:val="00255369"/>
    <w:rsid w:val="00257815"/>
    <w:rsid w:val="0026138F"/>
    <w:rsid w:val="0026211F"/>
    <w:rsid w:val="00262564"/>
    <w:rsid w:val="002869BE"/>
    <w:rsid w:val="00286FF9"/>
    <w:rsid w:val="0029272F"/>
    <w:rsid w:val="0029661D"/>
    <w:rsid w:val="00296986"/>
    <w:rsid w:val="002969A6"/>
    <w:rsid w:val="002A6A41"/>
    <w:rsid w:val="002B6D54"/>
    <w:rsid w:val="002B6F2F"/>
    <w:rsid w:val="002C2938"/>
    <w:rsid w:val="002C3011"/>
    <w:rsid w:val="002C6832"/>
    <w:rsid w:val="002C6F11"/>
    <w:rsid w:val="002D0D8A"/>
    <w:rsid w:val="002D3022"/>
    <w:rsid w:val="002F07A6"/>
    <w:rsid w:val="002F24D2"/>
    <w:rsid w:val="002F477B"/>
    <w:rsid w:val="002F5D64"/>
    <w:rsid w:val="00300851"/>
    <w:rsid w:val="00302E7B"/>
    <w:rsid w:val="00305B0A"/>
    <w:rsid w:val="00307212"/>
    <w:rsid w:val="00312EBE"/>
    <w:rsid w:val="00312EC1"/>
    <w:rsid w:val="003168B2"/>
    <w:rsid w:val="00316B82"/>
    <w:rsid w:val="00316E29"/>
    <w:rsid w:val="003241F8"/>
    <w:rsid w:val="00330126"/>
    <w:rsid w:val="00333A43"/>
    <w:rsid w:val="003432B5"/>
    <w:rsid w:val="00344046"/>
    <w:rsid w:val="003441E8"/>
    <w:rsid w:val="0034441A"/>
    <w:rsid w:val="00346308"/>
    <w:rsid w:val="00346A67"/>
    <w:rsid w:val="00352629"/>
    <w:rsid w:val="00357F2B"/>
    <w:rsid w:val="0036097F"/>
    <w:rsid w:val="003646A9"/>
    <w:rsid w:val="003656D8"/>
    <w:rsid w:val="00373055"/>
    <w:rsid w:val="003736F2"/>
    <w:rsid w:val="00374D17"/>
    <w:rsid w:val="00376DC0"/>
    <w:rsid w:val="003807E7"/>
    <w:rsid w:val="00380EB8"/>
    <w:rsid w:val="00384F21"/>
    <w:rsid w:val="00396826"/>
    <w:rsid w:val="003A16F2"/>
    <w:rsid w:val="003A4D73"/>
    <w:rsid w:val="003A7B3D"/>
    <w:rsid w:val="003B1C25"/>
    <w:rsid w:val="003B4CEF"/>
    <w:rsid w:val="003C214E"/>
    <w:rsid w:val="003C339B"/>
    <w:rsid w:val="003C5492"/>
    <w:rsid w:val="003D5D79"/>
    <w:rsid w:val="003E5431"/>
    <w:rsid w:val="003F3D7B"/>
    <w:rsid w:val="00403611"/>
    <w:rsid w:val="0041057B"/>
    <w:rsid w:val="00423A10"/>
    <w:rsid w:val="00426865"/>
    <w:rsid w:val="00430A29"/>
    <w:rsid w:val="0043101B"/>
    <w:rsid w:val="00431385"/>
    <w:rsid w:val="00441A1A"/>
    <w:rsid w:val="00443FC0"/>
    <w:rsid w:val="00444C6D"/>
    <w:rsid w:val="00445570"/>
    <w:rsid w:val="0044591F"/>
    <w:rsid w:val="004467F6"/>
    <w:rsid w:val="00454EA1"/>
    <w:rsid w:val="00455388"/>
    <w:rsid w:val="00456B35"/>
    <w:rsid w:val="00456E30"/>
    <w:rsid w:val="00457FC2"/>
    <w:rsid w:val="00465358"/>
    <w:rsid w:val="00471136"/>
    <w:rsid w:val="00477898"/>
    <w:rsid w:val="00482728"/>
    <w:rsid w:val="004835C5"/>
    <w:rsid w:val="00484DD4"/>
    <w:rsid w:val="004A2C7A"/>
    <w:rsid w:val="004A5F56"/>
    <w:rsid w:val="004B4FD1"/>
    <w:rsid w:val="004B7982"/>
    <w:rsid w:val="004C3465"/>
    <w:rsid w:val="004C3E22"/>
    <w:rsid w:val="004D0E29"/>
    <w:rsid w:val="004D32D0"/>
    <w:rsid w:val="004D459F"/>
    <w:rsid w:val="004D56CA"/>
    <w:rsid w:val="004F05F8"/>
    <w:rsid w:val="004F2CDF"/>
    <w:rsid w:val="004F639D"/>
    <w:rsid w:val="0050083C"/>
    <w:rsid w:val="00504E9B"/>
    <w:rsid w:val="00506BDE"/>
    <w:rsid w:val="00506F6D"/>
    <w:rsid w:val="00507ED2"/>
    <w:rsid w:val="00512B77"/>
    <w:rsid w:val="00513000"/>
    <w:rsid w:val="00514459"/>
    <w:rsid w:val="00514E75"/>
    <w:rsid w:val="00514FBD"/>
    <w:rsid w:val="00517EB7"/>
    <w:rsid w:val="0052113E"/>
    <w:rsid w:val="00521317"/>
    <w:rsid w:val="005277E9"/>
    <w:rsid w:val="00530CF7"/>
    <w:rsid w:val="005326EC"/>
    <w:rsid w:val="0053653A"/>
    <w:rsid w:val="00537427"/>
    <w:rsid w:val="0054648F"/>
    <w:rsid w:val="005478E6"/>
    <w:rsid w:val="005514B2"/>
    <w:rsid w:val="00552686"/>
    <w:rsid w:val="0055763F"/>
    <w:rsid w:val="00567CBC"/>
    <w:rsid w:val="0057371D"/>
    <w:rsid w:val="005742F3"/>
    <w:rsid w:val="00577616"/>
    <w:rsid w:val="00581569"/>
    <w:rsid w:val="00583DA2"/>
    <w:rsid w:val="005944D4"/>
    <w:rsid w:val="005A29AB"/>
    <w:rsid w:val="005B4E86"/>
    <w:rsid w:val="005B76F7"/>
    <w:rsid w:val="005B7AFA"/>
    <w:rsid w:val="005C4CA0"/>
    <w:rsid w:val="005C5653"/>
    <w:rsid w:val="005D4A7E"/>
    <w:rsid w:val="005E59B2"/>
    <w:rsid w:val="005F17C1"/>
    <w:rsid w:val="005F5217"/>
    <w:rsid w:val="005F5DE5"/>
    <w:rsid w:val="0060149A"/>
    <w:rsid w:val="006145CA"/>
    <w:rsid w:val="00616BD3"/>
    <w:rsid w:val="00617277"/>
    <w:rsid w:val="00620FFB"/>
    <w:rsid w:val="00621FB6"/>
    <w:rsid w:val="00625769"/>
    <w:rsid w:val="006275E8"/>
    <w:rsid w:val="006344D1"/>
    <w:rsid w:val="00640102"/>
    <w:rsid w:val="00640C37"/>
    <w:rsid w:val="00644981"/>
    <w:rsid w:val="00647D30"/>
    <w:rsid w:val="00647EE2"/>
    <w:rsid w:val="0065659C"/>
    <w:rsid w:val="00656C86"/>
    <w:rsid w:val="00662B55"/>
    <w:rsid w:val="006718BF"/>
    <w:rsid w:val="006749CD"/>
    <w:rsid w:val="00677D31"/>
    <w:rsid w:val="00680EA8"/>
    <w:rsid w:val="00680FA4"/>
    <w:rsid w:val="00692E26"/>
    <w:rsid w:val="00693DCD"/>
    <w:rsid w:val="006A3C3C"/>
    <w:rsid w:val="006A6D04"/>
    <w:rsid w:val="006A7135"/>
    <w:rsid w:val="006B6443"/>
    <w:rsid w:val="006B65BF"/>
    <w:rsid w:val="006C2C1F"/>
    <w:rsid w:val="006C387B"/>
    <w:rsid w:val="006E10A4"/>
    <w:rsid w:val="006E3A07"/>
    <w:rsid w:val="006F1CB3"/>
    <w:rsid w:val="006F1FD9"/>
    <w:rsid w:val="006F43AC"/>
    <w:rsid w:val="007044AC"/>
    <w:rsid w:val="00713E47"/>
    <w:rsid w:val="0072205B"/>
    <w:rsid w:val="00722108"/>
    <w:rsid w:val="00727D7B"/>
    <w:rsid w:val="00737E4B"/>
    <w:rsid w:val="00742222"/>
    <w:rsid w:val="007472F5"/>
    <w:rsid w:val="0075698B"/>
    <w:rsid w:val="00756B83"/>
    <w:rsid w:val="00762985"/>
    <w:rsid w:val="0076782F"/>
    <w:rsid w:val="007707B7"/>
    <w:rsid w:val="00782A06"/>
    <w:rsid w:val="00785649"/>
    <w:rsid w:val="00786427"/>
    <w:rsid w:val="0079112C"/>
    <w:rsid w:val="00792218"/>
    <w:rsid w:val="007933F4"/>
    <w:rsid w:val="00793D25"/>
    <w:rsid w:val="007947DA"/>
    <w:rsid w:val="007A00A4"/>
    <w:rsid w:val="007A4948"/>
    <w:rsid w:val="007A6C3C"/>
    <w:rsid w:val="007A79D9"/>
    <w:rsid w:val="007B528A"/>
    <w:rsid w:val="007B5A05"/>
    <w:rsid w:val="007B668B"/>
    <w:rsid w:val="007B7F6F"/>
    <w:rsid w:val="007C099B"/>
    <w:rsid w:val="007D05C3"/>
    <w:rsid w:val="007D06E1"/>
    <w:rsid w:val="007D4591"/>
    <w:rsid w:val="007E02C7"/>
    <w:rsid w:val="007E37F3"/>
    <w:rsid w:val="007F76B1"/>
    <w:rsid w:val="00803640"/>
    <w:rsid w:val="00805D7E"/>
    <w:rsid w:val="0081618A"/>
    <w:rsid w:val="00821DBA"/>
    <w:rsid w:val="00844D11"/>
    <w:rsid w:val="00845EE5"/>
    <w:rsid w:val="008469FA"/>
    <w:rsid w:val="00846C13"/>
    <w:rsid w:val="00847472"/>
    <w:rsid w:val="00850D07"/>
    <w:rsid w:val="00852158"/>
    <w:rsid w:val="00866FC1"/>
    <w:rsid w:val="00871450"/>
    <w:rsid w:val="008843EB"/>
    <w:rsid w:val="00885F0A"/>
    <w:rsid w:val="00895834"/>
    <w:rsid w:val="008A116B"/>
    <w:rsid w:val="008A523C"/>
    <w:rsid w:val="008A64AF"/>
    <w:rsid w:val="008B2791"/>
    <w:rsid w:val="008B3E32"/>
    <w:rsid w:val="008B4276"/>
    <w:rsid w:val="008B7706"/>
    <w:rsid w:val="008B7B39"/>
    <w:rsid w:val="008C0F6C"/>
    <w:rsid w:val="008C4D72"/>
    <w:rsid w:val="008C6759"/>
    <w:rsid w:val="008C7E13"/>
    <w:rsid w:val="008D55C5"/>
    <w:rsid w:val="008D6C37"/>
    <w:rsid w:val="008E5A97"/>
    <w:rsid w:val="008E7556"/>
    <w:rsid w:val="008E7ABE"/>
    <w:rsid w:val="008F0FA7"/>
    <w:rsid w:val="008F473A"/>
    <w:rsid w:val="008F4F33"/>
    <w:rsid w:val="008F5272"/>
    <w:rsid w:val="008F7F49"/>
    <w:rsid w:val="009171BF"/>
    <w:rsid w:val="009238C8"/>
    <w:rsid w:val="009302D0"/>
    <w:rsid w:val="00932DE3"/>
    <w:rsid w:val="00937C2E"/>
    <w:rsid w:val="00941279"/>
    <w:rsid w:val="00946E69"/>
    <w:rsid w:val="00961968"/>
    <w:rsid w:val="009630AB"/>
    <w:rsid w:val="00970351"/>
    <w:rsid w:val="0097058B"/>
    <w:rsid w:val="0097500E"/>
    <w:rsid w:val="0098274B"/>
    <w:rsid w:val="00986D90"/>
    <w:rsid w:val="00990B5B"/>
    <w:rsid w:val="009913CC"/>
    <w:rsid w:val="009935C1"/>
    <w:rsid w:val="0099659C"/>
    <w:rsid w:val="009B522F"/>
    <w:rsid w:val="009C0439"/>
    <w:rsid w:val="009C1B5F"/>
    <w:rsid w:val="009C3FD4"/>
    <w:rsid w:val="009D5F6D"/>
    <w:rsid w:val="009D7DFE"/>
    <w:rsid w:val="009E0CA3"/>
    <w:rsid w:val="009E234D"/>
    <w:rsid w:val="009E2943"/>
    <w:rsid w:val="009E5DA6"/>
    <w:rsid w:val="009E5FFB"/>
    <w:rsid w:val="009F14B5"/>
    <w:rsid w:val="009F240B"/>
    <w:rsid w:val="009F5E16"/>
    <w:rsid w:val="00A10C57"/>
    <w:rsid w:val="00A11D7E"/>
    <w:rsid w:val="00A16F5D"/>
    <w:rsid w:val="00A226CA"/>
    <w:rsid w:val="00A300A8"/>
    <w:rsid w:val="00A34AD1"/>
    <w:rsid w:val="00A35519"/>
    <w:rsid w:val="00A37277"/>
    <w:rsid w:val="00A445F5"/>
    <w:rsid w:val="00A530AF"/>
    <w:rsid w:val="00A556C5"/>
    <w:rsid w:val="00A55863"/>
    <w:rsid w:val="00A565B3"/>
    <w:rsid w:val="00A6534F"/>
    <w:rsid w:val="00A70481"/>
    <w:rsid w:val="00A746A9"/>
    <w:rsid w:val="00A77D5B"/>
    <w:rsid w:val="00A844A6"/>
    <w:rsid w:val="00A86977"/>
    <w:rsid w:val="00AA1669"/>
    <w:rsid w:val="00AA17FB"/>
    <w:rsid w:val="00AB3F25"/>
    <w:rsid w:val="00AB67B7"/>
    <w:rsid w:val="00AB725D"/>
    <w:rsid w:val="00AC3793"/>
    <w:rsid w:val="00AD3F3A"/>
    <w:rsid w:val="00AE3F87"/>
    <w:rsid w:val="00AE5E4F"/>
    <w:rsid w:val="00AF0E8D"/>
    <w:rsid w:val="00B1119F"/>
    <w:rsid w:val="00B236D6"/>
    <w:rsid w:val="00B301BC"/>
    <w:rsid w:val="00B3232A"/>
    <w:rsid w:val="00B32F96"/>
    <w:rsid w:val="00B351E0"/>
    <w:rsid w:val="00B3746E"/>
    <w:rsid w:val="00B43DAE"/>
    <w:rsid w:val="00B47F3D"/>
    <w:rsid w:val="00B608D8"/>
    <w:rsid w:val="00B64B07"/>
    <w:rsid w:val="00B64EE6"/>
    <w:rsid w:val="00B675CF"/>
    <w:rsid w:val="00B70AE9"/>
    <w:rsid w:val="00B76561"/>
    <w:rsid w:val="00B81153"/>
    <w:rsid w:val="00B81763"/>
    <w:rsid w:val="00B95C07"/>
    <w:rsid w:val="00B95E09"/>
    <w:rsid w:val="00B96E2D"/>
    <w:rsid w:val="00BA0D14"/>
    <w:rsid w:val="00BA57E7"/>
    <w:rsid w:val="00BA7B8E"/>
    <w:rsid w:val="00BB2CF8"/>
    <w:rsid w:val="00BB4EA2"/>
    <w:rsid w:val="00BB539F"/>
    <w:rsid w:val="00BC044B"/>
    <w:rsid w:val="00BC16A0"/>
    <w:rsid w:val="00BC1960"/>
    <w:rsid w:val="00BD1FEF"/>
    <w:rsid w:val="00BF46D7"/>
    <w:rsid w:val="00BF52FA"/>
    <w:rsid w:val="00BF7F13"/>
    <w:rsid w:val="00C05F6D"/>
    <w:rsid w:val="00C062BD"/>
    <w:rsid w:val="00C17918"/>
    <w:rsid w:val="00C17AEA"/>
    <w:rsid w:val="00C2079C"/>
    <w:rsid w:val="00C217DE"/>
    <w:rsid w:val="00C21DED"/>
    <w:rsid w:val="00C264B8"/>
    <w:rsid w:val="00C3721C"/>
    <w:rsid w:val="00C43ACD"/>
    <w:rsid w:val="00C46307"/>
    <w:rsid w:val="00C47851"/>
    <w:rsid w:val="00C55467"/>
    <w:rsid w:val="00C603C9"/>
    <w:rsid w:val="00C660A8"/>
    <w:rsid w:val="00C7019A"/>
    <w:rsid w:val="00C77EAE"/>
    <w:rsid w:val="00C860F7"/>
    <w:rsid w:val="00C8777F"/>
    <w:rsid w:val="00C91923"/>
    <w:rsid w:val="00C91A7F"/>
    <w:rsid w:val="00C973BF"/>
    <w:rsid w:val="00CA44BF"/>
    <w:rsid w:val="00CA6298"/>
    <w:rsid w:val="00CB1FD9"/>
    <w:rsid w:val="00CB2246"/>
    <w:rsid w:val="00CC7C1C"/>
    <w:rsid w:val="00CD0AE6"/>
    <w:rsid w:val="00CD2053"/>
    <w:rsid w:val="00CD310C"/>
    <w:rsid w:val="00CD480D"/>
    <w:rsid w:val="00CD50E7"/>
    <w:rsid w:val="00CE4969"/>
    <w:rsid w:val="00CE6B49"/>
    <w:rsid w:val="00CF6EC2"/>
    <w:rsid w:val="00D03E2B"/>
    <w:rsid w:val="00D23D08"/>
    <w:rsid w:val="00D25AAD"/>
    <w:rsid w:val="00D3444F"/>
    <w:rsid w:val="00D3481C"/>
    <w:rsid w:val="00D35D6E"/>
    <w:rsid w:val="00D44D06"/>
    <w:rsid w:val="00D56016"/>
    <w:rsid w:val="00D61F5F"/>
    <w:rsid w:val="00D64AB8"/>
    <w:rsid w:val="00D64B66"/>
    <w:rsid w:val="00D65AB8"/>
    <w:rsid w:val="00D66B52"/>
    <w:rsid w:val="00D746F9"/>
    <w:rsid w:val="00D74EF6"/>
    <w:rsid w:val="00D75A8D"/>
    <w:rsid w:val="00D77156"/>
    <w:rsid w:val="00D77A32"/>
    <w:rsid w:val="00D801E4"/>
    <w:rsid w:val="00D82A7E"/>
    <w:rsid w:val="00D8660F"/>
    <w:rsid w:val="00D867A2"/>
    <w:rsid w:val="00D86ED9"/>
    <w:rsid w:val="00D9084A"/>
    <w:rsid w:val="00D9216E"/>
    <w:rsid w:val="00D94747"/>
    <w:rsid w:val="00D959A5"/>
    <w:rsid w:val="00DA19E3"/>
    <w:rsid w:val="00DA4C36"/>
    <w:rsid w:val="00DB0374"/>
    <w:rsid w:val="00DB1F4B"/>
    <w:rsid w:val="00DB5414"/>
    <w:rsid w:val="00DB61F2"/>
    <w:rsid w:val="00DC593E"/>
    <w:rsid w:val="00DC7772"/>
    <w:rsid w:val="00DD231C"/>
    <w:rsid w:val="00DD4FA4"/>
    <w:rsid w:val="00DE3187"/>
    <w:rsid w:val="00DE3A41"/>
    <w:rsid w:val="00DF042B"/>
    <w:rsid w:val="00DF30D8"/>
    <w:rsid w:val="00DF346C"/>
    <w:rsid w:val="00DF369F"/>
    <w:rsid w:val="00DF5174"/>
    <w:rsid w:val="00E02929"/>
    <w:rsid w:val="00E05725"/>
    <w:rsid w:val="00E211AA"/>
    <w:rsid w:val="00E31D97"/>
    <w:rsid w:val="00E34ABC"/>
    <w:rsid w:val="00E34E18"/>
    <w:rsid w:val="00E4171E"/>
    <w:rsid w:val="00E45E5E"/>
    <w:rsid w:val="00E5196C"/>
    <w:rsid w:val="00E51AE1"/>
    <w:rsid w:val="00E5527F"/>
    <w:rsid w:val="00E673BF"/>
    <w:rsid w:val="00E71CBC"/>
    <w:rsid w:val="00E74452"/>
    <w:rsid w:val="00E75A22"/>
    <w:rsid w:val="00E75B30"/>
    <w:rsid w:val="00E766CB"/>
    <w:rsid w:val="00E810D5"/>
    <w:rsid w:val="00E82E43"/>
    <w:rsid w:val="00E85D01"/>
    <w:rsid w:val="00E9106B"/>
    <w:rsid w:val="00E91FE1"/>
    <w:rsid w:val="00E96461"/>
    <w:rsid w:val="00EA0D2A"/>
    <w:rsid w:val="00EA3807"/>
    <w:rsid w:val="00EB04C6"/>
    <w:rsid w:val="00EB241C"/>
    <w:rsid w:val="00EB5F4F"/>
    <w:rsid w:val="00EC2E37"/>
    <w:rsid w:val="00EC6957"/>
    <w:rsid w:val="00ED15AB"/>
    <w:rsid w:val="00ED3E9F"/>
    <w:rsid w:val="00EE5C3B"/>
    <w:rsid w:val="00EE6F06"/>
    <w:rsid w:val="00EF6B2B"/>
    <w:rsid w:val="00F021EE"/>
    <w:rsid w:val="00F04B4F"/>
    <w:rsid w:val="00F0586E"/>
    <w:rsid w:val="00F05955"/>
    <w:rsid w:val="00F15E3B"/>
    <w:rsid w:val="00F16B52"/>
    <w:rsid w:val="00F2199F"/>
    <w:rsid w:val="00F22818"/>
    <w:rsid w:val="00F2353A"/>
    <w:rsid w:val="00F239C1"/>
    <w:rsid w:val="00F26D74"/>
    <w:rsid w:val="00F34C21"/>
    <w:rsid w:val="00F379CC"/>
    <w:rsid w:val="00F43E49"/>
    <w:rsid w:val="00F53413"/>
    <w:rsid w:val="00F53CB8"/>
    <w:rsid w:val="00F607CD"/>
    <w:rsid w:val="00F65F8A"/>
    <w:rsid w:val="00F71AA5"/>
    <w:rsid w:val="00F733C0"/>
    <w:rsid w:val="00F80BEB"/>
    <w:rsid w:val="00F925C9"/>
    <w:rsid w:val="00FA326E"/>
    <w:rsid w:val="00FD06B8"/>
    <w:rsid w:val="00FD5297"/>
    <w:rsid w:val="00FE2E52"/>
    <w:rsid w:val="00FE7582"/>
    <w:rsid w:val="00FF00F9"/>
    <w:rsid w:val="00FF0738"/>
    <w:rsid w:val="00FF2D49"/>
    <w:rsid w:val="00FF2F89"/>
    <w:rsid w:val="00FF52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15B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paragraph" w:styleId="Heading5">
    <w:name w:val="heading 5"/>
    <w:basedOn w:val="Normal"/>
    <w:next w:val="Normal"/>
    <w:qFormat/>
    <w:rsid w:val="003656D8"/>
    <w:pPr>
      <w:spacing w:before="240" w:after="60"/>
      <w:outlineLvl w:val="4"/>
    </w:pPr>
    <w:rPr>
      <w:rFonts w:ascii="Verdana" w:eastAsia="SimSun" w:hAnsi="Verdana"/>
      <w:color w:val="000000"/>
      <w:sz w:val="20"/>
      <w:lang w:eastAsia="zh-CN"/>
    </w:rPr>
  </w:style>
  <w:style w:type="paragraph" w:styleId="Heading6">
    <w:name w:val="heading 6"/>
    <w:basedOn w:val="Normal"/>
    <w:next w:val="Normal"/>
    <w:qFormat/>
    <w:rsid w:val="003656D8"/>
    <w:pPr>
      <w:spacing w:before="240" w:after="60"/>
      <w:outlineLvl w:val="5"/>
    </w:pPr>
    <w:rPr>
      <w:rFonts w:ascii="Verdana" w:eastAsia="SimSun" w:hAnsi="Verdana"/>
      <w:color w:val="000000"/>
      <w:sz w:val="16"/>
      <w:szCs w:val="1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3656D8"/>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styleId="Hyperlink">
    <w:name w:val="Hyperlink"/>
    <w:rsid w:val="003656D8"/>
    <w:rPr>
      <w:color w:val="996600"/>
      <w:u w:val="single"/>
    </w:rPr>
  </w:style>
  <w:style w:type="character" w:styleId="FollowedHyperlink">
    <w:name w:val="FollowedHyperlink"/>
    <w:rsid w:val="003656D8"/>
    <w:rPr>
      <w:color w:val="999966"/>
      <w:u w:val="single"/>
    </w:rPr>
  </w:style>
  <w:style w:type="numbering" w:customStyle="1" w:styleId="PSSIM">
    <w:name w:val="PSS IM"/>
    <w:rsid w:val="003656D8"/>
    <w:pPr>
      <w:numPr>
        <w:numId w:val="3"/>
      </w:numPr>
    </w:pPr>
  </w:style>
  <w:style w:type="character" w:styleId="CommentReference">
    <w:name w:val="annotation reference"/>
    <w:semiHidden/>
    <w:rsid w:val="003656D8"/>
    <w:rPr>
      <w:sz w:val="16"/>
      <w:szCs w:val="16"/>
    </w:rPr>
  </w:style>
  <w:style w:type="paragraph" w:styleId="CommentText">
    <w:name w:val="annotation text"/>
    <w:basedOn w:val="Normal"/>
    <w:semiHidden/>
    <w:rsid w:val="003656D8"/>
    <w:rPr>
      <w:rFonts w:ascii="Garamond" w:eastAsia="SimSun" w:hAnsi="Garamond"/>
      <w:color w:val="000000"/>
      <w:sz w:val="20"/>
      <w:lang w:eastAsia="zh-CN"/>
    </w:rPr>
  </w:style>
  <w:style w:type="paragraph" w:styleId="CommentSubject">
    <w:name w:val="annotation subject"/>
    <w:basedOn w:val="CommentText"/>
    <w:next w:val="CommentText"/>
    <w:semiHidden/>
    <w:rsid w:val="003656D8"/>
    <w:rPr>
      <w:rFonts w:ascii="Trebuchet MS" w:hAnsi="Trebuchet MS"/>
      <w:b/>
      <w:bCs/>
    </w:rPr>
  </w:style>
  <w:style w:type="paragraph" w:styleId="ListParagraph">
    <w:name w:val="List Paragraph"/>
    <w:basedOn w:val="Normal"/>
    <w:uiPriority w:val="34"/>
    <w:qFormat/>
    <w:rsid w:val="00792218"/>
    <w:pPr>
      <w:spacing w:after="200" w:line="276" w:lineRule="auto"/>
      <w:ind w:left="720"/>
      <w:contextualSpacing/>
    </w:pPr>
    <w:rPr>
      <w:rFonts w:ascii="Calibri" w:eastAsia="Calibri" w:hAnsi="Calibri"/>
      <w:szCs w:val="22"/>
    </w:rPr>
  </w:style>
  <w:style w:type="character" w:customStyle="1" w:styleId="Heading1Char">
    <w:name w:val="Heading 1 Char"/>
    <w:aliases w:val="Heading 1A Char,Heading A1 Char"/>
    <w:link w:val="Heading1"/>
    <w:rsid w:val="00AA1669"/>
    <w:rPr>
      <w:rFonts w:ascii="Arial" w:hAnsi="Arial"/>
      <w:b/>
      <w:kern w:val="28"/>
      <w:sz w:val="24"/>
      <w:u w:val="single"/>
      <w:lang w:val="en-US" w:eastAsia="en-US" w:bidi="ar-SA"/>
    </w:rPr>
  </w:style>
  <w:style w:type="character" w:customStyle="1" w:styleId="BodyTextChar">
    <w:name w:val="Body Text Char"/>
    <w:link w:val="BodyText"/>
    <w:rsid w:val="00C062BD"/>
    <w:rPr>
      <w:sz w:val="22"/>
      <w:lang w:val="en-US" w:eastAsia="en-US" w:bidi="ar-SA"/>
    </w:rPr>
  </w:style>
  <w:style w:type="paragraph" w:styleId="NormalWeb">
    <w:name w:val="Normal (Web)"/>
    <w:basedOn w:val="Normal"/>
    <w:uiPriority w:val="99"/>
    <w:semiHidden/>
    <w:unhideWhenUsed/>
    <w:rsid w:val="00C3721C"/>
    <w:pPr>
      <w:spacing w:before="100" w:beforeAutospacing="1" w:after="100" w:afterAutospacing="1"/>
    </w:pPr>
    <w:rPr>
      <w:sz w:val="24"/>
      <w:szCs w:val="24"/>
    </w:rPr>
  </w:style>
  <w:style w:type="character" w:customStyle="1" w:styleId="color2">
    <w:name w:val="color2"/>
    <w:basedOn w:val="DefaultParagraphFont"/>
    <w:rsid w:val="0023239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paragraph" w:styleId="Heading4">
    <w:name w:val="heading 4"/>
    <w:basedOn w:val="Normal"/>
    <w:next w:val="Normal"/>
    <w:qFormat/>
    <w:pPr>
      <w:keepNext/>
      <w:outlineLvl w:val="3"/>
    </w:pPr>
    <w:rPr>
      <w:u w:val="single"/>
    </w:rPr>
  </w:style>
  <w:style w:type="paragraph" w:styleId="Heading5">
    <w:name w:val="heading 5"/>
    <w:basedOn w:val="Normal"/>
    <w:next w:val="Normal"/>
    <w:qFormat/>
    <w:rsid w:val="003656D8"/>
    <w:pPr>
      <w:spacing w:before="240" w:after="60"/>
      <w:outlineLvl w:val="4"/>
    </w:pPr>
    <w:rPr>
      <w:rFonts w:ascii="Verdana" w:eastAsia="SimSun" w:hAnsi="Verdana"/>
      <w:color w:val="000000"/>
      <w:sz w:val="20"/>
      <w:lang w:eastAsia="zh-CN"/>
    </w:rPr>
  </w:style>
  <w:style w:type="paragraph" w:styleId="Heading6">
    <w:name w:val="heading 6"/>
    <w:basedOn w:val="Normal"/>
    <w:next w:val="Normal"/>
    <w:qFormat/>
    <w:rsid w:val="003656D8"/>
    <w:pPr>
      <w:spacing w:before="240" w:after="60"/>
      <w:outlineLvl w:val="5"/>
    </w:pPr>
    <w:rPr>
      <w:rFonts w:ascii="Verdana" w:eastAsia="SimSun" w:hAnsi="Verdana"/>
      <w:color w:val="000000"/>
      <w:sz w:val="16"/>
      <w:szCs w:val="1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pPr>
      <w:spacing w:after="240"/>
      <w:jc w:val="both"/>
    </w:pPr>
    <w:rPr>
      <w:sz w:val="22"/>
    </w:rPr>
  </w:style>
  <w:style w:type="paragraph" w:customStyle="1" w:styleId="chapternumber">
    <w:name w:val="chapter number"/>
    <w:basedOn w:val="Normal"/>
    <w:next w:val="Normal"/>
    <w:pPr>
      <w:pageBreakBefore/>
      <w:jc w:val="right"/>
    </w:pPr>
    <w:rPr>
      <w:rFonts w:ascii="Arial" w:hAnsi="Arial"/>
      <w:b/>
      <w:caps/>
      <w:sz w:val="32"/>
    </w:rPr>
  </w:style>
  <w:style w:type="paragraph" w:styleId="Header">
    <w:name w:val="header"/>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Obj2">
    <w:name w:val="Obj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rPr>
      <w:kern w:val="18"/>
    </w:r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2"/>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rPr>
      <w:iCs/>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paragraph" w:customStyle="1" w:styleId="Equation2">
    <w:name w:val="Equation2"/>
    <w:basedOn w:val="Normal"/>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PageNumber">
    <w:name w:val="page number"/>
    <w:basedOn w:val="DefaultParagraphFont"/>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paragraph" w:styleId="BalloonText">
    <w:name w:val="Balloon Text"/>
    <w:basedOn w:val="Normal"/>
    <w:semiHidden/>
    <w:rsid w:val="00970351"/>
    <w:rPr>
      <w:rFonts w:ascii="Tahoma" w:hAnsi="Tahoma" w:cs="Tahoma"/>
      <w:sz w:val="16"/>
      <w:szCs w:val="16"/>
    </w:rPr>
  </w:style>
  <w:style w:type="table" w:styleId="TableGrid">
    <w:name w:val="Table Grid"/>
    <w:basedOn w:val="TableNormal"/>
    <w:rsid w:val="00507E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rsid w:val="003656D8"/>
    <w:rPr>
      <w:rFonts w:eastAsia="SimSun"/>
    </w:rPr>
    <w:tblPr>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style>
  <w:style w:type="character" w:styleId="Hyperlink">
    <w:name w:val="Hyperlink"/>
    <w:rsid w:val="003656D8"/>
    <w:rPr>
      <w:color w:val="996600"/>
      <w:u w:val="single"/>
    </w:rPr>
  </w:style>
  <w:style w:type="character" w:styleId="FollowedHyperlink">
    <w:name w:val="FollowedHyperlink"/>
    <w:rsid w:val="003656D8"/>
    <w:rPr>
      <w:color w:val="999966"/>
      <w:u w:val="single"/>
    </w:rPr>
  </w:style>
  <w:style w:type="numbering" w:customStyle="1" w:styleId="PSSIM">
    <w:name w:val="PSS IM"/>
    <w:rsid w:val="003656D8"/>
    <w:pPr>
      <w:numPr>
        <w:numId w:val="3"/>
      </w:numPr>
    </w:pPr>
  </w:style>
  <w:style w:type="character" w:styleId="CommentReference">
    <w:name w:val="annotation reference"/>
    <w:semiHidden/>
    <w:rsid w:val="003656D8"/>
    <w:rPr>
      <w:sz w:val="16"/>
      <w:szCs w:val="16"/>
    </w:rPr>
  </w:style>
  <w:style w:type="paragraph" w:styleId="CommentText">
    <w:name w:val="annotation text"/>
    <w:basedOn w:val="Normal"/>
    <w:semiHidden/>
    <w:rsid w:val="003656D8"/>
    <w:rPr>
      <w:rFonts w:ascii="Garamond" w:eastAsia="SimSun" w:hAnsi="Garamond"/>
      <w:color w:val="000000"/>
      <w:sz w:val="20"/>
      <w:lang w:eastAsia="zh-CN"/>
    </w:rPr>
  </w:style>
  <w:style w:type="paragraph" w:styleId="CommentSubject">
    <w:name w:val="annotation subject"/>
    <w:basedOn w:val="CommentText"/>
    <w:next w:val="CommentText"/>
    <w:semiHidden/>
    <w:rsid w:val="003656D8"/>
    <w:rPr>
      <w:rFonts w:ascii="Trebuchet MS" w:hAnsi="Trebuchet MS"/>
      <w:b/>
      <w:bCs/>
    </w:rPr>
  </w:style>
  <w:style w:type="paragraph" w:styleId="ListParagraph">
    <w:name w:val="List Paragraph"/>
    <w:basedOn w:val="Normal"/>
    <w:uiPriority w:val="34"/>
    <w:qFormat/>
    <w:rsid w:val="00792218"/>
    <w:pPr>
      <w:spacing w:after="200" w:line="276" w:lineRule="auto"/>
      <w:ind w:left="720"/>
      <w:contextualSpacing/>
    </w:pPr>
    <w:rPr>
      <w:rFonts w:ascii="Calibri" w:eastAsia="Calibri" w:hAnsi="Calibri"/>
      <w:szCs w:val="22"/>
    </w:rPr>
  </w:style>
  <w:style w:type="character" w:customStyle="1" w:styleId="Heading1Char">
    <w:name w:val="Heading 1 Char"/>
    <w:aliases w:val="Heading 1A Char,Heading A1 Char"/>
    <w:link w:val="Heading1"/>
    <w:rsid w:val="00AA1669"/>
    <w:rPr>
      <w:rFonts w:ascii="Arial" w:hAnsi="Arial"/>
      <w:b/>
      <w:kern w:val="28"/>
      <w:sz w:val="24"/>
      <w:u w:val="single"/>
      <w:lang w:val="en-US" w:eastAsia="en-US" w:bidi="ar-SA"/>
    </w:rPr>
  </w:style>
  <w:style w:type="character" w:customStyle="1" w:styleId="BodyTextChar">
    <w:name w:val="Body Text Char"/>
    <w:link w:val="BodyText"/>
    <w:rsid w:val="00C062BD"/>
    <w:rPr>
      <w:sz w:val="22"/>
      <w:lang w:val="en-US" w:eastAsia="en-US" w:bidi="ar-SA"/>
    </w:rPr>
  </w:style>
  <w:style w:type="paragraph" w:styleId="NormalWeb">
    <w:name w:val="Normal (Web)"/>
    <w:basedOn w:val="Normal"/>
    <w:uiPriority w:val="99"/>
    <w:semiHidden/>
    <w:unhideWhenUsed/>
    <w:rsid w:val="00C3721C"/>
    <w:pPr>
      <w:spacing w:before="100" w:beforeAutospacing="1" w:after="100" w:afterAutospacing="1"/>
    </w:pPr>
    <w:rPr>
      <w:sz w:val="24"/>
      <w:szCs w:val="24"/>
    </w:rPr>
  </w:style>
  <w:style w:type="character" w:customStyle="1" w:styleId="color2">
    <w:name w:val="color2"/>
    <w:basedOn w:val="DefaultParagraphFont"/>
    <w:rsid w:val="002323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342855">
      <w:bodyDiv w:val="1"/>
      <w:marLeft w:val="0"/>
      <w:marRight w:val="0"/>
      <w:marTop w:val="0"/>
      <w:marBottom w:val="0"/>
      <w:divBdr>
        <w:top w:val="none" w:sz="0" w:space="0" w:color="auto"/>
        <w:left w:val="none" w:sz="0" w:space="0" w:color="auto"/>
        <w:bottom w:val="none" w:sz="0" w:space="0" w:color="auto"/>
        <w:right w:val="none" w:sz="0" w:space="0" w:color="auto"/>
      </w:divBdr>
    </w:div>
    <w:div w:id="1337658762">
      <w:bodyDiv w:val="1"/>
      <w:marLeft w:val="0"/>
      <w:marRight w:val="0"/>
      <w:marTop w:val="0"/>
      <w:marBottom w:val="0"/>
      <w:divBdr>
        <w:top w:val="none" w:sz="0" w:space="0" w:color="auto"/>
        <w:left w:val="none" w:sz="0" w:space="0" w:color="auto"/>
        <w:bottom w:val="none" w:sz="0" w:space="0" w:color="auto"/>
        <w:right w:val="none" w:sz="0" w:space="0" w:color="auto"/>
      </w:divBdr>
    </w:div>
    <w:div w:id="1858612836">
      <w:bodyDiv w:val="1"/>
      <w:marLeft w:val="0"/>
      <w:marRight w:val="0"/>
      <w:marTop w:val="0"/>
      <w:marBottom w:val="0"/>
      <w:divBdr>
        <w:top w:val="none" w:sz="0" w:space="0" w:color="auto"/>
        <w:left w:val="none" w:sz="0" w:space="0" w:color="auto"/>
        <w:bottom w:val="none" w:sz="0" w:space="0" w:color="auto"/>
        <w:right w:val="none" w:sz="0" w:space="0" w:color="auto"/>
      </w:divBdr>
    </w:div>
    <w:div w:id="188371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6/09/relationships/commentsIds" Target="commentsIds.xml"/><Relationship Id="rId15" Type="http://schemas.microsoft.com/office/2011/relationships/people" Target="people.xml"/><Relationship Id="rId16"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file:///C:\Users\Jeannie's%20Laptop\Desktop\2017%20Phillips%206e\Instructor's%20Resource%20Manual\03812f9bc9fd47549ebb9e4b1e4995a7" TargetMode="External"/><Relationship Id="rId10"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5" Type="http://schemas.openxmlformats.org/officeDocument/2006/relationships/image" Target="media/image5.pn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8.png"/><Relationship Id="rId9" Type="http://schemas.openxmlformats.org/officeDocument/2006/relationships/image" Target="media/image9.png"/><Relationship Id="rId1" Type="http://schemas.openxmlformats.org/officeDocument/2006/relationships/image" Target="media/image1.png"/><Relationship Id="rId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F88AD-84FB-3C42-87D6-AAC9A0DE6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\WINDOWS\DESKTOP\Wild Ch 1-7\Irwin37b.dot</Template>
  <TotalTime>6</TotalTime>
  <Pages>35</Pages>
  <Words>6978</Words>
  <Characters>39781</Characters>
  <Application>Microsoft Macintosh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CHAPTER 1</vt:lpstr>
    </vt:vector>
  </TitlesOfParts>
  <Company>Hewlett-Packard</Company>
  <LinksUpToDate>false</LinksUpToDate>
  <CharactersWithSpaces>46666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Jeannie M. Folk</dc:creator>
  <cp:lastModifiedBy>Janine Loechel</cp:lastModifiedBy>
  <cp:revision>5</cp:revision>
  <cp:lastPrinted>2012-07-17T02:22:00Z</cp:lastPrinted>
  <dcterms:created xsi:type="dcterms:W3CDTF">2017-12-14T23:27:00Z</dcterms:created>
  <dcterms:modified xsi:type="dcterms:W3CDTF">2017-12-18T17:05:00Z</dcterms:modified>
</cp:coreProperties>
</file>