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186D" w:rsidRPr="00007C9C" w:rsidRDefault="005C186D" w:rsidP="00F435A8">
      <w:pPr>
        <w:pStyle w:val="Title"/>
        <w:outlineLvl w:val="0"/>
        <w:rPr>
          <w:rFonts w:ascii="Times New Roman" w:hAnsi="Times New Roman"/>
          <w:spacing w:val="-20"/>
        </w:rPr>
      </w:pPr>
      <w:r w:rsidRPr="00007C9C">
        <w:rPr>
          <w:rFonts w:ascii="Times New Roman" w:hAnsi="Times New Roman"/>
          <w:spacing w:val="-20"/>
        </w:rPr>
        <w:t>CHAPTER 2</w:t>
      </w:r>
    </w:p>
    <w:p w:rsidR="005C186D" w:rsidRPr="00007C9C" w:rsidRDefault="005C186D" w:rsidP="002205B3">
      <w:pPr>
        <w:pStyle w:val="Title"/>
        <w:outlineLvl w:val="0"/>
        <w:rPr>
          <w:rFonts w:ascii="Times New Roman" w:hAnsi="Times New Roman"/>
          <w:spacing w:val="-20"/>
        </w:rPr>
      </w:pPr>
      <w:r w:rsidRPr="00007C9C">
        <w:rPr>
          <w:rFonts w:ascii="Times New Roman" w:hAnsi="Times New Roman"/>
          <w:spacing w:val="-20"/>
        </w:rPr>
        <w:t>COVERAGE OF LEARNING OBJECTIVES</w:t>
      </w:r>
    </w:p>
    <w:p w:rsidR="005C186D" w:rsidRPr="0042234B" w:rsidRDefault="005C186D" w:rsidP="002205B3">
      <w:pPr>
        <w:pStyle w:val="Title"/>
        <w:outlineLvl w:val="0"/>
        <w:rPr>
          <w:rFonts w:ascii="Times New Roman" w:hAnsi="Times New Roman"/>
          <w:b w:val="0"/>
          <w:spacing w:val="-20"/>
        </w:rPr>
      </w:pPr>
    </w:p>
    <w:tbl>
      <w:tblPr>
        <w:tblW w:w="9672" w:type="dxa"/>
        <w:tblInd w:w="-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63"/>
        <w:gridCol w:w="1597"/>
        <w:gridCol w:w="1624"/>
        <w:gridCol w:w="1628"/>
        <w:gridCol w:w="1760"/>
      </w:tblGrid>
      <w:tr w:rsidR="005C186D" w:rsidRPr="0042234B" w:rsidTr="001B578C">
        <w:tc>
          <w:tcPr>
            <w:tcW w:w="3063" w:type="dxa"/>
          </w:tcPr>
          <w:p w:rsidR="005C186D" w:rsidRPr="0042234B" w:rsidRDefault="005C186D" w:rsidP="003F7296">
            <w:pPr>
              <w:rPr>
                <w:bCs/>
                <w:spacing w:val="-20"/>
                <w:sz w:val="28"/>
                <w:szCs w:val="28"/>
              </w:rPr>
            </w:pPr>
          </w:p>
          <w:p w:rsidR="005C186D" w:rsidRPr="0042234B" w:rsidRDefault="005C186D" w:rsidP="003F7296">
            <w:pPr>
              <w:rPr>
                <w:bCs/>
                <w:spacing w:val="-20"/>
                <w:sz w:val="28"/>
                <w:szCs w:val="28"/>
              </w:rPr>
            </w:pPr>
          </w:p>
          <w:p w:rsidR="005C186D" w:rsidRPr="0042234B" w:rsidRDefault="005C186D" w:rsidP="003F7296">
            <w:pPr>
              <w:rPr>
                <w:bCs/>
                <w:spacing w:val="-20"/>
                <w:sz w:val="28"/>
                <w:szCs w:val="28"/>
              </w:rPr>
            </w:pPr>
          </w:p>
          <w:p w:rsidR="005C186D" w:rsidRPr="0042234B" w:rsidRDefault="005C186D" w:rsidP="003F7296">
            <w:pPr>
              <w:rPr>
                <w:bCs/>
                <w:spacing w:val="-20"/>
                <w:sz w:val="28"/>
                <w:szCs w:val="28"/>
              </w:rPr>
            </w:pPr>
          </w:p>
          <w:p w:rsidR="005C186D" w:rsidRPr="0042234B" w:rsidRDefault="005C186D" w:rsidP="003F7296">
            <w:pPr>
              <w:rPr>
                <w:bCs/>
                <w:spacing w:val="-20"/>
                <w:sz w:val="28"/>
                <w:szCs w:val="28"/>
              </w:rPr>
            </w:pPr>
            <w:r w:rsidRPr="0042234B">
              <w:rPr>
                <w:bCs/>
                <w:spacing w:val="-20"/>
                <w:sz w:val="28"/>
                <w:szCs w:val="28"/>
              </w:rPr>
              <w:t>LEARNING OBJECTIVE</w:t>
            </w:r>
          </w:p>
        </w:tc>
        <w:tc>
          <w:tcPr>
            <w:tcW w:w="1597" w:type="dxa"/>
          </w:tcPr>
          <w:p w:rsidR="005C186D" w:rsidRPr="0042234B" w:rsidRDefault="005C186D" w:rsidP="004B3D47">
            <w:pPr>
              <w:rPr>
                <w:bCs/>
                <w:spacing w:val="-20"/>
                <w:sz w:val="28"/>
                <w:szCs w:val="28"/>
              </w:rPr>
            </w:pPr>
            <w:r w:rsidRPr="0042234B">
              <w:rPr>
                <w:bCs/>
                <w:spacing w:val="-20"/>
                <w:sz w:val="28"/>
                <w:szCs w:val="28"/>
              </w:rPr>
              <w:t>FUNDA-</w:t>
            </w:r>
          </w:p>
          <w:p w:rsidR="005C186D" w:rsidRPr="0042234B" w:rsidRDefault="005C186D" w:rsidP="004B3D47">
            <w:pPr>
              <w:rPr>
                <w:bCs/>
                <w:spacing w:val="-20"/>
                <w:sz w:val="28"/>
                <w:szCs w:val="28"/>
              </w:rPr>
            </w:pPr>
            <w:r w:rsidRPr="0042234B">
              <w:rPr>
                <w:bCs/>
                <w:spacing w:val="-20"/>
                <w:sz w:val="28"/>
                <w:szCs w:val="28"/>
              </w:rPr>
              <w:t>MENTAL</w:t>
            </w:r>
          </w:p>
          <w:p w:rsidR="005C186D" w:rsidRPr="0042234B" w:rsidRDefault="005C186D" w:rsidP="004B3D47">
            <w:pPr>
              <w:rPr>
                <w:bCs/>
                <w:spacing w:val="-20"/>
                <w:sz w:val="28"/>
                <w:szCs w:val="28"/>
              </w:rPr>
            </w:pPr>
            <w:r w:rsidRPr="0042234B">
              <w:rPr>
                <w:bCs/>
                <w:spacing w:val="-20"/>
                <w:sz w:val="28"/>
                <w:szCs w:val="28"/>
              </w:rPr>
              <w:t>ASSIGN-MENT</w:t>
            </w:r>
          </w:p>
          <w:p w:rsidR="005C186D" w:rsidRPr="0042234B" w:rsidRDefault="005C186D" w:rsidP="004B3D47">
            <w:pPr>
              <w:rPr>
                <w:bCs/>
                <w:spacing w:val="-20"/>
                <w:sz w:val="28"/>
                <w:szCs w:val="28"/>
              </w:rPr>
            </w:pPr>
            <w:r w:rsidRPr="0042234B">
              <w:rPr>
                <w:bCs/>
                <w:spacing w:val="-20"/>
                <w:sz w:val="28"/>
                <w:szCs w:val="28"/>
              </w:rPr>
              <w:t>MATERIAL</w:t>
            </w:r>
          </w:p>
        </w:tc>
        <w:tc>
          <w:tcPr>
            <w:tcW w:w="1624" w:type="dxa"/>
          </w:tcPr>
          <w:p w:rsidR="005C186D" w:rsidRPr="0042234B" w:rsidRDefault="005C186D" w:rsidP="004B3D47">
            <w:pPr>
              <w:rPr>
                <w:bCs/>
                <w:spacing w:val="-20"/>
                <w:sz w:val="28"/>
                <w:szCs w:val="28"/>
              </w:rPr>
            </w:pPr>
            <w:r w:rsidRPr="0042234B">
              <w:rPr>
                <w:bCs/>
                <w:spacing w:val="-20"/>
                <w:sz w:val="28"/>
                <w:szCs w:val="28"/>
              </w:rPr>
              <w:t>CRITICAL THINKING</w:t>
            </w:r>
          </w:p>
          <w:p w:rsidR="005C186D" w:rsidRPr="0042234B" w:rsidRDefault="005C186D" w:rsidP="004B3D47">
            <w:pPr>
              <w:rPr>
                <w:bCs/>
                <w:spacing w:val="-20"/>
                <w:sz w:val="28"/>
                <w:szCs w:val="28"/>
              </w:rPr>
            </w:pPr>
            <w:r w:rsidRPr="0042234B">
              <w:rPr>
                <w:bCs/>
                <w:spacing w:val="-20"/>
                <w:sz w:val="28"/>
                <w:szCs w:val="28"/>
              </w:rPr>
              <w:t>EXERCISES AND EXERCISES</w:t>
            </w:r>
          </w:p>
        </w:tc>
        <w:tc>
          <w:tcPr>
            <w:tcW w:w="1628" w:type="dxa"/>
          </w:tcPr>
          <w:p w:rsidR="005C186D" w:rsidRPr="0042234B" w:rsidRDefault="005C186D" w:rsidP="004B3D47">
            <w:pPr>
              <w:rPr>
                <w:bCs/>
                <w:spacing w:val="-20"/>
                <w:sz w:val="28"/>
                <w:szCs w:val="28"/>
              </w:rPr>
            </w:pPr>
          </w:p>
          <w:p w:rsidR="005C186D" w:rsidRPr="0042234B" w:rsidRDefault="005C186D" w:rsidP="004B3D47">
            <w:pPr>
              <w:rPr>
                <w:bCs/>
                <w:spacing w:val="-20"/>
                <w:sz w:val="28"/>
                <w:szCs w:val="28"/>
              </w:rPr>
            </w:pPr>
          </w:p>
          <w:p w:rsidR="005C186D" w:rsidRPr="0042234B" w:rsidRDefault="005C186D" w:rsidP="004B3D47">
            <w:pPr>
              <w:rPr>
                <w:bCs/>
                <w:spacing w:val="-20"/>
                <w:sz w:val="28"/>
                <w:szCs w:val="28"/>
              </w:rPr>
            </w:pPr>
          </w:p>
          <w:p w:rsidR="005C186D" w:rsidRPr="0042234B" w:rsidRDefault="005C186D" w:rsidP="004B3D47">
            <w:pPr>
              <w:rPr>
                <w:bCs/>
                <w:spacing w:val="-20"/>
                <w:sz w:val="28"/>
                <w:szCs w:val="28"/>
              </w:rPr>
            </w:pPr>
          </w:p>
          <w:p w:rsidR="005C186D" w:rsidRPr="0042234B" w:rsidRDefault="005C186D" w:rsidP="004B3D47">
            <w:pPr>
              <w:rPr>
                <w:bCs/>
                <w:spacing w:val="-20"/>
                <w:sz w:val="28"/>
                <w:szCs w:val="28"/>
              </w:rPr>
            </w:pPr>
            <w:r w:rsidRPr="0042234B">
              <w:rPr>
                <w:bCs/>
                <w:spacing w:val="-20"/>
                <w:sz w:val="28"/>
                <w:szCs w:val="28"/>
              </w:rPr>
              <w:t>PROBLEMS</w:t>
            </w:r>
          </w:p>
        </w:tc>
        <w:tc>
          <w:tcPr>
            <w:tcW w:w="1760" w:type="dxa"/>
          </w:tcPr>
          <w:p w:rsidR="005C186D" w:rsidRPr="0042234B" w:rsidRDefault="005C186D" w:rsidP="004B3D47">
            <w:pPr>
              <w:rPr>
                <w:bCs/>
                <w:spacing w:val="-20"/>
                <w:sz w:val="28"/>
                <w:szCs w:val="28"/>
              </w:rPr>
            </w:pPr>
            <w:r w:rsidRPr="0042234B">
              <w:rPr>
                <w:bCs/>
                <w:spacing w:val="-20"/>
                <w:sz w:val="28"/>
                <w:szCs w:val="28"/>
              </w:rPr>
              <w:t>CASES, NIKE 10K, EXCEL,</w:t>
            </w:r>
          </w:p>
          <w:p w:rsidR="005C186D" w:rsidRPr="0042234B" w:rsidRDefault="005C186D" w:rsidP="004B3D47">
            <w:pPr>
              <w:rPr>
                <w:bCs/>
                <w:spacing w:val="-20"/>
                <w:sz w:val="28"/>
                <w:szCs w:val="28"/>
              </w:rPr>
            </w:pPr>
            <w:r w:rsidRPr="0042234B">
              <w:rPr>
                <w:bCs/>
                <w:spacing w:val="-20"/>
                <w:sz w:val="28"/>
                <w:szCs w:val="28"/>
              </w:rPr>
              <w:t>COLLAB., &amp; INTERNET EXERCISES</w:t>
            </w:r>
          </w:p>
        </w:tc>
      </w:tr>
      <w:tr w:rsidR="005C186D" w:rsidRPr="0042234B" w:rsidTr="001B578C">
        <w:tc>
          <w:tcPr>
            <w:tcW w:w="3063" w:type="dxa"/>
          </w:tcPr>
          <w:p w:rsidR="005C186D" w:rsidRPr="0042234B" w:rsidRDefault="005C186D" w:rsidP="00093D7D">
            <w:pPr>
              <w:rPr>
                <w:bCs/>
                <w:spacing w:val="-20"/>
                <w:sz w:val="28"/>
                <w:szCs w:val="28"/>
              </w:rPr>
            </w:pPr>
            <w:r>
              <w:rPr>
                <w:bCs/>
                <w:spacing w:val="-20"/>
                <w:sz w:val="28"/>
                <w:szCs w:val="28"/>
              </w:rPr>
              <w:t xml:space="preserve">LO1: Explain how </w:t>
            </w:r>
            <w:r w:rsidRPr="0042234B">
              <w:rPr>
                <w:bCs/>
                <w:spacing w:val="-20"/>
                <w:sz w:val="28"/>
                <w:szCs w:val="28"/>
              </w:rPr>
              <w:t>cost drivers affect cost behavior.</w:t>
            </w:r>
          </w:p>
        </w:tc>
        <w:tc>
          <w:tcPr>
            <w:tcW w:w="1597" w:type="dxa"/>
          </w:tcPr>
          <w:p w:rsidR="005C186D" w:rsidRPr="0042234B" w:rsidRDefault="005C186D" w:rsidP="003F7296">
            <w:pPr>
              <w:rPr>
                <w:bCs/>
                <w:spacing w:val="-20"/>
                <w:sz w:val="28"/>
                <w:szCs w:val="28"/>
              </w:rPr>
            </w:pPr>
            <w:r w:rsidRPr="0042234B">
              <w:rPr>
                <w:bCs/>
                <w:spacing w:val="-20"/>
                <w:sz w:val="28"/>
                <w:szCs w:val="28"/>
              </w:rPr>
              <w:t>A1, B1</w:t>
            </w:r>
          </w:p>
        </w:tc>
        <w:tc>
          <w:tcPr>
            <w:tcW w:w="1624" w:type="dxa"/>
          </w:tcPr>
          <w:p w:rsidR="005C186D" w:rsidRPr="0042234B" w:rsidRDefault="005C186D" w:rsidP="0001563C">
            <w:pPr>
              <w:rPr>
                <w:bCs/>
                <w:spacing w:val="-20"/>
                <w:sz w:val="28"/>
                <w:szCs w:val="28"/>
              </w:rPr>
            </w:pPr>
            <w:r>
              <w:rPr>
                <w:bCs/>
                <w:spacing w:val="-20"/>
                <w:sz w:val="28"/>
                <w:szCs w:val="28"/>
              </w:rPr>
              <w:t>25</w:t>
            </w:r>
            <w:r w:rsidRPr="0042234B">
              <w:rPr>
                <w:bCs/>
                <w:spacing w:val="-20"/>
                <w:sz w:val="28"/>
                <w:szCs w:val="28"/>
              </w:rPr>
              <w:t xml:space="preserve">, </w:t>
            </w:r>
            <w:r>
              <w:rPr>
                <w:bCs/>
                <w:spacing w:val="-20"/>
                <w:sz w:val="28"/>
                <w:szCs w:val="28"/>
              </w:rPr>
              <w:t>26</w:t>
            </w:r>
            <w:r w:rsidRPr="0042234B">
              <w:rPr>
                <w:bCs/>
                <w:spacing w:val="-20"/>
                <w:sz w:val="28"/>
                <w:szCs w:val="28"/>
              </w:rPr>
              <w:t xml:space="preserve">, </w:t>
            </w:r>
            <w:r>
              <w:rPr>
                <w:bCs/>
                <w:spacing w:val="-20"/>
                <w:sz w:val="28"/>
                <w:szCs w:val="28"/>
              </w:rPr>
              <w:t>28</w:t>
            </w:r>
            <w:r w:rsidRPr="0042234B">
              <w:rPr>
                <w:bCs/>
                <w:spacing w:val="-20"/>
                <w:sz w:val="28"/>
                <w:szCs w:val="28"/>
              </w:rPr>
              <w:t xml:space="preserve">, </w:t>
            </w:r>
            <w:r>
              <w:rPr>
                <w:bCs/>
                <w:spacing w:val="-20"/>
                <w:sz w:val="28"/>
                <w:szCs w:val="28"/>
              </w:rPr>
              <w:t>30</w:t>
            </w:r>
            <w:r w:rsidRPr="0042234B">
              <w:rPr>
                <w:bCs/>
                <w:spacing w:val="-20"/>
                <w:sz w:val="28"/>
                <w:szCs w:val="28"/>
              </w:rPr>
              <w:t>, 3</w:t>
            </w:r>
            <w:r>
              <w:rPr>
                <w:bCs/>
                <w:spacing w:val="-20"/>
                <w:sz w:val="28"/>
                <w:szCs w:val="28"/>
              </w:rPr>
              <w:t>1</w:t>
            </w:r>
          </w:p>
        </w:tc>
        <w:tc>
          <w:tcPr>
            <w:tcW w:w="1628" w:type="dxa"/>
          </w:tcPr>
          <w:p w:rsidR="005C186D" w:rsidRPr="0042234B" w:rsidRDefault="005C186D" w:rsidP="008C574A">
            <w:pPr>
              <w:rPr>
                <w:bCs/>
                <w:spacing w:val="-20"/>
                <w:sz w:val="28"/>
                <w:szCs w:val="28"/>
              </w:rPr>
            </w:pPr>
            <w:r>
              <w:rPr>
                <w:bCs/>
                <w:spacing w:val="-20"/>
                <w:sz w:val="28"/>
                <w:szCs w:val="28"/>
              </w:rPr>
              <w:t>47</w:t>
            </w:r>
            <w:r w:rsidRPr="0042234B">
              <w:rPr>
                <w:bCs/>
                <w:spacing w:val="-20"/>
                <w:sz w:val="28"/>
                <w:szCs w:val="28"/>
              </w:rPr>
              <w:t>,</w:t>
            </w:r>
            <w:r>
              <w:rPr>
                <w:bCs/>
                <w:spacing w:val="-20"/>
                <w:sz w:val="28"/>
                <w:szCs w:val="28"/>
              </w:rPr>
              <w:t>49</w:t>
            </w:r>
            <w:r w:rsidRPr="0042234B">
              <w:rPr>
                <w:bCs/>
                <w:spacing w:val="-20"/>
                <w:sz w:val="28"/>
                <w:szCs w:val="28"/>
              </w:rPr>
              <w:t xml:space="preserve">, </w:t>
            </w:r>
            <w:r>
              <w:rPr>
                <w:bCs/>
                <w:spacing w:val="-20"/>
                <w:sz w:val="28"/>
                <w:szCs w:val="28"/>
              </w:rPr>
              <w:t>51</w:t>
            </w:r>
            <w:r w:rsidRPr="0042234B">
              <w:rPr>
                <w:bCs/>
                <w:spacing w:val="-20"/>
                <w:sz w:val="28"/>
                <w:szCs w:val="28"/>
              </w:rPr>
              <w:t xml:space="preserve">, </w:t>
            </w:r>
            <w:r>
              <w:rPr>
                <w:bCs/>
                <w:spacing w:val="-20"/>
                <w:sz w:val="28"/>
                <w:szCs w:val="28"/>
              </w:rPr>
              <w:t>53</w:t>
            </w:r>
            <w:r w:rsidRPr="0042234B">
              <w:rPr>
                <w:bCs/>
                <w:spacing w:val="-20"/>
                <w:sz w:val="28"/>
                <w:szCs w:val="28"/>
              </w:rPr>
              <w:t xml:space="preserve">, </w:t>
            </w:r>
            <w:r>
              <w:rPr>
                <w:bCs/>
                <w:spacing w:val="-20"/>
                <w:sz w:val="28"/>
                <w:szCs w:val="28"/>
              </w:rPr>
              <w:t>56</w:t>
            </w:r>
          </w:p>
        </w:tc>
        <w:tc>
          <w:tcPr>
            <w:tcW w:w="1760" w:type="dxa"/>
          </w:tcPr>
          <w:p w:rsidR="005C186D" w:rsidRPr="0042234B" w:rsidRDefault="005C186D" w:rsidP="008C574A">
            <w:pPr>
              <w:rPr>
                <w:bCs/>
                <w:spacing w:val="-20"/>
                <w:sz w:val="28"/>
                <w:szCs w:val="28"/>
              </w:rPr>
            </w:pPr>
            <w:r w:rsidRPr="0042234B">
              <w:rPr>
                <w:bCs/>
                <w:spacing w:val="-20"/>
                <w:sz w:val="28"/>
                <w:szCs w:val="28"/>
              </w:rPr>
              <w:t>6</w:t>
            </w:r>
            <w:r>
              <w:rPr>
                <w:bCs/>
                <w:spacing w:val="-20"/>
                <w:sz w:val="28"/>
                <w:szCs w:val="28"/>
              </w:rPr>
              <w:t>8</w:t>
            </w:r>
          </w:p>
        </w:tc>
      </w:tr>
      <w:tr w:rsidR="005C186D" w:rsidRPr="0042234B" w:rsidTr="001B578C">
        <w:tc>
          <w:tcPr>
            <w:tcW w:w="3063" w:type="dxa"/>
          </w:tcPr>
          <w:p w:rsidR="005C186D" w:rsidRPr="0042234B" w:rsidRDefault="005C186D" w:rsidP="003F7296">
            <w:pPr>
              <w:rPr>
                <w:bCs/>
                <w:spacing w:val="-20"/>
                <w:sz w:val="28"/>
                <w:szCs w:val="28"/>
              </w:rPr>
            </w:pPr>
            <w:r w:rsidRPr="0042234B">
              <w:rPr>
                <w:bCs/>
                <w:spacing w:val="-20"/>
                <w:sz w:val="28"/>
                <w:szCs w:val="28"/>
              </w:rPr>
              <w:t>LO2: Show how changes in activity cost-driver levels affect variable and fixed costs.</w:t>
            </w:r>
          </w:p>
        </w:tc>
        <w:tc>
          <w:tcPr>
            <w:tcW w:w="1597" w:type="dxa"/>
          </w:tcPr>
          <w:p w:rsidR="005C186D" w:rsidRPr="0042234B" w:rsidRDefault="005C186D" w:rsidP="003F7296">
            <w:pPr>
              <w:rPr>
                <w:bCs/>
                <w:spacing w:val="-20"/>
                <w:sz w:val="28"/>
                <w:szCs w:val="28"/>
              </w:rPr>
            </w:pPr>
            <w:r w:rsidRPr="0042234B">
              <w:rPr>
                <w:bCs/>
                <w:spacing w:val="-20"/>
                <w:sz w:val="28"/>
                <w:szCs w:val="28"/>
              </w:rPr>
              <w:t>A1, B1, A2, A3, B2, B3</w:t>
            </w:r>
          </w:p>
        </w:tc>
        <w:tc>
          <w:tcPr>
            <w:tcW w:w="1624" w:type="dxa"/>
          </w:tcPr>
          <w:p w:rsidR="005C186D" w:rsidRPr="0042234B" w:rsidRDefault="005C186D" w:rsidP="007D1879">
            <w:pPr>
              <w:rPr>
                <w:bCs/>
                <w:spacing w:val="-20"/>
                <w:sz w:val="28"/>
                <w:szCs w:val="28"/>
              </w:rPr>
            </w:pPr>
            <w:r w:rsidRPr="0042234B">
              <w:rPr>
                <w:bCs/>
                <w:spacing w:val="-20"/>
                <w:sz w:val="28"/>
                <w:szCs w:val="28"/>
              </w:rPr>
              <w:t>2</w:t>
            </w:r>
            <w:r>
              <w:rPr>
                <w:bCs/>
                <w:spacing w:val="-20"/>
                <w:sz w:val="28"/>
                <w:szCs w:val="28"/>
              </w:rPr>
              <w:t>5</w:t>
            </w:r>
            <w:r w:rsidRPr="0042234B">
              <w:rPr>
                <w:bCs/>
                <w:spacing w:val="-20"/>
                <w:sz w:val="28"/>
                <w:szCs w:val="28"/>
              </w:rPr>
              <w:t>, 2</w:t>
            </w:r>
            <w:r>
              <w:rPr>
                <w:bCs/>
                <w:spacing w:val="-20"/>
                <w:sz w:val="28"/>
                <w:szCs w:val="28"/>
              </w:rPr>
              <w:t>6</w:t>
            </w:r>
            <w:r w:rsidRPr="0042234B">
              <w:rPr>
                <w:bCs/>
                <w:spacing w:val="-20"/>
                <w:sz w:val="28"/>
                <w:szCs w:val="28"/>
              </w:rPr>
              <w:t>, 2</w:t>
            </w:r>
            <w:r>
              <w:rPr>
                <w:bCs/>
                <w:spacing w:val="-20"/>
                <w:sz w:val="28"/>
                <w:szCs w:val="28"/>
              </w:rPr>
              <w:t>9</w:t>
            </w:r>
            <w:r w:rsidRPr="0042234B">
              <w:rPr>
                <w:bCs/>
                <w:spacing w:val="-20"/>
                <w:sz w:val="28"/>
                <w:szCs w:val="28"/>
              </w:rPr>
              <w:t>, 30,</w:t>
            </w:r>
            <w:r>
              <w:rPr>
                <w:bCs/>
                <w:spacing w:val="-20"/>
                <w:sz w:val="28"/>
                <w:szCs w:val="28"/>
              </w:rPr>
              <w:t xml:space="preserve"> </w:t>
            </w:r>
            <w:r w:rsidRPr="0042234B">
              <w:rPr>
                <w:bCs/>
                <w:spacing w:val="-20"/>
                <w:sz w:val="28"/>
                <w:szCs w:val="28"/>
              </w:rPr>
              <w:t>31,</w:t>
            </w:r>
            <w:r>
              <w:rPr>
                <w:bCs/>
                <w:spacing w:val="-20"/>
                <w:sz w:val="28"/>
                <w:szCs w:val="28"/>
              </w:rPr>
              <w:t xml:space="preserve"> 32</w:t>
            </w:r>
            <w:r w:rsidRPr="0042234B">
              <w:rPr>
                <w:bCs/>
                <w:spacing w:val="-20"/>
                <w:sz w:val="28"/>
                <w:szCs w:val="28"/>
              </w:rPr>
              <w:t>,</w:t>
            </w:r>
            <w:r>
              <w:rPr>
                <w:bCs/>
                <w:spacing w:val="-20"/>
                <w:sz w:val="28"/>
                <w:szCs w:val="28"/>
              </w:rPr>
              <w:t xml:space="preserve"> 41, 48</w:t>
            </w:r>
          </w:p>
        </w:tc>
        <w:tc>
          <w:tcPr>
            <w:tcW w:w="1628" w:type="dxa"/>
          </w:tcPr>
          <w:p w:rsidR="005C186D" w:rsidRPr="0042234B" w:rsidRDefault="005C186D" w:rsidP="008C574A">
            <w:pPr>
              <w:rPr>
                <w:bCs/>
                <w:spacing w:val="-20"/>
                <w:sz w:val="28"/>
                <w:szCs w:val="28"/>
              </w:rPr>
            </w:pPr>
            <w:r>
              <w:rPr>
                <w:bCs/>
                <w:spacing w:val="-20"/>
                <w:sz w:val="28"/>
                <w:szCs w:val="28"/>
              </w:rPr>
              <w:t>47</w:t>
            </w:r>
            <w:r w:rsidRPr="0042234B">
              <w:rPr>
                <w:bCs/>
                <w:spacing w:val="-20"/>
                <w:sz w:val="28"/>
                <w:szCs w:val="28"/>
              </w:rPr>
              <w:t>,</w:t>
            </w:r>
            <w:r>
              <w:rPr>
                <w:bCs/>
                <w:spacing w:val="-20"/>
                <w:sz w:val="28"/>
                <w:szCs w:val="28"/>
              </w:rPr>
              <w:t>49</w:t>
            </w:r>
            <w:r w:rsidRPr="0042234B">
              <w:rPr>
                <w:bCs/>
                <w:spacing w:val="-20"/>
                <w:sz w:val="28"/>
                <w:szCs w:val="28"/>
              </w:rPr>
              <w:t xml:space="preserve">, </w:t>
            </w:r>
            <w:r>
              <w:rPr>
                <w:bCs/>
                <w:spacing w:val="-20"/>
                <w:sz w:val="28"/>
                <w:szCs w:val="28"/>
              </w:rPr>
              <w:t>52</w:t>
            </w:r>
            <w:r w:rsidRPr="0042234B">
              <w:rPr>
                <w:bCs/>
                <w:spacing w:val="-20"/>
                <w:sz w:val="28"/>
                <w:szCs w:val="28"/>
              </w:rPr>
              <w:t xml:space="preserve">, </w:t>
            </w:r>
            <w:r>
              <w:rPr>
                <w:bCs/>
                <w:spacing w:val="-20"/>
                <w:sz w:val="28"/>
                <w:szCs w:val="28"/>
              </w:rPr>
              <w:t>53</w:t>
            </w:r>
            <w:r w:rsidRPr="0042234B">
              <w:rPr>
                <w:bCs/>
                <w:spacing w:val="-20"/>
                <w:sz w:val="28"/>
                <w:szCs w:val="28"/>
              </w:rPr>
              <w:t xml:space="preserve">, </w:t>
            </w:r>
            <w:r>
              <w:rPr>
                <w:bCs/>
                <w:spacing w:val="-20"/>
                <w:sz w:val="28"/>
                <w:szCs w:val="28"/>
              </w:rPr>
              <w:t>54</w:t>
            </w:r>
            <w:r w:rsidRPr="0042234B">
              <w:rPr>
                <w:bCs/>
                <w:spacing w:val="-20"/>
                <w:sz w:val="28"/>
                <w:szCs w:val="28"/>
              </w:rPr>
              <w:t xml:space="preserve">, </w:t>
            </w:r>
            <w:r>
              <w:rPr>
                <w:bCs/>
                <w:spacing w:val="-20"/>
                <w:sz w:val="28"/>
                <w:szCs w:val="28"/>
              </w:rPr>
              <w:t>56</w:t>
            </w:r>
            <w:r w:rsidRPr="0042234B">
              <w:rPr>
                <w:bCs/>
                <w:spacing w:val="-20"/>
                <w:sz w:val="28"/>
                <w:szCs w:val="28"/>
              </w:rPr>
              <w:t xml:space="preserve">, </w:t>
            </w:r>
            <w:r>
              <w:rPr>
                <w:bCs/>
                <w:spacing w:val="-20"/>
                <w:sz w:val="28"/>
                <w:szCs w:val="28"/>
              </w:rPr>
              <w:t>59</w:t>
            </w:r>
            <w:r w:rsidRPr="0042234B">
              <w:rPr>
                <w:bCs/>
                <w:spacing w:val="-20"/>
                <w:sz w:val="28"/>
                <w:szCs w:val="28"/>
              </w:rPr>
              <w:t xml:space="preserve">,  </w:t>
            </w:r>
            <w:r>
              <w:rPr>
                <w:bCs/>
                <w:spacing w:val="-20"/>
                <w:sz w:val="28"/>
                <w:szCs w:val="28"/>
              </w:rPr>
              <w:t>60</w:t>
            </w:r>
            <w:r w:rsidRPr="0042234B">
              <w:rPr>
                <w:bCs/>
                <w:spacing w:val="-20"/>
                <w:sz w:val="28"/>
                <w:szCs w:val="28"/>
              </w:rPr>
              <w:t xml:space="preserve">, </w:t>
            </w:r>
            <w:r>
              <w:rPr>
                <w:bCs/>
                <w:spacing w:val="-20"/>
                <w:sz w:val="28"/>
                <w:szCs w:val="28"/>
              </w:rPr>
              <w:t>63</w:t>
            </w:r>
          </w:p>
        </w:tc>
        <w:tc>
          <w:tcPr>
            <w:tcW w:w="1760" w:type="dxa"/>
          </w:tcPr>
          <w:p w:rsidR="005C186D" w:rsidRPr="0042234B" w:rsidRDefault="005C186D" w:rsidP="008C574A">
            <w:pPr>
              <w:rPr>
                <w:bCs/>
                <w:spacing w:val="-20"/>
                <w:sz w:val="28"/>
                <w:szCs w:val="28"/>
              </w:rPr>
            </w:pPr>
            <w:r w:rsidRPr="0042234B">
              <w:rPr>
                <w:bCs/>
                <w:spacing w:val="-20"/>
                <w:sz w:val="28"/>
                <w:szCs w:val="28"/>
              </w:rPr>
              <w:t>6</w:t>
            </w:r>
            <w:r>
              <w:rPr>
                <w:bCs/>
                <w:spacing w:val="-20"/>
                <w:sz w:val="28"/>
                <w:szCs w:val="28"/>
              </w:rPr>
              <w:t>8</w:t>
            </w:r>
            <w:r w:rsidRPr="0042234B">
              <w:rPr>
                <w:bCs/>
                <w:spacing w:val="-20"/>
                <w:sz w:val="28"/>
                <w:szCs w:val="28"/>
              </w:rPr>
              <w:t>,  6</w:t>
            </w:r>
            <w:r>
              <w:rPr>
                <w:bCs/>
                <w:spacing w:val="-20"/>
                <w:sz w:val="28"/>
                <w:szCs w:val="28"/>
              </w:rPr>
              <w:t>9</w:t>
            </w:r>
            <w:r w:rsidRPr="0042234B">
              <w:rPr>
                <w:bCs/>
                <w:spacing w:val="-20"/>
                <w:sz w:val="28"/>
                <w:szCs w:val="28"/>
              </w:rPr>
              <w:t xml:space="preserve">, </w:t>
            </w:r>
            <w:r>
              <w:rPr>
                <w:bCs/>
                <w:spacing w:val="-20"/>
                <w:sz w:val="28"/>
                <w:szCs w:val="28"/>
              </w:rPr>
              <w:t>73</w:t>
            </w:r>
          </w:p>
        </w:tc>
      </w:tr>
      <w:tr w:rsidR="005C186D" w:rsidRPr="0042234B" w:rsidTr="001B578C">
        <w:tc>
          <w:tcPr>
            <w:tcW w:w="3063" w:type="dxa"/>
          </w:tcPr>
          <w:p w:rsidR="005C186D" w:rsidRPr="00093D7D" w:rsidRDefault="005C186D" w:rsidP="00E20FE3">
            <w:pPr>
              <w:rPr>
                <w:sz w:val="28"/>
                <w:szCs w:val="28"/>
              </w:rPr>
            </w:pPr>
            <w:r w:rsidRPr="00093D7D">
              <w:rPr>
                <w:sz w:val="28"/>
                <w:szCs w:val="28"/>
              </w:rPr>
              <w:t>LO3: Explain step- and mixed-cost behavior.</w:t>
            </w:r>
          </w:p>
        </w:tc>
        <w:tc>
          <w:tcPr>
            <w:tcW w:w="1597" w:type="dxa"/>
          </w:tcPr>
          <w:p w:rsidR="005C186D" w:rsidRPr="00093D7D" w:rsidRDefault="005C186D" w:rsidP="001E7D18">
            <w:pPr>
              <w:rPr>
                <w:sz w:val="28"/>
                <w:szCs w:val="28"/>
              </w:rPr>
            </w:pPr>
            <w:r w:rsidRPr="00093D7D">
              <w:rPr>
                <w:sz w:val="28"/>
                <w:szCs w:val="28"/>
              </w:rPr>
              <w:t>A4,B4</w:t>
            </w:r>
          </w:p>
        </w:tc>
        <w:tc>
          <w:tcPr>
            <w:tcW w:w="1624" w:type="dxa"/>
          </w:tcPr>
          <w:p w:rsidR="005C186D" w:rsidRPr="00093D7D" w:rsidRDefault="005C186D" w:rsidP="007D1879">
            <w:pPr>
              <w:rPr>
                <w:sz w:val="28"/>
                <w:szCs w:val="28"/>
              </w:rPr>
            </w:pPr>
            <w:r w:rsidRPr="00093D7D">
              <w:rPr>
                <w:sz w:val="28"/>
                <w:szCs w:val="28"/>
              </w:rPr>
              <w:t>24,36,37,38</w:t>
            </w:r>
            <w:r>
              <w:rPr>
                <w:sz w:val="28"/>
                <w:szCs w:val="28"/>
              </w:rPr>
              <w:t>, 39</w:t>
            </w:r>
          </w:p>
        </w:tc>
        <w:tc>
          <w:tcPr>
            <w:tcW w:w="1628" w:type="dxa"/>
          </w:tcPr>
          <w:p w:rsidR="005C186D" w:rsidRPr="00093D7D" w:rsidRDefault="005C186D" w:rsidP="00E20FE3">
            <w:pPr>
              <w:rPr>
                <w:sz w:val="28"/>
                <w:szCs w:val="28"/>
              </w:rPr>
            </w:pPr>
          </w:p>
        </w:tc>
        <w:tc>
          <w:tcPr>
            <w:tcW w:w="1760" w:type="dxa"/>
          </w:tcPr>
          <w:p w:rsidR="005C186D" w:rsidRPr="00093D7D" w:rsidRDefault="005C186D" w:rsidP="001E7D18">
            <w:pPr>
              <w:rPr>
                <w:sz w:val="28"/>
                <w:szCs w:val="28"/>
              </w:rPr>
            </w:pPr>
            <w:r>
              <w:rPr>
                <w:sz w:val="28"/>
                <w:szCs w:val="28"/>
              </w:rPr>
              <w:t>75</w:t>
            </w:r>
          </w:p>
        </w:tc>
      </w:tr>
      <w:tr w:rsidR="005C186D" w:rsidRPr="0042234B" w:rsidTr="001B578C">
        <w:tc>
          <w:tcPr>
            <w:tcW w:w="3063" w:type="dxa"/>
          </w:tcPr>
          <w:p w:rsidR="005C186D" w:rsidRPr="0042234B" w:rsidRDefault="005C186D" w:rsidP="003F7296">
            <w:pPr>
              <w:rPr>
                <w:bCs/>
                <w:spacing w:val="-20"/>
                <w:sz w:val="28"/>
                <w:szCs w:val="28"/>
              </w:rPr>
            </w:pPr>
            <w:r w:rsidRPr="0042234B">
              <w:rPr>
                <w:bCs/>
                <w:spacing w:val="-20"/>
                <w:sz w:val="28"/>
                <w:szCs w:val="28"/>
              </w:rPr>
              <w:t>LO4: Create a cost-volume-profit graph and understand the assumptions behind it.</w:t>
            </w:r>
          </w:p>
        </w:tc>
        <w:tc>
          <w:tcPr>
            <w:tcW w:w="1597" w:type="dxa"/>
          </w:tcPr>
          <w:p w:rsidR="005C186D" w:rsidRPr="0042234B" w:rsidRDefault="005C186D" w:rsidP="003F7296">
            <w:pPr>
              <w:rPr>
                <w:bCs/>
                <w:spacing w:val="-20"/>
                <w:sz w:val="28"/>
                <w:szCs w:val="28"/>
              </w:rPr>
            </w:pPr>
          </w:p>
        </w:tc>
        <w:tc>
          <w:tcPr>
            <w:tcW w:w="1624" w:type="dxa"/>
          </w:tcPr>
          <w:p w:rsidR="005C186D" w:rsidRPr="0042234B" w:rsidRDefault="005C186D" w:rsidP="007D1879">
            <w:pPr>
              <w:rPr>
                <w:bCs/>
                <w:spacing w:val="-20"/>
                <w:sz w:val="28"/>
                <w:szCs w:val="28"/>
              </w:rPr>
            </w:pPr>
            <w:r w:rsidRPr="0042234B">
              <w:rPr>
                <w:bCs/>
                <w:spacing w:val="-20"/>
                <w:sz w:val="28"/>
                <w:szCs w:val="28"/>
              </w:rPr>
              <w:t>33, 34, 35</w:t>
            </w:r>
            <w:r>
              <w:rPr>
                <w:bCs/>
                <w:spacing w:val="-20"/>
                <w:sz w:val="28"/>
                <w:szCs w:val="28"/>
              </w:rPr>
              <w:t>,40,</w:t>
            </w:r>
          </w:p>
        </w:tc>
        <w:tc>
          <w:tcPr>
            <w:tcW w:w="1628" w:type="dxa"/>
          </w:tcPr>
          <w:p w:rsidR="005C186D" w:rsidRPr="0042234B" w:rsidRDefault="005C186D" w:rsidP="003F7296">
            <w:pPr>
              <w:rPr>
                <w:bCs/>
                <w:spacing w:val="-20"/>
                <w:sz w:val="28"/>
                <w:szCs w:val="28"/>
              </w:rPr>
            </w:pPr>
            <w:r>
              <w:rPr>
                <w:bCs/>
                <w:spacing w:val="-20"/>
                <w:sz w:val="28"/>
                <w:szCs w:val="28"/>
              </w:rPr>
              <w:t>49</w:t>
            </w:r>
          </w:p>
        </w:tc>
        <w:tc>
          <w:tcPr>
            <w:tcW w:w="1760" w:type="dxa"/>
          </w:tcPr>
          <w:p w:rsidR="005C186D" w:rsidRPr="0042234B" w:rsidRDefault="005C186D" w:rsidP="003F7296">
            <w:pPr>
              <w:rPr>
                <w:bCs/>
                <w:spacing w:val="-20"/>
                <w:sz w:val="28"/>
                <w:szCs w:val="28"/>
              </w:rPr>
            </w:pPr>
          </w:p>
        </w:tc>
      </w:tr>
      <w:tr w:rsidR="005C186D" w:rsidRPr="0042234B" w:rsidTr="001B578C">
        <w:tc>
          <w:tcPr>
            <w:tcW w:w="3063" w:type="dxa"/>
          </w:tcPr>
          <w:p w:rsidR="005C186D" w:rsidRPr="0042234B" w:rsidRDefault="005C186D" w:rsidP="00E20FE3">
            <w:pPr>
              <w:rPr>
                <w:bCs/>
                <w:spacing w:val="-20"/>
                <w:sz w:val="28"/>
                <w:szCs w:val="28"/>
              </w:rPr>
            </w:pPr>
            <w:r w:rsidRPr="0042234B">
              <w:rPr>
                <w:bCs/>
                <w:spacing w:val="-20"/>
                <w:sz w:val="28"/>
                <w:szCs w:val="28"/>
              </w:rPr>
              <w:t>LO</w:t>
            </w:r>
            <w:r>
              <w:rPr>
                <w:bCs/>
                <w:spacing w:val="-20"/>
                <w:sz w:val="28"/>
                <w:szCs w:val="28"/>
              </w:rPr>
              <w:t>5</w:t>
            </w:r>
            <w:r w:rsidRPr="0042234B">
              <w:rPr>
                <w:bCs/>
                <w:spacing w:val="-20"/>
                <w:sz w:val="28"/>
                <w:szCs w:val="28"/>
              </w:rPr>
              <w:t>: Calculate break-even sales volume in total dollars and total units.</w:t>
            </w:r>
          </w:p>
        </w:tc>
        <w:tc>
          <w:tcPr>
            <w:tcW w:w="1597" w:type="dxa"/>
          </w:tcPr>
          <w:p w:rsidR="005C186D" w:rsidRPr="0042234B" w:rsidRDefault="005C186D" w:rsidP="00E20FE3">
            <w:pPr>
              <w:rPr>
                <w:bCs/>
                <w:spacing w:val="-20"/>
                <w:sz w:val="28"/>
                <w:szCs w:val="28"/>
              </w:rPr>
            </w:pPr>
            <w:r w:rsidRPr="0042234B">
              <w:rPr>
                <w:bCs/>
                <w:spacing w:val="-20"/>
                <w:sz w:val="28"/>
                <w:szCs w:val="28"/>
              </w:rPr>
              <w:t>A2, A3, B2, B3</w:t>
            </w:r>
          </w:p>
        </w:tc>
        <w:tc>
          <w:tcPr>
            <w:tcW w:w="1624" w:type="dxa"/>
          </w:tcPr>
          <w:p w:rsidR="005C186D" w:rsidRPr="0042234B" w:rsidRDefault="005C186D" w:rsidP="007D1879">
            <w:pPr>
              <w:rPr>
                <w:bCs/>
                <w:spacing w:val="-20"/>
                <w:sz w:val="28"/>
                <w:szCs w:val="28"/>
              </w:rPr>
            </w:pPr>
            <w:r>
              <w:rPr>
                <w:bCs/>
                <w:spacing w:val="-20"/>
                <w:sz w:val="28"/>
                <w:szCs w:val="28"/>
              </w:rPr>
              <w:t>40</w:t>
            </w:r>
            <w:r w:rsidRPr="0042234B">
              <w:rPr>
                <w:bCs/>
                <w:spacing w:val="-20"/>
                <w:sz w:val="28"/>
                <w:szCs w:val="28"/>
              </w:rPr>
              <w:t xml:space="preserve">, </w:t>
            </w:r>
            <w:r>
              <w:rPr>
                <w:bCs/>
                <w:spacing w:val="-20"/>
                <w:sz w:val="28"/>
                <w:szCs w:val="28"/>
              </w:rPr>
              <w:t>41</w:t>
            </w:r>
            <w:r w:rsidRPr="0042234B">
              <w:rPr>
                <w:bCs/>
                <w:spacing w:val="-20"/>
                <w:sz w:val="28"/>
                <w:szCs w:val="28"/>
              </w:rPr>
              <w:t>,</w:t>
            </w:r>
            <w:r>
              <w:rPr>
                <w:bCs/>
                <w:spacing w:val="-20"/>
                <w:sz w:val="28"/>
                <w:szCs w:val="28"/>
              </w:rPr>
              <w:t>42</w:t>
            </w:r>
            <w:r w:rsidRPr="0042234B">
              <w:rPr>
                <w:bCs/>
                <w:spacing w:val="-20"/>
                <w:sz w:val="28"/>
                <w:szCs w:val="28"/>
              </w:rPr>
              <w:t xml:space="preserve">, </w:t>
            </w:r>
            <w:r>
              <w:rPr>
                <w:bCs/>
                <w:spacing w:val="-20"/>
                <w:sz w:val="28"/>
                <w:szCs w:val="28"/>
              </w:rPr>
              <w:t>43</w:t>
            </w:r>
          </w:p>
        </w:tc>
        <w:tc>
          <w:tcPr>
            <w:tcW w:w="1628" w:type="dxa"/>
          </w:tcPr>
          <w:p w:rsidR="005C186D" w:rsidRPr="0042234B" w:rsidRDefault="005C186D" w:rsidP="008C574A">
            <w:pPr>
              <w:rPr>
                <w:bCs/>
                <w:spacing w:val="-20"/>
                <w:sz w:val="28"/>
                <w:szCs w:val="28"/>
              </w:rPr>
            </w:pPr>
            <w:r>
              <w:rPr>
                <w:bCs/>
                <w:spacing w:val="-20"/>
                <w:sz w:val="28"/>
                <w:szCs w:val="28"/>
              </w:rPr>
              <w:t>47</w:t>
            </w:r>
            <w:r w:rsidRPr="0042234B">
              <w:rPr>
                <w:bCs/>
                <w:spacing w:val="-20"/>
                <w:sz w:val="28"/>
                <w:szCs w:val="28"/>
              </w:rPr>
              <w:t>,</w:t>
            </w:r>
            <w:r>
              <w:rPr>
                <w:bCs/>
                <w:spacing w:val="-20"/>
                <w:sz w:val="28"/>
                <w:szCs w:val="28"/>
              </w:rPr>
              <w:t>50</w:t>
            </w:r>
            <w:r w:rsidRPr="0042234B">
              <w:rPr>
                <w:bCs/>
                <w:spacing w:val="-20"/>
                <w:sz w:val="28"/>
                <w:szCs w:val="28"/>
              </w:rPr>
              <w:t xml:space="preserve">, </w:t>
            </w:r>
            <w:r>
              <w:rPr>
                <w:bCs/>
                <w:spacing w:val="-20"/>
                <w:sz w:val="28"/>
                <w:szCs w:val="28"/>
              </w:rPr>
              <w:t>52</w:t>
            </w:r>
            <w:r w:rsidRPr="0042234B">
              <w:rPr>
                <w:bCs/>
                <w:spacing w:val="-20"/>
                <w:sz w:val="28"/>
                <w:szCs w:val="28"/>
              </w:rPr>
              <w:t xml:space="preserve">, </w:t>
            </w:r>
            <w:r>
              <w:rPr>
                <w:bCs/>
                <w:spacing w:val="-20"/>
                <w:sz w:val="28"/>
                <w:szCs w:val="28"/>
              </w:rPr>
              <w:t>54</w:t>
            </w:r>
            <w:r w:rsidRPr="0042234B">
              <w:rPr>
                <w:bCs/>
                <w:spacing w:val="-20"/>
                <w:sz w:val="28"/>
                <w:szCs w:val="28"/>
              </w:rPr>
              <w:t xml:space="preserve">, </w:t>
            </w:r>
            <w:r>
              <w:rPr>
                <w:bCs/>
                <w:spacing w:val="-20"/>
                <w:sz w:val="28"/>
                <w:szCs w:val="28"/>
              </w:rPr>
              <w:t>55,</w:t>
            </w:r>
            <w:r w:rsidRPr="0042234B">
              <w:rPr>
                <w:bCs/>
                <w:spacing w:val="-20"/>
                <w:sz w:val="28"/>
                <w:szCs w:val="28"/>
              </w:rPr>
              <w:t xml:space="preserve"> </w:t>
            </w:r>
            <w:r>
              <w:rPr>
                <w:bCs/>
                <w:spacing w:val="-20"/>
                <w:sz w:val="28"/>
                <w:szCs w:val="28"/>
              </w:rPr>
              <w:t>57</w:t>
            </w:r>
            <w:r w:rsidRPr="0042234B">
              <w:rPr>
                <w:bCs/>
                <w:spacing w:val="-20"/>
                <w:sz w:val="28"/>
                <w:szCs w:val="28"/>
              </w:rPr>
              <w:t xml:space="preserve">, </w:t>
            </w:r>
            <w:r>
              <w:rPr>
                <w:bCs/>
                <w:spacing w:val="-20"/>
                <w:sz w:val="28"/>
                <w:szCs w:val="28"/>
              </w:rPr>
              <w:t>59</w:t>
            </w:r>
            <w:r w:rsidRPr="0042234B">
              <w:rPr>
                <w:bCs/>
                <w:spacing w:val="-20"/>
                <w:sz w:val="28"/>
                <w:szCs w:val="28"/>
              </w:rPr>
              <w:t xml:space="preserve">, </w:t>
            </w:r>
            <w:r>
              <w:rPr>
                <w:bCs/>
                <w:spacing w:val="-20"/>
                <w:sz w:val="28"/>
                <w:szCs w:val="28"/>
              </w:rPr>
              <w:t>61</w:t>
            </w:r>
            <w:r w:rsidRPr="0042234B">
              <w:rPr>
                <w:bCs/>
                <w:spacing w:val="-20"/>
                <w:sz w:val="28"/>
                <w:szCs w:val="28"/>
              </w:rPr>
              <w:t xml:space="preserve"> </w:t>
            </w:r>
          </w:p>
        </w:tc>
        <w:tc>
          <w:tcPr>
            <w:tcW w:w="1760" w:type="dxa"/>
          </w:tcPr>
          <w:p w:rsidR="005C186D" w:rsidRPr="0042234B" w:rsidRDefault="005C186D" w:rsidP="008C574A">
            <w:pPr>
              <w:rPr>
                <w:bCs/>
                <w:spacing w:val="-20"/>
                <w:sz w:val="28"/>
                <w:szCs w:val="28"/>
              </w:rPr>
            </w:pPr>
            <w:r>
              <w:rPr>
                <w:bCs/>
                <w:spacing w:val="-20"/>
                <w:sz w:val="28"/>
                <w:szCs w:val="28"/>
              </w:rPr>
              <w:t>68</w:t>
            </w:r>
            <w:r w:rsidRPr="0042234B">
              <w:rPr>
                <w:bCs/>
                <w:spacing w:val="-20"/>
                <w:sz w:val="28"/>
                <w:szCs w:val="28"/>
              </w:rPr>
              <w:t>, 6</w:t>
            </w:r>
            <w:r>
              <w:rPr>
                <w:bCs/>
                <w:spacing w:val="-20"/>
                <w:sz w:val="28"/>
                <w:szCs w:val="28"/>
              </w:rPr>
              <w:t>9</w:t>
            </w:r>
            <w:r w:rsidRPr="0042234B">
              <w:rPr>
                <w:bCs/>
                <w:spacing w:val="-20"/>
                <w:sz w:val="28"/>
                <w:szCs w:val="28"/>
              </w:rPr>
              <w:t xml:space="preserve">, </w:t>
            </w:r>
            <w:r>
              <w:rPr>
                <w:bCs/>
                <w:spacing w:val="-20"/>
                <w:sz w:val="28"/>
                <w:szCs w:val="28"/>
              </w:rPr>
              <w:t>73</w:t>
            </w:r>
            <w:r w:rsidRPr="0042234B">
              <w:rPr>
                <w:bCs/>
                <w:spacing w:val="-20"/>
                <w:sz w:val="28"/>
                <w:szCs w:val="28"/>
              </w:rPr>
              <w:t>, 7</w:t>
            </w:r>
            <w:r>
              <w:rPr>
                <w:bCs/>
                <w:spacing w:val="-20"/>
                <w:sz w:val="28"/>
                <w:szCs w:val="28"/>
              </w:rPr>
              <w:t>4</w:t>
            </w:r>
          </w:p>
        </w:tc>
      </w:tr>
      <w:tr w:rsidR="005C186D" w:rsidRPr="0042234B" w:rsidTr="001B578C">
        <w:tc>
          <w:tcPr>
            <w:tcW w:w="3063" w:type="dxa"/>
          </w:tcPr>
          <w:p w:rsidR="005C186D" w:rsidRPr="0042234B" w:rsidRDefault="005C186D" w:rsidP="00E20FE3">
            <w:pPr>
              <w:rPr>
                <w:bCs/>
                <w:spacing w:val="-20"/>
                <w:sz w:val="28"/>
                <w:szCs w:val="28"/>
              </w:rPr>
            </w:pPr>
            <w:r w:rsidRPr="0042234B">
              <w:rPr>
                <w:bCs/>
                <w:spacing w:val="-20"/>
                <w:sz w:val="28"/>
                <w:szCs w:val="28"/>
              </w:rPr>
              <w:t>LO</w:t>
            </w:r>
            <w:r>
              <w:rPr>
                <w:bCs/>
                <w:spacing w:val="-20"/>
                <w:sz w:val="28"/>
                <w:szCs w:val="28"/>
              </w:rPr>
              <w:t>6</w:t>
            </w:r>
            <w:r w:rsidRPr="0042234B">
              <w:rPr>
                <w:bCs/>
                <w:spacing w:val="-20"/>
                <w:sz w:val="28"/>
                <w:szCs w:val="28"/>
              </w:rPr>
              <w:t>: Calculate sales volume in total dollars and total units to reach a target profit.</w:t>
            </w:r>
          </w:p>
        </w:tc>
        <w:tc>
          <w:tcPr>
            <w:tcW w:w="1597" w:type="dxa"/>
          </w:tcPr>
          <w:p w:rsidR="005C186D" w:rsidRPr="0042234B" w:rsidRDefault="005C186D" w:rsidP="003F7296">
            <w:pPr>
              <w:rPr>
                <w:bCs/>
                <w:spacing w:val="-20"/>
                <w:sz w:val="28"/>
                <w:szCs w:val="28"/>
              </w:rPr>
            </w:pPr>
            <w:r w:rsidRPr="0042234B">
              <w:rPr>
                <w:bCs/>
                <w:spacing w:val="-20"/>
                <w:sz w:val="28"/>
                <w:szCs w:val="28"/>
              </w:rPr>
              <w:t>A2 , B3</w:t>
            </w:r>
          </w:p>
        </w:tc>
        <w:tc>
          <w:tcPr>
            <w:tcW w:w="1624" w:type="dxa"/>
          </w:tcPr>
          <w:p w:rsidR="005C186D" w:rsidRPr="0042234B" w:rsidRDefault="005C186D" w:rsidP="007D1879">
            <w:pPr>
              <w:rPr>
                <w:bCs/>
                <w:spacing w:val="-20"/>
                <w:sz w:val="28"/>
                <w:szCs w:val="28"/>
              </w:rPr>
            </w:pPr>
            <w:r w:rsidRPr="0042234B">
              <w:rPr>
                <w:bCs/>
                <w:spacing w:val="-20"/>
                <w:sz w:val="28"/>
                <w:szCs w:val="28"/>
              </w:rPr>
              <w:t>3</w:t>
            </w:r>
            <w:r>
              <w:rPr>
                <w:bCs/>
                <w:spacing w:val="-20"/>
                <w:sz w:val="28"/>
                <w:szCs w:val="28"/>
              </w:rPr>
              <w:t>3</w:t>
            </w:r>
            <w:r w:rsidRPr="0042234B">
              <w:rPr>
                <w:bCs/>
                <w:spacing w:val="-20"/>
                <w:sz w:val="28"/>
                <w:szCs w:val="28"/>
              </w:rPr>
              <w:t>, 3</w:t>
            </w:r>
            <w:r>
              <w:rPr>
                <w:bCs/>
                <w:spacing w:val="-20"/>
                <w:sz w:val="28"/>
                <w:szCs w:val="28"/>
              </w:rPr>
              <w:t>4</w:t>
            </w:r>
            <w:r w:rsidRPr="0042234B">
              <w:rPr>
                <w:bCs/>
                <w:spacing w:val="-20"/>
                <w:sz w:val="28"/>
                <w:szCs w:val="28"/>
              </w:rPr>
              <w:t xml:space="preserve">, </w:t>
            </w:r>
            <w:r>
              <w:rPr>
                <w:bCs/>
                <w:spacing w:val="-20"/>
                <w:sz w:val="28"/>
                <w:szCs w:val="28"/>
              </w:rPr>
              <w:t>43, 62</w:t>
            </w:r>
          </w:p>
        </w:tc>
        <w:tc>
          <w:tcPr>
            <w:tcW w:w="1628" w:type="dxa"/>
          </w:tcPr>
          <w:p w:rsidR="005C186D" w:rsidRPr="0042234B" w:rsidRDefault="005C186D" w:rsidP="00A441AE">
            <w:pPr>
              <w:rPr>
                <w:bCs/>
                <w:spacing w:val="-20"/>
                <w:sz w:val="28"/>
                <w:szCs w:val="28"/>
              </w:rPr>
            </w:pPr>
            <w:r>
              <w:rPr>
                <w:bCs/>
                <w:spacing w:val="-20"/>
                <w:sz w:val="28"/>
                <w:szCs w:val="28"/>
              </w:rPr>
              <w:t>47</w:t>
            </w:r>
            <w:r w:rsidRPr="0042234B">
              <w:rPr>
                <w:bCs/>
                <w:spacing w:val="-20"/>
                <w:sz w:val="28"/>
                <w:szCs w:val="28"/>
              </w:rPr>
              <w:t>,</w:t>
            </w:r>
            <w:r>
              <w:rPr>
                <w:bCs/>
                <w:spacing w:val="-20"/>
                <w:sz w:val="28"/>
                <w:szCs w:val="28"/>
              </w:rPr>
              <w:t>50</w:t>
            </w:r>
            <w:r w:rsidRPr="0042234B">
              <w:rPr>
                <w:bCs/>
                <w:spacing w:val="-20"/>
                <w:sz w:val="28"/>
                <w:szCs w:val="28"/>
              </w:rPr>
              <w:t xml:space="preserve">, </w:t>
            </w:r>
            <w:r>
              <w:rPr>
                <w:bCs/>
                <w:spacing w:val="-20"/>
                <w:sz w:val="28"/>
                <w:szCs w:val="28"/>
              </w:rPr>
              <w:t>52</w:t>
            </w:r>
            <w:r w:rsidRPr="0042234B">
              <w:rPr>
                <w:bCs/>
                <w:spacing w:val="-20"/>
                <w:sz w:val="28"/>
                <w:szCs w:val="28"/>
              </w:rPr>
              <w:t xml:space="preserve">, </w:t>
            </w:r>
            <w:r>
              <w:rPr>
                <w:bCs/>
                <w:spacing w:val="-20"/>
                <w:sz w:val="28"/>
                <w:szCs w:val="28"/>
              </w:rPr>
              <w:t>54</w:t>
            </w:r>
            <w:r w:rsidRPr="0042234B">
              <w:rPr>
                <w:bCs/>
                <w:spacing w:val="-20"/>
                <w:sz w:val="28"/>
                <w:szCs w:val="28"/>
              </w:rPr>
              <w:t xml:space="preserve">, </w:t>
            </w:r>
            <w:r>
              <w:rPr>
                <w:bCs/>
                <w:spacing w:val="-20"/>
                <w:sz w:val="28"/>
                <w:szCs w:val="28"/>
              </w:rPr>
              <w:t>55, 57</w:t>
            </w:r>
            <w:r w:rsidRPr="0042234B">
              <w:rPr>
                <w:bCs/>
                <w:spacing w:val="-20"/>
                <w:sz w:val="28"/>
                <w:szCs w:val="28"/>
              </w:rPr>
              <w:t xml:space="preserve">, </w:t>
            </w:r>
            <w:r>
              <w:rPr>
                <w:bCs/>
                <w:spacing w:val="-20"/>
                <w:sz w:val="28"/>
                <w:szCs w:val="28"/>
              </w:rPr>
              <w:t>59</w:t>
            </w:r>
            <w:r w:rsidRPr="0042234B">
              <w:rPr>
                <w:bCs/>
                <w:spacing w:val="-20"/>
                <w:sz w:val="28"/>
                <w:szCs w:val="28"/>
              </w:rPr>
              <w:t xml:space="preserve">,   </w:t>
            </w:r>
          </w:p>
        </w:tc>
        <w:tc>
          <w:tcPr>
            <w:tcW w:w="1760" w:type="dxa"/>
          </w:tcPr>
          <w:p w:rsidR="005C186D" w:rsidRPr="0042234B" w:rsidRDefault="005C186D" w:rsidP="008C574A">
            <w:pPr>
              <w:rPr>
                <w:bCs/>
                <w:spacing w:val="-20"/>
                <w:sz w:val="28"/>
                <w:szCs w:val="28"/>
              </w:rPr>
            </w:pPr>
            <w:r w:rsidRPr="0042234B">
              <w:rPr>
                <w:bCs/>
                <w:spacing w:val="-20"/>
                <w:sz w:val="28"/>
                <w:szCs w:val="28"/>
              </w:rPr>
              <w:t xml:space="preserve"> 6</w:t>
            </w:r>
            <w:r>
              <w:rPr>
                <w:bCs/>
                <w:spacing w:val="-20"/>
                <w:sz w:val="28"/>
                <w:szCs w:val="28"/>
              </w:rPr>
              <w:t>9</w:t>
            </w:r>
          </w:p>
        </w:tc>
      </w:tr>
      <w:tr w:rsidR="005C186D" w:rsidRPr="0042234B" w:rsidTr="001B578C">
        <w:tc>
          <w:tcPr>
            <w:tcW w:w="3063" w:type="dxa"/>
          </w:tcPr>
          <w:p w:rsidR="005C186D" w:rsidRPr="0042234B" w:rsidRDefault="005C186D" w:rsidP="00E20FE3">
            <w:pPr>
              <w:rPr>
                <w:bCs/>
                <w:spacing w:val="-20"/>
                <w:sz w:val="28"/>
                <w:szCs w:val="28"/>
              </w:rPr>
            </w:pPr>
            <w:r w:rsidRPr="0042234B">
              <w:rPr>
                <w:bCs/>
                <w:spacing w:val="-20"/>
                <w:sz w:val="28"/>
                <w:szCs w:val="28"/>
              </w:rPr>
              <w:t>LO</w:t>
            </w:r>
            <w:r>
              <w:rPr>
                <w:bCs/>
                <w:spacing w:val="-20"/>
                <w:sz w:val="28"/>
                <w:szCs w:val="28"/>
              </w:rPr>
              <w:t>7</w:t>
            </w:r>
            <w:r w:rsidRPr="0042234B">
              <w:rPr>
                <w:bCs/>
                <w:spacing w:val="-20"/>
                <w:sz w:val="28"/>
                <w:szCs w:val="28"/>
              </w:rPr>
              <w:t>: Differentiate between contribution margin and gross margin.</w:t>
            </w:r>
          </w:p>
        </w:tc>
        <w:tc>
          <w:tcPr>
            <w:tcW w:w="1597" w:type="dxa"/>
          </w:tcPr>
          <w:p w:rsidR="005C186D" w:rsidRPr="0042234B" w:rsidRDefault="005C186D" w:rsidP="003F7296">
            <w:pPr>
              <w:rPr>
                <w:bCs/>
                <w:spacing w:val="-20"/>
                <w:sz w:val="28"/>
                <w:szCs w:val="28"/>
              </w:rPr>
            </w:pPr>
          </w:p>
        </w:tc>
        <w:tc>
          <w:tcPr>
            <w:tcW w:w="1624" w:type="dxa"/>
          </w:tcPr>
          <w:p w:rsidR="005C186D" w:rsidRPr="0042234B" w:rsidRDefault="005C186D" w:rsidP="003F7296">
            <w:pPr>
              <w:rPr>
                <w:bCs/>
                <w:spacing w:val="-20"/>
                <w:sz w:val="28"/>
                <w:szCs w:val="28"/>
              </w:rPr>
            </w:pPr>
          </w:p>
        </w:tc>
        <w:tc>
          <w:tcPr>
            <w:tcW w:w="1628" w:type="dxa"/>
          </w:tcPr>
          <w:p w:rsidR="005C186D" w:rsidRPr="0042234B" w:rsidRDefault="005C186D" w:rsidP="003F7296">
            <w:pPr>
              <w:rPr>
                <w:bCs/>
                <w:spacing w:val="-20"/>
                <w:sz w:val="28"/>
                <w:szCs w:val="28"/>
              </w:rPr>
            </w:pPr>
            <w:r>
              <w:rPr>
                <w:bCs/>
                <w:spacing w:val="-20"/>
                <w:sz w:val="28"/>
                <w:szCs w:val="28"/>
              </w:rPr>
              <w:t>61</w:t>
            </w:r>
          </w:p>
        </w:tc>
        <w:tc>
          <w:tcPr>
            <w:tcW w:w="1760" w:type="dxa"/>
          </w:tcPr>
          <w:p w:rsidR="005C186D" w:rsidRPr="0042234B" w:rsidRDefault="005C186D" w:rsidP="003F7296">
            <w:pPr>
              <w:rPr>
                <w:bCs/>
                <w:spacing w:val="-20"/>
                <w:sz w:val="28"/>
                <w:szCs w:val="28"/>
              </w:rPr>
            </w:pPr>
          </w:p>
        </w:tc>
      </w:tr>
      <w:tr w:rsidR="005C186D" w:rsidRPr="0042234B" w:rsidTr="001B578C">
        <w:tc>
          <w:tcPr>
            <w:tcW w:w="3063" w:type="dxa"/>
          </w:tcPr>
          <w:p w:rsidR="005C186D" w:rsidRPr="0042234B" w:rsidRDefault="005C186D" w:rsidP="00E20FE3">
            <w:pPr>
              <w:rPr>
                <w:bCs/>
                <w:spacing w:val="-20"/>
                <w:sz w:val="28"/>
                <w:szCs w:val="28"/>
              </w:rPr>
            </w:pPr>
            <w:r w:rsidRPr="0042234B">
              <w:rPr>
                <w:bCs/>
                <w:spacing w:val="-20"/>
                <w:sz w:val="28"/>
                <w:szCs w:val="28"/>
              </w:rPr>
              <w:t>LO</w:t>
            </w:r>
            <w:r>
              <w:rPr>
                <w:bCs/>
                <w:spacing w:val="-20"/>
                <w:sz w:val="28"/>
                <w:szCs w:val="28"/>
              </w:rPr>
              <w:t>8</w:t>
            </w:r>
            <w:r w:rsidRPr="0042234B">
              <w:rPr>
                <w:bCs/>
                <w:spacing w:val="-20"/>
                <w:sz w:val="28"/>
                <w:szCs w:val="28"/>
              </w:rPr>
              <w:t>: Explain the effects of sales mix on profits (Appendix 2A).</w:t>
            </w:r>
          </w:p>
        </w:tc>
        <w:tc>
          <w:tcPr>
            <w:tcW w:w="1597" w:type="dxa"/>
          </w:tcPr>
          <w:p w:rsidR="005C186D" w:rsidRPr="0042234B" w:rsidRDefault="005C186D" w:rsidP="003F7296">
            <w:pPr>
              <w:rPr>
                <w:bCs/>
                <w:spacing w:val="-20"/>
                <w:sz w:val="28"/>
                <w:szCs w:val="28"/>
              </w:rPr>
            </w:pPr>
          </w:p>
        </w:tc>
        <w:tc>
          <w:tcPr>
            <w:tcW w:w="1624" w:type="dxa"/>
          </w:tcPr>
          <w:p w:rsidR="005C186D" w:rsidRPr="0042234B" w:rsidRDefault="005C186D" w:rsidP="003F7296">
            <w:pPr>
              <w:rPr>
                <w:bCs/>
                <w:spacing w:val="-20"/>
                <w:sz w:val="28"/>
                <w:szCs w:val="28"/>
              </w:rPr>
            </w:pPr>
            <w:r>
              <w:rPr>
                <w:bCs/>
                <w:spacing w:val="-20"/>
                <w:sz w:val="28"/>
                <w:szCs w:val="28"/>
              </w:rPr>
              <w:t>44</w:t>
            </w:r>
          </w:p>
        </w:tc>
        <w:tc>
          <w:tcPr>
            <w:tcW w:w="1628" w:type="dxa"/>
          </w:tcPr>
          <w:p w:rsidR="005C186D" w:rsidRPr="0042234B" w:rsidRDefault="005C186D" w:rsidP="008C574A">
            <w:pPr>
              <w:rPr>
                <w:bCs/>
                <w:spacing w:val="-20"/>
                <w:sz w:val="28"/>
                <w:szCs w:val="28"/>
              </w:rPr>
            </w:pPr>
            <w:r>
              <w:rPr>
                <w:bCs/>
                <w:spacing w:val="-20"/>
                <w:sz w:val="28"/>
                <w:szCs w:val="28"/>
              </w:rPr>
              <w:t>64</w:t>
            </w:r>
            <w:r w:rsidRPr="0042234B">
              <w:rPr>
                <w:bCs/>
                <w:spacing w:val="-20"/>
                <w:sz w:val="28"/>
                <w:szCs w:val="28"/>
              </w:rPr>
              <w:t>, 6</w:t>
            </w:r>
            <w:r>
              <w:rPr>
                <w:bCs/>
                <w:spacing w:val="-20"/>
                <w:sz w:val="28"/>
                <w:szCs w:val="28"/>
              </w:rPr>
              <w:t>5</w:t>
            </w:r>
          </w:p>
        </w:tc>
        <w:tc>
          <w:tcPr>
            <w:tcW w:w="1760" w:type="dxa"/>
          </w:tcPr>
          <w:p w:rsidR="005C186D" w:rsidRPr="0042234B" w:rsidRDefault="005C186D" w:rsidP="003F7296">
            <w:pPr>
              <w:rPr>
                <w:bCs/>
                <w:spacing w:val="-20"/>
                <w:sz w:val="28"/>
                <w:szCs w:val="28"/>
              </w:rPr>
            </w:pPr>
            <w:r>
              <w:rPr>
                <w:bCs/>
                <w:spacing w:val="-20"/>
                <w:sz w:val="28"/>
                <w:szCs w:val="28"/>
              </w:rPr>
              <w:t>70</w:t>
            </w:r>
          </w:p>
        </w:tc>
      </w:tr>
      <w:tr w:rsidR="005C186D" w:rsidRPr="0042234B" w:rsidTr="001B578C">
        <w:tc>
          <w:tcPr>
            <w:tcW w:w="3063" w:type="dxa"/>
          </w:tcPr>
          <w:p w:rsidR="005C186D" w:rsidRPr="0042234B" w:rsidRDefault="005C186D" w:rsidP="00E20FE3">
            <w:pPr>
              <w:rPr>
                <w:bCs/>
                <w:spacing w:val="-20"/>
                <w:sz w:val="28"/>
                <w:szCs w:val="28"/>
              </w:rPr>
            </w:pPr>
            <w:r w:rsidRPr="0042234B">
              <w:rPr>
                <w:bCs/>
                <w:spacing w:val="-20"/>
                <w:sz w:val="28"/>
                <w:szCs w:val="28"/>
              </w:rPr>
              <w:t>LO</w:t>
            </w:r>
            <w:r>
              <w:rPr>
                <w:bCs/>
                <w:spacing w:val="-20"/>
                <w:sz w:val="28"/>
                <w:szCs w:val="28"/>
              </w:rPr>
              <w:t>9</w:t>
            </w:r>
            <w:r w:rsidRPr="0042234B">
              <w:rPr>
                <w:bCs/>
                <w:spacing w:val="-20"/>
                <w:sz w:val="28"/>
                <w:szCs w:val="28"/>
              </w:rPr>
              <w:t>: Compute cost-volume-profit relationships on an after-tax basis (Appendix 2B).</w:t>
            </w:r>
          </w:p>
        </w:tc>
        <w:tc>
          <w:tcPr>
            <w:tcW w:w="1597" w:type="dxa"/>
          </w:tcPr>
          <w:p w:rsidR="005C186D" w:rsidRPr="0042234B" w:rsidRDefault="005C186D" w:rsidP="003F7296">
            <w:pPr>
              <w:rPr>
                <w:bCs/>
                <w:spacing w:val="-20"/>
                <w:sz w:val="28"/>
                <w:szCs w:val="28"/>
              </w:rPr>
            </w:pPr>
          </w:p>
        </w:tc>
        <w:tc>
          <w:tcPr>
            <w:tcW w:w="1624" w:type="dxa"/>
          </w:tcPr>
          <w:p w:rsidR="005C186D" w:rsidRPr="0042234B" w:rsidRDefault="005C186D" w:rsidP="007D1879">
            <w:pPr>
              <w:rPr>
                <w:bCs/>
                <w:spacing w:val="-20"/>
                <w:sz w:val="28"/>
                <w:szCs w:val="28"/>
              </w:rPr>
            </w:pPr>
            <w:r>
              <w:rPr>
                <w:bCs/>
                <w:spacing w:val="-20"/>
                <w:sz w:val="28"/>
                <w:szCs w:val="28"/>
              </w:rPr>
              <w:t>45</w:t>
            </w:r>
            <w:r w:rsidRPr="0042234B">
              <w:rPr>
                <w:bCs/>
                <w:spacing w:val="-20"/>
                <w:sz w:val="28"/>
                <w:szCs w:val="28"/>
              </w:rPr>
              <w:t xml:space="preserve">, </w:t>
            </w:r>
            <w:r>
              <w:rPr>
                <w:bCs/>
                <w:spacing w:val="-20"/>
                <w:sz w:val="28"/>
                <w:szCs w:val="28"/>
              </w:rPr>
              <w:t>46</w:t>
            </w:r>
          </w:p>
        </w:tc>
        <w:tc>
          <w:tcPr>
            <w:tcW w:w="1628" w:type="dxa"/>
          </w:tcPr>
          <w:p w:rsidR="005C186D" w:rsidRPr="0042234B" w:rsidRDefault="005C186D" w:rsidP="008C574A">
            <w:pPr>
              <w:rPr>
                <w:bCs/>
                <w:spacing w:val="-20"/>
                <w:sz w:val="28"/>
                <w:szCs w:val="28"/>
              </w:rPr>
            </w:pPr>
            <w:r w:rsidRPr="0042234B">
              <w:rPr>
                <w:bCs/>
                <w:spacing w:val="-20"/>
                <w:sz w:val="28"/>
                <w:szCs w:val="28"/>
              </w:rPr>
              <w:t>6</w:t>
            </w:r>
            <w:r>
              <w:rPr>
                <w:bCs/>
                <w:spacing w:val="-20"/>
                <w:sz w:val="28"/>
                <w:szCs w:val="28"/>
              </w:rPr>
              <w:t>6</w:t>
            </w:r>
            <w:r w:rsidRPr="0042234B">
              <w:rPr>
                <w:bCs/>
                <w:spacing w:val="-20"/>
                <w:sz w:val="28"/>
                <w:szCs w:val="28"/>
              </w:rPr>
              <w:t>, 6</w:t>
            </w:r>
            <w:r>
              <w:rPr>
                <w:bCs/>
                <w:spacing w:val="-20"/>
                <w:sz w:val="28"/>
                <w:szCs w:val="28"/>
              </w:rPr>
              <w:t>7</w:t>
            </w:r>
          </w:p>
        </w:tc>
        <w:tc>
          <w:tcPr>
            <w:tcW w:w="1760" w:type="dxa"/>
          </w:tcPr>
          <w:p w:rsidR="005C186D" w:rsidRPr="0042234B" w:rsidRDefault="005C186D" w:rsidP="003F7296">
            <w:pPr>
              <w:rPr>
                <w:bCs/>
                <w:spacing w:val="-20"/>
                <w:sz w:val="28"/>
                <w:szCs w:val="28"/>
              </w:rPr>
            </w:pPr>
            <w:r>
              <w:rPr>
                <w:bCs/>
                <w:spacing w:val="-20"/>
                <w:sz w:val="28"/>
                <w:szCs w:val="28"/>
              </w:rPr>
              <w:t>71</w:t>
            </w:r>
          </w:p>
        </w:tc>
      </w:tr>
    </w:tbl>
    <w:p w:rsidR="005C186D" w:rsidRPr="0042234B" w:rsidRDefault="005C186D" w:rsidP="002205B3">
      <w:pPr>
        <w:rPr>
          <w:spacing w:val="-20"/>
          <w:sz w:val="32"/>
          <w:szCs w:val="32"/>
        </w:rPr>
      </w:pPr>
    </w:p>
    <w:p w:rsidR="005C186D" w:rsidRPr="00B779F9" w:rsidRDefault="005C186D" w:rsidP="00F435A8">
      <w:pPr>
        <w:jc w:val="center"/>
        <w:outlineLvl w:val="0"/>
        <w:rPr>
          <w:b/>
        </w:rPr>
      </w:pPr>
      <w:r w:rsidRPr="0042234B">
        <w:rPr>
          <w:spacing w:val="-20"/>
          <w:sz w:val="32"/>
          <w:szCs w:val="32"/>
        </w:rPr>
        <w:br w:type="page"/>
      </w:r>
      <w:r w:rsidRPr="00B779F9" w:rsidDel="007C74C4">
        <w:t xml:space="preserve"> </w:t>
      </w:r>
      <w:r w:rsidRPr="00B779F9">
        <w:rPr>
          <w:b/>
        </w:rPr>
        <w:t>CHAPTER 2</w:t>
      </w:r>
    </w:p>
    <w:p w:rsidR="005C186D" w:rsidRPr="00B779F9" w:rsidRDefault="005C186D" w:rsidP="00C877E6">
      <w:pPr>
        <w:jc w:val="center"/>
        <w:rPr>
          <w:b/>
          <w:i/>
        </w:rPr>
      </w:pPr>
      <w:r w:rsidRPr="00B779F9">
        <w:rPr>
          <w:b/>
          <w:i/>
        </w:rPr>
        <w:t>Introduction to Cost Behavior and Cost-Volume Relationships</w:t>
      </w:r>
    </w:p>
    <w:p w:rsidR="005C186D" w:rsidRPr="0042234B" w:rsidRDefault="005C186D">
      <w:pPr>
        <w:rPr>
          <w:sz w:val="32"/>
          <w:szCs w:val="32"/>
        </w:rPr>
      </w:pPr>
    </w:p>
    <w:p w:rsidR="005C186D" w:rsidRPr="0042234B" w:rsidRDefault="005C186D">
      <w:r w:rsidRPr="0042234B">
        <w:rPr>
          <w:u w:val="single"/>
        </w:rPr>
        <w:t>2-A1</w:t>
      </w:r>
      <w:r w:rsidRPr="0042234B">
        <w:t xml:space="preserve">  (20-25 Min.)</w:t>
      </w:r>
    </w:p>
    <w:p w:rsidR="005C186D" w:rsidRPr="0042234B" w:rsidRDefault="005C186D"/>
    <w:p w:rsidR="005C186D" w:rsidRPr="0042234B" w:rsidRDefault="005C186D" w:rsidP="009C05BC">
      <w:r w:rsidRPr="0042234B">
        <w:t xml:space="preserve">1.  The cost driver for both resources is </w:t>
      </w:r>
      <w:r w:rsidRPr="005E0E32">
        <w:t>number of times the plant is cleaned</w:t>
      </w:r>
      <w:r w:rsidRPr="0042234B">
        <w:t>. Labor cost is a fixed-cost resource, and cleaning supplies is a variable cost.  Costs for cleaning between 4 and 8 times a month are:</w:t>
      </w:r>
    </w:p>
    <w:p w:rsidR="005C186D" w:rsidRPr="0042234B" w:rsidRDefault="005C186D"/>
    <w:p w:rsidR="005C186D" w:rsidRDefault="005C186D" w:rsidP="00C81B5C">
      <w:pPr>
        <w:tabs>
          <w:tab w:val="center" w:pos="630"/>
          <w:tab w:val="center" w:pos="1980"/>
          <w:tab w:val="center" w:pos="3420"/>
          <w:tab w:val="center" w:pos="5040"/>
          <w:tab w:val="center" w:pos="6750"/>
          <w:tab w:val="center" w:pos="8100"/>
        </w:tabs>
      </w:pPr>
      <w:r>
        <w:tab/>
        <w:t>Number of</w:t>
      </w:r>
    </w:p>
    <w:p w:rsidR="005C186D" w:rsidRDefault="005C186D" w:rsidP="00C81B5C">
      <w:pPr>
        <w:tabs>
          <w:tab w:val="center" w:pos="630"/>
          <w:tab w:val="center" w:pos="1980"/>
          <w:tab w:val="center" w:pos="3420"/>
          <w:tab w:val="center" w:pos="5040"/>
          <w:tab w:val="center" w:pos="6750"/>
          <w:tab w:val="center" w:pos="8100"/>
        </w:tabs>
      </w:pPr>
      <w:r>
        <w:tab/>
        <w:t>times plant</w:t>
      </w:r>
      <w:r>
        <w:tab/>
      </w:r>
      <w:r w:rsidRPr="00C81B5C">
        <w:t>Square Feet</w:t>
      </w:r>
      <w:r w:rsidRPr="00C81B5C">
        <w:tab/>
      </w:r>
      <w:r w:rsidRPr="00C81B5C">
        <w:tab/>
        <w:t>Cleaning Supplies</w:t>
      </w:r>
      <w:r>
        <w:tab/>
      </w:r>
      <w:r>
        <w:tab/>
        <w:t>Cost per</w:t>
      </w:r>
    </w:p>
    <w:p w:rsidR="005C186D" w:rsidRDefault="005C186D" w:rsidP="00C81B5C">
      <w:pPr>
        <w:tabs>
          <w:tab w:val="center" w:pos="630"/>
          <w:tab w:val="center" w:pos="1980"/>
          <w:tab w:val="center" w:pos="3420"/>
          <w:tab w:val="center" w:pos="5040"/>
          <w:tab w:val="center" w:pos="6750"/>
          <w:tab w:val="center" w:pos="8100"/>
        </w:tabs>
      </w:pPr>
      <w:r>
        <w:tab/>
      </w:r>
      <w:r w:rsidRPr="00C81B5C">
        <w:rPr>
          <w:u w:val="single"/>
        </w:rPr>
        <w:t>is cleaned</w:t>
      </w:r>
      <w:r>
        <w:tab/>
      </w:r>
      <w:r w:rsidRPr="00C81B5C">
        <w:rPr>
          <w:u w:val="single"/>
        </w:rPr>
        <w:t>Cleaned</w:t>
      </w:r>
      <w:r>
        <w:tab/>
      </w:r>
      <w:r w:rsidRPr="00C81B5C">
        <w:rPr>
          <w:u w:val="single"/>
        </w:rPr>
        <w:t>Labor Cost</w:t>
      </w:r>
      <w:r>
        <w:tab/>
      </w:r>
      <w:r w:rsidRPr="00C81B5C">
        <w:rPr>
          <w:u w:val="single"/>
        </w:rPr>
        <w:t>Cost**</w:t>
      </w:r>
      <w:r w:rsidRPr="00C81B5C">
        <w:t xml:space="preserve"> </w:t>
      </w:r>
      <w:r>
        <w:tab/>
      </w:r>
      <w:r w:rsidRPr="00C81B5C">
        <w:rPr>
          <w:u w:val="single"/>
        </w:rPr>
        <w:t>Total cost</w:t>
      </w:r>
      <w:r>
        <w:t xml:space="preserve"> </w:t>
      </w:r>
      <w:r>
        <w:tab/>
      </w:r>
      <w:r w:rsidRPr="00C81B5C">
        <w:rPr>
          <w:u w:val="single"/>
        </w:rPr>
        <w:t>Cleaning</w:t>
      </w:r>
    </w:p>
    <w:p w:rsidR="005C186D" w:rsidRPr="0042234B" w:rsidRDefault="005C186D" w:rsidP="00C81B5C">
      <w:pPr>
        <w:tabs>
          <w:tab w:val="decimal" w:pos="720"/>
          <w:tab w:val="decimal" w:pos="2430"/>
          <w:tab w:val="decimal" w:pos="3780"/>
          <w:tab w:val="decimal" w:pos="5400"/>
          <w:tab w:val="decimal" w:pos="7200"/>
          <w:tab w:val="decimal" w:pos="8460"/>
        </w:tabs>
      </w:pPr>
      <w:r>
        <w:tab/>
        <w:t>4</w:t>
      </w:r>
      <w:r>
        <w:tab/>
        <w:t>20</w:t>
      </w:r>
      <w:r w:rsidRPr="0042234B">
        <w:t>0,000</w:t>
      </w:r>
      <w:r w:rsidRPr="0042234B">
        <w:rPr>
          <w:vertAlign w:val="superscript"/>
        </w:rPr>
        <w:t>*</w:t>
      </w:r>
      <w:r w:rsidRPr="0042234B">
        <w:rPr>
          <w:vertAlign w:val="superscript"/>
        </w:rPr>
        <w:tab/>
      </w:r>
      <w:r w:rsidRPr="0042234B">
        <w:t>$</w:t>
      </w:r>
      <w:r>
        <w:t>21,000</w:t>
      </w:r>
      <w:r>
        <w:tab/>
        <w:t xml:space="preserve"> $ 8,0</w:t>
      </w:r>
      <w:r w:rsidRPr="0042234B">
        <w:t>00</w:t>
      </w:r>
      <w:r w:rsidRPr="0042234B">
        <w:rPr>
          <w:vertAlign w:val="superscript"/>
        </w:rPr>
        <w:t>***</w:t>
      </w:r>
      <w:r w:rsidRPr="0042234B">
        <w:tab/>
        <w:t xml:space="preserve"> $</w:t>
      </w:r>
      <w:r>
        <w:t>29,0</w:t>
      </w:r>
      <w:r w:rsidRPr="0042234B">
        <w:t xml:space="preserve">00 </w:t>
      </w:r>
      <w:r w:rsidRPr="0042234B">
        <w:tab/>
        <w:t xml:space="preserve"> $</w:t>
      </w:r>
      <w:r>
        <w:t>7,250</w:t>
      </w:r>
    </w:p>
    <w:p w:rsidR="005C186D" w:rsidRPr="0042234B" w:rsidRDefault="005C186D" w:rsidP="00C81B5C">
      <w:pPr>
        <w:tabs>
          <w:tab w:val="decimal" w:pos="720"/>
          <w:tab w:val="decimal" w:pos="2430"/>
          <w:tab w:val="decimal" w:pos="3780"/>
          <w:tab w:val="decimal" w:pos="5400"/>
          <w:tab w:val="decimal" w:pos="7200"/>
          <w:tab w:val="decimal" w:pos="8460"/>
        </w:tabs>
      </w:pPr>
      <w:r>
        <w:tab/>
        <w:t>5</w:t>
      </w:r>
      <w:r>
        <w:tab/>
        <w:t>25</w:t>
      </w:r>
      <w:r w:rsidRPr="0042234B">
        <w:t>0,000</w:t>
      </w:r>
      <w:r w:rsidRPr="0042234B">
        <w:tab/>
        <w:t xml:space="preserve">  </w:t>
      </w:r>
      <w:r>
        <w:t>21</w:t>
      </w:r>
      <w:r w:rsidRPr="0042234B">
        <w:t>,000</w:t>
      </w:r>
      <w:r w:rsidRPr="0042234B">
        <w:tab/>
      </w:r>
      <w:r>
        <w:t>10</w:t>
      </w:r>
      <w:r w:rsidRPr="0042234B">
        <w:t>,000</w:t>
      </w:r>
      <w:r w:rsidRPr="0042234B">
        <w:tab/>
        <w:t xml:space="preserve"> </w:t>
      </w:r>
      <w:r>
        <w:t>31</w:t>
      </w:r>
      <w:r w:rsidRPr="0042234B">
        <w:t xml:space="preserve">,000 </w:t>
      </w:r>
      <w:r w:rsidRPr="0042234B">
        <w:tab/>
        <w:t xml:space="preserve"> </w:t>
      </w:r>
      <w:r>
        <w:t>$6,200</w:t>
      </w:r>
      <w:r w:rsidRPr="0042234B">
        <w:t xml:space="preserve"> </w:t>
      </w:r>
    </w:p>
    <w:p w:rsidR="005C186D" w:rsidRPr="0042234B" w:rsidRDefault="005C186D" w:rsidP="00C81B5C">
      <w:pPr>
        <w:tabs>
          <w:tab w:val="decimal" w:pos="720"/>
          <w:tab w:val="decimal" w:pos="2430"/>
          <w:tab w:val="decimal" w:pos="3780"/>
          <w:tab w:val="decimal" w:pos="5400"/>
          <w:tab w:val="decimal" w:pos="7200"/>
          <w:tab w:val="decimal" w:pos="8460"/>
        </w:tabs>
      </w:pPr>
      <w:r w:rsidRPr="0042234B">
        <w:tab/>
        <w:t>6</w:t>
      </w:r>
      <w:r w:rsidRPr="0042234B">
        <w:tab/>
      </w:r>
      <w:r>
        <w:t>30</w:t>
      </w:r>
      <w:r w:rsidRPr="0042234B">
        <w:t>0,000</w:t>
      </w:r>
      <w:r w:rsidRPr="0042234B">
        <w:tab/>
        <w:t xml:space="preserve">  </w:t>
      </w:r>
      <w:r>
        <w:t>21,000</w:t>
      </w:r>
      <w:r>
        <w:tab/>
        <w:t>12</w:t>
      </w:r>
      <w:r w:rsidRPr="0042234B">
        <w:t>,</w:t>
      </w:r>
      <w:r>
        <w:t>0</w:t>
      </w:r>
      <w:r w:rsidRPr="0042234B">
        <w:t>00</w:t>
      </w:r>
      <w:r w:rsidRPr="0042234B">
        <w:tab/>
        <w:t xml:space="preserve"> 3</w:t>
      </w:r>
      <w:r>
        <w:t>3,0</w:t>
      </w:r>
      <w:r w:rsidRPr="0042234B">
        <w:t xml:space="preserve">00 </w:t>
      </w:r>
      <w:r w:rsidRPr="0042234B">
        <w:tab/>
        <w:t xml:space="preserve"> </w:t>
      </w:r>
      <w:r>
        <w:t>$5,500</w:t>
      </w:r>
      <w:r w:rsidRPr="0042234B">
        <w:t xml:space="preserve"> </w:t>
      </w:r>
    </w:p>
    <w:p w:rsidR="005C186D" w:rsidRPr="0042234B" w:rsidRDefault="005C186D" w:rsidP="00C81B5C">
      <w:pPr>
        <w:tabs>
          <w:tab w:val="decimal" w:pos="720"/>
          <w:tab w:val="decimal" w:pos="2430"/>
          <w:tab w:val="decimal" w:pos="3780"/>
          <w:tab w:val="decimal" w:pos="5400"/>
          <w:tab w:val="decimal" w:pos="7200"/>
          <w:tab w:val="decimal" w:pos="8460"/>
        </w:tabs>
      </w:pPr>
      <w:r w:rsidRPr="0042234B">
        <w:tab/>
        <w:t>7</w:t>
      </w:r>
      <w:r w:rsidRPr="0042234B">
        <w:tab/>
      </w:r>
      <w:r>
        <w:t>35</w:t>
      </w:r>
      <w:r w:rsidRPr="0042234B">
        <w:t>0,000</w:t>
      </w:r>
      <w:r w:rsidRPr="0042234B">
        <w:tab/>
        <w:t xml:space="preserve">  </w:t>
      </w:r>
      <w:r>
        <w:t>21,000</w:t>
      </w:r>
      <w:r>
        <w:tab/>
        <w:t>14</w:t>
      </w:r>
      <w:r w:rsidRPr="0042234B">
        <w:t>,</w:t>
      </w:r>
      <w:r>
        <w:t>0</w:t>
      </w:r>
      <w:r w:rsidRPr="0042234B">
        <w:t>00</w:t>
      </w:r>
      <w:r w:rsidRPr="0042234B">
        <w:tab/>
        <w:t xml:space="preserve"> </w:t>
      </w:r>
      <w:r>
        <w:t>35</w:t>
      </w:r>
      <w:r w:rsidRPr="0042234B">
        <w:t>,</w:t>
      </w:r>
      <w:r>
        <w:t>0</w:t>
      </w:r>
      <w:r w:rsidRPr="0042234B">
        <w:t xml:space="preserve">00 </w:t>
      </w:r>
      <w:r w:rsidRPr="0042234B">
        <w:tab/>
      </w:r>
      <w:r>
        <w:t>$5,000</w:t>
      </w:r>
    </w:p>
    <w:p w:rsidR="005C186D" w:rsidRPr="0042234B" w:rsidRDefault="005C186D" w:rsidP="00C81B5C">
      <w:pPr>
        <w:tabs>
          <w:tab w:val="decimal" w:pos="720"/>
          <w:tab w:val="decimal" w:pos="2430"/>
          <w:tab w:val="decimal" w:pos="3780"/>
          <w:tab w:val="decimal" w:pos="5400"/>
          <w:tab w:val="decimal" w:pos="7200"/>
          <w:tab w:val="decimal" w:pos="8460"/>
        </w:tabs>
      </w:pPr>
      <w:r w:rsidRPr="0042234B">
        <w:tab/>
        <w:t>8</w:t>
      </w:r>
      <w:r w:rsidRPr="0042234B">
        <w:tab/>
      </w:r>
      <w:r>
        <w:t>40</w:t>
      </w:r>
      <w:r w:rsidRPr="0042234B">
        <w:t>0,000</w:t>
      </w:r>
      <w:r w:rsidRPr="0042234B">
        <w:tab/>
        <w:t xml:space="preserve">  </w:t>
      </w:r>
      <w:r>
        <w:t>21</w:t>
      </w:r>
      <w:r w:rsidRPr="0042234B">
        <w:t>,000</w:t>
      </w:r>
      <w:r w:rsidRPr="0042234B">
        <w:tab/>
      </w:r>
      <w:r>
        <w:t>16</w:t>
      </w:r>
      <w:r w:rsidRPr="0042234B">
        <w:t>,</w:t>
      </w:r>
      <w:r>
        <w:t>0</w:t>
      </w:r>
      <w:r w:rsidRPr="0042234B">
        <w:t>00</w:t>
      </w:r>
      <w:r w:rsidRPr="0042234B">
        <w:tab/>
        <w:t xml:space="preserve"> </w:t>
      </w:r>
      <w:r>
        <w:t>37,0</w:t>
      </w:r>
      <w:r w:rsidRPr="0042234B">
        <w:t xml:space="preserve">00 </w:t>
      </w:r>
      <w:r w:rsidRPr="0042234B">
        <w:tab/>
      </w:r>
      <w:r>
        <w:t>$4,625</w:t>
      </w:r>
      <w:r w:rsidRPr="0042234B">
        <w:t xml:space="preserve"> </w:t>
      </w:r>
    </w:p>
    <w:p w:rsidR="005C186D" w:rsidRPr="0042234B" w:rsidRDefault="005C186D" w:rsidP="009C05BC">
      <w:pPr>
        <w:tabs>
          <w:tab w:val="decimal" w:pos="8910"/>
        </w:tabs>
      </w:pPr>
      <w:r w:rsidRPr="0042234B">
        <w:t xml:space="preserve">* 4 × </w:t>
      </w:r>
      <w:r>
        <w:t>5</w:t>
      </w:r>
      <w:r w:rsidRPr="0042234B">
        <w:t>0,000 square feet</w:t>
      </w:r>
    </w:p>
    <w:p w:rsidR="005C186D" w:rsidRPr="0042234B" w:rsidRDefault="005C186D">
      <w:r w:rsidRPr="0042234B">
        <w:t xml:space="preserve">** Cleaning supplies cost per </w:t>
      </w:r>
      <w:r>
        <w:t>time the plant is cleaned</w:t>
      </w:r>
      <w:r w:rsidRPr="0042234B">
        <w:t xml:space="preserve"> = $</w:t>
      </w:r>
      <w:r>
        <w:t>8</w:t>
      </w:r>
      <w:r w:rsidRPr="0042234B">
        <w:t xml:space="preserve">,000 ÷ </w:t>
      </w:r>
      <w:r>
        <w:t>4</w:t>
      </w:r>
      <w:r w:rsidRPr="0042234B">
        <w:t xml:space="preserve"> = $</w:t>
      </w:r>
      <w:r>
        <w:t>2,000</w:t>
      </w:r>
    </w:p>
    <w:p w:rsidR="005C186D" w:rsidRPr="0042234B" w:rsidRDefault="005C186D">
      <w:r w:rsidRPr="0042234B">
        <w:t>*** $</w:t>
      </w:r>
      <w:r>
        <w:t>2,000</w:t>
      </w:r>
      <w:r w:rsidRPr="0042234B">
        <w:t xml:space="preserve"> per </w:t>
      </w:r>
      <w:r>
        <w:t xml:space="preserve">cleaning </w:t>
      </w:r>
      <w:r w:rsidRPr="0042234B">
        <w:t xml:space="preserve">× </w:t>
      </w:r>
      <w:r>
        <w:t>number of times plant is cleaned</w:t>
      </w:r>
    </w:p>
    <w:p w:rsidR="005C186D" w:rsidRPr="0042234B" w:rsidRDefault="005C186D"/>
    <w:p w:rsidR="005C186D" w:rsidRPr="0042234B" w:rsidRDefault="005C186D">
      <w:r w:rsidRPr="0042234B">
        <w:t xml:space="preserve">The predicted total cost to clean the plant during the next quarter is the sum of the total costs for monthly cleanings of 5, 6, and 8 times. This is </w:t>
      </w:r>
    </w:p>
    <w:p w:rsidR="005C186D" w:rsidRPr="0042234B" w:rsidRDefault="005C186D"/>
    <w:p w:rsidR="005C186D" w:rsidRPr="0042234B" w:rsidRDefault="005C186D">
      <w:r w:rsidRPr="0042234B">
        <w:tab/>
      </w:r>
      <w:r w:rsidRPr="0042234B">
        <w:tab/>
      </w:r>
      <w:r w:rsidRPr="0042234B">
        <w:tab/>
        <w:t>$</w:t>
      </w:r>
      <w:r>
        <w:t>31</w:t>
      </w:r>
      <w:r w:rsidRPr="0042234B">
        <w:t>,000 + $3</w:t>
      </w:r>
      <w:r>
        <w:t>3,0</w:t>
      </w:r>
      <w:r w:rsidRPr="0042234B">
        <w:t>00 + $</w:t>
      </w:r>
      <w:r>
        <w:t>37,0</w:t>
      </w:r>
      <w:r w:rsidRPr="0042234B">
        <w:t>00 = $1</w:t>
      </w:r>
      <w:r>
        <w:t>01,0</w:t>
      </w:r>
      <w:r w:rsidRPr="0042234B">
        <w:t>00</w:t>
      </w:r>
    </w:p>
    <w:p w:rsidR="005C186D" w:rsidRPr="0042234B" w:rsidRDefault="005C186D"/>
    <w:p w:rsidR="005C186D" w:rsidRDefault="005C186D">
      <w:r w:rsidRPr="0042234B">
        <w:t xml:space="preserve">2.  If </w:t>
      </w:r>
      <w:r>
        <w:t>Napco</w:t>
      </w:r>
      <w:r w:rsidRPr="0042234B">
        <w:t xml:space="preserve"> hires the outside cleaning company, all its cleaning costs will be variable at a rate of $5,</w:t>
      </w:r>
      <w:r>
        <w:t>7</w:t>
      </w:r>
      <w:r w:rsidRPr="0042234B">
        <w:t>00 per cleaning. The cost driver will be “number of times cleaned.” The predicted cost to clean a total of 5 + 6 + 8 = 19 times is 19 × $5,</w:t>
      </w:r>
      <w:r>
        <w:t>7</w:t>
      </w:r>
      <w:r w:rsidRPr="0042234B">
        <w:t>00 = $1</w:t>
      </w:r>
      <w:r>
        <w:t>08</w:t>
      </w:r>
      <w:r w:rsidRPr="0042234B">
        <w:t>,</w:t>
      </w:r>
      <w:r>
        <w:t>3</w:t>
      </w:r>
      <w:r w:rsidRPr="0042234B">
        <w:t xml:space="preserve">00. Thus, </w:t>
      </w:r>
      <w:r>
        <w:t>Napco</w:t>
      </w:r>
      <w:r w:rsidRPr="0042234B">
        <w:t xml:space="preserve"> will save by </w:t>
      </w:r>
      <w:r>
        <w:t xml:space="preserve">not </w:t>
      </w:r>
      <w:r w:rsidRPr="0042234B">
        <w:t xml:space="preserve">hiring the outside cleaning company. </w:t>
      </w:r>
    </w:p>
    <w:p w:rsidR="005C186D" w:rsidRPr="0042234B" w:rsidRDefault="005C186D">
      <w:r w:rsidRPr="0042234B">
        <w:t xml:space="preserve">The table </w:t>
      </w:r>
      <w:r>
        <w:t xml:space="preserve">below </w:t>
      </w:r>
      <w:r w:rsidRPr="0042234B">
        <w:t>show</w:t>
      </w:r>
      <w:r>
        <w:t>s</w:t>
      </w:r>
      <w:r w:rsidRPr="0042234B">
        <w:t xml:space="preserve"> the total costs for the two alternatives. If </w:t>
      </w:r>
      <w:r>
        <w:t>Napco</w:t>
      </w:r>
      <w:r w:rsidRPr="0042234B">
        <w:t xml:space="preserve"> expects average “times cleaned” to be </w:t>
      </w:r>
      <w:r>
        <w:t>6</w:t>
      </w:r>
      <w:r w:rsidRPr="0042234B">
        <w:t xml:space="preserve"> or more, it would save by cleaning with its own employees.</w:t>
      </w:r>
      <w:r>
        <w:t xml:space="preserve">  If Napco expects to average 5 or fewer cleanings per month, it would save by outsourcing.</w:t>
      </w:r>
    </w:p>
    <w:p w:rsidR="005C186D" w:rsidRPr="0042234B" w:rsidRDefault="005C186D"/>
    <w:tbl>
      <w:tblPr>
        <w:tblW w:w="9341" w:type="dxa"/>
        <w:jc w:val="center"/>
        <w:tblInd w:w="1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90"/>
        <w:gridCol w:w="2081"/>
        <w:gridCol w:w="2239"/>
        <w:gridCol w:w="2231"/>
      </w:tblGrid>
      <w:tr w:rsidR="005C186D" w:rsidRPr="0042234B" w:rsidTr="009E3ACA">
        <w:trPr>
          <w:trHeight w:val="255"/>
          <w:jc w:val="center"/>
        </w:trPr>
        <w:tc>
          <w:tcPr>
            <w:tcW w:w="4871" w:type="dxa"/>
            <w:gridSpan w:val="2"/>
          </w:tcPr>
          <w:p w:rsidR="005C186D" w:rsidRPr="0042234B" w:rsidRDefault="005C186D" w:rsidP="009E3ACA">
            <w:pPr>
              <w:jc w:val="center"/>
            </w:pPr>
            <w:r>
              <w:t>Napco</w:t>
            </w:r>
            <w:r w:rsidRPr="0042234B">
              <w:t xml:space="preserve"> Cleans Plant</w:t>
            </w:r>
          </w:p>
        </w:tc>
        <w:tc>
          <w:tcPr>
            <w:tcW w:w="4470" w:type="dxa"/>
            <w:gridSpan w:val="2"/>
            <w:noWrap/>
            <w:vAlign w:val="bottom"/>
          </w:tcPr>
          <w:p w:rsidR="005C186D" w:rsidRPr="0042234B" w:rsidRDefault="005C186D" w:rsidP="009E3ACA">
            <w:pPr>
              <w:jc w:val="center"/>
            </w:pPr>
            <w:r w:rsidRPr="0042234B">
              <w:t>Outsource Cleaning Plant</w:t>
            </w:r>
          </w:p>
        </w:tc>
      </w:tr>
      <w:tr w:rsidR="005C186D" w:rsidRPr="0042234B" w:rsidTr="009E3ACA">
        <w:trPr>
          <w:trHeight w:val="255"/>
          <w:jc w:val="center"/>
        </w:trPr>
        <w:tc>
          <w:tcPr>
            <w:tcW w:w="2790" w:type="dxa"/>
            <w:vAlign w:val="bottom"/>
          </w:tcPr>
          <w:p w:rsidR="005C186D" w:rsidRPr="0042234B" w:rsidRDefault="005C186D" w:rsidP="005E0E32">
            <w:pPr>
              <w:jc w:val="center"/>
            </w:pPr>
            <w:r>
              <w:t>Times</w:t>
            </w:r>
            <w:r w:rsidRPr="0042234B">
              <w:t xml:space="preserve"> Cleaned</w:t>
            </w:r>
          </w:p>
        </w:tc>
        <w:tc>
          <w:tcPr>
            <w:tcW w:w="2081" w:type="dxa"/>
            <w:noWrap/>
            <w:vAlign w:val="bottom"/>
          </w:tcPr>
          <w:p w:rsidR="005C186D" w:rsidRPr="0042234B" w:rsidRDefault="005C186D" w:rsidP="009E3ACA">
            <w:pPr>
              <w:jc w:val="center"/>
            </w:pPr>
            <w:r>
              <w:t>Napco</w:t>
            </w:r>
          </w:p>
        </w:tc>
        <w:tc>
          <w:tcPr>
            <w:tcW w:w="2239" w:type="dxa"/>
            <w:noWrap/>
            <w:vAlign w:val="bottom"/>
          </w:tcPr>
          <w:p w:rsidR="005C186D" w:rsidRPr="0042234B" w:rsidRDefault="005C186D" w:rsidP="009E3ACA">
            <w:pPr>
              <w:jc w:val="center"/>
            </w:pPr>
            <w:r w:rsidRPr="0042234B">
              <w:t>Times Cleaned</w:t>
            </w:r>
          </w:p>
        </w:tc>
        <w:tc>
          <w:tcPr>
            <w:tcW w:w="2231" w:type="dxa"/>
            <w:noWrap/>
            <w:vAlign w:val="bottom"/>
          </w:tcPr>
          <w:p w:rsidR="005C186D" w:rsidRPr="0042234B" w:rsidRDefault="005C186D" w:rsidP="009E3ACA">
            <w:pPr>
              <w:jc w:val="center"/>
            </w:pPr>
            <w:r w:rsidRPr="0042234B">
              <w:t>Outside</w:t>
            </w:r>
          </w:p>
        </w:tc>
      </w:tr>
      <w:tr w:rsidR="005C186D" w:rsidRPr="0042234B" w:rsidTr="009E3ACA">
        <w:trPr>
          <w:trHeight w:val="255"/>
          <w:jc w:val="center"/>
        </w:trPr>
        <w:tc>
          <w:tcPr>
            <w:tcW w:w="2790" w:type="dxa"/>
          </w:tcPr>
          <w:p w:rsidR="005C186D" w:rsidRPr="0042234B" w:rsidRDefault="005C186D" w:rsidP="00C9276C">
            <w:pPr>
              <w:jc w:val="center"/>
            </w:pPr>
            <w:r w:rsidRPr="0042234B">
              <w:t>4</w:t>
            </w:r>
          </w:p>
        </w:tc>
        <w:tc>
          <w:tcPr>
            <w:tcW w:w="2081" w:type="dxa"/>
            <w:noWrap/>
          </w:tcPr>
          <w:p w:rsidR="005C186D" w:rsidRPr="0042234B" w:rsidRDefault="005C186D" w:rsidP="005E0E32">
            <w:pPr>
              <w:jc w:val="center"/>
            </w:pPr>
            <w:r w:rsidRPr="0042234B">
              <w:t xml:space="preserve">$ </w:t>
            </w:r>
            <w:r>
              <w:t>29,0</w:t>
            </w:r>
            <w:r w:rsidRPr="0042234B">
              <w:t>00</w:t>
            </w:r>
          </w:p>
        </w:tc>
        <w:tc>
          <w:tcPr>
            <w:tcW w:w="2239" w:type="dxa"/>
            <w:noWrap/>
          </w:tcPr>
          <w:p w:rsidR="005C186D" w:rsidRPr="0042234B" w:rsidRDefault="005C186D" w:rsidP="009E3ACA">
            <w:pPr>
              <w:jc w:val="center"/>
            </w:pPr>
            <w:r w:rsidRPr="0042234B">
              <w:t>4</w:t>
            </w:r>
          </w:p>
        </w:tc>
        <w:tc>
          <w:tcPr>
            <w:tcW w:w="2231" w:type="dxa"/>
            <w:noWrap/>
          </w:tcPr>
          <w:p w:rsidR="005C186D" w:rsidRPr="0042234B" w:rsidRDefault="005C186D" w:rsidP="005E0E32">
            <w:pPr>
              <w:jc w:val="center"/>
            </w:pPr>
            <w:r w:rsidRPr="0042234B">
              <w:t>$2</w:t>
            </w:r>
            <w:r>
              <w:t>2,8</w:t>
            </w:r>
            <w:r w:rsidRPr="0042234B">
              <w:t>00</w:t>
            </w:r>
          </w:p>
        </w:tc>
      </w:tr>
      <w:tr w:rsidR="005C186D" w:rsidRPr="0042234B" w:rsidTr="009E3ACA">
        <w:trPr>
          <w:trHeight w:val="255"/>
          <w:jc w:val="center"/>
        </w:trPr>
        <w:tc>
          <w:tcPr>
            <w:tcW w:w="2790" w:type="dxa"/>
          </w:tcPr>
          <w:p w:rsidR="005C186D" w:rsidRPr="0042234B" w:rsidRDefault="005C186D" w:rsidP="00C9276C">
            <w:pPr>
              <w:jc w:val="center"/>
            </w:pPr>
            <w:r w:rsidRPr="0042234B">
              <w:t>5</w:t>
            </w:r>
          </w:p>
        </w:tc>
        <w:tc>
          <w:tcPr>
            <w:tcW w:w="2081" w:type="dxa"/>
            <w:noWrap/>
          </w:tcPr>
          <w:p w:rsidR="005C186D" w:rsidRPr="0042234B" w:rsidRDefault="005C186D" w:rsidP="005E0E32">
            <w:pPr>
              <w:jc w:val="center"/>
            </w:pPr>
            <w:r w:rsidRPr="0042234B">
              <w:t xml:space="preserve">   3</w:t>
            </w:r>
            <w:r>
              <w:t>1</w:t>
            </w:r>
            <w:r w:rsidRPr="0042234B">
              <w:t>,000</w:t>
            </w:r>
          </w:p>
        </w:tc>
        <w:tc>
          <w:tcPr>
            <w:tcW w:w="2239" w:type="dxa"/>
            <w:noWrap/>
          </w:tcPr>
          <w:p w:rsidR="005C186D" w:rsidRPr="0042234B" w:rsidRDefault="005C186D" w:rsidP="009E3ACA">
            <w:pPr>
              <w:jc w:val="center"/>
            </w:pPr>
            <w:r w:rsidRPr="0042234B">
              <w:t>5</w:t>
            </w:r>
          </w:p>
        </w:tc>
        <w:tc>
          <w:tcPr>
            <w:tcW w:w="2231" w:type="dxa"/>
            <w:noWrap/>
          </w:tcPr>
          <w:p w:rsidR="005C186D" w:rsidRPr="0042234B" w:rsidRDefault="005C186D" w:rsidP="009E3ACA">
            <w:pPr>
              <w:jc w:val="center"/>
            </w:pPr>
            <w:r>
              <w:t xml:space="preserve">  28</w:t>
            </w:r>
            <w:r w:rsidRPr="0042234B">
              <w:t>,500</w:t>
            </w:r>
          </w:p>
        </w:tc>
      </w:tr>
      <w:tr w:rsidR="005C186D" w:rsidRPr="0042234B" w:rsidTr="009E3ACA">
        <w:trPr>
          <w:trHeight w:val="255"/>
          <w:jc w:val="center"/>
        </w:trPr>
        <w:tc>
          <w:tcPr>
            <w:tcW w:w="2790" w:type="dxa"/>
          </w:tcPr>
          <w:p w:rsidR="005C186D" w:rsidRPr="0042234B" w:rsidRDefault="005C186D" w:rsidP="00C9276C">
            <w:pPr>
              <w:jc w:val="center"/>
            </w:pPr>
            <w:r w:rsidRPr="0042234B">
              <w:t>6</w:t>
            </w:r>
          </w:p>
        </w:tc>
        <w:tc>
          <w:tcPr>
            <w:tcW w:w="2081" w:type="dxa"/>
            <w:noWrap/>
          </w:tcPr>
          <w:p w:rsidR="005C186D" w:rsidRPr="0042234B" w:rsidRDefault="005C186D" w:rsidP="005E0E32">
            <w:pPr>
              <w:jc w:val="center"/>
            </w:pPr>
            <w:r w:rsidRPr="0042234B">
              <w:t xml:space="preserve">   </w:t>
            </w:r>
            <w:r>
              <w:t>33,0</w:t>
            </w:r>
            <w:r w:rsidRPr="0042234B">
              <w:t>00</w:t>
            </w:r>
          </w:p>
        </w:tc>
        <w:tc>
          <w:tcPr>
            <w:tcW w:w="2239" w:type="dxa"/>
            <w:noWrap/>
          </w:tcPr>
          <w:p w:rsidR="005C186D" w:rsidRPr="0042234B" w:rsidRDefault="005C186D" w:rsidP="009E3ACA">
            <w:pPr>
              <w:jc w:val="center"/>
            </w:pPr>
            <w:r w:rsidRPr="0042234B">
              <w:t>6</w:t>
            </w:r>
          </w:p>
        </w:tc>
        <w:tc>
          <w:tcPr>
            <w:tcW w:w="2231" w:type="dxa"/>
            <w:noWrap/>
          </w:tcPr>
          <w:p w:rsidR="005C186D" w:rsidRPr="0042234B" w:rsidRDefault="005C186D" w:rsidP="005E0E32">
            <w:pPr>
              <w:jc w:val="center"/>
            </w:pPr>
            <w:r w:rsidRPr="0042234B">
              <w:t xml:space="preserve">  3</w:t>
            </w:r>
            <w:r>
              <w:t>4,2</w:t>
            </w:r>
            <w:r w:rsidRPr="0042234B">
              <w:t>00</w:t>
            </w:r>
          </w:p>
        </w:tc>
      </w:tr>
      <w:tr w:rsidR="005C186D" w:rsidRPr="0042234B" w:rsidTr="009E3ACA">
        <w:trPr>
          <w:trHeight w:val="255"/>
          <w:jc w:val="center"/>
        </w:trPr>
        <w:tc>
          <w:tcPr>
            <w:tcW w:w="2790" w:type="dxa"/>
          </w:tcPr>
          <w:p w:rsidR="005C186D" w:rsidRPr="0042234B" w:rsidRDefault="005C186D" w:rsidP="00C9276C">
            <w:pPr>
              <w:jc w:val="center"/>
            </w:pPr>
            <w:r w:rsidRPr="0042234B">
              <w:t>7</w:t>
            </w:r>
          </w:p>
        </w:tc>
        <w:tc>
          <w:tcPr>
            <w:tcW w:w="2081" w:type="dxa"/>
            <w:noWrap/>
          </w:tcPr>
          <w:p w:rsidR="005C186D" w:rsidRPr="0042234B" w:rsidRDefault="005C186D" w:rsidP="005E0E32">
            <w:pPr>
              <w:jc w:val="center"/>
            </w:pPr>
            <w:r w:rsidRPr="0042234B">
              <w:t xml:space="preserve">   </w:t>
            </w:r>
            <w:r>
              <w:t>35,0</w:t>
            </w:r>
            <w:r w:rsidRPr="0042234B">
              <w:t>00</w:t>
            </w:r>
          </w:p>
        </w:tc>
        <w:tc>
          <w:tcPr>
            <w:tcW w:w="2239" w:type="dxa"/>
            <w:noWrap/>
          </w:tcPr>
          <w:p w:rsidR="005C186D" w:rsidRPr="0042234B" w:rsidRDefault="005C186D" w:rsidP="009E3ACA">
            <w:pPr>
              <w:jc w:val="center"/>
            </w:pPr>
            <w:r w:rsidRPr="0042234B">
              <w:t>7</w:t>
            </w:r>
          </w:p>
        </w:tc>
        <w:tc>
          <w:tcPr>
            <w:tcW w:w="2231" w:type="dxa"/>
            <w:noWrap/>
          </w:tcPr>
          <w:p w:rsidR="005C186D" w:rsidRPr="0042234B" w:rsidRDefault="005C186D" w:rsidP="005E0E32">
            <w:pPr>
              <w:jc w:val="center"/>
            </w:pPr>
            <w:r w:rsidRPr="0042234B">
              <w:t xml:space="preserve">  </w:t>
            </w:r>
            <w:r>
              <w:t>39</w:t>
            </w:r>
            <w:r w:rsidRPr="0042234B">
              <w:t>,</w:t>
            </w:r>
            <w:r>
              <w:t>9</w:t>
            </w:r>
            <w:r w:rsidRPr="0042234B">
              <w:t>00</w:t>
            </w:r>
          </w:p>
        </w:tc>
      </w:tr>
      <w:tr w:rsidR="005C186D" w:rsidRPr="0042234B" w:rsidTr="009E3ACA">
        <w:trPr>
          <w:trHeight w:val="255"/>
          <w:jc w:val="center"/>
        </w:trPr>
        <w:tc>
          <w:tcPr>
            <w:tcW w:w="2790" w:type="dxa"/>
          </w:tcPr>
          <w:p w:rsidR="005C186D" w:rsidRPr="0042234B" w:rsidRDefault="005C186D" w:rsidP="00C9276C">
            <w:pPr>
              <w:jc w:val="center"/>
            </w:pPr>
            <w:r w:rsidRPr="0042234B">
              <w:t>8</w:t>
            </w:r>
          </w:p>
        </w:tc>
        <w:tc>
          <w:tcPr>
            <w:tcW w:w="2081" w:type="dxa"/>
            <w:noWrap/>
          </w:tcPr>
          <w:p w:rsidR="005C186D" w:rsidRPr="0042234B" w:rsidRDefault="005C186D" w:rsidP="005E0E32">
            <w:pPr>
              <w:jc w:val="center"/>
            </w:pPr>
            <w:r w:rsidRPr="0042234B">
              <w:t xml:space="preserve">   </w:t>
            </w:r>
            <w:r>
              <w:t>37,0</w:t>
            </w:r>
            <w:r w:rsidRPr="0042234B">
              <w:t>00</w:t>
            </w:r>
          </w:p>
        </w:tc>
        <w:tc>
          <w:tcPr>
            <w:tcW w:w="2239" w:type="dxa"/>
            <w:noWrap/>
          </w:tcPr>
          <w:p w:rsidR="005C186D" w:rsidRPr="0042234B" w:rsidRDefault="005C186D" w:rsidP="009E3ACA">
            <w:pPr>
              <w:jc w:val="center"/>
            </w:pPr>
            <w:r w:rsidRPr="0042234B">
              <w:t>8</w:t>
            </w:r>
          </w:p>
        </w:tc>
        <w:tc>
          <w:tcPr>
            <w:tcW w:w="2231" w:type="dxa"/>
            <w:noWrap/>
          </w:tcPr>
          <w:p w:rsidR="005C186D" w:rsidRPr="0042234B" w:rsidRDefault="005C186D" w:rsidP="005E0E32">
            <w:pPr>
              <w:jc w:val="center"/>
            </w:pPr>
            <w:r w:rsidRPr="0042234B">
              <w:t xml:space="preserve">  4</w:t>
            </w:r>
            <w:r>
              <w:t>5</w:t>
            </w:r>
            <w:r w:rsidRPr="0042234B">
              <w:t>,</w:t>
            </w:r>
            <w:r>
              <w:t>6</w:t>
            </w:r>
            <w:r w:rsidRPr="0042234B">
              <w:t>00</w:t>
            </w:r>
          </w:p>
        </w:tc>
      </w:tr>
    </w:tbl>
    <w:p w:rsidR="005C186D" w:rsidRPr="0042234B" w:rsidRDefault="005C186D">
      <w:pPr>
        <w:rPr>
          <w:sz w:val="32"/>
          <w:szCs w:val="32"/>
        </w:rPr>
      </w:pPr>
    </w:p>
    <w:p w:rsidR="005C186D" w:rsidRPr="0042234B" w:rsidRDefault="005C186D">
      <w:pPr>
        <w:jc w:val="center"/>
        <w:rPr>
          <w:sz w:val="32"/>
          <w:szCs w:val="32"/>
        </w:rPr>
      </w:pPr>
    </w:p>
    <w:p w:rsidR="005C186D" w:rsidRPr="0042234B" w:rsidRDefault="005C186D">
      <w:pPr>
        <w:rPr>
          <w:sz w:val="32"/>
          <w:szCs w:val="32"/>
        </w:rPr>
      </w:pPr>
    </w:p>
    <w:p w:rsidR="005C186D" w:rsidRPr="0042234B" w:rsidRDefault="005C186D" w:rsidP="004009F5">
      <w:pPr>
        <w:rPr>
          <w:spacing w:val="-20"/>
        </w:rPr>
      </w:pPr>
      <w:r w:rsidRPr="0042234B">
        <w:rPr>
          <w:spacing w:val="-20"/>
          <w:sz w:val="30"/>
          <w:u w:val="single"/>
        </w:rPr>
        <w:br w:type="page"/>
      </w:r>
      <w:r w:rsidRPr="0042234B">
        <w:rPr>
          <w:spacing w:val="-20"/>
          <w:u w:val="single"/>
        </w:rPr>
        <w:t>2-A2</w:t>
      </w:r>
      <w:r w:rsidRPr="0042234B">
        <w:rPr>
          <w:spacing w:val="-20"/>
        </w:rPr>
        <w:tab/>
        <w:t>(20-25 min.)</w:t>
      </w:r>
    </w:p>
    <w:p w:rsidR="005C186D" w:rsidRPr="0042234B" w:rsidRDefault="005C186D" w:rsidP="00490A29">
      <w:pPr>
        <w:tabs>
          <w:tab w:val="left" w:pos="840"/>
        </w:tabs>
        <w:rPr>
          <w:spacing w:val="-20"/>
        </w:rPr>
      </w:pPr>
    </w:p>
    <w:p w:rsidR="005C186D" w:rsidRPr="0042234B" w:rsidRDefault="005C186D" w:rsidP="00664534">
      <w:pPr>
        <w:tabs>
          <w:tab w:val="right" w:pos="1800"/>
          <w:tab w:val="left" w:pos="1980"/>
        </w:tabs>
      </w:pPr>
      <w:r w:rsidRPr="0042234B">
        <w:rPr>
          <w:spacing w:val="-20"/>
        </w:rPr>
        <w:t>1.</w:t>
      </w:r>
      <w:r w:rsidRPr="0042234B">
        <w:rPr>
          <w:spacing w:val="-20"/>
        </w:rPr>
        <w:tab/>
      </w:r>
      <w:r w:rsidRPr="0042234B">
        <w:t>Let N</w:t>
      </w:r>
      <w:r w:rsidRPr="0042234B">
        <w:tab/>
        <w:t>=  number of units</w:t>
      </w:r>
    </w:p>
    <w:p w:rsidR="005C186D" w:rsidRPr="0042234B" w:rsidRDefault="005C186D" w:rsidP="00664534">
      <w:pPr>
        <w:tabs>
          <w:tab w:val="right" w:pos="1800"/>
          <w:tab w:val="left" w:pos="1980"/>
        </w:tabs>
      </w:pPr>
      <w:r w:rsidRPr="0042234B">
        <w:tab/>
        <w:t>Sales</w:t>
      </w:r>
      <w:r w:rsidRPr="0042234B">
        <w:tab/>
        <w:t>=  Fixed expenses + Variable expenses + Net income</w:t>
      </w:r>
    </w:p>
    <w:p w:rsidR="005C186D" w:rsidRPr="0042234B" w:rsidRDefault="005C186D" w:rsidP="00664534">
      <w:pPr>
        <w:tabs>
          <w:tab w:val="right" w:pos="1800"/>
          <w:tab w:val="left" w:pos="1980"/>
        </w:tabs>
      </w:pPr>
      <w:r w:rsidRPr="0042234B">
        <w:tab/>
        <w:t>$1.00 N</w:t>
      </w:r>
      <w:r w:rsidRPr="0042234B">
        <w:tab/>
        <w:t>=  $</w:t>
      </w:r>
      <w:r>
        <w:t>4</w:t>
      </w:r>
      <w:r w:rsidRPr="0042234B">
        <w:t>,000 + $.</w:t>
      </w:r>
      <w:r>
        <w:t>68</w:t>
      </w:r>
      <w:r w:rsidRPr="0042234B">
        <w:t xml:space="preserve"> N + 0</w:t>
      </w:r>
    </w:p>
    <w:p w:rsidR="005C186D" w:rsidRPr="0042234B" w:rsidRDefault="005C186D" w:rsidP="00664534">
      <w:pPr>
        <w:tabs>
          <w:tab w:val="right" w:pos="1800"/>
          <w:tab w:val="left" w:pos="1980"/>
        </w:tabs>
      </w:pPr>
      <w:r w:rsidRPr="0042234B">
        <w:tab/>
        <w:t>$.</w:t>
      </w:r>
      <w:r>
        <w:t>32</w:t>
      </w:r>
      <w:r w:rsidRPr="0042234B">
        <w:t xml:space="preserve"> N</w:t>
      </w:r>
      <w:r w:rsidRPr="0042234B">
        <w:tab/>
        <w:t>=  $</w:t>
      </w:r>
      <w:r>
        <w:t>4</w:t>
      </w:r>
      <w:r w:rsidRPr="0042234B">
        <w:t>,000</w:t>
      </w:r>
    </w:p>
    <w:p w:rsidR="005C186D" w:rsidRPr="0042234B" w:rsidRDefault="005C186D" w:rsidP="00664534">
      <w:pPr>
        <w:tabs>
          <w:tab w:val="right" w:pos="1800"/>
          <w:tab w:val="left" w:pos="1980"/>
        </w:tabs>
      </w:pPr>
      <w:r w:rsidRPr="0042234B">
        <w:tab/>
        <w:t>N</w:t>
      </w:r>
      <w:r w:rsidRPr="0042234B">
        <w:tab/>
        <w:t xml:space="preserve">=  </w:t>
      </w:r>
      <w:r>
        <w:t>12,5</w:t>
      </w:r>
      <w:r w:rsidRPr="0042234B">
        <w:t>00 units</w:t>
      </w:r>
    </w:p>
    <w:p w:rsidR="005C186D" w:rsidRPr="0042234B" w:rsidRDefault="005C186D" w:rsidP="00664534">
      <w:pPr>
        <w:tabs>
          <w:tab w:val="left" w:pos="1200"/>
          <w:tab w:val="right" w:pos="1530"/>
          <w:tab w:val="left" w:pos="1800"/>
          <w:tab w:val="left" w:pos="1980"/>
        </w:tabs>
      </w:pPr>
    </w:p>
    <w:p w:rsidR="005C186D" w:rsidRPr="0042234B" w:rsidRDefault="005C186D" w:rsidP="00664534">
      <w:pPr>
        <w:tabs>
          <w:tab w:val="right" w:pos="1800"/>
          <w:tab w:val="left" w:pos="1980"/>
        </w:tabs>
      </w:pPr>
      <w:r w:rsidRPr="0042234B">
        <w:tab/>
        <w:t>Let S</w:t>
      </w:r>
      <w:r w:rsidRPr="0042234B">
        <w:tab/>
        <w:t>=  sales in dollars</w:t>
      </w:r>
    </w:p>
    <w:p w:rsidR="005C186D" w:rsidRPr="0042234B" w:rsidRDefault="005C186D" w:rsidP="00664534">
      <w:pPr>
        <w:tabs>
          <w:tab w:val="right" w:pos="1800"/>
          <w:tab w:val="left" w:pos="1980"/>
        </w:tabs>
      </w:pPr>
      <w:r w:rsidRPr="0042234B">
        <w:tab/>
        <w:t>S</w:t>
      </w:r>
      <w:r w:rsidRPr="0042234B">
        <w:tab/>
        <w:t>=  $</w:t>
      </w:r>
      <w:r>
        <w:t>4</w:t>
      </w:r>
      <w:r w:rsidRPr="0042234B">
        <w:t>,000 + .</w:t>
      </w:r>
      <w:r>
        <w:t>68</w:t>
      </w:r>
      <w:r w:rsidRPr="0042234B">
        <w:t xml:space="preserve"> S + 0</w:t>
      </w:r>
    </w:p>
    <w:p w:rsidR="005C186D" w:rsidRPr="0042234B" w:rsidRDefault="005C186D" w:rsidP="00664534">
      <w:pPr>
        <w:tabs>
          <w:tab w:val="right" w:pos="1800"/>
          <w:tab w:val="left" w:pos="1980"/>
        </w:tabs>
      </w:pPr>
      <w:r w:rsidRPr="0042234B">
        <w:tab/>
        <w:t>.</w:t>
      </w:r>
      <w:r>
        <w:t>32</w:t>
      </w:r>
      <w:r w:rsidRPr="0042234B">
        <w:t xml:space="preserve"> S</w:t>
      </w:r>
      <w:r w:rsidRPr="0042234B">
        <w:tab/>
        <w:t>=  $</w:t>
      </w:r>
      <w:r>
        <w:t>4</w:t>
      </w:r>
      <w:r w:rsidRPr="0042234B">
        <w:t>,000</w:t>
      </w:r>
    </w:p>
    <w:p w:rsidR="005C186D" w:rsidRPr="0042234B" w:rsidRDefault="005C186D" w:rsidP="00664534">
      <w:pPr>
        <w:tabs>
          <w:tab w:val="right" w:pos="1800"/>
          <w:tab w:val="left" w:pos="1980"/>
        </w:tabs>
      </w:pPr>
      <w:r w:rsidRPr="0042234B">
        <w:tab/>
        <w:t>S</w:t>
      </w:r>
      <w:r w:rsidRPr="0042234B">
        <w:tab/>
        <w:t>=  $</w:t>
      </w:r>
      <w:r>
        <w:t>12,5</w:t>
      </w:r>
      <w:r w:rsidRPr="0042234B">
        <w:t>00</w:t>
      </w:r>
    </w:p>
    <w:p w:rsidR="005C186D" w:rsidRPr="0042234B" w:rsidRDefault="005C186D" w:rsidP="00490A29">
      <w:pPr>
        <w:tabs>
          <w:tab w:val="left" w:pos="1200"/>
        </w:tabs>
        <w:rPr>
          <w:spacing w:val="-20"/>
        </w:rPr>
      </w:pPr>
    </w:p>
    <w:p w:rsidR="005C186D" w:rsidRPr="0042234B" w:rsidRDefault="005C186D" w:rsidP="00CD2210">
      <w:pPr>
        <w:tabs>
          <w:tab w:val="left" w:pos="810"/>
        </w:tabs>
        <w:ind w:left="720"/>
      </w:pPr>
      <w:r w:rsidRPr="0042234B">
        <w:t xml:space="preserve">Alternatively, the </w:t>
      </w:r>
      <w:r>
        <w:t>12,5</w:t>
      </w:r>
      <w:r w:rsidRPr="0042234B">
        <w:t>00 units may be multiplied by the $1.00 to obtain $</w:t>
      </w:r>
      <w:r>
        <w:t>12,5</w:t>
      </w:r>
      <w:r w:rsidRPr="0042234B">
        <w:t>00.</w:t>
      </w:r>
    </w:p>
    <w:p w:rsidR="005C186D" w:rsidRPr="0042234B" w:rsidRDefault="005C186D" w:rsidP="00490A29">
      <w:pPr>
        <w:tabs>
          <w:tab w:val="left" w:pos="1200"/>
        </w:tabs>
      </w:pPr>
    </w:p>
    <w:p w:rsidR="005C186D" w:rsidRPr="0042234B" w:rsidRDefault="005C186D" w:rsidP="009D652B">
      <w:pPr>
        <w:tabs>
          <w:tab w:val="left" w:pos="720"/>
          <w:tab w:val="left" w:pos="810"/>
        </w:tabs>
      </w:pPr>
      <w:r w:rsidRPr="0042234B">
        <w:tab/>
        <w:t>In formula form:</w:t>
      </w:r>
    </w:p>
    <w:p w:rsidR="005C186D" w:rsidRPr="0042234B" w:rsidRDefault="005C186D" w:rsidP="00490A29">
      <w:pPr>
        <w:tabs>
          <w:tab w:val="left" w:pos="1200"/>
        </w:tabs>
      </w:pPr>
    </w:p>
    <w:p w:rsidR="005C186D" w:rsidRPr="0042234B" w:rsidRDefault="005C186D" w:rsidP="003F53B3">
      <w:pPr>
        <w:tabs>
          <w:tab w:val="left" w:pos="720"/>
        </w:tabs>
      </w:pPr>
      <w:r w:rsidRPr="0042234B">
        <w:tab/>
      </w:r>
      <w:r w:rsidRPr="0042234B">
        <w:rPr>
          <w:u w:val="single"/>
        </w:rPr>
        <w:t>In units</w:t>
      </w:r>
    </w:p>
    <w:p w:rsidR="005C186D" w:rsidRPr="0042234B" w:rsidRDefault="005C186D" w:rsidP="00490A29">
      <w:pPr>
        <w:tabs>
          <w:tab w:val="left" w:pos="1680"/>
        </w:tabs>
      </w:pPr>
    </w:p>
    <w:p w:rsidR="005C186D" w:rsidRPr="0042234B" w:rsidRDefault="005C186D" w:rsidP="00490A29">
      <w:pPr>
        <w:tabs>
          <w:tab w:val="left" w:pos="840"/>
        </w:tabs>
      </w:pPr>
      <w:r w:rsidRPr="0042234B">
        <w:tab/>
      </w:r>
      <w:r w:rsidRPr="003F53B3">
        <w:rPr>
          <w:position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33pt">
            <v:imagedata r:id="rId7" o:title=""/>
          </v:shape>
        </w:pict>
      </w:r>
      <w:r w:rsidRPr="0042234B">
        <w:t xml:space="preserve">   =   </w:t>
      </w:r>
      <w:r w:rsidRPr="005648B3">
        <w:rPr>
          <w:position w:val="-26"/>
        </w:rPr>
        <w:pict>
          <v:shape id="_x0000_i1026" type="#_x0000_t75" style="width:66.75pt;height:30.75pt">
            <v:imagedata r:id="rId8" o:title=""/>
          </v:shape>
        </w:pict>
      </w:r>
      <w:r w:rsidRPr="0042234B">
        <w:t xml:space="preserve"> = </w:t>
      </w:r>
      <w:r>
        <w:t>12,5</w:t>
      </w:r>
      <w:r w:rsidRPr="0042234B">
        <w:t>00</w:t>
      </w:r>
      <w:r>
        <w:t xml:space="preserve"> units</w:t>
      </w:r>
    </w:p>
    <w:p w:rsidR="005C186D" w:rsidRPr="0042234B" w:rsidRDefault="005C186D" w:rsidP="00490A29">
      <w:pPr>
        <w:tabs>
          <w:tab w:val="left" w:pos="840"/>
        </w:tabs>
        <w:rPr>
          <w:spacing w:val="-20"/>
        </w:rPr>
      </w:pPr>
    </w:p>
    <w:p w:rsidR="005C186D" w:rsidRPr="0042234B" w:rsidRDefault="005C186D" w:rsidP="003F53B3">
      <w:pPr>
        <w:tabs>
          <w:tab w:val="left" w:pos="810"/>
        </w:tabs>
      </w:pPr>
      <w:r w:rsidRPr="0042234B">
        <w:rPr>
          <w:spacing w:val="-20"/>
        </w:rPr>
        <w:tab/>
      </w:r>
      <w:r w:rsidRPr="0042234B">
        <w:rPr>
          <w:u w:val="single"/>
        </w:rPr>
        <w:t>In dollars</w:t>
      </w:r>
    </w:p>
    <w:p w:rsidR="005C186D" w:rsidRPr="0042234B" w:rsidRDefault="005C186D" w:rsidP="00490A29">
      <w:pPr>
        <w:tabs>
          <w:tab w:val="left" w:pos="1680"/>
        </w:tabs>
      </w:pPr>
    </w:p>
    <w:p w:rsidR="005C186D" w:rsidRPr="0042234B" w:rsidRDefault="005C186D" w:rsidP="00490A29">
      <w:pPr>
        <w:tabs>
          <w:tab w:val="left" w:pos="840"/>
        </w:tabs>
      </w:pPr>
      <w:r w:rsidRPr="0042234B">
        <w:tab/>
      </w:r>
      <w:r w:rsidRPr="003F53B3">
        <w:rPr>
          <w:position w:val="-28"/>
        </w:rPr>
        <w:pict>
          <v:shape id="_x0000_i1027" type="#_x0000_t75" style="width:158.25pt;height:33pt">
            <v:imagedata r:id="rId9" o:title=""/>
          </v:shape>
        </w:pict>
      </w:r>
      <w:r w:rsidRPr="0042234B">
        <w:t xml:space="preserve">  =   </w:t>
      </w:r>
      <w:r w:rsidRPr="005648B3">
        <w:rPr>
          <w:position w:val="-24"/>
        </w:rPr>
        <w:pict>
          <v:shape id="_x0000_i1028" type="#_x0000_t75" style="width:69.75pt;height:30.75pt">
            <v:imagedata r:id="rId10" o:title=""/>
          </v:shape>
        </w:pict>
      </w:r>
      <w:r w:rsidRPr="0042234B">
        <w:t>= $</w:t>
      </w:r>
      <w:r>
        <w:t>12,5</w:t>
      </w:r>
      <w:r w:rsidRPr="0042234B">
        <w:t>00</w:t>
      </w:r>
    </w:p>
    <w:p w:rsidR="005C186D" w:rsidRPr="0042234B" w:rsidRDefault="005C186D" w:rsidP="00490A29">
      <w:pPr>
        <w:tabs>
          <w:tab w:val="left" w:pos="840"/>
        </w:tabs>
        <w:rPr>
          <w:spacing w:val="-20"/>
        </w:rPr>
      </w:pPr>
      <w:r w:rsidRPr="0042234B">
        <w:rPr>
          <w:spacing w:val="-20"/>
        </w:rPr>
        <w:tab/>
      </w:r>
    </w:p>
    <w:p w:rsidR="005C186D" w:rsidRPr="0042234B" w:rsidRDefault="005C186D" w:rsidP="00490A29">
      <w:pPr>
        <w:tabs>
          <w:tab w:val="left" w:pos="840"/>
        </w:tabs>
      </w:pPr>
      <w:r w:rsidRPr="0042234B">
        <w:t>2.</w:t>
      </w:r>
      <w:r w:rsidRPr="0042234B">
        <w:tab/>
        <w:t>The quick way:  (4</w:t>
      </w:r>
      <w:r>
        <w:t>5</w:t>
      </w:r>
      <w:r w:rsidRPr="0042234B">
        <w:t xml:space="preserve">,000 </w:t>
      </w:r>
      <w:r>
        <w:t>–</w:t>
      </w:r>
      <w:r w:rsidRPr="0042234B">
        <w:t xml:space="preserve"> </w:t>
      </w:r>
      <w:r>
        <w:t>12,5</w:t>
      </w:r>
      <w:r w:rsidRPr="0042234B">
        <w:t>00) × $.</w:t>
      </w:r>
      <w:r>
        <w:t>32</w:t>
      </w:r>
      <w:r w:rsidRPr="0042234B">
        <w:t xml:space="preserve"> = $</w:t>
      </w:r>
      <w:r>
        <w:t>10,4</w:t>
      </w:r>
      <w:r w:rsidRPr="0042234B">
        <w:t>00</w:t>
      </w:r>
    </w:p>
    <w:p w:rsidR="005C186D" w:rsidRPr="0042234B" w:rsidRDefault="005C186D" w:rsidP="00490A29">
      <w:pPr>
        <w:tabs>
          <w:tab w:val="left" w:pos="840"/>
        </w:tabs>
      </w:pPr>
    </w:p>
    <w:p w:rsidR="005C186D" w:rsidRPr="0042234B" w:rsidRDefault="005C186D" w:rsidP="00490A29">
      <w:pPr>
        <w:tabs>
          <w:tab w:val="left" w:pos="840"/>
        </w:tabs>
      </w:pPr>
      <w:r w:rsidRPr="0042234B">
        <w:tab/>
        <w:t>Compare income statements:</w:t>
      </w:r>
    </w:p>
    <w:p w:rsidR="005C186D" w:rsidRPr="0042234B" w:rsidRDefault="005C186D" w:rsidP="00490A29">
      <w:pPr>
        <w:tabs>
          <w:tab w:val="center" w:pos="5040"/>
          <w:tab w:val="left" w:pos="6240"/>
          <w:tab w:val="left" w:pos="7800"/>
        </w:tabs>
      </w:pPr>
    </w:p>
    <w:p w:rsidR="005C186D" w:rsidRPr="0042234B" w:rsidRDefault="005C186D" w:rsidP="00490A29">
      <w:pPr>
        <w:tabs>
          <w:tab w:val="center" w:pos="5040"/>
          <w:tab w:val="left" w:pos="6240"/>
          <w:tab w:val="left" w:pos="7800"/>
        </w:tabs>
      </w:pPr>
      <w:r w:rsidRPr="0042234B">
        <w:tab/>
        <w:t>Break-even</w:t>
      </w:r>
    </w:p>
    <w:p w:rsidR="005C186D" w:rsidRPr="0042234B" w:rsidRDefault="005C186D" w:rsidP="00490A29">
      <w:pPr>
        <w:tabs>
          <w:tab w:val="center" w:pos="5040"/>
          <w:tab w:val="center" w:pos="6840"/>
          <w:tab w:val="center" w:pos="8280"/>
        </w:tabs>
      </w:pPr>
      <w:r w:rsidRPr="0042234B">
        <w:tab/>
      </w:r>
      <w:r w:rsidRPr="0042234B">
        <w:rPr>
          <w:u w:val="single"/>
        </w:rPr>
        <w:t xml:space="preserve">  Point  </w:t>
      </w:r>
      <w:r w:rsidRPr="0042234B">
        <w:tab/>
      </w:r>
      <w:r w:rsidRPr="0042234B">
        <w:rPr>
          <w:u w:val="single"/>
        </w:rPr>
        <w:t>Increment</w:t>
      </w:r>
      <w:r w:rsidRPr="0042234B">
        <w:tab/>
      </w:r>
      <w:r w:rsidRPr="0042234B">
        <w:rPr>
          <w:u w:val="single"/>
        </w:rPr>
        <w:t>Total</w:t>
      </w:r>
    </w:p>
    <w:p w:rsidR="005C186D" w:rsidRPr="0042234B" w:rsidRDefault="005C186D" w:rsidP="00490A29">
      <w:pPr>
        <w:tabs>
          <w:tab w:val="left" w:pos="840"/>
          <w:tab w:val="right" w:pos="5520"/>
          <w:tab w:val="right" w:pos="7200"/>
          <w:tab w:val="right" w:pos="8640"/>
        </w:tabs>
        <w:spacing w:before="60"/>
      </w:pPr>
      <w:r w:rsidRPr="0042234B">
        <w:tab/>
        <w:t>Volume in units</w:t>
      </w:r>
      <w:r w:rsidRPr="0042234B">
        <w:tab/>
      </w:r>
      <w:r w:rsidRPr="0042234B">
        <w:rPr>
          <w:u w:val="double"/>
        </w:rPr>
        <w:t xml:space="preserve">  </w:t>
      </w:r>
      <w:r>
        <w:rPr>
          <w:u w:val="double"/>
        </w:rPr>
        <w:t>12,5</w:t>
      </w:r>
      <w:r w:rsidRPr="0042234B">
        <w:rPr>
          <w:u w:val="double"/>
        </w:rPr>
        <w:t>00</w:t>
      </w:r>
      <w:r w:rsidRPr="0042234B">
        <w:tab/>
      </w:r>
      <w:r w:rsidRPr="0042234B">
        <w:rPr>
          <w:u w:val="double"/>
        </w:rPr>
        <w:t xml:space="preserve">  </w:t>
      </w:r>
      <w:r>
        <w:rPr>
          <w:u w:val="double"/>
        </w:rPr>
        <w:t>32,5</w:t>
      </w:r>
      <w:r w:rsidRPr="0042234B">
        <w:rPr>
          <w:u w:val="double"/>
        </w:rPr>
        <w:t>00</w:t>
      </w:r>
      <w:r w:rsidRPr="0042234B">
        <w:tab/>
      </w:r>
      <w:r w:rsidRPr="0042234B">
        <w:rPr>
          <w:u w:val="double"/>
        </w:rPr>
        <w:t xml:space="preserve">  4</w:t>
      </w:r>
      <w:r>
        <w:rPr>
          <w:u w:val="double"/>
        </w:rPr>
        <w:t>5</w:t>
      </w:r>
      <w:r w:rsidRPr="0042234B">
        <w:rPr>
          <w:u w:val="double"/>
        </w:rPr>
        <w:t>,000</w:t>
      </w:r>
    </w:p>
    <w:p w:rsidR="005C186D" w:rsidRPr="0042234B" w:rsidRDefault="005C186D" w:rsidP="00490A29">
      <w:pPr>
        <w:tabs>
          <w:tab w:val="left" w:pos="840"/>
          <w:tab w:val="right" w:pos="5520"/>
          <w:tab w:val="right" w:pos="7200"/>
          <w:tab w:val="right" w:pos="8640"/>
        </w:tabs>
        <w:spacing w:before="60"/>
      </w:pPr>
      <w:r w:rsidRPr="0042234B">
        <w:tab/>
        <w:t>Sales</w:t>
      </w:r>
      <w:r w:rsidRPr="0042234B">
        <w:tab/>
      </w:r>
      <w:r w:rsidRPr="0042234B">
        <w:rPr>
          <w:u w:val="single"/>
        </w:rPr>
        <w:t>$</w:t>
      </w:r>
      <w:r>
        <w:rPr>
          <w:u w:val="single"/>
        </w:rPr>
        <w:t>12,5</w:t>
      </w:r>
      <w:r w:rsidRPr="0042234B">
        <w:rPr>
          <w:u w:val="single"/>
        </w:rPr>
        <w:t>00</w:t>
      </w:r>
      <w:r w:rsidRPr="0042234B">
        <w:tab/>
      </w:r>
      <w:r w:rsidRPr="0042234B">
        <w:rPr>
          <w:u w:val="single"/>
        </w:rPr>
        <w:t>$</w:t>
      </w:r>
      <w:r>
        <w:rPr>
          <w:u w:val="single"/>
        </w:rPr>
        <w:t>32,5</w:t>
      </w:r>
      <w:r w:rsidRPr="0042234B">
        <w:rPr>
          <w:u w:val="single"/>
        </w:rPr>
        <w:t>00</w:t>
      </w:r>
      <w:r w:rsidRPr="0042234B">
        <w:tab/>
      </w:r>
      <w:r w:rsidRPr="0042234B">
        <w:rPr>
          <w:u w:val="single"/>
        </w:rPr>
        <w:t>$4</w:t>
      </w:r>
      <w:r>
        <w:rPr>
          <w:u w:val="single"/>
        </w:rPr>
        <w:t>5</w:t>
      </w:r>
      <w:r w:rsidRPr="0042234B">
        <w:rPr>
          <w:u w:val="single"/>
        </w:rPr>
        <w:t>,000</w:t>
      </w:r>
    </w:p>
    <w:p w:rsidR="005C186D" w:rsidRPr="0042234B" w:rsidRDefault="005C186D" w:rsidP="00490A29">
      <w:pPr>
        <w:tabs>
          <w:tab w:val="left" w:pos="840"/>
          <w:tab w:val="left" w:pos="4560"/>
          <w:tab w:val="left" w:pos="6120"/>
          <w:tab w:val="left" w:pos="7800"/>
        </w:tabs>
        <w:spacing w:before="60"/>
      </w:pPr>
      <w:r w:rsidRPr="0042234B">
        <w:tab/>
        <w:t>Deduct expenses:</w:t>
      </w:r>
    </w:p>
    <w:p w:rsidR="005C186D" w:rsidRPr="0042234B" w:rsidRDefault="005C186D" w:rsidP="00490A29">
      <w:pPr>
        <w:tabs>
          <w:tab w:val="left" w:pos="840"/>
          <w:tab w:val="right" w:pos="5520"/>
          <w:tab w:val="right" w:pos="7200"/>
          <w:tab w:val="right" w:pos="8640"/>
        </w:tabs>
        <w:spacing w:before="60"/>
      </w:pPr>
      <w:r w:rsidRPr="0042234B">
        <w:tab/>
        <w:t>Variable</w:t>
      </w:r>
      <w:r w:rsidRPr="0042234B">
        <w:tab/>
      </w:r>
      <w:r>
        <w:t>8,5</w:t>
      </w:r>
      <w:r w:rsidRPr="0042234B">
        <w:t>00</w:t>
      </w:r>
      <w:r w:rsidRPr="0042234B">
        <w:tab/>
      </w:r>
      <w:r>
        <w:t>22,1</w:t>
      </w:r>
      <w:r w:rsidRPr="0042234B">
        <w:t>00</w:t>
      </w:r>
      <w:r w:rsidRPr="0042234B">
        <w:tab/>
        <w:t>3</w:t>
      </w:r>
      <w:r>
        <w:t>0,6</w:t>
      </w:r>
      <w:r w:rsidRPr="0042234B">
        <w:t>00</w:t>
      </w:r>
    </w:p>
    <w:p w:rsidR="005C186D" w:rsidRPr="0042234B" w:rsidRDefault="005C186D" w:rsidP="00490A29">
      <w:pPr>
        <w:tabs>
          <w:tab w:val="left" w:pos="840"/>
          <w:tab w:val="right" w:pos="5520"/>
          <w:tab w:val="right" w:pos="7200"/>
          <w:tab w:val="right" w:pos="8640"/>
        </w:tabs>
        <w:spacing w:before="60"/>
      </w:pPr>
      <w:r w:rsidRPr="0042234B">
        <w:tab/>
        <w:t>Fixed</w:t>
      </w:r>
      <w:r w:rsidRPr="0042234B">
        <w:tab/>
      </w:r>
      <w:r w:rsidRPr="0042234B">
        <w:rPr>
          <w:u w:val="single"/>
        </w:rPr>
        <w:t xml:space="preserve">    </w:t>
      </w:r>
      <w:r>
        <w:rPr>
          <w:u w:val="single"/>
        </w:rPr>
        <w:t>4</w:t>
      </w:r>
      <w:r w:rsidRPr="0042234B">
        <w:rPr>
          <w:u w:val="single"/>
        </w:rPr>
        <w:t>,000</w:t>
      </w:r>
      <w:r w:rsidRPr="0042234B">
        <w:tab/>
      </w:r>
      <w:r w:rsidRPr="0042234B">
        <w:rPr>
          <w:u w:val="single"/>
        </w:rPr>
        <w:t xml:space="preserve">       ---</w:t>
      </w:r>
      <w:r w:rsidRPr="0042234B">
        <w:tab/>
      </w:r>
      <w:r w:rsidRPr="0042234B">
        <w:rPr>
          <w:u w:val="single"/>
        </w:rPr>
        <w:t xml:space="preserve">    </w:t>
      </w:r>
      <w:r>
        <w:rPr>
          <w:u w:val="single"/>
        </w:rPr>
        <w:t>4</w:t>
      </w:r>
      <w:r w:rsidRPr="0042234B">
        <w:rPr>
          <w:u w:val="single"/>
        </w:rPr>
        <w:t>,000</w:t>
      </w:r>
    </w:p>
    <w:p w:rsidR="005C186D" w:rsidRPr="0042234B" w:rsidRDefault="005C186D" w:rsidP="00490A29">
      <w:pPr>
        <w:tabs>
          <w:tab w:val="left" w:pos="840"/>
          <w:tab w:val="right" w:pos="5520"/>
          <w:tab w:val="right" w:pos="7200"/>
          <w:tab w:val="right" w:pos="8640"/>
        </w:tabs>
        <w:spacing w:before="60"/>
      </w:pPr>
      <w:r w:rsidRPr="0042234B">
        <w:tab/>
        <w:t>Total expenses</w:t>
      </w:r>
      <w:r w:rsidRPr="0042234B">
        <w:tab/>
      </w:r>
      <w:r w:rsidRPr="0042234B">
        <w:rPr>
          <w:u w:val="single"/>
        </w:rPr>
        <w:t xml:space="preserve">  </w:t>
      </w:r>
      <w:r>
        <w:rPr>
          <w:u w:val="single"/>
        </w:rPr>
        <w:t>12,5</w:t>
      </w:r>
      <w:r w:rsidRPr="0042234B">
        <w:rPr>
          <w:u w:val="single"/>
        </w:rPr>
        <w:t>00</w:t>
      </w:r>
      <w:r w:rsidRPr="0042234B">
        <w:tab/>
      </w:r>
      <w:r>
        <w:rPr>
          <w:u w:val="single"/>
        </w:rPr>
        <w:t xml:space="preserve"> 22,1</w:t>
      </w:r>
      <w:r w:rsidRPr="0042234B">
        <w:rPr>
          <w:u w:val="single"/>
        </w:rPr>
        <w:t>00</w:t>
      </w:r>
      <w:r w:rsidRPr="0042234B">
        <w:tab/>
      </w:r>
      <w:r w:rsidRPr="0042234B">
        <w:rPr>
          <w:u w:val="single"/>
        </w:rPr>
        <w:t xml:space="preserve">  3</w:t>
      </w:r>
      <w:r>
        <w:rPr>
          <w:u w:val="single"/>
        </w:rPr>
        <w:t>4,6</w:t>
      </w:r>
      <w:r w:rsidRPr="0042234B">
        <w:rPr>
          <w:u w:val="single"/>
        </w:rPr>
        <w:t>00</w:t>
      </w:r>
    </w:p>
    <w:p w:rsidR="005C186D" w:rsidRPr="0042234B" w:rsidRDefault="005C186D" w:rsidP="00490A29">
      <w:pPr>
        <w:tabs>
          <w:tab w:val="left" w:pos="840"/>
          <w:tab w:val="right" w:pos="5520"/>
          <w:tab w:val="right" w:pos="7200"/>
          <w:tab w:val="right" w:pos="8640"/>
        </w:tabs>
        <w:spacing w:before="60"/>
      </w:pPr>
      <w:r w:rsidRPr="0042234B">
        <w:tab/>
        <w:t>Effect on net income</w:t>
      </w:r>
      <w:r w:rsidRPr="0042234B">
        <w:tab/>
      </w:r>
      <w:r w:rsidRPr="0042234B">
        <w:rPr>
          <w:u w:val="double"/>
        </w:rPr>
        <w:t>$          0</w:t>
      </w:r>
      <w:r w:rsidRPr="0042234B">
        <w:tab/>
      </w:r>
      <w:r w:rsidRPr="0042234B">
        <w:rPr>
          <w:u w:val="double"/>
        </w:rPr>
        <w:t xml:space="preserve">$ </w:t>
      </w:r>
      <w:r>
        <w:rPr>
          <w:u w:val="double"/>
        </w:rPr>
        <w:t>10,4</w:t>
      </w:r>
      <w:r w:rsidRPr="0042234B">
        <w:rPr>
          <w:u w:val="double"/>
        </w:rPr>
        <w:t>00</w:t>
      </w:r>
      <w:r w:rsidRPr="0042234B">
        <w:tab/>
      </w:r>
      <w:r>
        <w:rPr>
          <w:u w:val="double"/>
        </w:rPr>
        <w:t>$ 10,4</w:t>
      </w:r>
      <w:r w:rsidRPr="0042234B">
        <w:rPr>
          <w:u w:val="double"/>
        </w:rPr>
        <w:t>00</w:t>
      </w:r>
    </w:p>
    <w:p w:rsidR="005C186D" w:rsidRPr="0042234B" w:rsidRDefault="005C186D" w:rsidP="00490A29">
      <w:pPr>
        <w:tabs>
          <w:tab w:val="left" w:pos="840"/>
        </w:tabs>
      </w:pPr>
    </w:p>
    <w:p w:rsidR="005C186D" w:rsidRDefault="005C186D" w:rsidP="00490A29">
      <w:pPr>
        <w:tabs>
          <w:tab w:val="left" w:pos="840"/>
        </w:tabs>
      </w:pPr>
    </w:p>
    <w:p w:rsidR="005C186D" w:rsidRDefault="005C186D" w:rsidP="00490A29">
      <w:pPr>
        <w:tabs>
          <w:tab w:val="left" w:pos="840"/>
        </w:tabs>
      </w:pPr>
    </w:p>
    <w:p w:rsidR="005C186D" w:rsidRPr="0042234B" w:rsidRDefault="005C186D" w:rsidP="00490A29">
      <w:pPr>
        <w:tabs>
          <w:tab w:val="left" w:pos="840"/>
        </w:tabs>
      </w:pPr>
      <w:r w:rsidRPr="0042234B">
        <w:t>3.</w:t>
      </w:r>
      <w:r w:rsidRPr="0042234B">
        <w:tab/>
        <w:t>Total fixed expenses would be $</w:t>
      </w:r>
      <w:r>
        <w:t>4</w:t>
      </w:r>
      <w:r w:rsidRPr="0042234B">
        <w:t>,000 + $1,</w:t>
      </w:r>
      <w:r>
        <w:t>600</w:t>
      </w:r>
      <w:r w:rsidRPr="0042234B">
        <w:t xml:space="preserve"> = $</w:t>
      </w:r>
      <w:r>
        <w:t>5,600</w:t>
      </w:r>
    </w:p>
    <w:p w:rsidR="005C186D" w:rsidRPr="0042234B" w:rsidRDefault="005C186D" w:rsidP="00490A29">
      <w:pPr>
        <w:tabs>
          <w:tab w:val="left" w:pos="840"/>
        </w:tabs>
      </w:pPr>
    </w:p>
    <w:p w:rsidR="005C186D" w:rsidRPr="0042234B" w:rsidRDefault="005C186D" w:rsidP="00490A29">
      <w:pPr>
        <w:tabs>
          <w:tab w:val="left" w:pos="840"/>
          <w:tab w:val="left" w:pos="5220"/>
        </w:tabs>
      </w:pPr>
      <w:r w:rsidRPr="0042234B">
        <w:tab/>
        <w:t xml:space="preserve">   </w:t>
      </w:r>
      <w:r w:rsidRPr="00B106FA">
        <w:rPr>
          <w:position w:val="-26"/>
        </w:rPr>
        <w:pict>
          <v:shape id="_x0000_i1029" type="#_x0000_t75" style="width:48.75pt;height:32.25pt">
            <v:imagedata r:id="rId11" o:title=""/>
          </v:shape>
        </w:pict>
      </w:r>
      <w:r w:rsidRPr="0042234B">
        <w:t xml:space="preserve">=  </w:t>
      </w:r>
      <w:r>
        <w:t>17,50</w:t>
      </w:r>
      <w:r w:rsidRPr="0042234B">
        <w:t xml:space="preserve">0 units;   </w:t>
      </w:r>
      <w:r w:rsidRPr="00B106FA">
        <w:rPr>
          <w:position w:val="-24"/>
        </w:rPr>
        <w:pict>
          <v:shape id="_x0000_i1030" type="#_x0000_t75" style="width:39.75pt;height:30.75pt">
            <v:imagedata r:id="rId12" o:title=""/>
          </v:shape>
        </w:pict>
      </w:r>
      <w:r w:rsidRPr="0042234B">
        <w:t>=  $</w:t>
      </w:r>
      <w:r>
        <w:t>17,50</w:t>
      </w:r>
      <w:r w:rsidRPr="0042234B">
        <w:t>0 sales</w:t>
      </w:r>
    </w:p>
    <w:p w:rsidR="005C186D" w:rsidRPr="0042234B" w:rsidRDefault="005C186D" w:rsidP="00490A29">
      <w:pPr>
        <w:tabs>
          <w:tab w:val="left" w:pos="1200"/>
          <w:tab w:val="left" w:pos="4200"/>
        </w:tabs>
      </w:pPr>
    </w:p>
    <w:p w:rsidR="005C186D" w:rsidRPr="0042234B" w:rsidRDefault="005C186D" w:rsidP="00490A29">
      <w:pPr>
        <w:tabs>
          <w:tab w:val="left" w:pos="1260"/>
          <w:tab w:val="left" w:pos="3240"/>
        </w:tabs>
      </w:pPr>
      <w:r w:rsidRPr="0042234B">
        <w:tab/>
        <w:t xml:space="preserve">or </w:t>
      </w:r>
      <w:r>
        <w:t>17,500 units</w:t>
      </w:r>
      <w:r w:rsidRPr="0042234B">
        <w:t xml:space="preserve"> × $1.00</w:t>
      </w:r>
      <w:r>
        <w:t xml:space="preserve"> / unit</w:t>
      </w:r>
      <w:r w:rsidRPr="0042234B">
        <w:tab/>
        <w:t>= $</w:t>
      </w:r>
      <w:r>
        <w:t>17,50</w:t>
      </w:r>
      <w:r w:rsidRPr="0042234B">
        <w:t>0 sales</w:t>
      </w:r>
    </w:p>
    <w:p w:rsidR="005C186D" w:rsidRPr="0042234B" w:rsidRDefault="005C186D" w:rsidP="00490A29">
      <w:pPr>
        <w:tabs>
          <w:tab w:val="left" w:pos="840"/>
        </w:tabs>
        <w:ind w:left="840" w:hanging="840"/>
      </w:pPr>
    </w:p>
    <w:p w:rsidR="005C186D" w:rsidRDefault="005C186D" w:rsidP="00490A29">
      <w:pPr>
        <w:tabs>
          <w:tab w:val="left" w:pos="840"/>
        </w:tabs>
        <w:ind w:left="840" w:hanging="840"/>
      </w:pPr>
      <w:r w:rsidRPr="0042234B">
        <w:t>4.</w:t>
      </w:r>
      <w:r w:rsidRPr="0042234B">
        <w:tab/>
        <w:t>New contribution margin is</w:t>
      </w:r>
      <w:r>
        <w:t xml:space="preserve"> $1.00 – $.68 – $.07 =</w:t>
      </w:r>
      <w:r w:rsidRPr="0042234B">
        <w:t xml:space="preserve"> $.</w:t>
      </w:r>
      <w:r>
        <w:t>25</w:t>
      </w:r>
      <w:r w:rsidRPr="0042234B">
        <w:t xml:space="preserve"> per unit</w:t>
      </w:r>
    </w:p>
    <w:p w:rsidR="005C186D" w:rsidRPr="0042234B" w:rsidRDefault="005C186D" w:rsidP="00490A29">
      <w:pPr>
        <w:tabs>
          <w:tab w:val="left" w:pos="840"/>
        </w:tabs>
        <w:ind w:left="840" w:hanging="840"/>
      </w:pPr>
      <w:r>
        <w:tab/>
        <w:t xml:space="preserve">Breakeven = Fixed cost ÷ contribution margin = </w:t>
      </w:r>
      <w:r w:rsidRPr="0042234B">
        <w:t>$</w:t>
      </w:r>
      <w:r>
        <w:t>4</w:t>
      </w:r>
      <w:r w:rsidRPr="0042234B">
        <w:t>,000 ÷ $.</w:t>
      </w:r>
      <w:r>
        <w:t>25</w:t>
      </w:r>
      <w:r w:rsidRPr="0042234B">
        <w:t xml:space="preserve"> = </w:t>
      </w:r>
      <w:r>
        <w:t>16,000</w:t>
      </w:r>
      <w:r w:rsidRPr="0042234B">
        <w:t xml:space="preserve"> units</w:t>
      </w:r>
    </w:p>
    <w:p w:rsidR="005C186D" w:rsidRPr="0042234B" w:rsidRDefault="005C186D" w:rsidP="00490A29">
      <w:pPr>
        <w:tabs>
          <w:tab w:val="left" w:pos="840"/>
        </w:tabs>
      </w:pPr>
    </w:p>
    <w:p w:rsidR="005C186D" w:rsidRPr="0042234B" w:rsidRDefault="005C186D" w:rsidP="00490A29">
      <w:pPr>
        <w:tabs>
          <w:tab w:val="left" w:pos="1260"/>
        </w:tabs>
      </w:pPr>
      <w:r w:rsidRPr="0042234B">
        <w:tab/>
      </w:r>
      <w:r>
        <w:t>16,000</w:t>
      </w:r>
      <w:r w:rsidRPr="0042234B">
        <w:t xml:space="preserve"> units × $1.00 = $</w:t>
      </w:r>
      <w:r>
        <w:t>16,000</w:t>
      </w:r>
      <w:r w:rsidRPr="0042234B">
        <w:t xml:space="preserve"> in sales</w:t>
      </w:r>
    </w:p>
    <w:p w:rsidR="005C186D" w:rsidRPr="0042234B" w:rsidRDefault="005C186D" w:rsidP="00490A29">
      <w:pPr>
        <w:tabs>
          <w:tab w:val="left" w:pos="1200"/>
        </w:tabs>
      </w:pPr>
    </w:p>
    <w:p w:rsidR="005C186D" w:rsidRPr="0042234B" w:rsidRDefault="005C186D" w:rsidP="00490A29">
      <w:pPr>
        <w:tabs>
          <w:tab w:val="left" w:pos="840"/>
        </w:tabs>
        <w:ind w:left="835" w:hanging="835"/>
      </w:pPr>
      <w:r w:rsidRPr="0042234B">
        <w:t>5.</w:t>
      </w:r>
      <w:r w:rsidRPr="0042234B">
        <w:tab/>
        <w:t>The quick way:  (4</w:t>
      </w:r>
      <w:r>
        <w:t>5</w:t>
      </w:r>
      <w:r w:rsidRPr="0042234B">
        <w:t xml:space="preserve">,000 </w:t>
      </w:r>
      <w:r>
        <w:t>–</w:t>
      </w:r>
      <w:r w:rsidRPr="0042234B">
        <w:t xml:space="preserve"> </w:t>
      </w:r>
      <w:r>
        <w:t>12,5</w:t>
      </w:r>
      <w:r w:rsidRPr="0042234B">
        <w:t>00) × $.</w:t>
      </w:r>
      <w:r>
        <w:t>21</w:t>
      </w:r>
      <w:r w:rsidRPr="0042234B">
        <w:t xml:space="preserve"> = $</w:t>
      </w:r>
      <w:r>
        <w:t>6,825</w:t>
      </w:r>
      <w:r w:rsidRPr="0042234B">
        <w:t>.  On a graph, the slope of the total cost line would have a kink upward, beginning at the break-even point.</w:t>
      </w:r>
    </w:p>
    <w:p w:rsidR="005C186D" w:rsidRPr="0042234B" w:rsidRDefault="005C186D" w:rsidP="00490A29">
      <w:pPr>
        <w:tabs>
          <w:tab w:val="left" w:pos="840"/>
        </w:tabs>
        <w:ind w:left="840" w:hanging="840"/>
      </w:pPr>
    </w:p>
    <w:p w:rsidR="005C186D" w:rsidRDefault="005C186D" w:rsidP="00664534"/>
    <w:p w:rsidR="005C186D" w:rsidRPr="0042234B" w:rsidRDefault="005C186D" w:rsidP="00664534">
      <w:r w:rsidRPr="0042234B">
        <w:rPr>
          <w:spacing w:val="-20"/>
          <w:u w:val="single"/>
        </w:rPr>
        <w:t>2-A3</w:t>
      </w:r>
      <w:r w:rsidRPr="0042234B">
        <w:rPr>
          <w:spacing w:val="-20"/>
        </w:rPr>
        <w:tab/>
        <w:t>(20-30 min.)</w:t>
      </w:r>
    </w:p>
    <w:p w:rsidR="005C186D" w:rsidRPr="0042234B" w:rsidRDefault="005C186D" w:rsidP="00490A29">
      <w:pPr>
        <w:tabs>
          <w:tab w:val="left" w:pos="840"/>
        </w:tabs>
        <w:ind w:left="840" w:hanging="840"/>
        <w:rPr>
          <w:spacing w:val="-20"/>
        </w:rPr>
      </w:pPr>
    </w:p>
    <w:p w:rsidR="005C186D" w:rsidRPr="0042234B" w:rsidRDefault="005C186D" w:rsidP="00490A29">
      <w:pPr>
        <w:tabs>
          <w:tab w:val="left" w:pos="840"/>
        </w:tabs>
        <w:rPr>
          <w:bCs/>
        </w:rPr>
      </w:pPr>
      <w:r w:rsidRPr="0042234B">
        <w:tab/>
      </w:r>
      <w:r w:rsidRPr="0042234B">
        <w:rPr>
          <w:bCs/>
        </w:rPr>
        <w:t>The following format is only one of many ways to present a solution.  This situation is really a demonstration of "sensitivity analysis," whereby a basic solution is tested to see how much it is affected by changes in critical factors.  Much discussion can ensue, particularly about the final three changes.</w:t>
      </w:r>
    </w:p>
    <w:p w:rsidR="005C186D" w:rsidRPr="0042234B" w:rsidRDefault="005C186D" w:rsidP="00490A29">
      <w:pPr>
        <w:tabs>
          <w:tab w:val="left" w:pos="840"/>
        </w:tabs>
        <w:spacing w:line="240" w:lineRule="atLeast"/>
        <w:rPr>
          <w:bCs/>
        </w:rPr>
      </w:pPr>
    </w:p>
    <w:p w:rsidR="005C186D" w:rsidRPr="0042234B" w:rsidRDefault="005C186D" w:rsidP="00490A29">
      <w:pPr>
        <w:tabs>
          <w:tab w:val="left" w:pos="840"/>
        </w:tabs>
        <w:spacing w:line="240" w:lineRule="atLeast"/>
        <w:rPr>
          <w:bCs/>
        </w:rPr>
      </w:pPr>
      <w:r w:rsidRPr="0042234B">
        <w:rPr>
          <w:bCs/>
        </w:rPr>
        <w:tab/>
        <w:t>The basic contribution margin per revenue mile is $</w:t>
      </w:r>
      <w:r>
        <w:rPr>
          <w:bCs/>
        </w:rPr>
        <w:t>2.0</w:t>
      </w:r>
      <w:r w:rsidRPr="0042234B">
        <w:rPr>
          <w:bCs/>
        </w:rPr>
        <w:t>0 - $1.</w:t>
      </w:r>
      <w:r>
        <w:rPr>
          <w:bCs/>
        </w:rPr>
        <w:t>6</w:t>
      </w:r>
      <w:r w:rsidRPr="0042234B">
        <w:rPr>
          <w:bCs/>
        </w:rPr>
        <w:t>0 = $.</w:t>
      </w:r>
      <w:r>
        <w:rPr>
          <w:bCs/>
        </w:rPr>
        <w:t>4</w:t>
      </w:r>
      <w:r w:rsidRPr="0042234B">
        <w:rPr>
          <w:bCs/>
        </w:rPr>
        <w:t>0</w:t>
      </w:r>
    </w:p>
    <w:p w:rsidR="005C186D" w:rsidRPr="0042234B" w:rsidRDefault="005C186D" w:rsidP="00490A29">
      <w:pPr>
        <w:tabs>
          <w:tab w:val="left" w:pos="840"/>
        </w:tabs>
        <w:spacing w:line="240" w:lineRule="atLeast"/>
        <w:rPr>
          <w:bCs/>
        </w:rPr>
      </w:pPr>
    </w:p>
    <w:p w:rsidR="005C186D" w:rsidRPr="0042234B" w:rsidRDefault="005C186D" w:rsidP="005D3635">
      <w:pPr>
        <w:tabs>
          <w:tab w:val="center" w:pos="1620"/>
          <w:tab w:val="center" w:pos="3420"/>
          <w:tab w:val="center" w:pos="5040"/>
          <w:tab w:val="center" w:pos="6840"/>
          <w:tab w:val="center" w:pos="8100"/>
        </w:tabs>
        <w:spacing w:line="240" w:lineRule="atLeast"/>
        <w:rPr>
          <w:bCs/>
          <w:spacing w:val="-20"/>
        </w:rPr>
      </w:pPr>
      <w:r w:rsidRPr="0042234B">
        <w:rPr>
          <w:bCs/>
          <w:spacing w:val="-20"/>
        </w:rPr>
        <w:tab/>
        <w:t>(1)</w:t>
      </w:r>
      <w:r w:rsidRPr="0042234B">
        <w:rPr>
          <w:bCs/>
          <w:spacing w:val="-20"/>
        </w:rPr>
        <w:tab/>
        <w:t>(2)</w:t>
      </w:r>
      <w:r w:rsidRPr="0042234B">
        <w:rPr>
          <w:bCs/>
          <w:spacing w:val="-20"/>
        </w:rPr>
        <w:tab/>
        <w:t>(3)</w:t>
      </w:r>
      <w:r w:rsidRPr="0042234B">
        <w:rPr>
          <w:bCs/>
          <w:spacing w:val="-20"/>
        </w:rPr>
        <w:tab/>
        <w:t>(4)</w:t>
      </w:r>
      <w:r w:rsidRPr="0042234B">
        <w:rPr>
          <w:bCs/>
          <w:spacing w:val="-20"/>
        </w:rPr>
        <w:tab/>
        <w:t>(5)</w:t>
      </w:r>
    </w:p>
    <w:p w:rsidR="005C186D" w:rsidRPr="0042234B" w:rsidRDefault="005C186D" w:rsidP="005D3635">
      <w:pPr>
        <w:tabs>
          <w:tab w:val="center" w:pos="1620"/>
          <w:tab w:val="center" w:pos="3420"/>
          <w:tab w:val="center" w:pos="5040"/>
          <w:tab w:val="center" w:pos="6840"/>
          <w:tab w:val="center" w:pos="8100"/>
        </w:tabs>
        <w:spacing w:line="240" w:lineRule="atLeast"/>
        <w:rPr>
          <w:bCs/>
          <w:spacing w:val="-20"/>
        </w:rPr>
      </w:pPr>
      <w:r w:rsidRPr="0042234B">
        <w:rPr>
          <w:bCs/>
          <w:spacing w:val="-20"/>
        </w:rPr>
        <w:tab/>
      </w:r>
      <w:r w:rsidRPr="0042234B">
        <w:rPr>
          <w:bCs/>
          <w:spacing w:val="-20"/>
        </w:rPr>
        <w:tab/>
      </w:r>
      <w:r w:rsidRPr="0042234B">
        <w:rPr>
          <w:bCs/>
          <w:spacing w:val="-20"/>
        </w:rPr>
        <w:tab/>
        <w:t>(1)×(2)</w:t>
      </w:r>
      <w:r w:rsidRPr="0042234B">
        <w:rPr>
          <w:bCs/>
          <w:spacing w:val="-20"/>
        </w:rPr>
        <w:tab/>
      </w:r>
      <w:r w:rsidRPr="0042234B">
        <w:rPr>
          <w:bCs/>
          <w:spacing w:val="-20"/>
        </w:rPr>
        <w:tab/>
        <w:t>(3)-(4)</w:t>
      </w:r>
    </w:p>
    <w:p w:rsidR="005C186D" w:rsidRPr="0042234B" w:rsidRDefault="005C186D" w:rsidP="005D3635">
      <w:pPr>
        <w:tabs>
          <w:tab w:val="center" w:pos="1620"/>
          <w:tab w:val="center" w:pos="3420"/>
          <w:tab w:val="center" w:pos="5040"/>
          <w:tab w:val="center" w:pos="6840"/>
          <w:tab w:val="center" w:pos="8100"/>
        </w:tabs>
        <w:spacing w:line="240" w:lineRule="atLeast"/>
        <w:rPr>
          <w:bCs/>
          <w:spacing w:val="-20"/>
        </w:rPr>
      </w:pPr>
      <w:r w:rsidRPr="0042234B">
        <w:rPr>
          <w:bCs/>
          <w:spacing w:val="-20"/>
        </w:rPr>
        <w:tab/>
        <w:t>Revenue</w:t>
      </w:r>
      <w:r w:rsidRPr="0042234B">
        <w:rPr>
          <w:bCs/>
          <w:spacing w:val="-20"/>
        </w:rPr>
        <w:tab/>
        <w:t>Contribution</w:t>
      </w:r>
      <w:r w:rsidRPr="0042234B">
        <w:rPr>
          <w:bCs/>
          <w:spacing w:val="-20"/>
        </w:rPr>
        <w:tab/>
        <w:t>Total</w:t>
      </w:r>
    </w:p>
    <w:p w:rsidR="005C186D" w:rsidRPr="0042234B" w:rsidRDefault="005C186D" w:rsidP="005D3635">
      <w:pPr>
        <w:tabs>
          <w:tab w:val="center" w:pos="1620"/>
          <w:tab w:val="center" w:pos="3420"/>
          <w:tab w:val="center" w:pos="5040"/>
          <w:tab w:val="center" w:pos="6840"/>
          <w:tab w:val="center" w:pos="8100"/>
        </w:tabs>
        <w:spacing w:line="240" w:lineRule="atLeast"/>
        <w:rPr>
          <w:bCs/>
          <w:spacing w:val="-20"/>
        </w:rPr>
      </w:pPr>
      <w:r w:rsidRPr="0042234B">
        <w:rPr>
          <w:bCs/>
          <w:spacing w:val="-20"/>
        </w:rPr>
        <w:tab/>
        <w:t>Miles</w:t>
      </w:r>
      <w:r w:rsidRPr="0042234B">
        <w:rPr>
          <w:bCs/>
          <w:spacing w:val="-20"/>
        </w:rPr>
        <w:tab/>
        <w:t>Margin Per</w:t>
      </w:r>
      <w:r w:rsidRPr="0042234B">
        <w:rPr>
          <w:bCs/>
          <w:spacing w:val="-20"/>
        </w:rPr>
        <w:tab/>
        <w:t>Contribution</w:t>
      </w:r>
      <w:r w:rsidRPr="0042234B">
        <w:rPr>
          <w:bCs/>
          <w:spacing w:val="-20"/>
        </w:rPr>
        <w:tab/>
        <w:t>Fixed</w:t>
      </w:r>
      <w:r w:rsidRPr="0042234B">
        <w:rPr>
          <w:bCs/>
          <w:spacing w:val="-20"/>
        </w:rPr>
        <w:tab/>
        <w:t>Net</w:t>
      </w:r>
    </w:p>
    <w:p w:rsidR="005C186D" w:rsidRPr="0042234B" w:rsidRDefault="005C186D" w:rsidP="005D3635">
      <w:pPr>
        <w:tabs>
          <w:tab w:val="center" w:pos="1620"/>
          <w:tab w:val="center" w:pos="3420"/>
          <w:tab w:val="center" w:pos="5040"/>
          <w:tab w:val="center" w:pos="6840"/>
          <w:tab w:val="center" w:pos="8100"/>
        </w:tabs>
        <w:spacing w:line="240" w:lineRule="atLeast"/>
        <w:rPr>
          <w:bCs/>
          <w:spacing w:val="-20"/>
        </w:rPr>
      </w:pPr>
      <w:r w:rsidRPr="0042234B">
        <w:rPr>
          <w:bCs/>
          <w:spacing w:val="-20"/>
        </w:rPr>
        <w:tab/>
      </w:r>
      <w:r w:rsidRPr="0042234B">
        <w:rPr>
          <w:bCs/>
          <w:spacing w:val="-20"/>
          <w:u w:val="single"/>
        </w:rPr>
        <w:t>Sold</w:t>
      </w:r>
      <w:r w:rsidRPr="0042234B">
        <w:rPr>
          <w:bCs/>
          <w:spacing w:val="-20"/>
        </w:rPr>
        <w:tab/>
      </w:r>
      <w:r w:rsidRPr="0042234B">
        <w:rPr>
          <w:bCs/>
          <w:spacing w:val="-20"/>
          <w:u w:val="single"/>
        </w:rPr>
        <w:t>Revenue Mile</w:t>
      </w:r>
      <w:r w:rsidRPr="0042234B">
        <w:rPr>
          <w:bCs/>
          <w:spacing w:val="-20"/>
        </w:rPr>
        <w:tab/>
      </w:r>
      <w:r w:rsidRPr="0042234B">
        <w:rPr>
          <w:bCs/>
          <w:spacing w:val="-20"/>
          <w:u w:val="single"/>
        </w:rPr>
        <w:t>Margin</w:t>
      </w:r>
      <w:r w:rsidRPr="0042234B">
        <w:rPr>
          <w:bCs/>
          <w:spacing w:val="-20"/>
        </w:rPr>
        <w:tab/>
      </w:r>
      <w:r w:rsidRPr="0042234B">
        <w:rPr>
          <w:bCs/>
          <w:spacing w:val="-20"/>
          <w:u w:val="single"/>
        </w:rPr>
        <w:t>Expenses</w:t>
      </w:r>
      <w:r w:rsidRPr="0042234B">
        <w:rPr>
          <w:bCs/>
          <w:spacing w:val="-20"/>
        </w:rPr>
        <w:tab/>
      </w:r>
      <w:r w:rsidRPr="0042234B">
        <w:rPr>
          <w:bCs/>
          <w:spacing w:val="-20"/>
          <w:u w:val="single"/>
        </w:rPr>
        <w:t>Income</w:t>
      </w:r>
    </w:p>
    <w:p w:rsidR="005C186D" w:rsidRPr="0042234B" w:rsidRDefault="005C186D" w:rsidP="00490A29">
      <w:pPr>
        <w:tabs>
          <w:tab w:val="left" w:pos="840"/>
        </w:tabs>
        <w:spacing w:line="240" w:lineRule="atLeast"/>
        <w:ind w:left="840" w:hanging="840"/>
        <w:rPr>
          <w:bCs/>
          <w:spacing w:val="-20"/>
        </w:rPr>
      </w:pPr>
    </w:p>
    <w:p w:rsidR="005C186D" w:rsidRPr="0042234B" w:rsidRDefault="005C186D" w:rsidP="005D3635">
      <w:pPr>
        <w:tabs>
          <w:tab w:val="left" w:pos="600"/>
          <w:tab w:val="right" w:pos="2040"/>
          <w:tab w:val="right" w:pos="3480"/>
          <w:tab w:val="right" w:pos="5490"/>
          <w:tab w:val="right" w:pos="7200"/>
          <w:tab w:val="decimal" w:pos="8460"/>
        </w:tabs>
        <w:spacing w:line="240" w:lineRule="atLeast"/>
        <w:ind w:left="840" w:hanging="840"/>
        <w:rPr>
          <w:bCs/>
          <w:spacing w:val="-20"/>
        </w:rPr>
      </w:pPr>
      <w:r w:rsidRPr="0042234B">
        <w:rPr>
          <w:bCs/>
          <w:spacing w:val="-20"/>
        </w:rPr>
        <w:t>1.</w:t>
      </w:r>
      <w:r w:rsidRPr="0042234B">
        <w:rPr>
          <w:bCs/>
          <w:spacing w:val="-20"/>
        </w:rPr>
        <w:tab/>
      </w:r>
      <w:r w:rsidRPr="0042234B">
        <w:rPr>
          <w:bCs/>
          <w:spacing w:val="-20"/>
        </w:rPr>
        <w:tab/>
      </w:r>
      <w:r w:rsidRPr="0042234B">
        <w:rPr>
          <w:bCs/>
          <w:spacing w:val="-20"/>
        </w:rPr>
        <w:tab/>
      </w:r>
      <w:r>
        <w:rPr>
          <w:bCs/>
          <w:spacing w:val="-20"/>
        </w:rPr>
        <w:t>5</w:t>
      </w:r>
      <w:r w:rsidRPr="0042234B">
        <w:rPr>
          <w:bCs/>
          <w:spacing w:val="-20"/>
        </w:rPr>
        <w:t>00,000</w:t>
      </w:r>
      <w:r w:rsidRPr="0042234B">
        <w:rPr>
          <w:bCs/>
          <w:spacing w:val="-20"/>
        </w:rPr>
        <w:tab/>
        <w:t>$.</w:t>
      </w:r>
      <w:r>
        <w:rPr>
          <w:bCs/>
          <w:spacing w:val="-20"/>
        </w:rPr>
        <w:t>4</w:t>
      </w:r>
      <w:r w:rsidRPr="0042234B">
        <w:rPr>
          <w:bCs/>
          <w:spacing w:val="-20"/>
        </w:rPr>
        <w:t>0</w:t>
      </w:r>
      <w:r w:rsidRPr="0042234B">
        <w:rPr>
          <w:bCs/>
          <w:spacing w:val="-20"/>
        </w:rPr>
        <w:tab/>
        <w:t>$</w:t>
      </w:r>
      <w:r>
        <w:rPr>
          <w:bCs/>
          <w:spacing w:val="-20"/>
        </w:rPr>
        <w:t>20</w:t>
      </w:r>
      <w:r w:rsidRPr="0042234B">
        <w:rPr>
          <w:bCs/>
          <w:spacing w:val="-20"/>
        </w:rPr>
        <w:t>0,000</w:t>
      </w:r>
      <w:r w:rsidRPr="0042234B">
        <w:rPr>
          <w:bCs/>
          <w:spacing w:val="-20"/>
        </w:rPr>
        <w:tab/>
        <w:t>$</w:t>
      </w:r>
      <w:r>
        <w:rPr>
          <w:bCs/>
          <w:spacing w:val="-20"/>
        </w:rPr>
        <w:t>50,000</w:t>
      </w:r>
      <w:r>
        <w:rPr>
          <w:bCs/>
          <w:spacing w:val="-20"/>
        </w:rPr>
        <w:tab/>
        <w:t>$ 15</w:t>
      </w:r>
      <w:r w:rsidRPr="0042234B">
        <w:rPr>
          <w:bCs/>
          <w:spacing w:val="-20"/>
        </w:rPr>
        <w:t>0,000</w:t>
      </w:r>
    </w:p>
    <w:p w:rsidR="005C186D" w:rsidRPr="0042234B" w:rsidRDefault="005C186D" w:rsidP="00490A29">
      <w:pPr>
        <w:tabs>
          <w:tab w:val="left" w:pos="600"/>
          <w:tab w:val="right" w:pos="2040"/>
          <w:tab w:val="right" w:pos="3480"/>
          <w:tab w:val="right" w:pos="5760"/>
          <w:tab w:val="right" w:pos="7344"/>
          <w:tab w:val="decimal" w:pos="8640"/>
        </w:tabs>
        <w:spacing w:line="240" w:lineRule="atLeast"/>
        <w:ind w:left="840" w:right="40" w:hanging="840"/>
        <w:rPr>
          <w:bCs/>
          <w:spacing w:val="-20"/>
        </w:rPr>
      </w:pPr>
    </w:p>
    <w:p w:rsidR="005C186D" w:rsidRPr="0042234B" w:rsidRDefault="005C186D" w:rsidP="005D3635">
      <w:pPr>
        <w:tabs>
          <w:tab w:val="left" w:pos="432"/>
          <w:tab w:val="left" w:pos="600"/>
          <w:tab w:val="right" w:pos="2040"/>
          <w:tab w:val="decimal" w:pos="3240"/>
          <w:tab w:val="right" w:pos="5490"/>
          <w:tab w:val="right" w:pos="7200"/>
          <w:tab w:val="decimal" w:pos="8460"/>
          <w:tab w:val="decimal" w:pos="8640"/>
        </w:tabs>
        <w:spacing w:line="240" w:lineRule="atLeast"/>
        <w:rPr>
          <w:bCs/>
          <w:spacing w:val="-20"/>
        </w:rPr>
      </w:pPr>
      <w:r>
        <w:rPr>
          <w:bCs/>
          <w:spacing w:val="-20"/>
        </w:rPr>
        <w:t>2.</w:t>
      </w:r>
      <w:r>
        <w:rPr>
          <w:bCs/>
          <w:spacing w:val="-20"/>
        </w:rPr>
        <w:tab/>
        <w:t xml:space="preserve">(a) </w:t>
      </w:r>
      <w:r>
        <w:rPr>
          <w:bCs/>
          <w:spacing w:val="-20"/>
        </w:rPr>
        <w:tab/>
        <w:t>5</w:t>
      </w:r>
      <w:r w:rsidRPr="0042234B">
        <w:rPr>
          <w:bCs/>
          <w:spacing w:val="-20"/>
        </w:rPr>
        <w:t>00,000</w:t>
      </w:r>
      <w:r w:rsidRPr="0042234B">
        <w:rPr>
          <w:bCs/>
          <w:spacing w:val="-20"/>
        </w:rPr>
        <w:tab/>
      </w:r>
      <w:r>
        <w:rPr>
          <w:bCs/>
          <w:spacing w:val="-20"/>
        </w:rPr>
        <w:t>1.00</w:t>
      </w:r>
      <w:r w:rsidRPr="0042234B">
        <w:rPr>
          <w:bCs/>
          <w:spacing w:val="-20"/>
        </w:rPr>
        <w:tab/>
      </w:r>
      <w:r>
        <w:rPr>
          <w:bCs/>
          <w:spacing w:val="-20"/>
        </w:rPr>
        <w:t>500</w:t>
      </w:r>
      <w:r w:rsidRPr="0042234B">
        <w:rPr>
          <w:bCs/>
          <w:spacing w:val="-20"/>
        </w:rPr>
        <w:t>,000</w:t>
      </w:r>
      <w:r w:rsidRPr="0042234B">
        <w:rPr>
          <w:bCs/>
          <w:spacing w:val="-20"/>
        </w:rPr>
        <w:tab/>
      </w:r>
      <w:r>
        <w:rPr>
          <w:bCs/>
          <w:spacing w:val="-20"/>
        </w:rPr>
        <w:t>5</w:t>
      </w:r>
      <w:r w:rsidRPr="0042234B">
        <w:rPr>
          <w:bCs/>
          <w:spacing w:val="-20"/>
        </w:rPr>
        <w:t>0,000</w:t>
      </w:r>
      <w:r w:rsidRPr="0042234B">
        <w:rPr>
          <w:bCs/>
          <w:spacing w:val="-20"/>
        </w:rPr>
        <w:tab/>
      </w:r>
      <w:r>
        <w:rPr>
          <w:bCs/>
          <w:spacing w:val="-20"/>
        </w:rPr>
        <w:t>45</w:t>
      </w:r>
      <w:r w:rsidRPr="0042234B">
        <w:rPr>
          <w:bCs/>
          <w:spacing w:val="-20"/>
        </w:rPr>
        <w:t>0,000</w:t>
      </w:r>
    </w:p>
    <w:p w:rsidR="005C186D" w:rsidRPr="0042234B" w:rsidRDefault="005C186D" w:rsidP="005D3635">
      <w:pPr>
        <w:tabs>
          <w:tab w:val="left" w:pos="432"/>
          <w:tab w:val="left" w:pos="600"/>
          <w:tab w:val="right" w:pos="2040"/>
          <w:tab w:val="decimal" w:pos="3240"/>
          <w:tab w:val="right" w:pos="5490"/>
          <w:tab w:val="right" w:pos="7200"/>
          <w:tab w:val="decimal" w:pos="8460"/>
          <w:tab w:val="decimal" w:pos="8640"/>
        </w:tabs>
        <w:spacing w:line="240" w:lineRule="atLeast"/>
        <w:rPr>
          <w:bCs/>
          <w:spacing w:val="-20"/>
        </w:rPr>
      </w:pPr>
      <w:r w:rsidRPr="0042234B">
        <w:rPr>
          <w:bCs/>
          <w:spacing w:val="-20"/>
        </w:rPr>
        <w:tab/>
        <w:t>(b)</w:t>
      </w:r>
      <w:r w:rsidRPr="0042234B">
        <w:rPr>
          <w:bCs/>
          <w:spacing w:val="-20"/>
        </w:rPr>
        <w:tab/>
      </w:r>
      <w:r>
        <w:rPr>
          <w:bCs/>
          <w:spacing w:val="-20"/>
        </w:rPr>
        <w:t>65</w:t>
      </w:r>
      <w:r w:rsidRPr="0042234B">
        <w:rPr>
          <w:bCs/>
          <w:spacing w:val="-20"/>
        </w:rPr>
        <w:t>0,000</w:t>
      </w:r>
      <w:r w:rsidRPr="0042234B">
        <w:rPr>
          <w:bCs/>
          <w:spacing w:val="-20"/>
        </w:rPr>
        <w:tab/>
        <w:t>.</w:t>
      </w:r>
      <w:r>
        <w:rPr>
          <w:bCs/>
          <w:spacing w:val="-20"/>
        </w:rPr>
        <w:t>4</w:t>
      </w:r>
      <w:r w:rsidRPr="0042234B">
        <w:rPr>
          <w:bCs/>
          <w:spacing w:val="-20"/>
        </w:rPr>
        <w:t>0</w:t>
      </w:r>
      <w:r w:rsidRPr="0042234B">
        <w:rPr>
          <w:bCs/>
          <w:spacing w:val="-20"/>
        </w:rPr>
        <w:tab/>
      </w:r>
      <w:r>
        <w:rPr>
          <w:bCs/>
          <w:spacing w:val="-20"/>
        </w:rPr>
        <w:t>260</w:t>
      </w:r>
      <w:r w:rsidRPr="0042234B">
        <w:rPr>
          <w:bCs/>
          <w:spacing w:val="-20"/>
        </w:rPr>
        <w:t>,000</w:t>
      </w:r>
      <w:r w:rsidRPr="0042234B">
        <w:rPr>
          <w:bCs/>
          <w:spacing w:val="-20"/>
        </w:rPr>
        <w:tab/>
      </w:r>
      <w:r>
        <w:rPr>
          <w:bCs/>
          <w:spacing w:val="-20"/>
        </w:rPr>
        <w:t>50</w:t>
      </w:r>
      <w:r w:rsidRPr="0042234B">
        <w:rPr>
          <w:bCs/>
          <w:spacing w:val="-20"/>
        </w:rPr>
        <w:t>,000</w:t>
      </w:r>
      <w:r w:rsidRPr="0042234B">
        <w:rPr>
          <w:bCs/>
          <w:spacing w:val="-20"/>
        </w:rPr>
        <w:tab/>
      </w:r>
      <w:r>
        <w:rPr>
          <w:bCs/>
          <w:spacing w:val="-20"/>
        </w:rPr>
        <w:t>210</w:t>
      </w:r>
      <w:r w:rsidRPr="0042234B">
        <w:rPr>
          <w:bCs/>
          <w:spacing w:val="-20"/>
        </w:rPr>
        <w:t>,000</w:t>
      </w:r>
    </w:p>
    <w:p w:rsidR="005C186D" w:rsidRPr="0042234B" w:rsidRDefault="005C186D" w:rsidP="005D3635">
      <w:pPr>
        <w:tabs>
          <w:tab w:val="left" w:pos="432"/>
          <w:tab w:val="left" w:pos="600"/>
          <w:tab w:val="right" w:pos="2040"/>
          <w:tab w:val="decimal" w:pos="3240"/>
          <w:tab w:val="right" w:pos="5490"/>
          <w:tab w:val="right" w:pos="7200"/>
          <w:tab w:val="decimal" w:pos="8460"/>
          <w:tab w:val="decimal" w:pos="8640"/>
          <w:tab w:val="right" w:pos="8784"/>
        </w:tabs>
        <w:spacing w:line="240" w:lineRule="atLeast"/>
        <w:rPr>
          <w:bCs/>
          <w:spacing w:val="-20"/>
        </w:rPr>
      </w:pPr>
      <w:r w:rsidRPr="0042234B">
        <w:rPr>
          <w:bCs/>
          <w:spacing w:val="-20"/>
        </w:rPr>
        <w:tab/>
        <w:t>(c)</w:t>
      </w:r>
      <w:r w:rsidRPr="0042234B">
        <w:rPr>
          <w:bCs/>
          <w:spacing w:val="-20"/>
        </w:rPr>
        <w:tab/>
      </w:r>
      <w:r>
        <w:rPr>
          <w:bCs/>
          <w:spacing w:val="-20"/>
        </w:rPr>
        <w:t>5</w:t>
      </w:r>
      <w:r w:rsidRPr="0042234B">
        <w:rPr>
          <w:bCs/>
          <w:spacing w:val="-20"/>
        </w:rPr>
        <w:t>00,000</w:t>
      </w:r>
      <w:r w:rsidRPr="0042234B">
        <w:rPr>
          <w:bCs/>
          <w:spacing w:val="-20"/>
        </w:rPr>
        <w:tab/>
      </w:r>
      <w:r>
        <w:rPr>
          <w:bCs/>
          <w:spacing w:val="-20"/>
        </w:rPr>
        <w:t>(</w:t>
      </w:r>
      <w:r w:rsidRPr="0042234B">
        <w:rPr>
          <w:bCs/>
          <w:spacing w:val="-20"/>
        </w:rPr>
        <w:t>.0</w:t>
      </w:r>
      <w:r>
        <w:rPr>
          <w:bCs/>
          <w:spacing w:val="-20"/>
        </w:rPr>
        <w:t>8)</w:t>
      </w:r>
      <w:r w:rsidRPr="0042234B">
        <w:rPr>
          <w:bCs/>
          <w:spacing w:val="-20"/>
        </w:rPr>
        <w:tab/>
      </w:r>
      <w:r>
        <w:rPr>
          <w:bCs/>
          <w:spacing w:val="-20"/>
        </w:rPr>
        <w:t>(40</w:t>
      </w:r>
      <w:r w:rsidRPr="0042234B">
        <w:rPr>
          <w:bCs/>
          <w:spacing w:val="-20"/>
        </w:rPr>
        <w:t>,000</w:t>
      </w:r>
      <w:r>
        <w:rPr>
          <w:bCs/>
          <w:spacing w:val="-20"/>
        </w:rPr>
        <w:t>)</w:t>
      </w:r>
      <w:r w:rsidRPr="0042234B">
        <w:rPr>
          <w:bCs/>
          <w:spacing w:val="-20"/>
        </w:rPr>
        <w:tab/>
      </w:r>
      <w:r>
        <w:rPr>
          <w:bCs/>
          <w:spacing w:val="-20"/>
        </w:rPr>
        <w:t>50</w:t>
      </w:r>
      <w:r w:rsidRPr="0042234B">
        <w:rPr>
          <w:bCs/>
          <w:spacing w:val="-20"/>
        </w:rPr>
        <w:t>,000</w:t>
      </w:r>
      <w:r w:rsidRPr="0042234B">
        <w:rPr>
          <w:bCs/>
          <w:spacing w:val="-20"/>
        </w:rPr>
        <w:tab/>
        <w:t>(</w:t>
      </w:r>
      <w:r>
        <w:rPr>
          <w:bCs/>
          <w:spacing w:val="-20"/>
        </w:rPr>
        <w:t>90</w:t>
      </w:r>
      <w:r w:rsidRPr="0042234B">
        <w:rPr>
          <w:bCs/>
          <w:spacing w:val="-20"/>
        </w:rPr>
        <w:t>,000)</w:t>
      </w:r>
    </w:p>
    <w:p w:rsidR="005C186D" w:rsidRPr="0042234B" w:rsidRDefault="005C186D" w:rsidP="005D3635">
      <w:pPr>
        <w:tabs>
          <w:tab w:val="left" w:pos="432"/>
          <w:tab w:val="left" w:pos="600"/>
          <w:tab w:val="right" w:pos="2040"/>
          <w:tab w:val="decimal" w:pos="3240"/>
          <w:tab w:val="right" w:pos="5490"/>
          <w:tab w:val="right" w:pos="7200"/>
          <w:tab w:val="decimal" w:pos="8460"/>
          <w:tab w:val="decimal" w:pos="8640"/>
        </w:tabs>
        <w:spacing w:line="240" w:lineRule="atLeast"/>
        <w:rPr>
          <w:bCs/>
          <w:spacing w:val="-20"/>
        </w:rPr>
      </w:pPr>
      <w:r w:rsidRPr="0042234B">
        <w:rPr>
          <w:bCs/>
          <w:spacing w:val="-20"/>
        </w:rPr>
        <w:tab/>
        <w:t>(d)</w:t>
      </w:r>
      <w:r w:rsidRPr="0042234B">
        <w:rPr>
          <w:bCs/>
          <w:spacing w:val="-20"/>
        </w:rPr>
        <w:tab/>
      </w:r>
      <w:r>
        <w:rPr>
          <w:bCs/>
          <w:spacing w:val="-20"/>
        </w:rPr>
        <w:t>5</w:t>
      </w:r>
      <w:r w:rsidRPr="0042234B">
        <w:rPr>
          <w:bCs/>
          <w:spacing w:val="-20"/>
        </w:rPr>
        <w:t>00,000</w:t>
      </w:r>
      <w:r w:rsidRPr="0042234B">
        <w:rPr>
          <w:bCs/>
          <w:spacing w:val="-20"/>
        </w:rPr>
        <w:tab/>
        <w:t>.</w:t>
      </w:r>
      <w:r>
        <w:rPr>
          <w:bCs/>
          <w:spacing w:val="-20"/>
        </w:rPr>
        <w:t>4</w:t>
      </w:r>
      <w:r w:rsidRPr="0042234B">
        <w:rPr>
          <w:bCs/>
          <w:spacing w:val="-20"/>
        </w:rPr>
        <w:t>0</w:t>
      </w:r>
      <w:r w:rsidRPr="0042234B">
        <w:rPr>
          <w:bCs/>
          <w:spacing w:val="-20"/>
        </w:rPr>
        <w:tab/>
      </w:r>
      <w:r>
        <w:rPr>
          <w:bCs/>
          <w:spacing w:val="-20"/>
        </w:rPr>
        <w:t>20</w:t>
      </w:r>
      <w:r w:rsidRPr="0042234B">
        <w:rPr>
          <w:bCs/>
          <w:spacing w:val="-20"/>
        </w:rPr>
        <w:t>0,000</w:t>
      </w:r>
      <w:r w:rsidRPr="0042234B">
        <w:rPr>
          <w:bCs/>
          <w:spacing w:val="-20"/>
        </w:rPr>
        <w:tab/>
      </w:r>
      <w:r>
        <w:rPr>
          <w:bCs/>
          <w:spacing w:val="-20"/>
        </w:rPr>
        <w:t>65</w:t>
      </w:r>
      <w:r w:rsidRPr="0042234B">
        <w:rPr>
          <w:bCs/>
          <w:spacing w:val="-20"/>
        </w:rPr>
        <w:t>,000</w:t>
      </w:r>
      <w:r w:rsidRPr="0042234B">
        <w:rPr>
          <w:bCs/>
          <w:spacing w:val="-20"/>
        </w:rPr>
        <w:tab/>
      </w:r>
      <w:r>
        <w:rPr>
          <w:bCs/>
          <w:spacing w:val="-20"/>
        </w:rPr>
        <w:t>135</w:t>
      </w:r>
      <w:r w:rsidRPr="0042234B">
        <w:rPr>
          <w:bCs/>
          <w:spacing w:val="-20"/>
        </w:rPr>
        <w:t>,000</w:t>
      </w:r>
    </w:p>
    <w:p w:rsidR="005C186D" w:rsidRPr="0042234B" w:rsidRDefault="005C186D" w:rsidP="005D3635">
      <w:pPr>
        <w:tabs>
          <w:tab w:val="left" w:pos="432"/>
          <w:tab w:val="left" w:pos="600"/>
          <w:tab w:val="right" w:pos="2040"/>
          <w:tab w:val="decimal" w:pos="3240"/>
          <w:tab w:val="right" w:pos="5490"/>
          <w:tab w:val="right" w:pos="7200"/>
          <w:tab w:val="decimal" w:pos="8460"/>
          <w:tab w:val="decimal" w:pos="8640"/>
        </w:tabs>
        <w:spacing w:line="240" w:lineRule="atLeast"/>
        <w:rPr>
          <w:bCs/>
          <w:spacing w:val="-20"/>
        </w:rPr>
      </w:pPr>
      <w:r w:rsidRPr="0042234B">
        <w:rPr>
          <w:bCs/>
          <w:spacing w:val="-20"/>
        </w:rPr>
        <w:tab/>
        <w:t>(e)</w:t>
      </w:r>
      <w:r w:rsidRPr="0042234B">
        <w:rPr>
          <w:bCs/>
          <w:spacing w:val="-20"/>
        </w:rPr>
        <w:tab/>
      </w:r>
      <w:r>
        <w:rPr>
          <w:bCs/>
          <w:spacing w:val="-20"/>
        </w:rPr>
        <w:t>575</w:t>
      </w:r>
      <w:r w:rsidRPr="0042234B">
        <w:rPr>
          <w:bCs/>
          <w:spacing w:val="-20"/>
        </w:rPr>
        <w:t>,000</w:t>
      </w:r>
      <w:r w:rsidRPr="0042234B">
        <w:rPr>
          <w:bCs/>
          <w:spacing w:val="-20"/>
        </w:rPr>
        <w:tab/>
        <w:t>.</w:t>
      </w:r>
      <w:r>
        <w:rPr>
          <w:bCs/>
          <w:spacing w:val="-20"/>
        </w:rPr>
        <w:t>35</w:t>
      </w:r>
      <w:r w:rsidRPr="0042234B">
        <w:rPr>
          <w:bCs/>
          <w:spacing w:val="-20"/>
        </w:rPr>
        <w:tab/>
      </w:r>
      <w:r>
        <w:rPr>
          <w:bCs/>
          <w:spacing w:val="-20"/>
        </w:rPr>
        <w:t>201</w:t>
      </w:r>
      <w:r w:rsidRPr="0042234B">
        <w:rPr>
          <w:bCs/>
          <w:spacing w:val="-20"/>
        </w:rPr>
        <w:t>,</w:t>
      </w:r>
      <w:r>
        <w:rPr>
          <w:bCs/>
          <w:spacing w:val="-20"/>
        </w:rPr>
        <w:t>250</w:t>
      </w:r>
      <w:r w:rsidRPr="0042234B">
        <w:rPr>
          <w:bCs/>
          <w:spacing w:val="-20"/>
        </w:rPr>
        <w:tab/>
      </w:r>
      <w:r>
        <w:rPr>
          <w:bCs/>
          <w:spacing w:val="-20"/>
        </w:rPr>
        <w:t>5</w:t>
      </w:r>
      <w:r w:rsidRPr="0042234B">
        <w:rPr>
          <w:bCs/>
          <w:spacing w:val="-20"/>
        </w:rPr>
        <w:t>0,000</w:t>
      </w:r>
      <w:r w:rsidRPr="0042234B">
        <w:rPr>
          <w:bCs/>
          <w:spacing w:val="-20"/>
        </w:rPr>
        <w:tab/>
      </w:r>
      <w:r>
        <w:rPr>
          <w:bCs/>
          <w:spacing w:val="-20"/>
        </w:rPr>
        <w:t>151</w:t>
      </w:r>
      <w:r w:rsidRPr="0042234B">
        <w:rPr>
          <w:bCs/>
          <w:spacing w:val="-20"/>
        </w:rPr>
        <w:t>,</w:t>
      </w:r>
      <w:r>
        <w:rPr>
          <w:bCs/>
          <w:spacing w:val="-20"/>
        </w:rPr>
        <w:t>250</w:t>
      </w:r>
    </w:p>
    <w:p w:rsidR="005C186D" w:rsidRPr="0042234B" w:rsidRDefault="005C186D" w:rsidP="005D3635">
      <w:pPr>
        <w:tabs>
          <w:tab w:val="left" w:pos="432"/>
          <w:tab w:val="left" w:pos="600"/>
          <w:tab w:val="right" w:pos="2040"/>
          <w:tab w:val="decimal" w:pos="3240"/>
          <w:tab w:val="right" w:pos="5490"/>
          <w:tab w:val="right" w:pos="7200"/>
          <w:tab w:val="decimal" w:pos="8460"/>
          <w:tab w:val="decimal" w:pos="8640"/>
        </w:tabs>
        <w:spacing w:line="240" w:lineRule="atLeast"/>
        <w:rPr>
          <w:bCs/>
          <w:spacing w:val="-20"/>
        </w:rPr>
      </w:pPr>
      <w:r w:rsidRPr="0042234B">
        <w:rPr>
          <w:bCs/>
          <w:spacing w:val="-20"/>
        </w:rPr>
        <w:tab/>
        <w:t>(f)</w:t>
      </w:r>
      <w:r w:rsidRPr="0042234B">
        <w:rPr>
          <w:bCs/>
          <w:spacing w:val="-20"/>
        </w:rPr>
        <w:tab/>
      </w:r>
      <w:r>
        <w:rPr>
          <w:bCs/>
          <w:spacing w:val="-20"/>
        </w:rPr>
        <w:t>350</w:t>
      </w:r>
      <w:r w:rsidRPr="0042234B">
        <w:rPr>
          <w:bCs/>
          <w:spacing w:val="-20"/>
        </w:rPr>
        <w:t>,000</w:t>
      </w:r>
      <w:r w:rsidRPr="0042234B">
        <w:rPr>
          <w:bCs/>
          <w:spacing w:val="-20"/>
        </w:rPr>
        <w:tab/>
        <w:t>.</w:t>
      </w:r>
      <w:r>
        <w:rPr>
          <w:bCs/>
          <w:spacing w:val="-20"/>
        </w:rPr>
        <w:t>41</w:t>
      </w:r>
      <w:r w:rsidRPr="0042234B">
        <w:rPr>
          <w:bCs/>
          <w:spacing w:val="-20"/>
        </w:rPr>
        <w:tab/>
      </w:r>
      <w:r>
        <w:rPr>
          <w:bCs/>
          <w:spacing w:val="-20"/>
        </w:rPr>
        <w:t>143,5</w:t>
      </w:r>
      <w:r w:rsidRPr="0042234B">
        <w:rPr>
          <w:bCs/>
          <w:spacing w:val="-20"/>
        </w:rPr>
        <w:t>00</w:t>
      </w:r>
      <w:r w:rsidRPr="0042234B">
        <w:rPr>
          <w:bCs/>
          <w:spacing w:val="-20"/>
        </w:rPr>
        <w:tab/>
      </w:r>
      <w:r>
        <w:rPr>
          <w:bCs/>
          <w:spacing w:val="-20"/>
        </w:rPr>
        <w:t>50</w:t>
      </w:r>
      <w:r w:rsidRPr="0042234B">
        <w:rPr>
          <w:bCs/>
          <w:spacing w:val="-20"/>
        </w:rPr>
        <w:t>,000</w:t>
      </w:r>
      <w:r w:rsidRPr="0042234B">
        <w:rPr>
          <w:bCs/>
          <w:spacing w:val="-20"/>
        </w:rPr>
        <w:tab/>
      </w:r>
      <w:r>
        <w:rPr>
          <w:bCs/>
          <w:spacing w:val="-20"/>
        </w:rPr>
        <w:t>93,5</w:t>
      </w:r>
      <w:r w:rsidRPr="0042234B">
        <w:rPr>
          <w:bCs/>
          <w:spacing w:val="-20"/>
        </w:rPr>
        <w:t>00</w:t>
      </w:r>
    </w:p>
    <w:p w:rsidR="005C186D" w:rsidRPr="0042234B" w:rsidRDefault="005C186D" w:rsidP="005D3635">
      <w:pPr>
        <w:tabs>
          <w:tab w:val="left" w:pos="432"/>
          <w:tab w:val="left" w:pos="600"/>
          <w:tab w:val="right" w:pos="2040"/>
          <w:tab w:val="decimal" w:pos="3240"/>
          <w:tab w:val="right" w:pos="5490"/>
          <w:tab w:val="right" w:pos="7200"/>
          <w:tab w:val="decimal" w:pos="8460"/>
          <w:tab w:val="decimal" w:pos="8640"/>
        </w:tabs>
        <w:spacing w:line="240" w:lineRule="atLeast"/>
        <w:rPr>
          <w:bCs/>
          <w:spacing w:val="-20"/>
        </w:rPr>
      </w:pPr>
      <w:r w:rsidRPr="0042234B">
        <w:rPr>
          <w:bCs/>
          <w:spacing w:val="-20"/>
        </w:rPr>
        <w:tab/>
        <w:t>(g)</w:t>
      </w:r>
      <w:r w:rsidRPr="0042234B">
        <w:rPr>
          <w:bCs/>
          <w:spacing w:val="-20"/>
        </w:rPr>
        <w:tab/>
      </w:r>
      <w:r>
        <w:rPr>
          <w:bCs/>
          <w:spacing w:val="-20"/>
        </w:rPr>
        <w:t>575,000</w:t>
      </w:r>
      <w:r>
        <w:rPr>
          <w:bCs/>
          <w:spacing w:val="-20"/>
        </w:rPr>
        <w:tab/>
        <w:t>.4</w:t>
      </w:r>
      <w:r w:rsidRPr="0042234B">
        <w:rPr>
          <w:bCs/>
          <w:spacing w:val="-20"/>
        </w:rPr>
        <w:t>0</w:t>
      </w:r>
      <w:r w:rsidRPr="0042234B">
        <w:rPr>
          <w:bCs/>
          <w:spacing w:val="-20"/>
        </w:rPr>
        <w:tab/>
      </w:r>
      <w:r>
        <w:rPr>
          <w:bCs/>
          <w:spacing w:val="-20"/>
        </w:rPr>
        <w:t>230</w:t>
      </w:r>
      <w:r w:rsidRPr="0042234B">
        <w:rPr>
          <w:bCs/>
          <w:spacing w:val="-20"/>
        </w:rPr>
        <w:t>,000</w:t>
      </w:r>
      <w:r w:rsidRPr="0042234B">
        <w:rPr>
          <w:bCs/>
          <w:spacing w:val="-20"/>
        </w:rPr>
        <w:tab/>
      </w:r>
      <w:r>
        <w:rPr>
          <w:bCs/>
          <w:spacing w:val="-20"/>
        </w:rPr>
        <w:t>65</w:t>
      </w:r>
      <w:r w:rsidRPr="0042234B">
        <w:rPr>
          <w:bCs/>
          <w:spacing w:val="-20"/>
        </w:rPr>
        <w:t>,000</w:t>
      </w:r>
      <w:r w:rsidRPr="0042234B">
        <w:rPr>
          <w:bCs/>
          <w:spacing w:val="-20"/>
        </w:rPr>
        <w:tab/>
      </w:r>
      <w:r>
        <w:rPr>
          <w:bCs/>
          <w:spacing w:val="-20"/>
        </w:rPr>
        <w:t>165</w:t>
      </w:r>
      <w:r w:rsidRPr="0042234B">
        <w:rPr>
          <w:bCs/>
          <w:spacing w:val="-20"/>
        </w:rPr>
        <w:t>,000</w:t>
      </w:r>
    </w:p>
    <w:p w:rsidR="005C186D" w:rsidRPr="0042234B" w:rsidRDefault="005C186D" w:rsidP="00490A29">
      <w:pPr>
        <w:tabs>
          <w:tab w:val="left" w:pos="600"/>
          <w:tab w:val="right" w:pos="2040"/>
          <w:tab w:val="right" w:pos="3480"/>
          <w:tab w:val="right" w:pos="5760"/>
          <w:tab w:val="right" w:pos="7344"/>
          <w:tab w:val="right" w:pos="8640"/>
        </w:tabs>
        <w:spacing w:line="240" w:lineRule="atLeast"/>
        <w:ind w:left="840" w:hanging="840"/>
        <w:rPr>
          <w:bCs/>
          <w:spacing w:val="-20"/>
        </w:rPr>
      </w:pPr>
    </w:p>
    <w:p w:rsidR="005C186D" w:rsidRPr="00127A18" w:rsidRDefault="005C186D" w:rsidP="0001563C">
      <w:pPr>
        <w:pStyle w:val="Heading2"/>
        <w:tabs>
          <w:tab w:val="left" w:pos="800"/>
        </w:tabs>
        <w:spacing w:before="0" w:line="240" w:lineRule="auto"/>
        <w:rPr>
          <w:rFonts w:ascii="Times New Roman" w:hAnsi="Times New Roman"/>
          <w:b w:val="0"/>
          <w:noProof w:val="0"/>
          <w:sz w:val="24"/>
          <w:szCs w:val="24"/>
        </w:rPr>
      </w:pPr>
      <w:r>
        <w:rPr>
          <w:rFonts w:ascii="Times New Roman" w:hAnsi="Times New Roman"/>
          <w:b w:val="0"/>
          <w:noProof w:val="0"/>
          <w:sz w:val="24"/>
          <w:szCs w:val="24"/>
          <w:u w:val="single"/>
        </w:rPr>
        <w:t>2</w:t>
      </w:r>
      <w:r w:rsidRPr="00127A18">
        <w:rPr>
          <w:rFonts w:ascii="Times New Roman" w:hAnsi="Times New Roman"/>
          <w:b w:val="0"/>
          <w:noProof w:val="0"/>
          <w:sz w:val="24"/>
          <w:szCs w:val="24"/>
          <w:u w:val="single"/>
        </w:rPr>
        <w:t>-A</w:t>
      </w:r>
      <w:r>
        <w:rPr>
          <w:rFonts w:ascii="Times New Roman" w:hAnsi="Times New Roman"/>
          <w:b w:val="0"/>
          <w:noProof w:val="0"/>
          <w:sz w:val="24"/>
          <w:szCs w:val="24"/>
          <w:u w:val="single"/>
        </w:rPr>
        <w:t>4</w:t>
      </w:r>
      <w:r w:rsidRPr="00127A18">
        <w:rPr>
          <w:rFonts w:ascii="Times New Roman" w:hAnsi="Times New Roman"/>
          <w:b w:val="0"/>
          <w:noProof w:val="0"/>
          <w:sz w:val="24"/>
          <w:szCs w:val="24"/>
        </w:rPr>
        <w:tab/>
        <w:t>(20-25 min.)</w:t>
      </w:r>
      <w:r>
        <w:rPr>
          <w:rFonts w:ascii="Times New Roman" w:hAnsi="Times New Roman"/>
          <w:b w:val="0"/>
          <w:noProof w:val="0"/>
          <w:sz w:val="24"/>
          <w:szCs w:val="24"/>
        </w:rPr>
        <w:t xml:space="preserve">  </w:t>
      </w:r>
      <w:r w:rsidRPr="00127A18">
        <w:rPr>
          <w:rFonts w:ascii="Times New Roman" w:hAnsi="Times New Roman"/>
          <w:b w:val="0"/>
          <w:noProof w:val="0"/>
          <w:sz w:val="24"/>
          <w:szCs w:val="24"/>
        </w:rPr>
        <w:t>Some of these answers are controversial, and reasonable cases can be built for alternative classifications.  Class discussion of these answers should lead to worthwhile disagreements about anticipated cost behavior with regard to alternative cost drivers.</w:t>
      </w:r>
    </w:p>
    <w:p w:rsidR="005C186D" w:rsidRPr="00127A18" w:rsidRDefault="005C186D" w:rsidP="0001563C">
      <w:pPr>
        <w:pStyle w:val="Heading4"/>
        <w:spacing w:line="240" w:lineRule="auto"/>
        <w:rPr>
          <w:rFonts w:ascii="Times New Roman" w:hAnsi="Times New Roman"/>
          <w:noProof w:val="0"/>
          <w:sz w:val="24"/>
          <w:szCs w:val="24"/>
        </w:rPr>
      </w:pPr>
    </w:p>
    <w:p w:rsidR="005C186D" w:rsidRPr="00127A18" w:rsidRDefault="005C186D" w:rsidP="0001563C">
      <w:pPr>
        <w:pStyle w:val="Heading4"/>
        <w:spacing w:line="240" w:lineRule="auto"/>
        <w:ind w:left="810" w:hanging="810"/>
        <w:rPr>
          <w:rFonts w:ascii="Times New Roman" w:hAnsi="Times New Roman"/>
          <w:noProof w:val="0"/>
          <w:sz w:val="24"/>
          <w:szCs w:val="24"/>
        </w:rPr>
      </w:pPr>
      <w:r w:rsidRPr="00127A18">
        <w:rPr>
          <w:rFonts w:ascii="Times New Roman" w:hAnsi="Times New Roman"/>
          <w:noProof w:val="0"/>
          <w:sz w:val="24"/>
          <w:szCs w:val="24"/>
        </w:rPr>
        <w:t>1.</w:t>
      </w:r>
      <w:r w:rsidRPr="00127A18">
        <w:rPr>
          <w:rFonts w:ascii="Times New Roman" w:hAnsi="Times New Roman"/>
          <w:noProof w:val="0"/>
          <w:sz w:val="24"/>
          <w:szCs w:val="24"/>
        </w:rPr>
        <w:tab/>
        <w:t xml:space="preserve">(b) </w:t>
      </w:r>
      <w:r>
        <w:rPr>
          <w:rFonts w:ascii="Times New Roman" w:hAnsi="Times New Roman"/>
          <w:noProof w:val="0"/>
          <w:sz w:val="24"/>
          <w:szCs w:val="24"/>
        </w:rPr>
        <w:t>F</w:t>
      </w:r>
      <w:r w:rsidRPr="00127A18">
        <w:rPr>
          <w:rFonts w:ascii="Times New Roman" w:hAnsi="Times New Roman"/>
          <w:noProof w:val="0"/>
          <w:sz w:val="24"/>
          <w:szCs w:val="24"/>
        </w:rPr>
        <w:t>ixed cost.</w:t>
      </w:r>
    </w:p>
    <w:p w:rsidR="005C186D" w:rsidRPr="00127A18" w:rsidRDefault="005C186D" w:rsidP="0001563C">
      <w:pPr>
        <w:pStyle w:val="Heading4"/>
        <w:spacing w:line="240" w:lineRule="auto"/>
        <w:ind w:left="810" w:hanging="810"/>
        <w:rPr>
          <w:rFonts w:ascii="Times New Roman" w:hAnsi="Times New Roman"/>
          <w:noProof w:val="0"/>
          <w:sz w:val="24"/>
          <w:szCs w:val="24"/>
        </w:rPr>
      </w:pPr>
      <w:r w:rsidRPr="00127A18">
        <w:rPr>
          <w:rFonts w:ascii="Times New Roman" w:hAnsi="Times New Roman"/>
          <w:noProof w:val="0"/>
          <w:sz w:val="24"/>
          <w:szCs w:val="24"/>
        </w:rPr>
        <w:t>2.</w:t>
      </w:r>
      <w:r w:rsidRPr="00127A18">
        <w:rPr>
          <w:rFonts w:ascii="Times New Roman" w:hAnsi="Times New Roman"/>
          <w:noProof w:val="0"/>
          <w:sz w:val="24"/>
          <w:szCs w:val="24"/>
        </w:rPr>
        <w:tab/>
        <w:t>(</w:t>
      </w:r>
      <w:r>
        <w:rPr>
          <w:rFonts w:ascii="Times New Roman" w:hAnsi="Times New Roman"/>
          <w:noProof w:val="0"/>
          <w:sz w:val="24"/>
          <w:szCs w:val="24"/>
        </w:rPr>
        <w:t>d</w:t>
      </w:r>
      <w:r w:rsidRPr="00127A18">
        <w:rPr>
          <w:rFonts w:ascii="Times New Roman" w:hAnsi="Times New Roman"/>
          <w:noProof w:val="0"/>
          <w:sz w:val="24"/>
          <w:szCs w:val="24"/>
        </w:rPr>
        <w:t xml:space="preserve">) Step cost. </w:t>
      </w:r>
    </w:p>
    <w:p w:rsidR="005C186D" w:rsidRPr="00127A18" w:rsidRDefault="005C186D" w:rsidP="0001563C">
      <w:pPr>
        <w:pStyle w:val="Heading4"/>
        <w:spacing w:line="240" w:lineRule="auto"/>
        <w:ind w:left="810" w:hanging="810"/>
        <w:rPr>
          <w:rFonts w:ascii="Times New Roman" w:hAnsi="Times New Roman"/>
          <w:noProof w:val="0"/>
          <w:sz w:val="24"/>
          <w:szCs w:val="24"/>
        </w:rPr>
      </w:pPr>
      <w:r w:rsidRPr="00127A18">
        <w:rPr>
          <w:rFonts w:ascii="Times New Roman" w:hAnsi="Times New Roman"/>
          <w:noProof w:val="0"/>
          <w:sz w:val="24"/>
          <w:szCs w:val="24"/>
        </w:rPr>
        <w:t>3.</w:t>
      </w:r>
      <w:r w:rsidRPr="00127A18">
        <w:rPr>
          <w:rFonts w:ascii="Times New Roman" w:hAnsi="Times New Roman"/>
          <w:noProof w:val="0"/>
          <w:sz w:val="24"/>
          <w:szCs w:val="24"/>
        </w:rPr>
        <w:tab/>
        <w:t xml:space="preserve">(a) </w:t>
      </w:r>
      <w:r>
        <w:rPr>
          <w:rFonts w:ascii="Times New Roman" w:hAnsi="Times New Roman"/>
          <w:noProof w:val="0"/>
          <w:sz w:val="24"/>
          <w:szCs w:val="24"/>
        </w:rPr>
        <w:t>V</w:t>
      </w:r>
      <w:r w:rsidRPr="00127A18">
        <w:rPr>
          <w:rFonts w:ascii="Times New Roman" w:hAnsi="Times New Roman"/>
          <w:noProof w:val="0"/>
          <w:sz w:val="24"/>
          <w:szCs w:val="24"/>
        </w:rPr>
        <w:t xml:space="preserve">ariable cost with respect to revenue. </w:t>
      </w:r>
    </w:p>
    <w:p w:rsidR="005C186D" w:rsidRPr="00127A18" w:rsidRDefault="005C186D" w:rsidP="0001563C">
      <w:pPr>
        <w:pStyle w:val="Heading4"/>
        <w:spacing w:line="240" w:lineRule="auto"/>
        <w:ind w:left="810" w:hanging="810"/>
        <w:rPr>
          <w:rFonts w:ascii="Times New Roman" w:hAnsi="Times New Roman"/>
          <w:noProof w:val="0"/>
          <w:sz w:val="24"/>
          <w:szCs w:val="24"/>
        </w:rPr>
      </w:pPr>
      <w:r w:rsidRPr="00127A18">
        <w:rPr>
          <w:rFonts w:ascii="Times New Roman" w:hAnsi="Times New Roman"/>
          <w:noProof w:val="0"/>
          <w:sz w:val="24"/>
          <w:szCs w:val="24"/>
        </w:rPr>
        <w:t>4.</w:t>
      </w:r>
      <w:r w:rsidRPr="00127A18">
        <w:rPr>
          <w:rFonts w:ascii="Times New Roman" w:hAnsi="Times New Roman"/>
          <w:noProof w:val="0"/>
          <w:sz w:val="24"/>
          <w:szCs w:val="24"/>
        </w:rPr>
        <w:tab/>
        <w:t xml:space="preserve">(a) </w:t>
      </w:r>
      <w:r>
        <w:rPr>
          <w:rFonts w:ascii="Times New Roman" w:hAnsi="Times New Roman"/>
          <w:noProof w:val="0"/>
          <w:sz w:val="24"/>
          <w:szCs w:val="24"/>
        </w:rPr>
        <w:t>V</w:t>
      </w:r>
      <w:r w:rsidRPr="00127A18">
        <w:rPr>
          <w:rFonts w:ascii="Times New Roman" w:hAnsi="Times New Roman"/>
          <w:noProof w:val="0"/>
          <w:sz w:val="24"/>
          <w:szCs w:val="24"/>
        </w:rPr>
        <w:t xml:space="preserve">ariable cost with respect to miles flown. </w:t>
      </w:r>
    </w:p>
    <w:p w:rsidR="005C186D" w:rsidRPr="00127A18" w:rsidRDefault="005C186D" w:rsidP="0001563C">
      <w:pPr>
        <w:pStyle w:val="Heading4"/>
        <w:spacing w:line="240" w:lineRule="auto"/>
        <w:ind w:left="810" w:hanging="810"/>
        <w:rPr>
          <w:rFonts w:ascii="Times New Roman" w:hAnsi="Times New Roman"/>
          <w:noProof w:val="0"/>
          <w:sz w:val="24"/>
          <w:szCs w:val="24"/>
        </w:rPr>
      </w:pPr>
      <w:r w:rsidRPr="00127A18">
        <w:rPr>
          <w:rFonts w:ascii="Times New Roman" w:hAnsi="Times New Roman"/>
          <w:noProof w:val="0"/>
          <w:sz w:val="24"/>
          <w:szCs w:val="24"/>
        </w:rPr>
        <w:t>5.</w:t>
      </w:r>
      <w:r w:rsidRPr="00127A18">
        <w:rPr>
          <w:rFonts w:ascii="Times New Roman" w:hAnsi="Times New Roman"/>
          <w:noProof w:val="0"/>
          <w:sz w:val="24"/>
          <w:szCs w:val="24"/>
        </w:rPr>
        <w:tab/>
        <w:t>(</w:t>
      </w:r>
      <w:r>
        <w:rPr>
          <w:rFonts w:ascii="Times New Roman" w:hAnsi="Times New Roman"/>
          <w:noProof w:val="0"/>
          <w:sz w:val="24"/>
          <w:szCs w:val="24"/>
        </w:rPr>
        <w:t>c</w:t>
      </w:r>
      <w:r w:rsidRPr="00127A18">
        <w:rPr>
          <w:rFonts w:ascii="Times New Roman" w:hAnsi="Times New Roman"/>
          <w:noProof w:val="0"/>
          <w:sz w:val="24"/>
          <w:szCs w:val="24"/>
        </w:rPr>
        <w:t xml:space="preserve">) Mixed cost with respect to miles driven. </w:t>
      </w:r>
    </w:p>
    <w:p w:rsidR="005C186D" w:rsidRPr="00127A18" w:rsidRDefault="005C186D" w:rsidP="0001563C">
      <w:pPr>
        <w:pStyle w:val="Heading4"/>
        <w:spacing w:line="240" w:lineRule="auto"/>
        <w:ind w:left="810" w:hanging="810"/>
        <w:rPr>
          <w:rFonts w:ascii="Times New Roman" w:hAnsi="Times New Roman"/>
          <w:noProof w:val="0"/>
          <w:sz w:val="24"/>
          <w:szCs w:val="24"/>
        </w:rPr>
      </w:pPr>
      <w:r w:rsidRPr="00127A18">
        <w:rPr>
          <w:rFonts w:ascii="Times New Roman" w:hAnsi="Times New Roman"/>
          <w:noProof w:val="0"/>
          <w:sz w:val="24"/>
          <w:szCs w:val="24"/>
        </w:rPr>
        <w:t>6.</w:t>
      </w:r>
      <w:r w:rsidRPr="00127A18">
        <w:rPr>
          <w:rFonts w:ascii="Times New Roman" w:hAnsi="Times New Roman"/>
          <w:noProof w:val="0"/>
          <w:sz w:val="24"/>
          <w:szCs w:val="24"/>
        </w:rPr>
        <w:tab/>
        <w:t>(</w:t>
      </w:r>
      <w:r>
        <w:rPr>
          <w:rFonts w:ascii="Times New Roman" w:hAnsi="Times New Roman"/>
          <w:noProof w:val="0"/>
          <w:sz w:val="24"/>
          <w:szCs w:val="24"/>
        </w:rPr>
        <w:t>b</w:t>
      </w:r>
      <w:r w:rsidRPr="00127A18">
        <w:rPr>
          <w:rFonts w:ascii="Times New Roman" w:hAnsi="Times New Roman"/>
          <w:noProof w:val="0"/>
          <w:sz w:val="24"/>
          <w:szCs w:val="24"/>
        </w:rPr>
        <w:t xml:space="preserve">) </w:t>
      </w:r>
      <w:r>
        <w:rPr>
          <w:rFonts w:ascii="Times New Roman" w:hAnsi="Times New Roman"/>
          <w:noProof w:val="0"/>
          <w:sz w:val="24"/>
          <w:szCs w:val="24"/>
        </w:rPr>
        <w:t>F</w:t>
      </w:r>
      <w:r w:rsidRPr="00127A18">
        <w:rPr>
          <w:rFonts w:ascii="Times New Roman" w:hAnsi="Times New Roman"/>
          <w:noProof w:val="0"/>
          <w:sz w:val="24"/>
          <w:szCs w:val="24"/>
        </w:rPr>
        <w:t xml:space="preserve">ixed cost. </w:t>
      </w:r>
    </w:p>
    <w:p w:rsidR="005C186D" w:rsidRPr="00127A18" w:rsidRDefault="005C186D" w:rsidP="0001563C">
      <w:pPr>
        <w:pStyle w:val="Heading4"/>
        <w:spacing w:line="240" w:lineRule="auto"/>
        <w:ind w:left="810" w:hanging="810"/>
        <w:rPr>
          <w:rFonts w:ascii="Times New Roman" w:hAnsi="Times New Roman"/>
          <w:noProof w:val="0"/>
          <w:sz w:val="24"/>
          <w:szCs w:val="24"/>
        </w:rPr>
      </w:pPr>
      <w:r w:rsidRPr="00127A18">
        <w:rPr>
          <w:rFonts w:ascii="Times New Roman" w:hAnsi="Times New Roman"/>
          <w:noProof w:val="0"/>
          <w:sz w:val="24"/>
          <w:szCs w:val="24"/>
        </w:rPr>
        <w:t>7.</w:t>
      </w:r>
      <w:r w:rsidRPr="00127A18">
        <w:rPr>
          <w:rFonts w:ascii="Times New Roman" w:hAnsi="Times New Roman"/>
          <w:noProof w:val="0"/>
          <w:sz w:val="24"/>
          <w:szCs w:val="24"/>
        </w:rPr>
        <w:tab/>
        <w:t xml:space="preserve">(b) </w:t>
      </w:r>
      <w:r>
        <w:rPr>
          <w:rFonts w:ascii="Times New Roman" w:hAnsi="Times New Roman"/>
          <w:noProof w:val="0"/>
          <w:sz w:val="24"/>
          <w:szCs w:val="24"/>
        </w:rPr>
        <w:t>F</w:t>
      </w:r>
      <w:r w:rsidRPr="00127A18">
        <w:rPr>
          <w:rFonts w:ascii="Times New Roman" w:hAnsi="Times New Roman"/>
          <w:noProof w:val="0"/>
          <w:sz w:val="24"/>
          <w:szCs w:val="24"/>
        </w:rPr>
        <w:t xml:space="preserve">ixed cost. </w:t>
      </w:r>
    </w:p>
    <w:p w:rsidR="005C186D" w:rsidRPr="00127A18" w:rsidRDefault="005C186D" w:rsidP="0001563C">
      <w:pPr>
        <w:pStyle w:val="Heading4"/>
        <w:spacing w:line="240" w:lineRule="auto"/>
        <w:ind w:left="810" w:hanging="810"/>
        <w:rPr>
          <w:rFonts w:ascii="Times New Roman" w:hAnsi="Times New Roman"/>
          <w:noProof w:val="0"/>
          <w:sz w:val="24"/>
          <w:szCs w:val="24"/>
        </w:rPr>
      </w:pPr>
      <w:r w:rsidRPr="00127A18">
        <w:rPr>
          <w:rFonts w:ascii="Times New Roman" w:hAnsi="Times New Roman"/>
          <w:noProof w:val="0"/>
          <w:sz w:val="24"/>
          <w:szCs w:val="24"/>
        </w:rPr>
        <w:t>8.</w:t>
      </w:r>
      <w:r w:rsidRPr="00127A18">
        <w:rPr>
          <w:rFonts w:ascii="Times New Roman" w:hAnsi="Times New Roman"/>
          <w:noProof w:val="0"/>
          <w:sz w:val="24"/>
          <w:szCs w:val="24"/>
        </w:rPr>
        <w:tab/>
        <w:t>(</w:t>
      </w:r>
      <w:r>
        <w:rPr>
          <w:rFonts w:ascii="Times New Roman" w:hAnsi="Times New Roman"/>
          <w:noProof w:val="0"/>
          <w:sz w:val="24"/>
          <w:szCs w:val="24"/>
        </w:rPr>
        <w:t>b</w:t>
      </w:r>
      <w:r w:rsidRPr="00127A18">
        <w:rPr>
          <w:rFonts w:ascii="Times New Roman" w:hAnsi="Times New Roman"/>
          <w:noProof w:val="0"/>
          <w:sz w:val="24"/>
          <w:szCs w:val="24"/>
        </w:rPr>
        <w:t xml:space="preserve">) </w:t>
      </w:r>
      <w:r>
        <w:rPr>
          <w:rFonts w:ascii="Times New Roman" w:hAnsi="Times New Roman"/>
          <w:noProof w:val="0"/>
          <w:sz w:val="24"/>
          <w:szCs w:val="24"/>
        </w:rPr>
        <w:t>F</w:t>
      </w:r>
      <w:r w:rsidRPr="00127A18">
        <w:rPr>
          <w:rFonts w:ascii="Times New Roman" w:hAnsi="Times New Roman"/>
          <w:noProof w:val="0"/>
          <w:sz w:val="24"/>
          <w:szCs w:val="24"/>
        </w:rPr>
        <w:t>ixed cost.</w:t>
      </w:r>
    </w:p>
    <w:p w:rsidR="005C186D" w:rsidRPr="00127A18" w:rsidRDefault="005C186D" w:rsidP="0001563C">
      <w:pPr>
        <w:pStyle w:val="Heading4"/>
        <w:spacing w:line="240" w:lineRule="auto"/>
        <w:ind w:left="810" w:hanging="810"/>
        <w:rPr>
          <w:rFonts w:ascii="Times New Roman" w:hAnsi="Times New Roman"/>
          <w:noProof w:val="0"/>
          <w:sz w:val="24"/>
          <w:szCs w:val="24"/>
        </w:rPr>
      </w:pPr>
      <w:r w:rsidRPr="00127A18">
        <w:rPr>
          <w:rFonts w:ascii="Times New Roman" w:hAnsi="Times New Roman"/>
          <w:noProof w:val="0"/>
          <w:sz w:val="24"/>
          <w:szCs w:val="24"/>
        </w:rPr>
        <w:t>9.</w:t>
      </w:r>
      <w:r w:rsidRPr="00127A18">
        <w:rPr>
          <w:rFonts w:ascii="Times New Roman" w:hAnsi="Times New Roman"/>
          <w:noProof w:val="0"/>
          <w:sz w:val="24"/>
          <w:szCs w:val="24"/>
        </w:rPr>
        <w:tab/>
        <w:t xml:space="preserve">(a) </w:t>
      </w:r>
      <w:r>
        <w:rPr>
          <w:rFonts w:ascii="Times New Roman" w:hAnsi="Times New Roman"/>
          <w:noProof w:val="0"/>
          <w:sz w:val="24"/>
          <w:szCs w:val="24"/>
        </w:rPr>
        <w:t>V</w:t>
      </w:r>
      <w:r w:rsidRPr="00127A18">
        <w:rPr>
          <w:rFonts w:ascii="Times New Roman" w:hAnsi="Times New Roman"/>
          <w:noProof w:val="0"/>
          <w:sz w:val="24"/>
          <w:szCs w:val="24"/>
        </w:rPr>
        <w:t xml:space="preserve">ariable cost with respect to cases of 7-Up. </w:t>
      </w:r>
    </w:p>
    <w:p w:rsidR="005C186D" w:rsidRPr="00127A18" w:rsidRDefault="005C186D" w:rsidP="0001563C">
      <w:pPr>
        <w:pStyle w:val="Heading4"/>
        <w:spacing w:line="240" w:lineRule="auto"/>
        <w:ind w:left="810" w:hanging="810"/>
        <w:rPr>
          <w:rFonts w:ascii="Times New Roman" w:hAnsi="Times New Roman"/>
          <w:noProof w:val="0"/>
          <w:sz w:val="24"/>
          <w:szCs w:val="24"/>
        </w:rPr>
      </w:pPr>
      <w:r w:rsidRPr="00127A18">
        <w:rPr>
          <w:rFonts w:ascii="Times New Roman" w:hAnsi="Times New Roman"/>
          <w:noProof w:val="0"/>
          <w:sz w:val="24"/>
          <w:szCs w:val="24"/>
        </w:rPr>
        <w:t>10.</w:t>
      </w:r>
      <w:r w:rsidRPr="00127A18">
        <w:rPr>
          <w:rFonts w:ascii="Times New Roman" w:hAnsi="Times New Roman"/>
          <w:noProof w:val="0"/>
          <w:sz w:val="24"/>
          <w:szCs w:val="24"/>
        </w:rPr>
        <w:tab/>
        <w:t xml:space="preserve">(b) </w:t>
      </w:r>
      <w:r>
        <w:rPr>
          <w:rFonts w:ascii="Times New Roman" w:hAnsi="Times New Roman"/>
          <w:noProof w:val="0"/>
          <w:sz w:val="24"/>
          <w:szCs w:val="24"/>
        </w:rPr>
        <w:t>F</w:t>
      </w:r>
      <w:r w:rsidRPr="00127A18">
        <w:rPr>
          <w:rFonts w:ascii="Times New Roman" w:hAnsi="Times New Roman"/>
          <w:noProof w:val="0"/>
          <w:sz w:val="24"/>
          <w:szCs w:val="24"/>
        </w:rPr>
        <w:t>ixed cost.</w:t>
      </w:r>
    </w:p>
    <w:p w:rsidR="005C186D" w:rsidRPr="00127A18" w:rsidRDefault="005C186D" w:rsidP="0001563C">
      <w:pPr>
        <w:pStyle w:val="Heading4"/>
        <w:spacing w:line="240" w:lineRule="auto"/>
        <w:ind w:left="810" w:hanging="810"/>
        <w:rPr>
          <w:rFonts w:ascii="Times New Roman" w:hAnsi="Times New Roman"/>
          <w:noProof w:val="0"/>
          <w:sz w:val="24"/>
          <w:szCs w:val="24"/>
        </w:rPr>
      </w:pPr>
      <w:r w:rsidRPr="00127A18">
        <w:rPr>
          <w:rFonts w:ascii="Times New Roman" w:hAnsi="Times New Roman"/>
          <w:noProof w:val="0"/>
          <w:sz w:val="24"/>
          <w:szCs w:val="24"/>
        </w:rPr>
        <w:t>11.</w:t>
      </w:r>
      <w:r w:rsidRPr="00127A18">
        <w:rPr>
          <w:rFonts w:ascii="Times New Roman" w:hAnsi="Times New Roman"/>
          <w:noProof w:val="0"/>
          <w:sz w:val="24"/>
          <w:szCs w:val="24"/>
        </w:rPr>
        <w:tab/>
        <w:t xml:space="preserve">(b) </w:t>
      </w:r>
      <w:r>
        <w:rPr>
          <w:rFonts w:ascii="Times New Roman" w:hAnsi="Times New Roman"/>
          <w:noProof w:val="0"/>
          <w:sz w:val="24"/>
          <w:szCs w:val="24"/>
        </w:rPr>
        <w:t>F</w:t>
      </w:r>
      <w:r w:rsidRPr="00127A18">
        <w:rPr>
          <w:rFonts w:ascii="Times New Roman" w:hAnsi="Times New Roman"/>
          <w:noProof w:val="0"/>
          <w:sz w:val="24"/>
          <w:szCs w:val="24"/>
        </w:rPr>
        <w:t>ixed cost.</w:t>
      </w:r>
    </w:p>
    <w:p w:rsidR="005C186D" w:rsidRDefault="005C186D" w:rsidP="0001563C">
      <w:pPr>
        <w:pStyle w:val="Heading2"/>
        <w:tabs>
          <w:tab w:val="left" w:pos="800"/>
        </w:tabs>
        <w:spacing w:before="0" w:line="240" w:lineRule="auto"/>
        <w:rPr>
          <w:rFonts w:ascii="Times New Roman" w:hAnsi="Times New Roman"/>
          <w:b w:val="0"/>
          <w:sz w:val="24"/>
          <w:szCs w:val="24"/>
        </w:rPr>
      </w:pPr>
    </w:p>
    <w:p w:rsidR="005C186D" w:rsidRPr="0042234B" w:rsidRDefault="005C186D" w:rsidP="00D05C96">
      <w:pPr>
        <w:rPr>
          <w:lang w:val="pt-BR"/>
        </w:rPr>
      </w:pPr>
      <w:r w:rsidRPr="0042234B">
        <w:br w:type="page"/>
      </w:r>
      <w:r w:rsidRPr="0042234B">
        <w:rPr>
          <w:u w:val="single"/>
          <w:lang w:val="pt-BR"/>
        </w:rPr>
        <w:t>2-B1</w:t>
      </w:r>
      <w:r w:rsidRPr="0042234B">
        <w:rPr>
          <w:lang w:val="pt-BR"/>
        </w:rPr>
        <w:t xml:space="preserve">  (20-25 Min.)</w:t>
      </w:r>
    </w:p>
    <w:p w:rsidR="005C186D" w:rsidRPr="0042234B" w:rsidRDefault="005C186D" w:rsidP="00D511FF">
      <w:pPr>
        <w:ind w:left="360" w:hanging="360"/>
      </w:pPr>
      <w:r w:rsidRPr="0042234B">
        <w:t xml:space="preserve">1.  The cost driver for both resources is </w:t>
      </w:r>
      <w:r>
        <w:t>number of times the restaurant is</w:t>
      </w:r>
      <w:r w:rsidRPr="0042234B">
        <w:t xml:space="preserve"> cleaned. Labor cost is a fixed-cost resource, and cleaning supplies is a variable cost.  Costs for cleaning between 35 and 50 times are:</w:t>
      </w:r>
    </w:p>
    <w:p w:rsidR="005C186D" w:rsidRPr="0042234B" w:rsidRDefault="005C186D"/>
    <w:p w:rsidR="005C186D" w:rsidRPr="0042234B" w:rsidRDefault="005C186D" w:rsidP="00C64FAA">
      <w:pPr>
        <w:tabs>
          <w:tab w:val="center" w:pos="810"/>
          <w:tab w:val="center" w:pos="2160"/>
          <w:tab w:val="center" w:pos="3510"/>
          <w:tab w:val="center" w:pos="4950"/>
          <w:tab w:val="center" w:pos="6570"/>
          <w:tab w:val="center" w:pos="8190"/>
        </w:tabs>
      </w:pPr>
      <w:r w:rsidRPr="0042234B">
        <w:tab/>
      </w:r>
      <w:r w:rsidRPr="0042234B">
        <w:tab/>
        <w:t>Square</w:t>
      </w:r>
      <w:r w:rsidRPr="0042234B">
        <w:tab/>
      </w:r>
      <w:r w:rsidRPr="0042234B">
        <w:tab/>
        <w:t>Cleaning</w:t>
      </w:r>
      <w:r w:rsidRPr="0042234B">
        <w:tab/>
      </w:r>
      <w:r w:rsidRPr="0042234B">
        <w:tab/>
      </w:r>
    </w:p>
    <w:p w:rsidR="005C186D" w:rsidRPr="0042234B" w:rsidRDefault="005C186D" w:rsidP="00C64FAA">
      <w:pPr>
        <w:tabs>
          <w:tab w:val="center" w:pos="810"/>
          <w:tab w:val="center" w:pos="2160"/>
          <w:tab w:val="center" w:pos="3510"/>
          <w:tab w:val="center" w:pos="4950"/>
          <w:tab w:val="center" w:pos="6570"/>
          <w:tab w:val="center" w:pos="8190"/>
        </w:tabs>
      </w:pPr>
      <w:r w:rsidRPr="0042234B">
        <w:tab/>
        <w:t>Times</w:t>
      </w:r>
      <w:r w:rsidRPr="0042234B">
        <w:tab/>
        <w:t>Feet</w:t>
      </w:r>
      <w:r w:rsidRPr="0042234B">
        <w:tab/>
        <w:t>Labor</w:t>
      </w:r>
      <w:r w:rsidRPr="0042234B">
        <w:tab/>
        <w:t>Supplies</w:t>
      </w:r>
      <w:r w:rsidRPr="0042234B">
        <w:tab/>
        <w:t>Total</w:t>
      </w:r>
      <w:r w:rsidRPr="0042234B">
        <w:tab/>
        <w:t>Cost per</w:t>
      </w:r>
    </w:p>
    <w:p w:rsidR="005C186D" w:rsidRPr="0042234B" w:rsidRDefault="005C186D" w:rsidP="00C64FAA">
      <w:pPr>
        <w:tabs>
          <w:tab w:val="center" w:pos="810"/>
          <w:tab w:val="center" w:pos="2160"/>
          <w:tab w:val="center" w:pos="3510"/>
          <w:tab w:val="center" w:pos="4950"/>
          <w:tab w:val="center" w:pos="6570"/>
          <w:tab w:val="center" w:pos="8190"/>
        </w:tabs>
      </w:pPr>
      <w:r w:rsidRPr="0042234B">
        <w:tab/>
      </w:r>
      <w:r w:rsidRPr="0042234B">
        <w:rPr>
          <w:u w:val="single"/>
        </w:rPr>
        <w:t>Cleaned</w:t>
      </w:r>
      <w:r w:rsidRPr="0042234B">
        <w:tab/>
      </w:r>
      <w:r w:rsidRPr="0042234B">
        <w:rPr>
          <w:u w:val="single"/>
        </w:rPr>
        <w:t>Cleaned</w:t>
      </w:r>
      <w:r w:rsidRPr="0042234B">
        <w:tab/>
      </w:r>
      <w:r w:rsidRPr="0042234B">
        <w:rPr>
          <w:u w:val="single"/>
        </w:rPr>
        <w:t>Cost</w:t>
      </w:r>
      <w:r w:rsidRPr="0042234B">
        <w:tab/>
      </w:r>
      <w:r w:rsidRPr="0042234B">
        <w:rPr>
          <w:u w:val="single"/>
        </w:rPr>
        <w:t>Cost**</w:t>
      </w:r>
      <w:r w:rsidRPr="0042234B">
        <w:tab/>
      </w:r>
      <w:r w:rsidRPr="0042234B">
        <w:rPr>
          <w:u w:val="single"/>
        </w:rPr>
        <w:t>Cost</w:t>
      </w:r>
      <w:r w:rsidRPr="0042234B">
        <w:tab/>
      </w:r>
      <w:r>
        <w:rPr>
          <w:u w:val="single"/>
        </w:rPr>
        <w:t>Cleaning</w:t>
      </w:r>
    </w:p>
    <w:p w:rsidR="005C186D" w:rsidRPr="0042234B" w:rsidRDefault="005C186D" w:rsidP="00C81B5C">
      <w:pPr>
        <w:tabs>
          <w:tab w:val="decimal" w:pos="900"/>
          <w:tab w:val="decimal" w:pos="1620"/>
          <w:tab w:val="decimal" w:pos="2700"/>
          <w:tab w:val="decimal" w:pos="4050"/>
          <w:tab w:val="decimal" w:pos="5490"/>
          <w:tab w:val="decimal" w:pos="7110"/>
          <w:tab w:val="decimal" w:pos="8370"/>
        </w:tabs>
        <w:ind w:left="-735"/>
      </w:pPr>
      <w:r w:rsidRPr="0042234B">
        <w:tab/>
        <w:t>35</w:t>
      </w:r>
      <w:r w:rsidRPr="0042234B">
        <w:tab/>
      </w:r>
      <w:r w:rsidRPr="0042234B">
        <w:tab/>
      </w:r>
      <w:r>
        <w:t>210</w:t>
      </w:r>
      <w:r w:rsidRPr="0042234B">
        <w:t>,000</w:t>
      </w:r>
      <w:r w:rsidRPr="0042234B">
        <w:rPr>
          <w:vertAlign w:val="superscript"/>
        </w:rPr>
        <w:t>*</w:t>
      </w:r>
      <w:r w:rsidRPr="0042234B">
        <w:rPr>
          <w:vertAlign w:val="superscript"/>
        </w:rPr>
        <w:tab/>
      </w:r>
      <w:r w:rsidRPr="0042234B">
        <w:t>$</w:t>
      </w:r>
      <w:r>
        <w:t>21</w:t>
      </w:r>
      <w:r w:rsidRPr="0042234B">
        <w:t>,000</w:t>
      </w:r>
      <w:r w:rsidRPr="0042234B">
        <w:tab/>
        <w:t>$  1</w:t>
      </w:r>
      <w:r>
        <w:t>6,8</w:t>
      </w:r>
      <w:r w:rsidRPr="0042234B">
        <w:t>00</w:t>
      </w:r>
      <w:r w:rsidRPr="0042234B">
        <w:rPr>
          <w:vertAlign w:val="superscript"/>
        </w:rPr>
        <w:tab/>
      </w:r>
      <w:r w:rsidRPr="0042234B">
        <w:t>$</w:t>
      </w:r>
      <w:r>
        <w:t>37,8</w:t>
      </w:r>
      <w:r w:rsidRPr="0042234B">
        <w:t>00</w:t>
      </w:r>
      <w:r w:rsidRPr="0042234B">
        <w:tab/>
        <w:t>$</w:t>
      </w:r>
      <w:r>
        <w:t>1,080</w:t>
      </w:r>
    </w:p>
    <w:p w:rsidR="005C186D" w:rsidRPr="0042234B" w:rsidRDefault="005C186D" w:rsidP="00C81B5C">
      <w:pPr>
        <w:tabs>
          <w:tab w:val="decimal" w:pos="900"/>
          <w:tab w:val="decimal" w:pos="1620"/>
          <w:tab w:val="decimal" w:pos="2700"/>
          <w:tab w:val="decimal" w:pos="4050"/>
          <w:tab w:val="decimal" w:pos="5490"/>
          <w:tab w:val="decimal" w:pos="7110"/>
          <w:tab w:val="decimal" w:pos="8370"/>
        </w:tabs>
        <w:ind w:left="-735"/>
      </w:pPr>
      <w:r w:rsidRPr="0042234B">
        <w:tab/>
        <w:t>40</w:t>
      </w:r>
      <w:r w:rsidRPr="0042234B">
        <w:tab/>
      </w:r>
      <w:r w:rsidRPr="0042234B">
        <w:tab/>
        <w:t>2</w:t>
      </w:r>
      <w:r>
        <w:t>4</w:t>
      </w:r>
      <w:r w:rsidRPr="0042234B">
        <w:t>0,000</w:t>
      </w:r>
      <w:r w:rsidRPr="0042234B">
        <w:tab/>
        <w:t xml:space="preserve">  </w:t>
      </w:r>
      <w:r>
        <w:t>21</w:t>
      </w:r>
      <w:r w:rsidRPr="0042234B">
        <w:t>,000</w:t>
      </w:r>
      <w:r w:rsidRPr="0042234B">
        <w:tab/>
        <w:t xml:space="preserve">    1</w:t>
      </w:r>
      <w:r>
        <w:t>9,2</w:t>
      </w:r>
      <w:r w:rsidRPr="0042234B">
        <w:t>00</w:t>
      </w:r>
      <w:r w:rsidRPr="0042234B">
        <w:rPr>
          <w:vertAlign w:val="superscript"/>
        </w:rPr>
        <w:tab/>
      </w:r>
      <w:r w:rsidRPr="0042234B">
        <w:t xml:space="preserve">  4</w:t>
      </w:r>
      <w:r>
        <w:t>0,2</w:t>
      </w:r>
      <w:r w:rsidRPr="0042234B">
        <w:t>00</w:t>
      </w:r>
      <w:r w:rsidRPr="0042234B">
        <w:tab/>
      </w:r>
      <w:r>
        <w:t>$1,005</w:t>
      </w:r>
    </w:p>
    <w:p w:rsidR="005C186D" w:rsidRPr="0042234B" w:rsidRDefault="005C186D" w:rsidP="00C81B5C">
      <w:pPr>
        <w:tabs>
          <w:tab w:val="decimal" w:pos="900"/>
          <w:tab w:val="decimal" w:pos="1620"/>
          <w:tab w:val="decimal" w:pos="2700"/>
          <w:tab w:val="decimal" w:pos="4050"/>
          <w:tab w:val="decimal" w:pos="5490"/>
          <w:tab w:val="decimal" w:pos="7110"/>
          <w:tab w:val="decimal" w:pos="8370"/>
        </w:tabs>
        <w:ind w:left="-735"/>
      </w:pPr>
      <w:r w:rsidRPr="0042234B">
        <w:tab/>
        <w:t>45</w:t>
      </w:r>
      <w:r w:rsidRPr="0042234B">
        <w:tab/>
      </w:r>
      <w:r w:rsidRPr="0042234B">
        <w:tab/>
        <w:t>2</w:t>
      </w:r>
      <w:r>
        <w:t>70</w:t>
      </w:r>
      <w:r w:rsidRPr="0042234B">
        <w:t>,000</w:t>
      </w:r>
      <w:r w:rsidRPr="0042234B">
        <w:tab/>
        <w:t xml:space="preserve">  </w:t>
      </w:r>
      <w:r>
        <w:t>21</w:t>
      </w:r>
      <w:r w:rsidRPr="0042234B">
        <w:t>,000</w:t>
      </w:r>
      <w:r w:rsidRPr="0042234B">
        <w:tab/>
        <w:t xml:space="preserve">  </w:t>
      </w:r>
      <w:r>
        <w:t>21,6</w:t>
      </w:r>
      <w:r w:rsidRPr="0042234B">
        <w:t>00</w:t>
      </w:r>
      <w:r w:rsidRPr="0042234B">
        <w:tab/>
        <w:t xml:space="preserve">  4</w:t>
      </w:r>
      <w:r>
        <w:t>2,6</w:t>
      </w:r>
      <w:r w:rsidRPr="0042234B">
        <w:t>00</w:t>
      </w:r>
      <w:r w:rsidRPr="0042234B">
        <w:tab/>
      </w:r>
      <w:r>
        <w:t>$ 947</w:t>
      </w:r>
    </w:p>
    <w:p w:rsidR="005C186D" w:rsidRPr="0042234B" w:rsidRDefault="005C186D" w:rsidP="00C81B5C">
      <w:pPr>
        <w:tabs>
          <w:tab w:val="decimal" w:pos="900"/>
          <w:tab w:val="decimal" w:pos="1620"/>
          <w:tab w:val="decimal" w:pos="2700"/>
          <w:tab w:val="decimal" w:pos="4050"/>
          <w:tab w:val="decimal" w:pos="5490"/>
          <w:tab w:val="decimal" w:pos="7110"/>
          <w:tab w:val="decimal" w:pos="8370"/>
        </w:tabs>
        <w:ind w:left="-735"/>
      </w:pPr>
      <w:r w:rsidRPr="0042234B">
        <w:tab/>
        <w:t>50</w:t>
      </w:r>
      <w:r w:rsidRPr="0042234B">
        <w:tab/>
      </w:r>
      <w:r w:rsidRPr="0042234B">
        <w:tab/>
      </w:r>
      <w:r>
        <w:t>30</w:t>
      </w:r>
      <w:r w:rsidRPr="0042234B">
        <w:t>0,000</w:t>
      </w:r>
      <w:r w:rsidRPr="0042234B">
        <w:tab/>
        <w:t xml:space="preserve">  </w:t>
      </w:r>
      <w:r>
        <w:t>21</w:t>
      </w:r>
      <w:r w:rsidRPr="0042234B">
        <w:t>,000</w:t>
      </w:r>
      <w:r w:rsidRPr="0042234B">
        <w:tab/>
        <w:t xml:space="preserve">  </w:t>
      </w:r>
      <w:r>
        <w:t>24</w:t>
      </w:r>
      <w:r w:rsidRPr="0042234B">
        <w:t>,000</w:t>
      </w:r>
      <w:r w:rsidRPr="0042234B">
        <w:tab/>
        <w:t xml:space="preserve">  45,000</w:t>
      </w:r>
      <w:r w:rsidRPr="0042234B">
        <w:tab/>
      </w:r>
      <w:r>
        <w:t>$ 900</w:t>
      </w:r>
    </w:p>
    <w:p w:rsidR="005C186D" w:rsidRPr="0042234B" w:rsidRDefault="005C186D">
      <w:r w:rsidRPr="0042234B">
        <w:t xml:space="preserve">*     35 × </w:t>
      </w:r>
      <w:r>
        <w:t>6</w:t>
      </w:r>
      <w:r w:rsidRPr="0042234B">
        <w:t xml:space="preserve">,000 </w:t>
      </w:r>
    </w:p>
    <w:p w:rsidR="005C186D" w:rsidRPr="0042234B" w:rsidRDefault="005C186D">
      <w:r w:rsidRPr="0042234B">
        <w:t xml:space="preserve">**   The cost of cleaning supplies per </w:t>
      </w:r>
      <w:r>
        <w:t>cleaning</w:t>
      </w:r>
      <w:r w:rsidRPr="0042234B">
        <w:t xml:space="preserve"> = $1</w:t>
      </w:r>
      <w:r>
        <w:t>6,8</w:t>
      </w:r>
      <w:r w:rsidRPr="0042234B">
        <w:t xml:space="preserve">00 ÷ </w:t>
      </w:r>
      <w:r>
        <w:t>35</w:t>
      </w:r>
      <w:r w:rsidRPr="0042234B">
        <w:t xml:space="preserve"> = $</w:t>
      </w:r>
      <w:r>
        <w:t>480</w:t>
      </w:r>
      <w:r w:rsidRPr="0042234B">
        <w:t xml:space="preserve"> per </w:t>
      </w:r>
      <w:r>
        <w:t>cleaning</w:t>
      </w:r>
      <w:r w:rsidRPr="0042234B">
        <w:t xml:space="preserve">.  </w:t>
      </w:r>
      <w:r>
        <w:t>The cost per square foot is $480 ÷ $6,000 = $.08 or $16,800 ÷ 210,000 = $.08.  The total cleaning supplies cost is either $480 × number of cleanings or $.08 × square feet cleaned.</w:t>
      </w:r>
    </w:p>
    <w:p w:rsidR="005C186D" w:rsidRPr="0042234B" w:rsidRDefault="005C186D"/>
    <w:p w:rsidR="005C186D" w:rsidRPr="0042234B" w:rsidRDefault="005C186D" w:rsidP="00D511FF">
      <w:pPr>
        <w:ind w:left="360"/>
      </w:pPr>
      <w:r w:rsidRPr="0042234B">
        <w:t xml:space="preserve">The predicted total cost to clean during the November and December is the sum of the total costs for monthly cleanings of 45 and 50 times. This is </w:t>
      </w:r>
    </w:p>
    <w:p w:rsidR="005C186D" w:rsidRPr="0042234B" w:rsidRDefault="005C186D" w:rsidP="007061BC">
      <w:r w:rsidRPr="0042234B">
        <w:tab/>
      </w:r>
      <w:r w:rsidRPr="0042234B">
        <w:tab/>
      </w:r>
      <w:r w:rsidRPr="0042234B">
        <w:tab/>
        <w:t>$4</w:t>
      </w:r>
      <w:r>
        <w:t>2,6</w:t>
      </w:r>
      <w:r w:rsidRPr="0042234B">
        <w:t>00 + $45,000 = $8</w:t>
      </w:r>
      <w:r>
        <w:t>7,6</w:t>
      </w:r>
      <w:r w:rsidRPr="0042234B">
        <w:t>00</w:t>
      </w:r>
    </w:p>
    <w:p w:rsidR="005C186D" w:rsidRPr="0042234B" w:rsidRDefault="005C186D" w:rsidP="007061BC"/>
    <w:p w:rsidR="005C186D" w:rsidRPr="0042234B" w:rsidRDefault="005C186D" w:rsidP="00D511FF">
      <w:pPr>
        <w:ind w:left="360" w:hanging="360"/>
      </w:pPr>
      <w:r w:rsidRPr="0042234B">
        <w:t xml:space="preserve">2.  If </w:t>
      </w:r>
      <w:r>
        <w:t>Applejack</w:t>
      </w:r>
      <w:r w:rsidRPr="0042234B">
        <w:t xml:space="preserve"> hires the outside cleaning company, all its cleaning costs will be variable at a rate of $0.2</w:t>
      </w:r>
      <w:r>
        <w:t>5</w:t>
      </w:r>
      <w:r w:rsidRPr="0042234B">
        <w:t xml:space="preserve"> per square foot cleaned. The predicted cost to clean a total of 45 + 50 = 95 times is 95 × </w:t>
      </w:r>
      <w:r>
        <w:t>6</w:t>
      </w:r>
      <w:r w:rsidRPr="0042234B">
        <w:t>,000 × $0.2</w:t>
      </w:r>
      <w:r>
        <w:t>5</w:t>
      </w:r>
      <w:r w:rsidRPr="0042234B">
        <w:t xml:space="preserve"> = $</w:t>
      </w:r>
      <w:r>
        <w:t>142,5</w:t>
      </w:r>
      <w:r w:rsidRPr="0042234B">
        <w:t>00. Thus</w:t>
      </w:r>
      <w:r>
        <w:t>,</w:t>
      </w:r>
      <w:r w:rsidRPr="0042234B">
        <w:t xml:space="preserve"> </w:t>
      </w:r>
      <w:r>
        <w:t>Applejack</w:t>
      </w:r>
      <w:r w:rsidRPr="0042234B">
        <w:t xml:space="preserve"> will not save by hiring the outside cleaning company. </w:t>
      </w:r>
    </w:p>
    <w:p w:rsidR="005C186D" w:rsidRPr="0042234B" w:rsidRDefault="005C186D" w:rsidP="00D511FF">
      <w:pPr>
        <w:ind w:left="360"/>
      </w:pPr>
    </w:p>
    <w:p w:rsidR="005C186D" w:rsidRPr="0042234B" w:rsidRDefault="005C186D" w:rsidP="00D511FF">
      <w:pPr>
        <w:ind w:left="360"/>
      </w:pPr>
      <w:r w:rsidRPr="0042234B">
        <w:t xml:space="preserve">To determine whether outsourcing is a good decision on a permanent basis, </w:t>
      </w:r>
      <w:r>
        <w:t>Applejack</w:t>
      </w:r>
      <w:r w:rsidRPr="0042234B">
        <w:t xml:space="preserve"> needs to know the expected demand for the cost driver over an extended time frame. As the following table show</w:t>
      </w:r>
      <w:r>
        <w:t>s</w:t>
      </w:r>
      <w:r w:rsidRPr="0042234B">
        <w:t xml:space="preserve">, outsourcing becomes less attractive when cost driver levels are high. If average demand for cleaning is expected to be more than the number of </w:t>
      </w:r>
      <w:r>
        <w:t>cleanings</w:t>
      </w:r>
      <w:r w:rsidRPr="0042234B">
        <w:t xml:space="preserve"> at which the cost of outsourcing equals the internal cost, </w:t>
      </w:r>
      <w:r>
        <w:t>Applejack</w:t>
      </w:r>
      <w:r w:rsidRPr="0042234B">
        <w:t xml:space="preserve"> should continue to do its own cleaning. This point is </w:t>
      </w:r>
      <w:r>
        <w:t>C cleanings</w:t>
      </w:r>
      <w:r w:rsidRPr="0042234B">
        <w:t>, where:</w:t>
      </w:r>
    </w:p>
    <w:p w:rsidR="005C186D" w:rsidRPr="0042234B" w:rsidRDefault="005C186D" w:rsidP="00441FB6">
      <w:pPr>
        <w:spacing w:before="120"/>
      </w:pPr>
      <w:r w:rsidRPr="0042234B">
        <w:tab/>
        <w:t>$.2</w:t>
      </w:r>
      <w:r>
        <w:t>5</w:t>
      </w:r>
      <w:r w:rsidRPr="0042234B">
        <w:t xml:space="preserve"> × </w:t>
      </w:r>
      <w:r>
        <w:t xml:space="preserve">C </w:t>
      </w:r>
      <w:r w:rsidRPr="0042234B">
        <w:t xml:space="preserve">× </w:t>
      </w:r>
      <w:r>
        <w:t>6,000</w:t>
      </w:r>
      <w:r w:rsidRPr="0042234B">
        <w:t xml:space="preserve"> = $</w:t>
      </w:r>
      <w:r>
        <w:t>21</w:t>
      </w:r>
      <w:r w:rsidRPr="0042234B">
        <w:t xml:space="preserve">,000 </w:t>
      </w:r>
      <w:r>
        <w:t>+ (</w:t>
      </w:r>
      <w:r w:rsidRPr="0042234B">
        <w:t xml:space="preserve"> $.0</w:t>
      </w:r>
      <w:r>
        <w:t>8</w:t>
      </w:r>
      <w:r w:rsidRPr="0042234B">
        <w:t xml:space="preserve"> × </w:t>
      </w:r>
      <w:r>
        <w:t xml:space="preserve">C </w:t>
      </w:r>
      <w:r w:rsidRPr="0042234B">
        <w:t xml:space="preserve">× </w:t>
      </w:r>
      <w:r>
        <w:t>6,000)</w:t>
      </w:r>
    </w:p>
    <w:p w:rsidR="005C186D" w:rsidRPr="0042234B" w:rsidRDefault="005C186D" w:rsidP="007061BC">
      <w:r w:rsidRPr="0042234B">
        <w:tab/>
      </w:r>
      <w:r>
        <w:t xml:space="preserve">C </w:t>
      </w:r>
      <w:r w:rsidRPr="0042234B">
        <w:t>= $</w:t>
      </w:r>
      <w:r>
        <w:t>21</w:t>
      </w:r>
      <w:r w:rsidRPr="0042234B">
        <w:t xml:space="preserve">,000 ÷ </w:t>
      </w:r>
      <w:r>
        <w:t>(</w:t>
      </w:r>
      <w:r w:rsidRPr="0042234B">
        <w:t>$.1</w:t>
      </w:r>
      <w:r>
        <w:t>7</w:t>
      </w:r>
      <w:r w:rsidRPr="0042234B">
        <w:t xml:space="preserve">× </w:t>
      </w:r>
      <w:r>
        <w:t>6,000)</w:t>
      </w:r>
      <w:r w:rsidRPr="0042234B">
        <w:t xml:space="preserve"> = </w:t>
      </w:r>
      <w:r>
        <w:t>20.588</w:t>
      </w:r>
      <w:r w:rsidRPr="0042234B">
        <w:t xml:space="preserve"> cleanings</w:t>
      </w:r>
    </w:p>
    <w:p w:rsidR="005C186D" w:rsidRPr="0042234B" w:rsidRDefault="005C186D" w:rsidP="00B106FA">
      <w:pPr>
        <w:ind w:left="360"/>
      </w:pPr>
      <w:r>
        <w:t>Applejack</w:t>
      </w:r>
      <w:r w:rsidRPr="0042234B">
        <w:t xml:space="preserve"> should also consider such factors as quality and cost control when an outside cleaning company is used.</w:t>
      </w:r>
    </w:p>
    <w:p w:rsidR="005C186D" w:rsidRPr="0042234B" w:rsidRDefault="005C186D" w:rsidP="007061BC"/>
    <w:tbl>
      <w:tblPr>
        <w:tblW w:w="9198" w:type="dxa"/>
        <w:jc w:val="center"/>
        <w:tblInd w:w="-20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16"/>
        <w:gridCol w:w="2296"/>
        <w:gridCol w:w="2430"/>
        <w:gridCol w:w="2956"/>
      </w:tblGrid>
      <w:tr w:rsidR="005C186D" w:rsidRPr="0042234B" w:rsidTr="009E3ACA">
        <w:trPr>
          <w:trHeight w:val="1020"/>
          <w:jc w:val="center"/>
        </w:trPr>
        <w:tc>
          <w:tcPr>
            <w:tcW w:w="1516" w:type="dxa"/>
            <w:vAlign w:val="bottom"/>
          </w:tcPr>
          <w:p w:rsidR="005C186D" w:rsidRPr="0042234B" w:rsidRDefault="005C186D" w:rsidP="009E3ACA">
            <w:pPr>
              <w:jc w:val="center"/>
            </w:pPr>
            <w:r w:rsidRPr="0042234B">
              <w:t>(1)   Times Cleaned</w:t>
            </w:r>
          </w:p>
        </w:tc>
        <w:tc>
          <w:tcPr>
            <w:tcW w:w="2296" w:type="dxa"/>
            <w:vAlign w:val="bottom"/>
          </w:tcPr>
          <w:p w:rsidR="005C186D" w:rsidRPr="0042234B" w:rsidRDefault="005C186D" w:rsidP="009E3ACA">
            <w:pPr>
              <w:jc w:val="center"/>
            </w:pPr>
            <w:r w:rsidRPr="0042234B">
              <w:t>(2)       Square Feet Cleaned</w:t>
            </w:r>
          </w:p>
        </w:tc>
        <w:tc>
          <w:tcPr>
            <w:tcW w:w="2430" w:type="dxa"/>
            <w:vAlign w:val="bottom"/>
          </w:tcPr>
          <w:p w:rsidR="005C186D" w:rsidRPr="0042234B" w:rsidRDefault="005C186D" w:rsidP="009E3ACA">
            <w:pPr>
              <w:jc w:val="center"/>
              <w:rPr>
                <w:vertAlign w:val="superscript"/>
              </w:rPr>
            </w:pPr>
            <w:r w:rsidRPr="0042234B">
              <w:t xml:space="preserve">(3)          </w:t>
            </w:r>
            <w:r>
              <w:t>Applejack</w:t>
            </w:r>
            <w:r w:rsidRPr="0042234B">
              <w:t xml:space="preserve"> Total Cleaning Cost</w:t>
            </w:r>
            <w:r w:rsidRPr="0042234B">
              <w:rPr>
                <w:vertAlign w:val="superscript"/>
              </w:rPr>
              <w:t>*</w:t>
            </w:r>
          </w:p>
        </w:tc>
        <w:tc>
          <w:tcPr>
            <w:tcW w:w="2956" w:type="dxa"/>
            <w:vAlign w:val="bottom"/>
          </w:tcPr>
          <w:p w:rsidR="005C186D" w:rsidRPr="0042234B" w:rsidRDefault="005C186D" w:rsidP="009E3ACA">
            <w:pPr>
              <w:jc w:val="center"/>
            </w:pPr>
            <w:r w:rsidRPr="0042234B">
              <w:t>Outside      Cleaning Cost</w:t>
            </w:r>
          </w:p>
          <w:p w:rsidR="005C186D" w:rsidRPr="0042234B" w:rsidRDefault="005C186D" w:rsidP="005D3635">
            <w:pPr>
              <w:jc w:val="center"/>
            </w:pPr>
            <w:r w:rsidRPr="0042234B">
              <w:t>$.2</w:t>
            </w:r>
            <w:r>
              <w:t>5</w:t>
            </w:r>
            <w:r w:rsidRPr="0042234B">
              <w:t xml:space="preserve"> × (2)</w:t>
            </w:r>
          </w:p>
        </w:tc>
      </w:tr>
      <w:tr w:rsidR="005C186D" w:rsidRPr="0042234B" w:rsidTr="009E3ACA">
        <w:trPr>
          <w:trHeight w:val="255"/>
          <w:jc w:val="center"/>
        </w:trPr>
        <w:tc>
          <w:tcPr>
            <w:tcW w:w="1516" w:type="dxa"/>
            <w:noWrap/>
          </w:tcPr>
          <w:p w:rsidR="005C186D" w:rsidRPr="0042234B" w:rsidRDefault="005C186D" w:rsidP="009E3ACA">
            <w:pPr>
              <w:jc w:val="center"/>
            </w:pPr>
            <w:r w:rsidRPr="0042234B">
              <w:t>35</w:t>
            </w:r>
          </w:p>
        </w:tc>
        <w:tc>
          <w:tcPr>
            <w:tcW w:w="2296" w:type="dxa"/>
            <w:noWrap/>
          </w:tcPr>
          <w:p w:rsidR="005C186D" w:rsidRPr="0042234B" w:rsidRDefault="005C186D" w:rsidP="009E3ACA">
            <w:pPr>
              <w:jc w:val="center"/>
            </w:pPr>
            <w:r>
              <w:t>210</w:t>
            </w:r>
            <w:r w:rsidRPr="0042234B">
              <w:t>,000</w:t>
            </w:r>
          </w:p>
        </w:tc>
        <w:tc>
          <w:tcPr>
            <w:tcW w:w="2430" w:type="dxa"/>
            <w:noWrap/>
          </w:tcPr>
          <w:p w:rsidR="005C186D" w:rsidRPr="0042234B" w:rsidRDefault="005C186D" w:rsidP="005D3635">
            <w:pPr>
              <w:jc w:val="center"/>
            </w:pPr>
            <w:r w:rsidRPr="0042234B">
              <w:t>$</w:t>
            </w:r>
            <w:r>
              <w:t>37,8</w:t>
            </w:r>
            <w:r w:rsidRPr="0042234B">
              <w:t>00</w:t>
            </w:r>
          </w:p>
        </w:tc>
        <w:tc>
          <w:tcPr>
            <w:tcW w:w="2956" w:type="dxa"/>
            <w:noWrap/>
          </w:tcPr>
          <w:p w:rsidR="005C186D" w:rsidRPr="0042234B" w:rsidRDefault="005C186D" w:rsidP="005D3635">
            <w:pPr>
              <w:jc w:val="center"/>
            </w:pPr>
            <w:r w:rsidRPr="0042234B">
              <w:t>$</w:t>
            </w:r>
            <w:r>
              <w:t>52</w:t>
            </w:r>
            <w:r w:rsidRPr="0042234B">
              <w:t>,</w:t>
            </w:r>
            <w:r>
              <w:t>5</w:t>
            </w:r>
            <w:r w:rsidRPr="0042234B">
              <w:t>00</w:t>
            </w:r>
          </w:p>
        </w:tc>
      </w:tr>
      <w:tr w:rsidR="005C186D" w:rsidRPr="0042234B" w:rsidTr="009E3ACA">
        <w:trPr>
          <w:trHeight w:val="255"/>
          <w:jc w:val="center"/>
        </w:trPr>
        <w:tc>
          <w:tcPr>
            <w:tcW w:w="1516" w:type="dxa"/>
            <w:noWrap/>
          </w:tcPr>
          <w:p w:rsidR="005C186D" w:rsidRPr="0042234B" w:rsidRDefault="005C186D" w:rsidP="009E3ACA">
            <w:pPr>
              <w:jc w:val="center"/>
            </w:pPr>
            <w:r w:rsidRPr="0042234B">
              <w:t>40</w:t>
            </w:r>
          </w:p>
        </w:tc>
        <w:tc>
          <w:tcPr>
            <w:tcW w:w="2296" w:type="dxa"/>
            <w:noWrap/>
          </w:tcPr>
          <w:p w:rsidR="005C186D" w:rsidRPr="0042234B" w:rsidRDefault="005C186D" w:rsidP="005D3635">
            <w:pPr>
              <w:jc w:val="center"/>
            </w:pPr>
            <w:r w:rsidRPr="0042234B">
              <w:t>2</w:t>
            </w:r>
            <w:r>
              <w:t>4</w:t>
            </w:r>
            <w:r w:rsidRPr="0042234B">
              <w:t>0,000</w:t>
            </w:r>
          </w:p>
        </w:tc>
        <w:tc>
          <w:tcPr>
            <w:tcW w:w="2430" w:type="dxa"/>
            <w:noWrap/>
          </w:tcPr>
          <w:p w:rsidR="005C186D" w:rsidRPr="0042234B" w:rsidRDefault="005C186D" w:rsidP="005D3635">
            <w:pPr>
              <w:jc w:val="center"/>
            </w:pPr>
            <w:r w:rsidRPr="0042234B">
              <w:t xml:space="preserve">  4</w:t>
            </w:r>
            <w:r>
              <w:t>0,2</w:t>
            </w:r>
            <w:r w:rsidRPr="0042234B">
              <w:t>00</w:t>
            </w:r>
          </w:p>
        </w:tc>
        <w:tc>
          <w:tcPr>
            <w:tcW w:w="2956" w:type="dxa"/>
            <w:noWrap/>
          </w:tcPr>
          <w:p w:rsidR="005C186D" w:rsidRPr="0042234B" w:rsidRDefault="005C186D" w:rsidP="005D3635">
            <w:pPr>
              <w:jc w:val="center"/>
            </w:pPr>
            <w:r w:rsidRPr="0042234B">
              <w:t xml:space="preserve">  </w:t>
            </w:r>
            <w:r>
              <w:t>6</w:t>
            </w:r>
            <w:r w:rsidRPr="0042234B">
              <w:t>0,000</w:t>
            </w:r>
          </w:p>
        </w:tc>
      </w:tr>
      <w:tr w:rsidR="005C186D" w:rsidRPr="0042234B" w:rsidTr="009E3ACA">
        <w:trPr>
          <w:trHeight w:val="255"/>
          <w:jc w:val="center"/>
        </w:trPr>
        <w:tc>
          <w:tcPr>
            <w:tcW w:w="1516" w:type="dxa"/>
            <w:noWrap/>
          </w:tcPr>
          <w:p w:rsidR="005C186D" w:rsidRPr="0042234B" w:rsidRDefault="005C186D" w:rsidP="009E3ACA">
            <w:pPr>
              <w:jc w:val="center"/>
            </w:pPr>
            <w:r w:rsidRPr="0042234B">
              <w:t>45</w:t>
            </w:r>
          </w:p>
        </w:tc>
        <w:tc>
          <w:tcPr>
            <w:tcW w:w="2296" w:type="dxa"/>
            <w:noWrap/>
          </w:tcPr>
          <w:p w:rsidR="005C186D" w:rsidRPr="0042234B" w:rsidRDefault="005C186D" w:rsidP="005D3635">
            <w:pPr>
              <w:jc w:val="center"/>
            </w:pPr>
            <w:r w:rsidRPr="0042234B">
              <w:t>2</w:t>
            </w:r>
            <w:r>
              <w:t>70</w:t>
            </w:r>
            <w:r w:rsidRPr="0042234B">
              <w:t>,000</w:t>
            </w:r>
          </w:p>
        </w:tc>
        <w:tc>
          <w:tcPr>
            <w:tcW w:w="2430" w:type="dxa"/>
            <w:noWrap/>
          </w:tcPr>
          <w:p w:rsidR="005C186D" w:rsidRPr="0042234B" w:rsidRDefault="005C186D" w:rsidP="005D3635">
            <w:pPr>
              <w:jc w:val="center"/>
            </w:pPr>
            <w:r w:rsidRPr="0042234B">
              <w:t xml:space="preserve">  4</w:t>
            </w:r>
            <w:r>
              <w:t>2,6</w:t>
            </w:r>
            <w:r w:rsidRPr="0042234B">
              <w:t>00</w:t>
            </w:r>
          </w:p>
        </w:tc>
        <w:tc>
          <w:tcPr>
            <w:tcW w:w="2956" w:type="dxa"/>
            <w:noWrap/>
          </w:tcPr>
          <w:p w:rsidR="005C186D" w:rsidRPr="0042234B" w:rsidRDefault="005C186D" w:rsidP="005D3635">
            <w:pPr>
              <w:jc w:val="center"/>
            </w:pPr>
            <w:r w:rsidRPr="0042234B">
              <w:t xml:space="preserve">  </w:t>
            </w:r>
            <w:r>
              <w:t>67,5</w:t>
            </w:r>
            <w:r w:rsidRPr="0042234B">
              <w:t>00</w:t>
            </w:r>
          </w:p>
        </w:tc>
      </w:tr>
      <w:tr w:rsidR="005C186D" w:rsidRPr="0042234B" w:rsidTr="009E3ACA">
        <w:trPr>
          <w:trHeight w:val="255"/>
          <w:jc w:val="center"/>
        </w:trPr>
        <w:tc>
          <w:tcPr>
            <w:tcW w:w="1516" w:type="dxa"/>
            <w:noWrap/>
          </w:tcPr>
          <w:p w:rsidR="005C186D" w:rsidRPr="0042234B" w:rsidRDefault="005C186D" w:rsidP="009E3ACA">
            <w:pPr>
              <w:jc w:val="center"/>
            </w:pPr>
            <w:r w:rsidRPr="0042234B">
              <w:t>50</w:t>
            </w:r>
          </w:p>
        </w:tc>
        <w:tc>
          <w:tcPr>
            <w:tcW w:w="2296" w:type="dxa"/>
            <w:noWrap/>
          </w:tcPr>
          <w:p w:rsidR="005C186D" w:rsidRPr="0042234B" w:rsidRDefault="005C186D" w:rsidP="009E3ACA">
            <w:pPr>
              <w:jc w:val="center"/>
            </w:pPr>
            <w:r>
              <w:t>30</w:t>
            </w:r>
            <w:r w:rsidRPr="0042234B">
              <w:t>0,000</w:t>
            </w:r>
          </w:p>
        </w:tc>
        <w:tc>
          <w:tcPr>
            <w:tcW w:w="2430" w:type="dxa"/>
            <w:noWrap/>
          </w:tcPr>
          <w:p w:rsidR="005C186D" w:rsidRPr="0042234B" w:rsidRDefault="005C186D" w:rsidP="009E3ACA">
            <w:pPr>
              <w:jc w:val="center"/>
            </w:pPr>
            <w:r w:rsidRPr="0042234B">
              <w:t xml:space="preserve">  45,000</w:t>
            </w:r>
          </w:p>
        </w:tc>
        <w:tc>
          <w:tcPr>
            <w:tcW w:w="2956" w:type="dxa"/>
            <w:noWrap/>
          </w:tcPr>
          <w:p w:rsidR="005C186D" w:rsidRPr="0042234B" w:rsidRDefault="005C186D" w:rsidP="005D3635">
            <w:pPr>
              <w:jc w:val="center"/>
            </w:pPr>
            <w:r w:rsidRPr="0042234B">
              <w:t xml:space="preserve">  </w:t>
            </w:r>
            <w:r>
              <w:t>75</w:t>
            </w:r>
            <w:r w:rsidRPr="0042234B">
              <w:t>,000</w:t>
            </w:r>
          </w:p>
        </w:tc>
      </w:tr>
    </w:tbl>
    <w:p w:rsidR="005C186D" w:rsidRDefault="005C186D" w:rsidP="005D3635">
      <w:r w:rsidRPr="0042234B">
        <w:tab/>
        <w:t>* From requirement 1, total cost is $</w:t>
      </w:r>
      <w:r>
        <w:t>21,000 +</w:t>
      </w:r>
      <w:r w:rsidRPr="0042234B">
        <w:t xml:space="preserve"> $.0</w:t>
      </w:r>
      <w:r>
        <w:t>8</w:t>
      </w:r>
      <w:r w:rsidRPr="0042234B">
        <w:t xml:space="preserve"> x square feet cleaned</w:t>
      </w:r>
    </w:p>
    <w:p w:rsidR="005C186D" w:rsidRPr="0042234B" w:rsidRDefault="005C186D" w:rsidP="005D3635">
      <w:r>
        <w:rPr>
          <w:u w:val="single"/>
        </w:rPr>
        <w:br w:type="page"/>
      </w:r>
      <w:r w:rsidRPr="0042234B">
        <w:rPr>
          <w:u w:val="single"/>
        </w:rPr>
        <w:t>2-B2</w:t>
      </w:r>
      <w:r w:rsidRPr="0042234B">
        <w:tab/>
        <w:t>(15-25 min.)</w:t>
      </w:r>
    </w:p>
    <w:p w:rsidR="005C186D" w:rsidRPr="0042234B" w:rsidRDefault="005C186D" w:rsidP="0053093D">
      <w:pPr>
        <w:tabs>
          <w:tab w:val="left" w:pos="840"/>
        </w:tabs>
        <w:rPr>
          <w:u w:val="single"/>
        </w:rPr>
      </w:pPr>
    </w:p>
    <w:p w:rsidR="005C186D" w:rsidRPr="0042234B" w:rsidRDefault="005C186D" w:rsidP="0053093D">
      <w:pPr>
        <w:tabs>
          <w:tab w:val="left" w:pos="840"/>
        </w:tabs>
        <w:spacing w:line="240" w:lineRule="atLeast"/>
        <w:rPr>
          <w:bCs/>
        </w:rPr>
      </w:pPr>
      <w:r w:rsidRPr="0042234B">
        <w:rPr>
          <w:bCs/>
        </w:rPr>
        <w:t xml:space="preserve">1.   </w:t>
      </w:r>
      <w:r w:rsidRPr="0042234B">
        <w:rPr>
          <w:bCs/>
        </w:rPr>
        <w:tab/>
        <w:t>$2,3</w:t>
      </w:r>
      <w:r>
        <w:rPr>
          <w:bCs/>
        </w:rPr>
        <w:t>4</w:t>
      </w:r>
      <w:r w:rsidRPr="0042234B">
        <w:rPr>
          <w:bCs/>
        </w:rPr>
        <w:t>0 ÷ ($30 - $1</w:t>
      </w:r>
      <w:r>
        <w:rPr>
          <w:bCs/>
        </w:rPr>
        <w:t>2</w:t>
      </w:r>
      <w:r w:rsidRPr="0042234B">
        <w:rPr>
          <w:bCs/>
        </w:rPr>
        <w:t>) = 1</w:t>
      </w:r>
      <w:r>
        <w:rPr>
          <w:bCs/>
        </w:rPr>
        <w:t>30</w:t>
      </w:r>
      <w:r w:rsidRPr="0042234B">
        <w:rPr>
          <w:bCs/>
        </w:rPr>
        <w:t xml:space="preserve"> child-days</w:t>
      </w:r>
    </w:p>
    <w:p w:rsidR="005C186D" w:rsidRPr="0042234B" w:rsidRDefault="005C186D" w:rsidP="0053093D">
      <w:pPr>
        <w:tabs>
          <w:tab w:val="left" w:pos="840"/>
        </w:tabs>
        <w:spacing w:line="240" w:lineRule="atLeast"/>
        <w:rPr>
          <w:bCs/>
        </w:rPr>
      </w:pPr>
      <w:r w:rsidRPr="0042234B">
        <w:rPr>
          <w:bCs/>
        </w:rPr>
        <w:t xml:space="preserve">                or 1</w:t>
      </w:r>
      <w:r>
        <w:rPr>
          <w:bCs/>
        </w:rPr>
        <w:t>30</w:t>
      </w:r>
      <w:r w:rsidRPr="0042234B">
        <w:rPr>
          <w:bCs/>
        </w:rPr>
        <w:t xml:space="preserve"> × $30 = $3,</w:t>
      </w:r>
      <w:r>
        <w:rPr>
          <w:bCs/>
        </w:rPr>
        <w:t>90</w:t>
      </w:r>
      <w:r w:rsidRPr="0042234B">
        <w:rPr>
          <w:bCs/>
        </w:rPr>
        <w:t>0 revenue.</w:t>
      </w:r>
    </w:p>
    <w:p w:rsidR="005C186D" w:rsidRPr="0042234B" w:rsidRDefault="005C186D" w:rsidP="0053093D">
      <w:pPr>
        <w:tabs>
          <w:tab w:val="left" w:pos="840"/>
        </w:tabs>
        <w:spacing w:line="240" w:lineRule="atLeast"/>
        <w:rPr>
          <w:bCs/>
        </w:rPr>
      </w:pPr>
    </w:p>
    <w:p w:rsidR="005C186D" w:rsidRPr="0042234B" w:rsidRDefault="005C186D" w:rsidP="0053093D">
      <w:pPr>
        <w:tabs>
          <w:tab w:val="left" w:pos="840"/>
        </w:tabs>
        <w:spacing w:line="240" w:lineRule="atLeast"/>
        <w:rPr>
          <w:bCs/>
        </w:rPr>
      </w:pPr>
      <w:r w:rsidRPr="0042234B">
        <w:rPr>
          <w:bCs/>
        </w:rPr>
        <w:t>2.</w:t>
      </w:r>
      <w:r w:rsidRPr="0042234B">
        <w:rPr>
          <w:bCs/>
        </w:rPr>
        <w:tab/>
        <w:t>176 × ($30 - $1</w:t>
      </w:r>
      <w:r>
        <w:rPr>
          <w:bCs/>
        </w:rPr>
        <w:t>2</w:t>
      </w:r>
      <w:r w:rsidRPr="0042234B">
        <w:rPr>
          <w:bCs/>
        </w:rPr>
        <w:t>) - $2,3</w:t>
      </w:r>
      <w:r>
        <w:rPr>
          <w:bCs/>
        </w:rPr>
        <w:t>4</w:t>
      </w:r>
      <w:r w:rsidRPr="0042234B">
        <w:rPr>
          <w:bCs/>
        </w:rPr>
        <w:t>0 = $3,</w:t>
      </w:r>
      <w:r>
        <w:rPr>
          <w:bCs/>
        </w:rPr>
        <w:t>168</w:t>
      </w:r>
      <w:r w:rsidRPr="0042234B">
        <w:rPr>
          <w:bCs/>
        </w:rPr>
        <w:t xml:space="preserve"> - $2,3</w:t>
      </w:r>
      <w:r>
        <w:rPr>
          <w:bCs/>
        </w:rPr>
        <w:t>4</w:t>
      </w:r>
      <w:r w:rsidRPr="0042234B">
        <w:rPr>
          <w:bCs/>
        </w:rPr>
        <w:t>0 = $</w:t>
      </w:r>
      <w:r>
        <w:rPr>
          <w:bCs/>
        </w:rPr>
        <w:t>828</w:t>
      </w:r>
    </w:p>
    <w:p w:rsidR="005C186D" w:rsidRPr="0042234B" w:rsidRDefault="005C186D" w:rsidP="0053093D">
      <w:pPr>
        <w:tabs>
          <w:tab w:val="left" w:pos="840"/>
        </w:tabs>
        <w:spacing w:line="240" w:lineRule="atLeast"/>
        <w:rPr>
          <w:bCs/>
        </w:rPr>
      </w:pPr>
    </w:p>
    <w:p w:rsidR="005C186D" w:rsidRPr="0042234B" w:rsidRDefault="005C186D" w:rsidP="0053093D">
      <w:pPr>
        <w:tabs>
          <w:tab w:val="left" w:pos="810"/>
          <w:tab w:val="left" w:pos="1260"/>
        </w:tabs>
        <w:spacing w:line="240" w:lineRule="atLeast"/>
        <w:rPr>
          <w:bCs/>
        </w:rPr>
      </w:pPr>
      <w:r w:rsidRPr="0042234B">
        <w:rPr>
          <w:bCs/>
        </w:rPr>
        <w:t>3.</w:t>
      </w:r>
      <w:r w:rsidRPr="0042234B">
        <w:rPr>
          <w:bCs/>
        </w:rPr>
        <w:tab/>
        <w:t>a.</w:t>
      </w:r>
      <w:r w:rsidRPr="0042234B">
        <w:rPr>
          <w:bCs/>
        </w:rPr>
        <w:tab/>
        <w:t>198 × ($30 - $1</w:t>
      </w:r>
      <w:r>
        <w:rPr>
          <w:bCs/>
        </w:rPr>
        <w:t>2</w:t>
      </w:r>
      <w:r w:rsidRPr="0042234B">
        <w:rPr>
          <w:bCs/>
        </w:rPr>
        <w:t>) - $2,3</w:t>
      </w:r>
      <w:r>
        <w:rPr>
          <w:bCs/>
        </w:rPr>
        <w:t>4</w:t>
      </w:r>
      <w:r w:rsidRPr="0042234B">
        <w:rPr>
          <w:bCs/>
        </w:rPr>
        <w:t>0 = $3,</w:t>
      </w:r>
      <w:r>
        <w:rPr>
          <w:bCs/>
        </w:rPr>
        <w:t>564</w:t>
      </w:r>
      <w:r w:rsidRPr="0042234B">
        <w:rPr>
          <w:bCs/>
        </w:rPr>
        <w:t xml:space="preserve"> - $2,3</w:t>
      </w:r>
      <w:r>
        <w:rPr>
          <w:bCs/>
        </w:rPr>
        <w:t>4</w:t>
      </w:r>
      <w:r w:rsidRPr="0042234B">
        <w:rPr>
          <w:bCs/>
        </w:rPr>
        <w:t>0 = $1,</w:t>
      </w:r>
      <w:r>
        <w:rPr>
          <w:bCs/>
        </w:rPr>
        <w:t>224</w:t>
      </w:r>
    </w:p>
    <w:p w:rsidR="005C186D" w:rsidRPr="0042234B" w:rsidRDefault="005C186D" w:rsidP="0053093D">
      <w:pPr>
        <w:tabs>
          <w:tab w:val="left" w:pos="840"/>
          <w:tab w:val="left" w:pos="1260"/>
        </w:tabs>
        <w:spacing w:line="240" w:lineRule="atLeast"/>
        <w:rPr>
          <w:bCs/>
        </w:rPr>
      </w:pPr>
      <w:r w:rsidRPr="0042234B">
        <w:rPr>
          <w:bCs/>
        </w:rPr>
        <w:tab/>
      </w:r>
      <w:r w:rsidRPr="0042234B">
        <w:rPr>
          <w:bCs/>
        </w:rPr>
        <w:tab/>
        <w:t>or (22 × $</w:t>
      </w:r>
      <w:r>
        <w:rPr>
          <w:bCs/>
        </w:rPr>
        <w:t>18</w:t>
      </w:r>
      <w:r w:rsidRPr="0042234B">
        <w:rPr>
          <w:bCs/>
        </w:rPr>
        <w:t>) + $</w:t>
      </w:r>
      <w:r>
        <w:rPr>
          <w:bCs/>
        </w:rPr>
        <w:t>828</w:t>
      </w:r>
      <w:r w:rsidRPr="0042234B">
        <w:rPr>
          <w:bCs/>
        </w:rPr>
        <w:t xml:space="preserve"> = $</w:t>
      </w:r>
      <w:r>
        <w:rPr>
          <w:bCs/>
        </w:rPr>
        <w:t>396</w:t>
      </w:r>
      <w:r w:rsidRPr="0042234B">
        <w:rPr>
          <w:bCs/>
        </w:rPr>
        <w:t xml:space="preserve"> + $</w:t>
      </w:r>
      <w:r>
        <w:rPr>
          <w:bCs/>
        </w:rPr>
        <w:t>828</w:t>
      </w:r>
      <w:r w:rsidRPr="0042234B">
        <w:rPr>
          <w:bCs/>
        </w:rPr>
        <w:t xml:space="preserve"> = $1,</w:t>
      </w:r>
      <w:r>
        <w:rPr>
          <w:bCs/>
        </w:rPr>
        <w:t>224</w:t>
      </w:r>
    </w:p>
    <w:p w:rsidR="005C186D" w:rsidRPr="0042234B" w:rsidRDefault="005C186D" w:rsidP="0053093D">
      <w:pPr>
        <w:tabs>
          <w:tab w:val="left" w:pos="840"/>
        </w:tabs>
        <w:spacing w:line="240" w:lineRule="atLeast"/>
        <w:rPr>
          <w:bCs/>
        </w:rPr>
      </w:pPr>
    </w:p>
    <w:p w:rsidR="005C186D" w:rsidRPr="0042234B" w:rsidRDefault="005C186D" w:rsidP="0053093D">
      <w:pPr>
        <w:tabs>
          <w:tab w:val="left" w:pos="810"/>
          <w:tab w:val="left" w:pos="1260"/>
        </w:tabs>
        <w:spacing w:line="240" w:lineRule="atLeast"/>
        <w:rPr>
          <w:bCs/>
        </w:rPr>
      </w:pPr>
      <w:r w:rsidRPr="0042234B">
        <w:rPr>
          <w:bCs/>
        </w:rPr>
        <w:tab/>
        <w:t>b.</w:t>
      </w:r>
      <w:r w:rsidRPr="0042234B">
        <w:rPr>
          <w:bCs/>
        </w:rPr>
        <w:tab/>
        <w:t>176 × ($30 - $1</w:t>
      </w:r>
      <w:r>
        <w:rPr>
          <w:bCs/>
        </w:rPr>
        <w:t>4</w:t>
      </w:r>
      <w:r w:rsidRPr="0042234B">
        <w:rPr>
          <w:bCs/>
        </w:rPr>
        <w:t>) - $2,3</w:t>
      </w:r>
      <w:r>
        <w:rPr>
          <w:bCs/>
        </w:rPr>
        <w:t>4</w:t>
      </w:r>
      <w:r w:rsidRPr="0042234B">
        <w:rPr>
          <w:bCs/>
        </w:rPr>
        <w:t>0 = $</w:t>
      </w:r>
      <w:r>
        <w:rPr>
          <w:bCs/>
        </w:rPr>
        <w:t>2,816</w:t>
      </w:r>
      <w:r w:rsidRPr="0042234B">
        <w:rPr>
          <w:bCs/>
        </w:rPr>
        <w:t xml:space="preserve"> - $2,3</w:t>
      </w:r>
      <w:r>
        <w:rPr>
          <w:bCs/>
        </w:rPr>
        <w:t>4</w:t>
      </w:r>
      <w:r w:rsidRPr="0042234B">
        <w:rPr>
          <w:bCs/>
        </w:rPr>
        <w:t>0 = $</w:t>
      </w:r>
      <w:r>
        <w:rPr>
          <w:bCs/>
        </w:rPr>
        <w:t>476</w:t>
      </w:r>
    </w:p>
    <w:p w:rsidR="005C186D" w:rsidRPr="0042234B" w:rsidRDefault="005C186D" w:rsidP="0053093D">
      <w:pPr>
        <w:tabs>
          <w:tab w:val="left" w:pos="810"/>
          <w:tab w:val="left" w:pos="1260"/>
        </w:tabs>
        <w:spacing w:line="240" w:lineRule="atLeast"/>
        <w:rPr>
          <w:bCs/>
        </w:rPr>
      </w:pPr>
      <w:r w:rsidRPr="0042234B">
        <w:rPr>
          <w:bCs/>
        </w:rPr>
        <w:tab/>
      </w:r>
      <w:r w:rsidRPr="0042234B">
        <w:rPr>
          <w:bCs/>
        </w:rPr>
        <w:tab/>
        <w:t>or  $</w:t>
      </w:r>
      <w:r>
        <w:rPr>
          <w:bCs/>
        </w:rPr>
        <w:t>828</w:t>
      </w:r>
      <w:r w:rsidRPr="0042234B">
        <w:rPr>
          <w:bCs/>
        </w:rPr>
        <w:t xml:space="preserve"> - ($2 × 176) = $</w:t>
      </w:r>
      <w:r>
        <w:rPr>
          <w:bCs/>
        </w:rPr>
        <w:t>476</w:t>
      </w:r>
    </w:p>
    <w:p w:rsidR="005C186D" w:rsidRPr="0042234B" w:rsidRDefault="005C186D" w:rsidP="0053093D">
      <w:pPr>
        <w:tabs>
          <w:tab w:val="left" w:pos="440"/>
        </w:tabs>
        <w:spacing w:line="240" w:lineRule="atLeast"/>
        <w:rPr>
          <w:bCs/>
        </w:rPr>
      </w:pPr>
    </w:p>
    <w:p w:rsidR="005C186D" w:rsidRPr="0042234B" w:rsidRDefault="005C186D" w:rsidP="0053093D">
      <w:pPr>
        <w:tabs>
          <w:tab w:val="left" w:pos="810"/>
          <w:tab w:val="left" w:pos="1260"/>
        </w:tabs>
        <w:spacing w:line="240" w:lineRule="atLeast"/>
        <w:rPr>
          <w:bCs/>
        </w:rPr>
      </w:pPr>
      <w:r w:rsidRPr="0042234B">
        <w:rPr>
          <w:bCs/>
        </w:rPr>
        <w:tab/>
        <w:t>c.</w:t>
      </w:r>
      <w:r w:rsidRPr="0042234B">
        <w:rPr>
          <w:bCs/>
        </w:rPr>
        <w:tab/>
        <w:t>$</w:t>
      </w:r>
      <w:r>
        <w:rPr>
          <w:bCs/>
        </w:rPr>
        <w:t>828</w:t>
      </w:r>
      <w:r w:rsidRPr="0042234B">
        <w:rPr>
          <w:bCs/>
        </w:rPr>
        <w:t xml:space="preserve"> - $220 = $</w:t>
      </w:r>
      <w:r>
        <w:rPr>
          <w:bCs/>
        </w:rPr>
        <w:t>608</w:t>
      </w:r>
    </w:p>
    <w:p w:rsidR="005C186D" w:rsidRPr="0042234B" w:rsidRDefault="005C186D" w:rsidP="0053093D">
      <w:pPr>
        <w:tabs>
          <w:tab w:val="left" w:pos="440"/>
        </w:tabs>
        <w:spacing w:line="240" w:lineRule="atLeast"/>
        <w:rPr>
          <w:bCs/>
        </w:rPr>
      </w:pPr>
    </w:p>
    <w:p w:rsidR="005C186D" w:rsidRPr="0042234B" w:rsidRDefault="005C186D" w:rsidP="0053093D">
      <w:pPr>
        <w:tabs>
          <w:tab w:val="left" w:pos="810"/>
          <w:tab w:val="left" w:pos="1260"/>
        </w:tabs>
        <w:spacing w:line="240" w:lineRule="atLeast"/>
        <w:ind w:left="1260" w:hanging="1260"/>
        <w:rPr>
          <w:bCs/>
        </w:rPr>
      </w:pPr>
      <w:r w:rsidRPr="0042234B">
        <w:rPr>
          <w:bCs/>
        </w:rPr>
        <w:tab/>
        <w:t>d.</w:t>
      </w:r>
      <w:r w:rsidRPr="0042234B">
        <w:rPr>
          <w:bCs/>
        </w:rPr>
        <w:tab/>
        <w:t>[(9.5 × 22) × ($30 - $1</w:t>
      </w:r>
      <w:r>
        <w:rPr>
          <w:bCs/>
        </w:rPr>
        <w:t>2</w:t>
      </w:r>
      <w:r w:rsidRPr="0042234B">
        <w:rPr>
          <w:bCs/>
        </w:rPr>
        <w:t>)] - ($2,3</w:t>
      </w:r>
      <w:r>
        <w:rPr>
          <w:bCs/>
        </w:rPr>
        <w:t>4</w:t>
      </w:r>
      <w:r w:rsidRPr="0042234B">
        <w:rPr>
          <w:bCs/>
        </w:rPr>
        <w:t>0 + $300) = $</w:t>
      </w:r>
      <w:r>
        <w:rPr>
          <w:bCs/>
        </w:rPr>
        <w:t>3,762</w:t>
      </w:r>
      <w:r w:rsidRPr="0042234B">
        <w:rPr>
          <w:bCs/>
        </w:rPr>
        <w:t xml:space="preserve"> - $2,6</w:t>
      </w:r>
      <w:r>
        <w:rPr>
          <w:bCs/>
        </w:rPr>
        <w:t>4</w:t>
      </w:r>
      <w:r w:rsidRPr="0042234B">
        <w:rPr>
          <w:bCs/>
        </w:rPr>
        <w:t>0 = $1,</w:t>
      </w:r>
      <w:r>
        <w:rPr>
          <w:bCs/>
        </w:rPr>
        <w:t>122</w:t>
      </w:r>
    </w:p>
    <w:p w:rsidR="005C186D" w:rsidRPr="0042234B" w:rsidRDefault="005C186D" w:rsidP="0053093D">
      <w:pPr>
        <w:tabs>
          <w:tab w:val="left" w:pos="440"/>
        </w:tabs>
        <w:spacing w:line="240" w:lineRule="atLeast"/>
        <w:rPr>
          <w:bCs/>
        </w:rPr>
      </w:pPr>
    </w:p>
    <w:p w:rsidR="005C186D" w:rsidRPr="0042234B" w:rsidRDefault="005C186D" w:rsidP="0053093D">
      <w:pPr>
        <w:tabs>
          <w:tab w:val="left" w:pos="810"/>
          <w:tab w:val="left" w:pos="1260"/>
        </w:tabs>
        <w:spacing w:line="240" w:lineRule="atLeast"/>
        <w:rPr>
          <w:bCs/>
        </w:rPr>
      </w:pPr>
      <w:r w:rsidRPr="0042234B">
        <w:rPr>
          <w:bCs/>
        </w:rPr>
        <w:tab/>
        <w:t>e.</w:t>
      </w:r>
      <w:r w:rsidRPr="0042234B">
        <w:rPr>
          <w:bCs/>
        </w:rPr>
        <w:tab/>
        <w:t>[(7 × 22) × ($33 - $1</w:t>
      </w:r>
      <w:r>
        <w:rPr>
          <w:bCs/>
        </w:rPr>
        <w:t>2</w:t>
      </w:r>
      <w:r w:rsidRPr="0042234B">
        <w:rPr>
          <w:bCs/>
        </w:rPr>
        <w:t>)] - $2,3</w:t>
      </w:r>
      <w:r>
        <w:rPr>
          <w:bCs/>
        </w:rPr>
        <w:t>4</w:t>
      </w:r>
      <w:r w:rsidRPr="0042234B">
        <w:rPr>
          <w:bCs/>
        </w:rPr>
        <w:t>0 = $3,</w:t>
      </w:r>
      <w:r>
        <w:rPr>
          <w:bCs/>
        </w:rPr>
        <w:t>234</w:t>
      </w:r>
      <w:r w:rsidRPr="0042234B">
        <w:rPr>
          <w:bCs/>
        </w:rPr>
        <w:t xml:space="preserve"> - $2,3</w:t>
      </w:r>
      <w:r>
        <w:rPr>
          <w:bCs/>
        </w:rPr>
        <w:t>4</w:t>
      </w:r>
      <w:r w:rsidRPr="0042234B">
        <w:rPr>
          <w:bCs/>
        </w:rPr>
        <w:t>0 = $</w:t>
      </w:r>
      <w:r>
        <w:rPr>
          <w:bCs/>
        </w:rPr>
        <w:t>894</w:t>
      </w:r>
    </w:p>
    <w:p w:rsidR="005C186D" w:rsidRPr="0042234B" w:rsidRDefault="005C186D" w:rsidP="0053093D">
      <w:pPr>
        <w:tabs>
          <w:tab w:val="left" w:pos="440"/>
        </w:tabs>
        <w:spacing w:line="240" w:lineRule="atLeast"/>
        <w:rPr>
          <w:bCs/>
        </w:rPr>
      </w:pPr>
    </w:p>
    <w:p w:rsidR="005C186D" w:rsidRPr="0042234B" w:rsidRDefault="005C186D" w:rsidP="0053093D">
      <w:pPr>
        <w:tabs>
          <w:tab w:val="left" w:pos="840"/>
        </w:tabs>
        <w:rPr>
          <w:u w:val="single"/>
        </w:rPr>
      </w:pPr>
    </w:p>
    <w:p w:rsidR="005C186D" w:rsidRPr="0042234B" w:rsidRDefault="005C186D" w:rsidP="0053093D">
      <w:pPr>
        <w:tabs>
          <w:tab w:val="left" w:pos="840"/>
        </w:tabs>
      </w:pPr>
      <w:r w:rsidRPr="0042234B">
        <w:rPr>
          <w:u w:val="single"/>
        </w:rPr>
        <w:t>2-B3</w:t>
      </w:r>
      <w:r w:rsidRPr="0042234B">
        <w:tab/>
        <w:t>(15-20 min.)</w:t>
      </w:r>
    </w:p>
    <w:p w:rsidR="005C186D" w:rsidRPr="0042234B" w:rsidRDefault="005C186D" w:rsidP="0053093D">
      <w:pPr>
        <w:pStyle w:val="Footer"/>
        <w:tabs>
          <w:tab w:val="clear" w:pos="4320"/>
          <w:tab w:val="clear" w:pos="8640"/>
          <w:tab w:val="left" w:pos="840"/>
        </w:tabs>
        <w:spacing w:line="240" w:lineRule="atLeast"/>
        <w:rPr>
          <w:rFonts w:ascii="Times New Roman" w:hAnsi="Times New Roman"/>
          <w:noProof w:val="0"/>
          <w:szCs w:val="24"/>
        </w:rPr>
      </w:pPr>
    </w:p>
    <w:p w:rsidR="005C186D" w:rsidRPr="0042234B" w:rsidRDefault="005C186D" w:rsidP="0053093D">
      <w:pPr>
        <w:tabs>
          <w:tab w:val="left" w:pos="720"/>
        </w:tabs>
        <w:spacing w:line="240" w:lineRule="atLeast"/>
        <w:rPr>
          <w:bCs/>
        </w:rPr>
      </w:pPr>
      <w:r w:rsidRPr="0042234B">
        <w:rPr>
          <w:bCs/>
          <w:position w:val="-12"/>
        </w:rPr>
        <w:t>1.</w:t>
      </w:r>
      <w:r w:rsidRPr="0042234B">
        <w:rPr>
          <w:bCs/>
        </w:rPr>
        <w:tab/>
      </w:r>
      <w:r w:rsidRPr="00B106FA">
        <w:rPr>
          <w:bCs/>
          <w:position w:val="-30"/>
        </w:rPr>
        <w:pict>
          <v:shape id="_x0000_i1031" type="#_x0000_t75" style="width:60.75pt;height:33pt">
            <v:imagedata r:id="rId13" o:title=""/>
          </v:shape>
        </w:pict>
      </w:r>
      <w:r w:rsidRPr="0042234B">
        <w:rPr>
          <w:bCs/>
        </w:rPr>
        <w:t xml:space="preserve">  =  </w:t>
      </w:r>
      <w:r w:rsidRPr="00B106FA">
        <w:rPr>
          <w:bCs/>
          <w:position w:val="-26"/>
        </w:rPr>
        <w:pict>
          <v:shape id="_x0000_i1032" type="#_x0000_t75" style="width:39.75pt;height:32.25pt">
            <v:imagedata r:id="rId14" o:title=""/>
          </v:shape>
        </w:pict>
      </w:r>
      <w:r w:rsidRPr="0042234B">
        <w:rPr>
          <w:bCs/>
        </w:rPr>
        <w:t>=  1,</w:t>
      </w:r>
      <w:r>
        <w:rPr>
          <w:bCs/>
        </w:rPr>
        <w:t>30</w:t>
      </w:r>
      <w:r w:rsidRPr="0042234B">
        <w:rPr>
          <w:bCs/>
        </w:rPr>
        <w:t>0 units</w:t>
      </w:r>
    </w:p>
    <w:p w:rsidR="005C186D" w:rsidRPr="0042234B" w:rsidRDefault="005C186D" w:rsidP="0053093D">
      <w:pPr>
        <w:tabs>
          <w:tab w:val="left" w:pos="840"/>
          <w:tab w:val="left" w:pos="2400"/>
          <w:tab w:val="left" w:pos="5580"/>
        </w:tabs>
        <w:spacing w:line="240" w:lineRule="atLeast"/>
        <w:rPr>
          <w:position w:val="-12"/>
        </w:rPr>
      </w:pPr>
    </w:p>
    <w:p w:rsidR="005C186D" w:rsidRPr="0042234B" w:rsidRDefault="005C186D" w:rsidP="0053093D">
      <w:pPr>
        <w:tabs>
          <w:tab w:val="left" w:pos="720"/>
          <w:tab w:val="left" w:pos="2400"/>
          <w:tab w:val="left" w:pos="5580"/>
        </w:tabs>
        <w:spacing w:line="240" w:lineRule="atLeast"/>
        <w:rPr>
          <w:bCs/>
        </w:rPr>
      </w:pPr>
      <w:r w:rsidRPr="0042234B">
        <w:rPr>
          <w:bCs/>
        </w:rPr>
        <w:t>2.</w:t>
      </w:r>
      <w:r w:rsidRPr="0042234B">
        <w:rPr>
          <w:bCs/>
        </w:rPr>
        <w:tab/>
        <w:t xml:space="preserve">Contribution margin ratio:  </w:t>
      </w:r>
      <w:r w:rsidRPr="00B106FA">
        <w:rPr>
          <w:bCs/>
          <w:position w:val="-28"/>
        </w:rPr>
        <w:pict>
          <v:shape id="_x0000_i1033" type="#_x0000_t75" style="width:102.75pt;height:32.25pt">
            <v:imagedata r:id="rId15" o:title=""/>
          </v:shape>
        </w:pict>
      </w:r>
      <w:r w:rsidRPr="0042234B">
        <w:rPr>
          <w:bCs/>
        </w:rPr>
        <w:t xml:space="preserve">  =  </w:t>
      </w:r>
      <w:r>
        <w:rPr>
          <w:bCs/>
        </w:rPr>
        <w:t>30</w:t>
      </w:r>
      <w:r w:rsidRPr="0042234B">
        <w:rPr>
          <w:bCs/>
        </w:rPr>
        <w:t>%</w:t>
      </w:r>
    </w:p>
    <w:p w:rsidR="005C186D" w:rsidRPr="0042234B" w:rsidRDefault="005C186D" w:rsidP="0053093D">
      <w:pPr>
        <w:tabs>
          <w:tab w:val="left" w:pos="840"/>
          <w:tab w:val="left" w:pos="3600"/>
        </w:tabs>
        <w:spacing w:line="240" w:lineRule="atLeast"/>
      </w:pPr>
    </w:p>
    <w:p w:rsidR="005C186D" w:rsidRPr="0042234B" w:rsidRDefault="005C186D" w:rsidP="0053093D">
      <w:pPr>
        <w:tabs>
          <w:tab w:val="left" w:pos="840"/>
          <w:tab w:val="left" w:pos="3500"/>
          <w:tab w:val="left" w:pos="5580"/>
        </w:tabs>
        <w:spacing w:line="240" w:lineRule="atLeast"/>
        <w:rPr>
          <w:bCs/>
        </w:rPr>
      </w:pPr>
      <w:r w:rsidRPr="0042234B">
        <w:rPr>
          <w:bCs/>
        </w:rPr>
        <w:tab/>
      </w:r>
      <w:r w:rsidRPr="0042234B">
        <w:rPr>
          <w:bCs/>
        </w:rPr>
        <w:tab/>
        <w:t>$8,</w:t>
      </w:r>
      <w:r>
        <w:rPr>
          <w:bCs/>
        </w:rPr>
        <w:t>4</w:t>
      </w:r>
      <w:r w:rsidRPr="0042234B">
        <w:rPr>
          <w:bCs/>
        </w:rPr>
        <w:t xml:space="preserve">00 ÷ </w:t>
      </w:r>
      <w:r>
        <w:rPr>
          <w:bCs/>
        </w:rPr>
        <w:t>30</w:t>
      </w:r>
      <w:r w:rsidRPr="0042234B">
        <w:rPr>
          <w:bCs/>
        </w:rPr>
        <w:t>%  =  $</w:t>
      </w:r>
      <w:r>
        <w:rPr>
          <w:bCs/>
        </w:rPr>
        <w:t>28</w:t>
      </w:r>
      <w:r w:rsidRPr="0042234B">
        <w:rPr>
          <w:bCs/>
        </w:rPr>
        <w:t>,000</w:t>
      </w:r>
    </w:p>
    <w:p w:rsidR="005C186D" w:rsidRPr="0042234B" w:rsidRDefault="005C186D" w:rsidP="0053093D">
      <w:pPr>
        <w:tabs>
          <w:tab w:val="left" w:pos="840"/>
          <w:tab w:val="left" w:pos="3600"/>
        </w:tabs>
        <w:spacing w:line="240" w:lineRule="atLeast"/>
        <w:rPr>
          <w:bCs/>
        </w:rPr>
      </w:pPr>
    </w:p>
    <w:p w:rsidR="005C186D" w:rsidRPr="0042234B" w:rsidRDefault="005C186D" w:rsidP="0053093D">
      <w:pPr>
        <w:tabs>
          <w:tab w:val="left" w:pos="720"/>
          <w:tab w:val="left" w:pos="3600"/>
        </w:tabs>
        <w:spacing w:line="240" w:lineRule="atLeast"/>
        <w:rPr>
          <w:bCs/>
        </w:rPr>
      </w:pPr>
      <w:r w:rsidRPr="0042234B">
        <w:rPr>
          <w:bCs/>
          <w:position w:val="-12"/>
        </w:rPr>
        <w:t>3.</w:t>
      </w:r>
      <w:r w:rsidRPr="0042234B">
        <w:rPr>
          <w:bCs/>
        </w:rPr>
        <w:tab/>
      </w:r>
      <w:r w:rsidRPr="00B106FA">
        <w:rPr>
          <w:bCs/>
          <w:position w:val="-30"/>
        </w:rPr>
        <w:pict>
          <v:shape id="_x0000_i1034" type="#_x0000_t75" style="width:96.75pt;height:33.75pt">
            <v:imagedata r:id="rId16" o:title=""/>
          </v:shape>
        </w:pict>
      </w:r>
      <w:r w:rsidRPr="0042234B">
        <w:rPr>
          <w:bCs/>
        </w:rPr>
        <w:t xml:space="preserve">  =  </w:t>
      </w:r>
      <w:r w:rsidRPr="00B106FA">
        <w:rPr>
          <w:bCs/>
          <w:position w:val="-26"/>
        </w:rPr>
        <w:pict>
          <v:shape id="_x0000_i1035" type="#_x0000_t75" style="width:45pt;height:32.25pt">
            <v:imagedata r:id="rId17" o:title=""/>
          </v:shape>
        </w:pict>
      </w:r>
      <w:r w:rsidRPr="0042234B">
        <w:rPr>
          <w:bCs/>
        </w:rPr>
        <w:t xml:space="preserve">  =  2,</w:t>
      </w:r>
      <w:r>
        <w:rPr>
          <w:bCs/>
        </w:rPr>
        <w:t>4</w:t>
      </w:r>
      <w:r w:rsidRPr="0042234B">
        <w:rPr>
          <w:bCs/>
        </w:rPr>
        <w:t>00 units</w:t>
      </w:r>
    </w:p>
    <w:p w:rsidR="005C186D" w:rsidRPr="0042234B" w:rsidRDefault="005C186D" w:rsidP="0053093D">
      <w:pPr>
        <w:tabs>
          <w:tab w:val="left" w:pos="1200"/>
          <w:tab w:val="left" w:pos="3240"/>
          <w:tab w:val="left" w:pos="3600"/>
        </w:tabs>
        <w:spacing w:line="240" w:lineRule="atLeast"/>
        <w:rPr>
          <w:bCs/>
        </w:rPr>
      </w:pPr>
    </w:p>
    <w:p w:rsidR="005C186D" w:rsidRPr="0042234B" w:rsidRDefault="005C186D" w:rsidP="0053093D">
      <w:pPr>
        <w:tabs>
          <w:tab w:val="right" w:pos="3780"/>
          <w:tab w:val="left" w:pos="3960"/>
        </w:tabs>
        <w:spacing w:line="240" w:lineRule="atLeast"/>
        <w:ind w:left="5040" w:hanging="5040"/>
        <w:rPr>
          <w:bCs/>
        </w:rPr>
      </w:pPr>
      <w:r w:rsidRPr="0042234B">
        <w:rPr>
          <w:bCs/>
        </w:rPr>
        <w:t>4.</w:t>
      </w:r>
      <w:r w:rsidRPr="0042234B">
        <w:rPr>
          <w:bCs/>
        </w:rPr>
        <w:tab/>
        <w:t>($5</w:t>
      </w:r>
      <w:r>
        <w:rPr>
          <w:bCs/>
        </w:rPr>
        <w:t>1</w:t>
      </w:r>
      <w:r w:rsidRPr="0042234B">
        <w:rPr>
          <w:bCs/>
        </w:rPr>
        <w:t>,000 - $</w:t>
      </w:r>
      <w:r>
        <w:rPr>
          <w:bCs/>
        </w:rPr>
        <w:t>18</w:t>
      </w:r>
      <w:r w:rsidRPr="0042234B">
        <w:rPr>
          <w:bCs/>
        </w:rPr>
        <w:t>,000)</w:t>
      </w:r>
      <w:r>
        <w:rPr>
          <w:bCs/>
        </w:rPr>
        <w:t xml:space="preserve"> × </w:t>
      </w:r>
      <w:r w:rsidRPr="0042234B">
        <w:rPr>
          <w:bCs/>
        </w:rPr>
        <w:t>(1</w:t>
      </w:r>
      <w:r>
        <w:rPr>
          <w:bCs/>
        </w:rPr>
        <w:t>2</w:t>
      </w:r>
      <w:r w:rsidRPr="0042234B">
        <w:rPr>
          <w:bCs/>
        </w:rPr>
        <w:t>0%)</w:t>
      </w:r>
      <w:r w:rsidRPr="0042234B">
        <w:rPr>
          <w:bCs/>
        </w:rPr>
        <w:tab/>
        <w:t>= $3</w:t>
      </w:r>
      <w:r>
        <w:rPr>
          <w:bCs/>
        </w:rPr>
        <w:t>9,6</w:t>
      </w:r>
      <w:r w:rsidRPr="0042234B">
        <w:rPr>
          <w:bCs/>
        </w:rPr>
        <w:t>00 contribution margin;</w:t>
      </w:r>
    </w:p>
    <w:p w:rsidR="005C186D" w:rsidRPr="0042234B" w:rsidRDefault="005C186D" w:rsidP="0053093D">
      <w:pPr>
        <w:tabs>
          <w:tab w:val="right" w:pos="3780"/>
          <w:tab w:val="left" w:pos="3960"/>
        </w:tabs>
        <w:spacing w:line="240" w:lineRule="atLeast"/>
        <w:rPr>
          <w:bCs/>
        </w:rPr>
      </w:pPr>
      <w:r w:rsidRPr="0042234B">
        <w:rPr>
          <w:bCs/>
        </w:rPr>
        <w:tab/>
        <w:t>$3</w:t>
      </w:r>
      <w:r>
        <w:rPr>
          <w:bCs/>
        </w:rPr>
        <w:t>9,6</w:t>
      </w:r>
      <w:r w:rsidRPr="0042234B">
        <w:rPr>
          <w:bCs/>
        </w:rPr>
        <w:t>00 - $</w:t>
      </w:r>
      <w:r>
        <w:rPr>
          <w:bCs/>
        </w:rPr>
        <w:t>18</w:t>
      </w:r>
      <w:r w:rsidRPr="0042234B">
        <w:rPr>
          <w:bCs/>
        </w:rPr>
        <w:t>,000</w:t>
      </w:r>
      <w:r w:rsidRPr="0042234B">
        <w:rPr>
          <w:bCs/>
        </w:rPr>
        <w:tab/>
        <w:t>= $</w:t>
      </w:r>
      <w:r>
        <w:rPr>
          <w:bCs/>
        </w:rPr>
        <w:t>21,6</w:t>
      </w:r>
      <w:r w:rsidRPr="0042234B">
        <w:rPr>
          <w:bCs/>
        </w:rPr>
        <w:t>00</w:t>
      </w:r>
    </w:p>
    <w:p w:rsidR="005C186D" w:rsidRPr="0042234B" w:rsidRDefault="005C186D" w:rsidP="0053093D">
      <w:pPr>
        <w:tabs>
          <w:tab w:val="left" w:pos="1800"/>
          <w:tab w:val="left" w:pos="3360"/>
          <w:tab w:val="left" w:pos="3600"/>
        </w:tabs>
        <w:spacing w:line="240" w:lineRule="atLeast"/>
        <w:rPr>
          <w:bCs/>
        </w:rPr>
      </w:pPr>
    </w:p>
    <w:p w:rsidR="005C186D" w:rsidRPr="0042234B" w:rsidRDefault="005C186D" w:rsidP="0053093D">
      <w:pPr>
        <w:tabs>
          <w:tab w:val="left" w:pos="720"/>
          <w:tab w:val="left" w:pos="4050"/>
        </w:tabs>
        <w:spacing w:line="240" w:lineRule="atLeast"/>
        <w:rPr>
          <w:bCs/>
        </w:rPr>
      </w:pPr>
      <w:r w:rsidRPr="0042234B">
        <w:rPr>
          <w:bCs/>
        </w:rPr>
        <w:t>5.</w:t>
      </w:r>
      <w:r w:rsidRPr="0042234B">
        <w:rPr>
          <w:bCs/>
        </w:rPr>
        <w:tab/>
        <w:t>New contribution margin:</w:t>
      </w:r>
      <w:r w:rsidRPr="0042234B">
        <w:rPr>
          <w:bCs/>
        </w:rPr>
        <w:tab/>
        <w:t>$4</w:t>
      </w:r>
      <w:r>
        <w:rPr>
          <w:bCs/>
        </w:rPr>
        <w:t>8</w:t>
      </w:r>
      <w:r w:rsidRPr="0042234B">
        <w:rPr>
          <w:bCs/>
        </w:rPr>
        <w:t xml:space="preserve"> - ($3</w:t>
      </w:r>
      <w:r>
        <w:rPr>
          <w:bCs/>
        </w:rPr>
        <w:t>6</w:t>
      </w:r>
      <w:r w:rsidRPr="0042234B">
        <w:rPr>
          <w:bCs/>
        </w:rPr>
        <w:t xml:space="preserve"> - 2</w:t>
      </w:r>
      <w:r>
        <w:rPr>
          <w:bCs/>
        </w:rPr>
        <w:t>5</w:t>
      </w:r>
      <w:r w:rsidRPr="0042234B">
        <w:rPr>
          <w:bCs/>
        </w:rPr>
        <w:t>% of $3</w:t>
      </w:r>
      <w:r>
        <w:rPr>
          <w:bCs/>
        </w:rPr>
        <w:t>6</w:t>
      </w:r>
      <w:r w:rsidRPr="0042234B">
        <w:rPr>
          <w:bCs/>
        </w:rPr>
        <w:t>)</w:t>
      </w:r>
    </w:p>
    <w:p w:rsidR="005C186D" w:rsidRPr="0042234B" w:rsidRDefault="005C186D" w:rsidP="0053093D">
      <w:pPr>
        <w:tabs>
          <w:tab w:val="left" w:pos="720"/>
          <w:tab w:val="left" w:pos="3780"/>
          <w:tab w:val="left" w:pos="4050"/>
        </w:tabs>
        <w:spacing w:line="240" w:lineRule="atLeast"/>
        <w:rPr>
          <w:bCs/>
        </w:rPr>
      </w:pPr>
      <w:r w:rsidRPr="0042234B">
        <w:rPr>
          <w:bCs/>
        </w:rPr>
        <w:tab/>
      </w:r>
      <w:r w:rsidRPr="0042234B">
        <w:rPr>
          <w:bCs/>
        </w:rPr>
        <w:tab/>
        <w:t>=</w:t>
      </w:r>
      <w:r w:rsidRPr="0042234B">
        <w:rPr>
          <w:bCs/>
        </w:rPr>
        <w:tab/>
        <w:t>$4</w:t>
      </w:r>
      <w:r>
        <w:rPr>
          <w:bCs/>
        </w:rPr>
        <w:t>8</w:t>
      </w:r>
      <w:r w:rsidRPr="0042234B">
        <w:rPr>
          <w:bCs/>
        </w:rPr>
        <w:t xml:space="preserve"> - ($3</w:t>
      </w:r>
      <w:r>
        <w:rPr>
          <w:bCs/>
        </w:rPr>
        <w:t>6</w:t>
      </w:r>
      <w:r w:rsidRPr="0042234B">
        <w:rPr>
          <w:bCs/>
        </w:rPr>
        <w:t xml:space="preserve"> - $</w:t>
      </w:r>
      <w:r>
        <w:rPr>
          <w:bCs/>
        </w:rPr>
        <w:t>9</w:t>
      </w:r>
      <w:r w:rsidRPr="0042234B">
        <w:rPr>
          <w:bCs/>
        </w:rPr>
        <w:t>) = $</w:t>
      </w:r>
      <w:r>
        <w:rPr>
          <w:bCs/>
        </w:rPr>
        <w:t>21</w:t>
      </w:r>
      <w:r w:rsidRPr="0042234B">
        <w:rPr>
          <w:bCs/>
        </w:rPr>
        <w:t>;</w:t>
      </w:r>
    </w:p>
    <w:p w:rsidR="005C186D" w:rsidRPr="0042234B" w:rsidRDefault="005C186D" w:rsidP="0053093D">
      <w:pPr>
        <w:tabs>
          <w:tab w:val="left" w:pos="720"/>
        </w:tabs>
        <w:spacing w:line="240" w:lineRule="atLeast"/>
        <w:rPr>
          <w:bCs/>
        </w:rPr>
      </w:pPr>
    </w:p>
    <w:p w:rsidR="005C186D" w:rsidRPr="0042234B" w:rsidRDefault="005C186D" w:rsidP="0053093D">
      <w:pPr>
        <w:tabs>
          <w:tab w:val="left" w:pos="720"/>
        </w:tabs>
        <w:spacing w:line="240" w:lineRule="atLeast"/>
        <w:rPr>
          <w:bCs/>
        </w:rPr>
      </w:pPr>
      <w:r w:rsidRPr="0042234B">
        <w:rPr>
          <w:bCs/>
        </w:rPr>
        <w:tab/>
        <w:t>New fixed expenses:  $</w:t>
      </w:r>
      <w:r>
        <w:rPr>
          <w:bCs/>
        </w:rPr>
        <w:t>106</w:t>
      </w:r>
      <w:r w:rsidRPr="0042234B">
        <w:rPr>
          <w:bCs/>
        </w:rPr>
        <w:t>,000 × 11</w:t>
      </w:r>
      <w:r>
        <w:rPr>
          <w:bCs/>
        </w:rPr>
        <w:t>5</w:t>
      </w:r>
      <w:r w:rsidRPr="0042234B">
        <w:rPr>
          <w:bCs/>
        </w:rPr>
        <w:t>% = $</w:t>
      </w:r>
      <w:r>
        <w:rPr>
          <w:bCs/>
        </w:rPr>
        <w:t>121,9</w:t>
      </w:r>
      <w:r w:rsidRPr="0042234B">
        <w:rPr>
          <w:bCs/>
        </w:rPr>
        <w:t>00;</w:t>
      </w:r>
    </w:p>
    <w:p w:rsidR="005C186D" w:rsidRPr="0042234B" w:rsidRDefault="005C186D" w:rsidP="0053093D">
      <w:pPr>
        <w:tabs>
          <w:tab w:val="left" w:pos="720"/>
        </w:tabs>
        <w:spacing w:line="240" w:lineRule="atLeast"/>
        <w:rPr>
          <w:bCs/>
        </w:rPr>
      </w:pPr>
    </w:p>
    <w:p w:rsidR="005C186D" w:rsidRPr="0042234B" w:rsidRDefault="005C186D" w:rsidP="0053093D">
      <w:pPr>
        <w:tabs>
          <w:tab w:val="left" w:pos="720"/>
        </w:tabs>
        <w:spacing w:line="240" w:lineRule="atLeast"/>
        <w:rPr>
          <w:bCs/>
        </w:rPr>
      </w:pPr>
      <w:r w:rsidRPr="0042234B">
        <w:rPr>
          <w:bCs/>
        </w:rPr>
        <w:tab/>
      </w:r>
      <w:r w:rsidRPr="00B106FA">
        <w:rPr>
          <w:bCs/>
          <w:position w:val="-26"/>
        </w:rPr>
        <w:pict>
          <v:shape id="_x0000_i1036" type="#_x0000_t75" style="width:108.75pt;height:30.75pt">
            <v:imagedata r:id="rId18" o:title=""/>
          </v:shape>
        </w:pict>
      </w:r>
      <w:r w:rsidRPr="0042234B">
        <w:rPr>
          <w:bCs/>
        </w:rPr>
        <w:t xml:space="preserve">  =  </w:t>
      </w:r>
      <w:r w:rsidRPr="00B106FA">
        <w:rPr>
          <w:bCs/>
          <w:position w:val="-26"/>
        </w:rPr>
        <w:pict>
          <v:shape id="_x0000_i1037" type="#_x0000_t75" style="width:50.25pt;height:32.25pt">
            <v:imagedata r:id="rId19" o:title=""/>
          </v:shape>
        </w:pict>
      </w:r>
      <w:r w:rsidRPr="0042234B">
        <w:rPr>
          <w:bCs/>
        </w:rPr>
        <w:t xml:space="preserve">  =  6,</w:t>
      </w:r>
      <w:r>
        <w:rPr>
          <w:bCs/>
        </w:rPr>
        <w:t>90</w:t>
      </w:r>
      <w:r w:rsidRPr="0042234B">
        <w:rPr>
          <w:bCs/>
        </w:rPr>
        <w:t>0 units</w:t>
      </w:r>
    </w:p>
    <w:p w:rsidR="005C186D" w:rsidRDefault="005C186D" w:rsidP="0001563C">
      <w:pPr>
        <w:pStyle w:val="Heading5"/>
        <w:spacing w:before="0" w:after="0"/>
        <w:rPr>
          <w:b w:val="0"/>
          <w:i w:val="0"/>
          <w:iCs w:val="0"/>
          <w:sz w:val="24"/>
          <w:szCs w:val="24"/>
        </w:rPr>
      </w:pPr>
      <w:r>
        <w:rPr>
          <w:b w:val="0"/>
          <w:i w:val="0"/>
          <w:iCs w:val="0"/>
          <w:sz w:val="24"/>
          <w:szCs w:val="24"/>
          <w:u w:val="single"/>
        </w:rPr>
        <w:br w:type="page"/>
        <w:t>2</w:t>
      </w:r>
      <w:r w:rsidRPr="00127A18">
        <w:rPr>
          <w:b w:val="0"/>
          <w:i w:val="0"/>
          <w:iCs w:val="0"/>
          <w:sz w:val="24"/>
          <w:szCs w:val="24"/>
          <w:u w:val="single"/>
        </w:rPr>
        <w:t>-B</w:t>
      </w:r>
      <w:r>
        <w:rPr>
          <w:b w:val="0"/>
          <w:i w:val="0"/>
          <w:iCs w:val="0"/>
          <w:sz w:val="24"/>
          <w:szCs w:val="24"/>
          <w:u w:val="single"/>
        </w:rPr>
        <w:t>4</w:t>
      </w:r>
      <w:r w:rsidRPr="00127A18">
        <w:rPr>
          <w:b w:val="0"/>
          <w:i w:val="0"/>
          <w:iCs w:val="0"/>
          <w:sz w:val="24"/>
          <w:szCs w:val="24"/>
        </w:rPr>
        <w:tab/>
        <w:t xml:space="preserve">(20-25 min.)    </w:t>
      </w:r>
    </w:p>
    <w:p w:rsidR="005C186D" w:rsidRDefault="005C186D" w:rsidP="0001563C">
      <w:pPr>
        <w:pStyle w:val="Heading5"/>
        <w:spacing w:before="0" w:after="0"/>
        <w:rPr>
          <w:b w:val="0"/>
          <w:i w:val="0"/>
          <w:iCs w:val="0"/>
          <w:sz w:val="24"/>
          <w:szCs w:val="24"/>
        </w:rPr>
      </w:pPr>
    </w:p>
    <w:p w:rsidR="005C186D" w:rsidRPr="00127A18" w:rsidRDefault="005C186D" w:rsidP="0001563C">
      <w:pPr>
        <w:pStyle w:val="Heading5"/>
        <w:spacing w:before="0" w:after="0"/>
        <w:ind w:firstLine="720"/>
        <w:rPr>
          <w:b w:val="0"/>
          <w:i w:val="0"/>
          <w:iCs w:val="0"/>
          <w:sz w:val="24"/>
          <w:szCs w:val="24"/>
        </w:rPr>
      </w:pPr>
      <w:r w:rsidRPr="00127A18">
        <w:rPr>
          <w:b w:val="0"/>
          <w:i w:val="0"/>
          <w:iCs w:val="0"/>
          <w:sz w:val="24"/>
          <w:szCs w:val="24"/>
        </w:rPr>
        <w:t>The following class</w:t>
      </w:r>
      <w:r>
        <w:rPr>
          <w:b w:val="0"/>
          <w:i w:val="0"/>
          <w:iCs w:val="0"/>
          <w:sz w:val="24"/>
          <w:szCs w:val="24"/>
        </w:rPr>
        <w:t xml:space="preserve">ifications are open to debate. </w:t>
      </w:r>
      <w:r w:rsidRPr="00127A18">
        <w:rPr>
          <w:b w:val="0"/>
          <w:i w:val="0"/>
          <w:iCs w:val="0"/>
          <w:sz w:val="24"/>
          <w:szCs w:val="24"/>
        </w:rPr>
        <w:t>With appropriate assumptions, other answers</w:t>
      </w:r>
      <w:r>
        <w:rPr>
          <w:b w:val="0"/>
          <w:i w:val="0"/>
          <w:iCs w:val="0"/>
          <w:sz w:val="24"/>
          <w:szCs w:val="24"/>
        </w:rPr>
        <w:t xml:space="preserve"> could be equally supportable. </w:t>
      </w:r>
      <w:r w:rsidRPr="00127A18">
        <w:rPr>
          <w:b w:val="0"/>
          <w:i w:val="0"/>
          <w:iCs w:val="0"/>
          <w:sz w:val="24"/>
          <w:szCs w:val="24"/>
        </w:rPr>
        <w:t>For example, in #2, the health insurance would be a fixed cost if the number</w:t>
      </w:r>
      <w:r>
        <w:rPr>
          <w:b w:val="0"/>
          <w:i w:val="0"/>
          <w:iCs w:val="0"/>
          <w:sz w:val="24"/>
          <w:szCs w:val="24"/>
        </w:rPr>
        <w:t xml:space="preserve"> of employees will not change. </w:t>
      </w:r>
      <w:r w:rsidRPr="00127A18">
        <w:rPr>
          <w:b w:val="0"/>
          <w:i w:val="0"/>
          <w:iCs w:val="0"/>
          <w:sz w:val="24"/>
          <w:szCs w:val="24"/>
        </w:rPr>
        <w:t>This problem provides an opportunity to discuss var</w:t>
      </w:r>
      <w:r>
        <w:rPr>
          <w:b w:val="0"/>
          <w:i w:val="0"/>
          <w:iCs w:val="0"/>
          <w:sz w:val="24"/>
          <w:szCs w:val="24"/>
        </w:rPr>
        <w:t xml:space="preserve">ious aspects of cost behavior. </w:t>
      </w:r>
      <w:r w:rsidRPr="00127A18">
        <w:rPr>
          <w:b w:val="0"/>
          <w:i w:val="0"/>
          <w:iCs w:val="0"/>
          <w:sz w:val="24"/>
          <w:szCs w:val="24"/>
        </w:rPr>
        <w:t>Students should make an assumption regarding the time period involved. For example, if the time period is short, say one month</w:t>
      </w:r>
      <w:r>
        <w:rPr>
          <w:b w:val="0"/>
          <w:i w:val="0"/>
          <w:iCs w:val="0"/>
          <w:sz w:val="24"/>
          <w:szCs w:val="24"/>
        </w:rPr>
        <w:t xml:space="preserve">, more costs tend to be fixed. </w:t>
      </w:r>
      <w:r w:rsidRPr="00127A18">
        <w:rPr>
          <w:b w:val="0"/>
          <w:i w:val="0"/>
          <w:iCs w:val="0"/>
          <w:sz w:val="24"/>
          <w:szCs w:val="24"/>
        </w:rPr>
        <w:t>Over longer perio</w:t>
      </w:r>
      <w:r>
        <w:rPr>
          <w:b w:val="0"/>
          <w:i w:val="0"/>
          <w:iCs w:val="0"/>
          <w:sz w:val="24"/>
          <w:szCs w:val="24"/>
        </w:rPr>
        <w:t xml:space="preserve">ds, more costs are variable. </w:t>
      </w:r>
      <w:r w:rsidRPr="00127A18">
        <w:rPr>
          <w:b w:val="0"/>
          <w:i w:val="0"/>
          <w:iCs w:val="0"/>
          <w:sz w:val="24"/>
          <w:szCs w:val="24"/>
        </w:rPr>
        <w:t>They also must assume something about the nature of the cost. For example, consider #4</w:t>
      </w:r>
      <w:r>
        <w:rPr>
          <w:b w:val="0"/>
          <w:i w:val="0"/>
          <w:iCs w:val="0"/>
          <w:sz w:val="24"/>
          <w:szCs w:val="24"/>
        </w:rPr>
        <w:t xml:space="preserve">. </w:t>
      </w:r>
      <w:r w:rsidRPr="00127A18">
        <w:rPr>
          <w:b w:val="0"/>
          <w:i w:val="0"/>
          <w:iCs w:val="0"/>
          <w:sz w:val="24"/>
          <w:szCs w:val="24"/>
        </w:rPr>
        <w:t>Repairs and maintenance are often thought of as a single cost.  However, repairs are more likely to vary with the amount of usage, making them variable, while maintenance is often on a fixed schedule regardless of activity, making them fixed.</w:t>
      </w:r>
    </w:p>
    <w:p w:rsidR="005C186D" w:rsidRPr="00127A18" w:rsidRDefault="005C186D" w:rsidP="0001563C">
      <w:pPr>
        <w:pStyle w:val="Heading5"/>
        <w:ind w:firstLine="720"/>
        <w:rPr>
          <w:b w:val="0"/>
          <w:i w:val="0"/>
          <w:iCs w:val="0"/>
          <w:sz w:val="24"/>
          <w:szCs w:val="24"/>
        </w:rPr>
      </w:pPr>
      <w:r w:rsidRPr="000A403A">
        <w:rPr>
          <w:b w:val="0"/>
          <w:i w:val="0"/>
          <w:iCs w:val="0"/>
          <w:sz w:val="24"/>
          <w:szCs w:val="24"/>
        </w:rPr>
        <w:t>Another i</w:t>
      </w:r>
      <w:r w:rsidRPr="00127A18">
        <w:rPr>
          <w:b w:val="0"/>
          <w:i w:val="0"/>
          <w:iCs w:val="0"/>
          <w:sz w:val="24"/>
          <w:szCs w:val="24"/>
        </w:rPr>
        <w:t>mportant point to make is the cost/benefit criterion applied to determining “true” cost behavior. A manager may accept a cost driver that is plausible but may have less reliability than an alternative due to the cost associated with maintaining data for the more reliable cost driver.</w:t>
      </w:r>
    </w:p>
    <w:p w:rsidR="005C186D" w:rsidRPr="00127A18" w:rsidRDefault="005C186D" w:rsidP="00366A92">
      <w:pPr>
        <w:pStyle w:val="Heading5"/>
        <w:tabs>
          <w:tab w:val="center" w:pos="980"/>
          <w:tab w:val="center" w:pos="3600"/>
          <w:tab w:val="center" w:pos="6300"/>
        </w:tabs>
        <w:rPr>
          <w:b w:val="0"/>
          <w:i w:val="0"/>
          <w:iCs w:val="0"/>
          <w:spacing w:val="-20"/>
          <w:sz w:val="24"/>
          <w:szCs w:val="24"/>
        </w:rPr>
      </w:pPr>
      <w:r w:rsidRPr="00127A18">
        <w:rPr>
          <w:b w:val="0"/>
          <w:i w:val="0"/>
          <w:iCs w:val="0"/>
          <w:sz w:val="24"/>
          <w:szCs w:val="24"/>
        </w:rPr>
        <w:tab/>
      </w:r>
      <w:r w:rsidRPr="00127A18">
        <w:rPr>
          <w:b w:val="0"/>
          <w:i w:val="0"/>
          <w:iCs w:val="0"/>
          <w:spacing w:val="-20"/>
          <w:sz w:val="24"/>
          <w:szCs w:val="24"/>
          <w:u w:val="single"/>
        </w:rPr>
        <w:t>Cost</w:t>
      </w:r>
      <w:r w:rsidRPr="00127A18">
        <w:rPr>
          <w:b w:val="0"/>
          <w:i w:val="0"/>
          <w:iCs w:val="0"/>
          <w:spacing w:val="-20"/>
          <w:sz w:val="24"/>
          <w:szCs w:val="24"/>
        </w:rPr>
        <w:tab/>
      </w:r>
      <w:r w:rsidRPr="00127A18">
        <w:rPr>
          <w:b w:val="0"/>
          <w:i w:val="0"/>
          <w:iCs w:val="0"/>
          <w:spacing w:val="-20"/>
          <w:sz w:val="24"/>
          <w:szCs w:val="24"/>
          <w:u w:val="single"/>
        </w:rPr>
        <w:t xml:space="preserve"> Cost Behavior</w:t>
      </w:r>
      <w:r w:rsidRPr="00127A18">
        <w:rPr>
          <w:b w:val="0"/>
          <w:i w:val="0"/>
          <w:iCs w:val="0"/>
          <w:spacing w:val="-20"/>
          <w:sz w:val="24"/>
          <w:szCs w:val="24"/>
        </w:rPr>
        <w:t xml:space="preserve">  </w:t>
      </w:r>
      <w:r w:rsidRPr="00127A18">
        <w:rPr>
          <w:b w:val="0"/>
          <w:i w:val="0"/>
          <w:iCs w:val="0"/>
          <w:spacing w:val="-20"/>
          <w:sz w:val="24"/>
          <w:szCs w:val="24"/>
        </w:rPr>
        <w:tab/>
      </w:r>
      <w:r w:rsidRPr="00127A18">
        <w:rPr>
          <w:b w:val="0"/>
          <w:i w:val="0"/>
          <w:iCs w:val="0"/>
          <w:spacing w:val="-20"/>
          <w:sz w:val="24"/>
          <w:szCs w:val="24"/>
          <w:u w:val="single"/>
        </w:rPr>
        <w:t>Likely Cost Driver(s)</w:t>
      </w:r>
      <w:r w:rsidRPr="00127A18">
        <w:rPr>
          <w:b w:val="0"/>
          <w:i w:val="0"/>
          <w:iCs w:val="0"/>
          <w:spacing w:val="-20"/>
          <w:sz w:val="24"/>
          <w:szCs w:val="24"/>
        </w:rPr>
        <w:tab/>
      </w:r>
    </w:p>
    <w:p w:rsidR="005C186D" w:rsidRPr="00127A18" w:rsidRDefault="005C186D" w:rsidP="00366A92">
      <w:pPr>
        <w:pStyle w:val="Heading5"/>
        <w:tabs>
          <w:tab w:val="left" w:pos="2700"/>
          <w:tab w:val="left" w:pos="5220"/>
        </w:tabs>
        <w:spacing w:before="120" w:after="0"/>
        <w:rPr>
          <w:b w:val="0"/>
          <w:i w:val="0"/>
          <w:iCs w:val="0"/>
          <w:spacing w:val="-20"/>
          <w:sz w:val="24"/>
          <w:szCs w:val="24"/>
        </w:rPr>
      </w:pPr>
      <w:r w:rsidRPr="00127A18">
        <w:rPr>
          <w:b w:val="0"/>
          <w:i w:val="0"/>
          <w:iCs w:val="0"/>
          <w:spacing w:val="-20"/>
          <w:sz w:val="24"/>
          <w:szCs w:val="24"/>
        </w:rPr>
        <w:t xml:space="preserve">1. X-ray </w:t>
      </w:r>
      <w:r w:rsidRPr="000A403A">
        <w:rPr>
          <w:b w:val="0"/>
          <w:i w:val="0"/>
          <w:iCs w:val="0"/>
          <w:spacing w:val="-20"/>
          <w:sz w:val="24"/>
          <w:szCs w:val="24"/>
        </w:rPr>
        <w:t>operating cost</w:t>
      </w:r>
      <w:r>
        <w:rPr>
          <w:b w:val="0"/>
          <w:i w:val="0"/>
          <w:iCs w:val="0"/>
          <w:spacing w:val="-20"/>
          <w:sz w:val="24"/>
          <w:szCs w:val="24"/>
        </w:rPr>
        <w:tab/>
        <w:t>Mixed</w:t>
      </w:r>
      <w:r>
        <w:rPr>
          <w:b w:val="0"/>
          <w:i w:val="0"/>
          <w:iCs w:val="0"/>
          <w:spacing w:val="-20"/>
          <w:sz w:val="24"/>
          <w:szCs w:val="24"/>
        </w:rPr>
        <w:tab/>
        <w:t xml:space="preserve">Number of  </w:t>
      </w:r>
      <w:r w:rsidRPr="00127A18">
        <w:rPr>
          <w:b w:val="0"/>
          <w:i w:val="0"/>
          <w:iCs w:val="0"/>
          <w:spacing w:val="-20"/>
          <w:sz w:val="24"/>
          <w:szCs w:val="24"/>
        </w:rPr>
        <w:t>x-rays</w:t>
      </w:r>
      <w:r w:rsidRPr="00127A18">
        <w:rPr>
          <w:b w:val="0"/>
          <w:i w:val="0"/>
          <w:iCs w:val="0"/>
          <w:spacing w:val="-20"/>
          <w:sz w:val="24"/>
          <w:szCs w:val="24"/>
        </w:rPr>
        <w:tab/>
      </w:r>
      <w:r w:rsidRPr="00127A18">
        <w:rPr>
          <w:b w:val="0"/>
          <w:i w:val="0"/>
          <w:iCs w:val="0"/>
          <w:spacing w:val="-20"/>
          <w:sz w:val="24"/>
          <w:szCs w:val="24"/>
        </w:rPr>
        <w:tab/>
      </w:r>
    </w:p>
    <w:p w:rsidR="005C186D" w:rsidRPr="00127A18" w:rsidRDefault="005C186D" w:rsidP="00366A92">
      <w:pPr>
        <w:pStyle w:val="Heading5"/>
        <w:tabs>
          <w:tab w:val="left" w:pos="2700"/>
          <w:tab w:val="left" w:pos="5220"/>
        </w:tabs>
        <w:spacing w:before="120" w:after="0"/>
        <w:rPr>
          <w:b w:val="0"/>
          <w:i w:val="0"/>
          <w:iCs w:val="0"/>
          <w:spacing w:val="-20"/>
          <w:sz w:val="24"/>
          <w:szCs w:val="24"/>
        </w:rPr>
      </w:pPr>
      <w:r w:rsidRPr="00127A18">
        <w:rPr>
          <w:b w:val="0"/>
          <w:i w:val="0"/>
          <w:iCs w:val="0"/>
          <w:spacing w:val="-20"/>
          <w:sz w:val="24"/>
          <w:szCs w:val="24"/>
        </w:rPr>
        <w:t>2. Insurance</w:t>
      </w:r>
      <w:r w:rsidRPr="00127A18">
        <w:rPr>
          <w:b w:val="0"/>
          <w:i w:val="0"/>
          <w:iCs w:val="0"/>
          <w:spacing w:val="-20"/>
          <w:sz w:val="24"/>
          <w:szCs w:val="24"/>
        </w:rPr>
        <w:tab/>
      </w:r>
      <w:r w:rsidRPr="000A403A">
        <w:rPr>
          <w:b w:val="0"/>
          <w:i w:val="0"/>
          <w:iCs w:val="0"/>
          <w:spacing w:val="-20"/>
          <w:sz w:val="24"/>
          <w:szCs w:val="24"/>
        </w:rPr>
        <w:t>Step</w:t>
      </w:r>
      <w:r w:rsidRPr="00127A18">
        <w:rPr>
          <w:b w:val="0"/>
          <w:i w:val="0"/>
          <w:iCs w:val="0"/>
          <w:spacing w:val="-20"/>
          <w:sz w:val="24"/>
          <w:szCs w:val="24"/>
        </w:rPr>
        <w:t xml:space="preserve"> (or variable)</w:t>
      </w:r>
      <w:r w:rsidRPr="00127A18">
        <w:rPr>
          <w:b w:val="0"/>
          <w:i w:val="0"/>
          <w:iCs w:val="0"/>
          <w:spacing w:val="-20"/>
          <w:sz w:val="24"/>
          <w:szCs w:val="24"/>
        </w:rPr>
        <w:tab/>
        <w:t>Number of employees</w:t>
      </w:r>
    </w:p>
    <w:p w:rsidR="005C186D" w:rsidRPr="00127A18" w:rsidRDefault="005C186D" w:rsidP="00366A92">
      <w:pPr>
        <w:pStyle w:val="Heading5"/>
        <w:tabs>
          <w:tab w:val="left" w:pos="2700"/>
          <w:tab w:val="left" w:pos="5220"/>
        </w:tabs>
        <w:spacing w:before="120" w:after="0"/>
        <w:rPr>
          <w:b w:val="0"/>
          <w:i w:val="0"/>
          <w:iCs w:val="0"/>
          <w:spacing w:val="-20"/>
          <w:sz w:val="24"/>
          <w:szCs w:val="24"/>
        </w:rPr>
      </w:pPr>
      <w:r w:rsidRPr="00127A18">
        <w:rPr>
          <w:b w:val="0"/>
          <w:i w:val="0"/>
          <w:iCs w:val="0"/>
          <w:spacing w:val="-20"/>
          <w:sz w:val="24"/>
          <w:szCs w:val="24"/>
        </w:rPr>
        <w:t>3. Cancer research</w:t>
      </w:r>
      <w:r w:rsidRPr="00127A18">
        <w:rPr>
          <w:b w:val="0"/>
          <w:i w:val="0"/>
          <w:iCs w:val="0"/>
          <w:spacing w:val="-20"/>
          <w:sz w:val="24"/>
          <w:szCs w:val="24"/>
        </w:rPr>
        <w:tab/>
      </w:r>
      <w:r>
        <w:rPr>
          <w:b w:val="0"/>
          <w:i w:val="0"/>
          <w:iCs w:val="0"/>
          <w:spacing w:val="-20"/>
          <w:sz w:val="24"/>
          <w:szCs w:val="24"/>
        </w:rPr>
        <w:t>F</w:t>
      </w:r>
      <w:r w:rsidRPr="00127A18">
        <w:rPr>
          <w:b w:val="0"/>
          <w:i w:val="0"/>
          <w:iCs w:val="0"/>
          <w:spacing w:val="-20"/>
          <w:sz w:val="24"/>
          <w:szCs w:val="24"/>
        </w:rPr>
        <w:t>ixed</w:t>
      </w:r>
      <w:r w:rsidRPr="00127A18">
        <w:rPr>
          <w:b w:val="0"/>
          <w:i w:val="0"/>
          <w:iCs w:val="0"/>
          <w:spacing w:val="-20"/>
          <w:sz w:val="24"/>
          <w:szCs w:val="24"/>
        </w:rPr>
        <w:tab/>
      </w:r>
    </w:p>
    <w:p w:rsidR="005C186D" w:rsidRPr="00127A18" w:rsidRDefault="005C186D" w:rsidP="00366A92">
      <w:pPr>
        <w:pStyle w:val="Heading5"/>
        <w:tabs>
          <w:tab w:val="left" w:pos="2700"/>
          <w:tab w:val="left" w:pos="5220"/>
        </w:tabs>
        <w:spacing w:before="120" w:after="0"/>
        <w:rPr>
          <w:b w:val="0"/>
          <w:i w:val="0"/>
          <w:iCs w:val="0"/>
          <w:spacing w:val="-20"/>
          <w:sz w:val="24"/>
          <w:szCs w:val="24"/>
        </w:rPr>
      </w:pPr>
      <w:r w:rsidRPr="00127A18">
        <w:rPr>
          <w:b w:val="0"/>
          <w:i w:val="0"/>
          <w:iCs w:val="0"/>
          <w:spacing w:val="-20"/>
          <w:sz w:val="24"/>
          <w:szCs w:val="24"/>
        </w:rPr>
        <w:t>4. Repairs</w:t>
      </w:r>
      <w:r w:rsidRPr="00127A18">
        <w:rPr>
          <w:b w:val="0"/>
          <w:i w:val="0"/>
          <w:iCs w:val="0"/>
          <w:spacing w:val="-20"/>
          <w:sz w:val="24"/>
          <w:szCs w:val="24"/>
        </w:rPr>
        <w:tab/>
        <w:t>Variable</w:t>
      </w:r>
      <w:r w:rsidRPr="00127A18">
        <w:rPr>
          <w:b w:val="0"/>
          <w:i w:val="0"/>
          <w:iCs w:val="0"/>
          <w:spacing w:val="-20"/>
          <w:sz w:val="24"/>
          <w:szCs w:val="24"/>
        </w:rPr>
        <w:tab/>
        <w:t>Number of patients</w:t>
      </w:r>
    </w:p>
    <w:p w:rsidR="005C186D" w:rsidRPr="00127A18" w:rsidRDefault="005C186D" w:rsidP="00366A92">
      <w:pPr>
        <w:pStyle w:val="Heading5"/>
        <w:tabs>
          <w:tab w:val="left" w:pos="2700"/>
          <w:tab w:val="left" w:pos="5220"/>
        </w:tabs>
        <w:spacing w:before="120" w:after="0"/>
        <w:rPr>
          <w:b w:val="0"/>
          <w:i w:val="0"/>
          <w:iCs w:val="0"/>
          <w:spacing w:val="-20"/>
          <w:sz w:val="24"/>
          <w:szCs w:val="24"/>
        </w:rPr>
      </w:pPr>
      <w:r w:rsidRPr="00127A18">
        <w:rPr>
          <w:b w:val="0"/>
          <w:i w:val="0"/>
          <w:iCs w:val="0"/>
          <w:spacing w:val="-20"/>
          <w:sz w:val="24"/>
          <w:szCs w:val="24"/>
        </w:rPr>
        <w:t>5. Training cost</w:t>
      </w:r>
      <w:r w:rsidRPr="00127A18">
        <w:rPr>
          <w:b w:val="0"/>
          <w:i w:val="0"/>
          <w:iCs w:val="0"/>
          <w:spacing w:val="-20"/>
          <w:sz w:val="24"/>
          <w:szCs w:val="24"/>
        </w:rPr>
        <w:tab/>
      </w:r>
      <w:r>
        <w:rPr>
          <w:b w:val="0"/>
          <w:i w:val="0"/>
          <w:iCs w:val="0"/>
          <w:spacing w:val="-20"/>
          <w:sz w:val="24"/>
          <w:szCs w:val="24"/>
        </w:rPr>
        <w:t>F</w:t>
      </w:r>
      <w:r w:rsidRPr="00127A18">
        <w:rPr>
          <w:b w:val="0"/>
          <w:i w:val="0"/>
          <w:iCs w:val="0"/>
          <w:spacing w:val="-20"/>
          <w:sz w:val="24"/>
          <w:szCs w:val="24"/>
        </w:rPr>
        <w:t xml:space="preserve">ixed </w:t>
      </w:r>
      <w:r w:rsidRPr="00127A18">
        <w:rPr>
          <w:b w:val="0"/>
          <w:i w:val="0"/>
          <w:iCs w:val="0"/>
          <w:spacing w:val="-20"/>
          <w:sz w:val="24"/>
          <w:szCs w:val="24"/>
        </w:rPr>
        <w:tab/>
      </w:r>
    </w:p>
    <w:p w:rsidR="005C186D" w:rsidRPr="00127A18" w:rsidRDefault="005C186D" w:rsidP="00366A92">
      <w:pPr>
        <w:pStyle w:val="Heading5"/>
        <w:tabs>
          <w:tab w:val="left" w:pos="2700"/>
          <w:tab w:val="left" w:pos="5220"/>
        </w:tabs>
        <w:spacing w:before="120" w:after="0"/>
        <w:rPr>
          <w:b w:val="0"/>
          <w:i w:val="0"/>
          <w:iCs w:val="0"/>
          <w:spacing w:val="-20"/>
          <w:sz w:val="24"/>
          <w:szCs w:val="24"/>
        </w:rPr>
      </w:pPr>
      <w:r w:rsidRPr="00127A18">
        <w:rPr>
          <w:b w:val="0"/>
          <w:i w:val="0"/>
          <w:iCs w:val="0"/>
          <w:spacing w:val="-20"/>
          <w:sz w:val="24"/>
          <w:szCs w:val="24"/>
        </w:rPr>
        <w:t>6. Depreciation</w:t>
      </w:r>
      <w:r w:rsidRPr="00127A18">
        <w:rPr>
          <w:b w:val="0"/>
          <w:i w:val="0"/>
          <w:iCs w:val="0"/>
          <w:spacing w:val="-20"/>
          <w:sz w:val="24"/>
          <w:szCs w:val="24"/>
        </w:rPr>
        <w:tab/>
      </w:r>
      <w:r>
        <w:rPr>
          <w:b w:val="0"/>
          <w:i w:val="0"/>
          <w:iCs w:val="0"/>
          <w:spacing w:val="-20"/>
          <w:sz w:val="24"/>
          <w:szCs w:val="24"/>
        </w:rPr>
        <w:t>F</w:t>
      </w:r>
      <w:r w:rsidRPr="00127A18">
        <w:rPr>
          <w:b w:val="0"/>
          <w:i w:val="0"/>
          <w:iCs w:val="0"/>
          <w:spacing w:val="-20"/>
          <w:sz w:val="24"/>
          <w:szCs w:val="24"/>
        </w:rPr>
        <w:t>ixed</w:t>
      </w:r>
      <w:r w:rsidRPr="00127A18">
        <w:rPr>
          <w:b w:val="0"/>
          <w:i w:val="0"/>
          <w:iCs w:val="0"/>
          <w:spacing w:val="-20"/>
          <w:sz w:val="24"/>
          <w:szCs w:val="24"/>
        </w:rPr>
        <w:tab/>
      </w:r>
    </w:p>
    <w:p w:rsidR="005C186D" w:rsidRPr="00127A18" w:rsidRDefault="005C186D" w:rsidP="00366A92">
      <w:pPr>
        <w:pStyle w:val="Heading5"/>
        <w:tabs>
          <w:tab w:val="left" w:pos="2700"/>
          <w:tab w:val="left" w:pos="5220"/>
        </w:tabs>
        <w:spacing w:before="120" w:after="0"/>
        <w:rPr>
          <w:b w:val="0"/>
          <w:i w:val="0"/>
          <w:iCs w:val="0"/>
          <w:sz w:val="24"/>
          <w:szCs w:val="24"/>
        </w:rPr>
      </w:pPr>
      <w:r w:rsidRPr="00127A18">
        <w:rPr>
          <w:b w:val="0"/>
          <w:i w:val="0"/>
          <w:iCs w:val="0"/>
          <w:spacing w:val="-20"/>
          <w:sz w:val="24"/>
          <w:szCs w:val="24"/>
        </w:rPr>
        <w:t>7. Consulting</w:t>
      </w:r>
      <w:r w:rsidRPr="00127A18">
        <w:rPr>
          <w:b w:val="0"/>
          <w:i w:val="0"/>
          <w:iCs w:val="0"/>
          <w:spacing w:val="-20"/>
          <w:sz w:val="24"/>
          <w:szCs w:val="24"/>
        </w:rPr>
        <w:tab/>
      </w:r>
      <w:r>
        <w:rPr>
          <w:b w:val="0"/>
          <w:i w:val="0"/>
          <w:iCs w:val="0"/>
          <w:spacing w:val="-20"/>
          <w:sz w:val="24"/>
          <w:szCs w:val="24"/>
        </w:rPr>
        <w:t>F</w:t>
      </w:r>
      <w:r w:rsidRPr="00127A18">
        <w:rPr>
          <w:b w:val="0"/>
          <w:i w:val="0"/>
          <w:iCs w:val="0"/>
          <w:spacing w:val="-20"/>
          <w:sz w:val="24"/>
          <w:szCs w:val="24"/>
        </w:rPr>
        <w:t>ixed</w:t>
      </w:r>
      <w:r w:rsidRPr="00127A18">
        <w:rPr>
          <w:b w:val="0"/>
          <w:i w:val="0"/>
          <w:iCs w:val="0"/>
          <w:spacing w:val="-20"/>
          <w:sz w:val="24"/>
          <w:szCs w:val="24"/>
        </w:rPr>
        <w:tab/>
      </w:r>
    </w:p>
    <w:p w:rsidR="005C186D" w:rsidRPr="00127A18" w:rsidRDefault="005C186D" w:rsidP="00366A92">
      <w:pPr>
        <w:pStyle w:val="Heading5"/>
        <w:tabs>
          <w:tab w:val="left" w:pos="2700"/>
          <w:tab w:val="left" w:pos="5220"/>
        </w:tabs>
        <w:spacing w:before="120" w:after="0"/>
        <w:rPr>
          <w:b w:val="0"/>
          <w:i w:val="0"/>
          <w:iCs w:val="0"/>
          <w:sz w:val="24"/>
          <w:szCs w:val="24"/>
        </w:rPr>
      </w:pPr>
      <w:r w:rsidRPr="00127A18">
        <w:rPr>
          <w:b w:val="0"/>
          <w:i w:val="0"/>
          <w:iCs w:val="0"/>
          <w:sz w:val="24"/>
          <w:szCs w:val="24"/>
        </w:rPr>
        <w:t xml:space="preserve">8. </w:t>
      </w:r>
      <w:r w:rsidRPr="00127A18">
        <w:rPr>
          <w:b w:val="0"/>
          <w:i w:val="0"/>
          <w:iCs w:val="0"/>
          <w:spacing w:val="-20"/>
          <w:sz w:val="24"/>
          <w:szCs w:val="24"/>
        </w:rPr>
        <w:t>Nursing supervisors</w:t>
      </w:r>
      <w:r>
        <w:rPr>
          <w:b w:val="0"/>
          <w:i w:val="0"/>
          <w:iCs w:val="0"/>
          <w:sz w:val="24"/>
          <w:szCs w:val="24"/>
        </w:rPr>
        <w:tab/>
        <w:t>Step</w:t>
      </w:r>
      <w:r>
        <w:rPr>
          <w:b w:val="0"/>
          <w:i w:val="0"/>
          <w:iCs w:val="0"/>
          <w:sz w:val="24"/>
          <w:szCs w:val="24"/>
        </w:rPr>
        <w:tab/>
        <w:t xml:space="preserve">Number of nurses, </w:t>
      </w:r>
      <w:r w:rsidRPr="00127A18">
        <w:rPr>
          <w:b w:val="0"/>
          <w:i w:val="0"/>
          <w:iCs w:val="0"/>
          <w:sz w:val="24"/>
          <w:szCs w:val="24"/>
        </w:rPr>
        <w:t>patient-days</w:t>
      </w:r>
    </w:p>
    <w:p w:rsidR="005C186D" w:rsidRPr="0042234B" w:rsidRDefault="005C186D" w:rsidP="0001563C">
      <w:pPr>
        <w:tabs>
          <w:tab w:val="left" w:pos="840"/>
        </w:tabs>
      </w:pPr>
      <w:r w:rsidRPr="0042234B">
        <w:rPr>
          <w:u w:val="single"/>
        </w:rPr>
        <w:br w:type="page"/>
        <w:t>2-1</w:t>
      </w:r>
      <w:r w:rsidRPr="0042234B">
        <w:tab/>
        <w:t>This is a good characterization of cost behavior.  Identifying cost drivers will identify activities that affect costs, and the relationship between a cost driver and costs specifies how the cost driver influences costs.</w:t>
      </w:r>
    </w:p>
    <w:p w:rsidR="005C186D" w:rsidRPr="0042234B" w:rsidRDefault="005C186D" w:rsidP="00C62A10">
      <w:pPr>
        <w:tabs>
          <w:tab w:val="left" w:pos="720"/>
          <w:tab w:val="left" w:pos="840"/>
        </w:tabs>
        <w:rPr>
          <w:u w:val="single"/>
        </w:rPr>
      </w:pPr>
    </w:p>
    <w:p w:rsidR="005C186D" w:rsidRPr="0042234B" w:rsidRDefault="005C186D" w:rsidP="00C62A10">
      <w:pPr>
        <w:numPr>
          <w:ilvl w:val="1"/>
          <w:numId w:val="1"/>
        </w:numPr>
        <w:tabs>
          <w:tab w:val="left" w:pos="720"/>
        </w:tabs>
      </w:pPr>
      <w:r w:rsidRPr="0042234B">
        <w:t>Two rules of thumb to use are:</w:t>
      </w:r>
    </w:p>
    <w:p w:rsidR="005C186D" w:rsidRPr="0042234B" w:rsidRDefault="005C186D" w:rsidP="00C62A10">
      <w:pPr>
        <w:pStyle w:val="BodyTextIndent"/>
        <w:tabs>
          <w:tab w:val="left" w:pos="720"/>
        </w:tabs>
        <w:rPr>
          <w:b/>
        </w:rPr>
      </w:pPr>
      <w:r w:rsidRPr="0042234B">
        <w:t>a.  Total fixed costs remain unchanged regardless of changes in cost-driver activity level.</w:t>
      </w:r>
    </w:p>
    <w:p w:rsidR="005C186D" w:rsidRPr="0042234B" w:rsidRDefault="005C186D" w:rsidP="00C62A10">
      <w:pPr>
        <w:tabs>
          <w:tab w:val="left" w:pos="720"/>
          <w:tab w:val="left" w:pos="840"/>
        </w:tabs>
        <w:ind w:left="840"/>
      </w:pPr>
      <w:r w:rsidRPr="0042234B">
        <w:t>b.  The per-unit variable cost remains unchanged regardless of changes in cost-driver activity level.</w:t>
      </w:r>
    </w:p>
    <w:p w:rsidR="005C186D" w:rsidRPr="0042234B" w:rsidRDefault="005C186D" w:rsidP="00C62A10">
      <w:pPr>
        <w:tabs>
          <w:tab w:val="left" w:pos="720"/>
          <w:tab w:val="left" w:pos="840"/>
        </w:tabs>
      </w:pPr>
    </w:p>
    <w:p w:rsidR="005C186D" w:rsidRPr="0042234B" w:rsidRDefault="005C186D" w:rsidP="00C62A10">
      <w:pPr>
        <w:numPr>
          <w:ilvl w:val="1"/>
          <w:numId w:val="3"/>
        </w:numPr>
        <w:tabs>
          <w:tab w:val="clear" w:pos="840"/>
          <w:tab w:val="left" w:pos="720"/>
          <w:tab w:val="num" w:pos="810"/>
        </w:tabs>
        <w:ind w:left="0" w:firstLine="0"/>
      </w:pPr>
      <w:r w:rsidRPr="0042234B">
        <w:t>Examples of variable costs are the costs of merchandise, materials, parts, supplies, sales commissions, and many types of labor.  Examples of fixed costs are real estate taxes, real estate insurance, many executive and supervisor salaries, and space rentals.</w:t>
      </w:r>
    </w:p>
    <w:p w:rsidR="005C186D" w:rsidRPr="0042234B" w:rsidRDefault="005C186D" w:rsidP="00C62A10">
      <w:pPr>
        <w:tabs>
          <w:tab w:val="left" w:pos="720"/>
          <w:tab w:val="left" w:pos="840"/>
        </w:tabs>
      </w:pPr>
    </w:p>
    <w:p w:rsidR="005C186D" w:rsidRPr="0042234B" w:rsidRDefault="005C186D" w:rsidP="00C62A10">
      <w:pPr>
        <w:tabs>
          <w:tab w:val="left" w:pos="720"/>
          <w:tab w:val="left" w:pos="840"/>
        </w:tabs>
      </w:pPr>
      <w:r w:rsidRPr="0042234B">
        <w:rPr>
          <w:u w:val="single"/>
        </w:rPr>
        <w:t>2-4</w:t>
      </w:r>
      <w:r w:rsidRPr="0042234B">
        <w:tab/>
        <w:t xml:space="preserve">Fixed costs, by definition, do not vary in total as volume changes </w:t>
      </w:r>
      <w:r w:rsidRPr="0042234B">
        <w:rPr>
          <w:i/>
        </w:rPr>
        <w:t>within the relevant range</w:t>
      </w:r>
      <w:r w:rsidRPr="0042234B">
        <w:t xml:space="preserve"> and during the time period specified (a month, year, etc.).  However, when the cost-driver level is outside the relevant range (either less than or greater than the limits) management must decide whether to decrease or increase the capacity of the resource, expressed in cost-driver units. In the long run, all costs are subject to change. For example, the costs of occupancy such as a long-term non-cancellable lease cannot be changed for the term of the lease, but at the end of the lease management can change this cost. In a few cases, fixed costs may be changed by entities outside the company rather than by internal management – an example is the fixed, base charge for some utilities that is set by utility commissions.</w:t>
      </w:r>
    </w:p>
    <w:p w:rsidR="005C186D" w:rsidRPr="0042234B" w:rsidRDefault="005C186D" w:rsidP="00C62A10">
      <w:pPr>
        <w:tabs>
          <w:tab w:val="left" w:pos="720"/>
          <w:tab w:val="left" w:pos="840"/>
        </w:tabs>
      </w:pPr>
    </w:p>
    <w:p w:rsidR="005C186D" w:rsidRPr="0042234B" w:rsidRDefault="005C186D" w:rsidP="00C62A10">
      <w:pPr>
        <w:tabs>
          <w:tab w:val="left" w:pos="720"/>
          <w:tab w:val="left" w:pos="840"/>
        </w:tabs>
      </w:pPr>
      <w:r w:rsidRPr="0042234B">
        <w:rPr>
          <w:u w:val="single"/>
        </w:rPr>
        <w:t>2-5</w:t>
      </w:r>
      <w:r w:rsidRPr="0042234B">
        <w:tab/>
        <w:t>Yes.  Fixed costs per unit change as the volume of activity changes.  Therefore, for fixed cost per unit to be meaningful, you must identify an appropriate volume level.  In contrast, total fixed costs are independent of volume level.</w:t>
      </w:r>
    </w:p>
    <w:p w:rsidR="005C186D" w:rsidRPr="0042234B" w:rsidRDefault="005C186D" w:rsidP="00C62A10">
      <w:pPr>
        <w:tabs>
          <w:tab w:val="left" w:pos="720"/>
          <w:tab w:val="left" w:pos="840"/>
        </w:tabs>
        <w:rPr>
          <w:u w:val="single"/>
        </w:rPr>
      </w:pPr>
    </w:p>
    <w:p w:rsidR="005C186D" w:rsidRPr="0042234B" w:rsidRDefault="005C186D" w:rsidP="00C62A10">
      <w:pPr>
        <w:tabs>
          <w:tab w:val="left" w:pos="720"/>
          <w:tab w:val="left" w:pos="840"/>
        </w:tabs>
        <w:rPr>
          <w:u w:val="single"/>
        </w:rPr>
      </w:pPr>
      <w:r w:rsidRPr="0042234B">
        <w:rPr>
          <w:u w:val="single"/>
        </w:rPr>
        <w:t>2-6</w:t>
      </w:r>
      <w:r w:rsidRPr="0042234B">
        <w:tab/>
        <w:t>No.  Cost behavior is much more complex than a simple dichotomy into fixed or variable.  For example, some costs are not linear, and some have more than one cost driver.  Division of costs into fixed and variable categories is a useful simplification, but it is not a complete description of cost behavior in most situations.</w:t>
      </w:r>
    </w:p>
    <w:p w:rsidR="005C186D" w:rsidRPr="0042234B" w:rsidRDefault="005C186D" w:rsidP="00C62A10">
      <w:pPr>
        <w:tabs>
          <w:tab w:val="left" w:pos="720"/>
          <w:tab w:val="left" w:pos="840"/>
        </w:tabs>
        <w:rPr>
          <w:u w:val="single"/>
        </w:rPr>
      </w:pPr>
    </w:p>
    <w:p w:rsidR="005C186D" w:rsidRPr="0042234B" w:rsidRDefault="005C186D" w:rsidP="00C62A10">
      <w:pPr>
        <w:tabs>
          <w:tab w:val="left" w:pos="720"/>
          <w:tab w:val="left" w:pos="840"/>
        </w:tabs>
      </w:pPr>
      <w:r w:rsidRPr="0042234B">
        <w:rPr>
          <w:u w:val="single"/>
        </w:rPr>
        <w:t>2-7</w:t>
      </w:r>
      <w:r w:rsidRPr="0042234B">
        <w:tab/>
        <w:t>No.  The relevant range pertains to both variable and fixed costs.  Outside a relevant range, some variable costs, such as fuel consumed, may behave differently per unit of activity volume.</w:t>
      </w:r>
    </w:p>
    <w:p w:rsidR="005C186D" w:rsidRPr="0042234B" w:rsidRDefault="005C186D" w:rsidP="00C62A10">
      <w:pPr>
        <w:tabs>
          <w:tab w:val="left" w:pos="720"/>
          <w:tab w:val="left" w:pos="840"/>
        </w:tabs>
      </w:pPr>
    </w:p>
    <w:p w:rsidR="005C186D" w:rsidRPr="0042234B" w:rsidRDefault="005C186D" w:rsidP="00E318C1">
      <w:pPr>
        <w:tabs>
          <w:tab w:val="left" w:pos="720"/>
          <w:tab w:val="left" w:pos="840"/>
        </w:tabs>
      </w:pPr>
      <w:r w:rsidRPr="0042234B">
        <w:rPr>
          <w:u w:val="single"/>
        </w:rPr>
        <w:t>2-8</w:t>
      </w:r>
      <w:r w:rsidRPr="0042234B">
        <w:tab/>
        <w:t>The major simplifying assumption is that we can classify costs as either variable or fixed with respect to a single measure of the volume of output activity.</w:t>
      </w:r>
    </w:p>
    <w:p w:rsidR="005C186D" w:rsidRPr="0042234B" w:rsidRDefault="005C186D" w:rsidP="00C62A10">
      <w:pPr>
        <w:tabs>
          <w:tab w:val="left" w:pos="720"/>
          <w:tab w:val="left" w:pos="840"/>
        </w:tabs>
        <w:spacing w:before="180"/>
      </w:pPr>
      <w:r w:rsidRPr="0042234B">
        <w:rPr>
          <w:u w:val="single"/>
        </w:rPr>
        <w:t>2-9</w:t>
      </w:r>
      <w:r w:rsidRPr="0042234B">
        <w:tab/>
        <w:t>The same cost may be regarded as variable in one decision situation and fixed in a second decision situation.  For example, fuel costs are fixed with respect to the addition of one more passenger on a bus because the added passenger has almost no effect on total fuel costs.  In contrast, total fuel costs are variable in relation to the decision of whether to add one more mile to a city bus route.</w:t>
      </w:r>
    </w:p>
    <w:p w:rsidR="005C186D" w:rsidRPr="0042234B" w:rsidRDefault="005C186D" w:rsidP="00C62A10">
      <w:pPr>
        <w:tabs>
          <w:tab w:val="left" w:pos="720"/>
          <w:tab w:val="left" w:pos="840"/>
        </w:tabs>
      </w:pPr>
    </w:p>
    <w:p w:rsidR="005C186D" w:rsidRPr="0042234B" w:rsidRDefault="005C186D" w:rsidP="00C62A10">
      <w:pPr>
        <w:tabs>
          <w:tab w:val="left" w:pos="720"/>
          <w:tab w:val="left" w:pos="840"/>
        </w:tabs>
      </w:pPr>
      <w:r w:rsidRPr="0042234B">
        <w:rPr>
          <w:u w:val="single"/>
        </w:rPr>
        <w:t>2-10</w:t>
      </w:r>
      <w:r w:rsidRPr="0042234B">
        <w:tab/>
        <w:t xml:space="preserve">No.  Contribution margin is the excess of sales over all </w:t>
      </w:r>
      <w:r w:rsidRPr="0042234B">
        <w:rPr>
          <w:i/>
        </w:rPr>
        <w:t>variable</w:t>
      </w:r>
      <w:r w:rsidRPr="0042234B">
        <w:t xml:space="preserve"> costs, not </w:t>
      </w:r>
      <w:r w:rsidRPr="0042234B">
        <w:rPr>
          <w:i/>
        </w:rPr>
        <w:t>fixed</w:t>
      </w:r>
      <w:r w:rsidRPr="0042234B">
        <w:t xml:space="preserve"> costs.  It may be expressed as a total, as a ratio, as a percentage, or per unit.</w:t>
      </w:r>
    </w:p>
    <w:p w:rsidR="005C186D" w:rsidRPr="0042234B" w:rsidRDefault="005C186D" w:rsidP="00C62A10">
      <w:pPr>
        <w:tabs>
          <w:tab w:val="left" w:pos="720"/>
          <w:tab w:val="left" w:pos="840"/>
        </w:tabs>
      </w:pPr>
    </w:p>
    <w:p w:rsidR="005C186D" w:rsidRPr="0042234B" w:rsidRDefault="005C186D" w:rsidP="00C62A10">
      <w:pPr>
        <w:tabs>
          <w:tab w:val="left" w:pos="720"/>
          <w:tab w:val="left" w:pos="840"/>
        </w:tabs>
      </w:pPr>
      <w:r w:rsidRPr="0042234B">
        <w:rPr>
          <w:u w:val="single"/>
        </w:rPr>
        <w:t>2-11</w:t>
      </w:r>
      <w:r w:rsidRPr="0042234B">
        <w:tab/>
        <w:t>A "break-even analysis" does not describe the real value of a CVP analysis, which shows profit at any volume of activity within the relevant range.  The break-even point is often only incidental in studies of cost-volume relationships.  CVP analysis predicts how managers’ decisions will affect sales, costs, and net income.  It can be an important part of a company’s planning process.</w:t>
      </w:r>
    </w:p>
    <w:p w:rsidR="005C186D" w:rsidRPr="0042234B" w:rsidRDefault="005C186D" w:rsidP="00C62A10">
      <w:pPr>
        <w:tabs>
          <w:tab w:val="left" w:pos="720"/>
          <w:tab w:val="left" w:pos="840"/>
        </w:tabs>
      </w:pPr>
    </w:p>
    <w:p w:rsidR="005C186D" w:rsidRPr="0042234B" w:rsidRDefault="005C186D" w:rsidP="00C62A10">
      <w:pPr>
        <w:tabs>
          <w:tab w:val="left" w:pos="720"/>
          <w:tab w:val="left" w:pos="840"/>
        </w:tabs>
        <w:rPr>
          <w:u w:val="single"/>
        </w:rPr>
      </w:pPr>
      <w:r w:rsidRPr="0042234B">
        <w:rPr>
          <w:u w:val="single"/>
        </w:rPr>
        <w:t>2-12</w:t>
      </w:r>
      <w:r w:rsidRPr="0042234B">
        <w:tab/>
        <w:t>No.  break-even points can vary greatly within an industry.  For example, Rolls Royce has a much lower break-even volume than does Honda (or Ford, Toyota, and other high-volume auto producers).</w:t>
      </w:r>
    </w:p>
    <w:p w:rsidR="005C186D" w:rsidRPr="0042234B" w:rsidRDefault="005C186D" w:rsidP="00C62A10">
      <w:pPr>
        <w:tabs>
          <w:tab w:val="left" w:pos="720"/>
          <w:tab w:val="left" w:pos="840"/>
        </w:tabs>
        <w:rPr>
          <w:u w:val="single"/>
        </w:rPr>
      </w:pPr>
    </w:p>
    <w:p w:rsidR="005C186D" w:rsidRPr="0042234B" w:rsidRDefault="005C186D" w:rsidP="00C62A10">
      <w:pPr>
        <w:tabs>
          <w:tab w:val="left" w:pos="720"/>
          <w:tab w:val="left" w:pos="840"/>
        </w:tabs>
        <w:rPr>
          <w:u w:val="single"/>
        </w:rPr>
      </w:pPr>
      <w:r w:rsidRPr="0042234B">
        <w:rPr>
          <w:u w:val="single"/>
        </w:rPr>
        <w:t>2-13</w:t>
      </w:r>
      <w:r w:rsidRPr="0042234B">
        <w:tab/>
        <w:t>No.  The CVP technique you choose is a matter of personal preference or convenience.  The equation technique is the most general, but it may not be the easiest to apply.  All three techniques yield the same results.</w:t>
      </w:r>
    </w:p>
    <w:p w:rsidR="005C186D" w:rsidRPr="0042234B" w:rsidRDefault="005C186D" w:rsidP="00C62A10">
      <w:pPr>
        <w:tabs>
          <w:tab w:val="left" w:pos="720"/>
          <w:tab w:val="left" w:pos="840"/>
        </w:tabs>
        <w:rPr>
          <w:u w:val="single"/>
        </w:rPr>
      </w:pPr>
    </w:p>
    <w:p w:rsidR="005C186D" w:rsidRPr="0042234B" w:rsidRDefault="005C186D" w:rsidP="00C62A10">
      <w:pPr>
        <w:tabs>
          <w:tab w:val="left" w:pos="720"/>
          <w:tab w:val="left" w:pos="840"/>
        </w:tabs>
      </w:pPr>
      <w:r w:rsidRPr="0042234B">
        <w:rPr>
          <w:u w:val="single"/>
        </w:rPr>
        <w:t>2-14</w:t>
      </w:r>
      <w:r w:rsidRPr="0042234B">
        <w:tab/>
        <w:t>Three ways of lowering a break-even point, holding other factors constant, are:  decrease total fixed costs, increase selling prices, and decrease unit variable costs.</w:t>
      </w:r>
    </w:p>
    <w:p w:rsidR="005C186D" w:rsidRPr="0042234B" w:rsidRDefault="005C186D" w:rsidP="00C62A10">
      <w:pPr>
        <w:tabs>
          <w:tab w:val="left" w:pos="720"/>
          <w:tab w:val="left" w:pos="840"/>
        </w:tabs>
        <w:rPr>
          <w:u w:val="single"/>
        </w:rPr>
      </w:pPr>
    </w:p>
    <w:p w:rsidR="005C186D" w:rsidRPr="0042234B" w:rsidRDefault="005C186D" w:rsidP="00C62A10">
      <w:pPr>
        <w:tabs>
          <w:tab w:val="left" w:pos="720"/>
          <w:tab w:val="left" w:pos="840"/>
        </w:tabs>
      </w:pPr>
      <w:r w:rsidRPr="0042234B">
        <w:rPr>
          <w:u w:val="single"/>
        </w:rPr>
        <w:t>2-15</w:t>
      </w:r>
      <w:r w:rsidRPr="0042234B">
        <w:tab/>
        <w:t>No.  In addition to being quicker, incremental analysis is simpler.  This is important because it keeps the analysis from being cluttered by irrelevant and potentially confusing data.</w:t>
      </w:r>
    </w:p>
    <w:p w:rsidR="005C186D" w:rsidRPr="0042234B" w:rsidRDefault="005C186D" w:rsidP="00D0381B">
      <w:pPr>
        <w:tabs>
          <w:tab w:val="left" w:pos="720"/>
          <w:tab w:val="left" w:pos="840"/>
        </w:tabs>
        <w:rPr>
          <w:u w:val="single"/>
        </w:rPr>
      </w:pPr>
    </w:p>
    <w:p w:rsidR="005C186D" w:rsidRPr="0042234B" w:rsidRDefault="005C186D" w:rsidP="00D0381B">
      <w:pPr>
        <w:tabs>
          <w:tab w:val="left" w:pos="720"/>
          <w:tab w:val="left" w:pos="840"/>
        </w:tabs>
      </w:pPr>
      <w:r w:rsidRPr="0042234B">
        <w:rPr>
          <w:u w:val="single"/>
        </w:rPr>
        <w:t>2-16</w:t>
      </w:r>
      <w:r w:rsidRPr="0042234B">
        <w:tab/>
        <w:t>Operating leverage is a firm's ratio of fixed to variable costs.  A highly leveraged company has relatively high fixed costs and low variable costs.  Such a firm is risky because small changes in volume lead to large changes in net income.  This is good when volume increases but can be disastrous when volumes fall.</w:t>
      </w:r>
    </w:p>
    <w:p w:rsidR="005C186D" w:rsidRPr="0042234B" w:rsidRDefault="005C186D" w:rsidP="00D0381B">
      <w:pPr>
        <w:tabs>
          <w:tab w:val="left" w:pos="720"/>
          <w:tab w:val="left" w:pos="840"/>
        </w:tabs>
      </w:pPr>
    </w:p>
    <w:p w:rsidR="005C186D" w:rsidRPr="0042234B" w:rsidRDefault="005C186D" w:rsidP="00C62A10">
      <w:pPr>
        <w:tabs>
          <w:tab w:val="left" w:pos="720"/>
          <w:tab w:val="left" w:pos="840"/>
        </w:tabs>
        <w:rPr>
          <w:u w:val="single"/>
        </w:rPr>
      </w:pPr>
      <w:r w:rsidRPr="0042234B">
        <w:rPr>
          <w:u w:val="single"/>
        </w:rPr>
        <w:t>2-17</w:t>
      </w:r>
      <w:r w:rsidRPr="0042234B">
        <w:tab/>
        <w:t xml:space="preserve">An increase in demand for a company’s products will drive almost all other cost-driver levels higher. This will cause cost drivers to exceed capacity or the upper end of the relevant range for its fixed-cost resources. Since fixed-cost resources must be purchased in “chunks” of capacity, the proportional increase in cost may exceed the proportional increase in the use of the related cost-driver. Thus cost per cost-driver unit may increase. </w:t>
      </w:r>
    </w:p>
    <w:p w:rsidR="005C186D" w:rsidRPr="0042234B" w:rsidRDefault="005C186D" w:rsidP="00C62A10">
      <w:pPr>
        <w:tabs>
          <w:tab w:val="left" w:pos="720"/>
          <w:tab w:val="left" w:pos="840"/>
        </w:tabs>
        <w:rPr>
          <w:u w:val="single"/>
        </w:rPr>
      </w:pPr>
    </w:p>
    <w:p w:rsidR="005C186D" w:rsidRPr="0042234B" w:rsidRDefault="005C186D" w:rsidP="00C62A10">
      <w:pPr>
        <w:tabs>
          <w:tab w:val="left" w:pos="720"/>
          <w:tab w:val="left" w:pos="840"/>
        </w:tabs>
        <w:rPr>
          <w:u w:val="single"/>
        </w:rPr>
      </w:pPr>
      <w:r w:rsidRPr="0042234B">
        <w:rPr>
          <w:u w:val="single"/>
        </w:rPr>
        <w:t>2-18</w:t>
      </w:r>
      <w:r w:rsidRPr="0042234B">
        <w:t xml:space="preserve">  The margin of safety shows how far sales can fall before losses occur – that is before the company reaches the break-even sales level.</w:t>
      </w:r>
    </w:p>
    <w:p w:rsidR="005C186D" w:rsidRPr="0042234B" w:rsidRDefault="005C186D" w:rsidP="00C62A10">
      <w:pPr>
        <w:tabs>
          <w:tab w:val="left" w:pos="720"/>
          <w:tab w:val="left" w:pos="840"/>
        </w:tabs>
        <w:rPr>
          <w:u w:val="single"/>
        </w:rPr>
      </w:pPr>
    </w:p>
    <w:p w:rsidR="005C186D" w:rsidRPr="0042234B" w:rsidRDefault="005C186D" w:rsidP="00C62A10">
      <w:pPr>
        <w:tabs>
          <w:tab w:val="left" w:pos="720"/>
          <w:tab w:val="left" w:pos="840"/>
        </w:tabs>
      </w:pPr>
      <w:r w:rsidRPr="0042234B">
        <w:rPr>
          <w:u w:val="single"/>
        </w:rPr>
        <w:t>2-19</w:t>
      </w:r>
      <w:r w:rsidRPr="0042234B">
        <w:tab/>
        <w:t>No.  In retailing, the contribution margin is likely to be smaller than the gross margin.  For instance, sales commissions are deducted in computing the contribution margin but not the gross margin.  In manufacturing companies the opposite is likely to be true because there are many fixed manufacturing costs deducted in computing gross margin.</w:t>
      </w:r>
    </w:p>
    <w:p w:rsidR="005C186D" w:rsidRPr="0042234B" w:rsidRDefault="005C186D" w:rsidP="00C62A10">
      <w:pPr>
        <w:tabs>
          <w:tab w:val="left" w:pos="720"/>
          <w:tab w:val="left" w:pos="840"/>
        </w:tabs>
      </w:pPr>
    </w:p>
    <w:p w:rsidR="005C186D" w:rsidRPr="0042234B" w:rsidRDefault="005C186D" w:rsidP="00C62A10">
      <w:pPr>
        <w:tabs>
          <w:tab w:val="left" w:pos="720"/>
          <w:tab w:val="left" w:pos="840"/>
        </w:tabs>
      </w:pPr>
      <w:r w:rsidRPr="0042234B">
        <w:rPr>
          <w:u w:val="single"/>
        </w:rPr>
        <w:t>2-20</w:t>
      </w:r>
      <w:r w:rsidRPr="0042234B">
        <w:tab/>
        <w:t>No.  CVP relationships pertain to both profit-seeking and nonprofit organizations.  In particular, managers of nonprofit organizations must deal with tradeoffs between variable and fixed costs.  To many government department managers, lump-sum budget appropriations are regarded as the available revenues.</w:t>
      </w:r>
    </w:p>
    <w:p w:rsidR="005C186D" w:rsidRPr="0042234B" w:rsidRDefault="005C186D" w:rsidP="00C62A10">
      <w:pPr>
        <w:tabs>
          <w:tab w:val="left" w:pos="720"/>
          <w:tab w:val="left" w:pos="840"/>
        </w:tabs>
      </w:pPr>
    </w:p>
    <w:p w:rsidR="005C186D" w:rsidRPr="0042234B" w:rsidRDefault="005C186D" w:rsidP="00C62A10">
      <w:pPr>
        <w:tabs>
          <w:tab w:val="left" w:pos="720"/>
          <w:tab w:val="left" w:pos="840"/>
        </w:tabs>
      </w:pPr>
      <w:r w:rsidRPr="0042234B">
        <w:rPr>
          <w:u w:val="single"/>
        </w:rPr>
        <w:t>2-21</w:t>
      </w:r>
      <w:r w:rsidRPr="0042234B">
        <w:tab/>
        <w:t xml:space="preserve">Contribution margin could be lower because the proportion of sales of the product bearing the higher unit contribution margin </w:t>
      </w:r>
      <w:r>
        <w:t>is lower than the proportion budgeted</w:t>
      </w:r>
      <w:r w:rsidRPr="0042234B">
        <w:t>.</w:t>
      </w:r>
    </w:p>
    <w:p w:rsidR="005C186D" w:rsidRPr="0042234B" w:rsidRDefault="005C186D" w:rsidP="00C62A10">
      <w:pPr>
        <w:tabs>
          <w:tab w:val="left" w:pos="720"/>
          <w:tab w:val="left" w:pos="840"/>
        </w:tabs>
      </w:pPr>
    </w:p>
    <w:p w:rsidR="005C186D" w:rsidRPr="0042234B" w:rsidRDefault="005C186D" w:rsidP="00C62A10">
      <w:pPr>
        <w:tabs>
          <w:tab w:val="left" w:pos="720"/>
          <w:tab w:val="left" w:pos="840"/>
          <w:tab w:val="left" w:pos="5760"/>
        </w:tabs>
      </w:pPr>
      <w:r w:rsidRPr="0042234B">
        <w:rPr>
          <w:u w:val="single"/>
        </w:rPr>
        <w:t>2-22</w:t>
      </w:r>
    </w:p>
    <w:p w:rsidR="005C186D" w:rsidRPr="0042234B" w:rsidRDefault="005C186D" w:rsidP="00C62A10">
      <w:pPr>
        <w:tabs>
          <w:tab w:val="left" w:pos="720"/>
          <w:tab w:val="left" w:pos="840"/>
          <w:tab w:val="left" w:pos="5760"/>
        </w:tabs>
      </w:pPr>
      <w:r w:rsidRPr="0042234B">
        <w:tab/>
      </w:r>
      <w:r w:rsidRPr="00B106FA">
        <w:rPr>
          <w:position w:val="-26"/>
        </w:rPr>
        <w:object w:dxaOrig="2160" w:dyaOrig="639">
          <v:shape id="_x0000_i1038" type="#_x0000_t75" style="width:105.75pt;height:30.75pt" o:ole="">
            <v:imagedata r:id="rId20" o:title=""/>
          </v:shape>
          <o:OLEObject Type="Embed" ProgID="Equation.3" ShapeID="_x0000_i1038" DrawAspect="Content" ObjectID="_1420974530" r:id="rId21"/>
        </w:object>
      </w:r>
      <w:r w:rsidRPr="0042234B">
        <w:t xml:space="preserve">  =  </w:t>
      </w:r>
      <w:r w:rsidRPr="00B106FA">
        <w:rPr>
          <w:position w:val="-24"/>
        </w:rPr>
        <w:pict>
          <v:shape id="_x0000_i1039" type="#_x0000_t75" style="width:158.25pt;height:30.75pt">
            <v:imagedata r:id="rId22" o:title=""/>
          </v:shape>
        </w:pict>
      </w:r>
      <w:bookmarkStart w:id="0" w:name="_GoBack"/>
      <w:bookmarkEnd w:id="0"/>
    </w:p>
    <w:p w:rsidR="005C186D" w:rsidRPr="0042234B" w:rsidRDefault="005C186D" w:rsidP="00C62A10">
      <w:pPr>
        <w:tabs>
          <w:tab w:val="left" w:pos="720"/>
          <w:tab w:val="left" w:pos="840"/>
          <w:tab w:val="left" w:pos="5760"/>
        </w:tabs>
      </w:pPr>
    </w:p>
    <w:p w:rsidR="005C186D" w:rsidRPr="0042234B" w:rsidRDefault="005C186D" w:rsidP="00C62A10">
      <w:pPr>
        <w:tabs>
          <w:tab w:val="left" w:pos="720"/>
          <w:tab w:val="left" w:pos="840"/>
          <w:tab w:val="left" w:pos="5760"/>
        </w:tabs>
        <w:rPr>
          <w:u w:val="single"/>
        </w:rPr>
      </w:pPr>
      <w:r w:rsidRPr="0042234B">
        <w:rPr>
          <w:u w:val="single"/>
        </w:rPr>
        <w:t>2-23</w:t>
      </w:r>
    </w:p>
    <w:p w:rsidR="005C186D" w:rsidRPr="0042234B" w:rsidRDefault="005C186D" w:rsidP="00C62A10">
      <w:pPr>
        <w:tabs>
          <w:tab w:val="left" w:pos="720"/>
          <w:tab w:val="left" w:pos="840"/>
          <w:tab w:val="left" w:pos="5760"/>
        </w:tabs>
      </w:pPr>
    </w:p>
    <w:p w:rsidR="005C186D" w:rsidRPr="0042234B" w:rsidRDefault="005C186D" w:rsidP="00C62A10">
      <w:pPr>
        <w:tabs>
          <w:tab w:val="left" w:pos="720"/>
          <w:tab w:val="left" w:pos="840"/>
          <w:tab w:val="left" w:pos="2880"/>
          <w:tab w:val="left" w:pos="5400"/>
          <w:tab w:val="left" w:pos="5760"/>
          <w:tab w:val="left" w:pos="7440"/>
        </w:tabs>
      </w:pPr>
      <w:r w:rsidRPr="00B106FA">
        <w:rPr>
          <w:position w:val="-26"/>
        </w:rPr>
        <w:object w:dxaOrig="1120" w:dyaOrig="639">
          <v:shape id="_x0000_i1040" type="#_x0000_t75" style="width:61.5pt;height:33pt" o:ole="">
            <v:imagedata r:id="rId23" o:title=""/>
          </v:shape>
          <o:OLEObject Type="Embed" ProgID="Equation.3" ShapeID="_x0000_i1040" DrawAspect="Content" ObjectID="_1420974531" r:id="rId24"/>
        </w:object>
      </w:r>
      <w:r w:rsidRPr="0042234B">
        <w:t xml:space="preserve"> = </w:t>
      </w:r>
      <w:r w:rsidRPr="00B106FA">
        <w:rPr>
          <w:position w:val="-26"/>
        </w:rPr>
        <w:object w:dxaOrig="1800" w:dyaOrig="639">
          <v:shape id="_x0000_i1041" type="#_x0000_t75" style="width:97.5pt;height:33pt" o:ole="">
            <v:imagedata r:id="rId25" o:title=""/>
          </v:shape>
          <o:OLEObject Type="Embed" ProgID="Equation.3" ShapeID="_x0000_i1041" DrawAspect="Content" ObjectID="_1420974532" r:id="rId26"/>
        </w:object>
      </w:r>
      <w:r w:rsidRPr="0042234B">
        <w:t xml:space="preserve"> × </w:t>
      </w:r>
      <w:r w:rsidRPr="00B106FA">
        <w:rPr>
          <w:position w:val="-28"/>
        </w:rPr>
        <w:object w:dxaOrig="2040" w:dyaOrig="680">
          <v:shape id="_x0000_i1042" type="#_x0000_t75" style="width:105pt;height:33pt" o:ole="">
            <v:imagedata r:id="rId27" o:title=""/>
          </v:shape>
          <o:OLEObject Type="Embed" ProgID="Equation.DSMT4" ShapeID="_x0000_i1042" DrawAspect="Content" ObjectID="_1420974533" r:id="rId28"/>
        </w:object>
      </w:r>
      <w:r w:rsidRPr="0042234B">
        <w:t xml:space="preserve"> × (1 - tax rate)</w:t>
      </w:r>
    </w:p>
    <w:p w:rsidR="005C186D" w:rsidRPr="0042234B" w:rsidRDefault="005C186D" w:rsidP="00C62A10">
      <w:pPr>
        <w:tabs>
          <w:tab w:val="left" w:pos="720"/>
          <w:tab w:val="left" w:pos="840"/>
          <w:tab w:val="left" w:pos="2880"/>
          <w:tab w:val="left" w:pos="5400"/>
          <w:tab w:val="left" w:pos="5760"/>
          <w:tab w:val="left" w:pos="7440"/>
        </w:tabs>
      </w:pPr>
    </w:p>
    <w:p w:rsidR="005C186D" w:rsidRPr="00127A18" w:rsidRDefault="005C186D" w:rsidP="0001563C">
      <w:pPr>
        <w:rPr>
          <w:bCs/>
        </w:rPr>
      </w:pPr>
      <w:r>
        <w:rPr>
          <w:bCs/>
          <w:u w:val="single"/>
        </w:rPr>
        <w:t>2</w:t>
      </w:r>
      <w:r w:rsidRPr="00127A18">
        <w:rPr>
          <w:bCs/>
          <w:u w:val="single"/>
        </w:rPr>
        <w:t>-2</w:t>
      </w:r>
      <w:r>
        <w:rPr>
          <w:bCs/>
          <w:u w:val="single"/>
        </w:rPr>
        <w:t>4</w:t>
      </w:r>
      <w:r w:rsidRPr="00127A18">
        <w:rPr>
          <w:bCs/>
        </w:rPr>
        <w:tab/>
        <w:t>The fixed salary portion of the compensation is a fixed cost.  It is independent of how much is sold.  In contrast, the 5% commission is a variable cost.  It varies directly with the amount of sales.  Because the compensation is part fixed cost and part variable cost, it is considered a mixed cost.</w:t>
      </w:r>
    </w:p>
    <w:p w:rsidR="005C186D" w:rsidRPr="00127A18" w:rsidRDefault="005C186D" w:rsidP="0001563C">
      <w:pPr>
        <w:ind w:left="810" w:hanging="810"/>
        <w:rPr>
          <w:bCs/>
        </w:rPr>
      </w:pPr>
    </w:p>
    <w:p w:rsidR="005C186D" w:rsidRPr="0042234B" w:rsidRDefault="005C186D" w:rsidP="00C62A10">
      <w:pPr>
        <w:tabs>
          <w:tab w:val="left" w:pos="720"/>
          <w:tab w:val="left" w:pos="840"/>
        </w:tabs>
      </w:pPr>
      <w:r w:rsidRPr="0042234B">
        <w:rPr>
          <w:u w:val="single"/>
        </w:rPr>
        <w:t>2-</w:t>
      </w:r>
      <w:r>
        <w:rPr>
          <w:u w:val="single"/>
        </w:rPr>
        <w:t>25</w:t>
      </w:r>
      <w:r w:rsidRPr="0042234B">
        <w:tab/>
        <w:t>The key to determining cost behavior is to ask, “If there is a change in the level of the cost driver, will the total cost of the resource change immediately?” If the answer is yes, the resource cost is variable. If the answer is no, the resource cost is fixed.  Using this question as a guide, the cost of advertisements is normally variable as a function of the number of advertisements. Note that because the number of advertisements may not vary with the level of sales, advertising cost may be fixed with respect to the cost driver “level of sales.”  Salaries of marketing personnel are a fixed cost. Travel costs and entertainment costs can be either variable or fixed depending on the policy of management.  The key question is whether it is necessary to incur additional travel and entertainment costs to generate added sales.</w:t>
      </w:r>
    </w:p>
    <w:p w:rsidR="005C186D" w:rsidRPr="0042234B" w:rsidRDefault="005C186D" w:rsidP="00C62A10">
      <w:pPr>
        <w:tabs>
          <w:tab w:val="left" w:pos="720"/>
          <w:tab w:val="left" w:pos="840"/>
        </w:tabs>
      </w:pPr>
    </w:p>
    <w:p w:rsidR="005C186D" w:rsidRPr="0042234B" w:rsidRDefault="005C186D" w:rsidP="00C62A10">
      <w:pPr>
        <w:tabs>
          <w:tab w:val="left" w:pos="720"/>
          <w:tab w:val="left" w:pos="840"/>
          <w:tab w:val="left" w:pos="3240"/>
        </w:tabs>
      </w:pPr>
      <w:r w:rsidRPr="0042234B">
        <w:rPr>
          <w:u w:val="single"/>
        </w:rPr>
        <w:t>2-</w:t>
      </w:r>
      <w:r>
        <w:rPr>
          <w:u w:val="single"/>
        </w:rPr>
        <w:t>26</w:t>
      </w:r>
      <w:r w:rsidRPr="0042234B">
        <w:tab/>
        <w:t xml:space="preserve">The key to determining cost behavior is to ask, “If there is a change in the level of the cost driver, will the total cost of the resource change immediately?” If the answer is yes, the resource cost is variable. If the answer is no, the resource cost is fixed.  Using this question as a guide, the cost of labor can be fixed or variable as a function of the number of hours worked.  Regular wages may be fixed if there is a commitment to the laborers that they will be paid for normal hours regardless of the workload.  However, overtime and temporary labor wages are variable.  The depreciation on plant and machinery is not a function of the number of machine hours used and so this cost is fixed.  </w:t>
      </w:r>
    </w:p>
    <w:p w:rsidR="005C186D" w:rsidRDefault="005C186D" w:rsidP="00E95389">
      <w:pPr>
        <w:tabs>
          <w:tab w:val="left" w:pos="840"/>
          <w:tab w:val="left" w:pos="3240"/>
        </w:tabs>
        <w:rPr>
          <w:u w:val="single"/>
        </w:rPr>
      </w:pPr>
    </w:p>
    <w:p w:rsidR="005C186D" w:rsidRDefault="005C186D" w:rsidP="00E95389">
      <w:pPr>
        <w:tabs>
          <w:tab w:val="left" w:pos="840"/>
          <w:tab w:val="left" w:pos="3240"/>
        </w:tabs>
        <w:rPr>
          <w:u w:val="single"/>
        </w:rPr>
      </w:pPr>
    </w:p>
    <w:p w:rsidR="005C186D" w:rsidRDefault="005C186D" w:rsidP="00E95389">
      <w:pPr>
        <w:tabs>
          <w:tab w:val="left" w:pos="840"/>
          <w:tab w:val="left" w:pos="3240"/>
        </w:tabs>
        <w:rPr>
          <w:u w:val="single"/>
        </w:rPr>
      </w:pPr>
    </w:p>
    <w:p w:rsidR="005C186D" w:rsidRDefault="005C186D" w:rsidP="00E95389">
      <w:pPr>
        <w:tabs>
          <w:tab w:val="left" w:pos="840"/>
          <w:tab w:val="left" w:pos="3240"/>
        </w:tabs>
        <w:rPr>
          <w:u w:val="single"/>
        </w:rPr>
      </w:pPr>
    </w:p>
    <w:p w:rsidR="005C186D" w:rsidRDefault="005C186D" w:rsidP="00E95389">
      <w:pPr>
        <w:tabs>
          <w:tab w:val="left" w:pos="840"/>
          <w:tab w:val="left" w:pos="3240"/>
        </w:tabs>
        <w:rPr>
          <w:u w:val="single"/>
        </w:rPr>
      </w:pPr>
    </w:p>
    <w:p w:rsidR="005C186D" w:rsidRPr="0042234B" w:rsidRDefault="005C186D" w:rsidP="00E95389">
      <w:pPr>
        <w:tabs>
          <w:tab w:val="left" w:pos="840"/>
          <w:tab w:val="left" w:pos="3240"/>
        </w:tabs>
      </w:pPr>
      <w:r w:rsidRPr="0042234B">
        <w:rPr>
          <w:u w:val="single"/>
        </w:rPr>
        <w:t>2-</w:t>
      </w:r>
      <w:r>
        <w:rPr>
          <w:u w:val="single"/>
        </w:rPr>
        <w:t>27</w:t>
      </w:r>
      <w:r w:rsidRPr="0042234B">
        <w:tab/>
        <w:t xml:space="preserve">Suggested value chain functions are listed below. </w:t>
      </w:r>
    </w:p>
    <w:p w:rsidR="005C186D" w:rsidRPr="0042234B" w:rsidRDefault="005C186D" w:rsidP="00E95389">
      <w:pPr>
        <w:tabs>
          <w:tab w:val="left" w:pos="840"/>
          <w:tab w:val="left" w:pos="3240"/>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25"/>
        <w:gridCol w:w="2181"/>
        <w:gridCol w:w="2225"/>
        <w:gridCol w:w="2225"/>
      </w:tblGrid>
      <w:tr w:rsidR="005C186D" w:rsidRPr="0042234B">
        <w:tc>
          <w:tcPr>
            <w:tcW w:w="2394" w:type="dxa"/>
          </w:tcPr>
          <w:p w:rsidR="005C186D" w:rsidRPr="0042234B" w:rsidRDefault="005C186D" w:rsidP="00E95389">
            <w:pPr>
              <w:tabs>
                <w:tab w:val="left" w:pos="840"/>
                <w:tab w:val="left" w:pos="3240"/>
              </w:tabs>
              <w:jc w:val="center"/>
            </w:pPr>
          </w:p>
          <w:p w:rsidR="005C186D" w:rsidRPr="0042234B" w:rsidRDefault="005C186D" w:rsidP="00E95389">
            <w:pPr>
              <w:tabs>
                <w:tab w:val="left" w:pos="840"/>
                <w:tab w:val="left" w:pos="3240"/>
              </w:tabs>
              <w:jc w:val="center"/>
            </w:pPr>
            <w:r w:rsidRPr="0042234B">
              <w:t>New Products</w:t>
            </w:r>
          </w:p>
        </w:tc>
        <w:tc>
          <w:tcPr>
            <w:tcW w:w="2394" w:type="dxa"/>
          </w:tcPr>
          <w:p w:rsidR="005C186D" w:rsidRPr="0042234B" w:rsidRDefault="005C186D" w:rsidP="00E95389">
            <w:pPr>
              <w:tabs>
                <w:tab w:val="left" w:pos="840"/>
                <w:tab w:val="left" w:pos="3240"/>
              </w:tabs>
              <w:jc w:val="center"/>
            </w:pPr>
          </w:p>
          <w:p w:rsidR="005C186D" w:rsidRPr="0042234B" w:rsidRDefault="005C186D" w:rsidP="00E95389">
            <w:pPr>
              <w:tabs>
                <w:tab w:val="left" w:pos="840"/>
                <w:tab w:val="left" w:pos="3240"/>
              </w:tabs>
              <w:jc w:val="center"/>
            </w:pPr>
            <w:r w:rsidRPr="0042234B">
              <w:t>New Technology</w:t>
            </w:r>
          </w:p>
        </w:tc>
        <w:tc>
          <w:tcPr>
            <w:tcW w:w="2394" w:type="dxa"/>
          </w:tcPr>
          <w:p w:rsidR="005C186D" w:rsidRPr="0042234B" w:rsidRDefault="005C186D" w:rsidP="00E95389">
            <w:pPr>
              <w:tabs>
                <w:tab w:val="left" w:pos="840"/>
                <w:tab w:val="left" w:pos="3240"/>
              </w:tabs>
              <w:jc w:val="center"/>
            </w:pPr>
            <w:r w:rsidRPr="0042234B">
              <w:t>New Positioning  Strategies</w:t>
            </w:r>
          </w:p>
        </w:tc>
        <w:tc>
          <w:tcPr>
            <w:tcW w:w="2394" w:type="dxa"/>
          </w:tcPr>
          <w:p w:rsidR="005C186D" w:rsidRPr="0042234B" w:rsidRDefault="005C186D" w:rsidP="00E95389">
            <w:pPr>
              <w:tabs>
                <w:tab w:val="left" w:pos="840"/>
                <w:tab w:val="left" w:pos="3240"/>
              </w:tabs>
              <w:jc w:val="center"/>
            </w:pPr>
          </w:p>
          <w:p w:rsidR="005C186D" w:rsidRPr="0042234B" w:rsidRDefault="005C186D" w:rsidP="00E95389">
            <w:pPr>
              <w:tabs>
                <w:tab w:val="left" w:pos="840"/>
                <w:tab w:val="left" w:pos="3240"/>
              </w:tabs>
              <w:jc w:val="center"/>
            </w:pPr>
            <w:r w:rsidRPr="0042234B">
              <w:t>New Pricing</w:t>
            </w:r>
          </w:p>
        </w:tc>
      </w:tr>
      <w:tr w:rsidR="005C186D" w:rsidRPr="0042234B">
        <w:tc>
          <w:tcPr>
            <w:tcW w:w="2394" w:type="dxa"/>
          </w:tcPr>
          <w:p w:rsidR="005C186D" w:rsidRPr="0042234B" w:rsidRDefault="005C186D" w:rsidP="00E95389">
            <w:pPr>
              <w:numPr>
                <w:ilvl w:val="0"/>
                <w:numId w:val="4"/>
              </w:numPr>
              <w:tabs>
                <w:tab w:val="left" w:pos="840"/>
                <w:tab w:val="left" w:pos="3240"/>
              </w:tabs>
            </w:pPr>
            <w:r w:rsidRPr="0042234B">
              <w:t>Marketing</w:t>
            </w:r>
          </w:p>
          <w:p w:rsidR="005C186D" w:rsidRPr="0042234B" w:rsidRDefault="005C186D" w:rsidP="00E95389">
            <w:pPr>
              <w:numPr>
                <w:ilvl w:val="0"/>
                <w:numId w:val="4"/>
              </w:numPr>
              <w:tabs>
                <w:tab w:val="left" w:pos="840"/>
                <w:tab w:val="left" w:pos="3240"/>
              </w:tabs>
            </w:pPr>
            <w:r w:rsidRPr="0042234B">
              <w:t>R &amp; D</w:t>
            </w:r>
          </w:p>
          <w:p w:rsidR="005C186D" w:rsidRPr="0042234B" w:rsidRDefault="005C186D" w:rsidP="00E95389">
            <w:pPr>
              <w:numPr>
                <w:ilvl w:val="0"/>
                <w:numId w:val="4"/>
              </w:numPr>
              <w:tabs>
                <w:tab w:val="left" w:pos="840"/>
                <w:tab w:val="left" w:pos="3240"/>
              </w:tabs>
            </w:pPr>
            <w:r w:rsidRPr="0042234B">
              <w:t>Design</w:t>
            </w:r>
          </w:p>
        </w:tc>
        <w:tc>
          <w:tcPr>
            <w:tcW w:w="2394" w:type="dxa"/>
          </w:tcPr>
          <w:p w:rsidR="005C186D" w:rsidRPr="0042234B" w:rsidRDefault="005C186D" w:rsidP="00E95389">
            <w:pPr>
              <w:numPr>
                <w:ilvl w:val="0"/>
                <w:numId w:val="4"/>
              </w:numPr>
              <w:tabs>
                <w:tab w:val="left" w:pos="840"/>
                <w:tab w:val="left" w:pos="3240"/>
              </w:tabs>
            </w:pPr>
            <w:r w:rsidRPr="0042234B">
              <w:t>R &amp; D</w:t>
            </w:r>
          </w:p>
          <w:p w:rsidR="005C186D" w:rsidRPr="0042234B" w:rsidRDefault="005C186D" w:rsidP="00E95389">
            <w:pPr>
              <w:numPr>
                <w:ilvl w:val="0"/>
                <w:numId w:val="4"/>
              </w:numPr>
              <w:tabs>
                <w:tab w:val="left" w:pos="840"/>
                <w:tab w:val="left" w:pos="3240"/>
              </w:tabs>
            </w:pPr>
            <w:r w:rsidRPr="0042234B">
              <w:t>Design</w:t>
            </w:r>
          </w:p>
        </w:tc>
        <w:tc>
          <w:tcPr>
            <w:tcW w:w="2394" w:type="dxa"/>
          </w:tcPr>
          <w:p w:rsidR="005C186D" w:rsidRPr="0042234B" w:rsidRDefault="005C186D" w:rsidP="00E95389">
            <w:pPr>
              <w:numPr>
                <w:ilvl w:val="0"/>
                <w:numId w:val="4"/>
              </w:numPr>
              <w:tabs>
                <w:tab w:val="left" w:pos="840"/>
                <w:tab w:val="left" w:pos="3240"/>
              </w:tabs>
            </w:pPr>
            <w:r w:rsidRPr="0042234B">
              <w:t>Marketing</w:t>
            </w:r>
          </w:p>
          <w:p w:rsidR="005C186D" w:rsidRPr="0042234B" w:rsidRDefault="005C186D" w:rsidP="00E95389">
            <w:pPr>
              <w:numPr>
                <w:ilvl w:val="0"/>
                <w:numId w:val="4"/>
              </w:numPr>
              <w:tabs>
                <w:tab w:val="left" w:pos="840"/>
                <w:tab w:val="left" w:pos="3240"/>
              </w:tabs>
            </w:pPr>
            <w:r w:rsidRPr="0042234B">
              <w:t>Support functions</w:t>
            </w:r>
          </w:p>
        </w:tc>
        <w:tc>
          <w:tcPr>
            <w:tcW w:w="2394" w:type="dxa"/>
          </w:tcPr>
          <w:p w:rsidR="005C186D" w:rsidRPr="0042234B" w:rsidRDefault="005C186D" w:rsidP="00E95389">
            <w:pPr>
              <w:numPr>
                <w:ilvl w:val="0"/>
                <w:numId w:val="4"/>
              </w:numPr>
              <w:tabs>
                <w:tab w:val="left" w:pos="840"/>
                <w:tab w:val="left" w:pos="3240"/>
              </w:tabs>
            </w:pPr>
            <w:r w:rsidRPr="0042234B">
              <w:t>Marketing</w:t>
            </w:r>
          </w:p>
        </w:tc>
      </w:tr>
    </w:tbl>
    <w:p w:rsidR="005C186D" w:rsidRDefault="005C186D" w:rsidP="00837A66">
      <w:pPr>
        <w:tabs>
          <w:tab w:val="left" w:pos="3240"/>
        </w:tabs>
        <w:ind w:left="840"/>
      </w:pPr>
    </w:p>
    <w:p w:rsidR="005C186D" w:rsidRDefault="005C186D" w:rsidP="004C6617">
      <w:pPr>
        <w:tabs>
          <w:tab w:val="left" w:pos="840"/>
          <w:tab w:val="left" w:pos="3240"/>
        </w:tabs>
        <w:spacing w:line="240" w:lineRule="atLeast"/>
        <w:rPr>
          <w:spacing w:val="-22"/>
          <w:u w:val="single"/>
        </w:rPr>
      </w:pPr>
    </w:p>
    <w:p w:rsidR="005C186D" w:rsidRDefault="005C186D" w:rsidP="004C6617">
      <w:pPr>
        <w:tabs>
          <w:tab w:val="left" w:pos="840"/>
          <w:tab w:val="left" w:pos="3240"/>
        </w:tabs>
        <w:spacing w:line="240" w:lineRule="atLeast"/>
        <w:rPr>
          <w:spacing w:val="-22"/>
          <w:u w:val="single"/>
        </w:rPr>
      </w:pPr>
    </w:p>
    <w:p w:rsidR="005C186D" w:rsidRPr="0042234B" w:rsidRDefault="005C186D" w:rsidP="004C6617">
      <w:pPr>
        <w:tabs>
          <w:tab w:val="left" w:pos="840"/>
          <w:tab w:val="left" w:pos="3240"/>
        </w:tabs>
        <w:spacing w:line="240" w:lineRule="atLeast"/>
      </w:pPr>
      <w:r w:rsidRPr="0042234B">
        <w:rPr>
          <w:spacing w:val="-22"/>
          <w:u w:val="single"/>
        </w:rPr>
        <w:t>2-</w:t>
      </w:r>
      <w:r>
        <w:rPr>
          <w:spacing w:val="-22"/>
          <w:u w:val="single"/>
        </w:rPr>
        <w:t>28</w:t>
      </w:r>
      <w:r w:rsidRPr="0042234B">
        <w:rPr>
          <w:spacing w:val="-22"/>
        </w:rPr>
        <w:tab/>
      </w:r>
      <w:r w:rsidRPr="0042234B">
        <w:t>(</w:t>
      </w:r>
      <w:r>
        <w:t>10</w:t>
      </w:r>
      <w:r w:rsidRPr="0042234B">
        <w:t>-</w:t>
      </w:r>
      <w:r>
        <w:t>15</w:t>
      </w:r>
      <w:r w:rsidRPr="0042234B">
        <w:t xml:space="preserve"> min.)</w:t>
      </w:r>
    </w:p>
    <w:p w:rsidR="005C186D" w:rsidRPr="0042234B" w:rsidRDefault="005C186D" w:rsidP="00E95389">
      <w:pPr>
        <w:tabs>
          <w:tab w:val="left" w:pos="840"/>
          <w:tab w:val="left" w:pos="3240"/>
        </w:tabs>
        <w:rPr>
          <w:spacing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34"/>
        <w:gridCol w:w="2260"/>
        <w:gridCol w:w="5262"/>
      </w:tblGrid>
      <w:tr w:rsidR="005C186D" w:rsidRPr="0042234B">
        <w:tc>
          <w:tcPr>
            <w:tcW w:w="1368" w:type="dxa"/>
          </w:tcPr>
          <w:p w:rsidR="005C186D" w:rsidRPr="00B106FA" w:rsidRDefault="005C186D" w:rsidP="00E95389">
            <w:pPr>
              <w:tabs>
                <w:tab w:val="left" w:pos="840"/>
                <w:tab w:val="left" w:pos="3240"/>
              </w:tabs>
              <w:jc w:val="center"/>
            </w:pPr>
            <w:r w:rsidRPr="00B106FA">
              <w:t xml:space="preserve">Situation </w:t>
            </w:r>
          </w:p>
        </w:tc>
        <w:tc>
          <w:tcPr>
            <w:tcW w:w="2430" w:type="dxa"/>
          </w:tcPr>
          <w:p w:rsidR="005C186D" w:rsidRPr="00B106FA" w:rsidRDefault="005C186D" w:rsidP="00E95389">
            <w:pPr>
              <w:tabs>
                <w:tab w:val="left" w:pos="840"/>
                <w:tab w:val="left" w:pos="3240"/>
              </w:tabs>
            </w:pPr>
            <w:r w:rsidRPr="00B106FA">
              <w:t>Best Cost Driver</w:t>
            </w:r>
          </w:p>
        </w:tc>
        <w:tc>
          <w:tcPr>
            <w:tcW w:w="5778" w:type="dxa"/>
          </w:tcPr>
          <w:p w:rsidR="005C186D" w:rsidRPr="00B106FA" w:rsidRDefault="005C186D" w:rsidP="00E95389">
            <w:pPr>
              <w:tabs>
                <w:tab w:val="left" w:pos="840"/>
                <w:tab w:val="left" w:pos="3240"/>
              </w:tabs>
            </w:pPr>
            <w:r w:rsidRPr="00B106FA">
              <w:t>Justification</w:t>
            </w:r>
          </w:p>
        </w:tc>
      </w:tr>
      <w:tr w:rsidR="005C186D" w:rsidRPr="0042234B">
        <w:tc>
          <w:tcPr>
            <w:tcW w:w="1368" w:type="dxa"/>
          </w:tcPr>
          <w:p w:rsidR="005C186D" w:rsidRPr="00B106FA" w:rsidRDefault="005C186D" w:rsidP="00E95389">
            <w:pPr>
              <w:tabs>
                <w:tab w:val="left" w:pos="840"/>
                <w:tab w:val="left" w:pos="3240"/>
              </w:tabs>
            </w:pPr>
            <w:r w:rsidRPr="00B106FA">
              <w:t>1.</w:t>
            </w:r>
          </w:p>
        </w:tc>
        <w:tc>
          <w:tcPr>
            <w:tcW w:w="2430" w:type="dxa"/>
          </w:tcPr>
          <w:p w:rsidR="005C186D" w:rsidRPr="00B106FA" w:rsidRDefault="005C186D" w:rsidP="00E95389">
            <w:pPr>
              <w:tabs>
                <w:tab w:val="left" w:pos="840"/>
                <w:tab w:val="left" w:pos="3240"/>
              </w:tabs>
            </w:pPr>
            <w:r w:rsidRPr="00B106FA">
              <w:t>Number of Setups</w:t>
            </w:r>
          </w:p>
        </w:tc>
        <w:tc>
          <w:tcPr>
            <w:tcW w:w="5778" w:type="dxa"/>
          </w:tcPr>
          <w:p w:rsidR="005C186D" w:rsidRPr="00B106FA" w:rsidRDefault="005C186D" w:rsidP="00E95389">
            <w:pPr>
              <w:tabs>
                <w:tab w:val="left" w:pos="840"/>
                <w:tab w:val="left" w:pos="3240"/>
              </w:tabs>
            </w:pPr>
            <w:r w:rsidRPr="00B106FA">
              <w:t>Because each setup takes the same amount of time, the best cost driver is number of setups. Data is both plausible, reliable, and easy to maintain.</w:t>
            </w:r>
          </w:p>
        </w:tc>
      </w:tr>
      <w:tr w:rsidR="005C186D" w:rsidRPr="0042234B">
        <w:tc>
          <w:tcPr>
            <w:tcW w:w="1368" w:type="dxa"/>
          </w:tcPr>
          <w:p w:rsidR="005C186D" w:rsidRPr="00B106FA" w:rsidRDefault="005C186D" w:rsidP="00E95389">
            <w:pPr>
              <w:tabs>
                <w:tab w:val="left" w:pos="840"/>
                <w:tab w:val="left" w:pos="3240"/>
              </w:tabs>
            </w:pPr>
            <w:r w:rsidRPr="00B106FA">
              <w:t>2.</w:t>
            </w:r>
          </w:p>
        </w:tc>
        <w:tc>
          <w:tcPr>
            <w:tcW w:w="2430" w:type="dxa"/>
          </w:tcPr>
          <w:p w:rsidR="005C186D" w:rsidRPr="00B106FA" w:rsidRDefault="005C186D" w:rsidP="00E95389">
            <w:pPr>
              <w:tabs>
                <w:tab w:val="left" w:pos="840"/>
                <w:tab w:val="left" w:pos="3240"/>
              </w:tabs>
            </w:pPr>
            <w:r w:rsidRPr="00B106FA">
              <w:t>Setup Time</w:t>
            </w:r>
          </w:p>
        </w:tc>
        <w:tc>
          <w:tcPr>
            <w:tcW w:w="5778" w:type="dxa"/>
          </w:tcPr>
          <w:p w:rsidR="005C186D" w:rsidRPr="00B106FA" w:rsidRDefault="005C186D" w:rsidP="00E95389">
            <w:pPr>
              <w:tabs>
                <w:tab w:val="left" w:pos="840"/>
                <w:tab w:val="left" w:pos="3240"/>
              </w:tabs>
            </w:pPr>
            <w:r w:rsidRPr="00B106FA">
              <w:t>Longer setup times result in more consumption of mechanics’ time. Simply using number of setups as in situation 1 will not capture the diversity associated with this activity.</w:t>
            </w:r>
          </w:p>
        </w:tc>
      </w:tr>
      <w:tr w:rsidR="005C186D" w:rsidRPr="0042234B">
        <w:tc>
          <w:tcPr>
            <w:tcW w:w="1368" w:type="dxa"/>
          </w:tcPr>
          <w:p w:rsidR="005C186D" w:rsidRPr="00B106FA" w:rsidRDefault="005C186D" w:rsidP="00E95389">
            <w:pPr>
              <w:tabs>
                <w:tab w:val="left" w:pos="840"/>
                <w:tab w:val="left" w:pos="3240"/>
              </w:tabs>
            </w:pPr>
            <w:r w:rsidRPr="00B106FA">
              <w:t>3.</w:t>
            </w:r>
          </w:p>
        </w:tc>
        <w:tc>
          <w:tcPr>
            <w:tcW w:w="2430" w:type="dxa"/>
          </w:tcPr>
          <w:p w:rsidR="005C186D" w:rsidRPr="00B106FA" w:rsidRDefault="005C186D" w:rsidP="00E95389">
            <w:pPr>
              <w:tabs>
                <w:tab w:val="left" w:pos="840"/>
                <w:tab w:val="left" w:pos="3240"/>
              </w:tabs>
            </w:pPr>
            <w:r w:rsidRPr="00B106FA">
              <w:t>Cubic Feet</w:t>
            </w:r>
          </w:p>
        </w:tc>
        <w:tc>
          <w:tcPr>
            <w:tcW w:w="5778" w:type="dxa"/>
          </w:tcPr>
          <w:p w:rsidR="005C186D" w:rsidRPr="00B106FA" w:rsidRDefault="005C186D" w:rsidP="00E95389">
            <w:pPr>
              <w:tabs>
                <w:tab w:val="left" w:pos="840"/>
                <w:tab w:val="left" w:pos="3240"/>
              </w:tabs>
            </w:pPr>
            <w:r w:rsidRPr="00B106FA">
              <w:t xml:space="preserve">Assuming that all products are stored in the warehouse for about the same time (that is inventory turnover is about the same for all products), and that products are stacked, the volume occupied by products is the best cost driver. </w:t>
            </w:r>
          </w:p>
        </w:tc>
      </w:tr>
      <w:tr w:rsidR="005C186D" w:rsidRPr="0042234B">
        <w:tc>
          <w:tcPr>
            <w:tcW w:w="1368" w:type="dxa"/>
          </w:tcPr>
          <w:p w:rsidR="005C186D" w:rsidRPr="00B106FA" w:rsidRDefault="005C186D" w:rsidP="00E95389">
            <w:pPr>
              <w:tabs>
                <w:tab w:val="left" w:pos="840"/>
                <w:tab w:val="left" w:pos="3240"/>
              </w:tabs>
            </w:pPr>
            <w:r w:rsidRPr="00B106FA">
              <w:t>4.</w:t>
            </w:r>
          </w:p>
        </w:tc>
        <w:tc>
          <w:tcPr>
            <w:tcW w:w="2430" w:type="dxa"/>
          </w:tcPr>
          <w:p w:rsidR="005C186D" w:rsidRPr="00B106FA" w:rsidRDefault="005C186D" w:rsidP="00E95389">
            <w:pPr>
              <w:tabs>
                <w:tab w:val="left" w:pos="840"/>
                <w:tab w:val="left" w:pos="3240"/>
              </w:tabs>
            </w:pPr>
            <w:r w:rsidRPr="00B106FA">
              <w:t>Cubic Feet Weeks</w:t>
            </w:r>
          </w:p>
        </w:tc>
        <w:tc>
          <w:tcPr>
            <w:tcW w:w="5778" w:type="dxa"/>
          </w:tcPr>
          <w:p w:rsidR="005C186D" w:rsidRPr="00B106FA" w:rsidRDefault="005C186D" w:rsidP="00E95389">
            <w:pPr>
              <w:tabs>
                <w:tab w:val="left" w:pos="840"/>
                <w:tab w:val="left" w:pos="3240"/>
              </w:tabs>
            </w:pPr>
            <w:r w:rsidRPr="00B106FA">
              <w:t>If some types of product are stored for more time than others, the volume occupied must be multiplied by a time dimension. For example, if product A occupies 100 cubic feet for an average of 2 weeks and product B occupies only 40 cubic feet but for an average of 10 weeks, product B should receive twice as much allocation of warehouse occupancy costs.</w:t>
            </w:r>
          </w:p>
        </w:tc>
      </w:tr>
      <w:tr w:rsidR="005C186D" w:rsidRPr="0042234B">
        <w:tc>
          <w:tcPr>
            <w:tcW w:w="1368" w:type="dxa"/>
          </w:tcPr>
          <w:p w:rsidR="005C186D" w:rsidRPr="00B106FA" w:rsidRDefault="005C186D" w:rsidP="00E95389">
            <w:pPr>
              <w:tabs>
                <w:tab w:val="left" w:pos="840"/>
                <w:tab w:val="left" w:pos="3240"/>
              </w:tabs>
            </w:pPr>
            <w:r w:rsidRPr="00B106FA">
              <w:t>5.</w:t>
            </w:r>
          </w:p>
        </w:tc>
        <w:tc>
          <w:tcPr>
            <w:tcW w:w="2430" w:type="dxa"/>
          </w:tcPr>
          <w:p w:rsidR="005C186D" w:rsidRPr="00B106FA" w:rsidRDefault="005C186D" w:rsidP="00E95389">
            <w:pPr>
              <w:tabs>
                <w:tab w:val="left" w:pos="840"/>
                <w:tab w:val="left" w:pos="3240"/>
              </w:tabs>
            </w:pPr>
            <w:r w:rsidRPr="00B106FA">
              <w:t>Number of  Orders</w:t>
            </w:r>
          </w:p>
        </w:tc>
        <w:tc>
          <w:tcPr>
            <w:tcW w:w="5778" w:type="dxa"/>
          </w:tcPr>
          <w:p w:rsidR="005C186D" w:rsidRPr="00B106FA" w:rsidRDefault="005C186D" w:rsidP="000E4D9C">
            <w:pPr>
              <w:tabs>
                <w:tab w:val="left" w:pos="840"/>
                <w:tab w:val="left" w:pos="3240"/>
              </w:tabs>
            </w:pPr>
            <w:r w:rsidRPr="00B106FA">
              <w:t>Because each order takes the same amount of time, the best cost driver is number of orders. Data is both plausible, reliable, and easy to maintain.</w:t>
            </w:r>
          </w:p>
        </w:tc>
      </w:tr>
      <w:tr w:rsidR="005C186D" w:rsidRPr="0042234B">
        <w:tc>
          <w:tcPr>
            <w:tcW w:w="1368" w:type="dxa"/>
          </w:tcPr>
          <w:p w:rsidR="005C186D" w:rsidRPr="00B106FA" w:rsidRDefault="005C186D" w:rsidP="00E95389">
            <w:pPr>
              <w:tabs>
                <w:tab w:val="left" w:pos="840"/>
                <w:tab w:val="left" w:pos="3240"/>
              </w:tabs>
            </w:pPr>
            <w:r w:rsidRPr="00B106FA">
              <w:t>6.</w:t>
            </w:r>
          </w:p>
        </w:tc>
        <w:tc>
          <w:tcPr>
            <w:tcW w:w="2430" w:type="dxa"/>
          </w:tcPr>
          <w:p w:rsidR="005C186D" w:rsidRPr="00B106FA" w:rsidRDefault="005C186D" w:rsidP="0012357F">
            <w:pPr>
              <w:tabs>
                <w:tab w:val="left" w:pos="840"/>
                <w:tab w:val="left" w:pos="3240"/>
              </w:tabs>
            </w:pPr>
            <w:r w:rsidRPr="00B106FA">
              <w:t>Number of Orders</w:t>
            </w:r>
          </w:p>
        </w:tc>
        <w:tc>
          <w:tcPr>
            <w:tcW w:w="5778" w:type="dxa"/>
          </w:tcPr>
          <w:p w:rsidR="005C186D" w:rsidRPr="00B106FA" w:rsidRDefault="005C186D" w:rsidP="00E95389">
            <w:pPr>
              <w:tabs>
                <w:tab w:val="left" w:pos="840"/>
                <w:tab w:val="left" w:pos="3240"/>
              </w:tabs>
            </w:pPr>
            <w:r w:rsidRPr="00B106FA">
              <w:t>Each  order is for different types of products but there is not diversity between them in terms of the time it takes to process  the order. (If there was variability in the number of product types ordered, the best driver would be number of order line items.)</w:t>
            </w:r>
          </w:p>
        </w:tc>
      </w:tr>
    </w:tbl>
    <w:p w:rsidR="005C186D" w:rsidRPr="0042234B" w:rsidRDefault="005C186D"/>
    <w:p w:rsidR="005C186D" w:rsidRPr="0042234B" w:rsidRDefault="005C186D" w:rsidP="00465CCE">
      <w:pPr>
        <w:tabs>
          <w:tab w:val="left" w:pos="840"/>
          <w:tab w:val="left" w:pos="3240"/>
        </w:tabs>
        <w:spacing w:line="240" w:lineRule="atLeast"/>
      </w:pPr>
      <w:r w:rsidRPr="0042234B">
        <w:rPr>
          <w:spacing w:val="-22"/>
          <w:u w:val="single"/>
        </w:rPr>
        <w:br w:type="page"/>
        <w:t>2-</w:t>
      </w:r>
      <w:r>
        <w:rPr>
          <w:spacing w:val="-22"/>
          <w:u w:val="single"/>
        </w:rPr>
        <w:t>29</w:t>
      </w:r>
      <w:r w:rsidRPr="0042234B">
        <w:rPr>
          <w:spacing w:val="-22"/>
        </w:rPr>
        <w:tab/>
      </w:r>
      <w:r w:rsidRPr="0042234B">
        <w:t>(5-10 min.)</w:t>
      </w:r>
    </w:p>
    <w:p w:rsidR="005C186D" w:rsidRPr="0042234B" w:rsidRDefault="005C186D" w:rsidP="00465CCE">
      <w:pPr>
        <w:tabs>
          <w:tab w:val="left" w:pos="840"/>
        </w:tabs>
        <w:spacing w:line="240" w:lineRule="atLeast"/>
      </w:pPr>
    </w:p>
    <w:p w:rsidR="005C186D" w:rsidRPr="00B106FA" w:rsidRDefault="005C186D" w:rsidP="00667327">
      <w:pPr>
        <w:tabs>
          <w:tab w:val="left" w:pos="810"/>
          <w:tab w:val="left" w:pos="3420"/>
          <w:tab w:val="left" w:pos="6120"/>
        </w:tabs>
        <w:spacing w:line="240" w:lineRule="atLeast"/>
        <w:rPr>
          <w:bCs/>
        </w:rPr>
      </w:pPr>
      <w:r w:rsidRPr="00B106FA">
        <w:rPr>
          <w:bCs/>
        </w:rPr>
        <w:t>1.</w:t>
      </w:r>
      <w:r w:rsidRPr="00B106FA">
        <w:rPr>
          <w:bCs/>
        </w:rPr>
        <w:tab/>
        <w:t xml:space="preserve">Contribution margin </w:t>
      </w:r>
      <w:r w:rsidRPr="00B106FA">
        <w:rPr>
          <w:bCs/>
        </w:rPr>
        <w:tab/>
        <w:t>= $9</w:t>
      </w:r>
      <w:r>
        <w:rPr>
          <w:bCs/>
        </w:rPr>
        <w:t>6</w:t>
      </w:r>
      <w:r w:rsidRPr="00B106FA">
        <w:rPr>
          <w:bCs/>
        </w:rPr>
        <w:t>0,000 - $5</w:t>
      </w:r>
      <w:r>
        <w:rPr>
          <w:bCs/>
        </w:rPr>
        <w:t>33</w:t>
      </w:r>
      <w:r w:rsidRPr="00B106FA">
        <w:rPr>
          <w:bCs/>
        </w:rPr>
        <w:t>,000</w:t>
      </w:r>
      <w:r w:rsidRPr="00B106FA">
        <w:rPr>
          <w:bCs/>
        </w:rPr>
        <w:tab/>
        <w:t>= $4</w:t>
      </w:r>
      <w:r>
        <w:rPr>
          <w:bCs/>
        </w:rPr>
        <w:t>27</w:t>
      </w:r>
      <w:r w:rsidRPr="00B106FA">
        <w:rPr>
          <w:bCs/>
        </w:rPr>
        <w:t>,000</w:t>
      </w:r>
    </w:p>
    <w:p w:rsidR="005C186D" w:rsidRPr="00B106FA" w:rsidRDefault="005C186D" w:rsidP="00667327">
      <w:pPr>
        <w:tabs>
          <w:tab w:val="left" w:pos="810"/>
          <w:tab w:val="left" w:pos="3420"/>
          <w:tab w:val="left" w:pos="6120"/>
        </w:tabs>
        <w:spacing w:line="240" w:lineRule="atLeast"/>
        <w:rPr>
          <w:bCs/>
        </w:rPr>
      </w:pPr>
      <w:r w:rsidRPr="00B106FA">
        <w:rPr>
          <w:bCs/>
        </w:rPr>
        <w:tab/>
        <w:t>Net income</w:t>
      </w:r>
      <w:r w:rsidRPr="00B106FA">
        <w:rPr>
          <w:bCs/>
        </w:rPr>
        <w:tab/>
        <w:t>= $4</w:t>
      </w:r>
      <w:r>
        <w:rPr>
          <w:bCs/>
        </w:rPr>
        <w:t>27</w:t>
      </w:r>
      <w:r w:rsidRPr="00B106FA">
        <w:rPr>
          <w:bCs/>
        </w:rPr>
        <w:t>,000 - $3</w:t>
      </w:r>
      <w:r>
        <w:rPr>
          <w:bCs/>
        </w:rPr>
        <w:t>10,000</w:t>
      </w:r>
      <w:r>
        <w:rPr>
          <w:bCs/>
        </w:rPr>
        <w:tab/>
        <w:t>= $117</w:t>
      </w:r>
      <w:r w:rsidRPr="00B106FA">
        <w:rPr>
          <w:bCs/>
        </w:rPr>
        <w:t>,000</w:t>
      </w:r>
    </w:p>
    <w:p w:rsidR="005C186D" w:rsidRPr="00B106FA" w:rsidRDefault="005C186D" w:rsidP="00222CC4">
      <w:pPr>
        <w:tabs>
          <w:tab w:val="left" w:pos="720"/>
          <w:tab w:val="left" w:pos="3320"/>
          <w:tab w:val="left" w:pos="6020"/>
        </w:tabs>
        <w:spacing w:line="240" w:lineRule="atLeast"/>
        <w:rPr>
          <w:bCs/>
        </w:rPr>
      </w:pPr>
    </w:p>
    <w:p w:rsidR="005C186D" w:rsidRPr="00B106FA" w:rsidRDefault="005C186D" w:rsidP="00621F46">
      <w:pPr>
        <w:tabs>
          <w:tab w:val="left" w:pos="810"/>
          <w:tab w:val="left" w:pos="3420"/>
          <w:tab w:val="left" w:pos="6120"/>
        </w:tabs>
        <w:spacing w:line="240" w:lineRule="atLeast"/>
        <w:rPr>
          <w:bCs/>
        </w:rPr>
      </w:pPr>
      <w:r w:rsidRPr="00B106FA">
        <w:rPr>
          <w:bCs/>
        </w:rPr>
        <w:t>2.</w:t>
      </w:r>
      <w:r w:rsidRPr="00B106FA">
        <w:rPr>
          <w:bCs/>
        </w:rPr>
        <w:tab/>
        <w:t xml:space="preserve">Variable expenses   </w:t>
      </w:r>
      <w:r w:rsidRPr="00B106FA">
        <w:rPr>
          <w:bCs/>
        </w:rPr>
        <w:tab/>
        <w:t>= $</w:t>
      </w:r>
      <w:r>
        <w:rPr>
          <w:bCs/>
        </w:rPr>
        <w:t>55</w:t>
      </w:r>
      <w:r w:rsidRPr="00B106FA">
        <w:rPr>
          <w:bCs/>
        </w:rPr>
        <w:t>0,000 - $3</w:t>
      </w:r>
      <w:r>
        <w:rPr>
          <w:bCs/>
        </w:rPr>
        <w:t>0</w:t>
      </w:r>
      <w:r w:rsidRPr="00B106FA">
        <w:rPr>
          <w:bCs/>
        </w:rPr>
        <w:t>0,000</w:t>
      </w:r>
      <w:r w:rsidRPr="00B106FA">
        <w:rPr>
          <w:bCs/>
        </w:rPr>
        <w:tab/>
        <w:t>= $</w:t>
      </w:r>
      <w:r>
        <w:rPr>
          <w:bCs/>
        </w:rPr>
        <w:t>2</w:t>
      </w:r>
      <w:r w:rsidRPr="00B106FA">
        <w:rPr>
          <w:bCs/>
        </w:rPr>
        <w:t>50,000</w:t>
      </w:r>
    </w:p>
    <w:p w:rsidR="005C186D" w:rsidRPr="00B106FA" w:rsidRDefault="005C186D" w:rsidP="00621F46">
      <w:pPr>
        <w:tabs>
          <w:tab w:val="left" w:pos="810"/>
          <w:tab w:val="left" w:pos="3420"/>
          <w:tab w:val="left" w:pos="6120"/>
        </w:tabs>
        <w:spacing w:line="240" w:lineRule="atLeast"/>
        <w:rPr>
          <w:bCs/>
        </w:rPr>
      </w:pPr>
      <w:r w:rsidRPr="00B106FA">
        <w:rPr>
          <w:bCs/>
        </w:rPr>
        <w:tab/>
        <w:t xml:space="preserve">Fixed expenses        </w:t>
      </w:r>
      <w:r w:rsidRPr="00B106FA">
        <w:rPr>
          <w:bCs/>
        </w:rPr>
        <w:tab/>
        <w:t>= $3</w:t>
      </w:r>
      <w:r>
        <w:rPr>
          <w:bCs/>
        </w:rPr>
        <w:t>0</w:t>
      </w:r>
      <w:r w:rsidRPr="00B106FA">
        <w:rPr>
          <w:bCs/>
        </w:rPr>
        <w:t xml:space="preserve">0,000 - $  </w:t>
      </w:r>
      <w:r>
        <w:rPr>
          <w:bCs/>
        </w:rPr>
        <w:t>46</w:t>
      </w:r>
      <w:r w:rsidRPr="00B106FA">
        <w:rPr>
          <w:bCs/>
        </w:rPr>
        <w:t>,000</w:t>
      </w:r>
      <w:r w:rsidRPr="00B106FA">
        <w:rPr>
          <w:bCs/>
        </w:rPr>
        <w:tab/>
        <w:t>= $2</w:t>
      </w:r>
      <w:r>
        <w:rPr>
          <w:bCs/>
        </w:rPr>
        <w:t>54</w:t>
      </w:r>
      <w:r w:rsidRPr="00B106FA">
        <w:rPr>
          <w:bCs/>
        </w:rPr>
        <w:t>,000</w:t>
      </w:r>
    </w:p>
    <w:p w:rsidR="005C186D" w:rsidRPr="00B106FA" w:rsidRDefault="005C186D" w:rsidP="00222CC4">
      <w:pPr>
        <w:tabs>
          <w:tab w:val="left" w:pos="720"/>
          <w:tab w:val="left" w:pos="3320"/>
          <w:tab w:val="left" w:pos="6020"/>
        </w:tabs>
        <w:spacing w:line="240" w:lineRule="atLeast"/>
        <w:rPr>
          <w:bCs/>
        </w:rPr>
      </w:pPr>
    </w:p>
    <w:p w:rsidR="005C186D" w:rsidRPr="00B106FA" w:rsidRDefault="005C186D" w:rsidP="00621F46">
      <w:pPr>
        <w:tabs>
          <w:tab w:val="left" w:pos="810"/>
          <w:tab w:val="left" w:pos="3420"/>
          <w:tab w:val="left" w:pos="6120"/>
        </w:tabs>
        <w:spacing w:line="240" w:lineRule="atLeast"/>
        <w:rPr>
          <w:bCs/>
        </w:rPr>
      </w:pPr>
      <w:r w:rsidRPr="00B106FA">
        <w:rPr>
          <w:bCs/>
        </w:rPr>
        <w:t>3.</w:t>
      </w:r>
      <w:r w:rsidRPr="00B106FA">
        <w:rPr>
          <w:bCs/>
        </w:rPr>
        <w:tab/>
        <w:t xml:space="preserve">Sales </w:t>
      </w:r>
      <w:r w:rsidRPr="00B106FA">
        <w:rPr>
          <w:bCs/>
        </w:rPr>
        <w:tab/>
        <w:t>= $</w:t>
      </w:r>
      <w:r>
        <w:rPr>
          <w:bCs/>
        </w:rPr>
        <w:t>5</w:t>
      </w:r>
      <w:r w:rsidRPr="00B106FA">
        <w:rPr>
          <w:bCs/>
        </w:rPr>
        <w:t>00,000 + $</w:t>
      </w:r>
      <w:r>
        <w:rPr>
          <w:bCs/>
        </w:rPr>
        <w:t>52</w:t>
      </w:r>
      <w:r w:rsidRPr="00B106FA">
        <w:rPr>
          <w:bCs/>
        </w:rPr>
        <w:t>0,000</w:t>
      </w:r>
      <w:r w:rsidRPr="00B106FA">
        <w:rPr>
          <w:bCs/>
        </w:rPr>
        <w:tab/>
        <w:t>= $</w:t>
      </w:r>
      <w:r>
        <w:rPr>
          <w:bCs/>
        </w:rPr>
        <w:t>1,02</w:t>
      </w:r>
      <w:r w:rsidRPr="00B106FA">
        <w:rPr>
          <w:bCs/>
        </w:rPr>
        <w:t>0,000</w:t>
      </w:r>
    </w:p>
    <w:p w:rsidR="005C186D" w:rsidRPr="00B106FA" w:rsidRDefault="005C186D" w:rsidP="00621F46">
      <w:pPr>
        <w:tabs>
          <w:tab w:val="left" w:pos="810"/>
          <w:tab w:val="left" w:pos="3420"/>
          <w:tab w:val="left" w:pos="6120"/>
        </w:tabs>
        <w:spacing w:line="240" w:lineRule="atLeast"/>
        <w:rPr>
          <w:bCs/>
        </w:rPr>
      </w:pPr>
      <w:r w:rsidRPr="00B106FA">
        <w:rPr>
          <w:bCs/>
        </w:rPr>
        <w:tab/>
        <w:t xml:space="preserve">Net income </w:t>
      </w:r>
      <w:r w:rsidRPr="00B106FA">
        <w:rPr>
          <w:bCs/>
        </w:rPr>
        <w:tab/>
        <w:t>= $</w:t>
      </w:r>
      <w:r>
        <w:rPr>
          <w:bCs/>
        </w:rPr>
        <w:t>52</w:t>
      </w:r>
      <w:r w:rsidRPr="00B106FA">
        <w:rPr>
          <w:bCs/>
        </w:rPr>
        <w:t>0,000  - $2</w:t>
      </w:r>
      <w:r>
        <w:rPr>
          <w:bCs/>
        </w:rPr>
        <w:t>0</w:t>
      </w:r>
      <w:r w:rsidRPr="00B106FA">
        <w:rPr>
          <w:bCs/>
        </w:rPr>
        <w:t>0,000</w:t>
      </w:r>
      <w:r w:rsidRPr="00B106FA">
        <w:rPr>
          <w:bCs/>
        </w:rPr>
        <w:tab/>
        <w:t xml:space="preserve">= </w:t>
      </w:r>
      <w:r>
        <w:rPr>
          <w:bCs/>
        </w:rPr>
        <w:t xml:space="preserve">   </w:t>
      </w:r>
      <w:r w:rsidRPr="00B106FA">
        <w:rPr>
          <w:bCs/>
        </w:rPr>
        <w:t>$</w:t>
      </w:r>
      <w:r>
        <w:rPr>
          <w:bCs/>
        </w:rPr>
        <w:t>32</w:t>
      </w:r>
      <w:r w:rsidRPr="00B106FA">
        <w:rPr>
          <w:bCs/>
        </w:rPr>
        <w:t>0,000</w:t>
      </w:r>
    </w:p>
    <w:p w:rsidR="005C186D" w:rsidRPr="0042234B" w:rsidRDefault="005C186D" w:rsidP="00222CC4">
      <w:pPr>
        <w:tabs>
          <w:tab w:val="left" w:pos="840"/>
        </w:tabs>
        <w:spacing w:line="240" w:lineRule="atLeast"/>
        <w:rPr>
          <w:bCs/>
          <w:spacing w:val="-20"/>
          <w:u w:val="single"/>
        </w:rPr>
      </w:pPr>
    </w:p>
    <w:p w:rsidR="005C186D" w:rsidRPr="0042234B" w:rsidRDefault="005C186D">
      <w:pPr>
        <w:pStyle w:val="ColorfulList-Accent11"/>
        <w:ind w:left="0"/>
      </w:pPr>
      <w:r w:rsidRPr="0042234B">
        <w:rPr>
          <w:u w:val="single"/>
        </w:rPr>
        <w:t>2-</w:t>
      </w:r>
      <w:r>
        <w:rPr>
          <w:u w:val="single"/>
        </w:rPr>
        <w:t>30</w:t>
      </w:r>
      <w:r w:rsidRPr="0042234B">
        <w:tab/>
        <w:t>(5-10 min.)</w:t>
      </w:r>
    </w:p>
    <w:p w:rsidR="005C186D" w:rsidRPr="0042234B" w:rsidRDefault="005C186D">
      <w:pPr>
        <w:pStyle w:val="ColorfulList-Accent11"/>
      </w:pPr>
    </w:p>
    <w:p w:rsidR="005C186D" w:rsidRPr="0042234B" w:rsidRDefault="005C186D">
      <w:pPr>
        <w:pStyle w:val="ColorfulList-Accent11"/>
      </w:pPr>
      <w:r w:rsidRPr="0042234B">
        <w:t>The $2</w:t>
      </w:r>
      <w:r>
        <w:t>78</w:t>
      </w:r>
      <w:r w:rsidRPr="0042234B">
        <w:t>,000 annual advertising fee is a fixed cost. The $6,</w:t>
      </w:r>
      <w:r>
        <w:t>1</w:t>
      </w:r>
      <w:r w:rsidRPr="0042234B">
        <w:t xml:space="preserve">00 cost for each advertisement is a variable cost. </w:t>
      </w:r>
    </w:p>
    <w:p w:rsidR="005C186D" w:rsidRPr="0042234B" w:rsidRDefault="005C186D">
      <w:pPr>
        <w:pStyle w:val="ColorfulList-Accent11"/>
      </w:pPr>
    </w:p>
    <w:p w:rsidR="005C186D" w:rsidRPr="0042234B" w:rsidRDefault="005C186D">
      <w:pPr>
        <w:pStyle w:val="ColorfulList-Accent11"/>
      </w:pPr>
      <w:r w:rsidRPr="0042234B">
        <w:t xml:space="preserve">If the total number of ads is </w:t>
      </w:r>
      <w:r>
        <w:t>46</w:t>
      </w:r>
      <w:r w:rsidRPr="0042234B">
        <w:t xml:space="preserve"> the total cost of advertising is</w:t>
      </w:r>
    </w:p>
    <w:p w:rsidR="005C186D" w:rsidRPr="0042234B" w:rsidRDefault="005C186D">
      <w:pPr>
        <w:pStyle w:val="ColorfulList-Accent11"/>
        <w:spacing w:line="240" w:lineRule="atLeast"/>
        <w:ind w:left="840"/>
      </w:pPr>
    </w:p>
    <w:p w:rsidR="005C186D" w:rsidRPr="0042234B" w:rsidRDefault="005C186D">
      <w:pPr>
        <w:pStyle w:val="ColorfulList-Accent11"/>
        <w:spacing w:line="240" w:lineRule="atLeast"/>
        <w:ind w:left="840"/>
      </w:pPr>
      <w:r w:rsidRPr="0042234B">
        <w:t>$2</w:t>
      </w:r>
      <w:r>
        <w:t>78</w:t>
      </w:r>
      <w:r w:rsidRPr="0042234B">
        <w:t xml:space="preserve">,000 + </w:t>
      </w:r>
      <w:r>
        <w:t>46</w:t>
      </w:r>
      <w:r w:rsidRPr="0042234B">
        <w:t xml:space="preserve"> × $6,</w:t>
      </w:r>
      <w:r>
        <w:t>1</w:t>
      </w:r>
      <w:r w:rsidRPr="0042234B">
        <w:t>00 = $5</w:t>
      </w:r>
      <w:r>
        <w:t>58,6</w:t>
      </w:r>
      <w:r w:rsidRPr="0042234B">
        <w:t>00</w:t>
      </w:r>
    </w:p>
    <w:p w:rsidR="005C186D" w:rsidRPr="0042234B" w:rsidRDefault="005C186D">
      <w:pPr>
        <w:pStyle w:val="ColorfulList-Accent11"/>
        <w:spacing w:line="240" w:lineRule="atLeast"/>
        <w:ind w:left="840"/>
      </w:pPr>
    </w:p>
    <w:p w:rsidR="005C186D" w:rsidRPr="0042234B" w:rsidRDefault="005C186D" w:rsidP="00201E19">
      <w:pPr>
        <w:pStyle w:val="ColorfulList-Accent11"/>
      </w:pPr>
      <w:r w:rsidRPr="0042234B">
        <w:t xml:space="preserve">If the total number of ads is </w:t>
      </w:r>
      <w:r>
        <w:t>92</w:t>
      </w:r>
      <w:r w:rsidRPr="0042234B">
        <w:t xml:space="preserve"> the total cost of advertising is</w:t>
      </w:r>
    </w:p>
    <w:p w:rsidR="005C186D" w:rsidRPr="0042234B" w:rsidRDefault="005C186D">
      <w:pPr>
        <w:pStyle w:val="ColorfulList-Accent11"/>
        <w:spacing w:line="240" w:lineRule="atLeast"/>
        <w:ind w:left="840"/>
      </w:pPr>
    </w:p>
    <w:p w:rsidR="005C186D" w:rsidRPr="0042234B" w:rsidRDefault="005C186D">
      <w:pPr>
        <w:pStyle w:val="ColorfulList-Accent11"/>
        <w:spacing w:line="240" w:lineRule="atLeast"/>
        <w:ind w:left="840"/>
      </w:pPr>
      <w:r w:rsidRPr="0042234B">
        <w:t>$2</w:t>
      </w:r>
      <w:r>
        <w:t>78</w:t>
      </w:r>
      <w:r w:rsidRPr="0042234B">
        <w:t xml:space="preserve">,000 + </w:t>
      </w:r>
      <w:r>
        <w:t>92</w:t>
      </w:r>
      <w:r w:rsidRPr="0042234B">
        <w:t xml:space="preserve"> × $6,</w:t>
      </w:r>
      <w:r>
        <w:t>1</w:t>
      </w:r>
      <w:r w:rsidRPr="0042234B">
        <w:t>00 = $8</w:t>
      </w:r>
      <w:r>
        <w:t>39,2</w:t>
      </w:r>
      <w:r w:rsidRPr="0042234B">
        <w:t>00.</w:t>
      </w:r>
    </w:p>
    <w:p w:rsidR="005C186D" w:rsidRPr="0042234B" w:rsidRDefault="005C186D">
      <w:pPr>
        <w:pStyle w:val="ColorfulList-Accent11"/>
        <w:spacing w:line="240" w:lineRule="atLeast"/>
        <w:ind w:left="840"/>
      </w:pPr>
    </w:p>
    <w:p w:rsidR="005C186D" w:rsidRPr="0042234B" w:rsidRDefault="005C186D" w:rsidP="00E318C1">
      <w:pPr>
        <w:pStyle w:val="ColorfulList-Accent11"/>
        <w:spacing w:line="240" w:lineRule="atLeast"/>
        <w:ind w:left="840"/>
      </w:pPr>
      <w:r w:rsidRPr="0042234B">
        <w:t>The total cost of advertising does not double in response to a doubling of the number of ads because the fixed costs do not change.</w:t>
      </w:r>
    </w:p>
    <w:p w:rsidR="005C186D" w:rsidRPr="0042234B" w:rsidRDefault="005C186D" w:rsidP="00E318C1">
      <w:pPr>
        <w:pStyle w:val="ColorfulList-Accent11"/>
        <w:spacing w:line="240" w:lineRule="atLeast"/>
        <w:ind w:left="840"/>
      </w:pPr>
    </w:p>
    <w:p w:rsidR="005C186D" w:rsidRPr="0042234B" w:rsidRDefault="005C186D">
      <w:pPr>
        <w:pStyle w:val="ColorfulList-Accent11"/>
        <w:spacing w:line="240" w:lineRule="atLeast"/>
        <w:ind w:left="0"/>
        <w:rPr>
          <w:u w:val="single"/>
        </w:rPr>
      </w:pPr>
      <w:r w:rsidRPr="0042234B">
        <w:rPr>
          <w:u w:val="single"/>
        </w:rPr>
        <w:t>2-</w:t>
      </w:r>
      <w:r>
        <w:rPr>
          <w:u w:val="single"/>
        </w:rPr>
        <w:t>31</w:t>
      </w:r>
      <w:r w:rsidRPr="0042234B">
        <w:t xml:space="preserve">  (5-10 min.)</w:t>
      </w:r>
    </w:p>
    <w:p w:rsidR="005C186D" w:rsidRPr="0042234B" w:rsidRDefault="005C186D">
      <w:pPr>
        <w:pStyle w:val="ColorfulList-Accent11"/>
        <w:spacing w:line="240" w:lineRule="atLeast"/>
        <w:ind w:left="0"/>
        <w:rPr>
          <w:u w:val="single"/>
        </w:rPr>
      </w:pPr>
    </w:p>
    <w:p w:rsidR="005C186D" w:rsidRPr="0042234B" w:rsidRDefault="005C186D">
      <w:pPr>
        <w:pStyle w:val="ColorfulList-Accent11"/>
        <w:spacing w:line="240" w:lineRule="atLeast"/>
        <w:ind w:left="0"/>
      </w:pPr>
      <w:r>
        <w:t>With respect to the cost driver sales dollars, t</w:t>
      </w:r>
      <w:r w:rsidRPr="0042234B">
        <w:t>he $3,200,000 annual salaries of sales personnel is a fixed cost. The sales commissions, travel costs, and entertainment costs are variable costs.</w:t>
      </w:r>
    </w:p>
    <w:p w:rsidR="005C186D" w:rsidRPr="0042234B" w:rsidRDefault="005C186D">
      <w:pPr>
        <w:pStyle w:val="ColorfulList-Accent11"/>
        <w:spacing w:line="240" w:lineRule="atLeast"/>
        <w:ind w:left="0"/>
      </w:pPr>
    </w:p>
    <w:p w:rsidR="005C186D" w:rsidRPr="0042234B" w:rsidRDefault="005C186D" w:rsidP="00E5708D">
      <w:pPr>
        <w:pStyle w:val="ColorfulList-Accent11"/>
      </w:pPr>
      <w:r w:rsidRPr="0042234B">
        <w:t>If the total sales dollars is $24 million, the total cost of the selling activity is</w:t>
      </w:r>
    </w:p>
    <w:p w:rsidR="005C186D" w:rsidRPr="0042234B" w:rsidRDefault="005C186D" w:rsidP="00E5708D">
      <w:pPr>
        <w:pStyle w:val="ColorfulList-Accent11"/>
        <w:spacing w:line="240" w:lineRule="atLeast"/>
        <w:ind w:left="840"/>
      </w:pPr>
    </w:p>
    <w:p w:rsidR="005C186D" w:rsidRPr="0042234B" w:rsidRDefault="005C186D" w:rsidP="00E5708D">
      <w:pPr>
        <w:pStyle w:val="ColorfulList-Accent11"/>
        <w:spacing w:line="240" w:lineRule="atLeast"/>
        <w:ind w:left="840"/>
      </w:pPr>
      <w:r w:rsidRPr="0042234B">
        <w:t>$3,200,000 + .20 × $24,000,000 = $8,000,000</w:t>
      </w:r>
    </w:p>
    <w:p w:rsidR="005C186D" w:rsidRPr="0042234B" w:rsidRDefault="005C186D" w:rsidP="00E5708D">
      <w:pPr>
        <w:pStyle w:val="ColorfulList-Accent11"/>
        <w:spacing w:line="240" w:lineRule="atLeast"/>
        <w:ind w:left="840"/>
      </w:pPr>
    </w:p>
    <w:p w:rsidR="005C186D" w:rsidRPr="0042234B" w:rsidRDefault="005C186D" w:rsidP="00E5708D">
      <w:pPr>
        <w:pStyle w:val="ColorfulList-Accent11"/>
        <w:spacing w:line="240" w:lineRule="atLeast"/>
        <w:ind w:left="840"/>
      </w:pPr>
      <w:r w:rsidRPr="0042234B">
        <w:t>If the total sales dollars is only $12 million, the total cost of the selling activity is</w:t>
      </w:r>
    </w:p>
    <w:p w:rsidR="005C186D" w:rsidRPr="0042234B" w:rsidRDefault="005C186D" w:rsidP="00E5708D">
      <w:pPr>
        <w:pStyle w:val="ColorfulList-Accent11"/>
        <w:spacing w:line="240" w:lineRule="atLeast"/>
        <w:ind w:left="840"/>
      </w:pPr>
    </w:p>
    <w:p w:rsidR="005C186D" w:rsidRPr="0042234B" w:rsidRDefault="005C186D" w:rsidP="00E5708D">
      <w:pPr>
        <w:pStyle w:val="ColorfulList-Accent11"/>
        <w:spacing w:line="240" w:lineRule="atLeast"/>
        <w:ind w:left="840"/>
      </w:pPr>
      <w:r w:rsidRPr="0042234B">
        <w:t>$3,200,000 + .20 × $12,000,000 = $5,600,000.</w:t>
      </w:r>
    </w:p>
    <w:p w:rsidR="005C186D" w:rsidRPr="0042234B" w:rsidRDefault="005C186D" w:rsidP="00E5708D">
      <w:pPr>
        <w:pStyle w:val="ColorfulList-Accent11"/>
        <w:spacing w:line="240" w:lineRule="atLeast"/>
        <w:ind w:left="840"/>
      </w:pPr>
    </w:p>
    <w:p w:rsidR="005C186D" w:rsidRPr="0042234B" w:rsidRDefault="005C186D" w:rsidP="00E5708D">
      <w:pPr>
        <w:pStyle w:val="ColorfulList-Accent11"/>
        <w:spacing w:line="240" w:lineRule="atLeast"/>
        <w:ind w:left="840"/>
      </w:pPr>
      <w:r w:rsidRPr="0042234B">
        <w:t xml:space="preserve">The total cost of the selling activity does not decrease by 50% </w:t>
      </w:r>
      <w:r>
        <w:t xml:space="preserve">when the cost driver decreases by 50% </w:t>
      </w:r>
      <w:r w:rsidRPr="0042234B">
        <w:t>because the fixed costs do not change.</w:t>
      </w:r>
    </w:p>
    <w:p w:rsidR="005C186D" w:rsidRPr="0042234B" w:rsidRDefault="005C186D" w:rsidP="00E5708D">
      <w:pPr>
        <w:pStyle w:val="ColorfulList-Accent11"/>
        <w:spacing w:line="240" w:lineRule="atLeast"/>
        <w:ind w:left="840"/>
        <w:rPr>
          <w:u w:val="single"/>
        </w:rPr>
      </w:pPr>
    </w:p>
    <w:p w:rsidR="005C186D" w:rsidRPr="0042234B" w:rsidRDefault="005C186D">
      <w:pPr>
        <w:pStyle w:val="ColorfulList-Accent11"/>
        <w:spacing w:line="240" w:lineRule="atLeast"/>
        <w:ind w:left="0"/>
      </w:pPr>
      <w:r w:rsidRPr="0042234B">
        <w:rPr>
          <w:u w:val="single"/>
        </w:rPr>
        <w:t xml:space="preserve"> </w:t>
      </w:r>
      <w:r w:rsidRPr="0042234B">
        <w:rPr>
          <w:u w:val="single"/>
        </w:rPr>
        <w:br w:type="page"/>
        <w:t>2-</w:t>
      </w:r>
      <w:r>
        <w:rPr>
          <w:u w:val="single"/>
        </w:rPr>
        <w:t>32</w:t>
      </w:r>
      <w:r w:rsidRPr="0042234B">
        <w:tab/>
        <w:t>(10-20 min.)</w:t>
      </w:r>
    </w:p>
    <w:p w:rsidR="005C186D" w:rsidRPr="0042234B" w:rsidRDefault="005C186D" w:rsidP="00465CCE">
      <w:pPr>
        <w:tabs>
          <w:tab w:val="left" w:pos="840"/>
        </w:tabs>
        <w:spacing w:line="240" w:lineRule="atLeast"/>
      </w:pPr>
    </w:p>
    <w:p w:rsidR="005C186D" w:rsidRPr="0042234B" w:rsidRDefault="005C186D" w:rsidP="00593658">
      <w:pPr>
        <w:tabs>
          <w:tab w:val="right" w:pos="1890"/>
          <w:tab w:val="left" w:pos="2070"/>
        </w:tabs>
        <w:spacing w:line="240" w:lineRule="atLeast"/>
        <w:rPr>
          <w:bCs/>
        </w:rPr>
      </w:pPr>
      <w:r w:rsidRPr="0042234B">
        <w:rPr>
          <w:bCs/>
        </w:rPr>
        <w:t>1.</w:t>
      </w:r>
      <w:r w:rsidRPr="0042234B">
        <w:rPr>
          <w:bCs/>
        </w:rPr>
        <w:tab/>
        <w:t>d</w:t>
      </w:r>
      <w:r w:rsidRPr="0042234B">
        <w:rPr>
          <w:bCs/>
        </w:rPr>
        <w:tab/>
        <w:t>=  c × (a - b)</w:t>
      </w:r>
    </w:p>
    <w:p w:rsidR="005C186D" w:rsidRPr="0042234B" w:rsidRDefault="005C186D" w:rsidP="00593658">
      <w:pPr>
        <w:tabs>
          <w:tab w:val="right" w:pos="1890"/>
          <w:tab w:val="left" w:pos="2070"/>
        </w:tabs>
        <w:spacing w:line="240" w:lineRule="atLeast"/>
        <w:rPr>
          <w:bCs/>
        </w:rPr>
      </w:pPr>
      <w:r w:rsidRPr="0042234B">
        <w:rPr>
          <w:bCs/>
        </w:rPr>
        <w:tab/>
        <w:t>$7</w:t>
      </w:r>
      <w:r>
        <w:rPr>
          <w:bCs/>
        </w:rPr>
        <w:t>5</w:t>
      </w:r>
      <w:r w:rsidRPr="0042234B">
        <w:rPr>
          <w:bCs/>
        </w:rPr>
        <w:t>0,000</w:t>
      </w:r>
      <w:r w:rsidRPr="0042234B">
        <w:rPr>
          <w:bCs/>
        </w:rPr>
        <w:tab/>
        <w:t>=  12</w:t>
      </w:r>
      <w:r>
        <w:rPr>
          <w:bCs/>
        </w:rPr>
        <w:t>5</w:t>
      </w:r>
      <w:r w:rsidRPr="0042234B">
        <w:rPr>
          <w:bCs/>
        </w:rPr>
        <w:t>,000 × ($2</w:t>
      </w:r>
      <w:r>
        <w:rPr>
          <w:bCs/>
        </w:rPr>
        <w:t>6</w:t>
      </w:r>
      <w:r w:rsidRPr="0042234B">
        <w:rPr>
          <w:bCs/>
        </w:rPr>
        <w:t xml:space="preserve"> - b)</w:t>
      </w:r>
    </w:p>
    <w:p w:rsidR="005C186D" w:rsidRPr="0042234B" w:rsidRDefault="005C186D" w:rsidP="00593658">
      <w:pPr>
        <w:tabs>
          <w:tab w:val="right" w:pos="1890"/>
          <w:tab w:val="left" w:pos="2070"/>
        </w:tabs>
        <w:spacing w:line="240" w:lineRule="atLeast"/>
        <w:rPr>
          <w:bCs/>
        </w:rPr>
      </w:pPr>
      <w:r w:rsidRPr="0042234B">
        <w:rPr>
          <w:bCs/>
        </w:rPr>
        <w:tab/>
        <w:t>b</w:t>
      </w:r>
      <w:r w:rsidRPr="0042234B">
        <w:rPr>
          <w:bCs/>
        </w:rPr>
        <w:tab/>
        <w:t>=  $</w:t>
      </w:r>
      <w:r>
        <w:rPr>
          <w:bCs/>
        </w:rPr>
        <w:t>20</w:t>
      </w:r>
    </w:p>
    <w:p w:rsidR="005C186D" w:rsidRPr="0042234B" w:rsidRDefault="005C186D" w:rsidP="00593658">
      <w:pPr>
        <w:tabs>
          <w:tab w:val="right" w:pos="1890"/>
          <w:tab w:val="left" w:pos="2070"/>
        </w:tabs>
        <w:spacing w:line="240" w:lineRule="atLeast"/>
        <w:rPr>
          <w:bCs/>
        </w:rPr>
      </w:pPr>
      <w:r w:rsidRPr="0042234B">
        <w:rPr>
          <w:bCs/>
        </w:rPr>
        <w:tab/>
        <w:t>f</w:t>
      </w:r>
      <w:r w:rsidRPr="0042234B">
        <w:rPr>
          <w:bCs/>
        </w:rPr>
        <w:tab/>
        <w:t>=  d - e</w:t>
      </w:r>
    </w:p>
    <w:p w:rsidR="005C186D" w:rsidRPr="0042234B" w:rsidRDefault="005C186D" w:rsidP="00593658">
      <w:pPr>
        <w:tabs>
          <w:tab w:val="right" w:pos="1890"/>
          <w:tab w:val="left" w:pos="2070"/>
        </w:tabs>
        <w:spacing w:line="240" w:lineRule="atLeast"/>
        <w:rPr>
          <w:bCs/>
        </w:rPr>
      </w:pPr>
      <w:r w:rsidRPr="0042234B">
        <w:rPr>
          <w:bCs/>
        </w:rPr>
        <w:tab/>
      </w:r>
      <w:r w:rsidRPr="0042234B">
        <w:rPr>
          <w:bCs/>
        </w:rPr>
        <w:tab/>
        <w:t>=  $7</w:t>
      </w:r>
      <w:r>
        <w:rPr>
          <w:bCs/>
        </w:rPr>
        <w:t>5</w:t>
      </w:r>
      <w:r w:rsidRPr="0042234B">
        <w:rPr>
          <w:bCs/>
        </w:rPr>
        <w:t>0,000 - $6</w:t>
      </w:r>
      <w:r>
        <w:rPr>
          <w:bCs/>
        </w:rPr>
        <w:t>75</w:t>
      </w:r>
      <w:r w:rsidRPr="0042234B">
        <w:rPr>
          <w:bCs/>
        </w:rPr>
        <w:t>,000 = $7</w:t>
      </w:r>
      <w:r>
        <w:rPr>
          <w:bCs/>
        </w:rPr>
        <w:t>5</w:t>
      </w:r>
      <w:r w:rsidRPr="0042234B">
        <w:rPr>
          <w:bCs/>
        </w:rPr>
        <w:t>,000</w:t>
      </w:r>
    </w:p>
    <w:p w:rsidR="005C186D" w:rsidRPr="0042234B" w:rsidRDefault="005C186D" w:rsidP="00593658">
      <w:pPr>
        <w:tabs>
          <w:tab w:val="left" w:pos="1560"/>
          <w:tab w:val="left" w:pos="1860"/>
        </w:tabs>
        <w:spacing w:line="240" w:lineRule="atLeast"/>
        <w:rPr>
          <w:bCs/>
        </w:rPr>
      </w:pPr>
    </w:p>
    <w:p w:rsidR="005C186D" w:rsidRPr="0042234B" w:rsidRDefault="005C186D" w:rsidP="00593658">
      <w:pPr>
        <w:tabs>
          <w:tab w:val="right" w:pos="990"/>
          <w:tab w:val="left" w:pos="1140"/>
        </w:tabs>
        <w:spacing w:line="240" w:lineRule="atLeast"/>
        <w:rPr>
          <w:bCs/>
        </w:rPr>
      </w:pPr>
      <w:r w:rsidRPr="0042234B">
        <w:rPr>
          <w:bCs/>
        </w:rPr>
        <w:t>2.</w:t>
      </w:r>
      <w:r w:rsidRPr="0042234B">
        <w:rPr>
          <w:bCs/>
        </w:rPr>
        <w:tab/>
        <w:t>d</w:t>
      </w:r>
      <w:r w:rsidRPr="0042234B">
        <w:rPr>
          <w:bCs/>
        </w:rPr>
        <w:tab/>
        <w:t>=  c × (a - b)</w:t>
      </w:r>
    </w:p>
    <w:p w:rsidR="005C186D" w:rsidRPr="0042234B" w:rsidRDefault="005C186D" w:rsidP="00593658">
      <w:pPr>
        <w:tabs>
          <w:tab w:val="right" w:pos="990"/>
          <w:tab w:val="left" w:pos="1140"/>
        </w:tabs>
        <w:spacing w:line="240" w:lineRule="atLeast"/>
        <w:rPr>
          <w:bCs/>
        </w:rPr>
      </w:pPr>
      <w:r w:rsidRPr="0042234B">
        <w:rPr>
          <w:bCs/>
        </w:rPr>
        <w:tab/>
      </w:r>
      <w:r w:rsidRPr="0042234B">
        <w:rPr>
          <w:bCs/>
        </w:rPr>
        <w:tab/>
        <w:t>=  10</w:t>
      </w:r>
      <w:r>
        <w:rPr>
          <w:bCs/>
        </w:rPr>
        <w:t>0</w:t>
      </w:r>
      <w:r w:rsidRPr="0042234B">
        <w:rPr>
          <w:bCs/>
        </w:rPr>
        <w:t>,000 × ($1</w:t>
      </w:r>
      <w:r>
        <w:rPr>
          <w:bCs/>
        </w:rPr>
        <w:t>0</w:t>
      </w:r>
      <w:r w:rsidRPr="0042234B">
        <w:rPr>
          <w:bCs/>
        </w:rPr>
        <w:t xml:space="preserve"> - $</w:t>
      </w:r>
      <w:r>
        <w:rPr>
          <w:bCs/>
        </w:rPr>
        <w:t>6</w:t>
      </w:r>
      <w:r w:rsidRPr="0042234B">
        <w:rPr>
          <w:bCs/>
        </w:rPr>
        <w:t>) = $</w:t>
      </w:r>
      <w:r>
        <w:rPr>
          <w:bCs/>
        </w:rPr>
        <w:t>400</w:t>
      </w:r>
      <w:r w:rsidRPr="0042234B">
        <w:rPr>
          <w:bCs/>
        </w:rPr>
        <w:t>,000</w:t>
      </w:r>
    </w:p>
    <w:p w:rsidR="005C186D" w:rsidRPr="0042234B" w:rsidRDefault="005C186D" w:rsidP="00593658">
      <w:pPr>
        <w:tabs>
          <w:tab w:val="right" w:pos="990"/>
          <w:tab w:val="left" w:pos="1140"/>
        </w:tabs>
        <w:spacing w:line="240" w:lineRule="atLeast"/>
        <w:rPr>
          <w:bCs/>
        </w:rPr>
      </w:pPr>
      <w:r w:rsidRPr="0042234B">
        <w:rPr>
          <w:bCs/>
        </w:rPr>
        <w:tab/>
        <w:t>f</w:t>
      </w:r>
      <w:r w:rsidRPr="0042234B">
        <w:rPr>
          <w:bCs/>
        </w:rPr>
        <w:tab/>
        <w:t>=  d - e</w:t>
      </w:r>
    </w:p>
    <w:p w:rsidR="005C186D" w:rsidRPr="0042234B" w:rsidRDefault="005C186D" w:rsidP="00593658">
      <w:pPr>
        <w:tabs>
          <w:tab w:val="right" w:pos="990"/>
          <w:tab w:val="left" w:pos="1140"/>
        </w:tabs>
        <w:spacing w:line="240" w:lineRule="atLeast"/>
        <w:rPr>
          <w:bCs/>
        </w:rPr>
      </w:pPr>
      <w:r w:rsidRPr="0042234B">
        <w:rPr>
          <w:bCs/>
        </w:rPr>
        <w:tab/>
      </w:r>
      <w:r w:rsidRPr="0042234B">
        <w:rPr>
          <w:bCs/>
        </w:rPr>
        <w:tab/>
        <w:t>=  $</w:t>
      </w:r>
      <w:r>
        <w:rPr>
          <w:bCs/>
        </w:rPr>
        <w:t>400</w:t>
      </w:r>
      <w:r w:rsidRPr="0042234B">
        <w:rPr>
          <w:bCs/>
        </w:rPr>
        <w:t>,000 - $</w:t>
      </w:r>
      <w:r>
        <w:rPr>
          <w:bCs/>
        </w:rPr>
        <w:t>320</w:t>
      </w:r>
      <w:r w:rsidRPr="0042234B">
        <w:rPr>
          <w:bCs/>
        </w:rPr>
        <w:t>,000 = $8</w:t>
      </w:r>
      <w:r>
        <w:rPr>
          <w:bCs/>
        </w:rPr>
        <w:t>0</w:t>
      </w:r>
      <w:r w:rsidRPr="0042234B">
        <w:rPr>
          <w:bCs/>
        </w:rPr>
        <w:t>,000</w:t>
      </w:r>
    </w:p>
    <w:p w:rsidR="005C186D" w:rsidRPr="0042234B" w:rsidRDefault="005C186D" w:rsidP="00593658">
      <w:pPr>
        <w:tabs>
          <w:tab w:val="left" w:pos="840"/>
          <w:tab w:val="left" w:pos="1140"/>
          <w:tab w:val="left" w:pos="1380"/>
        </w:tabs>
        <w:spacing w:line="240" w:lineRule="atLeast"/>
        <w:rPr>
          <w:bCs/>
        </w:rPr>
      </w:pPr>
    </w:p>
    <w:p w:rsidR="005C186D" w:rsidRPr="0042234B" w:rsidRDefault="005C186D" w:rsidP="00593658">
      <w:pPr>
        <w:tabs>
          <w:tab w:val="right" w:pos="994"/>
          <w:tab w:val="left" w:pos="1140"/>
        </w:tabs>
        <w:spacing w:line="240" w:lineRule="atLeast"/>
        <w:rPr>
          <w:bCs/>
        </w:rPr>
      </w:pPr>
      <w:r w:rsidRPr="0042234B">
        <w:rPr>
          <w:bCs/>
        </w:rPr>
        <w:t>3.</w:t>
      </w:r>
      <w:r w:rsidRPr="0042234B">
        <w:rPr>
          <w:bCs/>
        </w:rPr>
        <w:tab/>
        <w:t>c</w:t>
      </w:r>
      <w:r w:rsidRPr="0042234B">
        <w:rPr>
          <w:bCs/>
        </w:rPr>
        <w:tab/>
        <w:t>=  d ÷ (a - b)</w:t>
      </w:r>
    </w:p>
    <w:p w:rsidR="005C186D" w:rsidRPr="0042234B" w:rsidRDefault="005C186D" w:rsidP="00593658">
      <w:pPr>
        <w:tabs>
          <w:tab w:val="right" w:pos="994"/>
          <w:tab w:val="left" w:pos="1140"/>
        </w:tabs>
        <w:spacing w:line="240" w:lineRule="atLeast"/>
        <w:rPr>
          <w:bCs/>
        </w:rPr>
      </w:pPr>
      <w:r w:rsidRPr="0042234B">
        <w:rPr>
          <w:bCs/>
        </w:rPr>
        <w:tab/>
      </w:r>
      <w:r w:rsidRPr="0042234B">
        <w:rPr>
          <w:bCs/>
        </w:rPr>
        <w:tab/>
        <w:t>=  $</w:t>
      </w:r>
      <w:r>
        <w:rPr>
          <w:bCs/>
        </w:rPr>
        <w:t>63</w:t>
      </w:r>
      <w:r w:rsidRPr="0042234B">
        <w:rPr>
          <w:bCs/>
        </w:rPr>
        <w:t>,000 ÷ $</w:t>
      </w:r>
      <w:r>
        <w:rPr>
          <w:bCs/>
        </w:rPr>
        <w:t>3</w:t>
      </w:r>
      <w:r w:rsidRPr="0042234B">
        <w:rPr>
          <w:bCs/>
        </w:rPr>
        <w:t xml:space="preserve"> = </w:t>
      </w:r>
      <w:r>
        <w:rPr>
          <w:bCs/>
        </w:rPr>
        <w:t>21</w:t>
      </w:r>
      <w:r w:rsidRPr="0042234B">
        <w:rPr>
          <w:bCs/>
        </w:rPr>
        <w:t>,000 units</w:t>
      </w:r>
    </w:p>
    <w:p w:rsidR="005C186D" w:rsidRPr="0042234B" w:rsidRDefault="005C186D" w:rsidP="00593658">
      <w:pPr>
        <w:tabs>
          <w:tab w:val="right" w:pos="994"/>
          <w:tab w:val="left" w:pos="1140"/>
        </w:tabs>
        <w:spacing w:line="240" w:lineRule="atLeast"/>
        <w:rPr>
          <w:bCs/>
        </w:rPr>
      </w:pPr>
      <w:r w:rsidRPr="0042234B">
        <w:rPr>
          <w:bCs/>
        </w:rPr>
        <w:tab/>
        <w:t>e</w:t>
      </w:r>
      <w:r w:rsidRPr="0042234B">
        <w:rPr>
          <w:bCs/>
        </w:rPr>
        <w:tab/>
        <w:t>=  d - f</w:t>
      </w:r>
    </w:p>
    <w:p w:rsidR="005C186D" w:rsidRPr="0042234B" w:rsidRDefault="005C186D" w:rsidP="00593658">
      <w:pPr>
        <w:tabs>
          <w:tab w:val="right" w:pos="994"/>
          <w:tab w:val="left" w:pos="1140"/>
        </w:tabs>
        <w:spacing w:line="240" w:lineRule="atLeast"/>
        <w:rPr>
          <w:bCs/>
        </w:rPr>
      </w:pPr>
      <w:r w:rsidRPr="0042234B">
        <w:rPr>
          <w:bCs/>
        </w:rPr>
        <w:tab/>
      </w:r>
      <w:r w:rsidRPr="0042234B">
        <w:rPr>
          <w:bCs/>
        </w:rPr>
        <w:tab/>
        <w:t>=  $</w:t>
      </w:r>
      <w:r>
        <w:rPr>
          <w:bCs/>
        </w:rPr>
        <w:t>63</w:t>
      </w:r>
      <w:r w:rsidRPr="0042234B">
        <w:rPr>
          <w:bCs/>
        </w:rPr>
        <w:t>,000 - $</w:t>
      </w:r>
      <w:r>
        <w:rPr>
          <w:bCs/>
        </w:rPr>
        <w:t>14</w:t>
      </w:r>
      <w:r w:rsidRPr="0042234B">
        <w:rPr>
          <w:bCs/>
        </w:rPr>
        <w:t>,000 = $</w:t>
      </w:r>
      <w:r>
        <w:rPr>
          <w:bCs/>
        </w:rPr>
        <w:t>49</w:t>
      </w:r>
      <w:r w:rsidRPr="0042234B">
        <w:rPr>
          <w:bCs/>
        </w:rPr>
        <w:t>,000</w:t>
      </w:r>
    </w:p>
    <w:p w:rsidR="005C186D" w:rsidRPr="0042234B" w:rsidRDefault="005C186D" w:rsidP="00593658">
      <w:pPr>
        <w:tabs>
          <w:tab w:val="left" w:pos="840"/>
          <w:tab w:val="left" w:pos="1140"/>
          <w:tab w:val="left" w:pos="1380"/>
        </w:tabs>
        <w:spacing w:line="240" w:lineRule="atLeast"/>
        <w:rPr>
          <w:bCs/>
        </w:rPr>
      </w:pPr>
    </w:p>
    <w:p w:rsidR="005C186D" w:rsidRPr="0042234B" w:rsidRDefault="005C186D" w:rsidP="00593658">
      <w:pPr>
        <w:tabs>
          <w:tab w:val="right" w:pos="994"/>
          <w:tab w:val="left" w:pos="1140"/>
        </w:tabs>
        <w:spacing w:line="240" w:lineRule="atLeast"/>
        <w:rPr>
          <w:bCs/>
        </w:rPr>
      </w:pPr>
      <w:r w:rsidRPr="0042234B">
        <w:rPr>
          <w:bCs/>
        </w:rPr>
        <w:t>4.</w:t>
      </w:r>
      <w:r w:rsidRPr="0042234B">
        <w:rPr>
          <w:bCs/>
        </w:rPr>
        <w:tab/>
        <w:t>d</w:t>
      </w:r>
      <w:r w:rsidRPr="0042234B">
        <w:rPr>
          <w:bCs/>
        </w:rPr>
        <w:tab/>
        <w:t>=  c × (a - b)</w:t>
      </w:r>
    </w:p>
    <w:p w:rsidR="005C186D" w:rsidRPr="0042234B" w:rsidRDefault="005C186D" w:rsidP="00593658">
      <w:pPr>
        <w:tabs>
          <w:tab w:val="right" w:pos="994"/>
          <w:tab w:val="left" w:pos="1140"/>
        </w:tabs>
        <w:spacing w:line="240" w:lineRule="atLeast"/>
        <w:rPr>
          <w:bCs/>
        </w:rPr>
      </w:pPr>
      <w:r w:rsidRPr="0042234B">
        <w:rPr>
          <w:bCs/>
        </w:rPr>
        <w:tab/>
      </w:r>
      <w:r w:rsidRPr="0042234B">
        <w:rPr>
          <w:bCs/>
        </w:rPr>
        <w:tab/>
        <w:t xml:space="preserve">=  </w:t>
      </w:r>
      <w:r>
        <w:rPr>
          <w:bCs/>
        </w:rPr>
        <w:t>60</w:t>
      </w:r>
      <w:r w:rsidRPr="0042234B">
        <w:rPr>
          <w:bCs/>
        </w:rPr>
        <w:t>,000 × ($</w:t>
      </w:r>
      <w:r>
        <w:rPr>
          <w:bCs/>
        </w:rPr>
        <w:t>30</w:t>
      </w:r>
      <w:r w:rsidRPr="0042234B">
        <w:rPr>
          <w:bCs/>
        </w:rPr>
        <w:t xml:space="preserve"> - $</w:t>
      </w:r>
      <w:r>
        <w:rPr>
          <w:bCs/>
        </w:rPr>
        <w:t>20</w:t>
      </w:r>
      <w:r w:rsidRPr="0042234B">
        <w:rPr>
          <w:bCs/>
        </w:rPr>
        <w:t>)</w:t>
      </w:r>
    </w:p>
    <w:p w:rsidR="005C186D" w:rsidRPr="0042234B" w:rsidRDefault="005C186D" w:rsidP="00593658">
      <w:pPr>
        <w:tabs>
          <w:tab w:val="right" w:pos="994"/>
          <w:tab w:val="left" w:pos="1140"/>
        </w:tabs>
        <w:spacing w:line="240" w:lineRule="atLeast"/>
        <w:rPr>
          <w:bCs/>
        </w:rPr>
      </w:pPr>
      <w:r w:rsidRPr="0042234B">
        <w:rPr>
          <w:bCs/>
        </w:rPr>
        <w:tab/>
      </w:r>
      <w:r w:rsidRPr="0042234B">
        <w:rPr>
          <w:bCs/>
        </w:rPr>
        <w:tab/>
        <w:t>=  $</w:t>
      </w:r>
      <w:r>
        <w:rPr>
          <w:bCs/>
        </w:rPr>
        <w:t>600</w:t>
      </w:r>
      <w:r w:rsidRPr="0042234B">
        <w:rPr>
          <w:bCs/>
        </w:rPr>
        <w:t>,000</w:t>
      </w:r>
    </w:p>
    <w:p w:rsidR="005C186D" w:rsidRPr="0042234B" w:rsidRDefault="005C186D" w:rsidP="00593658">
      <w:pPr>
        <w:tabs>
          <w:tab w:val="right" w:pos="994"/>
          <w:tab w:val="left" w:pos="1140"/>
        </w:tabs>
        <w:spacing w:line="240" w:lineRule="atLeast"/>
        <w:rPr>
          <w:bCs/>
        </w:rPr>
      </w:pPr>
      <w:r w:rsidRPr="0042234B">
        <w:rPr>
          <w:bCs/>
        </w:rPr>
        <w:tab/>
        <w:t>e</w:t>
      </w:r>
      <w:r w:rsidRPr="0042234B">
        <w:rPr>
          <w:bCs/>
        </w:rPr>
        <w:tab/>
        <w:t>=  d - f</w:t>
      </w:r>
    </w:p>
    <w:p w:rsidR="005C186D" w:rsidRPr="0042234B" w:rsidRDefault="005C186D" w:rsidP="00593658">
      <w:pPr>
        <w:tabs>
          <w:tab w:val="right" w:pos="994"/>
          <w:tab w:val="left" w:pos="1140"/>
        </w:tabs>
        <w:spacing w:line="240" w:lineRule="atLeast"/>
        <w:rPr>
          <w:bCs/>
        </w:rPr>
      </w:pPr>
      <w:r w:rsidRPr="0042234B">
        <w:rPr>
          <w:bCs/>
        </w:rPr>
        <w:tab/>
      </w:r>
      <w:r w:rsidRPr="0042234B">
        <w:rPr>
          <w:bCs/>
        </w:rPr>
        <w:tab/>
        <w:t>=  $</w:t>
      </w:r>
      <w:r>
        <w:rPr>
          <w:bCs/>
        </w:rPr>
        <w:t>600</w:t>
      </w:r>
      <w:r w:rsidRPr="0042234B">
        <w:rPr>
          <w:bCs/>
        </w:rPr>
        <w:t>,000 - $</w:t>
      </w:r>
      <w:r>
        <w:rPr>
          <w:bCs/>
        </w:rPr>
        <w:t>12</w:t>
      </w:r>
      <w:r w:rsidRPr="0042234B">
        <w:rPr>
          <w:bCs/>
        </w:rPr>
        <w:t>,000 = $</w:t>
      </w:r>
      <w:r>
        <w:rPr>
          <w:bCs/>
        </w:rPr>
        <w:t>588</w:t>
      </w:r>
      <w:r w:rsidRPr="0042234B">
        <w:rPr>
          <w:bCs/>
        </w:rPr>
        <w:t>,000</w:t>
      </w:r>
    </w:p>
    <w:p w:rsidR="005C186D" w:rsidRPr="0042234B" w:rsidRDefault="005C186D" w:rsidP="00593658">
      <w:pPr>
        <w:tabs>
          <w:tab w:val="left" w:pos="840"/>
          <w:tab w:val="left" w:pos="1140"/>
          <w:tab w:val="left" w:pos="1380"/>
        </w:tabs>
        <w:spacing w:line="240" w:lineRule="atLeast"/>
        <w:rPr>
          <w:bCs/>
        </w:rPr>
      </w:pPr>
    </w:p>
    <w:p w:rsidR="005C186D" w:rsidRPr="0042234B" w:rsidRDefault="005C186D" w:rsidP="00593658">
      <w:pPr>
        <w:tabs>
          <w:tab w:val="right" w:pos="1886"/>
          <w:tab w:val="left" w:pos="2074"/>
        </w:tabs>
        <w:spacing w:line="240" w:lineRule="atLeast"/>
        <w:rPr>
          <w:bCs/>
        </w:rPr>
      </w:pPr>
      <w:r w:rsidRPr="0042234B">
        <w:rPr>
          <w:bCs/>
        </w:rPr>
        <w:t>5.</w:t>
      </w:r>
      <w:r w:rsidRPr="0042234B">
        <w:rPr>
          <w:bCs/>
        </w:rPr>
        <w:tab/>
        <w:t>d</w:t>
      </w:r>
      <w:r w:rsidRPr="0042234B">
        <w:rPr>
          <w:bCs/>
        </w:rPr>
        <w:tab/>
        <w:t>=  c × (a - b)</w:t>
      </w:r>
    </w:p>
    <w:p w:rsidR="005C186D" w:rsidRPr="0042234B" w:rsidRDefault="005C186D" w:rsidP="00593658">
      <w:pPr>
        <w:tabs>
          <w:tab w:val="right" w:pos="1886"/>
          <w:tab w:val="left" w:pos="2074"/>
        </w:tabs>
        <w:spacing w:line="240" w:lineRule="atLeast"/>
        <w:rPr>
          <w:bCs/>
        </w:rPr>
      </w:pPr>
      <w:r w:rsidRPr="0042234B">
        <w:rPr>
          <w:bCs/>
        </w:rPr>
        <w:tab/>
        <w:t>$</w:t>
      </w:r>
      <w:r>
        <w:rPr>
          <w:bCs/>
        </w:rPr>
        <w:t>172</w:t>
      </w:r>
      <w:r w:rsidRPr="0042234B">
        <w:rPr>
          <w:bCs/>
        </w:rPr>
        <w:t>,000</w:t>
      </w:r>
      <w:r w:rsidRPr="0042234B">
        <w:rPr>
          <w:bCs/>
        </w:rPr>
        <w:tab/>
        <w:t xml:space="preserve">=  </w:t>
      </w:r>
      <w:r>
        <w:rPr>
          <w:bCs/>
        </w:rPr>
        <w:t>86</w:t>
      </w:r>
      <w:r w:rsidRPr="0042234B">
        <w:rPr>
          <w:bCs/>
        </w:rPr>
        <w:t>,000 × (a - $</w:t>
      </w:r>
      <w:r>
        <w:rPr>
          <w:bCs/>
        </w:rPr>
        <w:t>12</w:t>
      </w:r>
      <w:r w:rsidRPr="0042234B">
        <w:rPr>
          <w:bCs/>
        </w:rPr>
        <w:t>)</w:t>
      </w:r>
    </w:p>
    <w:p w:rsidR="005C186D" w:rsidRPr="0042234B" w:rsidRDefault="005C186D" w:rsidP="00593658">
      <w:pPr>
        <w:tabs>
          <w:tab w:val="right" w:pos="1886"/>
          <w:tab w:val="left" w:pos="2074"/>
        </w:tabs>
        <w:spacing w:line="240" w:lineRule="atLeast"/>
        <w:rPr>
          <w:bCs/>
        </w:rPr>
      </w:pPr>
      <w:r w:rsidRPr="0042234B">
        <w:rPr>
          <w:bCs/>
        </w:rPr>
        <w:tab/>
        <w:t>a</w:t>
      </w:r>
      <w:r w:rsidRPr="0042234B">
        <w:rPr>
          <w:bCs/>
        </w:rPr>
        <w:tab/>
        <w:t>=  $1</w:t>
      </w:r>
      <w:r>
        <w:rPr>
          <w:bCs/>
        </w:rPr>
        <w:t>4</w:t>
      </w:r>
    </w:p>
    <w:p w:rsidR="005C186D" w:rsidRPr="0042234B" w:rsidRDefault="005C186D" w:rsidP="00593658">
      <w:pPr>
        <w:tabs>
          <w:tab w:val="right" w:pos="1886"/>
          <w:tab w:val="left" w:pos="2074"/>
        </w:tabs>
        <w:spacing w:line="240" w:lineRule="atLeast"/>
        <w:rPr>
          <w:bCs/>
        </w:rPr>
      </w:pPr>
      <w:r w:rsidRPr="0042234B">
        <w:rPr>
          <w:bCs/>
        </w:rPr>
        <w:tab/>
        <w:t>f</w:t>
      </w:r>
      <w:r w:rsidRPr="0042234B">
        <w:rPr>
          <w:bCs/>
        </w:rPr>
        <w:tab/>
        <w:t>=  d - e</w:t>
      </w:r>
    </w:p>
    <w:p w:rsidR="005C186D" w:rsidRPr="0042234B" w:rsidRDefault="005C186D" w:rsidP="00593658">
      <w:pPr>
        <w:tabs>
          <w:tab w:val="right" w:pos="1886"/>
          <w:tab w:val="left" w:pos="2074"/>
        </w:tabs>
        <w:spacing w:line="240" w:lineRule="atLeast"/>
        <w:rPr>
          <w:bCs/>
        </w:rPr>
      </w:pPr>
      <w:r w:rsidRPr="0042234B">
        <w:rPr>
          <w:bCs/>
        </w:rPr>
        <w:tab/>
      </w:r>
      <w:r w:rsidRPr="0042234B">
        <w:rPr>
          <w:bCs/>
        </w:rPr>
        <w:tab/>
        <w:t>=  $</w:t>
      </w:r>
      <w:r>
        <w:rPr>
          <w:bCs/>
        </w:rPr>
        <w:t>172</w:t>
      </w:r>
      <w:r w:rsidRPr="0042234B">
        <w:rPr>
          <w:bCs/>
        </w:rPr>
        <w:t>,000 - $</w:t>
      </w:r>
      <w:r>
        <w:rPr>
          <w:bCs/>
        </w:rPr>
        <w:t>125</w:t>
      </w:r>
      <w:r w:rsidRPr="0042234B">
        <w:rPr>
          <w:bCs/>
        </w:rPr>
        <w:t>,000 = $</w:t>
      </w:r>
      <w:r>
        <w:rPr>
          <w:bCs/>
        </w:rPr>
        <w:t>47</w:t>
      </w:r>
      <w:r w:rsidRPr="0042234B">
        <w:rPr>
          <w:bCs/>
        </w:rPr>
        <w:t>,000</w:t>
      </w:r>
    </w:p>
    <w:p w:rsidR="005C186D" w:rsidRPr="0042234B" w:rsidRDefault="005C186D" w:rsidP="00593658">
      <w:pPr>
        <w:pStyle w:val="Footer"/>
        <w:tabs>
          <w:tab w:val="clear" w:pos="4320"/>
          <w:tab w:val="clear" w:pos="8640"/>
          <w:tab w:val="left" w:pos="840"/>
          <w:tab w:val="left" w:pos="1140"/>
          <w:tab w:val="left" w:pos="1380"/>
        </w:tabs>
        <w:spacing w:line="240" w:lineRule="atLeast"/>
        <w:rPr>
          <w:rFonts w:ascii="Times New Roman" w:hAnsi="Times New Roman"/>
          <w:noProof w:val="0"/>
          <w:szCs w:val="24"/>
        </w:rPr>
      </w:pPr>
    </w:p>
    <w:p w:rsidR="005C186D" w:rsidRPr="0042234B" w:rsidRDefault="005C186D" w:rsidP="00203341">
      <w:pPr>
        <w:tabs>
          <w:tab w:val="left" w:pos="840"/>
        </w:tabs>
        <w:rPr>
          <w:sz w:val="32"/>
          <w:szCs w:val="32"/>
        </w:rPr>
      </w:pPr>
      <w:r w:rsidRPr="0042234B">
        <w:rPr>
          <w:spacing w:val="-22"/>
          <w:u w:val="single"/>
        </w:rPr>
        <w:br w:type="page"/>
      </w:r>
      <w:r w:rsidRPr="0042234B">
        <w:rPr>
          <w:u w:val="single"/>
        </w:rPr>
        <w:t>2-</w:t>
      </w:r>
      <w:r>
        <w:rPr>
          <w:u w:val="single"/>
        </w:rPr>
        <w:t>33</w:t>
      </w:r>
      <w:r w:rsidRPr="0042234B">
        <w:t xml:space="preserve">   (10 min.)</w:t>
      </w:r>
    </w:p>
    <w:p w:rsidR="005C186D" w:rsidRPr="0042234B" w:rsidRDefault="005C186D" w:rsidP="00203341">
      <w:pPr>
        <w:tabs>
          <w:tab w:val="left" w:pos="840"/>
        </w:tabs>
        <w:rPr>
          <w:spacing w:val="-20"/>
          <w:sz w:val="30"/>
          <w:u w:val="single"/>
        </w:rPr>
      </w:pPr>
    </w:p>
    <w:p w:rsidR="005C186D" w:rsidRPr="0042234B" w:rsidRDefault="005C186D" w:rsidP="00203341">
      <w:pPr>
        <w:tabs>
          <w:tab w:val="left" w:pos="840"/>
        </w:tabs>
        <w:rPr>
          <w:spacing w:val="-20"/>
          <w:sz w:val="30"/>
          <w:u w:val="single"/>
        </w:rPr>
      </w:pPr>
      <w:r w:rsidRPr="000B2369">
        <w:rPr>
          <w:noProof/>
          <w:spacing w:val="-20"/>
          <w:sz w:val="30"/>
          <w:u w:val="single"/>
        </w:rPr>
        <w:object w:dxaOrig="8641" w:dyaOrig="7978">
          <v:shape id="Object 19" o:spid="_x0000_i1043" type="#_x0000_t75" style="width:459pt;height:428.25pt;visibility:visible" o:ole="">
            <v:imagedata r:id="rId29" o:title="" croptop="-2760f" cropbottom="-2062f" cropleft="-1676f" cropright="-2419f"/>
            <o:lock v:ext="edit" aspectratio="f"/>
          </v:shape>
          <o:OLEObject Type="Embed" ProgID="Excel.Chart.8" ShapeID="Object 19" DrawAspect="Content" ObjectID="_1420974534" r:id="rId30"/>
        </w:object>
      </w:r>
    </w:p>
    <w:p w:rsidR="005C186D" w:rsidRPr="0042234B" w:rsidRDefault="005C186D" w:rsidP="00203341">
      <w:pPr>
        <w:tabs>
          <w:tab w:val="left" w:pos="840"/>
        </w:tabs>
        <w:rPr>
          <w:sz w:val="30"/>
        </w:rPr>
      </w:pPr>
    </w:p>
    <w:p w:rsidR="005C186D" w:rsidRPr="0042234B" w:rsidRDefault="005C186D" w:rsidP="00203341">
      <w:pPr>
        <w:tabs>
          <w:tab w:val="left" w:pos="840"/>
        </w:tabs>
        <w:rPr>
          <w:spacing w:val="-20"/>
        </w:rPr>
      </w:pPr>
      <w:r w:rsidRPr="0042234B">
        <w:t xml:space="preserve">Using the graph above, the </w:t>
      </w:r>
      <w:r w:rsidRPr="0042234B">
        <w:rPr>
          <w:i/>
          <w:iCs/>
        </w:rPr>
        <w:t>estimated</w:t>
      </w:r>
      <w:r w:rsidRPr="0042234B">
        <w:t xml:space="preserve"> breakeven point in total units sold is about 80,000</w:t>
      </w:r>
      <w:r>
        <w:t xml:space="preserve"> (where revenue = $800,000 and total costs = $320,000 + $480,000 = $800,000)</w:t>
      </w:r>
      <w:r w:rsidRPr="0042234B">
        <w:t xml:space="preserve">. The </w:t>
      </w:r>
      <w:r w:rsidRPr="0042234B">
        <w:rPr>
          <w:i/>
          <w:iCs/>
        </w:rPr>
        <w:t xml:space="preserve">estimated </w:t>
      </w:r>
      <w:r w:rsidRPr="0042234B">
        <w:t>net income for 100,000 units sold is $80,000 (</w:t>
      </w:r>
      <w:r>
        <w:t xml:space="preserve">revenue of </w:t>
      </w:r>
      <w:r w:rsidRPr="0042234B">
        <w:t xml:space="preserve">$1,000,000 </w:t>
      </w:r>
      <w:r>
        <w:t>–</w:t>
      </w:r>
      <w:r w:rsidRPr="0042234B">
        <w:t xml:space="preserve"> </w:t>
      </w:r>
      <w:r>
        <w:t xml:space="preserve">total costs of $320,000 + $600,000 = </w:t>
      </w:r>
      <w:r w:rsidRPr="0042234B">
        <w:t>$920,000).</w:t>
      </w:r>
      <w:r w:rsidRPr="0042234B">
        <w:rPr>
          <w:spacing w:val="-20"/>
          <w:sz w:val="30"/>
          <w:u w:val="single"/>
        </w:rPr>
        <w:br w:type="page"/>
      </w:r>
      <w:r w:rsidRPr="0042234B">
        <w:rPr>
          <w:u w:val="single"/>
        </w:rPr>
        <w:t>2-</w:t>
      </w:r>
      <w:r>
        <w:rPr>
          <w:u w:val="single"/>
        </w:rPr>
        <w:t>34</w:t>
      </w:r>
      <w:r w:rsidRPr="0042234B">
        <w:t xml:space="preserve">   (10 min.)</w:t>
      </w:r>
    </w:p>
    <w:p w:rsidR="005C186D" w:rsidRPr="0042234B" w:rsidRDefault="005C186D" w:rsidP="00203341">
      <w:pPr>
        <w:tabs>
          <w:tab w:val="left" w:pos="840"/>
        </w:tabs>
        <w:rPr>
          <w:spacing w:val="-20"/>
          <w:sz w:val="30"/>
          <w:u w:val="single"/>
        </w:rPr>
      </w:pPr>
    </w:p>
    <w:p w:rsidR="005C186D" w:rsidRPr="0042234B" w:rsidRDefault="005C186D" w:rsidP="00203341">
      <w:pPr>
        <w:tabs>
          <w:tab w:val="left" w:pos="840"/>
        </w:tabs>
        <w:rPr>
          <w:spacing w:val="-20"/>
          <w:sz w:val="30"/>
          <w:u w:val="single"/>
        </w:rPr>
      </w:pPr>
      <w:r w:rsidRPr="000B2369">
        <w:rPr>
          <w:noProof/>
          <w:spacing w:val="-20"/>
          <w:sz w:val="30"/>
          <w:u w:val="single"/>
        </w:rPr>
        <w:object w:dxaOrig="8334" w:dyaOrig="7076">
          <v:shape id="Object 20" o:spid="_x0000_i1044" type="#_x0000_t75" style="width:435.75pt;height:379.5pt;visibility:visible" o:ole="">
            <v:imagedata r:id="rId31" o:title="" croptop="-2843f" cropbottom="-1926f" cropleft="-1887f" cropright="-2532f"/>
            <o:lock v:ext="edit" aspectratio="f"/>
          </v:shape>
          <o:OLEObject Type="Embed" ProgID="Excel.Chart.8" ShapeID="Object 20" DrawAspect="Content" ObjectID="_1420974535" r:id="rId32"/>
        </w:object>
      </w:r>
    </w:p>
    <w:p w:rsidR="005C186D" w:rsidRPr="0042234B" w:rsidRDefault="005C186D" w:rsidP="00203341">
      <w:pPr>
        <w:tabs>
          <w:tab w:val="left" w:pos="840"/>
        </w:tabs>
        <w:rPr>
          <w:spacing w:val="-20"/>
          <w:sz w:val="30"/>
          <w:u w:val="single"/>
        </w:rPr>
      </w:pPr>
    </w:p>
    <w:p w:rsidR="005C186D" w:rsidRPr="0042234B" w:rsidRDefault="005C186D">
      <w:pPr>
        <w:tabs>
          <w:tab w:val="left" w:pos="840"/>
        </w:tabs>
      </w:pPr>
      <w:r w:rsidRPr="0042234B">
        <w:t xml:space="preserve">Using the graph above, the </w:t>
      </w:r>
      <w:r w:rsidRPr="0042234B">
        <w:rPr>
          <w:i/>
          <w:iCs/>
        </w:rPr>
        <w:t>estimated</w:t>
      </w:r>
      <w:r w:rsidRPr="0042234B">
        <w:t xml:space="preserve"> breakeven point in total units sold is about 60,000 (actual breakeven volume is 58,800). The </w:t>
      </w:r>
      <w:r w:rsidRPr="0042234B">
        <w:rPr>
          <w:i/>
          <w:iCs/>
        </w:rPr>
        <w:t>estimated</w:t>
      </w:r>
      <w:r w:rsidRPr="0042234B">
        <w:t xml:space="preserve"> net loss for </w:t>
      </w:r>
      <w:r w:rsidRPr="00A97E28">
        <w:t>50,000</w:t>
      </w:r>
      <w:r w:rsidRPr="0042234B">
        <w:t xml:space="preserve"> units sold is $88,000 (revenue of </w:t>
      </w:r>
      <w:r w:rsidRPr="00A97E28">
        <w:t>$1,500,000</w:t>
      </w:r>
      <w:r w:rsidRPr="0042234B">
        <w:t xml:space="preserve"> – total cost of $</w:t>
      </w:r>
      <w:r w:rsidRPr="00A97E28">
        <w:t>1,588,000</w:t>
      </w:r>
      <w:r w:rsidRPr="0042234B">
        <w:t xml:space="preserve"> or CM of $</w:t>
      </w:r>
      <w:r w:rsidRPr="00A97E28">
        <w:t>500,000</w:t>
      </w:r>
      <w:r w:rsidRPr="0042234B">
        <w:t xml:space="preserve"> less fixed cost of $588,000).</w:t>
      </w:r>
    </w:p>
    <w:p w:rsidR="005C186D" w:rsidRPr="0042234B" w:rsidRDefault="005C186D" w:rsidP="00465CCE">
      <w:r w:rsidRPr="0042234B">
        <w:rPr>
          <w:spacing w:val="-22"/>
          <w:sz w:val="32"/>
          <w:szCs w:val="32"/>
        </w:rPr>
        <w:br w:type="page"/>
      </w:r>
      <w:r w:rsidRPr="0042234B">
        <w:rPr>
          <w:u w:val="single"/>
        </w:rPr>
        <w:t>2-</w:t>
      </w:r>
      <w:r>
        <w:rPr>
          <w:u w:val="single"/>
        </w:rPr>
        <w:t>35</w:t>
      </w:r>
      <w:r w:rsidRPr="0042234B">
        <w:t xml:space="preserve">  (20–25 min.)</w:t>
      </w:r>
    </w:p>
    <w:p w:rsidR="005C186D" w:rsidRPr="0042234B" w:rsidRDefault="005C186D" w:rsidP="00465CCE"/>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46"/>
        <w:gridCol w:w="1562"/>
        <w:gridCol w:w="2037"/>
        <w:gridCol w:w="1758"/>
        <w:gridCol w:w="2153"/>
      </w:tblGrid>
      <w:tr w:rsidR="005C186D" w:rsidRPr="0042234B" w:rsidTr="009E3ACA">
        <w:trPr>
          <w:jc w:val="center"/>
        </w:trPr>
        <w:tc>
          <w:tcPr>
            <w:tcW w:w="1411" w:type="dxa"/>
            <w:vAlign w:val="bottom"/>
          </w:tcPr>
          <w:p w:rsidR="005C186D" w:rsidRPr="0042234B" w:rsidRDefault="005C186D" w:rsidP="009E3ACA">
            <w:pPr>
              <w:jc w:val="center"/>
            </w:pPr>
            <w:r w:rsidRPr="0042234B">
              <w:t>Square Feet</w:t>
            </w:r>
          </w:p>
        </w:tc>
        <w:tc>
          <w:tcPr>
            <w:tcW w:w="1667" w:type="dxa"/>
            <w:vAlign w:val="bottom"/>
          </w:tcPr>
          <w:p w:rsidR="005C186D" w:rsidRPr="0042234B" w:rsidRDefault="005C186D" w:rsidP="009E3ACA">
            <w:pPr>
              <w:jc w:val="center"/>
            </w:pPr>
            <w:r w:rsidRPr="0042234B">
              <w:t>Labor Cost</w:t>
            </w:r>
          </w:p>
        </w:tc>
        <w:tc>
          <w:tcPr>
            <w:tcW w:w="2250" w:type="dxa"/>
            <w:vAlign w:val="bottom"/>
          </w:tcPr>
          <w:p w:rsidR="005C186D" w:rsidRPr="0042234B" w:rsidRDefault="005C186D" w:rsidP="009E3ACA">
            <w:pPr>
              <w:jc w:val="center"/>
            </w:pPr>
            <w:r w:rsidRPr="0042234B">
              <w:t>Labor Cost per Square Foot</w:t>
            </w:r>
          </w:p>
        </w:tc>
        <w:tc>
          <w:tcPr>
            <w:tcW w:w="1890" w:type="dxa"/>
            <w:vAlign w:val="bottom"/>
          </w:tcPr>
          <w:p w:rsidR="005C186D" w:rsidRPr="0042234B" w:rsidRDefault="005C186D" w:rsidP="009E3ACA">
            <w:pPr>
              <w:jc w:val="center"/>
            </w:pPr>
            <w:r w:rsidRPr="0042234B">
              <w:t>Supplies Cost</w:t>
            </w:r>
          </w:p>
        </w:tc>
        <w:tc>
          <w:tcPr>
            <w:tcW w:w="2358" w:type="dxa"/>
            <w:vAlign w:val="bottom"/>
          </w:tcPr>
          <w:p w:rsidR="005C186D" w:rsidRPr="0042234B" w:rsidRDefault="005C186D" w:rsidP="009E3ACA">
            <w:pPr>
              <w:jc w:val="center"/>
              <w:rPr>
                <w:vertAlign w:val="superscript"/>
              </w:rPr>
            </w:pPr>
            <w:r w:rsidRPr="0042234B">
              <w:t>Supplies Cost per Square Foot</w:t>
            </w:r>
          </w:p>
        </w:tc>
      </w:tr>
      <w:tr w:rsidR="005C186D" w:rsidRPr="0042234B" w:rsidTr="009E3ACA">
        <w:trPr>
          <w:jc w:val="center"/>
        </w:trPr>
        <w:tc>
          <w:tcPr>
            <w:tcW w:w="1411" w:type="dxa"/>
            <w:vAlign w:val="bottom"/>
          </w:tcPr>
          <w:p w:rsidR="005C186D" w:rsidRPr="0042234B" w:rsidRDefault="005C186D" w:rsidP="009E3ACA">
            <w:pPr>
              <w:jc w:val="center"/>
            </w:pPr>
            <w:r w:rsidRPr="0042234B">
              <w:t>100,000</w:t>
            </w:r>
          </w:p>
        </w:tc>
        <w:tc>
          <w:tcPr>
            <w:tcW w:w="1667" w:type="dxa"/>
          </w:tcPr>
          <w:p w:rsidR="005C186D" w:rsidRPr="0042234B" w:rsidRDefault="005C186D" w:rsidP="009E3ACA">
            <w:pPr>
              <w:jc w:val="center"/>
            </w:pPr>
            <w:r w:rsidRPr="0042234B">
              <w:t>$24,000</w:t>
            </w:r>
          </w:p>
        </w:tc>
        <w:tc>
          <w:tcPr>
            <w:tcW w:w="2250" w:type="dxa"/>
            <w:vAlign w:val="bottom"/>
          </w:tcPr>
          <w:p w:rsidR="005C186D" w:rsidRPr="0042234B" w:rsidRDefault="005C186D" w:rsidP="009E3ACA">
            <w:pPr>
              <w:jc w:val="center"/>
            </w:pPr>
            <w:r w:rsidRPr="0042234B">
              <w:t>$   0.240</w:t>
            </w:r>
          </w:p>
        </w:tc>
        <w:tc>
          <w:tcPr>
            <w:tcW w:w="1890" w:type="dxa"/>
            <w:vAlign w:val="bottom"/>
          </w:tcPr>
          <w:p w:rsidR="005C186D" w:rsidRPr="0042234B" w:rsidRDefault="005C186D" w:rsidP="009E3ACA">
            <w:pPr>
              <w:jc w:val="center"/>
            </w:pPr>
            <w:r w:rsidRPr="0042234B">
              <w:t>$ 5,000</w:t>
            </w:r>
          </w:p>
        </w:tc>
        <w:tc>
          <w:tcPr>
            <w:tcW w:w="2358" w:type="dxa"/>
            <w:vAlign w:val="bottom"/>
          </w:tcPr>
          <w:p w:rsidR="005C186D" w:rsidRPr="0042234B" w:rsidRDefault="005C186D" w:rsidP="009E3ACA">
            <w:pPr>
              <w:jc w:val="center"/>
              <w:rPr>
                <w:vertAlign w:val="superscript"/>
              </w:rPr>
            </w:pPr>
            <w:r w:rsidRPr="0042234B">
              <w:t>$0.050</w:t>
            </w:r>
          </w:p>
        </w:tc>
      </w:tr>
      <w:tr w:rsidR="005C186D" w:rsidRPr="0042234B" w:rsidTr="009E3ACA">
        <w:trPr>
          <w:jc w:val="center"/>
        </w:trPr>
        <w:tc>
          <w:tcPr>
            <w:tcW w:w="1411" w:type="dxa"/>
            <w:vAlign w:val="bottom"/>
          </w:tcPr>
          <w:p w:rsidR="005C186D" w:rsidRPr="0042234B" w:rsidRDefault="005C186D" w:rsidP="009E3ACA">
            <w:pPr>
              <w:jc w:val="center"/>
            </w:pPr>
            <w:r w:rsidRPr="0042234B">
              <w:t>125,000</w:t>
            </w:r>
          </w:p>
        </w:tc>
        <w:tc>
          <w:tcPr>
            <w:tcW w:w="1667" w:type="dxa"/>
          </w:tcPr>
          <w:p w:rsidR="005C186D" w:rsidRPr="0042234B" w:rsidRDefault="005C186D" w:rsidP="009E3ACA">
            <w:pPr>
              <w:jc w:val="center"/>
            </w:pPr>
            <w:r w:rsidRPr="0042234B">
              <w:t xml:space="preserve">  24,000</w:t>
            </w:r>
          </w:p>
        </w:tc>
        <w:tc>
          <w:tcPr>
            <w:tcW w:w="2250" w:type="dxa"/>
            <w:vAlign w:val="bottom"/>
          </w:tcPr>
          <w:p w:rsidR="005C186D" w:rsidRPr="0042234B" w:rsidRDefault="005C186D" w:rsidP="009E3ACA">
            <w:pPr>
              <w:jc w:val="center"/>
            </w:pPr>
            <w:r w:rsidRPr="0042234B">
              <w:t>$   0.192</w:t>
            </w:r>
          </w:p>
        </w:tc>
        <w:tc>
          <w:tcPr>
            <w:tcW w:w="1890" w:type="dxa"/>
            <w:vAlign w:val="bottom"/>
          </w:tcPr>
          <w:p w:rsidR="005C186D" w:rsidRPr="0042234B" w:rsidRDefault="005C186D" w:rsidP="009E3ACA">
            <w:pPr>
              <w:jc w:val="center"/>
            </w:pPr>
            <w:r w:rsidRPr="0042234B">
              <w:t xml:space="preserve">   6,250</w:t>
            </w:r>
          </w:p>
        </w:tc>
        <w:tc>
          <w:tcPr>
            <w:tcW w:w="2358" w:type="dxa"/>
            <w:vAlign w:val="bottom"/>
          </w:tcPr>
          <w:p w:rsidR="005C186D" w:rsidRPr="0042234B" w:rsidRDefault="005C186D" w:rsidP="009E3ACA">
            <w:pPr>
              <w:jc w:val="center"/>
            </w:pPr>
            <w:r w:rsidRPr="0042234B">
              <w:t xml:space="preserve"> 0.050</w:t>
            </w:r>
          </w:p>
        </w:tc>
      </w:tr>
      <w:tr w:rsidR="005C186D" w:rsidRPr="0042234B" w:rsidTr="009E3ACA">
        <w:trPr>
          <w:jc w:val="center"/>
        </w:trPr>
        <w:tc>
          <w:tcPr>
            <w:tcW w:w="1411" w:type="dxa"/>
            <w:vAlign w:val="bottom"/>
          </w:tcPr>
          <w:p w:rsidR="005C186D" w:rsidRPr="0042234B" w:rsidRDefault="005C186D" w:rsidP="009E3ACA">
            <w:pPr>
              <w:jc w:val="center"/>
            </w:pPr>
            <w:r w:rsidRPr="0042234B">
              <w:t>150,000</w:t>
            </w:r>
          </w:p>
        </w:tc>
        <w:tc>
          <w:tcPr>
            <w:tcW w:w="1667" w:type="dxa"/>
          </w:tcPr>
          <w:p w:rsidR="005C186D" w:rsidRPr="0042234B" w:rsidRDefault="005C186D" w:rsidP="009E3ACA">
            <w:pPr>
              <w:jc w:val="center"/>
            </w:pPr>
            <w:r w:rsidRPr="0042234B">
              <w:t xml:space="preserve">  24,000</w:t>
            </w:r>
          </w:p>
        </w:tc>
        <w:tc>
          <w:tcPr>
            <w:tcW w:w="2250" w:type="dxa"/>
            <w:vAlign w:val="bottom"/>
          </w:tcPr>
          <w:p w:rsidR="005C186D" w:rsidRPr="0042234B" w:rsidRDefault="005C186D" w:rsidP="009E3ACA">
            <w:pPr>
              <w:jc w:val="center"/>
            </w:pPr>
            <w:r w:rsidRPr="0042234B">
              <w:t>$   0.160</w:t>
            </w:r>
          </w:p>
        </w:tc>
        <w:tc>
          <w:tcPr>
            <w:tcW w:w="1890" w:type="dxa"/>
            <w:vAlign w:val="bottom"/>
          </w:tcPr>
          <w:p w:rsidR="005C186D" w:rsidRPr="0042234B" w:rsidRDefault="005C186D" w:rsidP="009E3ACA">
            <w:pPr>
              <w:jc w:val="center"/>
            </w:pPr>
            <w:r w:rsidRPr="0042234B">
              <w:t xml:space="preserve">   7,500</w:t>
            </w:r>
          </w:p>
        </w:tc>
        <w:tc>
          <w:tcPr>
            <w:tcW w:w="2358" w:type="dxa"/>
            <w:vAlign w:val="bottom"/>
          </w:tcPr>
          <w:p w:rsidR="005C186D" w:rsidRPr="0042234B" w:rsidRDefault="005C186D" w:rsidP="009E3ACA">
            <w:pPr>
              <w:jc w:val="center"/>
            </w:pPr>
            <w:r w:rsidRPr="0042234B">
              <w:t xml:space="preserve"> 0.050</w:t>
            </w:r>
          </w:p>
        </w:tc>
      </w:tr>
      <w:tr w:rsidR="005C186D" w:rsidRPr="0042234B" w:rsidTr="009E3ACA">
        <w:trPr>
          <w:jc w:val="center"/>
        </w:trPr>
        <w:tc>
          <w:tcPr>
            <w:tcW w:w="1411" w:type="dxa"/>
            <w:vAlign w:val="bottom"/>
          </w:tcPr>
          <w:p w:rsidR="005C186D" w:rsidRPr="0042234B" w:rsidRDefault="005C186D" w:rsidP="009E3ACA">
            <w:pPr>
              <w:jc w:val="center"/>
            </w:pPr>
            <w:r w:rsidRPr="0042234B">
              <w:t>175,000</w:t>
            </w:r>
          </w:p>
        </w:tc>
        <w:tc>
          <w:tcPr>
            <w:tcW w:w="1667" w:type="dxa"/>
          </w:tcPr>
          <w:p w:rsidR="005C186D" w:rsidRPr="0042234B" w:rsidRDefault="005C186D" w:rsidP="009E3ACA">
            <w:pPr>
              <w:jc w:val="center"/>
            </w:pPr>
            <w:r w:rsidRPr="0042234B">
              <w:t xml:space="preserve">  24,000</w:t>
            </w:r>
          </w:p>
        </w:tc>
        <w:tc>
          <w:tcPr>
            <w:tcW w:w="2250" w:type="dxa"/>
            <w:vAlign w:val="bottom"/>
          </w:tcPr>
          <w:p w:rsidR="005C186D" w:rsidRPr="0042234B" w:rsidRDefault="005C186D" w:rsidP="009E3ACA">
            <w:pPr>
              <w:jc w:val="center"/>
            </w:pPr>
            <w:r w:rsidRPr="0042234B">
              <w:t>$   0.137</w:t>
            </w:r>
          </w:p>
        </w:tc>
        <w:tc>
          <w:tcPr>
            <w:tcW w:w="1890" w:type="dxa"/>
            <w:vAlign w:val="bottom"/>
          </w:tcPr>
          <w:p w:rsidR="005C186D" w:rsidRPr="0042234B" w:rsidRDefault="005C186D" w:rsidP="009E3ACA">
            <w:pPr>
              <w:jc w:val="center"/>
            </w:pPr>
            <w:r w:rsidRPr="0042234B">
              <w:t xml:space="preserve">   8,750</w:t>
            </w:r>
          </w:p>
        </w:tc>
        <w:tc>
          <w:tcPr>
            <w:tcW w:w="2358" w:type="dxa"/>
            <w:vAlign w:val="bottom"/>
          </w:tcPr>
          <w:p w:rsidR="005C186D" w:rsidRPr="0042234B" w:rsidRDefault="005C186D" w:rsidP="009E3ACA">
            <w:pPr>
              <w:jc w:val="center"/>
            </w:pPr>
            <w:r w:rsidRPr="0042234B">
              <w:t xml:space="preserve"> 0.050</w:t>
            </w:r>
          </w:p>
        </w:tc>
      </w:tr>
      <w:tr w:rsidR="005C186D" w:rsidRPr="0042234B" w:rsidTr="00837A66">
        <w:trPr>
          <w:trHeight w:val="332"/>
          <w:jc w:val="center"/>
        </w:trPr>
        <w:tc>
          <w:tcPr>
            <w:tcW w:w="1411" w:type="dxa"/>
            <w:vAlign w:val="bottom"/>
          </w:tcPr>
          <w:p w:rsidR="005C186D" w:rsidRPr="0042234B" w:rsidRDefault="005C186D" w:rsidP="009E3ACA">
            <w:pPr>
              <w:jc w:val="center"/>
            </w:pPr>
            <w:r w:rsidRPr="0042234B">
              <w:t>200,000</w:t>
            </w:r>
          </w:p>
        </w:tc>
        <w:tc>
          <w:tcPr>
            <w:tcW w:w="1667" w:type="dxa"/>
          </w:tcPr>
          <w:p w:rsidR="005C186D" w:rsidRPr="0042234B" w:rsidRDefault="005C186D" w:rsidP="009E3ACA">
            <w:pPr>
              <w:jc w:val="center"/>
            </w:pPr>
            <w:r w:rsidRPr="0042234B">
              <w:t xml:space="preserve">  24,000</w:t>
            </w:r>
          </w:p>
        </w:tc>
        <w:tc>
          <w:tcPr>
            <w:tcW w:w="2250" w:type="dxa"/>
            <w:vAlign w:val="bottom"/>
          </w:tcPr>
          <w:p w:rsidR="005C186D" w:rsidRPr="0042234B" w:rsidRDefault="005C186D" w:rsidP="009E3ACA">
            <w:pPr>
              <w:jc w:val="center"/>
            </w:pPr>
            <w:r w:rsidRPr="0042234B">
              <w:t>$   0.120</w:t>
            </w:r>
          </w:p>
        </w:tc>
        <w:tc>
          <w:tcPr>
            <w:tcW w:w="1890" w:type="dxa"/>
            <w:vAlign w:val="bottom"/>
          </w:tcPr>
          <w:p w:rsidR="005C186D" w:rsidRPr="0042234B" w:rsidRDefault="005C186D" w:rsidP="009E3ACA">
            <w:pPr>
              <w:jc w:val="center"/>
            </w:pPr>
            <w:r w:rsidRPr="0042234B">
              <w:t xml:space="preserve"> 10,000</w:t>
            </w:r>
          </w:p>
        </w:tc>
        <w:tc>
          <w:tcPr>
            <w:tcW w:w="2358" w:type="dxa"/>
            <w:vAlign w:val="bottom"/>
          </w:tcPr>
          <w:p w:rsidR="005C186D" w:rsidRPr="0042234B" w:rsidRDefault="005C186D" w:rsidP="009E3ACA">
            <w:pPr>
              <w:jc w:val="center"/>
            </w:pPr>
            <w:r w:rsidRPr="0042234B">
              <w:t xml:space="preserve"> 0.050</w:t>
            </w:r>
          </w:p>
        </w:tc>
      </w:tr>
    </w:tbl>
    <w:p w:rsidR="005C186D" w:rsidRPr="0042234B" w:rsidRDefault="005C186D" w:rsidP="00465CCE">
      <w:pPr>
        <w:rPr>
          <w:sz w:val="32"/>
          <w:szCs w:val="32"/>
        </w:rPr>
      </w:pPr>
    </w:p>
    <w:p w:rsidR="005C186D" w:rsidRPr="0042234B" w:rsidRDefault="005C186D" w:rsidP="00465CCE">
      <w:pPr>
        <w:rPr>
          <w:sz w:val="28"/>
          <w:szCs w:val="28"/>
        </w:rPr>
      </w:pPr>
      <w:r>
        <w:rPr>
          <w:noProof/>
        </w:rPr>
        <w:pict>
          <v:shape id="Picture 7" o:spid="_x0000_s1026" type="#_x0000_t75" style="position:absolute;margin-left:81pt;margin-top:6.9pt;width:257.05pt;height:240.9pt;z-index:-251676672;visibility:visible" wrapcoords="126 336 126 21196 21348 21196 21348 336 126 336">
            <v:imagedata r:id="rId33" o:title="" grayscale="t"/>
            <w10:wrap type="tight"/>
          </v:shape>
        </w:pict>
      </w:r>
    </w:p>
    <w:p w:rsidR="005C186D" w:rsidRPr="0042234B" w:rsidRDefault="005C186D" w:rsidP="00465CCE">
      <w:pPr>
        <w:rPr>
          <w:sz w:val="32"/>
          <w:szCs w:val="32"/>
        </w:rPr>
      </w:pPr>
    </w:p>
    <w:p w:rsidR="005C186D" w:rsidRPr="0042234B" w:rsidRDefault="005C186D" w:rsidP="00465CCE">
      <w:pPr>
        <w:rPr>
          <w:sz w:val="32"/>
          <w:szCs w:val="32"/>
        </w:rPr>
      </w:pPr>
    </w:p>
    <w:p w:rsidR="005C186D" w:rsidRPr="0042234B" w:rsidRDefault="005C186D" w:rsidP="00465CCE">
      <w:pPr>
        <w:rPr>
          <w:sz w:val="32"/>
          <w:szCs w:val="32"/>
        </w:rPr>
      </w:pPr>
    </w:p>
    <w:p w:rsidR="005C186D" w:rsidRPr="0042234B" w:rsidRDefault="005C186D" w:rsidP="00465CCE">
      <w:pPr>
        <w:rPr>
          <w:sz w:val="32"/>
          <w:szCs w:val="32"/>
        </w:rPr>
      </w:pPr>
    </w:p>
    <w:p w:rsidR="005C186D" w:rsidRPr="0042234B" w:rsidRDefault="005C186D" w:rsidP="00465CCE">
      <w:pPr>
        <w:rPr>
          <w:sz w:val="32"/>
          <w:szCs w:val="32"/>
        </w:rPr>
      </w:pPr>
    </w:p>
    <w:p w:rsidR="005C186D" w:rsidRPr="0042234B" w:rsidRDefault="005C186D" w:rsidP="00465CCE">
      <w:pPr>
        <w:rPr>
          <w:sz w:val="32"/>
          <w:szCs w:val="32"/>
        </w:rPr>
      </w:pPr>
    </w:p>
    <w:p w:rsidR="005C186D" w:rsidRPr="0042234B" w:rsidRDefault="005C186D" w:rsidP="00465CCE">
      <w:pPr>
        <w:rPr>
          <w:sz w:val="32"/>
          <w:szCs w:val="32"/>
        </w:rPr>
      </w:pPr>
    </w:p>
    <w:p w:rsidR="005C186D" w:rsidRPr="0042234B" w:rsidRDefault="005C186D" w:rsidP="00465CCE">
      <w:pPr>
        <w:rPr>
          <w:sz w:val="32"/>
          <w:szCs w:val="32"/>
        </w:rPr>
      </w:pPr>
      <w:r>
        <w:rPr>
          <w:noProof/>
        </w:rPr>
        <w:pict>
          <v:shapetype id="_x0000_t42" coordsize="21600,21600" o:spt="42" adj="-10080,24300,-3600,4050,-1800,4050" path="m@0@1l@2@3@4@5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textborder="f"/>
          </v:shapetype>
          <v:shape id="_x0000_s1027" type="#_x0000_t42" style="position:absolute;margin-left:2in;margin-top:6pt;width:1in;height:45pt;z-index:251641856" adj="36159,-8860,25793,3408,22871,3408,40172,51227">
            <v:stroke startarrow="block"/>
            <v:textbox style="mso-next-textbox:#_x0000_s1027">
              <w:txbxContent>
                <w:p w:rsidR="005C186D" w:rsidRPr="00525EF6" w:rsidRDefault="005C186D" w:rsidP="00525EF6">
                  <w:pPr>
                    <w:jc w:val="center"/>
                    <w:rPr>
                      <w:b/>
                      <w:sz w:val="28"/>
                      <w:szCs w:val="28"/>
                    </w:rPr>
                  </w:pPr>
                  <w:r w:rsidRPr="0053737B">
                    <w:rPr>
                      <w:b/>
                      <w:sz w:val="22"/>
                      <w:szCs w:val="22"/>
                    </w:rPr>
                    <w:t>Fixed-Cost per</w:t>
                  </w:r>
                  <w:r>
                    <w:rPr>
                      <w:b/>
                      <w:sz w:val="28"/>
                      <w:szCs w:val="28"/>
                    </w:rPr>
                    <w:t xml:space="preserve"> </w:t>
                  </w:r>
                  <w:r w:rsidRPr="0053737B">
                    <w:rPr>
                      <w:b/>
                      <w:sz w:val="22"/>
                      <w:szCs w:val="22"/>
                    </w:rPr>
                    <w:t>Unit</w:t>
                  </w:r>
                  <w:r w:rsidRPr="00525EF6">
                    <w:rPr>
                      <w:b/>
                      <w:sz w:val="28"/>
                      <w:szCs w:val="28"/>
                    </w:rPr>
                    <w:t xml:space="preserve"> </w:t>
                  </w:r>
                  <w:r w:rsidRPr="005C39DC">
                    <w:rPr>
                      <w:b/>
                      <w:sz w:val="22"/>
                      <w:szCs w:val="22"/>
                    </w:rPr>
                    <w:t>Behavior</w:t>
                  </w:r>
                </w:p>
              </w:txbxContent>
            </v:textbox>
            <o:callout v:ext="edit" minusx="t"/>
          </v:shape>
        </w:pict>
      </w:r>
    </w:p>
    <w:p w:rsidR="005C186D" w:rsidRPr="0042234B" w:rsidRDefault="005C186D" w:rsidP="00465CCE">
      <w:pPr>
        <w:rPr>
          <w:sz w:val="32"/>
          <w:szCs w:val="32"/>
        </w:rPr>
      </w:pPr>
    </w:p>
    <w:p w:rsidR="005C186D" w:rsidRPr="0042234B" w:rsidRDefault="005C186D" w:rsidP="00465CCE">
      <w:pPr>
        <w:rPr>
          <w:sz w:val="32"/>
          <w:szCs w:val="32"/>
        </w:rPr>
      </w:pPr>
    </w:p>
    <w:p w:rsidR="005C186D" w:rsidRPr="0042234B" w:rsidRDefault="005C186D" w:rsidP="00465CCE">
      <w:pPr>
        <w:rPr>
          <w:sz w:val="32"/>
          <w:szCs w:val="32"/>
        </w:rPr>
      </w:pPr>
    </w:p>
    <w:p w:rsidR="005C186D" w:rsidRPr="0042234B" w:rsidRDefault="005C186D" w:rsidP="00465CCE">
      <w:pPr>
        <w:rPr>
          <w:sz w:val="32"/>
          <w:szCs w:val="32"/>
        </w:rPr>
      </w:pPr>
    </w:p>
    <w:p w:rsidR="005C186D" w:rsidRPr="0042234B" w:rsidRDefault="005C186D" w:rsidP="00465CCE">
      <w:pPr>
        <w:rPr>
          <w:sz w:val="32"/>
          <w:szCs w:val="32"/>
        </w:rPr>
      </w:pPr>
    </w:p>
    <w:p w:rsidR="005C186D" w:rsidRPr="0042234B" w:rsidRDefault="005C186D" w:rsidP="00465CCE">
      <w:pPr>
        <w:rPr>
          <w:sz w:val="32"/>
          <w:szCs w:val="32"/>
        </w:rPr>
      </w:pPr>
      <w:r>
        <w:rPr>
          <w:noProof/>
        </w:rPr>
        <w:pict>
          <v:shape id="Picture 8" o:spid="_x0000_s1028" type="#_x0000_t75" style="position:absolute;margin-left:81pt;margin-top:3.65pt;width:257.05pt;height:233.75pt;z-index:-251675648;visibility:visible" wrapcoords="63 346 63 21185 21411 21185 21411 346 63 346">
            <v:imagedata r:id="rId34" o:title="" grayscale="t"/>
            <w10:wrap type="tight"/>
          </v:shape>
        </w:pict>
      </w:r>
    </w:p>
    <w:p w:rsidR="005C186D" w:rsidRPr="0042234B" w:rsidRDefault="005C186D" w:rsidP="00465CCE">
      <w:pPr>
        <w:rPr>
          <w:sz w:val="32"/>
          <w:szCs w:val="32"/>
        </w:rPr>
      </w:pPr>
    </w:p>
    <w:p w:rsidR="005C186D" w:rsidRPr="0042234B" w:rsidRDefault="005C186D" w:rsidP="00465CCE">
      <w:pPr>
        <w:rPr>
          <w:sz w:val="32"/>
          <w:szCs w:val="32"/>
        </w:rPr>
      </w:pPr>
    </w:p>
    <w:p w:rsidR="005C186D" w:rsidRPr="0042234B" w:rsidRDefault="005C186D" w:rsidP="00465CCE">
      <w:pPr>
        <w:rPr>
          <w:sz w:val="32"/>
          <w:szCs w:val="32"/>
        </w:rPr>
      </w:pPr>
    </w:p>
    <w:p w:rsidR="005C186D" w:rsidRPr="0042234B" w:rsidRDefault="005C186D" w:rsidP="00465CCE">
      <w:pPr>
        <w:rPr>
          <w:sz w:val="32"/>
          <w:szCs w:val="32"/>
        </w:rPr>
      </w:pPr>
    </w:p>
    <w:p w:rsidR="005C186D" w:rsidRPr="0042234B" w:rsidRDefault="005C186D" w:rsidP="00465CCE">
      <w:pPr>
        <w:rPr>
          <w:sz w:val="32"/>
          <w:szCs w:val="32"/>
        </w:rPr>
      </w:pPr>
    </w:p>
    <w:p w:rsidR="005C186D" w:rsidRPr="0042234B" w:rsidRDefault="005C186D" w:rsidP="00465CCE">
      <w:pPr>
        <w:rPr>
          <w:sz w:val="32"/>
          <w:szCs w:val="32"/>
        </w:rPr>
      </w:pPr>
      <w:r>
        <w:rPr>
          <w:noProof/>
        </w:rPr>
        <w:pict>
          <v:shape id="_x0000_s1029" type="#_x0000_t42" style="position:absolute;margin-left:234pt;margin-top:1.25pt;width:90pt;height:45pt;z-index:251642880" adj="-10535,-17909,-1271,3408,-1271,3408,-25571,129657">
            <v:stroke startarrow="block"/>
            <v:textbox style="mso-next-textbox:#_x0000_s1029">
              <w:txbxContent>
                <w:p w:rsidR="005C186D" w:rsidRPr="009732D0" w:rsidRDefault="005C186D" w:rsidP="00A22740">
                  <w:pPr>
                    <w:jc w:val="center"/>
                    <w:rPr>
                      <w:b/>
                      <w:sz w:val="22"/>
                      <w:szCs w:val="22"/>
                    </w:rPr>
                  </w:pPr>
                  <w:r w:rsidRPr="009732D0">
                    <w:rPr>
                      <w:b/>
                      <w:sz w:val="22"/>
                      <w:szCs w:val="22"/>
                    </w:rPr>
                    <w:t>Variable-Cost per Unit Behavior</w:t>
                  </w:r>
                </w:p>
              </w:txbxContent>
            </v:textbox>
          </v:shape>
        </w:pict>
      </w:r>
    </w:p>
    <w:p w:rsidR="005C186D" w:rsidRPr="0042234B" w:rsidRDefault="005C186D" w:rsidP="00465CCE">
      <w:pPr>
        <w:rPr>
          <w:sz w:val="32"/>
          <w:szCs w:val="32"/>
        </w:rPr>
      </w:pPr>
    </w:p>
    <w:p w:rsidR="005C186D" w:rsidRPr="0042234B" w:rsidRDefault="005C186D" w:rsidP="00465CCE">
      <w:pPr>
        <w:rPr>
          <w:sz w:val="32"/>
          <w:szCs w:val="32"/>
        </w:rPr>
      </w:pPr>
    </w:p>
    <w:p w:rsidR="005C186D" w:rsidRPr="0042234B" w:rsidRDefault="005C186D" w:rsidP="00465CCE">
      <w:pPr>
        <w:rPr>
          <w:sz w:val="32"/>
          <w:szCs w:val="32"/>
        </w:rPr>
      </w:pPr>
    </w:p>
    <w:p w:rsidR="005C186D" w:rsidRPr="0042234B" w:rsidRDefault="005C186D" w:rsidP="00465CCE">
      <w:pPr>
        <w:rPr>
          <w:sz w:val="32"/>
          <w:szCs w:val="32"/>
        </w:rPr>
      </w:pPr>
    </w:p>
    <w:p w:rsidR="005C186D" w:rsidRPr="0042234B" w:rsidRDefault="005C186D" w:rsidP="00465CCE">
      <w:r w:rsidRPr="0042234B">
        <w:rPr>
          <w:sz w:val="32"/>
          <w:szCs w:val="32"/>
        </w:rPr>
        <w:br w:type="page"/>
      </w:r>
      <w:r w:rsidRPr="0042234B">
        <w:rPr>
          <w:u w:val="single"/>
        </w:rPr>
        <w:t>2-</w:t>
      </w:r>
      <w:r>
        <w:rPr>
          <w:u w:val="single"/>
        </w:rPr>
        <w:t>36</w:t>
      </w:r>
      <w:r w:rsidRPr="0042234B">
        <w:t xml:space="preserve">  (20-25 min.)</w:t>
      </w:r>
    </w:p>
    <w:p w:rsidR="005C186D" w:rsidRPr="0042234B" w:rsidRDefault="005C186D" w:rsidP="00C82B46">
      <w:pPr>
        <w:tabs>
          <w:tab w:val="center" w:pos="6840"/>
        </w:tabs>
      </w:pPr>
      <w:r w:rsidRPr="0042234B">
        <w:tab/>
        <w:t>Supplies</w:t>
      </w:r>
    </w:p>
    <w:p w:rsidR="005C186D" w:rsidRPr="0042234B" w:rsidRDefault="005C186D" w:rsidP="00C82B46">
      <w:pPr>
        <w:tabs>
          <w:tab w:val="center" w:pos="2970"/>
          <w:tab w:val="center" w:pos="6840"/>
        </w:tabs>
      </w:pPr>
      <w:r w:rsidRPr="0042234B">
        <w:tab/>
        <w:t>Labor Cost Per</w:t>
      </w:r>
      <w:r w:rsidRPr="0042234B">
        <w:tab/>
        <w:t>Cost per</w:t>
      </w:r>
    </w:p>
    <w:p w:rsidR="005C186D" w:rsidRPr="0042234B" w:rsidRDefault="005C186D" w:rsidP="00C82B46">
      <w:pPr>
        <w:tabs>
          <w:tab w:val="center" w:pos="900"/>
          <w:tab w:val="center" w:pos="2970"/>
          <w:tab w:val="center" w:pos="5220"/>
          <w:tab w:val="center" w:pos="6840"/>
          <w:tab w:val="center" w:pos="8280"/>
        </w:tabs>
      </w:pPr>
      <w:r w:rsidRPr="0042234B">
        <w:tab/>
        <w:t>Square</w:t>
      </w:r>
      <w:r w:rsidRPr="0042234B">
        <w:tab/>
        <w:t>Square Foot</w:t>
      </w:r>
      <w:r w:rsidRPr="0042234B">
        <w:tab/>
        <w:t>Total Labor</w:t>
      </w:r>
      <w:r w:rsidRPr="0042234B">
        <w:tab/>
        <w:t>Square</w:t>
      </w:r>
      <w:r w:rsidRPr="0042234B">
        <w:tab/>
        <w:t>Supplies</w:t>
      </w:r>
    </w:p>
    <w:p w:rsidR="005C186D" w:rsidRPr="0042234B" w:rsidRDefault="005C186D" w:rsidP="00C82B46">
      <w:pPr>
        <w:tabs>
          <w:tab w:val="center" w:pos="900"/>
          <w:tab w:val="center" w:pos="2970"/>
          <w:tab w:val="center" w:pos="5220"/>
          <w:tab w:val="center" w:pos="6840"/>
          <w:tab w:val="center" w:pos="8280"/>
        </w:tabs>
      </w:pPr>
      <w:r w:rsidRPr="0042234B">
        <w:tab/>
      </w:r>
      <w:r w:rsidRPr="0042234B">
        <w:rPr>
          <w:u w:val="single"/>
        </w:rPr>
        <w:t>Feet</w:t>
      </w:r>
      <w:r w:rsidRPr="0042234B">
        <w:tab/>
      </w:r>
      <w:r w:rsidRPr="0042234B">
        <w:rPr>
          <w:u w:val="single"/>
        </w:rPr>
        <w:t>(Estimated)</w:t>
      </w:r>
      <w:r w:rsidRPr="0042234B">
        <w:tab/>
      </w:r>
      <w:r w:rsidRPr="0042234B">
        <w:rPr>
          <w:u w:val="single"/>
        </w:rPr>
        <w:t>Cost</w:t>
      </w:r>
      <w:r w:rsidRPr="0042234B">
        <w:tab/>
      </w:r>
      <w:r w:rsidRPr="0042234B">
        <w:rPr>
          <w:u w:val="single"/>
        </w:rPr>
        <w:t>Foot</w:t>
      </w:r>
      <w:r w:rsidRPr="0042234B">
        <w:tab/>
      </w:r>
      <w:r w:rsidRPr="0042234B">
        <w:rPr>
          <w:u w:val="single"/>
        </w:rPr>
        <w:t>Cost</w:t>
      </w:r>
    </w:p>
    <w:p w:rsidR="005C186D" w:rsidRPr="0042234B" w:rsidRDefault="005C186D" w:rsidP="00465CCE"/>
    <w:p w:rsidR="005C186D" w:rsidRPr="0042234B" w:rsidRDefault="005C186D" w:rsidP="00C82B46">
      <w:pPr>
        <w:tabs>
          <w:tab w:val="decimal" w:pos="1440"/>
          <w:tab w:val="decimal" w:pos="2880"/>
          <w:tab w:val="decimal" w:pos="3240"/>
          <w:tab w:val="decimal" w:pos="5670"/>
          <w:tab w:val="decimal" w:pos="6840"/>
          <w:tab w:val="decimal" w:pos="8640"/>
        </w:tabs>
        <w:ind w:left="-734"/>
      </w:pPr>
      <w:r w:rsidRPr="0042234B">
        <w:tab/>
        <w:t>100,000</w:t>
      </w:r>
      <w:r w:rsidRPr="0042234B">
        <w:tab/>
        <w:t>$0.12</w:t>
      </w:r>
      <w:r w:rsidRPr="0042234B">
        <w:tab/>
      </w:r>
      <w:r>
        <w:tab/>
      </w:r>
      <w:r w:rsidRPr="0042234B">
        <w:t>$12,000</w:t>
      </w:r>
      <w:r w:rsidRPr="0042234B">
        <w:tab/>
        <w:t>$0.06</w:t>
      </w:r>
      <w:r w:rsidRPr="0042234B">
        <w:tab/>
        <w:t>$  6,000</w:t>
      </w:r>
    </w:p>
    <w:p w:rsidR="005C186D" w:rsidRPr="0042234B" w:rsidRDefault="005C186D" w:rsidP="00C82B46">
      <w:pPr>
        <w:tabs>
          <w:tab w:val="decimal" w:pos="1440"/>
          <w:tab w:val="decimal" w:pos="2880"/>
          <w:tab w:val="decimal" w:pos="3240"/>
          <w:tab w:val="decimal" w:pos="5670"/>
          <w:tab w:val="decimal" w:pos="6840"/>
          <w:tab w:val="decimal" w:pos="8640"/>
        </w:tabs>
        <w:ind w:left="-735"/>
      </w:pPr>
      <w:r w:rsidRPr="0042234B">
        <w:tab/>
        <w:t>125,000</w:t>
      </w:r>
      <w:r w:rsidRPr="0042234B">
        <w:tab/>
        <w:t xml:space="preserve">  0.</w:t>
      </w:r>
      <w:r>
        <w:t>096</w:t>
      </w:r>
      <w:r w:rsidRPr="0042234B">
        <w:t xml:space="preserve">  </w:t>
      </w:r>
      <w:r>
        <w:tab/>
      </w:r>
      <w:r w:rsidRPr="0042234B">
        <w:t>12,</w:t>
      </w:r>
      <w:r>
        <w:t>0</w:t>
      </w:r>
      <w:r w:rsidRPr="0042234B">
        <w:t>00</w:t>
      </w:r>
      <w:r w:rsidRPr="0042234B">
        <w:tab/>
        <w:t xml:space="preserve">  0.06</w:t>
      </w:r>
      <w:r w:rsidRPr="0042234B">
        <w:tab/>
        <w:t xml:space="preserve">    7,500</w:t>
      </w:r>
    </w:p>
    <w:p w:rsidR="005C186D" w:rsidRPr="0042234B" w:rsidRDefault="005C186D" w:rsidP="00C82B46">
      <w:pPr>
        <w:tabs>
          <w:tab w:val="decimal" w:pos="1440"/>
          <w:tab w:val="decimal" w:pos="2880"/>
          <w:tab w:val="decimal" w:pos="3240"/>
          <w:tab w:val="decimal" w:pos="5670"/>
          <w:tab w:val="decimal" w:pos="6840"/>
          <w:tab w:val="decimal" w:pos="8640"/>
        </w:tabs>
        <w:ind w:left="-735"/>
      </w:pPr>
      <w:r w:rsidRPr="0042234B">
        <w:tab/>
        <w:t>150,000</w:t>
      </w:r>
      <w:r w:rsidRPr="0042234B">
        <w:tab/>
        <w:t xml:space="preserve">  0.08</w:t>
      </w:r>
      <w:r w:rsidRPr="0042234B">
        <w:tab/>
        <w:t xml:space="preserve">  </w:t>
      </w:r>
      <w:r>
        <w:tab/>
      </w:r>
      <w:r w:rsidRPr="0042234B">
        <w:t>12,000</w:t>
      </w:r>
      <w:r w:rsidRPr="0042234B">
        <w:tab/>
        <w:t xml:space="preserve">  0.06</w:t>
      </w:r>
      <w:r w:rsidRPr="0042234B">
        <w:tab/>
        <w:t xml:space="preserve">  9,000</w:t>
      </w:r>
    </w:p>
    <w:p w:rsidR="005C186D" w:rsidRPr="0042234B" w:rsidRDefault="005C186D" w:rsidP="00C917CB"/>
    <w:p w:rsidR="005C186D" w:rsidRPr="0042234B" w:rsidRDefault="005C186D" w:rsidP="00556866">
      <w:pPr>
        <w:jc w:val="center"/>
        <w:rPr>
          <w:sz w:val="28"/>
          <w:szCs w:val="28"/>
        </w:rPr>
      </w:pPr>
    </w:p>
    <w:p w:rsidR="005C186D" w:rsidRPr="0042234B" w:rsidRDefault="005C186D" w:rsidP="00556866">
      <w:pPr>
        <w:jc w:val="center"/>
        <w:rPr>
          <w:sz w:val="28"/>
          <w:szCs w:val="28"/>
        </w:rPr>
      </w:pPr>
      <w:r w:rsidRPr="000B2369">
        <w:rPr>
          <w:noProof/>
          <w:szCs w:val="28"/>
        </w:rPr>
        <w:pict>
          <v:shape id="Picture 66" o:spid="_x0000_i1045" type="#_x0000_t75" style="width:351pt;height:208.5pt;visibility:visible">
            <v:imagedata r:id="rId35" o:title=""/>
          </v:shape>
        </w:pict>
      </w:r>
    </w:p>
    <w:p w:rsidR="005C186D" w:rsidRPr="0042234B" w:rsidRDefault="005C186D" w:rsidP="00044C1E">
      <w:pPr>
        <w:jc w:val="center"/>
        <w:rPr>
          <w:sz w:val="32"/>
          <w:szCs w:val="32"/>
        </w:rPr>
      </w:pPr>
      <w:r w:rsidRPr="000B2369">
        <w:rPr>
          <w:noProof/>
          <w:szCs w:val="32"/>
        </w:rPr>
        <w:pict>
          <v:shape id="Picture 67" o:spid="_x0000_i1046" type="#_x0000_t75" style="width:351pt;height:210.75pt;visibility:visible">
            <v:imagedata r:id="rId36" o:title=""/>
          </v:shape>
        </w:pict>
      </w:r>
    </w:p>
    <w:p w:rsidR="005C186D" w:rsidRPr="0042234B" w:rsidRDefault="005C186D" w:rsidP="00C917CB">
      <w:pPr>
        <w:rPr>
          <w:sz w:val="32"/>
          <w:szCs w:val="32"/>
        </w:rPr>
      </w:pPr>
    </w:p>
    <w:p w:rsidR="005C186D" w:rsidRDefault="005C186D" w:rsidP="00837A66">
      <w:pPr>
        <w:rPr>
          <w:bCs/>
        </w:rPr>
      </w:pPr>
      <w:r>
        <w:rPr>
          <w:u w:val="single"/>
        </w:rPr>
        <w:t>Labor cost shows a fixed-cost behavior, while supplies cost shows a variable-cost behavior.</w:t>
      </w:r>
      <w:r w:rsidRPr="0042234B">
        <w:rPr>
          <w:u w:val="single"/>
        </w:rPr>
        <w:br w:type="page"/>
      </w:r>
      <w:r>
        <w:rPr>
          <w:bCs/>
          <w:u w:val="single"/>
        </w:rPr>
        <w:t>2</w:t>
      </w:r>
      <w:r w:rsidRPr="00127A18">
        <w:rPr>
          <w:bCs/>
          <w:u w:val="single"/>
        </w:rPr>
        <w:t>-3</w:t>
      </w:r>
      <w:r>
        <w:rPr>
          <w:bCs/>
          <w:u w:val="single"/>
        </w:rPr>
        <w:t>7</w:t>
      </w:r>
      <w:r w:rsidRPr="00127A18">
        <w:rPr>
          <w:bCs/>
        </w:rPr>
        <w:tab/>
        <w:t xml:space="preserve">(5 min.)  Only (b) is a step cost.  </w:t>
      </w:r>
    </w:p>
    <w:p w:rsidR="005C186D" w:rsidRPr="00127A18" w:rsidRDefault="005C186D" w:rsidP="007D1879">
      <w:pPr>
        <w:ind w:left="720"/>
        <w:rPr>
          <w:bCs/>
        </w:rPr>
      </w:pPr>
      <w:r w:rsidRPr="00127A18">
        <w:rPr>
          <w:bCs/>
        </w:rPr>
        <w:t>(a)  This is a fixed cost.  The same cost applies to all volumes in the relevant range.</w:t>
      </w:r>
    </w:p>
    <w:p w:rsidR="005C186D" w:rsidRPr="00127A18" w:rsidRDefault="005C186D" w:rsidP="007D1879">
      <w:pPr>
        <w:ind w:left="720"/>
        <w:rPr>
          <w:bCs/>
        </w:rPr>
      </w:pPr>
      <w:r w:rsidRPr="00127A18">
        <w:rPr>
          <w:bCs/>
        </w:rPr>
        <w:t>(b)  This is a true step cost.  Each time 15 students are added, the cost increases by the amount of one teacher’s salary.</w:t>
      </w:r>
    </w:p>
    <w:p w:rsidR="005C186D" w:rsidRPr="00127A18" w:rsidRDefault="005C186D" w:rsidP="007D1879">
      <w:pPr>
        <w:ind w:left="720"/>
        <w:rPr>
          <w:bCs/>
        </w:rPr>
      </w:pPr>
      <w:r w:rsidRPr="00127A18">
        <w:rPr>
          <w:bCs/>
        </w:rPr>
        <w:t>(c)  This is a variable cost that may be different per unit at different levels of volume.  It is not a step cost.  Why?  Because each unit of product requires a particular amount of steel, regardless of the form in which the steel is purchased.</w:t>
      </w:r>
    </w:p>
    <w:p w:rsidR="005C186D" w:rsidRPr="00127A18" w:rsidRDefault="005C186D" w:rsidP="007D1879">
      <w:pPr>
        <w:pStyle w:val="Heading5"/>
        <w:tabs>
          <w:tab w:val="left" w:pos="810"/>
        </w:tabs>
        <w:ind w:left="720" w:hanging="720"/>
        <w:rPr>
          <w:b w:val="0"/>
          <w:i w:val="0"/>
          <w:sz w:val="24"/>
          <w:szCs w:val="24"/>
          <w:u w:val="single"/>
        </w:rPr>
      </w:pPr>
      <w:r>
        <w:rPr>
          <w:b w:val="0"/>
          <w:i w:val="0"/>
          <w:sz w:val="24"/>
          <w:szCs w:val="24"/>
          <w:u w:val="single"/>
        </w:rPr>
        <w:t>2</w:t>
      </w:r>
      <w:r w:rsidRPr="00127A18">
        <w:rPr>
          <w:b w:val="0"/>
          <w:i w:val="0"/>
          <w:sz w:val="24"/>
          <w:szCs w:val="24"/>
          <w:u w:val="single"/>
        </w:rPr>
        <w:t>-3</w:t>
      </w:r>
      <w:r>
        <w:rPr>
          <w:b w:val="0"/>
          <w:i w:val="0"/>
          <w:sz w:val="24"/>
          <w:szCs w:val="24"/>
          <w:u w:val="single"/>
        </w:rPr>
        <w:t>8</w:t>
      </w:r>
      <w:r w:rsidRPr="00127A18">
        <w:rPr>
          <w:b w:val="0"/>
          <w:i w:val="0"/>
          <w:sz w:val="24"/>
          <w:szCs w:val="24"/>
        </w:rPr>
        <w:tab/>
        <w:t>(5 min.)  The $8,000 is a fixed cost and the $52 per unit is a variable cost.  By definition, adding a fixed cost and a variable cost together produces a mixed cost.</w:t>
      </w:r>
    </w:p>
    <w:p w:rsidR="005C186D" w:rsidRPr="00127A18" w:rsidRDefault="005C186D" w:rsidP="007D1879">
      <w:pPr>
        <w:pStyle w:val="Heading5"/>
        <w:tabs>
          <w:tab w:val="left" w:pos="810"/>
        </w:tabs>
        <w:ind w:left="720" w:hanging="720"/>
        <w:rPr>
          <w:b w:val="0"/>
          <w:i w:val="0"/>
          <w:sz w:val="24"/>
          <w:szCs w:val="24"/>
        </w:rPr>
      </w:pPr>
      <w:r>
        <w:rPr>
          <w:b w:val="0"/>
          <w:i w:val="0"/>
          <w:sz w:val="24"/>
          <w:szCs w:val="24"/>
          <w:u w:val="single"/>
        </w:rPr>
        <w:t>2</w:t>
      </w:r>
      <w:r w:rsidRPr="00127A18">
        <w:rPr>
          <w:b w:val="0"/>
          <w:i w:val="0"/>
          <w:sz w:val="24"/>
          <w:szCs w:val="24"/>
          <w:u w:val="single"/>
        </w:rPr>
        <w:t>-3</w:t>
      </w:r>
      <w:r>
        <w:rPr>
          <w:b w:val="0"/>
          <w:i w:val="0"/>
          <w:sz w:val="24"/>
          <w:szCs w:val="24"/>
          <w:u w:val="single"/>
        </w:rPr>
        <w:t>9</w:t>
      </w:r>
      <w:r w:rsidRPr="00127A18">
        <w:rPr>
          <w:b w:val="0"/>
          <w:i w:val="0"/>
          <w:sz w:val="24"/>
          <w:szCs w:val="24"/>
        </w:rPr>
        <w:t xml:space="preserve">  </w:t>
      </w:r>
      <w:r>
        <w:rPr>
          <w:b w:val="0"/>
          <w:i w:val="0"/>
          <w:sz w:val="24"/>
          <w:szCs w:val="24"/>
        </w:rPr>
        <w:tab/>
      </w:r>
      <w:r w:rsidRPr="00127A18">
        <w:rPr>
          <w:b w:val="0"/>
          <w:i w:val="0"/>
          <w:sz w:val="24"/>
          <w:szCs w:val="24"/>
        </w:rPr>
        <w:t>(10-15 min.)</w:t>
      </w:r>
    </w:p>
    <w:p w:rsidR="005C186D" w:rsidRPr="00CD00D9" w:rsidRDefault="005C186D" w:rsidP="007D1879">
      <w:pPr>
        <w:pStyle w:val="Heading5"/>
        <w:tabs>
          <w:tab w:val="left" w:pos="810"/>
        </w:tabs>
        <w:spacing w:before="60" w:after="0" w:line="300" w:lineRule="exact"/>
        <w:ind w:left="720" w:hanging="720"/>
        <w:rPr>
          <w:b w:val="0"/>
          <w:i w:val="0"/>
          <w:sz w:val="24"/>
          <w:szCs w:val="24"/>
        </w:rPr>
      </w:pPr>
      <w:r w:rsidRPr="00CD00D9">
        <w:rPr>
          <w:b w:val="0"/>
          <w:i w:val="0"/>
          <w:sz w:val="24"/>
          <w:szCs w:val="24"/>
        </w:rPr>
        <w:t>1.</w:t>
      </w:r>
      <w:r w:rsidRPr="00CD00D9">
        <w:rPr>
          <w:b w:val="0"/>
          <w:i w:val="0"/>
          <w:sz w:val="24"/>
          <w:szCs w:val="24"/>
        </w:rPr>
        <w:tab/>
        <w:t>Machining labor: G, number of units completed or labor hours</w:t>
      </w:r>
    </w:p>
    <w:p w:rsidR="005C186D" w:rsidRPr="00CD00D9" w:rsidRDefault="005C186D" w:rsidP="007D1879">
      <w:pPr>
        <w:pStyle w:val="Heading5"/>
        <w:tabs>
          <w:tab w:val="left" w:pos="810"/>
        </w:tabs>
        <w:spacing w:before="60" w:after="0" w:line="300" w:lineRule="exact"/>
        <w:ind w:left="720" w:hanging="720"/>
        <w:rPr>
          <w:b w:val="0"/>
          <w:i w:val="0"/>
          <w:sz w:val="24"/>
          <w:szCs w:val="24"/>
        </w:rPr>
      </w:pPr>
      <w:r w:rsidRPr="00CD00D9">
        <w:rPr>
          <w:b w:val="0"/>
          <w:i w:val="0"/>
          <w:sz w:val="24"/>
          <w:szCs w:val="24"/>
        </w:rPr>
        <w:t>2.</w:t>
      </w:r>
      <w:r w:rsidRPr="00CD00D9">
        <w:rPr>
          <w:b w:val="0"/>
          <w:i w:val="0"/>
          <w:sz w:val="24"/>
          <w:szCs w:val="24"/>
        </w:rPr>
        <w:tab/>
        <w:t>Raw material: B, units produced; could also be D if the company’s purchases do not affect the price of the raw material.</w:t>
      </w:r>
    </w:p>
    <w:p w:rsidR="005C186D" w:rsidRPr="00CD00D9" w:rsidRDefault="005C186D" w:rsidP="007D1879">
      <w:pPr>
        <w:pStyle w:val="Heading5"/>
        <w:tabs>
          <w:tab w:val="left" w:pos="810"/>
        </w:tabs>
        <w:spacing w:before="60" w:after="0" w:line="300" w:lineRule="exact"/>
        <w:ind w:left="720" w:hanging="720"/>
        <w:rPr>
          <w:b w:val="0"/>
          <w:i w:val="0"/>
          <w:sz w:val="24"/>
          <w:szCs w:val="24"/>
        </w:rPr>
      </w:pPr>
      <w:r w:rsidRPr="00CD00D9">
        <w:rPr>
          <w:b w:val="0"/>
          <w:i w:val="0"/>
          <w:sz w:val="24"/>
          <w:szCs w:val="24"/>
        </w:rPr>
        <w:t>3.</w:t>
      </w:r>
      <w:r w:rsidRPr="00CD00D9">
        <w:rPr>
          <w:b w:val="0"/>
          <w:i w:val="0"/>
          <w:sz w:val="24"/>
          <w:szCs w:val="24"/>
        </w:rPr>
        <w:tab/>
        <w:t>Annual wage: C or E (depending on work levels), labor hours</w:t>
      </w:r>
    </w:p>
    <w:p w:rsidR="005C186D" w:rsidRPr="00CD00D9" w:rsidRDefault="005C186D" w:rsidP="007D1879">
      <w:pPr>
        <w:pStyle w:val="Heading5"/>
        <w:tabs>
          <w:tab w:val="left" w:pos="810"/>
        </w:tabs>
        <w:spacing w:before="60" w:after="0" w:line="300" w:lineRule="exact"/>
        <w:ind w:left="720" w:hanging="720"/>
        <w:rPr>
          <w:b w:val="0"/>
          <w:i w:val="0"/>
          <w:sz w:val="24"/>
          <w:szCs w:val="24"/>
        </w:rPr>
      </w:pPr>
      <w:r w:rsidRPr="00CD00D9">
        <w:rPr>
          <w:b w:val="0"/>
          <w:i w:val="0"/>
          <w:sz w:val="24"/>
          <w:szCs w:val="24"/>
        </w:rPr>
        <w:t>4.</w:t>
      </w:r>
      <w:r w:rsidRPr="00CD00D9">
        <w:rPr>
          <w:b w:val="0"/>
          <w:i w:val="0"/>
          <w:sz w:val="24"/>
          <w:szCs w:val="24"/>
        </w:rPr>
        <w:tab/>
        <w:t xml:space="preserve">Water bill: H, gallons </w:t>
      </w:r>
      <w:r>
        <w:rPr>
          <w:b w:val="0"/>
          <w:i w:val="0"/>
          <w:sz w:val="24"/>
          <w:szCs w:val="24"/>
        </w:rPr>
        <w:t xml:space="preserve">of water </w:t>
      </w:r>
      <w:r w:rsidRPr="00CD00D9">
        <w:rPr>
          <w:b w:val="0"/>
          <w:i w:val="0"/>
          <w:sz w:val="24"/>
          <w:szCs w:val="24"/>
        </w:rPr>
        <w:t>used</w:t>
      </w:r>
    </w:p>
    <w:p w:rsidR="005C186D" w:rsidRPr="00CD00D9" w:rsidRDefault="005C186D" w:rsidP="007D1879">
      <w:pPr>
        <w:pStyle w:val="Heading5"/>
        <w:tabs>
          <w:tab w:val="left" w:pos="810"/>
        </w:tabs>
        <w:spacing w:before="60" w:after="0" w:line="300" w:lineRule="exact"/>
        <w:ind w:left="720" w:hanging="720"/>
        <w:rPr>
          <w:b w:val="0"/>
          <w:i w:val="0"/>
          <w:sz w:val="24"/>
          <w:szCs w:val="24"/>
        </w:rPr>
      </w:pPr>
      <w:r w:rsidRPr="00CD00D9">
        <w:rPr>
          <w:b w:val="0"/>
          <w:i w:val="0"/>
          <w:sz w:val="24"/>
          <w:szCs w:val="24"/>
        </w:rPr>
        <w:t>5.</w:t>
      </w:r>
      <w:r w:rsidRPr="00CD00D9">
        <w:rPr>
          <w:b w:val="0"/>
          <w:i w:val="0"/>
          <w:sz w:val="24"/>
          <w:szCs w:val="24"/>
        </w:rPr>
        <w:tab/>
        <w:t xml:space="preserve">Quantity discounts: A, amount purchased </w:t>
      </w:r>
    </w:p>
    <w:p w:rsidR="005C186D" w:rsidRPr="00CD00D9" w:rsidRDefault="005C186D" w:rsidP="007D1879">
      <w:pPr>
        <w:pStyle w:val="Heading5"/>
        <w:tabs>
          <w:tab w:val="left" w:pos="810"/>
        </w:tabs>
        <w:spacing w:before="60" w:after="0" w:line="300" w:lineRule="exact"/>
        <w:ind w:left="720" w:hanging="720"/>
        <w:rPr>
          <w:b w:val="0"/>
          <w:i w:val="0"/>
          <w:sz w:val="24"/>
          <w:szCs w:val="24"/>
        </w:rPr>
      </w:pPr>
      <w:r w:rsidRPr="00CD00D9">
        <w:rPr>
          <w:b w:val="0"/>
          <w:i w:val="0"/>
          <w:sz w:val="24"/>
          <w:szCs w:val="24"/>
        </w:rPr>
        <w:t>6.</w:t>
      </w:r>
      <w:r w:rsidRPr="00CD00D9">
        <w:rPr>
          <w:b w:val="0"/>
          <w:i w:val="0"/>
          <w:sz w:val="24"/>
          <w:szCs w:val="24"/>
        </w:rPr>
        <w:tab/>
        <w:t>Depreciation: E, capacity</w:t>
      </w:r>
    </w:p>
    <w:p w:rsidR="005C186D" w:rsidRPr="00CD00D9" w:rsidRDefault="005C186D" w:rsidP="007D1879">
      <w:pPr>
        <w:pStyle w:val="Heading5"/>
        <w:tabs>
          <w:tab w:val="left" w:pos="810"/>
        </w:tabs>
        <w:spacing w:before="60" w:after="0" w:line="300" w:lineRule="exact"/>
        <w:ind w:left="720" w:hanging="720"/>
        <w:rPr>
          <w:b w:val="0"/>
          <w:i w:val="0"/>
          <w:sz w:val="24"/>
          <w:szCs w:val="24"/>
        </w:rPr>
      </w:pPr>
      <w:r w:rsidRPr="00CD00D9">
        <w:rPr>
          <w:b w:val="0"/>
          <w:i w:val="0"/>
          <w:sz w:val="24"/>
          <w:szCs w:val="24"/>
        </w:rPr>
        <w:t>7.</w:t>
      </w:r>
      <w:r w:rsidRPr="00CD00D9">
        <w:rPr>
          <w:b w:val="0"/>
          <w:i w:val="0"/>
          <w:sz w:val="24"/>
          <w:szCs w:val="24"/>
        </w:rPr>
        <w:tab/>
        <w:t xml:space="preserve">Sheet steel: D, number of </w:t>
      </w:r>
      <w:r>
        <w:rPr>
          <w:b w:val="0"/>
          <w:i w:val="0"/>
          <w:sz w:val="24"/>
          <w:szCs w:val="24"/>
        </w:rPr>
        <w:t xml:space="preserve">farm </w:t>
      </w:r>
      <w:r w:rsidRPr="00CD00D9">
        <w:rPr>
          <w:b w:val="0"/>
          <w:i w:val="0"/>
          <w:sz w:val="24"/>
          <w:szCs w:val="24"/>
        </w:rPr>
        <w:t>implements</w:t>
      </w:r>
      <w:r>
        <w:rPr>
          <w:b w:val="0"/>
          <w:i w:val="0"/>
          <w:sz w:val="24"/>
          <w:szCs w:val="24"/>
        </w:rPr>
        <w:t xml:space="preserve"> of various types</w:t>
      </w:r>
    </w:p>
    <w:p w:rsidR="005C186D" w:rsidRPr="00CD00D9" w:rsidRDefault="005C186D" w:rsidP="007D1879">
      <w:pPr>
        <w:pStyle w:val="Heading5"/>
        <w:tabs>
          <w:tab w:val="left" w:pos="810"/>
        </w:tabs>
        <w:spacing w:before="60" w:after="0" w:line="300" w:lineRule="exact"/>
        <w:ind w:left="720" w:hanging="720"/>
        <w:rPr>
          <w:b w:val="0"/>
          <w:i w:val="0"/>
          <w:sz w:val="24"/>
          <w:szCs w:val="24"/>
        </w:rPr>
      </w:pPr>
      <w:r w:rsidRPr="00CD00D9">
        <w:rPr>
          <w:b w:val="0"/>
          <w:i w:val="0"/>
          <w:sz w:val="24"/>
          <w:szCs w:val="24"/>
        </w:rPr>
        <w:t>8.</w:t>
      </w:r>
      <w:r w:rsidRPr="00CD00D9">
        <w:rPr>
          <w:b w:val="0"/>
          <w:i w:val="0"/>
          <w:sz w:val="24"/>
          <w:szCs w:val="24"/>
        </w:rPr>
        <w:tab/>
        <w:t>Salaries: F, number of solicitors</w:t>
      </w:r>
    </w:p>
    <w:p w:rsidR="005C186D" w:rsidRPr="00CD00D9" w:rsidRDefault="005C186D" w:rsidP="007D1879">
      <w:pPr>
        <w:pStyle w:val="Heading5"/>
        <w:tabs>
          <w:tab w:val="left" w:pos="810"/>
        </w:tabs>
        <w:spacing w:before="60" w:after="0" w:line="300" w:lineRule="exact"/>
        <w:ind w:left="720" w:hanging="720"/>
        <w:rPr>
          <w:b w:val="0"/>
          <w:i w:val="0"/>
          <w:sz w:val="24"/>
          <w:szCs w:val="24"/>
        </w:rPr>
      </w:pPr>
      <w:r w:rsidRPr="00CD00D9">
        <w:rPr>
          <w:b w:val="0"/>
          <w:i w:val="0"/>
          <w:sz w:val="24"/>
          <w:szCs w:val="24"/>
        </w:rPr>
        <w:t>9.</w:t>
      </w:r>
      <w:r w:rsidRPr="00CD00D9">
        <w:rPr>
          <w:b w:val="0"/>
          <w:i w:val="0"/>
          <w:sz w:val="24"/>
          <w:szCs w:val="24"/>
        </w:rPr>
        <w:tab/>
        <w:t xml:space="preserve">Natural gas bill: C, </w:t>
      </w:r>
      <w:r>
        <w:rPr>
          <w:b w:val="0"/>
          <w:i w:val="0"/>
          <w:sz w:val="24"/>
          <w:szCs w:val="24"/>
        </w:rPr>
        <w:t>cubic feet of</w:t>
      </w:r>
      <w:r w:rsidRPr="00CD00D9">
        <w:rPr>
          <w:b w:val="0"/>
          <w:i w:val="0"/>
          <w:sz w:val="24"/>
          <w:szCs w:val="24"/>
        </w:rPr>
        <w:t xml:space="preserve"> usage</w:t>
      </w:r>
    </w:p>
    <w:p w:rsidR="005C186D" w:rsidRDefault="005C186D" w:rsidP="007D1879">
      <w:pPr>
        <w:pStyle w:val="Heading5"/>
        <w:spacing w:before="0" w:after="0"/>
        <w:rPr>
          <w:b w:val="0"/>
          <w:i w:val="0"/>
          <w:sz w:val="24"/>
          <w:szCs w:val="24"/>
          <w:u w:val="single"/>
        </w:rPr>
      </w:pPr>
    </w:p>
    <w:p w:rsidR="005C186D" w:rsidRPr="0042234B" w:rsidRDefault="005C186D" w:rsidP="00302428">
      <w:pPr>
        <w:tabs>
          <w:tab w:val="left" w:pos="840"/>
        </w:tabs>
      </w:pPr>
      <w:r w:rsidRPr="0042234B">
        <w:rPr>
          <w:u w:val="single"/>
        </w:rPr>
        <w:t>2-</w:t>
      </w:r>
      <w:r>
        <w:rPr>
          <w:u w:val="single"/>
        </w:rPr>
        <w:t>40</w:t>
      </w:r>
      <w:r w:rsidRPr="0042234B">
        <w:tab/>
        <w:t>(10 min.)</w:t>
      </w:r>
    </w:p>
    <w:p w:rsidR="005C186D" w:rsidRPr="0042234B" w:rsidRDefault="005C186D" w:rsidP="00302428">
      <w:pPr>
        <w:tabs>
          <w:tab w:val="left" w:pos="840"/>
        </w:tabs>
      </w:pPr>
    </w:p>
    <w:p w:rsidR="005C186D" w:rsidRPr="0042234B" w:rsidRDefault="005C186D" w:rsidP="00302428">
      <w:pPr>
        <w:tabs>
          <w:tab w:val="right" w:pos="3686"/>
          <w:tab w:val="left" w:pos="3870"/>
        </w:tabs>
        <w:spacing w:line="240" w:lineRule="atLeast"/>
        <w:rPr>
          <w:bCs/>
        </w:rPr>
      </w:pPr>
      <w:r w:rsidRPr="0042234B">
        <w:rPr>
          <w:bCs/>
        </w:rPr>
        <w:t>1.</w:t>
      </w:r>
      <w:r w:rsidRPr="0042234B">
        <w:rPr>
          <w:bCs/>
        </w:rPr>
        <w:tab/>
        <w:t>Let TR</w:t>
      </w:r>
      <w:r w:rsidRPr="0042234B">
        <w:rPr>
          <w:bCs/>
        </w:rPr>
        <w:tab/>
        <w:t>=  total revenue</w:t>
      </w:r>
    </w:p>
    <w:p w:rsidR="005C186D" w:rsidRPr="0042234B" w:rsidRDefault="005C186D" w:rsidP="00302428">
      <w:pPr>
        <w:tabs>
          <w:tab w:val="right" w:pos="3690"/>
          <w:tab w:val="left" w:pos="3870"/>
        </w:tabs>
        <w:spacing w:line="240" w:lineRule="atLeast"/>
        <w:rPr>
          <w:bCs/>
        </w:rPr>
      </w:pPr>
      <w:r w:rsidRPr="0042234B">
        <w:rPr>
          <w:bCs/>
        </w:rPr>
        <w:tab/>
        <w:t>TR - .2</w:t>
      </w:r>
      <w:r>
        <w:rPr>
          <w:bCs/>
        </w:rPr>
        <w:t>5</w:t>
      </w:r>
      <w:r w:rsidRPr="0042234B">
        <w:rPr>
          <w:bCs/>
        </w:rPr>
        <w:t>(TR) -$4</w:t>
      </w:r>
      <w:r>
        <w:rPr>
          <w:bCs/>
        </w:rPr>
        <w:t>5</w:t>
      </w:r>
      <w:r w:rsidRPr="0042234B">
        <w:rPr>
          <w:bCs/>
        </w:rPr>
        <w:t>,000,000</w:t>
      </w:r>
      <w:r w:rsidRPr="0042234B">
        <w:rPr>
          <w:bCs/>
        </w:rPr>
        <w:tab/>
        <w:t>=  0</w:t>
      </w:r>
    </w:p>
    <w:p w:rsidR="005C186D" w:rsidRPr="0042234B" w:rsidRDefault="005C186D" w:rsidP="00302428">
      <w:pPr>
        <w:tabs>
          <w:tab w:val="right" w:pos="3686"/>
          <w:tab w:val="left" w:pos="3874"/>
        </w:tabs>
        <w:spacing w:line="240" w:lineRule="atLeast"/>
        <w:rPr>
          <w:bCs/>
        </w:rPr>
      </w:pPr>
      <w:r w:rsidRPr="0042234B">
        <w:rPr>
          <w:bCs/>
        </w:rPr>
        <w:tab/>
        <w:t>.</w:t>
      </w:r>
      <w:r>
        <w:rPr>
          <w:bCs/>
        </w:rPr>
        <w:t>75</w:t>
      </w:r>
      <w:r w:rsidRPr="0042234B">
        <w:rPr>
          <w:bCs/>
        </w:rPr>
        <w:t>(TR)</w:t>
      </w:r>
      <w:r w:rsidRPr="0042234B">
        <w:rPr>
          <w:bCs/>
        </w:rPr>
        <w:tab/>
        <w:t>=  $4</w:t>
      </w:r>
      <w:r>
        <w:rPr>
          <w:bCs/>
        </w:rPr>
        <w:t>5</w:t>
      </w:r>
      <w:r w:rsidRPr="0042234B">
        <w:rPr>
          <w:bCs/>
        </w:rPr>
        <w:t>,000,000</w:t>
      </w:r>
    </w:p>
    <w:p w:rsidR="005C186D" w:rsidRPr="0042234B" w:rsidRDefault="005C186D" w:rsidP="00302428">
      <w:pPr>
        <w:tabs>
          <w:tab w:val="right" w:pos="3686"/>
          <w:tab w:val="left" w:pos="3874"/>
        </w:tabs>
        <w:spacing w:line="240" w:lineRule="atLeast"/>
        <w:rPr>
          <w:bCs/>
        </w:rPr>
      </w:pPr>
      <w:r w:rsidRPr="0042234B">
        <w:rPr>
          <w:bCs/>
        </w:rPr>
        <w:tab/>
        <w:t>TR</w:t>
      </w:r>
      <w:r w:rsidRPr="0042234B">
        <w:rPr>
          <w:bCs/>
        </w:rPr>
        <w:tab/>
        <w:t>=  $</w:t>
      </w:r>
      <w:r>
        <w:rPr>
          <w:bCs/>
        </w:rPr>
        <w:t>6</w:t>
      </w:r>
      <w:r w:rsidRPr="0042234B">
        <w:rPr>
          <w:bCs/>
        </w:rPr>
        <w:t>0,000,000</w:t>
      </w:r>
    </w:p>
    <w:p w:rsidR="005C186D" w:rsidRPr="0042234B" w:rsidRDefault="005C186D" w:rsidP="00302428">
      <w:pPr>
        <w:tabs>
          <w:tab w:val="left" w:pos="840"/>
        </w:tabs>
        <w:spacing w:line="240" w:lineRule="atLeast"/>
        <w:rPr>
          <w:bCs/>
        </w:rPr>
      </w:pPr>
    </w:p>
    <w:p w:rsidR="005C186D" w:rsidRPr="0042234B" w:rsidRDefault="005C186D" w:rsidP="00302428">
      <w:pPr>
        <w:tabs>
          <w:tab w:val="left" w:pos="840"/>
        </w:tabs>
        <w:spacing w:line="240" w:lineRule="atLeast"/>
        <w:ind w:left="810" w:hanging="810"/>
        <w:rPr>
          <w:bCs/>
        </w:rPr>
      </w:pPr>
      <w:r w:rsidRPr="0042234B">
        <w:rPr>
          <w:bCs/>
        </w:rPr>
        <w:t>2.</w:t>
      </w:r>
      <w:r w:rsidRPr="0042234B">
        <w:rPr>
          <w:bCs/>
        </w:rPr>
        <w:tab/>
        <w:t>Daily revenue per patient = $</w:t>
      </w:r>
      <w:r>
        <w:rPr>
          <w:bCs/>
        </w:rPr>
        <w:t>6</w:t>
      </w:r>
      <w:r w:rsidRPr="0042234B">
        <w:rPr>
          <w:bCs/>
        </w:rPr>
        <w:t xml:space="preserve">0,000,000 ÷ </w:t>
      </w:r>
      <w:r>
        <w:rPr>
          <w:bCs/>
        </w:rPr>
        <w:t>37,5</w:t>
      </w:r>
      <w:r w:rsidRPr="0042234B">
        <w:rPr>
          <w:bCs/>
        </w:rPr>
        <w:t>00 = $1,</w:t>
      </w:r>
      <w:r>
        <w:rPr>
          <w:bCs/>
        </w:rPr>
        <w:t>60</w:t>
      </w:r>
      <w:r w:rsidRPr="0042234B">
        <w:rPr>
          <w:bCs/>
        </w:rPr>
        <w:t>0.  This may appear high, but it includes the room charge plus additional charges for drugs, x-rays, and so forth.</w:t>
      </w:r>
    </w:p>
    <w:p w:rsidR="005C186D" w:rsidRPr="0042234B" w:rsidRDefault="005C186D" w:rsidP="00302428">
      <w:pPr>
        <w:tabs>
          <w:tab w:val="left" w:pos="840"/>
        </w:tabs>
        <w:spacing w:line="240" w:lineRule="atLeast"/>
      </w:pPr>
    </w:p>
    <w:p w:rsidR="005C186D" w:rsidRPr="0042234B" w:rsidRDefault="005C186D" w:rsidP="00302428">
      <w:pPr>
        <w:tabs>
          <w:tab w:val="left" w:pos="840"/>
        </w:tabs>
        <w:rPr>
          <w:u w:val="single"/>
        </w:rPr>
      </w:pPr>
      <w:r w:rsidRPr="0042234B">
        <w:rPr>
          <w:u w:val="single"/>
        </w:rPr>
        <w:t>2-</w:t>
      </w:r>
      <w:r>
        <w:rPr>
          <w:u w:val="single"/>
        </w:rPr>
        <w:t>41</w:t>
      </w:r>
      <w:r w:rsidRPr="0042234B">
        <w:tab/>
        <w:t>(10 min.)</w:t>
      </w:r>
    </w:p>
    <w:p w:rsidR="005C186D" w:rsidRPr="0042234B" w:rsidRDefault="005C186D" w:rsidP="00302428">
      <w:pPr>
        <w:tabs>
          <w:tab w:val="left" w:pos="840"/>
        </w:tabs>
        <w:rPr>
          <w:u w:val="single"/>
        </w:rPr>
      </w:pPr>
    </w:p>
    <w:p w:rsidR="005C186D" w:rsidRPr="0042234B" w:rsidRDefault="005C186D" w:rsidP="008B6DFA">
      <w:pPr>
        <w:tabs>
          <w:tab w:val="left" w:pos="720"/>
        </w:tabs>
        <w:ind w:left="720" w:hanging="720"/>
      </w:pPr>
      <w:r w:rsidRPr="0042234B">
        <w:t>1.</w:t>
      </w:r>
      <w:r w:rsidRPr="0042234B">
        <w:tab/>
        <w:t>The break-even point in total revenue is fixed cost divided by the contribution-margin ratio (CMR).  CMR equals 1 – Variable-Cost Ratio.</w:t>
      </w:r>
    </w:p>
    <w:p w:rsidR="005C186D" w:rsidRPr="0042234B" w:rsidRDefault="005C186D" w:rsidP="008B6DFA">
      <w:pPr>
        <w:tabs>
          <w:tab w:val="left" w:pos="720"/>
        </w:tabs>
        <w:ind w:left="720" w:hanging="720"/>
      </w:pPr>
    </w:p>
    <w:p w:rsidR="005C186D" w:rsidRPr="0042234B" w:rsidRDefault="005C186D" w:rsidP="008B6DFA">
      <w:pPr>
        <w:tabs>
          <w:tab w:val="left" w:pos="720"/>
        </w:tabs>
        <w:ind w:left="720" w:hanging="720"/>
      </w:pPr>
      <w:r w:rsidRPr="0042234B">
        <w:tab/>
        <w:t>Break-even Point = Fixed Cost ÷ CMR = $42,000,000 ÷ (1 – 0.7) = $140,000,000.</w:t>
      </w:r>
    </w:p>
    <w:p w:rsidR="005C186D" w:rsidRPr="0042234B" w:rsidRDefault="005C186D" w:rsidP="00302428">
      <w:pPr>
        <w:tabs>
          <w:tab w:val="left" w:pos="840"/>
        </w:tabs>
      </w:pPr>
    </w:p>
    <w:p w:rsidR="005C186D" w:rsidRPr="0042234B" w:rsidRDefault="005C186D" w:rsidP="00302428">
      <w:pPr>
        <w:tabs>
          <w:tab w:val="left" w:pos="840"/>
        </w:tabs>
      </w:pPr>
      <w:r w:rsidRPr="0042234B">
        <w:t>2.</w:t>
      </w:r>
      <w:r w:rsidRPr="0042234B">
        <w:tab/>
        <w:t xml:space="preserve"> </w:t>
      </w:r>
    </w:p>
    <w:p w:rsidR="005C186D" w:rsidRPr="0042234B" w:rsidRDefault="005C186D" w:rsidP="00143353">
      <w:pPr>
        <w:tabs>
          <w:tab w:val="left" w:pos="720"/>
          <w:tab w:val="decimal" w:pos="7920"/>
        </w:tabs>
        <w:rPr>
          <w:bCs/>
          <w:i/>
          <w:iCs/>
          <w:color w:val="4F81BD"/>
        </w:rPr>
      </w:pPr>
      <w:r w:rsidRPr="0042234B">
        <w:t>a.</w:t>
      </w:r>
      <w:r w:rsidRPr="0042234B">
        <w:tab/>
        <w:t>Total revenue</w:t>
      </w:r>
      <w:r w:rsidRPr="0042234B">
        <w:tab/>
        <w:t>$150,000,000</w:t>
      </w:r>
    </w:p>
    <w:p w:rsidR="005C186D" w:rsidRPr="0042234B" w:rsidRDefault="005C186D" w:rsidP="00143353">
      <w:pPr>
        <w:tabs>
          <w:tab w:val="left" w:pos="720"/>
          <w:tab w:val="decimal" w:pos="7920"/>
        </w:tabs>
      </w:pPr>
      <w:r w:rsidRPr="0042234B">
        <w:tab/>
        <w:t>Variable cost (.7 × 150,000,000)</w:t>
      </w:r>
      <w:r w:rsidRPr="0042234B">
        <w:tab/>
      </w:r>
      <w:r w:rsidRPr="0042234B">
        <w:rPr>
          <w:u w:val="single"/>
        </w:rPr>
        <w:t xml:space="preserve">  105,000,000</w:t>
      </w:r>
    </w:p>
    <w:p w:rsidR="005C186D" w:rsidRPr="0042234B" w:rsidRDefault="005C186D" w:rsidP="00143353">
      <w:pPr>
        <w:tabs>
          <w:tab w:val="left" w:pos="720"/>
          <w:tab w:val="decimal" w:pos="7920"/>
        </w:tabs>
      </w:pPr>
      <w:r w:rsidRPr="0042234B">
        <w:tab/>
        <w:t>Contribution margin</w:t>
      </w:r>
      <w:r w:rsidRPr="0042234B">
        <w:tab/>
        <w:t>45,000,000</w:t>
      </w:r>
    </w:p>
    <w:p w:rsidR="005C186D" w:rsidRPr="0042234B" w:rsidRDefault="005C186D" w:rsidP="00143353">
      <w:pPr>
        <w:tabs>
          <w:tab w:val="left" w:pos="720"/>
          <w:tab w:val="decimal" w:pos="7920"/>
        </w:tabs>
      </w:pPr>
      <w:r w:rsidRPr="0042234B">
        <w:tab/>
        <w:t>Fixed costs</w:t>
      </w:r>
      <w:r w:rsidRPr="0042234B">
        <w:tab/>
      </w:r>
      <w:r w:rsidRPr="0042234B">
        <w:rPr>
          <w:u w:val="single"/>
        </w:rPr>
        <w:t xml:space="preserve">    42,000,000</w:t>
      </w:r>
    </w:p>
    <w:p w:rsidR="005C186D" w:rsidRPr="0042234B" w:rsidRDefault="005C186D" w:rsidP="00143353">
      <w:pPr>
        <w:tabs>
          <w:tab w:val="left" w:pos="720"/>
          <w:tab w:val="decimal" w:pos="7920"/>
        </w:tabs>
      </w:pPr>
      <w:r w:rsidRPr="0042234B">
        <w:tab/>
        <w:t>Net profit</w:t>
      </w:r>
      <w:r w:rsidRPr="0042234B">
        <w:tab/>
      </w:r>
      <w:r w:rsidRPr="0042234B">
        <w:rPr>
          <w:u w:val="double"/>
        </w:rPr>
        <w:t>$    3,000,000</w:t>
      </w:r>
    </w:p>
    <w:p w:rsidR="005C186D" w:rsidRPr="0042234B" w:rsidRDefault="005C186D" w:rsidP="00302428">
      <w:pPr>
        <w:tabs>
          <w:tab w:val="left" w:pos="840"/>
        </w:tabs>
      </w:pPr>
      <w:r w:rsidRPr="0042234B">
        <w:tab/>
      </w:r>
    </w:p>
    <w:p w:rsidR="005C186D" w:rsidRPr="0042234B" w:rsidRDefault="005C186D" w:rsidP="00143353">
      <w:pPr>
        <w:tabs>
          <w:tab w:val="left" w:pos="720"/>
          <w:tab w:val="decimal" w:pos="7920"/>
        </w:tabs>
        <w:rPr>
          <w:bCs/>
          <w:i/>
          <w:iCs/>
          <w:color w:val="4F81BD"/>
        </w:rPr>
      </w:pPr>
      <w:r w:rsidRPr="0042234B">
        <w:t>b.</w:t>
      </w:r>
      <w:r w:rsidRPr="0042234B">
        <w:tab/>
        <w:t>Total revenue</w:t>
      </w:r>
      <w:r w:rsidRPr="0042234B">
        <w:tab/>
        <w:t>$150,000,000</w:t>
      </w:r>
    </w:p>
    <w:p w:rsidR="005C186D" w:rsidRPr="0042234B" w:rsidRDefault="005C186D" w:rsidP="00143353">
      <w:pPr>
        <w:tabs>
          <w:tab w:val="left" w:pos="720"/>
          <w:tab w:val="decimal" w:pos="7920"/>
        </w:tabs>
      </w:pPr>
      <w:r w:rsidRPr="0042234B">
        <w:tab/>
        <w:t>Variable cost (1.1 × .7 × 150,000,000)</w:t>
      </w:r>
      <w:r w:rsidRPr="0042234B">
        <w:tab/>
      </w:r>
      <w:r w:rsidRPr="0042234B">
        <w:rPr>
          <w:u w:val="single"/>
        </w:rPr>
        <w:t xml:space="preserve">  115,500,000</w:t>
      </w:r>
    </w:p>
    <w:p w:rsidR="005C186D" w:rsidRPr="0042234B" w:rsidRDefault="005C186D" w:rsidP="00143353">
      <w:pPr>
        <w:tabs>
          <w:tab w:val="left" w:pos="720"/>
          <w:tab w:val="decimal" w:pos="7920"/>
        </w:tabs>
      </w:pPr>
      <w:r w:rsidRPr="0042234B">
        <w:tab/>
        <w:t>Contribution margin</w:t>
      </w:r>
      <w:r w:rsidRPr="0042234B">
        <w:tab/>
        <w:t>34,500,000</w:t>
      </w:r>
    </w:p>
    <w:p w:rsidR="005C186D" w:rsidRPr="0042234B" w:rsidRDefault="005C186D" w:rsidP="00143353">
      <w:pPr>
        <w:tabs>
          <w:tab w:val="left" w:pos="720"/>
          <w:tab w:val="decimal" w:pos="7920"/>
        </w:tabs>
      </w:pPr>
      <w:r w:rsidRPr="0042234B">
        <w:tab/>
        <w:t>Fixed costs</w:t>
      </w:r>
      <w:r w:rsidRPr="0042234B">
        <w:tab/>
      </w:r>
      <w:r w:rsidRPr="0042234B">
        <w:rPr>
          <w:u w:val="single"/>
        </w:rPr>
        <w:t xml:space="preserve">    42,000,000</w:t>
      </w:r>
    </w:p>
    <w:p w:rsidR="005C186D" w:rsidRPr="0042234B" w:rsidRDefault="005C186D" w:rsidP="00143353">
      <w:pPr>
        <w:tabs>
          <w:tab w:val="left" w:pos="720"/>
          <w:tab w:val="decimal" w:pos="7920"/>
        </w:tabs>
      </w:pPr>
      <w:r w:rsidRPr="0042234B">
        <w:tab/>
        <w:t>Net loss</w:t>
      </w:r>
      <w:r w:rsidRPr="0042234B">
        <w:tab/>
      </w:r>
      <w:r w:rsidRPr="0042234B">
        <w:rPr>
          <w:u w:val="double"/>
        </w:rPr>
        <w:t>$  (7,500,000)</w:t>
      </w:r>
    </w:p>
    <w:p w:rsidR="005C186D" w:rsidRPr="0042234B" w:rsidRDefault="005C186D" w:rsidP="00302428">
      <w:pPr>
        <w:tabs>
          <w:tab w:val="left" w:pos="840"/>
        </w:tabs>
        <w:rPr>
          <w:spacing w:val="-22"/>
          <w:u w:val="single"/>
        </w:rPr>
      </w:pPr>
    </w:p>
    <w:p w:rsidR="005C186D" w:rsidRPr="0042234B" w:rsidRDefault="005C186D" w:rsidP="00302428">
      <w:pPr>
        <w:tabs>
          <w:tab w:val="left" w:pos="840"/>
        </w:tabs>
        <w:rPr>
          <w:spacing w:val="-22"/>
          <w:u w:val="single"/>
        </w:rPr>
      </w:pPr>
    </w:p>
    <w:p w:rsidR="005C186D" w:rsidRPr="0042234B" w:rsidRDefault="005C186D" w:rsidP="00302428">
      <w:pPr>
        <w:tabs>
          <w:tab w:val="left" w:pos="840"/>
        </w:tabs>
      </w:pPr>
      <w:r w:rsidRPr="0042234B">
        <w:rPr>
          <w:u w:val="single"/>
        </w:rPr>
        <w:br w:type="page"/>
        <w:t>2-</w:t>
      </w:r>
      <w:r>
        <w:rPr>
          <w:u w:val="single"/>
        </w:rPr>
        <w:t>42</w:t>
      </w:r>
      <w:r w:rsidRPr="0042234B">
        <w:tab/>
        <w:t>(15 min.)</w:t>
      </w:r>
    </w:p>
    <w:p w:rsidR="005C186D" w:rsidRPr="0042234B" w:rsidRDefault="005C186D" w:rsidP="00302428">
      <w:pPr>
        <w:tabs>
          <w:tab w:val="left" w:pos="840"/>
        </w:tabs>
      </w:pPr>
      <w:r>
        <w:tab/>
      </w:r>
      <w:r>
        <w:tab/>
      </w:r>
      <w:r>
        <w:tab/>
      </w:r>
      <w:r>
        <w:tab/>
      </w:r>
      <w:r>
        <w:tab/>
      </w:r>
      <w:r>
        <w:tab/>
      </w:r>
      <w:r>
        <w:tab/>
        <w:t>a</w:t>
      </w:r>
      <w:r>
        <w:tab/>
      </w:r>
      <w:r>
        <w:tab/>
      </w:r>
      <w:r>
        <w:tab/>
        <w:t xml:space="preserve">       b</w:t>
      </w:r>
    </w:p>
    <w:p w:rsidR="005C186D" w:rsidRPr="0042234B" w:rsidRDefault="005C186D" w:rsidP="00302428">
      <w:pPr>
        <w:tabs>
          <w:tab w:val="left" w:pos="840"/>
          <w:tab w:val="center" w:pos="5130"/>
          <w:tab w:val="center" w:pos="7650"/>
        </w:tabs>
        <w:spacing w:line="240" w:lineRule="atLeast"/>
      </w:pPr>
      <w:r w:rsidRPr="0042234B">
        <w:t>1.</w:t>
      </w:r>
      <w:r w:rsidRPr="0042234B">
        <w:tab/>
      </w:r>
      <w:r w:rsidRPr="0042234B">
        <w:tab/>
      </w:r>
      <w:r w:rsidRPr="0042234B">
        <w:rPr>
          <w:u w:val="single"/>
        </w:rPr>
        <w:t>100% Full</w:t>
      </w:r>
      <w:r w:rsidRPr="0042234B">
        <w:tab/>
      </w:r>
      <w:r w:rsidRPr="0042234B">
        <w:rPr>
          <w:u w:val="single"/>
        </w:rPr>
        <w:t>50% Full</w:t>
      </w:r>
    </w:p>
    <w:p w:rsidR="005C186D" w:rsidRPr="0042234B" w:rsidRDefault="005C186D" w:rsidP="00302428">
      <w:pPr>
        <w:tabs>
          <w:tab w:val="left" w:pos="840"/>
        </w:tabs>
        <w:spacing w:line="240" w:lineRule="atLeast"/>
      </w:pPr>
    </w:p>
    <w:p w:rsidR="005C186D" w:rsidRPr="0042234B" w:rsidRDefault="005C186D" w:rsidP="00302428">
      <w:pPr>
        <w:tabs>
          <w:tab w:val="left" w:pos="840"/>
          <w:tab w:val="decimal" w:pos="5760"/>
          <w:tab w:val="decimal" w:pos="8280"/>
        </w:tabs>
        <w:spacing w:line="240" w:lineRule="atLeast"/>
        <w:ind w:left="840"/>
      </w:pPr>
      <w:r w:rsidRPr="0042234B">
        <w:t>Room revenue @ $5</w:t>
      </w:r>
      <w:r>
        <w:t>4</w:t>
      </w:r>
      <w:r w:rsidRPr="0042234B">
        <w:tab/>
        <w:t>$1,</w:t>
      </w:r>
      <w:r>
        <w:t>971</w:t>
      </w:r>
      <w:r w:rsidRPr="0042234B">
        <w:t xml:space="preserve">,000 </w:t>
      </w:r>
      <w:r w:rsidRPr="0042234B">
        <w:rPr>
          <w:position w:val="10"/>
        </w:rPr>
        <w:t>a</w:t>
      </w:r>
      <w:r w:rsidRPr="0042234B">
        <w:tab/>
        <w:t xml:space="preserve">$  </w:t>
      </w:r>
      <w:r>
        <w:t>985</w:t>
      </w:r>
      <w:r w:rsidRPr="0042234B">
        <w:t xml:space="preserve">,500 </w:t>
      </w:r>
      <w:r w:rsidRPr="0042234B">
        <w:rPr>
          <w:position w:val="10"/>
        </w:rPr>
        <w:t>b</w:t>
      </w:r>
    </w:p>
    <w:p w:rsidR="005C186D" w:rsidRPr="0042234B" w:rsidRDefault="005C186D">
      <w:pPr>
        <w:tabs>
          <w:tab w:val="left" w:pos="840"/>
          <w:tab w:val="decimal" w:pos="5760"/>
          <w:tab w:val="left" w:pos="6930"/>
          <w:tab w:val="decimal" w:pos="8280"/>
        </w:tabs>
        <w:spacing w:line="240" w:lineRule="atLeast"/>
        <w:ind w:left="840"/>
      </w:pPr>
      <w:r w:rsidRPr="0042234B">
        <w:t>Variable costs @ $</w:t>
      </w:r>
      <w:r>
        <w:t>9</w:t>
      </w:r>
      <w:r w:rsidRPr="0042234B">
        <w:tab/>
      </w:r>
      <w:r w:rsidRPr="0042234B">
        <w:rPr>
          <w:u w:val="single"/>
        </w:rPr>
        <w:t xml:space="preserve">     3</w:t>
      </w:r>
      <w:r>
        <w:rPr>
          <w:u w:val="single"/>
        </w:rPr>
        <w:t>28,5</w:t>
      </w:r>
      <w:r w:rsidRPr="0042234B">
        <w:rPr>
          <w:u w:val="single"/>
        </w:rPr>
        <w:t>00</w:t>
      </w:r>
      <w:r w:rsidRPr="0042234B">
        <w:tab/>
      </w:r>
      <w:r w:rsidRPr="00174B0D">
        <w:t xml:space="preserve">    </w:t>
      </w:r>
      <w:r>
        <w:rPr>
          <w:u w:val="single"/>
        </w:rPr>
        <w:tab/>
      </w:r>
      <w:r w:rsidRPr="0042234B">
        <w:rPr>
          <w:u w:val="single"/>
        </w:rPr>
        <w:t>1</w:t>
      </w:r>
      <w:r>
        <w:rPr>
          <w:u w:val="single"/>
        </w:rPr>
        <w:t>64,25</w:t>
      </w:r>
      <w:r w:rsidRPr="0042234B">
        <w:rPr>
          <w:u w:val="single"/>
        </w:rPr>
        <w:t>0</w:t>
      </w:r>
    </w:p>
    <w:p w:rsidR="005C186D" w:rsidRPr="0042234B" w:rsidRDefault="005C186D" w:rsidP="00302428">
      <w:pPr>
        <w:tabs>
          <w:tab w:val="left" w:pos="840"/>
          <w:tab w:val="decimal" w:pos="5760"/>
          <w:tab w:val="decimal" w:pos="8280"/>
        </w:tabs>
        <w:spacing w:line="240" w:lineRule="atLeast"/>
        <w:ind w:left="840"/>
      </w:pPr>
      <w:r w:rsidRPr="0042234B">
        <w:t>Contribution margin</w:t>
      </w:r>
      <w:r w:rsidRPr="0042234B">
        <w:tab/>
        <w:t>1,</w:t>
      </w:r>
      <w:r>
        <w:t>642,5</w:t>
      </w:r>
      <w:r w:rsidRPr="0042234B">
        <w:t>00</w:t>
      </w:r>
      <w:r w:rsidRPr="0042234B">
        <w:tab/>
      </w:r>
      <w:r>
        <w:t>821,25</w:t>
      </w:r>
      <w:r w:rsidRPr="0042234B">
        <w:t>0</w:t>
      </w:r>
    </w:p>
    <w:p w:rsidR="005C186D" w:rsidRPr="0042234B" w:rsidRDefault="005C186D" w:rsidP="00302428">
      <w:pPr>
        <w:tabs>
          <w:tab w:val="left" w:pos="840"/>
          <w:tab w:val="decimal" w:pos="5760"/>
          <w:tab w:val="decimal" w:pos="8280"/>
        </w:tabs>
        <w:spacing w:line="240" w:lineRule="atLeast"/>
        <w:ind w:left="840"/>
      </w:pPr>
      <w:r w:rsidRPr="0042234B">
        <w:t>Fixed costs</w:t>
      </w:r>
      <w:r w:rsidRPr="0042234B">
        <w:tab/>
      </w:r>
      <w:r w:rsidRPr="0042234B">
        <w:rPr>
          <w:u w:val="single"/>
        </w:rPr>
        <w:t xml:space="preserve">  </w:t>
      </w:r>
      <w:r>
        <w:rPr>
          <w:u w:val="single"/>
        </w:rPr>
        <w:t xml:space="preserve">   9</w:t>
      </w:r>
      <w:r w:rsidRPr="0042234B">
        <w:rPr>
          <w:u w:val="single"/>
        </w:rPr>
        <w:t>00,000</w:t>
      </w:r>
      <w:r w:rsidRPr="0042234B">
        <w:tab/>
      </w:r>
      <w:r w:rsidRPr="0042234B">
        <w:rPr>
          <w:u w:val="single"/>
        </w:rPr>
        <w:t xml:space="preserve"> </w:t>
      </w:r>
      <w:r>
        <w:rPr>
          <w:u w:val="single"/>
        </w:rPr>
        <w:t xml:space="preserve">    9</w:t>
      </w:r>
      <w:r w:rsidRPr="0042234B">
        <w:rPr>
          <w:u w:val="single"/>
        </w:rPr>
        <w:t>00,000</w:t>
      </w:r>
    </w:p>
    <w:p w:rsidR="005C186D" w:rsidRPr="0042234B" w:rsidRDefault="005C186D" w:rsidP="00302428">
      <w:pPr>
        <w:tabs>
          <w:tab w:val="left" w:pos="840"/>
          <w:tab w:val="decimal" w:pos="5760"/>
          <w:tab w:val="decimal" w:pos="8280"/>
        </w:tabs>
        <w:spacing w:line="240" w:lineRule="atLeast"/>
        <w:ind w:left="840"/>
        <w:rPr>
          <w:u w:val="double"/>
        </w:rPr>
      </w:pPr>
      <w:r w:rsidRPr="0042234B">
        <w:t>Net income (loss)</w:t>
      </w:r>
      <w:r w:rsidRPr="0042234B">
        <w:tab/>
      </w:r>
      <w:r w:rsidRPr="0042234B">
        <w:rPr>
          <w:u w:val="single"/>
        </w:rPr>
        <w:t xml:space="preserve">$   </w:t>
      </w:r>
      <w:r>
        <w:rPr>
          <w:u w:val="single"/>
        </w:rPr>
        <w:t>742,5</w:t>
      </w:r>
      <w:r w:rsidRPr="0042234B">
        <w:rPr>
          <w:u w:val="single"/>
        </w:rPr>
        <w:t>00</w:t>
      </w:r>
      <w:r w:rsidRPr="0042234B">
        <w:tab/>
      </w:r>
      <w:r w:rsidRPr="0042234B">
        <w:rPr>
          <w:u w:val="single"/>
        </w:rPr>
        <w:t>$ (</w:t>
      </w:r>
      <w:r>
        <w:rPr>
          <w:u w:val="single"/>
        </w:rPr>
        <w:t>78</w:t>
      </w:r>
      <w:r w:rsidRPr="0042234B">
        <w:rPr>
          <w:u w:val="single"/>
        </w:rPr>
        <w:t>,</w:t>
      </w:r>
      <w:r>
        <w:rPr>
          <w:u w:val="single"/>
        </w:rPr>
        <w:t>75</w:t>
      </w:r>
      <w:r w:rsidRPr="0042234B">
        <w:rPr>
          <w:u w:val="single"/>
        </w:rPr>
        <w:t>0)</w:t>
      </w:r>
    </w:p>
    <w:p w:rsidR="005C186D" w:rsidRPr="0042234B" w:rsidRDefault="005C186D" w:rsidP="00302428">
      <w:pPr>
        <w:tabs>
          <w:tab w:val="right" w:pos="3480"/>
          <w:tab w:val="left" w:pos="3720"/>
        </w:tabs>
        <w:spacing w:line="240" w:lineRule="atLeast"/>
      </w:pPr>
    </w:p>
    <w:p w:rsidR="005C186D" w:rsidRPr="0042234B" w:rsidRDefault="005C186D" w:rsidP="00302428">
      <w:pPr>
        <w:tabs>
          <w:tab w:val="left" w:pos="840"/>
          <w:tab w:val="left" w:pos="990"/>
        </w:tabs>
        <w:spacing w:line="240" w:lineRule="atLeast"/>
      </w:pPr>
      <w:r w:rsidRPr="0042234B">
        <w:tab/>
      </w:r>
      <w:r w:rsidRPr="0042234B">
        <w:rPr>
          <w:position w:val="6"/>
        </w:rPr>
        <w:t>a</w:t>
      </w:r>
      <w:r w:rsidRPr="0042234B">
        <w:tab/>
        <w:t xml:space="preserve">100 × 365 = 36,500 rooms per year  </w:t>
      </w:r>
    </w:p>
    <w:p w:rsidR="005C186D" w:rsidRPr="0042234B" w:rsidRDefault="005C186D" w:rsidP="00302428">
      <w:pPr>
        <w:tabs>
          <w:tab w:val="left" w:pos="840"/>
          <w:tab w:val="left" w:pos="990"/>
        </w:tabs>
        <w:spacing w:line="240" w:lineRule="atLeast"/>
      </w:pPr>
      <w:r w:rsidRPr="0042234B">
        <w:tab/>
      </w:r>
      <w:r w:rsidRPr="0042234B">
        <w:tab/>
        <w:t xml:space="preserve"> 36,500 × $5</w:t>
      </w:r>
      <w:r>
        <w:t>4</w:t>
      </w:r>
      <w:r w:rsidRPr="0042234B">
        <w:t xml:space="preserve"> = $1,</w:t>
      </w:r>
      <w:r>
        <w:t>971</w:t>
      </w:r>
      <w:r w:rsidRPr="0042234B">
        <w:t>,000</w:t>
      </w:r>
    </w:p>
    <w:p w:rsidR="005C186D" w:rsidRPr="0042234B" w:rsidRDefault="005C186D" w:rsidP="00302428">
      <w:pPr>
        <w:tabs>
          <w:tab w:val="left" w:pos="840"/>
        </w:tabs>
        <w:spacing w:line="240" w:lineRule="atLeast"/>
      </w:pPr>
    </w:p>
    <w:p w:rsidR="005C186D" w:rsidRPr="0042234B" w:rsidRDefault="005C186D" w:rsidP="00302428">
      <w:pPr>
        <w:tabs>
          <w:tab w:val="left" w:pos="840"/>
          <w:tab w:val="left" w:pos="990"/>
        </w:tabs>
        <w:spacing w:line="240" w:lineRule="atLeast"/>
      </w:pPr>
      <w:r w:rsidRPr="0042234B">
        <w:tab/>
      </w:r>
      <w:r w:rsidRPr="0042234B">
        <w:rPr>
          <w:position w:val="6"/>
        </w:rPr>
        <w:t>b</w:t>
      </w:r>
      <w:r w:rsidRPr="0042234B">
        <w:tab/>
        <w:t>50% of $1,</w:t>
      </w:r>
      <w:r>
        <w:t>971</w:t>
      </w:r>
      <w:r w:rsidRPr="0042234B">
        <w:t>,000 = $</w:t>
      </w:r>
      <w:r>
        <w:t>985</w:t>
      </w:r>
      <w:r w:rsidRPr="0042234B">
        <w:t>,500</w:t>
      </w:r>
    </w:p>
    <w:p w:rsidR="005C186D" w:rsidRPr="0042234B" w:rsidRDefault="005C186D" w:rsidP="00302428">
      <w:pPr>
        <w:tabs>
          <w:tab w:val="left" w:pos="840"/>
        </w:tabs>
        <w:spacing w:line="240" w:lineRule="atLeast"/>
      </w:pPr>
    </w:p>
    <w:p w:rsidR="005C186D" w:rsidRPr="0042234B" w:rsidRDefault="005C186D" w:rsidP="00302428">
      <w:pPr>
        <w:tabs>
          <w:tab w:val="right" w:pos="3600"/>
          <w:tab w:val="left" w:pos="3780"/>
        </w:tabs>
        <w:spacing w:line="240" w:lineRule="atLeast"/>
      </w:pPr>
      <w:r w:rsidRPr="0042234B">
        <w:t>2.</w:t>
      </w:r>
      <w:r w:rsidRPr="0042234B">
        <w:tab/>
        <w:t>Let N</w:t>
      </w:r>
      <w:r w:rsidRPr="0042234B">
        <w:tab/>
        <w:t>=  number of rooms</w:t>
      </w:r>
      <w:r>
        <w:t xml:space="preserve"> rented</w:t>
      </w:r>
    </w:p>
    <w:p w:rsidR="005C186D" w:rsidRPr="0042234B" w:rsidRDefault="005C186D" w:rsidP="00302428">
      <w:pPr>
        <w:tabs>
          <w:tab w:val="right" w:pos="3600"/>
          <w:tab w:val="left" w:pos="3780"/>
          <w:tab w:val="left" w:pos="4140"/>
        </w:tabs>
        <w:spacing w:line="240" w:lineRule="atLeast"/>
      </w:pPr>
      <w:r w:rsidRPr="0042234B">
        <w:tab/>
        <w:t>$5</w:t>
      </w:r>
      <w:r>
        <w:t>4N -$9N - $9</w:t>
      </w:r>
      <w:r w:rsidRPr="0042234B">
        <w:t xml:space="preserve">00,000 </w:t>
      </w:r>
      <w:r w:rsidRPr="0042234B">
        <w:tab/>
        <w:t>=  0</w:t>
      </w:r>
    </w:p>
    <w:p w:rsidR="005C186D" w:rsidRPr="0042234B" w:rsidRDefault="005C186D" w:rsidP="00302428">
      <w:pPr>
        <w:tabs>
          <w:tab w:val="right" w:pos="3600"/>
          <w:tab w:val="left" w:pos="3780"/>
          <w:tab w:val="left" w:pos="6030"/>
        </w:tabs>
        <w:spacing w:line="240" w:lineRule="atLeast"/>
      </w:pPr>
      <w:r>
        <w:tab/>
        <w:t>N</w:t>
      </w:r>
      <w:r>
        <w:tab/>
        <w:t>=  $9</w:t>
      </w:r>
      <w:r w:rsidRPr="0042234B">
        <w:t>00,000 ÷ $4</w:t>
      </w:r>
      <w:r>
        <w:t>5</w:t>
      </w:r>
      <w:r w:rsidRPr="0042234B">
        <w:t xml:space="preserve"> =  </w:t>
      </w:r>
      <w:r>
        <w:t>2</w:t>
      </w:r>
      <w:r w:rsidRPr="0042234B">
        <w:t>0,000 rooms</w:t>
      </w:r>
    </w:p>
    <w:p w:rsidR="005C186D" w:rsidRPr="0042234B" w:rsidRDefault="005C186D" w:rsidP="00302428">
      <w:pPr>
        <w:tabs>
          <w:tab w:val="right" w:pos="3600"/>
          <w:tab w:val="left" w:pos="3780"/>
          <w:tab w:val="left" w:pos="6030"/>
        </w:tabs>
        <w:spacing w:line="240" w:lineRule="atLeast"/>
      </w:pPr>
      <w:r w:rsidRPr="0042234B">
        <w:tab/>
        <w:t>Percentage occupancy</w:t>
      </w:r>
      <w:r w:rsidRPr="0042234B">
        <w:tab/>
        <w:t xml:space="preserve">=  </w:t>
      </w:r>
      <w:r>
        <w:t>2</w:t>
      </w:r>
      <w:r w:rsidRPr="0042234B">
        <w:t xml:space="preserve">0,000 ÷ 36,500 =  </w:t>
      </w:r>
      <w:r>
        <w:t>54.8</w:t>
      </w:r>
      <w:r w:rsidRPr="0042234B">
        <w:t>%</w:t>
      </w:r>
    </w:p>
    <w:p w:rsidR="005C186D" w:rsidRPr="0042234B" w:rsidRDefault="005C186D" w:rsidP="00302428">
      <w:pPr>
        <w:tabs>
          <w:tab w:val="left" w:pos="840"/>
        </w:tabs>
        <w:spacing w:line="240" w:lineRule="atLeast"/>
      </w:pPr>
    </w:p>
    <w:p w:rsidR="005C186D" w:rsidRPr="0042234B" w:rsidRDefault="005C186D" w:rsidP="00302428">
      <w:pPr>
        <w:rPr>
          <w:spacing w:val="-22"/>
        </w:rPr>
      </w:pPr>
      <w:r w:rsidRPr="0042234B">
        <w:rPr>
          <w:spacing w:val="-22"/>
          <w:u w:val="single"/>
        </w:rPr>
        <w:t>2-</w:t>
      </w:r>
      <w:r>
        <w:rPr>
          <w:spacing w:val="-22"/>
          <w:u w:val="single"/>
        </w:rPr>
        <w:t>43</w:t>
      </w:r>
      <w:r w:rsidRPr="0042234B">
        <w:rPr>
          <w:spacing w:val="-22"/>
        </w:rPr>
        <w:tab/>
        <w:t>(15 min.)</w:t>
      </w:r>
    </w:p>
    <w:p w:rsidR="005C186D" w:rsidRPr="0042234B" w:rsidRDefault="005C186D" w:rsidP="00302428">
      <w:pPr>
        <w:rPr>
          <w:spacing w:val="-22"/>
        </w:rPr>
      </w:pPr>
    </w:p>
    <w:p w:rsidR="005C186D" w:rsidRPr="0042234B" w:rsidRDefault="005C186D" w:rsidP="00170F62">
      <w:pPr>
        <w:tabs>
          <w:tab w:val="left" w:pos="810"/>
        </w:tabs>
        <w:ind w:left="810" w:hanging="810"/>
      </w:pPr>
      <w:r w:rsidRPr="0042234B">
        <w:rPr>
          <w:spacing w:val="-20"/>
        </w:rPr>
        <w:t>1.</w:t>
      </w:r>
      <w:r w:rsidRPr="0042234B">
        <w:rPr>
          <w:spacing w:val="-20"/>
        </w:rPr>
        <w:tab/>
      </w:r>
      <w:r w:rsidRPr="0042234B">
        <w:t>$23.  To compute this, let X be the variable cost that generates $1 million in profits:</w:t>
      </w:r>
    </w:p>
    <w:p w:rsidR="005C186D" w:rsidRPr="0042234B" w:rsidRDefault="005C186D" w:rsidP="00170F62">
      <w:pPr>
        <w:rPr>
          <w:spacing w:val="-20"/>
        </w:rPr>
      </w:pPr>
    </w:p>
    <w:p w:rsidR="005C186D" w:rsidRPr="0042234B" w:rsidRDefault="005C186D" w:rsidP="00170F62">
      <w:pPr>
        <w:tabs>
          <w:tab w:val="right" w:pos="4140"/>
          <w:tab w:val="left" w:pos="4320"/>
          <w:tab w:val="left" w:pos="4860"/>
        </w:tabs>
        <w:rPr>
          <w:spacing w:val="-20"/>
        </w:rPr>
      </w:pPr>
      <w:r w:rsidRPr="0042234B">
        <w:rPr>
          <w:spacing w:val="-20"/>
        </w:rPr>
        <w:tab/>
        <w:t xml:space="preserve">($48 - X ) × 800,000 - $19,000,000 </w:t>
      </w:r>
      <w:r w:rsidRPr="0042234B">
        <w:rPr>
          <w:spacing w:val="-20"/>
        </w:rPr>
        <w:tab/>
        <w:t>=  $1,000,000</w:t>
      </w:r>
    </w:p>
    <w:p w:rsidR="005C186D" w:rsidRPr="0042234B" w:rsidRDefault="005C186D" w:rsidP="00170F62">
      <w:pPr>
        <w:tabs>
          <w:tab w:val="right" w:pos="4140"/>
          <w:tab w:val="left" w:pos="4320"/>
          <w:tab w:val="left" w:pos="4860"/>
        </w:tabs>
        <w:rPr>
          <w:spacing w:val="-20"/>
        </w:rPr>
      </w:pPr>
      <w:r w:rsidRPr="0042234B">
        <w:rPr>
          <w:spacing w:val="-20"/>
        </w:rPr>
        <w:tab/>
        <w:t>($48 - X)</w:t>
      </w:r>
      <w:r w:rsidRPr="0042234B">
        <w:rPr>
          <w:spacing w:val="-20"/>
        </w:rPr>
        <w:tab/>
        <w:t>=  ($1,000,000 + $19,000,000) ÷ 800,000</w:t>
      </w:r>
    </w:p>
    <w:p w:rsidR="005C186D" w:rsidRPr="0042234B" w:rsidRDefault="005C186D" w:rsidP="00170F62">
      <w:pPr>
        <w:tabs>
          <w:tab w:val="right" w:pos="4140"/>
          <w:tab w:val="left" w:pos="4320"/>
          <w:tab w:val="left" w:pos="4860"/>
        </w:tabs>
        <w:rPr>
          <w:spacing w:val="-20"/>
        </w:rPr>
      </w:pPr>
      <w:r w:rsidRPr="0042234B">
        <w:rPr>
          <w:spacing w:val="-20"/>
        </w:rPr>
        <w:tab/>
        <w:t>$48 - X</w:t>
      </w:r>
      <w:r w:rsidRPr="0042234B">
        <w:rPr>
          <w:spacing w:val="-20"/>
        </w:rPr>
        <w:tab/>
        <w:t>=  $200 ÷ 8 = $25</w:t>
      </w:r>
    </w:p>
    <w:p w:rsidR="005C186D" w:rsidRPr="0042234B" w:rsidRDefault="005C186D" w:rsidP="00170F62">
      <w:pPr>
        <w:tabs>
          <w:tab w:val="right" w:pos="4140"/>
          <w:tab w:val="left" w:pos="4320"/>
          <w:tab w:val="left" w:pos="4860"/>
        </w:tabs>
        <w:rPr>
          <w:spacing w:val="-20"/>
        </w:rPr>
      </w:pPr>
      <w:r w:rsidRPr="0042234B">
        <w:rPr>
          <w:spacing w:val="-20"/>
        </w:rPr>
        <w:tab/>
        <w:t>X</w:t>
      </w:r>
      <w:r w:rsidRPr="0042234B">
        <w:rPr>
          <w:spacing w:val="-20"/>
        </w:rPr>
        <w:tab/>
        <w:t>=  $48 - $25 = $23</w:t>
      </w:r>
    </w:p>
    <w:p w:rsidR="005C186D" w:rsidRPr="0042234B" w:rsidRDefault="005C186D" w:rsidP="00170F62">
      <w:pPr>
        <w:rPr>
          <w:spacing w:val="-20"/>
        </w:rPr>
      </w:pPr>
    </w:p>
    <w:p w:rsidR="005C186D" w:rsidRPr="0042234B" w:rsidRDefault="005C186D" w:rsidP="00170F62">
      <w:pPr>
        <w:tabs>
          <w:tab w:val="left" w:pos="810"/>
        </w:tabs>
      </w:pPr>
      <w:r w:rsidRPr="0042234B">
        <w:t>2.</w:t>
      </w:r>
      <w:r w:rsidRPr="0042234B">
        <w:tab/>
        <w:t>Loss of $600,000:</w:t>
      </w:r>
    </w:p>
    <w:p w:rsidR="005C186D" w:rsidRPr="0042234B" w:rsidRDefault="005C186D" w:rsidP="00170F62"/>
    <w:p w:rsidR="005C186D" w:rsidRPr="0042234B" w:rsidRDefault="005C186D" w:rsidP="00170F62">
      <w:pPr>
        <w:tabs>
          <w:tab w:val="left" w:pos="810"/>
          <w:tab w:val="left" w:pos="1170"/>
        </w:tabs>
      </w:pPr>
      <w:r w:rsidRPr="0042234B">
        <w:tab/>
        <w:t>($48 - $25) × 800,000 - $19,000,000</w:t>
      </w:r>
    </w:p>
    <w:p w:rsidR="005C186D" w:rsidRPr="0042234B" w:rsidRDefault="005C186D" w:rsidP="00170F62">
      <w:pPr>
        <w:tabs>
          <w:tab w:val="left" w:pos="810"/>
          <w:tab w:val="left" w:pos="1170"/>
        </w:tabs>
      </w:pPr>
      <w:r w:rsidRPr="0042234B">
        <w:tab/>
      </w:r>
      <w:r w:rsidRPr="0042234B">
        <w:tab/>
        <w:t>= ($23 × 800,000) - $19,000,000</w:t>
      </w:r>
    </w:p>
    <w:p w:rsidR="005C186D" w:rsidRPr="0042234B" w:rsidRDefault="005C186D" w:rsidP="00170F62">
      <w:pPr>
        <w:tabs>
          <w:tab w:val="left" w:pos="810"/>
          <w:tab w:val="left" w:pos="1170"/>
        </w:tabs>
      </w:pPr>
      <w:r w:rsidRPr="0042234B">
        <w:tab/>
      </w:r>
      <w:r w:rsidRPr="0042234B">
        <w:tab/>
        <w:t>= $18,400,000 - $19,000,000</w:t>
      </w:r>
    </w:p>
    <w:p w:rsidR="005C186D" w:rsidRPr="0042234B" w:rsidRDefault="005C186D" w:rsidP="00170F62">
      <w:pPr>
        <w:tabs>
          <w:tab w:val="left" w:pos="810"/>
          <w:tab w:val="left" w:pos="1170"/>
        </w:tabs>
      </w:pPr>
      <w:r w:rsidRPr="0042234B">
        <w:tab/>
      </w:r>
      <w:r w:rsidRPr="0042234B">
        <w:tab/>
        <w:t>= ($600,000)</w:t>
      </w:r>
    </w:p>
    <w:p w:rsidR="005C186D" w:rsidRPr="0042234B" w:rsidRDefault="005C186D" w:rsidP="0049272E">
      <w:pPr>
        <w:tabs>
          <w:tab w:val="right" w:pos="3420"/>
          <w:tab w:val="left" w:pos="3600"/>
          <w:tab w:val="left" w:pos="4860"/>
        </w:tabs>
      </w:pPr>
      <w:r w:rsidRPr="0042234B">
        <w:rPr>
          <w:u w:val="single"/>
        </w:rPr>
        <w:br w:type="page"/>
        <w:t>2-</w:t>
      </w:r>
      <w:r>
        <w:rPr>
          <w:u w:val="single"/>
        </w:rPr>
        <w:t>44</w:t>
      </w:r>
      <w:r w:rsidRPr="0042234B">
        <w:t xml:space="preserve">      (15-20 min.)</w:t>
      </w:r>
    </w:p>
    <w:p w:rsidR="005C186D" w:rsidRPr="0042234B" w:rsidRDefault="005C186D" w:rsidP="0049272E">
      <w:pPr>
        <w:tabs>
          <w:tab w:val="left" w:pos="720"/>
          <w:tab w:val="right" w:pos="3840"/>
          <w:tab w:val="left" w:pos="3960"/>
        </w:tabs>
      </w:pPr>
    </w:p>
    <w:p w:rsidR="005C186D" w:rsidRPr="00C82B46" w:rsidRDefault="005C186D" w:rsidP="00D67725">
      <w:pPr>
        <w:tabs>
          <w:tab w:val="left" w:pos="810"/>
          <w:tab w:val="left" w:pos="1440"/>
          <w:tab w:val="right" w:pos="3840"/>
          <w:tab w:val="left" w:pos="3960"/>
        </w:tabs>
      </w:pPr>
      <w:r w:rsidRPr="00C82B46">
        <w:t>1.</w:t>
      </w:r>
      <w:r w:rsidRPr="00C82B46">
        <w:tab/>
        <w:t xml:space="preserve">Let </w:t>
      </w:r>
      <w:r>
        <w:t>2</w:t>
      </w:r>
      <w:r w:rsidRPr="00C82B46">
        <w:t xml:space="preserve">R = pints of raspberries and </w:t>
      </w:r>
      <w:r>
        <w:t>5</w:t>
      </w:r>
      <w:r w:rsidRPr="00C82B46">
        <w:t>R = pints of strawberries</w:t>
      </w:r>
    </w:p>
    <w:p w:rsidR="005C186D" w:rsidRPr="00C82B46" w:rsidRDefault="005C186D" w:rsidP="00D67725">
      <w:pPr>
        <w:tabs>
          <w:tab w:val="left" w:pos="810"/>
          <w:tab w:val="right" w:pos="3840"/>
          <w:tab w:val="left" w:pos="3960"/>
        </w:tabs>
      </w:pPr>
      <w:r w:rsidRPr="00C82B46">
        <w:tab/>
        <w:t>sales  - variable expenses - fixed expenses = zero net income</w:t>
      </w:r>
    </w:p>
    <w:p w:rsidR="005C186D" w:rsidRPr="00C82B46" w:rsidRDefault="005C186D" w:rsidP="00D67725">
      <w:pPr>
        <w:tabs>
          <w:tab w:val="right" w:pos="6570"/>
          <w:tab w:val="left" w:pos="6750"/>
        </w:tabs>
      </w:pPr>
      <w:r w:rsidRPr="00C82B46">
        <w:tab/>
      </w:r>
      <w:r>
        <w:t>(</w:t>
      </w:r>
      <w:r w:rsidRPr="00C82B46">
        <w:t>$1.</w:t>
      </w:r>
      <w:r>
        <w:t>05×5</w:t>
      </w:r>
      <w:r w:rsidRPr="00C82B46">
        <w:t>R</w:t>
      </w:r>
      <w:r>
        <w:t>)</w:t>
      </w:r>
      <w:r w:rsidRPr="00C82B46">
        <w:t xml:space="preserve"> + </w:t>
      </w:r>
      <w:r>
        <w:t>(</w:t>
      </w:r>
      <w:r w:rsidRPr="00C82B46">
        <w:t>$1.</w:t>
      </w:r>
      <w:r>
        <w:t>30×2</w:t>
      </w:r>
      <w:r w:rsidRPr="00C82B46">
        <w:t>R</w:t>
      </w:r>
      <w:r>
        <w:t>)</w:t>
      </w:r>
      <w:r w:rsidRPr="00C82B46">
        <w:t xml:space="preserve"> </w:t>
      </w:r>
      <w:r>
        <w:t>–</w:t>
      </w:r>
      <w:r w:rsidRPr="00C82B46">
        <w:t xml:space="preserve"> </w:t>
      </w:r>
      <w:r>
        <w:t>(</w:t>
      </w:r>
      <w:r w:rsidRPr="00C82B46">
        <w:t>$.</w:t>
      </w:r>
      <w:r>
        <w:t>8</w:t>
      </w:r>
      <w:r w:rsidRPr="00C82B46">
        <w:t>5</w:t>
      </w:r>
      <w:r>
        <w:t>×5</w:t>
      </w:r>
      <w:r w:rsidRPr="00C82B46">
        <w:t>R</w:t>
      </w:r>
      <w:r>
        <w:t>)</w:t>
      </w:r>
      <w:r w:rsidRPr="00C82B46">
        <w:t xml:space="preserve"> </w:t>
      </w:r>
      <w:r>
        <w:t>–</w:t>
      </w:r>
      <w:r w:rsidRPr="00C82B46">
        <w:t xml:space="preserve"> </w:t>
      </w:r>
      <w:r>
        <w:t>(</w:t>
      </w:r>
      <w:r w:rsidRPr="00C82B46">
        <w:t>$.9</w:t>
      </w:r>
      <w:r>
        <w:t>0×2</w:t>
      </w:r>
      <w:r w:rsidRPr="00C82B46">
        <w:t>R</w:t>
      </w:r>
      <w:r>
        <w:t>)</w:t>
      </w:r>
      <w:r w:rsidRPr="00C82B46">
        <w:t xml:space="preserve"> - $15,</w:t>
      </w:r>
      <w:r>
        <w:t>3</w:t>
      </w:r>
      <w:r w:rsidRPr="00C82B46">
        <w:t>00</w:t>
      </w:r>
      <w:r w:rsidRPr="00C82B46">
        <w:tab/>
        <w:t>=  0</w:t>
      </w:r>
    </w:p>
    <w:p w:rsidR="005C186D" w:rsidRPr="00C82B46" w:rsidRDefault="005C186D" w:rsidP="00D67725">
      <w:pPr>
        <w:tabs>
          <w:tab w:val="right" w:pos="6570"/>
          <w:tab w:val="left" w:pos="6750"/>
        </w:tabs>
      </w:pPr>
      <w:r>
        <w:tab/>
        <w:t xml:space="preserve">($5.25 × </w:t>
      </w:r>
      <w:r w:rsidRPr="00C82B46">
        <w:t>R</w:t>
      </w:r>
      <w:r>
        <w:t>)</w:t>
      </w:r>
      <w:r w:rsidRPr="00C82B46">
        <w:t xml:space="preserve"> + </w:t>
      </w:r>
      <w:r>
        <w:t>(</w:t>
      </w:r>
      <w:r w:rsidRPr="00C82B46">
        <w:t>$</w:t>
      </w:r>
      <w:r>
        <w:t xml:space="preserve">2.60 × </w:t>
      </w:r>
      <w:r w:rsidRPr="00C82B46">
        <w:t>R</w:t>
      </w:r>
      <w:r>
        <w:t>)</w:t>
      </w:r>
      <w:r w:rsidRPr="00C82B46">
        <w:t xml:space="preserve"> </w:t>
      </w:r>
      <w:r>
        <w:t>–</w:t>
      </w:r>
      <w:r w:rsidRPr="00C82B46">
        <w:t xml:space="preserve"> </w:t>
      </w:r>
      <w:r>
        <w:t>(</w:t>
      </w:r>
      <w:r w:rsidRPr="00C82B46">
        <w:t>$</w:t>
      </w:r>
      <w:r>
        <w:t xml:space="preserve">4.25 × </w:t>
      </w:r>
      <w:r w:rsidRPr="00C82B46">
        <w:t>R</w:t>
      </w:r>
      <w:r>
        <w:t>)</w:t>
      </w:r>
      <w:r w:rsidRPr="00C82B46">
        <w:t xml:space="preserve"> </w:t>
      </w:r>
      <w:r>
        <w:t>–</w:t>
      </w:r>
      <w:r w:rsidRPr="00C82B46">
        <w:t xml:space="preserve"> </w:t>
      </w:r>
      <w:r>
        <w:t>(</w:t>
      </w:r>
      <w:r w:rsidRPr="00C82B46">
        <w:t>$</w:t>
      </w:r>
      <w:r>
        <w:t xml:space="preserve">1.80 × </w:t>
      </w:r>
      <w:r w:rsidRPr="00C82B46">
        <w:t>R</w:t>
      </w:r>
      <w:r>
        <w:t>)</w:t>
      </w:r>
      <w:r w:rsidRPr="00C82B46">
        <w:t xml:space="preserve"> -$15,</w:t>
      </w:r>
      <w:r>
        <w:t>3</w:t>
      </w:r>
      <w:r w:rsidRPr="00C82B46">
        <w:t>00</w:t>
      </w:r>
      <w:r w:rsidRPr="00C82B46">
        <w:tab/>
        <w:t>=  0</w:t>
      </w:r>
    </w:p>
    <w:p w:rsidR="005C186D" w:rsidRPr="00C82B46" w:rsidRDefault="005C186D" w:rsidP="00D67725">
      <w:pPr>
        <w:tabs>
          <w:tab w:val="right" w:pos="6570"/>
          <w:tab w:val="left" w:pos="6750"/>
        </w:tabs>
      </w:pPr>
      <w:r w:rsidRPr="00C82B46">
        <w:tab/>
        <w:t>$</w:t>
      </w:r>
      <w:r>
        <w:t xml:space="preserve">1.8 × </w:t>
      </w:r>
      <w:r w:rsidRPr="00C82B46">
        <w:t>R - $15,</w:t>
      </w:r>
      <w:r>
        <w:t>3</w:t>
      </w:r>
      <w:r w:rsidRPr="00C82B46">
        <w:t>00</w:t>
      </w:r>
      <w:r w:rsidRPr="00C82B46">
        <w:tab/>
        <w:t>=  0</w:t>
      </w:r>
    </w:p>
    <w:p w:rsidR="005C186D" w:rsidRPr="00C82B46" w:rsidRDefault="005C186D" w:rsidP="008F1F8B">
      <w:pPr>
        <w:tabs>
          <w:tab w:val="right" w:pos="1170"/>
          <w:tab w:val="left" w:pos="1350"/>
        </w:tabs>
      </w:pPr>
      <w:r w:rsidRPr="00C82B46">
        <w:tab/>
        <w:t>R</w:t>
      </w:r>
      <w:r w:rsidRPr="00C82B46">
        <w:tab/>
        <w:t xml:space="preserve">= </w:t>
      </w:r>
      <w:r>
        <w:t>8,5</w:t>
      </w:r>
      <w:r w:rsidRPr="00C82B46">
        <w:t xml:space="preserve">00 </w:t>
      </w:r>
    </w:p>
    <w:p w:rsidR="005C186D" w:rsidRPr="00C82B46" w:rsidRDefault="005C186D" w:rsidP="00D67725">
      <w:pPr>
        <w:tabs>
          <w:tab w:val="right" w:pos="1170"/>
          <w:tab w:val="left" w:pos="1350"/>
        </w:tabs>
      </w:pPr>
      <w:r w:rsidRPr="00C82B46">
        <w:tab/>
      </w:r>
      <w:r>
        <w:t>2</w:t>
      </w:r>
      <w:r w:rsidRPr="00C82B46">
        <w:t>R</w:t>
      </w:r>
      <w:r w:rsidRPr="00C82B46">
        <w:tab/>
        <w:t>= 1</w:t>
      </w:r>
      <w:r>
        <w:t>7</w:t>
      </w:r>
      <w:r w:rsidRPr="00C82B46">
        <w:t>,000 pints of raspberries</w:t>
      </w:r>
    </w:p>
    <w:p w:rsidR="005C186D" w:rsidRPr="00C82B46" w:rsidRDefault="005C186D" w:rsidP="00D67725">
      <w:pPr>
        <w:tabs>
          <w:tab w:val="right" w:pos="1170"/>
          <w:tab w:val="left" w:pos="1350"/>
        </w:tabs>
      </w:pPr>
      <w:r w:rsidRPr="00C82B46">
        <w:tab/>
      </w:r>
      <w:r>
        <w:t>5</w:t>
      </w:r>
      <w:r w:rsidRPr="00C82B46">
        <w:t xml:space="preserve">R </w:t>
      </w:r>
      <w:r w:rsidRPr="00C82B46">
        <w:tab/>
        <w:t xml:space="preserve">= </w:t>
      </w:r>
      <w:r>
        <w:t>42,5</w:t>
      </w:r>
      <w:r w:rsidRPr="00C82B46">
        <w:t>00 pints of strawberries</w:t>
      </w:r>
    </w:p>
    <w:p w:rsidR="005C186D" w:rsidRPr="00C82B46" w:rsidRDefault="005C186D" w:rsidP="00D67725">
      <w:pPr>
        <w:tabs>
          <w:tab w:val="left" w:pos="720"/>
          <w:tab w:val="left" w:pos="1080"/>
          <w:tab w:val="right" w:pos="3840"/>
          <w:tab w:val="left" w:pos="3960"/>
        </w:tabs>
      </w:pPr>
    </w:p>
    <w:p w:rsidR="005C186D" w:rsidRPr="00C82B46" w:rsidRDefault="005C186D" w:rsidP="00D67725">
      <w:pPr>
        <w:tabs>
          <w:tab w:val="left" w:pos="810"/>
          <w:tab w:val="left" w:pos="1080"/>
          <w:tab w:val="right" w:pos="3840"/>
          <w:tab w:val="left" w:pos="3960"/>
        </w:tabs>
      </w:pPr>
      <w:r w:rsidRPr="00C82B46">
        <w:t>2.</w:t>
      </w:r>
      <w:r w:rsidRPr="00C82B46">
        <w:tab/>
        <w:t>Let S = pints of strawberries</w:t>
      </w:r>
    </w:p>
    <w:p w:rsidR="005C186D" w:rsidRPr="00C82B46" w:rsidRDefault="005C186D" w:rsidP="00D67725">
      <w:pPr>
        <w:tabs>
          <w:tab w:val="left" w:pos="810"/>
          <w:tab w:val="left" w:pos="1080"/>
          <w:tab w:val="right" w:pos="3840"/>
          <w:tab w:val="left" w:pos="3960"/>
        </w:tabs>
      </w:pPr>
      <w:r w:rsidRPr="00C82B46">
        <w:tab/>
        <w:t>($1.</w:t>
      </w:r>
      <w:r>
        <w:t>05</w:t>
      </w:r>
      <w:r w:rsidRPr="00C82B46">
        <w:t xml:space="preserve"> - $.</w:t>
      </w:r>
      <w:r>
        <w:t>8</w:t>
      </w:r>
      <w:r w:rsidRPr="00C82B46">
        <w:t>5) × S - $15,</w:t>
      </w:r>
      <w:r>
        <w:t>3</w:t>
      </w:r>
      <w:r w:rsidRPr="00C82B46">
        <w:t>00 = 0</w:t>
      </w:r>
    </w:p>
    <w:p w:rsidR="005C186D" w:rsidRPr="00C82B46" w:rsidRDefault="005C186D" w:rsidP="00D67725">
      <w:pPr>
        <w:tabs>
          <w:tab w:val="left" w:pos="810"/>
          <w:tab w:val="left" w:pos="1080"/>
          <w:tab w:val="right" w:pos="3840"/>
          <w:tab w:val="left" w:pos="3960"/>
        </w:tabs>
      </w:pPr>
      <w:r>
        <w:tab/>
        <w:t>.20</w:t>
      </w:r>
      <w:r w:rsidRPr="00C82B46">
        <w:t>S - $15,</w:t>
      </w:r>
      <w:r>
        <w:t>3</w:t>
      </w:r>
      <w:r w:rsidRPr="00C82B46">
        <w:t>00 = 0</w:t>
      </w:r>
    </w:p>
    <w:p w:rsidR="005C186D" w:rsidRPr="00C82B46" w:rsidRDefault="005C186D" w:rsidP="00D67725">
      <w:pPr>
        <w:tabs>
          <w:tab w:val="left" w:pos="810"/>
          <w:tab w:val="left" w:pos="1080"/>
          <w:tab w:val="right" w:pos="3840"/>
          <w:tab w:val="left" w:pos="3960"/>
        </w:tabs>
      </w:pPr>
      <w:r w:rsidRPr="00C82B46">
        <w:tab/>
        <w:t xml:space="preserve">S = </w:t>
      </w:r>
      <w:r>
        <w:t>76,500</w:t>
      </w:r>
      <w:r w:rsidRPr="00C82B46">
        <w:t xml:space="preserve"> pints of strawberries</w:t>
      </w:r>
    </w:p>
    <w:p w:rsidR="005C186D" w:rsidRPr="00C82B46" w:rsidRDefault="005C186D" w:rsidP="00D67725">
      <w:pPr>
        <w:tabs>
          <w:tab w:val="left" w:pos="720"/>
          <w:tab w:val="left" w:pos="1080"/>
          <w:tab w:val="right" w:pos="3840"/>
          <w:tab w:val="left" w:pos="3960"/>
        </w:tabs>
      </w:pPr>
    </w:p>
    <w:p w:rsidR="005C186D" w:rsidRPr="00C82B46" w:rsidRDefault="005C186D" w:rsidP="00D67725">
      <w:pPr>
        <w:tabs>
          <w:tab w:val="left" w:pos="810"/>
          <w:tab w:val="left" w:pos="1080"/>
          <w:tab w:val="right" w:pos="3840"/>
          <w:tab w:val="left" w:pos="3960"/>
        </w:tabs>
      </w:pPr>
      <w:r w:rsidRPr="00C82B46">
        <w:t>3.</w:t>
      </w:r>
      <w:r w:rsidRPr="00C82B46">
        <w:tab/>
        <w:t>Let R = pints of raspberries</w:t>
      </w:r>
    </w:p>
    <w:p w:rsidR="005C186D" w:rsidRPr="00C82B46" w:rsidRDefault="005C186D" w:rsidP="00D67725">
      <w:pPr>
        <w:tabs>
          <w:tab w:val="left" w:pos="810"/>
          <w:tab w:val="left" w:pos="1080"/>
          <w:tab w:val="right" w:pos="3840"/>
          <w:tab w:val="left" w:pos="3960"/>
        </w:tabs>
      </w:pPr>
      <w:r w:rsidRPr="00C82B46">
        <w:tab/>
        <w:t>($1.</w:t>
      </w:r>
      <w:r>
        <w:t>30</w:t>
      </w:r>
      <w:r w:rsidRPr="00C82B46">
        <w:t xml:space="preserve"> - $.9</w:t>
      </w:r>
      <w:r>
        <w:t>0</w:t>
      </w:r>
      <w:r w:rsidRPr="00C82B46">
        <w:t>) × R - $15,</w:t>
      </w:r>
      <w:r>
        <w:t>3</w:t>
      </w:r>
      <w:r w:rsidRPr="00C82B46">
        <w:t>00 = 0</w:t>
      </w:r>
    </w:p>
    <w:p w:rsidR="005C186D" w:rsidRPr="00C82B46" w:rsidRDefault="005C186D" w:rsidP="00D67725">
      <w:pPr>
        <w:tabs>
          <w:tab w:val="left" w:pos="810"/>
          <w:tab w:val="left" w:pos="1080"/>
          <w:tab w:val="right" w:pos="3840"/>
          <w:tab w:val="left" w:pos="3960"/>
        </w:tabs>
      </w:pPr>
      <w:r>
        <w:tab/>
        <w:t>($.4</w:t>
      </w:r>
      <w:r w:rsidRPr="00C82B46">
        <w:t>0</w:t>
      </w:r>
      <w:r>
        <w:t xml:space="preserve"> × </w:t>
      </w:r>
      <w:r w:rsidRPr="00C82B46">
        <w:t>R</w:t>
      </w:r>
      <w:r>
        <w:t>)</w:t>
      </w:r>
      <w:r w:rsidRPr="00C82B46">
        <w:t xml:space="preserve"> - $15,</w:t>
      </w:r>
      <w:r>
        <w:t>3</w:t>
      </w:r>
      <w:r w:rsidRPr="00C82B46">
        <w:t>00 = 0</w:t>
      </w:r>
    </w:p>
    <w:p w:rsidR="005C186D" w:rsidRPr="00C82B46" w:rsidRDefault="005C186D" w:rsidP="00D67725">
      <w:pPr>
        <w:tabs>
          <w:tab w:val="left" w:pos="810"/>
          <w:tab w:val="left" w:pos="1080"/>
          <w:tab w:val="right" w:pos="3840"/>
          <w:tab w:val="left" w:pos="3960"/>
        </w:tabs>
      </w:pPr>
      <w:r w:rsidRPr="00C82B46">
        <w:tab/>
        <w:t>R = 3</w:t>
      </w:r>
      <w:r>
        <w:t>8,25</w:t>
      </w:r>
      <w:r w:rsidRPr="00C82B46">
        <w:t>0 pints of raspberries</w:t>
      </w:r>
    </w:p>
    <w:p w:rsidR="005C186D" w:rsidRPr="00C82B46" w:rsidRDefault="005C186D" w:rsidP="00D67725">
      <w:pPr>
        <w:tabs>
          <w:tab w:val="left" w:pos="840"/>
          <w:tab w:val="left" w:pos="1200"/>
        </w:tabs>
        <w:rPr>
          <w:sz w:val="32"/>
          <w:szCs w:val="32"/>
        </w:rPr>
      </w:pPr>
    </w:p>
    <w:p w:rsidR="005C186D" w:rsidRPr="0042234B" w:rsidRDefault="005C186D" w:rsidP="0049272E">
      <w:pPr>
        <w:tabs>
          <w:tab w:val="left" w:pos="840"/>
          <w:tab w:val="left" w:pos="1200"/>
        </w:tabs>
        <w:rPr>
          <w:lang w:val="pt-BR"/>
        </w:rPr>
      </w:pPr>
      <w:r w:rsidRPr="0042234B">
        <w:rPr>
          <w:u w:val="single"/>
          <w:lang w:val="pt-BR"/>
        </w:rPr>
        <w:t>2-</w:t>
      </w:r>
      <w:r>
        <w:rPr>
          <w:u w:val="single"/>
          <w:lang w:val="pt-BR"/>
        </w:rPr>
        <w:t>45</w:t>
      </w:r>
      <w:r w:rsidRPr="0042234B">
        <w:rPr>
          <w:lang w:val="pt-BR"/>
        </w:rPr>
        <w:tab/>
        <w:t>(10 min.)</w:t>
      </w:r>
    </w:p>
    <w:p w:rsidR="005C186D" w:rsidRPr="0042234B" w:rsidRDefault="005C186D" w:rsidP="00F435A8">
      <w:pPr>
        <w:tabs>
          <w:tab w:val="left" w:pos="840"/>
          <w:tab w:val="left" w:pos="1200"/>
        </w:tabs>
        <w:outlineLvl w:val="0"/>
        <w:rPr>
          <w:lang w:val="pt-BR"/>
        </w:rPr>
      </w:pPr>
      <w:r w:rsidRPr="0042234B">
        <w:rPr>
          <w:lang w:val="pt-BR"/>
        </w:rPr>
        <w:t>1.</w:t>
      </w:r>
      <w:r w:rsidRPr="0042234B">
        <w:rPr>
          <w:position w:val="-12"/>
          <w:lang w:val="pt-BR"/>
        </w:rPr>
        <w:tab/>
      </w:r>
      <w:r w:rsidRPr="00F43A6E">
        <w:rPr>
          <w:lang w:val="pt-BR"/>
        </w:rPr>
        <w:t>(</w:t>
      </w:r>
      <w:r w:rsidRPr="0042234B">
        <w:rPr>
          <w:lang w:val="pt-BR"/>
        </w:rPr>
        <w:t>$1.50</w:t>
      </w:r>
      <w:r>
        <w:rPr>
          <w:lang w:val="pt-BR"/>
        </w:rPr>
        <w:t xml:space="preserve"> × </w:t>
      </w:r>
      <w:r w:rsidRPr="0042234B">
        <w:rPr>
          <w:lang w:val="pt-BR"/>
        </w:rPr>
        <w:t>N</w:t>
      </w:r>
      <w:r>
        <w:rPr>
          <w:lang w:val="pt-BR"/>
        </w:rPr>
        <w:t>)</w:t>
      </w:r>
      <w:r w:rsidRPr="0042234B">
        <w:rPr>
          <w:lang w:val="pt-BR"/>
        </w:rPr>
        <w:t xml:space="preserve"> </w:t>
      </w:r>
      <w:r>
        <w:rPr>
          <w:lang w:val="pt-BR"/>
        </w:rPr>
        <w:t>–</w:t>
      </w:r>
      <w:r w:rsidRPr="0042234B">
        <w:rPr>
          <w:lang w:val="pt-BR"/>
        </w:rPr>
        <w:t xml:space="preserve"> </w:t>
      </w:r>
      <w:r>
        <w:rPr>
          <w:lang w:val="pt-BR"/>
        </w:rPr>
        <w:t>(</w:t>
      </w:r>
      <w:r w:rsidRPr="0042234B">
        <w:rPr>
          <w:lang w:val="pt-BR"/>
        </w:rPr>
        <w:t>$1.20</w:t>
      </w:r>
      <w:r>
        <w:rPr>
          <w:lang w:val="pt-BR"/>
        </w:rPr>
        <w:t xml:space="preserve"> × </w:t>
      </w:r>
      <w:r w:rsidRPr="0042234B">
        <w:rPr>
          <w:lang w:val="pt-BR"/>
        </w:rPr>
        <w:t>N</w:t>
      </w:r>
      <w:r>
        <w:rPr>
          <w:lang w:val="pt-BR"/>
        </w:rPr>
        <w:t>)</w:t>
      </w:r>
      <w:r w:rsidRPr="0042234B">
        <w:rPr>
          <w:lang w:val="pt-BR"/>
        </w:rPr>
        <w:t xml:space="preserve"> </w:t>
      </w:r>
      <w:r>
        <w:rPr>
          <w:lang w:val="pt-BR"/>
        </w:rPr>
        <w:t>–</w:t>
      </w:r>
      <w:r w:rsidRPr="0042234B">
        <w:rPr>
          <w:lang w:val="pt-BR"/>
        </w:rPr>
        <w:t xml:space="preserve"> $18,000 = $864 ÷ (1 - .25) </w:t>
      </w:r>
    </w:p>
    <w:p w:rsidR="005C186D" w:rsidRPr="0042234B" w:rsidRDefault="005C186D" w:rsidP="0049272E">
      <w:pPr>
        <w:tabs>
          <w:tab w:val="left" w:pos="840"/>
          <w:tab w:val="left" w:pos="1200"/>
        </w:tabs>
        <w:rPr>
          <w:lang w:val="pt-BR"/>
        </w:rPr>
      </w:pPr>
      <w:r w:rsidRPr="0042234B">
        <w:rPr>
          <w:lang w:val="pt-BR"/>
        </w:rPr>
        <w:tab/>
      </w:r>
      <w:r>
        <w:rPr>
          <w:lang w:val="pt-BR"/>
        </w:rPr>
        <w:t>(</w:t>
      </w:r>
      <w:r w:rsidRPr="0042234B">
        <w:rPr>
          <w:lang w:val="pt-BR"/>
        </w:rPr>
        <w:t>$.30</w:t>
      </w:r>
      <w:r>
        <w:rPr>
          <w:lang w:val="pt-BR"/>
        </w:rPr>
        <w:t xml:space="preserve"> × </w:t>
      </w:r>
      <w:r w:rsidRPr="0042234B">
        <w:rPr>
          <w:lang w:val="pt-BR"/>
        </w:rPr>
        <w:t>N</w:t>
      </w:r>
      <w:r>
        <w:rPr>
          <w:lang w:val="pt-BR"/>
        </w:rPr>
        <w:t>)</w:t>
      </w:r>
      <w:r w:rsidRPr="0042234B">
        <w:rPr>
          <w:lang w:val="pt-BR"/>
        </w:rPr>
        <w:t xml:space="preserve"> = $18,000 + ($864 ÷ .75) </w:t>
      </w:r>
    </w:p>
    <w:p w:rsidR="005C186D" w:rsidRPr="0042234B" w:rsidRDefault="005C186D" w:rsidP="0049272E">
      <w:pPr>
        <w:tabs>
          <w:tab w:val="left" w:pos="840"/>
          <w:tab w:val="left" w:pos="1200"/>
        </w:tabs>
        <w:rPr>
          <w:lang w:val="pt-BR"/>
        </w:rPr>
      </w:pPr>
      <w:r w:rsidRPr="0042234B">
        <w:rPr>
          <w:lang w:val="pt-BR"/>
        </w:rPr>
        <w:tab/>
      </w:r>
      <w:r>
        <w:rPr>
          <w:lang w:val="pt-BR"/>
        </w:rPr>
        <w:t>(</w:t>
      </w:r>
      <w:r w:rsidRPr="0042234B">
        <w:rPr>
          <w:lang w:val="pt-BR"/>
        </w:rPr>
        <w:t>$.30</w:t>
      </w:r>
      <w:r>
        <w:rPr>
          <w:lang w:val="pt-BR"/>
        </w:rPr>
        <w:t xml:space="preserve"> × </w:t>
      </w:r>
      <w:r w:rsidRPr="0042234B">
        <w:rPr>
          <w:lang w:val="pt-BR"/>
        </w:rPr>
        <w:t>N</w:t>
      </w:r>
      <w:r>
        <w:rPr>
          <w:lang w:val="pt-BR"/>
        </w:rPr>
        <w:t>)</w:t>
      </w:r>
      <w:r w:rsidRPr="0042234B">
        <w:rPr>
          <w:lang w:val="pt-BR"/>
        </w:rPr>
        <w:t xml:space="preserve"> = $18,000 + $1,152</w:t>
      </w:r>
    </w:p>
    <w:p w:rsidR="005C186D" w:rsidRPr="0042234B" w:rsidRDefault="005C186D" w:rsidP="00F435A8">
      <w:pPr>
        <w:tabs>
          <w:tab w:val="left" w:pos="840"/>
          <w:tab w:val="left" w:pos="1200"/>
        </w:tabs>
        <w:outlineLvl w:val="0"/>
        <w:rPr>
          <w:lang w:val="pt-BR"/>
        </w:rPr>
      </w:pPr>
      <w:r w:rsidRPr="0042234B">
        <w:rPr>
          <w:lang w:val="pt-BR"/>
        </w:rPr>
        <w:tab/>
        <w:t>N = $19,152 ÷ $.30 = 63,840 units</w:t>
      </w:r>
    </w:p>
    <w:p w:rsidR="005C186D" w:rsidRPr="0042234B" w:rsidRDefault="005C186D" w:rsidP="00F435A8">
      <w:pPr>
        <w:tabs>
          <w:tab w:val="left" w:pos="840"/>
          <w:tab w:val="left" w:pos="1200"/>
        </w:tabs>
        <w:outlineLvl w:val="0"/>
        <w:rPr>
          <w:lang w:val="pt-BR"/>
        </w:rPr>
      </w:pPr>
    </w:p>
    <w:p w:rsidR="005C186D" w:rsidRPr="0042234B" w:rsidRDefault="005C186D" w:rsidP="007B7A90">
      <w:pPr>
        <w:tabs>
          <w:tab w:val="left" w:pos="840"/>
          <w:tab w:val="left" w:pos="1200"/>
        </w:tabs>
        <w:outlineLvl w:val="0"/>
        <w:rPr>
          <w:lang w:val="pt-BR"/>
        </w:rPr>
      </w:pPr>
      <w:r w:rsidRPr="0042234B">
        <w:rPr>
          <w:lang w:val="pt-BR"/>
        </w:rPr>
        <w:t>2.</w:t>
      </w:r>
      <w:r w:rsidRPr="0042234B">
        <w:rPr>
          <w:lang w:val="pt-BR"/>
        </w:rPr>
        <w:tab/>
      </w:r>
      <w:r>
        <w:rPr>
          <w:lang w:val="pt-BR"/>
        </w:rPr>
        <w:t>(</w:t>
      </w:r>
      <w:r w:rsidRPr="0042234B">
        <w:rPr>
          <w:lang w:val="pt-BR"/>
        </w:rPr>
        <w:t>$1.50</w:t>
      </w:r>
      <w:r>
        <w:rPr>
          <w:lang w:val="pt-BR"/>
        </w:rPr>
        <w:t xml:space="preserve"> × </w:t>
      </w:r>
      <w:r w:rsidRPr="0042234B">
        <w:rPr>
          <w:lang w:val="pt-BR"/>
        </w:rPr>
        <w:t>N</w:t>
      </w:r>
      <w:r>
        <w:rPr>
          <w:lang w:val="pt-BR"/>
        </w:rPr>
        <w:t>)</w:t>
      </w:r>
      <w:r w:rsidRPr="0042234B">
        <w:rPr>
          <w:lang w:val="pt-BR"/>
        </w:rPr>
        <w:t xml:space="preserve"> </w:t>
      </w:r>
      <w:r>
        <w:rPr>
          <w:lang w:val="pt-BR"/>
        </w:rPr>
        <w:t>–</w:t>
      </w:r>
      <w:r w:rsidRPr="0042234B">
        <w:rPr>
          <w:lang w:val="pt-BR"/>
        </w:rPr>
        <w:t xml:space="preserve"> </w:t>
      </w:r>
      <w:r>
        <w:rPr>
          <w:lang w:val="pt-BR"/>
        </w:rPr>
        <w:t>(</w:t>
      </w:r>
      <w:r w:rsidRPr="0042234B">
        <w:rPr>
          <w:lang w:val="pt-BR"/>
        </w:rPr>
        <w:t>$1.20</w:t>
      </w:r>
      <w:r>
        <w:rPr>
          <w:lang w:val="pt-BR"/>
        </w:rPr>
        <w:t xml:space="preserve"> × </w:t>
      </w:r>
      <w:r w:rsidRPr="0042234B">
        <w:rPr>
          <w:lang w:val="pt-BR"/>
        </w:rPr>
        <w:t>N</w:t>
      </w:r>
      <w:r>
        <w:rPr>
          <w:lang w:val="pt-BR"/>
        </w:rPr>
        <w:t>)</w:t>
      </w:r>
      <w:r w:rsidRPr="0042234B">
        <w:rPr>
          <w:lang w:val="pt-BR"/>
        </w:rPr>
        <w:t xml:space="preserve"> - $18,000 = $1,440 ÷ (1 - .25) </w:t>
      </w:r>
    </w:p>
    <w:p w:rsidR="005C186D" w:rsidRPr="0042234B" w:rsidRDefault="005C186D" w:rsidP="007B7A90">
      <w:pPr>
        <w:tabs>
          <w:tab w:val="left" w:pos="840"/>
          <w:tab w:val="left" w:pos="1200"/>
        </w:tabs>
      </w:pPr>
      <w:r w:rsidRPr="0042234B">
        <w:rPr>
          <w:lang w:val="pt-BR"/>
        </w:rPr>
        <w:tab/>
      </w:r>
      <w:r>
        <w:rPr>
          <w:lang w:val="pt-BR"/>
        </w:rPr>
        <w:t>(</w:t>
      </w:r>
      <w:r w:rsidRPr="0042234B">
        <w:t>$.30</w:t>
      </w:r>
      <w:r>
        <w:t xml:space="preserve"> × </w:t>
      </w:r>
      <w:r w:rsidRPr="0042234B">
        <w:t>N</w:t>
      </w:r>
      <w:r>
        <w:t>)</w:t>
      </w:r>
      <w:r w:rsidRPr="0042234B">
        <w:t xml:space="preserve"> = $18,000 +( $1,440 ÷ .75) </w:t>
      </w:r>
    </w:p>
    <w:p w:rsidR="005C186D" w:rsidRPr="0042234B" w:rsidRDefault="005C186D" w:rsidP="0049272E">
      <w:pPr>
        <w:tabs>
          <w:tab w:val="left" w:pos="840"/>
          <w:tab w:val="left" w:pos="1200"/>
        </w:tabs>
      </w:pPr>
      <w:r w:rsidRPr="0042234B">
        <w:tab/>
      </w:r>
      <w:r>
        <w:t>(</w:t>
      </w:r>
      <w:r w:rsidRPr="0042234B">
        <w:t>$.30</w:t>
      </w:r>
      <w:r>
        <w:t xml:space="preserve"> × </w:t>
      </w:r>
      <w:r w:rsidRPr="0042234B">
        <w:t>N</w:t>
      </w:r>
      <w:r>
        <w:t>)</w:t>
      </w:r>
      <w:r w:rsidRPr="0042234B">
        <w:t xml:space="preserve"> = $18,000 + $1,920</w:t>
      </w:r>
    </w:p>
    <w:p w:rsidR="005C186D" w:rsidRPr="0042234B" w:rsidRDefault="005C186D" w:rsidP="00F435A8">
      <w:pPr>
        <w:tabs>
          <w:tab w:val="left" w:pos="840"/>
          <w:tab w:val="left" w:pos="1200"/>
        </w:tabs>
        <w:outlineLvl w:val="0"/>
      </w:pPr>
      <w:r w:rsidRPr="0042234B">
        <w:tab/>
        <w:t>N = $19,920 ÷ $.30 = 66,400 units</w:t>
      </w:r>
    </w:p>
    <w:p w:rsidR="005C186D" w:rsidRPr="0042234B" w:rsidRDefault="005C186D" w:rsidP="00F435A8">
      <w:pPr>
        <w:tabs>
          <w:tab w:val="left" w:pos="840"/>
          <w:tab w:val="left" w:pos="1200"/>
        </w:tabs>
        <w:outlineLvl w:val="0"/>
      </w:pPr>
    </w:p>
    <w:p w:rsidR="005C186D" w:rsidRPr="0042234B" w:rsidRDefault="005C186D" w:rsidP="0049272E">
      <w:pPr>
        <w:tabs>
          <w:tab w:val="left" w:pos="840"/>
        </w:tabs>
      </w:pPr>
      <w:r w:rsidRPr="0042234B">
        <w:rPr>
          <w:u w:val="single"/>
        </w:rPr>
        <w:br w:type="page"/>
        <w:t>2-</w:t>
      </w:r>
      <w:r>
        <w:rPr>
          <w:u w:val="single"/>
        </w:rPr>
        <w:t>46</w:t>
      </w:r>
      <w:r w:rsidRPr="0042234B">
        <w:tab/>
        <w:t>(15 min.)</w:t>
      </w:r>
    </w:p>
    <w:p w:rsidR="005C186D" w:rsidRPr="0042234B" w:rsidRDefault="005C186D" w:rsidP="0049272E">
      <w:pPr>
        <w:tabs>
          <w:tab w:val="left" w:pos="840"/>
        </w:tabs>
      </w:pPr>
    </w:p>
    <w:p w:rsidR="005C186D" w:rsidRPr="00C82B46" w:rsidRDefault="005C186D" w:rsidP="00F435A8">
      <w:pPr>
        <w:tabs>
          <w:tab w:val="left" w:pos="840"/>
        </w:tabs>
        <w:outlineLvl w:val="0"/>
      </w:pPr>
      <w:r w:rsidRPr="0042234B">
        <w:tab/>
      </w:r>
      <w:r w:rsidRPr="00C82B46">
        <w:t>Several variations of the following general approach are possible:</w:t>
      </w:r>
    </w:p>
    <w:p w:rsidR="005C186D" w:rsidRPr="00C82B46" w:rsidRDefault="005C186D" w:rsidP="00F435A8">
      <w:pPr>
        <w:tabs>
          <w:tab w:val="left" w:pos="840"/>
        </w:tabs>
        <w:spacing w:before="120"/>
        <w:outlineLvl w:val="0"/>
      </w:pPr>
      <w:r w:rsidRPr="00C82B46">
        <w:tab/>
        <w:t xml:space="preserve">Sales - Variable expenses - Fixed expenses = </w:t>
      </w:r>
      <w:r w:rsidRPr="00C82B46">
        <w:fldChar w:fldCharType="begin"/>
      </w:r>
      <w:r w:rsidRPr="00C82B46">
        <w:instrText xml:space="preserve"> EQ \f(\a\ac(Target after-tax,net income),1 - tax rate)     </w:instrText>
      </w:r>
      <w:r w:rsidRPr="00C82B46">
        <w:fldChar w:fldCharType="end"/>
      </w:r>
    </w:p>
    <w:p w:rsidR="005C186D" w:rsidRPr="00C82B46" w:rsidRDefault="005C186D" w:rsidP="00F435A8">
      <w:pPr>
        <w:tabs>
          <w:tab w:val="left" w:pos="840"/>
        </w:tabs>
        <w:outlineLvl w:val="0"/>
      </w:pPr>
      <w:r w:rsidRPr="00C82B46">
        <w:tab/>
        <w:t>S - .</w:t>
      </w:r>
      <w:r>
        <w:t>5</w:t>
      </w:r>
      <w:r w:rsidRPr="00C82B46">
        <w:t>5S - $</w:t>
      </w:r>
      <w:r>
        <w:t>664</w:t>
      </w:r>
      <w:r w:rsidRPr="00C82B46">
        <w:t xml:space="preserve">,000 = </w:t>
      </w:r>
      <w:r w:rsidRPr="008F1F8B">
        <w:rPr>
          <w:position w:val="-28"/>
        </w:rPr>
        <w:pict>
          <v:shape id="_x0000_i1047" type="#_x0000_t75" style="width:63pt;height:33pt">
            <v:imagedata r:id="rId37" o:title=""/>
          </v:shape>
        </w:pict>
      </w:r>
    </w:p>
    <w:p w:rsidR="005C186D" w:rsidRPr="00C82B46" w:rsidRDefault="005C186D" w:rsidP="0049272E">
      <w:pPr>
        <w:tabs>
          <w:tab w:val="left" w:pos="840"/>
        </w:tabs>
      </w:pPr>
      <w:r>
        <w:tab/>
        <w:t>.4</w:t>
      </w:r>
      <w:r w:rsidRPr="00C82B46">
        <w:t>5S = $</w:t>
      </w:r>
      <w:r>
        <w:t>664</w:t>
      </w:r>
      <w:r w:rsidRPr="00C82B46">
        <w:t>,000 + $</w:t>
      </w:r>
      <w:r>
        <w:t>200</w:t>
      </w:r>
      <w:r w:rsidRPr="00C82B46">
        <w:t>,000</w:t>
      </w:r>
    </w:p>
    <w:p w:rsidR="005C186D" w:rsidRPr="00C82B46" w:rsidRDefault="005C186D" w:rsidP="00F435A8">
      <w:pPr>
        <w:tabs>
          <w:tab w:val="left" w:pos="840"/>
        </w:tabs>
        <w:outlineLvl w:val="0"/>
      </w:pPr>
      <w:r w:rsidRPr="00C82B46">
        <w:tab/>
        <w:t>S  = $</w:t>
      </w:r>
      <w:r>
        <w:t>864</w:t>
      </w:r>
      <w:r w:rsidRPr="00C82B46">
        <w:t>,000 ÷ .</w:t>
      </w:r>
      <w:r>
        <w:t>4</w:t>
      </w:r>
      <w:r w:rsidRPr="00C82B46">
        <w:t>5  =  $</w:t>
      </w:r>
      <w:r>
        <w:t>1,92</w:t>
      </w:r>
      <w:r w:rsidRPr="00C82B46">
        <w:t>0,000</w:t>
      </w:r>
    </w:p>
    <w:p w:rsidR="005C186D" w:rsidRPr="00C82B46" w:rsidRDefault="005C186D" w:rsidP="0049272E">
      <w:pPr>
        <w:tabs>
          <w:tab w:val="left" w:pos="840"/>
          <w:tab w:val="left" w:pos="1200"/>
        </w:tabs>
      </w:pPr>
    </w:p>
    <w:p w:rsidR="005C186D" w:rsidRPr="00C82B46" w:rsidRDefault="005C186D" w:rsidP="0049272E">
      <w:pPr>
        <w:tabs>
          <w:tab w:val="left" w:pos="840"/>
          <w:tab w:val="left" w:pos="1200"/>
          <w:tab w:val="right" w:pos="7200"/>
        </w:tabs>
        <w:ind w:left="1200" w:hanging="1200"/>
      </w:pPr>
      <w:r w:rsidRPr="00C82B46">
        <w:t>Check:</w:t>
      </w:r>
      <w:r w:rsidRPr="00C82B46">
        <w:tab/>
      </w:r>
      <w:r>
        <w:tab/>
      </w:r>
      <w:r w:rsidRPr="00C82B46">
        <w:t>Sales</w:t>
      </w:r>
      <w:r w:rsidRPr="00C82B46">
        <w:tab/>
        <w:t>$</w:t>
      </w:r>
      <w:r>
        <w:t>1,92</w:t>
      </w:r>
      <w:r w:rsidRPr="00C82B46">
        <w:t>0,000</w:t>
      </w:r>
    </w:p>
    <w:p w:rsidR="005C186D" w:rsidRPr="00C82B46" w:rsidRDefault="005C186D" w:rsidP="0049272E">
      <w:pPr>
        <w:tabs>
          <w:tab w:val="left" w:pos="840"/>
          <w:tab w:val="left" w:pos="1200"/>
          <w:tab w:val="right" w:pos="7200"/>
        </w:tabs>
        <w:ind w:left="1200"/>
      </w:pPr>
      <w:r>
        <w:t>Variable expenses (5</w:t>
      </w:r>
      <w:r w:rsidRPr="00C82B46">
        <w:t>5%)</w:t>
      </w:r>
      <w:r w:rsidRPr="00C82B46">
        <w:tab/>
      </w:r>
      <w:r w:rsidRPr="00C82B46">
        <w:rPr>
          <w:u w:val="single"/>
        </w:rPr>
        <w:t xml:space="preserve">  1,</w:t>
      </w:r>
      <w:r>
        <w:rPr>
          <w:u w:val="single"/>
        </w:rPr>
        <w:t>056</w:t>
      </w:r>
      <w:r w:rsidRPr="00C82B46">
        <w:rPr>
          <w:u w:val="single"/>
        </w:rPr>
        <w:t>,000</w:t>
      </w:r>
    </w:p>
    <w:p w:rsidR="005C186D" w:rsidRPr="00C82B46" w:rsidRDefault="005C186D" w:rsidP="0049272E">
      <w:pPr>
        <w:tabs>
          <w:tab w:val="left" w:pos="840"/>
          <w:tab w:val="left" w:pos="1200"/>
          <w:tab w:val="right" w:pos="7200"/>
        </w:tabs>
        <w:ind w:left="1200"/>
      </w:pPr>
      <w:r w:rsidRPr="00C82B46">
        <w:t>Contribution margin</w:t>
      </w:r>
      <w:r w:rsidRPr="00C82B46">
        <w:tab/>
      </w:r>
      <w:r>
        <w:t>864</w:t>
      </w:r>
      <w:r w:rsidRPr="00C82B46">
        <w:t>,000</w:t>
      </w:r>
    </w:p>
    <w:p w:rsidR="005C186D" w:rsidRPr="00C82B46" w:rsidRDefault="005C186D" w:rsidP="0049272E">
      <w:pPr>
        <w:tabs>
          <w:tab w:val="left" w:pos="840"/>
          <w:tab w:val="left" w:pos="1200"/>
          <w:tab w:val="right" w:pos="7200"/>
        </w:tabs>
        <w:ind w:left="1200"/>
      </w:pPr>
      <w:r w:rsidRPr="00C82B46">
        <w:t>Fixed expenses</w:t>
      </w:r>
      <w:r w:rsidRPr="00C82B46">
        <w:tab/>
      </w:r>
      <w:r w:rsidRPr="00C82B46">
        <w:rPr>
          <w:u w:val="single"/>
        </w:rPr>
        <w:t xml:space="preserve">     </w:t>
      </w:r>
      <w:r>
        <w:rPr>
          <w:u w:val="single"/>
        </w:rPr>
        <w:t>664</w:t>
      </w:r>
      <w:r w:rsidRPr="00C82B46">
        <w:rPr>
          <w:u w:val="single"/>
        </w:rPr>
        <w:t>,000</w:t>
      </w:r>
    </w:p>
    <w:p w:rsidR="005C186D" w:rsidRPr="00C82B46" w:rsidRDefault="005C186D" w:rsidP="0049272E">
      <w:pPr>
        <w:tabs>
          <w:tab w:val="left" w:pos="840"/>
          <w:tab w:val="left" w:pos="1200"/>
          <w:tab w:val="right" w:pos="7200"/>
        </w:tabs>
        <w:ind w:left="1200"/>
      </w:pPr>
      <w:r w:rsidRPr="00C82B46">
        <w:t>Income before taxes</w:t>
      </w:r>
      <w:r w:rsidRPr="00C82B46">
        <w:tab/>
        <w:t xml:space="preserve">$     </w:t>
      </w:r>
      <w:r>
        <w:t>200</w:t>
      </w:r>
      <w:r w:rsidRPr="00C82B46">
        <w:t>,000</w:t>
      </w:r>
    </w:p>
    <w:p w:rsidR="005C186D" w:rsidRPr="00C82B46" w:rsidRDefault="005C186D" w:rsidP="0049272E">
      <w:pPr>
        <w:tabs>
          <w:tab w:val="left" w:pos="840"/>
          <w:tab w:val="left" w:pos="1200"/>
          <w:tab w:val="right" w:pos="7200"/>
        </w:tabs>
        <w:ind w:left="1200"/>
      </w:pPr>
      <w:r w:rsidRPr="00C82B46">
        <w:t>Income taxes @ 3</w:t>
      </w:r>
      <w:r>
        <w:t>2</w:t>
      </w:r>
      <w:r w:rsidRPr="00C82B46">
        <w:t>%</w:t>
      </w:r>
      <w:r w:rsidRPr="00C82B46">
        <w:tab/>
      </w:r>
      <w:r w:rsidRPr="00C82B46">
        <w:rPr>
          <w:u w:val="single"/>
        </w:rPr>
        <w:t xml:space="preserve">       </w:t>
      </w:r>
      <w:r>
        <w:rPr>
          <w:u w:val="single"/>
        </w:rPr>
        <w:t>64</w:t>
      </w:r>
      <w:r w:rsidRPr="00C82B46">
        <w:rPr>
          <w:u w:val="single"/>
        </w:rPr>
        <w:t>,000</w:t>
      </w:r>
    </w:p>
    <w:p w:rsidR="005C186D" w:rsidRPr="00C82B46" w:rsidRDefault="005C186D" w:rsidP="0049272E">
      <w:pPr>
        <w:tabs>
          <w:tab w:val="left" w:pos="840"/>
          <w:tab w:val="left" w:pos="1200"/>
          <w:tab w:val="right" w:pos="7200"/>
        </w:tabs>
        <w:ind w:left="1200"/>
      </w:pPr>
      <w:r w:rsidRPr="00C82B46">
        <w:t>Net income</w:t>
      </w:r>
      <w:r w:rsidRPr="00C82B46">
        <w:tab/>
      </w:r>
      <w:r w:rsidRPr="00C82B46">
        <w:rPr>
          <w:u w:val="double"/>
        </w:rPr>
        <w:t xml:space="preserve">$   </w:t>
      </w:r>
      <w:r>
        <w:rPr>
          <w:u w:val="double"/>
        </w:rPr>
        <w:t xml:space="preserve"> </w:t>
      </w:r>
      <w:r w:rsidRPr="00C82B46">
        <w:rPr>
          <w:u w:val="double"/>
        </w:rPr>
        <w:t xml:space="preserve"> </w:t>
      </w:r>
      <w:r>
        <w:rPr>
          <w:u w:val="double"/>
        </w:rPr>
        <w:t>136</w:t>
      </w:r>
      <w:r w:rsidRPr="00C82B46">
        <w:rPr>
          <w:u w:val="double"/>
        </w:rPr>
        <w:t>,000</w:t>
      </w:r>
    </w:p>
    <w:p w:rsidR="005C186D" w:rsidRPr="00C82B46" w:rsidRDefault="005C186D" w:rsidP="0049272E"/>
    <w:p w:rsidR="005C186D" w:rsidRPr="0042234B" w:rsidRDefault="005C186D" w:rsidP="0049272E">
      <w:r w:rsidRPr="0042234B">
        <w:rPr>
          <w:spacing w:val="-22"/>
        </w:rPr>
        <w:br w:type="page"/>
      </w:r>
      <w:r w:rsidRPr="0042234B">
        <w:rPr>
          <w:u w:val="single"/>
        </w:rPr>
        <w:t>2-</w:t>
      </w:r>
      <w:r>
        <w:rPr>
          <w:u w:val="single"/>
        </w:rPr>
        <w:t>47</w:t>
      </w:r>
      <w:r w:rsidRPr="0042234B">
        <w:t xml:space="preserve">  (40-50 min.)</w:t>
      </w:r>
    </w:p>
    <w:p w:rsidR="005C186D" w:rsidRPr="0042234B" w:rsidRDefault="005C186D" w:rsidP="0049272E"/>
    <w:p w:rsidR="005C186D" w:rsidRPr="0042234B" w:rsidRDefault="005C186D" w:rsidP="003C109E">
      <w:pPr>
        <w:tabs>
          <w:tab w:val="left" w:pos="840"/>
        </w:tabs>
        <w:outlineLvl w:val="0"/>
      </w:pPr>
      <w:r w:rsidRPr="0042234B">
        <w:t>1.    Several variations of the following general approach are possible:</w:t>
      </w:r>
    </w:p>
    <w:p w:rsidR="005C186D" w:rsidRPr="0042234B" w:rsidRDefault="005C186D" w:rsidP="003C109E">
      <w:pPr>
        <w:tabs>
          <w:tab w:val="left" w:pos="840"/>
        </w:tabs>
        <w:outlineLvl w:val="0"/>
      </w:pPr>
    </w:p>
    <w:p w:rsidR="005C186D" w:rsidRPr="0042234B" w:rsidRDefault="005C186D" w:rsidP="003C109E">
      <w:pPr>
        <w:tabs>
          <w:tab w:val="left" w:pos="840"/>
        </w:tabs>
        <w:outlineLvl w:val="0"/>
      </w:pPr>
      <w:r w:rsidRPr="0042234B">
        <w:t>Let N = Unit Sales.</w:t>
      </w:r>
    </w:p>
    <w:p w:rsidR="005C186D" w:rsidRPr="0042234B" w:rsidRDefault="005C186D" w:rsidP="003C109E">
      <w:pPr>
        <w:tabs>
          <w:tab w:val="left" w:pos="840"/>
        </w:tabs>
        <w:spacing w:before="120"/>
        <w:outlineLvl w:val="0"/>
      </w:pPr>
      <w:r w:rsidRPr="0042234B">
        <w:tab/>
        <w:t>Sales - Variable expenses - Fixed expenses  = Profit</w:t>
      </w:r>
    </w:p>
    <w:p w:rsidR="005C186D" w:rsidRPr="0042234B" w:rsidRDefault="005C186D" w:rsidP="003C109E">
      <w:pPr>
        <w:tabs>
          <w:tab w:val="left" w:pos="840"/>
        </w:tabs>
        <w:outlineLvl w:val="0"/>
      </w:pPr>
      <w:r w:rsidRPr="0042234B">
        <w:tab/>
        <w:t>$</w:t>
      </w:r>
      <w:r>
        <w:t>5</w:t>
      </w:r>
      <w:r w:rsidRPr="0042234B">
        <w:t>N – $</w:t>
      </w:r>
      <w:r>
        <w:t>4.1</w:t>
      </w:r>
      <w:r w:rsidRPr="0042234B">
        <w:t>N – ($3,000 + $</w:t>
      </w:r>
      <w:r>
        <w:t>4</w:t>
      </w:r>
      <w:r w:rsidRPr="0042234B">
        <w:t>,000 + $</w:t>
      </w:r>
      <w:r>
        <w:t>3</w:t>
      </w:r>
      <w:r w:rsidRPr="0042234B">
        <w:t>,000) = $</w:t>
      </w:r>
      <w:r>
        <w:t>5</w:t>
      </w:r>
      <w:r w:rsidRPr="0042234B">
        <w:t>00</w:t>
      </w:r>
    </w:p>
    <w:p w:rsidR="005C186D" w:rsidRPr="0042234B" w:rsidRDefault="005C186D" w:rsidP="003C109E">
      <w:pPr>
        <w:tabs>
          <w:tab w:val="left" w:pos="840"/>
        </w:tabs>
      </w:pPr>
      <w:r w:rsidRPr="0042234B">
        <w:tab/>
        <w:t>$.</w:t>
      </w:r>
      <w:r>
        <w:t>9</w:t>
      </w:r>
      <w:r w:rsidRPr="0042234B">
        <w:t>N - $10,000 =  $</w:t>
      </w:r>
      <w:r>
        <w:t>5</w:t>
      </w:r>
      <w:r w:rsidRPr="0042234B">
        <w:t>00</w:t>
      </w:r>
    </w:p>
    <w:p w:rsidR="005C186D" w:rsidRPr="0042234B" w:rsidRDefault="005C186D" w:rsidP="003C109E">
      <w:pPr>
        <w:tabs>
          <w:tab w:val="left" w:pos="840"/>
        </w:tabs>
        <w:outlineLvl w:val="0"/>
      </w:pPr>
      <w:r w:rsidRPr="0042234B">
        <w:tab/>
        <w:t>N = $1</w:t>
      </w:r>
      <w:r>
        <w:t>0,5</w:t>
      </w:r>
      <w:r w:rsidRPr="0042234B">
        <w:t>00 ÷ $.</w:t>
      </w:r>
      <w:r>
        <w:t>9</w:t>
      </w:r>
      <w:r w:rsidRPr="0042234B">
        <w:t xml:space="preserve">  =  1</w:t>
      </w:r>
      <w:r>
        <w:t>1,666.67</w:t>
      </w:r>
      <w:r w:rsidRPr="0042234B">
        <w:t xml:space="preserve"> glasses of beer</w:t>
      </w:r>
    </w:p>
    <w:p w:rsidR="005C186D" w:rsidRPr="0042234B" w:rsidRDefault="005C186D" w:rsidP="003C109E">
      <w:pPr>
        <w:tabs>
          <w:tab w:val="left" w:pos="840"/>
          <w:tab w:val="left" w:pos="1200"/>
        </w:tabs>
      </w:pPr>
    </w:p>
    <w:p w:rsidR="005C186D" w:rsidRPr="0042234B" w:rsidRDefault="005C186D" w:rsidP="003C109E">
      <w:pPr>
        <w:tabs>
          <w:tab w:val="left" w:pos="840"/>
          <w:tab w:val="left" w:pos="1200"/>
          <w:tab w:val="right" w:pos="7200"/>
        </w:tabs>
        <w:ind w:left="1200" w:hanging="1200"/>
      </w:pPr>
      <w:r w:rsidRPr="0042234B">
        <w:t>Check:</w:t>
      </w:r>
      <w:r w:rsidRPr="0042234B">
        <w:tab/>
        <w:t>Sales (1</w:t>
      </w:r>
      <w:r>
        <w:t>1,666.67</w:t>
      </w:r>
      <w:r w:rsidRPr="0042234B">
        <w:t xml:space="preserve"> × $</w:t>
      </w:r>
      <w:r>
        <w:t>5</w:t>
      </w:r>
      <w:r w:rsidRPr="0042234B">
        <w:t>)</w:t>
      </w:r>
      <w:r w:rsidRPr="0042234B">
        <w:tab/>
        <w:t>$</w:t>
      </w:r>
      <w:r>
        <w:t>58,333</w:t>
      </w:r>
    </w:p>
    <w:p w:rsidR="005C186D" w:rsidRPr="0042234B" w:rsidRDefault="005C186D" w:rsidP="003C109E">
      <w:pPr>
        <w:tabs>
          <w:tab w:val="left" w:pos="840"/>
          <w:tab w:val="left" w:pos="1200"/>
          <w:tab w:val="right" w:pos="7200"/>
        </w:tabs>
        <w:ind w:left="1200"/>
      </w:pPr>
      <w:r w:rsidRPr="0042234B">
        <w:t>Variable expenses (1</w:t>
      </w:r>
      <w:r>
        <w:t>1,666.67</w:t>
      </w:r>
      <w:r w:rsidRPr="0042234B">
        <w:t xml:space="preserve"> × $</w:t>
      </w:r>
      <w:r>
        <w:t>4.1</w:t>
      </w:r>
      <w:r w:rsidRPr="0042234B">
        <w:t>)</w:t>
      </w:r>
      <w:r w:rsidRPr="0042234B">
        <w:tab/>
      </w:r>
      <w:r w:rsidRPr="0042234B">
        <w:rPr>
          <w:u w:val="single"/>
        </w:rPr>
        <w:t xml:space="preserve">  </w:t>
      </w:r>
      <w:r>
        <w:rPr>
          <w:u w:val="single"/>
        </w:rPr>
        <w:t>47</w:t>
      </w:r>
      <w:r w:rsidRPr="0042234B">
        <w:rPr>
          <w:u w:val="single"/>
        </w:rPr>
        <w:t>,</w:t>
      </w:r>
      <w:r>
        <w:rPr>
          <w:u w:val="single"/>
        </w:rPr>
        <w:t>833</w:t>
      </w:r>
    </w:p>
    <w:p w:rsidR="005C186D" w:rsidRPr="0042234B" w:rsidRDefault="005C186D" w:rsidP="003C109E">
      <w:pPr>
        <w:tabs>
          <w:tab w:val="left" w:pos="840"/>
          <w:tab w:val="left" w:pos="1200"/>
          <w:tab w:val="right" w:pos="7200"/>
        </w:tabs>
        <w:ind w:left="1200"/>
      </w:pPr>
      <w:r w:rsidRPr="0042234B">
        <w:t>Contribution margin</w:t>
      </w:r>
      <w:r w:rsidRPr="0042234B">
        <w:tab/>
        <w:t>1</w:t>
      </w:r>
      <w:r>
        <w:t>0,5</w:t>
      </w:r>
      <w:r w:rsidRPr="0042234B">
        <w:t>00</w:t>
      </w:r>
    </w:p>
    <w:p w:rsidR="005C186D" w:rsidRPr="0042234B" w:rsidRDefault="005C186D" w:rsidP="003C109E">
      <w:pPr>
        <w:tabs>
          <w:tab w:val="left" w:pos="840"/>
          <w:tab w:val="left" w:pos="1200"/>
          <w:tab w:val="right" w:pos="7200"/>
        </w:tabs>
        <w:ind w:left="1200"/>
      </w:pPr>
      <w:r w:rsidRPr="0042234B">
        <w:t>Fixed expenses</w:t>
      </w:r>
      <w:r w:rsidRPr="0042234B">
        <w:tab/>
      </w:r>
      <w:r w:rsidRPr="0042234B">
        <w:rPr>
          <w:u w:val="single"/>
        </w:rPr>
        <w:t xml:space="preserve">     10,000</w:t>
      </w:r>
    </w:p>
    <w:p w:rsidR="005C186D" w:rsidRPr="0042234B" w:rsidRDefault="005C186D" w:rsidP="003C109E">
      <w:pPr>
        <w:tabs>
          <w:tab w:val="left" w:pos="840"/>
          <w:tab w:val="left" w:pos="1200"/>
          <w:tab w:val="right" w:pos="7200"/>
        </w:tabs>
        <w:ind w:left="1200"/>
      </w:pPr>
      <w:r w:rsidRPr="0042234B">
        <w:t>Profit</w:t>
      </w:r>
      <w:r w:rsidRPr="0042234B">
        <w:tab/>
      </w:r>
      <w:r w:rsidRPr="0042234B">
        <w:rPr>
          <w:u w:val="double"/>
        </w:rPr>
        <w:t xml:space="preserve">$  </w:t>
      </w:r>
      <w:r>
        <w:rPr>
          <w:u w:val="double"/>
        </w:rPr>
        <w:t>5</w:t>
      </w:r>
      <w:r w:rsidRPr="0042234B">
        <w:rPr>
          <w:u w:val="double"/>
        </w:rPr>
        <w:t>00</w:t>
      </w:r>
    </w:p>
    <w:p w:rsidR="005C186D" w:rsidRPr="0042234B" w:rsidRDefault="005C186D" w:rsidP="003C109E"/>
    <w:p w:rsidR="005C186D" w:rsidRPr="0042234B" w:rsidRDefault="005C186D" w:rsidP="003C109E">
      <w:pPr>
        <w:tabs>
          <w:tab w:val="left" w:pos="720"/>
          <w:tab w:val="decimal" w:pos="6480"/>
          <w:tab w:val="decimal" w:pos="8640"/>
        </w:tabs>
      </w:pPr>
      <w:r w:rsidRPr="0042234B">
        <w:t>2.    $</w:t>
      </w:r>
      <w:r>
        <w:t>5</w:t>
      </w:r>
      <w:r w:rsidRPr="0042234B">
        <w:t>N – $</w:t>
      </w:r>
      <w:r>
        <w:t>4.1</w:t>
      </w:r>
      <w:r w:rsidRPr="0042234B">
        <w:t>N - $10,000 = .05 × ($</w:t>
      </w:r>
      <w:r>
        <w:t>5</w:t>
      </w:r>
      <w:r w:rsidRPr="0042234B">
        <w:t xml:space="preserve">N) </w:t>
      </w:r>
    </w:p>
    <w:p w:rsidR="005C186D" w:rsidRPr="0042234B" w:rsidRDefault="005C186D" w:rsidP="003C109E">
      <w:pPr>
        <w:tabs>
          <w:tab w:val="left" w:pos="720"/>
          <w:tab w:val="decimal" w:pos="6480"/>
          <w:tab w:val="decimal" w:pos="8640"/>
        </w:tabs>
      </w:pPr>
    </w:p>
    <w:p w:rsidR="005C186D" w:rsidRPr="0042234B" w:rsidRDefault="005C186D" w:rsidP="003C109E">
      <w:pPr>
        <w:tabs>
          <w:tab w:val="left" w:pos="720"/>
          <w:tab w:val="decimal" w:pos="6480"/>
          <w:tab w:val="decimal" w:pos="8640"/>
        </w:tabs>
      </w:pPr>
      <w:r w:rsidRPr="0042234B">
        <w:tab/>
        <w:t>N = $10,000 ÷ ($.</w:t>
      </w:r>
      <w:r>
        <w:t>9</w:t>
      </w:r>
      <w:r w:rsidRPr="0042234B">
        <w:t xml:space="preserve"> - $.</w:t>
      </w:r>
      <w:r>
        <w:t>2</w:t>
      </w:r>
      <w:r w:rsidRPr="0042234B">
        <w:t>5) = 15,385 glasses of beer</w:t>
      </w:r>
    </w:p>
    <w:p w:rsidR="005C186D" w:rsidRPr="0042234B" w:rsidRDefault="005C186D" w:rsidP="003C109E">
      <w:pPr>
        <w:tabs>
          <w:tab w:val="left" w:pos="720"/>
          <w:tab w:val="decimal" w:pos="6480"/>
          <w:tab w:val="decimal" w:pos="8640"/>
        </w:tabs>
      </w:pPr>
    </w:p>
    <w:p w:rsidR="005C186D" w:rsidRPr="0042234B" w:rsidRDefault="005C186D" w:rsidP="009B7957">
      <w:pPr>
        <w:tabs>
          <w:tab w:val="left" w:pos="720"/>
          <w:tab w:val="decimal" w:pos="6480"/>
          <w:tab w:val="decimal" w:pos="8640"/>
        </w:tabs>
        <w:ind w:left="360" w:hanging="360"/>
      </w:pPr>
      <w:r>
        <w:t>3.</w:t>
      </w:r>
      <w:r>
        <w:tab/>
        <w:t>Fixed Cost ÷ (Sales price</w:t>
      </w:r>
      <w:r w:rsidRPr="0042234B">
        <w:t xml:space="preserve"> </w:t>
      </w:r>
      <w:r>
        <w:t>–</w:t>
      </w:r>
      <w:r w:rsidRPr="0042234B">
        <w:t xml:space="preserve"> </w:t>
      </w:r>
      <w:r>
        <w:t>cost of meat – cost of buns – cost of other ingredients</w:t>
      </w:r>
      <w:r w:rsidRPr="0042234B">
        <w:t xml:space="preserve">) = </w:t>
      </w:r>
      <w:r>
        <w:t># of</w:t>
      </w:r>
      <w:r w:rsidRPr="0042234B">
        <w:t xml:space="preserve"> hamburgers</w:t>
      </w:r>
    </w:p>
    <w:p w:rsidR="005C186D" w:rsidRPr="0042234B" w:rsidRDefault="005C186D" w:rsidP="009B7957">
      <w:pPr>
        <w:tabs>
          <w:tab w:val="left" w:pos="720"/>
          <w:tab w:val="decimal" w:pos="6480"/>
          <w:tab w:val="decimal" w:pos="8640"/>
        </w:tabs>
        <w:ind w:left="360" w:hanging="360"/>
      </w:pPr>
      <w:r>
        <w:tab/>
      </w:r>
      <w:r w:rsidRPr="0042234B">
        <w:t>$1,560 ÷ ($1.2</w:t>
      </w:r>
      <w:r>
        <w:t>4</w:t>
      </w:r>
      <w:r w:rsidRPr="0042234B">
        <w:t xml:space="preserve"> - $.</w:t>
      </w:r>
      <w:r>
        <w:t>40 - $.12 - $.12</w:t>
      </w:r>
      <w:r w:rsidRPr="0042234B">
        <w:t>) = 2,</w:t>
      </w:r>
      <w:r>
        <w:t>600</w:t>
      </w:r>
      <w:r w:rsidRPr="0042234B">
        <w:t xml:space="preserve"> hamburgers</w:t>
      </w:r>
    </w:p>
    <w:p w:rsidR="005C186D" w:rsidRPr="0042234B" w:rsidRDefault="005C186D" w:rsidP="003C109E">
      <w:pPr>
        <w:tabs>
          <w:tab w:val="left" w:pos="720"/>
          <w:tab w:val="decimal" w:pos="6480"/>
          <w:tab w:val="decimal" w:pos="8640"/>
        </w:tabs>
      </w:pPr>
    </w:p>
    <w:p w:rsidR="005C186D" w:rsidRPr="0042234B" w:rsidRDefault="005C186D" w:rsidP="003C109E">
      <w:pPr>
        <w:tabs>
          <w:tab w:val="left" w:pos="720"/>
          <w:tab w:val="decimal" w:pos="6480"/>
          <w:tab w:val="decimal" w:pos="8640"/>
        </w:tabs>
      </w:pPr>
      <w:r w:rsidRPr="0042234B">
        <w:t xml:space="preserve">4.   </w:t>
      </w:r>
      <w:r w:rsidRPr="0042234B">
        <w:rPr>
          <w:spacing w:val="-20"/>
        </w:rPr>
        <w:t>(</w:t>
      </w:r>
      <w:r>
        <w:rPr>
          <w:spacing w:val="-20"/>
        </w:rPr>
        <w:t>3</w:t>
      </w:r>
      <w:r w:rsidRPr="0042234B">
        <w:rPr>
          <w:spacing w:val="-20"/>
        </w:rPr>
        <w:t>,000 × $.</w:t>
      </w:r>
      <w:r>
        <w:rPr>
          <w:spacing w:val="-20"/>
        </w:rPr>
        <w:t>60</w:t>
      </w:r>
      <w:r w:rsidRPr="0042234B">
        <w:rPr>
          <w:spacing w:val="-20"/>
        </w:rPr>
        <w:t>) + (</w:t>
      </w:r>
      <w:r>
        <w:rPr>
          <w:spacing w:val="-20"/>
        </w:rPr>
        <w:t>4,800 × $.9</w:t>
      </w:r>
      <w:r w:rsidRPr="0042234B">
        <w:rPr>
          <w:spacing w:val="-20"/>
        </w:rPr>
        <w:t>0) - $1,560 = $1,</w:t>
      </w:r>
      <w:r>
        <w:rPr>
          <w:spacing w:val="-20"/>
        </w:rPr>
        <w:t>8</w:t>
      </w:r>
      <w:r w:rsidRPr="0042234B">
        <w:rPr>
          <w:spacing w:val="-20"/>
        </w:rPr>
        <w:t>00 + $</w:t>
      </w:r>
      <w:r>
        <w:rPr>
          <w:spacing w:val="-20"/>
        </w:rPr>
        <w:t>4,32</w:t>
      </w:r>
      <w:r w:rsidRPr="0042234B">
        <w:rPr>
          <w:spacing w:val="-20"/>
        </w:rPr>
        <w:t>0 - $1,560 = $</w:t>
      </w:r>
      <w:r>
        <w:rPr>
          <w:spacing w:val="-20"/>
        </w:rPr>
        <w:t>4,56</w:t>
      </w:r>
      <w:r w:rsidRPr="0042234B">
        <w:rPr>
          <w:spacing w:val="-20"/>
        </w:rPr>
        <w:t>0</w:t>
      </w:r>
      <w:r w:rsidRPr="0042234B">
        <w:t xml:space="preserve">  </w:t>
      </w:r>
      <w:r>
        <w:t>added profit</w:t>
      </w:r>
    </w:p>
    <w:p w:rsidR="005C186D" w:rsidRPr="0042234B" w:rsidRDefault="005C186D" w:rsidP="003C109E">
      <w:pPr>
        <w:tabs>
          <w:tab w:val="left" w:pos="720"/>
          <w:tab w:val="decimal" w:pos="6480"/>
          <w:tab w:val="decimal" w:pos="8640"/>
        </w:tabs>
      </w:pPr>
    </w:p>
    <w:p w:rsidR="005C186D" w:rsidRPr="0042234B" w:rsidRDefault="005C186D" w:rsidP="003C109E">
      <w:pPr>
        <w:tabs>
          <w:tab w:val="left" w:pos="720"/>
          <w:tab w:val="decimal" w:pos="6480"/>
          <w:tab w:val="decimal" w:pos="8640"/>
        </w:tabs>
      </w:pPr>
      <w:r w:rsidRPr="0042234B">
        <w:t>5.   $1,560 ÷ ($.</w:t>
      </w:r>
      <w:r>
        <w:t>60</w:t>
      </w:r>
      <w:r w:rsidRPr="0042234B">
        <w:t xml:space="preserve"> + $.</w:t>
      </w:r>
      <w:r>
        <w:t>90</w:t>
      </w:r>
      <w:r w:rsidRPr="0042234B">
        <w:t>) = 1,</w:t>
      </w:r>
      <w:r>
        <w:t>040</w:t>
      </w:r>
      <w:r w:rsidRPr="0042234B">
        <w:t xml:space="preserve"> new customers are needed to breakeven on the new business.</w:t>
      </w:r>
    </w:p>
    <w:p w:rsidR="005C186D" w:rsidRPr="0042234B" w:rsidRDefault="005C186D" w:rsidP="003C109E">
      <w:pPr>
        <w:tabs>
          <w:tab w:val="left" w:pos="720"/>
          <w:tab w:val="decimal" w:pos="6480"/>
          <w:tab w:val="decimal" w:pos="8640"/>
        </w:tabs>
      </w:pPr>
    </w:p>
    <w:p w:rsidR="005C186D" w:rsidRPr="0042234B" w:rsidRDefault="005C186D" w:rsidP="003C109E">
      <w:pPr>
        <w:tabs>
          <w:tab w:val="left" w:pos="720"/>
          <w:tab w:val="decimal" w:pos="6480"/>
          <w:tab w:val="decimal" w:pos="8640"/>
        </w:tabs>
      </w:pPr>
      <w:r w:rsidRPr="0042234B">
        <w:t xml:space="preserve">A sensitivity analysis would help provide </w:t>
      </w:r>
      <w:r w:rsidRPr="00E02607">
        <w:t>Terry</w:t>
      </w:r>
      <w:r w:rsidRPr="0042234B">
        <w:t xml:space="preserve"> with an assessment of the financial risks associated with the new hamburger business. Suppose that </w:t>
      </w:r>
      <w:r w:rsidRPr="00E02607">
        <w:t>Terry</w:t>
      </w:r>
      <w:r w:rsidRPr="0042234B">
        <w:t xml:space="preserve"> is confident that demand </w:t>
      </w:r>
      <w:r w:rsidRPr="00A605F6">
        <w:t xml:space="preserve">for hamburgers would range between break-even </w:t>
      </w:r>
      <w:r w:rsidRPr="00AF24E9">
        <w:t>± 500</w:t>
      </w:r>
      <w:r w:rsidRPr="00A605F6">
        <w:t xml:space="preserve"> new customers and that expected</w:t>
      </w:r>
      <w:r w:rsidRPr="0042234B">
        <w:t xml:space="preserve"> fixed costs will not change within this range. The contribution margin generated by each new customer is $1.</w:t>
      </w:r>
      <w:r>
        <w:t>50</w:t>
      </w:r>
      <w:r w:rsidRPr="0042234B">
        <w:t xml:space="preserve"> so </w:t>
      </w:r>
      <w:r w:rsidRPr="00E02607">
        <w:t>Terry</w:t>
      </w:r>
      <w:r w:rsidRPr="0042234B">
        <w:t xml:space="preserve"> will realize a maximum loss or profit from the new business in the range ± $1.</w:t>
      </w:r>
      <w:r>
        <w:t>50</w:t>
      </w:r>
      <w:r w:rsidRPr="0042234B">
        <w:t xml:space="preserve"> × </w:t>
      </w:r>
      <w:r w:rsidRPr="00AF24E9">
        <w:t>500</w:t>
      </w:r>
      <w:r w:rsidRPr="0042234B">
        <w:t xml:space="preserve">  = ± $</w:t>
      </w:r>
      <w:r>
        <w:t>750</w:t>
      </w:r>
      <w:r w:rsidRPr="0042234B">
        <w:t>.</w:t>
      </w:r>
    </w:p>
    <w:p w:rsidR="005C186D" w:rsidRPr="0042234B" w:rsidRDefault="005C186D" w:rsidP="003C109E">
      <w:pPr>
        <w:tabs>
          <w:tab w:val="left" w:pos="720"/>
          <w:tab w:val="decimal" w:pos="6480"/>
          <w:tab w:val="decimal" w:pos="8640"/>
        </w:tabs>
      </w:pPr>
    </w:p>
    <w:p w:rsidR="005C186D" w:rsidRPr="0042234B" w:rsidRDefault="005C186D" w:rsidP="003C109E">
      <w:pPr>
        <w:tabs>
          <w:tab w:val="left" w:pos="720"/>
          <w:tab w:val="left" w:pos="840"/>
        </w:tabs>
      </w:pPr>
      <w:r w:rsidRPr="0042234B">
        <w:t xml:space="preserve">Another way to assess financial risk that </w:t>
      </w:r>
      <w:r w:rsidRPr="00E02607">
        <w:t>Terry</w:t>
      </w:r>
      <w:r w:rsidRPr="0042234B">
        <w:t xml:space="preserve"> should be aware of is the company’s operating leverage (the ratio of fixed to variable costs).  A highly leveraged company has relatively high fixed costs and low variable costs.  Such a firm is risky because small changes in volume lead to large changes in net income.  This is good when volume increases but can be disastrous when volumes fall.</w:t>
      </w:r>
    </w:p>
    <w:p w:rsidR="005C186D" w:rsidRPr="0042234B" w:rsidRDefault="005C186D" w:rsidP="003C109E">
      <w:pPr>
        <w:tabs>
          <w:tab w:val="left" w:pos="720"/>
          <w:tab w:val="decimal" w:pos="6480"/>
          <w:tab w:val="decimal" w:pos="8640"/>
        </w:tabs>
      </w:pPr>
    </w:p>
    <w:p w:rsidR="005C186D" w:rsidRPr="0042234B" w:rsidRDefault="005C186D" w:rsidP="003C109E">
      <w:r w:rsidRPr="0042234B">
        <w:t xml:space="preserve">6.   The additional cost of </w:t>
      </w:r>
      <w:r>
        <w:t xml:space="preserve">higher quality </w:t>
      </w:r>
      <w:r w:rsidRPr="0042234B">
        <w:t>hamburger ingredients is .5 × $.</w:t>
      </w:r>
      <w:r>
        <w:t>64</w:t>
      </w:r>
      <w:r w:rsidRPr="0042234B">
        <w:t xml:space="preserve"> = $.</w:t>
      </w:r>
      <w:r>
        <w:t>32</w:t>
      </w:r>
      <w:r w:rsidRPr="0042234B">
        <w:t>.  Any price</w:t>
      </w:r>
      <w:r>
        <w:t xml:space="preserve"> for the higher quality hamburgers</w:t>
      </w:r>
      <w:r w:rsidRPr="0042234B">
        <w:t xml:space="preserve"> above the current price of $1.2</w:t>
      </w:r>
      <w:r>
        <w:t>4</w:t>
      </w:r>
      <w:r w:rsidRPr="0042234B">
        <w:t xml:space="preserve"> plus $.</w:t>
      </w:r>
      <w:r>
        <w:t>32</w:t>
      </w:r>
      <w:r w:rsidRPr="0042234B">
        <w:t>, or $1.</w:t>
      </w:r>
      <w:r>
        <w:t>56</w:t>
      </w:r>
      <w:r w:rsidRPr="0042234B">
        <w:t>, will improve profits</w:t>
      </w:r>
      <w:r>
        <w:t>, assuming the same number of customers purchase hamburgers.</w:t>
      </w:r>
    </w:p>
    <w:p w:rsidR="005C186D" w:rsidRPr="0042234B" w:rsidRDefault="005C186D" w:rsidP="0049272E">
      <w:r w:rsidRPr="0042234B">
        <w:rPr>
          <w:sz w:val="32"/>
          <w:szCs w:val="32"/>
        </w:rPr>
        <w:br w:type="page"/>
      </w:r>
      <w:r w:rsidRPr="0042234B">
        <w:rPr>
          <w:u w:val="single"/>
        </w:rPr>
        <w:t>2-</w:t>
      </w:r>
      <w:r>
        <w:rPr>
          <w:u w:val="single"/>
        </w:rPr>
        <w:t>48</w:t>
      </w:r>
      <w:r w:rsidRPr="0042234B">
        <w:t xml:space="preserve">  (30-40 min.)</w:t>
      </w:r>
    </w:p>
    <w:p w:rsidR="005C186D" w:rsidRPr="0042234B" w:rsidRDefault="005C186D" w:rsidP="0049272E"/>
    <w:p w:rsidR="005C186D" w:rsidRPr="0042234B" w:rsidRDefault="005C186D" w:rsidP="0049272E">
      <w:r w:rsidRPr="0042234B">
        <w:t xml:space="preserve">1.  The cost of labor and </w:t>
      </w:r>
      <w:r>
        <w:t xml:space="preserve">equipment </w:t>
      </w:r>
      <w:r w:rsidRPr="0042234B">
        <w:t>rent is fixed at $2</w:t>
      </w:r>
      <w:r>
        <w:t>1</w:t>
      </w:r>
      <w:r w:rsidRPr="0042234B">
        <w:t>,000 per month. Cleaning supplies cost varies in proportion to the number of times the store is cleaned. The cost per cleaning is $1</w:t>
      </w:r>
      <w:r>
        <w:t>2,0</w:t>
      </w:r>
      <w:r w:rsidRPr="0042234B">
        <w:t>00 ÷ 60 = $</w:t>
      </w:r>
      <w:r>
        <w:t>200.</w:t>
      </w:r>
    </w:p>
    <w:p w:rsidR="005C186D" w:rsidRPr="0042234B" w:rsidRDefault="005C186D" w:rsidP="0049272E">
      <w:pPr>
        <w:rPr>
          <w:spacing w:val="-22"/>
        </w:rPr>
      </w:pPr>
    </w:p>
    <w:p w:rsidR="005C186D" w:rsidRPr="0042234B" w:rsidRDefault="005C186D">
      <w:pPr>
        <w:tabs>
          <w:tab w:val="center" w:pos="720"/>
          <w:tab w:val="center" w:pos="2700"/>
          <w:tab w:val="center" w:pos="4950"/>
          <w:tab w:val="center" w:pos="7020"/>
          <w:tab w:val="center" w:pos="8640"/>
        </w:tabs>
      </w:pPr>
      <w:r w:rsidRPr="0042234B">
        <w:t>Number of</w:t>
      </w:r>
      <w:r w:rsidRPr="0042234B">
        <w:tab/>
        <w:t>Labor &amp;</w:t>
      </w:r>
      <w:r w:rsidRPr="0042234B">
        <w:tab/>
        <w:t>Cleaning Supplies</w:t>
      </w:r>
    </w:p>
    <w:p w:rsidR="005C186D" w:rsidRPr="0042234B" w:rsidRDefault="005C186D" w:rsidP="00BF2848">
      <w:pPr>
        <w:tabs>
          <w:tab w:val="center" w:pos="720"/>
          <w:tab w:val="center" w:pos="2700"/>
          <w:tab w:val="center" w:pos="4950"/>
          <w:tab w:val="center" w:pos="7020"/>
          <w:tab w:val="center" w:pos="8640"/>
        </w:tabs>
      </w:pPr>
      <w:r w:rsidRPr="0042234B">
        <w:t>Times Store</w:t>
      </w:r>
      <w:r w:rsidRPr="0042234B">
        <w:tab/>
        <w:t>Rent</w:t>
      </w:r>
      <w:r w:rsidRPr="0042234B">
        <w:tab/>
        <w:t>Cost at</w:t>
      </w:r>
      <w:r w:rsidRPr="0042234B">
        <w:tab/>
        <w:t>Total</w:t>
      </w:r>
      <w:r w:rsidRPr="0042234B">
        <w:tab/>
        <w:t>Cost per</w:t>
      </w:r>
    </w:p>
    <w:p w:rsidR="005C186D" w:rsidRPr="0042234B" w:rsidRDefault="005C186D">
      <w:pPr>
        <w:tabs>
          <w:tab w:val="center" w:pos="720"/>
          <w:tab w:val="center" w:pos="2700"/>
          <w:tab w:val="center" w:pos="4950"/>
          <w:tab w:val="center" w:pos="7020"/>
          <w:tab w:val="center" w:pos="8640"/>
        </w:tabs>
      </w:pPr>
      <w:r w:rsidRPr="0042234B">
        <w:rPr>
          <w:u w:val="single"/>
        </w:rPr>
        <w:t>Is Cleaned</w:t>
      </w:r>
      <w:r w:rsidRPr="0042234B">
        <w:tab/>
      </w:r>
      <w:r w:rsidRPr="0042234B">
        <w:rPr>
          <w:u w:val="single"/>
        </w:rPr>
        <w:t>Cost</w:t>
      </w:r>
      <w:r w:rsidRPr="0042234B">
        <w:tab/>
      </w:r>
      <w:r w:rsidRPr="0042234B">
        <w:rPr>
          <w:u w:val="single"/>
        </w:rPr>
        <w:t>$</w:t>
      </w:r>
      <w:r>
        <w:rPr>
          <w:u w:val="single"/>
        </w:rPr>
        <w:t>200</w:t>
      </w:r>
      <w:r w:rsidRPr="0042234B">
        <w:rPr>
          <w:u w:val="single"/>
        </w:rPr>
        <w:t xml:space="preserve"> per Cleaning</w:t>
      </w:r>
      <w:r w:rsidRPr="0042234B">
        <w:tab/>
      </w:r>
      <w:r w:rsidRPr="0042234B">
        <w:rPr>
          <w:u w:val="single"/>
        </w:rPr>
        <w:t>Cost</w:t>
      </w:r>
      <w:r w:rsidRPr="0042234B">
        <w:tab/>
      </w:r>
      <w:r w:rsidRPr="0042234B">
        <w:rPr>
          <w:u w:val="single"/>
        </w:rPr>
        <w:t>Cleaning</w:t>
      </w:r>
    </w:p>
    <w:p w:rsidR="005C186D" w:rsidRPr="0042234B" w:rsidRDefault="005C186D" w:rsidP="00BF2848">
      <w:pPr>
        <w:tabs>
          <w:tab w:val="decimal" w:pos="720"/>
          <w:tab w:val="decimal" w:pos="3150"/>
          <w:tab w:val="decimal" w:pos="5220"/>
          <w:tab w:val="decimal" w:pos="7470"/>
          <w:tab w:val="decimal" w:pos="8730"/>
        </w:tabs>
      </w:pPr>
      <w:r w:rsidRPr="0042234B">
        <w:tab/>
        <w:t>35</w:t>
      </w:r>
      <w:r w:rsidRPr="0042234B">
        <w:tab/>
        <w:t>$</w:t>
      </w:r>
      <w:r>
        <w:t>21</w:t>
      </w:r>
      <w:r w:rsidRPr="0042234B">
        <w:t>,000</w:t>
      </w:r>
      <w:r w:rsidRPr="0042234B">
        <w:tab/>
        <w:t>$</w:t>
      </w:r>
      <w:r>
        <w:t>7,0</w:t>
      </w:r>
      <w:r w:rsidRPr="0042234B">
        <w:t>00</w:t>
      </w:r>
      <w:r w:rsidRPr="0042234B">
        <w:tab/>
        <w:t>$</w:t>
      </w:r>
      <w:r>
        <w:t>28,0</w:t>
      </w:r>
      <w:r w:rsidRPr="0042234B">
        <w:t>00</w:t>
      </w:r>
      <w:r w:rsidRPr="0042234B">
        <w:tab/>
        <w:t>$8</w:t>
      </w:r>
      <w:r>
        <w:t>00.00</w:t>
      </w:r>
    </w:p>
    <w:p w:rsidR="005C186D" w:rsidRPr="0042234B" w:rsidRDefault="005C186D" w:rsidP="00BF2848">
      <w:pPr>
        <w:tabs>
          <w:tab w:val="decimal" w:pos="720"/>
          <w:tab w:val="decimal" w:pos="3150"/>
          <w:tab w:val="decimal" w:pos="5220"/>
          <w:tab w:val="decimal" w:pos="7470"/>
          <w:tab w:val="decimal" w:pos="8730"/>
        </w:tabs>
      </w:pPr>
      <w:r w:rsidRPr="0042234B">
        <w:tab/>
        <w:t>40</w:t>
      </w:r>
      <w:r w:rsidRPr="0042234B">
        <w:tab/>
      </w:r>
      <w:r>
        <w:t>21</w:t>
      </w:r>
      <w:r w:rsidRPr="0042234B">
        <w:t>,000</w:t>
      </w:r>
      <w:r w:rsidRPr="0042234B">
        <w:tab/>
      </w:r>
      <w:r>
        <w:t>8,0</w:t>
      </w:r>
      <w:r w:rsidRPr="0042234B">
        <w:t>00</w:t>
      </w:r>
      <w:r w:rsidRPr="0042234B">
        <w:tab/>
      </w:r>
      <w:r>
        <w:t>29,0</w:t>
      </w:r>
      <w:r w:rsidRPr="0042234B">
        <w:t>00</w:t>
      </w:r>
      <w:r w:rsidRPr="0042234B">
        <w:tab/>
        <w:t>7</w:t>
      </w:r>
      <w:r>
        <w:t>25</w:t>
      </w:r>
      <w:r w:rsidRPr="0042234B">
        <w:t>.00</w:t>
      </w:r>
    </w:p>
    <w:p w:rsidR="005C186D" w:rsidRPr="0042234B" w:rsidRDefault="005C186D" w:rsidP="00BF2848">
      <w:pPr>
        <w:tabs>
          <w:tab w:val="decimal" w:pos="720"/>
          <w:tab w:val="decimal" w:pos="3150"/>
          <w:tab w:val="decimal" w:pos="5220"/>
          <w:tab w:val="decimal" w:pos="7470"/>
          <w:tab w:val="decimal" w:pos="8730"/>
        </w:tabs>
      </w:pPr>
      <w:r w:rsidRPr="0042234B">
        <w:tab/>
        <w:t>45</w:t>
      </w:r>
      <w:r w:rsidRPr="0042234B">
        <w:tab/>
      </w:r>
      <w:r>
        <w:t>21</w:t>
      </w:r>
      <w:r w:rsidRPr="0042234B">
        <w:t>,000</w:t>
      </w:r>
      <w:r w:rsidRPr="0042234B">
        <w:tab/>
      </w:r>
      <w:r>
        <w:t>9,0</w:t>
      </w:r>
      <w:r w:rsidRPr="0042234B">
        <w:t>00</w:t>
      </w:r>
      <w:r w:rsidRPr="0042234B">
        <w:tab/>
        <w:t>3</w:t>
      </w:r>
      <w:r>
        <w:t>0,0</w:t>
      </w:r>
      <w:r w:rsidRPr="0042234B">
        <w:t>00</w:t>
      </w:r>
      <w:r w:rsidRPr="0042234B">
        <w:tab/>
      </w:r>
      <w:r>
        <w:t>666.67</w:t>
      </w:r>
    </w:p>
    <w:p w:rsidR="005C186D" w:rsidRPr="0042234B" w:rsidRDefault="005C186D" w:rsidP="00BF2848">
      <w:pPr>
        <w:tabs>
          <w:tab w:val="decimal" w:pos="720"/>
          <w:tab w:val="decimal" w:pos="3150"/>
          <w:tab w:val="decimal" w:pos="5220"/>
          <w:tab w:val="decimal" w:pos="7470"/>
          <w:tab w:val="decimal" w:pos="8730"/>
        </w:tabs>
      </w:pPr>
      <w:r w:rsidRPr="0042234B">
        <w:tab/>
        <w:t>50</w:t>
      </w:r>
      <w:r w:rsidRPr="0042234B">
        <w:tab/>
      </w:r>
      <w:r>
        <w:t>21</w:t>
      </w:r>
      <w:r w:rsidRPr="0042234B">
        <w:t>,000</w:t>
      </w:r>
      <w:r w:rsidRPr="0042234B">
        <w:tab/>
      </w:r>
      <w:r>
        <w:t>10</w:t>
      </w:r>
      <w:r w:rsidRPr="0042234B">
        <w:t>,000</w:t>
      </w:r>
      <w:r w:rsidRPr="0042234B">
        <w:tab/>
        <w:t>3</w:t>
      </w:r>
      <w:r>
        <w:t>1</w:t>
      </w:r>
      <w:r w:rsidRPr="0042234B">
        <w:t>,000</w:t>
      </w:r>
      <w:r w:rsidRPr="0042234B">
        <w:tab/>
        <w:t>6</w:t>
      </w:r>
      <w:r>
        <w:t>2</w:t>
      </w:r>
      <w:r w:rsidRPr="0042234B">
        <w:t>0.00</w:t>
      </w:r>
    </w:p>
    <w:p w:rsidR="005C186D" w:rsidRPr="0042234B" w:rsidRDefault="005C186D" w:rsidP="00BF2848">
      <w:pPr>
        <w:tabs>
          <w:tab w:val="decimal" w:pos="720"/>
          <w:tab w:val="decimal" w:pos="3150"/>
          <w:tab w:val="decimal" w:pos="5220"/>
          <w:tab w:val="decimal" w:pos="7470"/>
          <w:tab w:val="decimal" w:pos="8730"/>
        </w:tabs>
      </w:pPr>
      <w:r w:rsidRPr="0042234B">
        <w:tab/>
        <w:t>55</w:t>
      </w:r>
      <w:r w:rsidRPr="0042234B">
        <w:tab/>
      </w:r>
      <w:r>
        <w:t>21</w:t>
      </w:r>
      <w:r w:rsidRPr="0042234B">
        <w:t>,000</w:t>
      </w:r>
      <w:r w:rsidRPr="0042234B">
        <w:tab/>
      </w:r>
      <w:r>
        <w:t>11,0</w:t>
      </w:r>
      <w:r w:rsidRPr="0042234B">
        <w:t>00</w:t>
      </w:r>
      <w:r w:rsidRPr="0042234B">
        <w:tab/>
        <w:t>3</w:t>
      </w:r>
      <w:r>
        <w:t>2,0</w:t>
      </w:r>
      <w:r w:rsidRPr="0042234B">
        <w:t>00</w:t>
      </w:r>
      <w:r w:rsidRPr="0042234B">
        <w:tab/>
      </w:r>
      <w:r>
        <w:t>581.82</w:t>
      </w:r>
    </w:p>
    <w:p w:rsidR="005C186D" w:rsidRPr="0042234B" w:rsidRDefault="005C186D" w:rsidP="004A6DA7">
      <w:pPr>
        <w:tabs>
          <w:tab w:val="decimal" w:pos="720"/>
          <w:tab w:val="decimal" w:pos="3150"/>
          <w:tab w:val="decimal" w:pos="5220"/>
          <w:tab w:val="decimal" w:pos="7470"/>
          <w:tab w:val="decimal" w:pos="8730"/>
        </w:tabs>
      </w:pPr>
      <w:r w:rsidRPr="0042234B">
        <w:tab/>
        <w:t>60</w:t>
      </w:r>
      <w:r w:rsidRPr="0042234B">
        <w:tab/>
      </w:r>
      <w:r>
        <w:t>21</w:t>
      </w:r>
      <w:r w:rsidRPr="0042234B">
        <w:t>,000</w:t>
      </w:r>
      <w:r w:rsidRPr="0042234B">
        <w:tab/>
        <w:t>1</w:t>
      </w:r>
      <w:r>
        <w:t>2,0</w:t>
      </w:r>
      <w:r w:rsidRPr="0042234B">
        <w:t>00</w:t>
      </w:r>
      <w:r w:rsidRPr="0042234B">
        <w:tab/>
        <w:t>3</w:t>
      </w:r>
      <w:r>
        <w:t>3,0</w:t>
      </w:r>
      <w:r w:rsidRPr="0042234B">
        <w:t>00</w:t>
      </w:r>
      <w:r w:rsidRPr="0042234B">
        <w:tab/>
        <w:t>5</w:t>
      </w:r>
      <w:r>
        <w:t>5</w:t>
      </w:r>
      <w:r w:rsidRPr="0042234B">
        <w:t>0.00</w:t>
      </w:r>
    </w:p>
    <w:p w:rsidR="005C186D" w:rsidRPr="0042234B" w:rsidRDefault="005C186D" w:rsidP="0049272E"/>
    <w:p w:rsidR="005C186D" w:rsidRPr="0042234B" w:rsidRDefault="005C186D" w:rsidP="0049272E">
      <w:r w:rsidRPr="0042234B">
        <w:t>The total cost of cleaning for the next quarter is:</w:t>
      </w:r>
    </w:p>
    <w:p w:rsidR="005C186D" w:rsidRPr="0042234B" w:rsidRDefault="005C186D" w:rsidP="0049272E"/>
    <w:p w:rsidR="005C186D" w:rsidRPr="0042234B" w:rsidRDefault="005C186D" w:rsidP="00515510">
      <w:pPr>
        <w:tabs>
          <w:tab w:val="left" w:pos="1080"/>
          <w:tab w:val="left" w:pos="1440"/>
        </w:tabs>
      </w:pPr>
      <w:r w:rsidRPr="0042234B">
        <w:t xml:space="preserve">Total cost </w:t>
      </w:r>
      <w:r>
        <w:tab/>
      </w:r>
      <w:r w:rsidRPr="0042234B">
        <w:t>=</w:t>
      </w:r>
      <w:r w:rsidRPr="0042234B">
        <w:tab/>
        <w:t>Total Fixed Cost + Total Variable Cost</w:t>
      </w:r>
    </w:p>
    <w:p w:rsidR="005C186D" w:rsidRPr="0042234B" w:rsidRDefault="005C186D" w:rsidP="00515510">
      <w:pPr>
        <w:tabs>
          <w:tab w:val="left" w:pos="1080"/>
          <w:tab w:val="left" w:pos="1440"/>
        </w:tabs>
      </w:pPr>
      <w:r w:rsidRPr="0042234B">
        <w:tab/>
        <w:t>=</w:t>
      </w:r>
      <w:r w:rsidRPr="0042234B">
        <w:tab/>
        <w:t>3 × $</w:t>
      </w:r>
      <w:r>
        <w:t>21</w:t>
      </w:r>
      <w:r w:rsidRPr="0042234B">
        <w:t>,000 + (50 + 46 + 35) × $</w:t>
      </w:r>
      <w:r>
        <w:t>200</w:t>
      </w:r>
      <w:r w:rsidRPr="0042234B">
        <w:t xml:space="preserve"> per Cleaning</w:t>
      </w:r>
    </w:p>
    <w:p w:rsidR="005C186D" w:rsidRPr="0042234B" w:rsidRDefault="005C186D" w:rsidP="00515510">
      <w:pPr>
        <w:tabs>
          <w:tab w:val="left" w:pos="1080"/>
          <w:tab w:val="left" w:pos="1440"/>
        </w:tabs>
      </w:pPr>
      <w:r w:rsidRPr="0042234B">
        <w:tab/>
        <w:t>=</w:t>
      </w:r>
      <w:r w:rsidRPr="0042234B">
        <w:tab/>
        <w:t>$</w:t>
      </w:r>
      <w:r>
        <w:t>63</w:t>
      </w:r>
      <w:r w:rsidRPr="0042234B">
        <w:t>,000 + $2</w:t>
      </w:r>
      <w:r>
        <w:t>6,20</w:t>
      </w:r>
      <w:r w:rsidRPr="0042234B">
        <w:t>0</w:t>
      </w:r>
    </w:p>
    <w:p w:rsidR="005C186D" w:rsidRPr="0042234B" w:rsidRDefault="005C186D" w:rsidP="00515510">
      <w:pPr>
        <w:tabs>
          <w:tab w:val="left" w:pos="1080"/>
          <w:tab w:val="left" w:pos="1440"/>
        </w:tabs>
      </w:pPr>
      <w:r w:rsidRPr="0042234B">
        <w:tab/>
        <w:t>=</w:t>
      </w:r>
      <w:r w:rsidRPr="0042234B">
        <w:tab/>
        <w:t>$</w:t>
      </w:r>
      <w:r>
        <w:t>89,20</w:t>
      </w:r>
      <w:r w:rsidRPr="0042234B">
        <w:t>0</w:t>
      </w:r>
    </w:p>
    <w:p w:rsidR="005C186D" w:rsidRPr="0042234B" w:rsidRDefault="005C186D" w:rsidP="0049272E"/>
    <w:p w:rsidR="005C186D" w:rsidRPr="0042234B" w:rsidRDefault="005C186D" w:rsidP="0049272E">
      <w:r w:rsidRPr="0042234B">
        <w:t>2.  See the chart on the next page.</w:t>
      </w:r>
    </w:p>
    <w:p w:rsidR="005C186D" w:rsidRPr="0042234B" w:rsidRDefault="005C186D" w:rsidP="0049272E"/>
    <w:p w:rsidR="005C186D" w:rsidRPr="0042234B" w:rsidRDefault="005C186D" w:rsidP="004A6DA7">
      <w:r w:rsidRPr="0042234B">
        <w:t xml:space="preserve">3. </w:t>
      </w:r>
    </w:p>
    <w:p w:rsidR="005C186D" w:rsidRPr="0042234B" w:rsidRDefault="005C186D" w:rsidP="00515510">
      <w:pPr>
        <w:tabs>
          <w:tab w:val="left" w:pos="2700"/>
          <w:tab w:val="left" w:pos="3060"/>
          <w:tab w:val="right" w:pos="6660"/>
        </w:tabs>
        <w:rPr>
          <w:u w:val="single"/>
        </w:rPr>
      </w:pPr>
      <w:r w:rsidRPr="0042234B">
        <w:tab/>
      </w:r>
      <w:r w:rsidRPr="00515510">
        <w:rPr>
          <w:u w:val="single"/>
        </w:rPr>
        <w:tab/>
      </w:r>
      <w:r w:rsidRPr="0042234B">
        <w:rPr>
          <w:u w:val="single"/>
        </w:rPr>
        <w:t xml:space="preserve">Costs of </w:t>
      </w:r>
      <w:r>
        <w:rPr>
          <w:u w:val="single"/>
        </w:rPr>
        <w:t>Super Valu</w:t>
      </w:r>
      <w:r w:rsidRPr="0042234B">
        <w:rPr>
          <w:u w:val="single"/>
        </w:rPr>
        <w:t xml:space="preserve"> Cleaning Store</w:t>
      </w:r>
      <w:r>
        <w:rPr>
          <w:u w:val="single"/>
        </w:rPr>
        <w:tab/>
      </w:r>
    </w:p>
    <w:p w:rsidR="005C186D" w:rsidRPr="0042234B" w:rsidRDefault="005C186D" w:rsidP="00515510">
      <w:pPr>
        <w:tabs>
          <w:tab w:val="center" w:pos="1620"/>
          <w:tab w:val="center" w:pos="3240"/>
          <w:tab w:val="center" w:pos="4680"/>
          <w:tab w:val="center" w:pos="6300"/>
          <w:tab w:val="center" w:pos="8100"/>
        </w:tabs>
      </w:pPr>
      <w:r>
        <w:tab/>
      </w:r>
      <w:r w:rsidRPr="0042234B">
        <w:t>Number of</w:t>
      </w:r>
      <w:r w:rsidRPr="0042234B">
        <w:tab/>
        <w:t>Labor &amp;</w:t>
      </w:r>
      <w:r w:rsidRPr="0042234B">
        <w:tab/>
        <w:t>Cleaning</w:t>
      </w:r>
      <w:r w:rsidRPr="0042234B">
        <w:tab/>
      </w:r>
      <w:r>
        <w:tab/>
        <w:t>Outside</w:t>
      </w:r>
    </w:p>
    <w:p w:rsidR="005C186D" w:rsidRPr="0042234B" w:rsidRDefault="005C186D" w:rsidP="00515510">
      <w:pPr>
        <w:tabs>
          <w:tab w:val="center" w:pos="1620"/>
          <w:tab w:val="center" w:pos="3240"/>
          <w:tab w:val="center" w:pos="4680"/>
          <w:tab w:val="center" w:pos="6300"/>
          <w:tab w:val="center" w:pos="8100"/>
        </w:tabs>
      </w:pPr>
      <w:r>
        <w:tab/>
      </w:r>
      <w:r w:rsidRPr="0042234B">
        <w:t>Times Store</w:t>
      </w:r>
      <w:r w:rsidRPr="0042234B">
        <w:tab/>
        <w:t>Rent</w:t>
      </w:r>
      <w:r w:rsidRPr="0042234B">
        <w:tab/>
        <w:t>Supplies</w:t>
      </w:r>
      <w:r w:rsidRPr="0042234B">
        <w:tab/>
        <w:t>Total</w:t>
      </w:r>
      <w:r w:rsidRPr="0042234B">
        <w:tab/>
        <w:t>Cleaning</w:t>
      </w:r>
    </w:p>
    <w:p w:rsidR="005C186D" w:rsidRPr="0042234B" w:rsidRDefault="005C186D" w:rsidP="00515510">
      <w:pPr>
        <w:tabs>
          <w:tab w:val="center" w:pos="1620"/>
          <w:tab w:val="center" w:pos="3240"/>
          <w:tab w:val="center" w:pos="4680"/>
          <w:tab w:val="center" w:pos="6300"/>
          <w:tab w:val="center" w:pos="8100"/>
        </w:tabs>
      </w:pPr>
      <w:r>
        <w:rPr>
          <w:u w:val="single"/>
        </w:rPr>
        <w:t>Month</w:t>
      </w:r>
      <w:r w:rsidRPr="00515510">
        <w:tab/>
      </w:r>
      <w:r w:rsidRPr="0042234B">
        <w:rPr>
          <w:u w:val="single"/>
        </w:rPr>
        <w:t>Is Cleaned</w:t>
      </w:r>
      <w:r w:rsidRPr="0042234B">
        <w:tab/>
      </w:r>
      <w:r w:rsidRPr="0042234B">
        <w:rPr>
          <w:u w:val="single"/>
        </w:rPr>
        <w:t>Cost</w:t>
      </w:r>
      <w:r w:rsidRPr="0042234B">
        <w:tab/>
      </w:r>
      <w:r w:rsidRPr="0042234B">
        <w:rPr>
          <w:u w:val="single"/>
        </w:rPr>
        <w:t>Cost</w:t>
      </w:r>
      <w:r w:rsidRPr="0042234B">
        <w:tab/>
      </w:r>
      <w:r w:rsidRPr="0042234B">
        <w:rPr>
          <w:u w:val="single"/>
        </w:rPr>
        <w:t>Cost</w:t>
      </w:r>
      <w:r w:rsidRPr="0042234B">
        <w:tab/>
      </w:r>
      <w:r w:rsidRPr="0042234B">
        <w:rPr>
          <w:u w:val="single"/>
        </w:rPr>
        <w:t>Cost</w:t>
      </w:r>
    </w:p>
    <w:p w:rsidR="005C186D" w:rsidRPr="0042234B" w:rsidRDefault="005C186D" w:rsidP="00515510">
      <w:pPr>
        <w:tabs>
          <w:tab w:val="decimal" w:pos="1710"/>
          <w:tab w:val="decimal" w:pos="3600"/>
          <w:tab w:val="decimal" w:pos="5040"/>
          <w:tab w:val="decimal" w:pos="6660"/>
          <w:tab w:val="decimal" w:pos="8460"/>
        </w:tabs>
      </w:pPr>
      <w:r>
        <w:t>June</w:t>
      </w:r>
      <w:r w:rsidRPr="0042234B">
        <w:tab/>
        <w:t>35</w:t>
      </w:r>
      <w:r w:rsidRPr="0042234B">
        <w:tab/>
        <w:t>$</w:t>
      </w:r>
      <w:r>
        <w:t>21</w:t>
      </w:r>
      <w:r w:rsidRPr="0042234B">
        <w:t>,000</w:t>
      </w:r>
      <w:r w:rsidRPr="0042234B">
        <w:tab/>
        <w:t xml:space="preserve">$  </w:t>
      </w:r>
      <w:r>
        <w:t>7,0</w:t>
      </w:r>
      <w:r w:rsidRPr="0042234B">
        <w:t>00</w:t>
      </w:r>
      <w:r w:rsidRPr="0042234B">
        <w:tab/>
        <w:t>$</w:t>
      </w:r>
      <w:r>
        <w:t>28</w:t>
      </w:r>
      <w:r w:rsidRPr="0042234B">
        <w:t>,</w:t>
      </w:r>
      <w:r>
        <w:t>0</w:t>
      </w:r>
      <w:r w:rsidRPr="0042234B">
        <w:t>00</w:t>
      </w:r>
      <w:r w:rsidRPr="0042234B">
        <w:tab/>
        <w:t>$2</w:t>
      </w:r>
      <w:r>
        <w:t>5,2</w:t>
      </w:r>
      <w:r w:rsidRPr="0042234B">
        <w:t>00</w:t>
      </w:r>
    </w:p>
    <w:p w:rsidR="005C186D" w:rsidRPr="0042234B" w:rsidRDefault="005C186D" w:rsidP="00515510">
      <w:pPr>
        <w:tabs>
          <w:tab w:val="decimal" w:pos="1710"/>
          <w:tab w:val="decimal" w:pos="3600"/>
          <w:tab w:val="decimal" w:pos="5040"/>
          <w:tab w:val="decimal" w:pos="6660"/>
          <w:tab w:val="decimal" w:pos="8460"/>
        </w:tabs>
      </w:pPr>
      <w:r>
        <w:t>May</w:t>
      </w:r>
      <w:r w:rsidRPr="0042234B">
        <w:tab/>
        <w:t>46</w:t>
      </w:r>
      <w:r w:rsidRPr="0042234B">
        <w:tab/>
        <w:t xml:space="preserve">  </w:t>
      </w:r>
      <w:r>
        <w:t>21</w:t>
      </w:r>
      <w:r w:rsidRPr="0042234B">
        <w:t>,000</w:t>
      </w:r>
      <w:r w:rsidRPr="0042234B">
        <w:tab/>
        <w:t xml:space="preserve">    </w:t>
      </w:r>
      <w:r>
        <w:t>9,20</w:t>
      </w:r>
      <w:r w:rsidRPr="0042234B">
        <w:t>0</w:t>
      </w:r>
      <w:r w:rsidRPr="0042234B">
        <w:tab/>
        <w:t xml:space="preserve">  3</w:t>
      </w:r>
      <w:r>
        <w:t>0,20</w:t>
      </w:r>
      <w:r w:rsidRPr="0042234B">
        <w:t>0</w:t>
      </w:r>
      <w:r w:rsidRPr="0042234B">
        <w:tab/>
        <w:t xml:space="preserve">  3</w:t>
      </w:r>
      <w:r>
        <w:t>3,12</w:t>
      </w:r>
      <w:r w:rsidRPr="0042234B">
        <w:t>0</w:t>
      </w:r>
    </w:p>
    <w:p w:rsidR="005C186D" w:rsidRPr="0042234B" w:rsidRDefault="005C186D" w:rsidP="00515510">
      <w:pPr>
        <w:tabs>
          <w:tab w:val="decimal" w:pos="1710"/>
          <w:tab w:val="decimal" w:pos="3600"/>
          <w:tab w:val="decimal" w:pos="5040"/>
          <w:tab w:val="decimal" w:pos="6660"/>
          <w:tab w:val="decimal" w:pos="8460"/>
        </w:tabs>
      </w:pPr>
      <w:r>
        <w:t>April</w:t>
      </w:r>
      <w:r w:rsidRPr="0042234B">
        <w:tab/>
        <w:t>50</w:t>
      </w:r>
      <w:r w:rsidRPr="0042234B">
        <w:tab/>
        <w:t xml:space="preserve">  </w:t>
      </w:r>
      <w:r>
        <w:t>21,000</w:t>
      </w:r>
      <w:r>
        <w:tab/>
        <w:t xml:space="preserve">   10</w:t>
      </w:r>
      <w:r w:rsidRPr="0042234B">
        <w:t>,000</w:t>
      </w:r>
      <w:r w:rsidRPr="0042234B">
        <w:tab/>
      </w:r>
      <w:r w:rsidRPr="0042234B">
        <w:rPr>
          <w:u w:val="single"/>
        </w:rPr>
        <w:t xml:space="preserve">  </w:t>
      </w:r>
      <w:r>
        <w:rPr>
          <w:u w:val="single"/>
        </w:rPr>
        <w:t>31</w:t>
      </w:r>
      <w:r w:rsidRPr="0042234B">
        <w:rPr>
          <w:u w:val="single"/>
        </w:rPr>
        <w:t>,000</w:t>
      </w:r>
      <w:r w:rsidRPr="0042234B">
        <w:tab/>
      </w:r>
      <w:r w:rsidRPr="0042234B">
        <w:rPr>
          <w:u w:val="single"/>
        </w:rPr>
        <w:t xml:space="preserve">  3</w:t>
      </w:r>
      <w:r>
        <w:rPr>
          <w:u w:val="single"/>
        </w:rPr>
        <w:t>6</w:t>
      </w:r>
      <w:r w:rsidRPr="0042234B">
        <w:rPr>
          <w:u w:val="single"/>
        </w:rPr>
        <w:t>,000</w:t>
      </w:r>
    </w:p>
    <w:p w:rsidR="005C186D" w:rsidRPr="0042234B" w:rsidRDefault="005C186D" w:rsidP="00515510">
      <w:pPr>
        <w:tabs>
          <w:tab w:val="decimal" w:pos="720"/>
          <w:tab w:val="decimal" w:pos="3330"/>
          <w:tab w:val="decimal" w:pos="5040"/>
          <w:tab w:val="decimal" w:pos="6660"/>
          <w:tab w:val="decimal" w:pos="8460"/>
        </w:tabs>
      </w:pPr>
      <w:r w:rsidRPr="0042234B">
        <w:tab/>
      </w:r>
      <w:r w:rsidRPr="0042234B">
        <w:tab/>
      </w:r>
      <w:r w:rsidRPr="0042234B">
        <w:tab/>
      </w:r>
      <w:r w:rsidRPr="0042234B">
        <w:tab/>
      </w:r>
      <w:r w:rsidRPr="0042234B">
        <w:rPr>
          <w:u w:val="double"/>
        </w:rPr>
        <w:t>$</w:t>
      </w:r>
      <w:r>
        <w:rPr>
          <w:u w:val="double"/>
        </w:rPr>
        <w:t>89,20</w:t>
      </w:r>
      <w:r w:rsidRPr="0042234B">
        <w:rPr>
          <w:u w:val="double"/>
        </w:rPr>
        <w:t>0</w:t>
      </w:r>
      <w:r w:rsidRPr="0042234B">
        <w:tab/>
      </w:r>
      <w:r w:rsidRPr="0042234B">
        <w:rPr>
          <w:u w:val="double"/>
        </w:rPr>
        <w:t>$</w:t>
      </w:r>
      <w:r>
        <w:rPr>
          <w:u w:val="double"/>
        </w:rPr>
        <w:t>94</w:t>
      </w:r>
      <w:r w:rsidRPr="0042234B">
        <w:rPr>
          <w:u w:val="double"/>
        </w:rPr>
        <w:t>,</w:t>
      </w:r>
      <w:r>
        <w:rPr>
          <w:u w:val="double"/>
        </w:rPr>
        <w:t>32</w:t>
      </w:r>
      <w:r w:rsidRPr="0042234B">
        <w:rPr>
          <w:u w:val="double"/>
        </w:rPr>
        <w:t>0</w:t>
      </w:r>
    </w:p>
    <w:p w:rsidR="005C186D" w:rsidRPr="0042234B" w:rsidRDefault="005C186D" w:rsidP="004A6DA7"/>
    <w:p w:rsidR="005C186D" w:rsidRPr="0042234B" w:rsidRDefault="005C186D" w:rsidP="004A6DA7">
      <w:pPr>
        <w:rPr>
          <w:sz w:val="32"/>
          <w:szCs w:val="32"/>
        </w:rPr>
      </w:pPr>
      <w:r>
        <w:t>Super Value</w:t>
      </w:r>
      <w:r w:rsidRPr="0042234B">
        <w:t xml:space="preserve"> will save $9</w:t>
      </w:r>
      <w:r>
        <w:t>4,32</w:t>
      </w:r>
      <w:r w:rsidRPr="0042234B">
        <w:t>0- $89,</w:t>
      </w:r>
      <w:r>
        <w:t>200</w:t>
      </w:r>
      <w:r w:rsidRPr="0042234B">
        <w:t xml:space="preserve"> = $</w:t>
      </w:r>
      <w:r>
        <w:t>5</w:t>
      </w:r>
      <w:r w:rsidRPr="0042234B">
        <w:t>,</w:t>
      </w:r>
      <w:r>
        <w:t>12</w:t>
      </w:r>
      <w:r w:rsidRPr="0042234B">
        <w:t xml:space="preserve">0 by </w:t>
      </w:r>
      <w:r>
        <w:t xml:space="preserve">continuing to do its own cleaning rather than </w:t>
      </w:r>
      <w:r w:rsidRPr="0042234B">
        <w:t xml:space="preserve">using the outside cleaning company, as shown in the above schedule. </w:t>
      </w:r>
    </w:p>
    <w:p w:rsidR="005C186D" w:rsidRPr="0042234B" w:rsidRDefault="005C186D" w:rsidP="00B71D12">
      <w:pPr>
        <w:jc w:val="center"/>
        <w:rPr>
          <w:sz w:val="32"/>
          <w:szCs w:val="32"/>
        </w:rPr>
      </w:pPr>
    </w:p>
    <w:p w:rsidR="005C186D" w:rsidRDefault="005C186D" w:rsidP="00B71D12">
      <w:pPr>
        <w:jc w:val="center"/>
        <w:rPr>
          <w:sz w:val="32"/>
          <w:szCs w:val="32"/>
        </w:rPr>
      </w:pPr>
    </w:p>
    <w:p w:rsidR="005C186D" w:rsidRPr="0042234B" w:rsidRDefault="005C186D" w:rsidP="00B71D12">
      <w:pPr>
        <w:jc w:val="center"/>
        <w:rPr>
          <w:sz w:val="32"/>
          <w:szCs w:val="32"/>
        </w:rPr>
      </w:pPr>
      <w:r w:rsidRPr="00CE2AF9">
        <w:rPr>
          <w:noProof/>
        </w:rPr>
        <w:pict>
          <v:shape id="Chart 1" o:spid="_x0000_i1048" type="#_x0000_t75" style="width:433.5pt;height:411.75pt;visibility:visible" o:gfxdata="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">
            <v:imagedata r:id="rId38" o:title=""/>
            <o:lock v:ext="edit" aspectratio="f"/>
          </v:shape>
        </w:pict>
      </w:r>
    </w:p>
    <w:p w:rsidR="005C186D" w:rsidRPr="0042234B" w:rsidRDefault="005C186D" w:rsidP="004904A3">
      <w:r w:rsidRPr="0042234B">
        <w:rPr>
          <w:sz w:val="32"/>
          <w:szCs w:val="32"/>
        </w:rPr>
        <w:br w:type="page"/>
      </w:r>
      <w:r w:rsidRPr="0042234B">
        <w:rPr>
          <w:u w:val="single"/>
        </w:rPr>
        <w:t>2-</w:t>
      </w:r>
      <w:r>
        <w:rPr>
          <w:u w:val="single"/>
        </w:rPr>
        <w:t>49</w:t>
      </w:r>
      <w:r w:rsidRPr="0042234B">
        <w:tab/>
        <w:t>(10-15 min.)</w:t>
      </w:r>
    </w:p>
    <w:p w:rsidR="005C186D" w:rsidRPr="0042234B" w:rsidRDefault="005C186D" w:rsidP="00902145">
      <w:pPr>
        <w:tabs>
          <w:tab w:val="left" w:pos="840"/>
        </w:tabs>
      </w:pPr>
    </w:p>
    <w:p w:rsidR="005C186D" w:rsidRPr="0042234B" w:rsidRDefault="005C186D" w:rsidP="00F435A8">
      <w:pPr>
        <w:tabs>
          <w:tab w:val="left" w:pos="840"/>
        </w:tabs>
        <w:spacing w:line="240" w:lineRule="atLeast"/>
        <w:outlineLvl w:val="0"/>
        <w:rPr>
          <w:bCs/>
        </w:rPr>
      </w:pPr>
      <w:r w:rsidRPr="0042234B">
        <w:rPr>
          <w:bCs/>
        </w:rPr>
        <w:t xml:space="preserve">The </w:t>
      </w:r>
      <w:r>
        <w:rPr>
          <w:bCs/>
        </w:rPr>
        <w:t>budget for professional salaries for the coming year is</w:t>
      </w:r>
      <w:r w:rsidRPr="0042234B">
        <w:rPr>
          <w:bCs/>
        </w:rPr>
        <w:t xml:space="preserve"> $1,100,000.</w:t>
      </w:r>
    </w:p>
    <w:p w:rsidR="005C186D" w:rsidRPr="0042234B" w:rsidRDefault="005C186D" w:rsidP="00902145">
      <w:pPr>
        <w:tabs>
          <w:tab w:val="left" w:pos="840"/>
        </w:tabs>
        <w:spacing w:line="240" w:lineRule="atLeast"/>
        <w:rPr>
          <w:bCs/>
        </w:rPr>
      </w:pPr>
    </w:p>
    <w:p w:rsidR="005C186D" w:rsidRPr="0042234B" w:rsidRDefault="005C186D" w:rsidP="00F435A8">
      <w:pPr>
        <w:tabs>
          <w:tab w:val="left" w:pos="840"/>
        </w:tabs>
        <w:spacing w:line="240" w:lineRule="atLeast"/>
        <w:outlineLvl w:val="0"/>
        <w:rPr>
          <w:bCs/>
        </w:rPr>
      </w:pPr>
      <w:r w:rsidRPr="0042234B">
        <w:rPr>
          <w:bCs/>
        </w:rPr>
        <w:t>Refined analysis:</w:t>
      </w:r>
    </w:p>
    <w:p w:rsidR="005C186D" w:rsidRPr="0042234B" w:rsidRDefault="005C186D" w:rsidP="00F435A8">
      <w:pPr>
        <w:tabs>
          <w:tab w:val="left" w:pos="840"/>
        </w:tabs>
        <w:spacing w:line="240" w:lineRule="atLeast"/>
        <w:outlineLvl w:val="0"/>
        <w:rPr>
          <w:bCs/>
          <w:sz w:val="32"/>
          <w:szCs w:val="32"/>
        </w:rPr>
      </w:pPr>
    </w:p>
    <w:p w:rsidR="005C186D" w:rsidRPr="0042234B" w:rsidRDefault="005C186D" w:rsidP="00F435A8">
      <w:pPr>
        <w:tabs>
          <w:tab w:val="left" w:pos="840"/>
        </w:tabs>
        <w:spacing w:line="240" w:lineRule="atLeast"/>
        <w:outlineLvl w:val="0"/>
        <w:rPr>
          <w:bCs/>
          <w:sz w:val="20"/>
          <w:szCs w:val="20"/>
        </w:rPr>
      </w:pPr>
      <w:r w:rsidRPr="0042234B">
        <w:rPr>
          <w:bCs/>
          <w:sz w:val="20"/>
          <w:szCs w:val="20"/>
        </w:rPr>
        <w:t xml:space="preserve">        Key professional </w:t>
      </w:r>
    </w:p>
    <w:p w:rsidR="005C186D" w:rsidRPr="0042234B" w:rsidRDefault="005C186D" w:rsidP="00F435A8">
      <w:pPr>
        <w:tabs>
          <w:tab w:val="left" w:pos="840"/>
        </w:tabs>
        <w:spacing w:line="240" w:lineRule="atLeast"/>
        <w:outlineLvl w:val="0"/>
        <w:rPr>
          <w:bCs/>
          <w:sz w:val="20"/>
          <w:szCs w:val="20"/>
        </w:rPr>
      </w:pPr>
      <w:r w:rsidRPr="0042234B">
        <w:rPr>
          <w:bCs/>
          <w:sz w:val="20"/>
          <w:szCs w:val="20"/>
        </w:rPr>
        <w:t xml:space="preserve">             salaries</w:t>
      </w:r>
      <w:r>
        <w:rPr>
          <w:noProof/>
        </w:rPr>
        <w:pict>
          <v:line id="_x0000_s1030" style="position:absolute;flip:y;z-index:251656192;mso-position-horizontal-relative:text;mso-position-vertical-relative:text" from="295.2pt,5.2pt" to="295.25pt,63.9pt" o:allowincell="f" strokeweight=".5pt">
            <v:stroke dashstyle="1 1" startarrowwidth="narrow" startarrowlength="short" endarrowwidth="narrow" endarrowlength="short"/>
          </v:line>
        </w:pict>
      </w:r>
      <w:r>
        <w:rPr>
          <w:noProof/>
        </w:rPr>
        <w:pict>
          <v:line id="_x0000_s1031" style="position:absolute;flip:y;z-index:251655168;mso-position-horizontal-relative:text;mso-position-vertical-relative:text" from="180.05pt,5.2pt" to="180.1pt,63.9pt" o:allowincell="f" strokeweight=".5pt">
            <v:stroke dashstyle="1 1" startarrowwidth="narrow" startarrowlength="short" endarrowwidth="narrow" endarrowlength="short"/>
          </v:line>
        </w:pict>
      </w:r>
    </w:p>
    <w:p w:rsidR="005C186D" w:rsidRPr="0042234B" w:rsidRDefault="005C186D" w:rsidP="00902145">
      <w:pPr>
        <w:tabs>
          <w:tab w:val="left" w:pos="840"/>
        </w:tabs>
        <w:spacing w:line="240" w:lineRule="atLeast"/>
        <w:rPr>
          <w:bCs/>
          <w:spacing w:val="-20"/>
          <w:sz w:val="20"/>
          <w:szCs w:val="20"/>
        </w:rPr>
      </w:pPr>
      <w:r>
        <w:rPr>
          <w:noProof/>
        </w:rPr>
        <w:pict>
          <v:line id="_x0000_s1032" style="position:absolute;z-index:251662336" from="1in,4.85pt" to="72.05pt,76.9pt" o:allowincell="f" strokeweight="1pt">
            <v:stroke startarrowwidth="narrow" startarrowlength="short" endarrowwidth="narrow" endarrowlength="short"/>
          </v:line>
        </w:pict>
      </w:r>
    </w:p>
    <w:p w:rsidR="005C186D" w:rsidRPr="0042234B" w:rsidRDefault="005C186D" w:rsidP="00902145">
      <w:pPr>
        <w:tabs>
          <w:tab w:val="right" w:pos="1350"/>
        </w:tabs>
        <w:spacing w:line="240" w:lineRule="atLeast"/>
        <w:rPr>
          <w:bCs/>
          <w:spacing w:val="-20"/>
          <w:sz w:val="20"/>
          <w:szCs w:val="20"/>
        </w:rPr>
      </w:pPr>
      <w:r>
        <w:rPr>
          <w:noProof/>
        </w:rPr>
        <w:pict>
          <v:line id="_x0000_s1033" style="position:absolute;z-index:251660288" from="295.2pt,5.05pt" to="381.65pt,5.1pt" o:allowincell="f" strokeweight="1pt">
            <v:stroke startarrowwidth="narrow" startarrowlength="short" endarrowwidth="narrow" endarrowlength="short"/>
          </v:line>
        </w:pict>
      </w:r>
      <w:r>
        <w:rPr>
          <w:noProof/>
        </w:rPr>
        <w:pict>
          <v:line id="_x0000_s1034" style="position:absolute;z-index:251651072" from="1in,5.05pt" to="79.25pt,5.1pt" o:allowincell="f" strokeweight="1pt">
            <v:stroke startarrowwidth="narrow" startarrowlength="short" endarrowwidth="narrow" endarrowlength="short"/>
          </v:line>
        </w:pict>
      </w:r>
      <w:r w:rsidRPr="0042234B">
        <w:rPr>
          <w:bCs/>
          <w:spacing w:val="-20"/>
          <w:sz w:val="20"/>
          <w:szCs w:val="20"/>
        </w:rPr>
        <w:tab/>
        <w:t>$1,200,000</w:t>
      </w:r>
    </w:p>
    <w:p w:rsidR="005C186D" w:rsidRPr="0042234B" w:rsidRDefault="005C186D" w:rsidP="00902145">
      <w:pPr>
        <w:tabs>
          <w:tab w:val="right" w:pos="1350"/>
        </w:tabs>
        <w:spacing w:line="240" w:lineRule="atLeast"/>
        <w:rPr>
          <w:bCs/>
          <w:spacing w:val="-20"/>
          <w:sz w:val="20"/>
          <w:szCs w:val="20"/>
        </w:rPr>
      </w:pPr>
      <w:r>
        <w:rPr>
          <w:noProof/>
        </w:rPr>
        <w:pict>
          <v:line id="_x0000_s1035" style="position:absolute;z-index:251658240" from="180pt,5.3pt" to="295.25pt,5.35pt" o:allowincell="f" strokeweight="1pt">
            <v:stroke startarrowwidth="narrow" startarrowlength="short" endarrowwidth="narrow" endarrowlength="short"/>
          </v:line>
        </w:pict>
      </w:r>
      <w:r>
        <w:rPr>
          <w:noProof/>
        </w:rPr>
        <w:pict>
          <v:line id="_x0000_s1036" style="position:absolute;z-index:251653120" from="1in,5.3pt" to="79.25pt,5.35pt" o:allowincell="f" strokeweight="1pt">
            <v:stroke startarrowwidth="narrow" startarrowlength="short" endarrowwidth="narrow" endarrowlength="short"/>
          </v:line>
        </w:pict>
      </w:r>
      <w:r w:rsidRPr="0042234B">
        <w:rPr>
          <w:bCs/>
          <w:spacing w:val="-20"/>
          <w:sz w:val="20"/>
          <w:szCs w:val="20"/>
        </w:rPr>
        <w:tab/>
        <w:t>1,100,000</w:t>
      </w:r>
    </w:p>
    <w:p w:rsidR="005C186D" w:rsidRPr="0042234B" w:rsidRDefault="005C186D" w:rsidP="00902145">
      <w:pPr>
        <w:tabs>
          <w:tab w:val="right" w:pos="1350"/>
        </w:tabs>
        <w:spacing w:line="240" w:lineRule="atLeast"/>
        <w:rPr>
          <w:bCs/>
          <w:spacing w:val="-20"/>
          <w:sz w:val="20"/>
          <w:szCs w:val="20"/>
        </w:rPr>
      </w:pPr>
      <w:r>
        <w:rPr>
          <w:noProof/>
        </w:rPr>
        <w:pict>
          <v:line id="_x0000_s1037" style="position:absolute;z-index:251657216" from="1in,5.55pt" to="180.05pt,5.6pt" o:allowincell="f" strokeweight="1pt">
            <v:stroke startarrowwidth="narrow" startarrowlength="short" endarrowwidth="narrow" endarrowlength="short"/>
          </v:line>
        </w:pict>
      </w:r>
      <w:r w:rsidRPr="0042234B">
        <w:rPr>
          <w:bCs/>
          <w:spacing w:val="-20"/>
          <w:sz w:val="20"/>
          <w:szCs w:val="20"/>
        </w:rPr>
        <w:tab/>
        <w:t>1,000,000</w:t>
      </w:r>
    </w:p>
    <w:p w:rsidR="005C186D" w:rsidRPr="0042234B" w:rsidRDefault="005C186D" w:rsidP="00902145">
      <w:pPr>
        <w:tabs>
          <w:tab w:val="left" w:pos="2861"/>
        </w:tabs>
        <w:spacing w:line="240" w:lineRule="atLeast"/>
        <w:rPr>
          <w:bCs/>
          <w:spacing w:val="-20"/>
          <w:sz w:val="20"/>
          <w:szCs w:val="20"/>
        </w:rPr>
      </w:pPr>
      <w:r w:rsidRPr="0042234B">
        <w:rPr>
          <w:bCs/>
          <w:spacing w:val="-20"/>
          <w:sz w:val="20"/>
          <w:szCs w:val="20"/>
        </w:rPr>
        <w:tab/>
      </w:r>
    </w:p>
    <w:p w:rsidR="005C186D" w:rsidRPr="0042234B" w:rsidRDefault="005C186D" w:rsidP="00902145">
      <w:pPr>
        <w:tabs>
          <w:tab w:val="left" w:pos="840"/>
        </w:tabs>
        <w:spacing w:line="240" w:lineRule="atLeast"/>
        <w:rPr>
          <w:bCs/>
          <w:spacing w:val="-20"/>
          <w:sz w:val="20"/>
          <w:szCs w:val="20"/>
        </w:rPr>
      </w:pPr>
      <w:r>
        <w:rPr>
          <w:noProof/>
        </w:rPr>
        <w:pict>
          <v:line id="_x0000_s1038" style="position:absolute;z-index:251643904" from="1in,12.5pt" to="79.25pt,20.5pt" o:allowincell="f">
            <v:stroke startarrowwidth="narrow" startarrowlength="short" endarrowwidth="narrow" endarrowlength="short"/>
          </v:line>
        </w:pict>
      </w:r>
    </w:p>
    <w:p w:rsidR="005C186D" w:rsidRPr="0042234B" w:rsidRDefault="005C186D" w:rsidP="00902145">
      <w:pPr>
        <w:tabs>
          <w:tab w:val="left" w:pos="840"/>
        </w:tabs>
        <w:spacing w:line="240" w:lineRule="atLeast"/>
        <w:rPr>
          <w:bCs/>
          <w:spacing w:val="-20"/>
          <w:sz w:val="20"/>
          <w:szCs w:val="20"/>
        </w:rPr>
      </w:pPr>
      <w:r>
        <w:rPr>
          <w:noProof/>
        </w:rPr>
        <w:pict>
          <v:line id="_x0000_s1039" style="position:absolute;z-index:251649024" from="93.6pt,13.45pt" to="100.85pt,20.7pt" o:allowincell="f">
            <v:stroke startarrowwidth="narrow" startarrowlength="short" endarrowwidth="narrow" endarrowlength="short"/>
          </v:line>
        </w:pict>
      </w:r>
      <w:r>
        <w:rPr>
          <w:noProof/>
        </w:rPr>
        <w:pict>
          <v:line id="_x0000_s1040" style="position:absolute;flip:y;z-index:251648000" from="86.4pt,13.45pt" to="93.65pt,20.7pt" o:allowincell="f">
            <v:stroke startarrowwidth="narrow" startarrowlength="short" endarrowwidth="narrow" endarrowlength="short"/>
          </v:line>
        </w:pict>
      </w:r>
      <w:r>
        <w:rPr>
          <w:noProof/>
        </w:rPr>
        <w:pict>
          <v:line id="_x0000_s1041" style="position:absolute;z-index:251645952" from="1in,13.45pt" to="79.25pt,20.7pt" o:allowincell="f">
            <v:stroke startarrowwidth="narrow" startarrowlength="short" endarrowwidth="narrow" endarrowlength="short"/>
          </v:line>
        </w:pict>
      </w:r>
      <w:r>
        <w:rPr>
          <w:noProof/>
        </w:rPr>
        <w:pict>
          <v:line id="_x0000_s1042" style="position:absolute;flip:x;z-index:251644928" from="1in,6.25pt" to="79.25pt,13.5pt" o:allowincell="f">
            <v:stroke startarrowwidth="narrow" startarrowlength="short" endarrowwidth="narrow" endarrowlength="short"/>
          </v:line>
        </w:pict>
      </w:r>
    </w:p>
    <w:p w:rsidR="005C186D" w:rsidRPr="0042234B" w:rsidRDefault="005C186D" w:rsidP="00902145">
      <w:pPr>
        <w:tabs>
          <w:tab w:val="left" w:pos="840"/>
        </w:tabs>
        <w:spacing w:line="240" w:lineRule="atLeast"/>
        <w:rPr>
          <w:bCs/>
          <w:spacing w:val="-20"/>
          <w:sz w:val="20"/>
          <w:szCs w:val="20"/>
        </w:rPr>
      </w:pPr>
      <w:r>
        <w:rPr>
          <w:noProof/>
        </w:rPr>
        <w:pict>
          <v:line id="_x0000_s1043" style="position:absolute;z-index:251650048" from="100.8pt,6.5pt" to="374.45pt,6.55pt" o:allowincell="f">
            <v:stroke startarrowwidth="narrow" startarrowlength="short" endarrowwidth="narrow" endarrowlength="short"/>
          </v:line>
        </w:pict>
      </w:r>
      <w:r>
        <w:rPr>
          <w:noProof/>
        </w:rPr>
        <w:pict>
          <v:line id="_x0000_s1044" style="position:absolute;z-index:251646976" from="79.2pt,6.5pt" to="86.45pt,6.55pt" o:allowincell="f">
            <v:stroke startarrowwidth="narrow" startarrowlength="short" endarrowwidth="narrow" endarrowlength="short"/>
          </v:line>
        </w:pict>
      </w:r>
    </w:p>
    <w:p w:rsidR="005C186D" w:rsidRPr="0042234B" w:rsidRDefault="005C186D" w:rsidP="00902145">
      <w:pPr>
        <w:tabs>
          <w:tab w:val="left" w:pos="840"/>
          <w:tab w:val="center" w:pos="3600"/>
          <w:tab w:val="center" w:pos="5940"/>
        </w:tabs>
        <w:spacing w:line="240" w:lineRule="atLeast"/>
        <w:rPr>
          <w:bCs/>
          <w:spacing w:val="-20"/>
          <w:sz w:val="20"/>
          <w:szCs w:val="20"/>
        </w:rPr>
      </w:pPr>
      <w:r w:rsidRPr="0042234B">
        <w:rPr>
          <w:bCs/>
          <w:spacing w:val="-20"/>
          <w:sz w:val="20"/>
          <w:szCs w:val="20"/>
        </w:rPr>
        <w:tab/>
      </w:r>
      <w:r w:rsidRPr="0042234B">
        <w:rPr>
          <w:bCs/>
          <w:spacing w:val="-20"/>
          <w:sz w:val="20"/>
          <w:szCs w:val="20"/>
        </w:rPr>
        <w:tab/>
        <w:t>$2,000,000</w:t>
      </w:r>
      <w:r w:rsidRPr="0042234B">
        <w:rPr>
          <w:bCs/>
          <w:spacing w:val="-20"/>
          <w:sz w:val="20"/>
          <w:szCs w:val="20"/>
        </w:rPr>
        <w:tab/>
        <w:t>$2,400,000</w:t>
      </w:r>
      <w:r w:rsidRPr="0042234B">
        <w:rPr>
          <w:bCs/>
          <w:spacing w:val="-20"/>
          <w:sz w:val="20"/>
          <w:szCs w:val="20"/>
        </w:rPr>
        <w:tab/>
      </w:r>
      <w:r w:rsidRPr="0042234B">
        <w:rPr>
          <w:bCs/>
          <w:spacing w:val="-20"/>
          <w:sz w:val="20"/>
          <w:szCs w:val="20"/>
        </w:rPr>
        <w:tab/>
        <w:t>Billings</w:t>
      </w:r>
    </w:p>
    <w:p w:rsidR="005C186D" w:rsidRPr="0042234B" w:rsidRDefault="005C186D" w:rsidP="00902145">
      <w:pPr>
        <w:tabs>
          <w:tab w:val="left" w:pos="840"/>
        </w:tabs>
        <w:spacing w:line="240" w:lineRule="atLeast"/>
        <w:rPr>
          <w:bCs/>
          <w:spacing w:val="-20"/>
        </w:rPr>
      </w:pPr>
    </w:p>
    <w:p w:rsidR="005C186D" w:rsidRPr="0042234B" w:rsidRDefault="005C186D" w:rsidP="00F435A8">
      <w:pPr>
        <w:tabs>
          <w:tab w:val="left" w:pos="840"/>
        </w:tabs>
        <w:spacing w:line="240" w:lineRule="atLeast"/>
        <w:outlineLvl w:val="0"/>
        <w:rPr>
          <w:bCs/>
          <w:sz w:val="32"/>
          <w:szCs w:val="32"/>
        </w:rPr>
      </w:pPr>
    </w:p>
    <w:p w:rsidR="005C186D" w:rsidRPr="0042234B" w:rsidRDefault="005C186D" w:rsidP="00F435A8">
      <w:pPr>
        <w:tabs>
          <w:tab w:val="left" w:pos="840"/>
        </w:tabs>
        <w:spacing w:line="240" w:lineRule="atLeast"/>
        <w:outlineLvl w:val="0"/>
        <w:rPr>
          <w:bCs/>
        </w:rPr>
      </w:pPr>
      <w:r>
        <w:rPr>
          <w:noProof/>
        </w:rPr>
        <w:pict>
          <v:line id="_x0000_s1045" style="position:absolute;z-index:251663360" from="1in,91pt" to="79.25pt,99pt" o:allowincell="f">
            <v:stroke startarrowwidth="narrow" startarrowlength="short" endarrowwidth="narrow" endarrowlength="short"/>
          </v:line>
        </w:pict>
      </w:r>
      <w:r>
        <w:rPr>
          <w:noProof/>
        </w:rPr>
        <w:pict>
          <v:line id="_x0000_s1046" style="position:absolute;flip:x;z-index:251664384" from="1in,98.9pt" to="79.25pt,106.15pt" o:allowincell="f">
            <v:stroke startarrowwidth="narrow" startarrowlength="short" endarrowwidth="narrow" endarrowlength="short"/>
          </v:line>
        </w:pict>
      </w:r>
      <w:r>
        <w:rPr>
          <w:noProof/>
        </w:rPr>
        <w:pict>
          <v:line id="_x0000_s1047" style="position:absolute;z-index:251665408" from="1in,106.1pt" to="79.25pt,113.35pt" o:allowincell="f">
            <v:stroke startarrowwidth="narrow" startarrowlength="short" endarrowwidth="narrow" endarrowlength="short"/>
          </v:line>
        </w:pict>
      </w:r>
      <w:r>
        <w:rPr>
          <w:noProof/>
        </w:rPr>
        <w:pict>
          <v:line id="_x0000_s1048" style="position:absolute;z-index:251666432" from="79.2pt,113.3pt" to="86.45pt,113.35pt" o:allowincell="f">
            <v:stroke startarrowwidth="narrow" startarrowlength="short" endarrowwidth="narrow" endarrowlength="short"/>
          </v:line>
        </w:pict>
      </w:r>
      <w:r>
        <w:rPr>
          <w:noProof/>
        </w:rPr>
        <w:pict>
          <v:line id="_x0000_s1049" style="position:absolute;flip:y;z-index:251667456" from="86.4pt,106.1pt" to="93.65pt,113.35pt" o:allowincell="f">
            <v:stroke startarrowwidth="narrow" startarrowlength="short" endarrowwidth="narrow" endarrowlength="short"/>
          </v:line>
        </w:pict>
      </w:r>
      <w:r>
        <w:rPr>
          <w:noProof/>
        </w:rPr>
        <w:pict>
          <v:line id="_x0000_s1050" style="position:absolute;z-index:251668480" from="93.6pt,106.1pt" to="100.85pt,113.35pt" o:allowincell="f">
            <v:stroke startarrowwidth="narrow" startarrowlength="short" endarrowwidth="narrow" endarrowlength="short"/>
          </v:line>
        </w:pict>
      </w:r>
      <w:r>
        <w:rPr>
          <w:noProof/>
        </w:rPr>
        <w:pict>
          <v:line id="_x0000_s1051" style="position:absolute;z-index:251669504" from="100.8pt,113.3pt" to="374.45pt,113.35pt" o:allowincell="f">
            <v:stroke startarrowwidth="narrow" startarrowlength="short" endarrowwidth="narrow" endarrowlength="short"/>
          </v:line>
        </w:pict>
      </w:r>
      <w:r>
        <w:rPr>
          <w:noProof/>
        </w:rPr>
        <w:t>Simplified</w:t>
      </w:r>
      <w:r w:rsidRPr="0042234B">
        <w:rPr>
          <w:bCs/>
        </w:rPr>
        <w:t xml:space="preserve"> analysis:</w:t>
      </w:r>
    </w:p>
    <w:p w:rsidR="005C186D" w:rsidRPr="0042234B" w:rsidRDefault="005C186D" w:rsidP="00F435A8">
      <w:pPr>
        <w:tabs>
          <w:tab w:val="left" w:pos="840"/>
        </w:tabs>
        <w:spacing w:line="240" w:lineRule="atLeast"/>
        <w:outlineLvl w:val="0"/>
        <w:rPr>
          <w:bCs/>
          <w:sz w:val="32"/>
          <w:szCs w:val="32"/>
        </w:rPr>
      </w:pPr>
    </w:p>
    <w:p w:rsidR="005C186D" w:rsidRPr="0042234B" w:rsidRDefault="005C186D" w:rsidP="00F435A8">
      <w:pPr>
        <w:tabs>
          <w:tab w:val="left" w:pos="840"/>
        </w:tabs>
        <w:spacing w:line="240" w:lineRule="atLeast"/>
        <w:outlineLvl w:val="0"/>
        <w:rPr>
          <w:bCs/>
          <w:sz w:val="20"/>
          <w:szCs w:val="20"/>
        </w:rPr>
      </w:pPr>
      <w:r>
        <w:rPr>
          <w:noProof/>
        </w:rPr>
        <w:pict>
          <v:line id="_x0000_s1052" style="position:absolute;flip:y;z-index:251672576" from="295.2pt,9pt" to="295.2pt,75.9pt" o:allowincell="f" strokeweight=".5pt">
            <v:stroke dashstyle="1 1" startarrowwidth="narrow" startarrowlength="short" endarrowwidth="narrow" endarrowlength="short"/>
          </v:line>
        </w:pict>
      </w:r>
      <w:r>
        <w:rPr>
          <w:noProof/>
        </w:rPr>
        <w:pict>
          <v:line id="_x0000_s1053" style="position:absolute;flip:y;z-index:251671552" from="180pt,9pt" to="180pt,75.9pt" o:allowincell="f" strokeweight=".5pt">
            <v:stroke dashstyle="1 1" startarrowwidth="narrow" startarrowlength="short" endarrowwidth="narrow" endarrowlength="short"/>
          </v:line>
        </w:pict>
      </w:r>
      <w:r w:rsidRPr="0042234B">
        <w:rPr>
          <w:bCs/>
          <w:sz w:val="20"/>
          <w:szCs w:val="20"/>
        </w:rPr>
        <w:t xml:space="preserve">           Key professional </w:t>
      </w:r>
    </w:p>
    <w:p w:rsidR="005C186D" w:rsidRPr="0042234B" w:rsidRDefault="005C186D" w:rsidP="00F435A8">
      <w:pPr>
        <w:tabs>
          <w:tab w:val="left" w:pos="840"/>
        </w:tabs>
        <w:spacing w:line="240" w:lineRule="atLeast"/>
        <w:outlineLvl w:val="0"/>
        <w:rPr>
          <w:bCs/>
          <w:sz w:val="20"/>
          <w:szCs w:val="20"/>
        </w:rPr>
      </w:pPr>
      <w:r w:rsidRPr="0042234B">
        <w:rPr>
          <w:bCs/>
          <w:sz w:val="20"/>
          <w:szCs w:val="20"/>
        </w:rPr>
        <w:t xml:space="preserve">                 salaries</w:t>
      </w:r>
    </w:p>
    <w:p w:rsidR="005C186D" w:rsidRPr="0042234B" w:rsidRDefault="005C186D" w:rsidP="00902145">
      <w:pPr>
        <w:tabs>
          <w:tab w:val="left" w:pos="840"/>
        </w:tabs>
        <w:spacing w:line="240" w:lineRule="atLeast"/>
        <w:rPr>
          <w:bCs/>
          <w:spacing w:val="-20"/>
          <w:sz w:val="20"/>
          <w:szCs w:val="20"/>
        </w:rPr>
      </w:pPr>
      <w:r>
        <w:rPr>
          <w:noProof/>
        </w:rPr>
        <w:pict>
          <v:line id="_x0000_s1054" style="position:absolute;z-index:251674624" from="1in,9.15pt" to="1in,66pt" o:allowincell="f" strokeweight="1pt">
            <v:stroke startarrowwidth="narrow" startarrowlength="short" endarrowwidth="narrow" endarrowlength="short"/>
          </v:line>
        </w:pict>
      </w:r>
    </w:p>
    <w:p w:rsidR="005C186D" w:rsidRPr="0042234B" w:rsidRDefault="005C186D" w:rsidP="00902145">
      <w:pPr>
        <w:tabs>
          <w:tab w:val="right" w:pos="1350"/>
        </w:tabs>
        <w:spacing w:line="240" w:lineRule="atLeast"/>
        <w:rPr>
          <w:bCs/>
          <w:spacing w:val="-20"/>
          <w:sz w:val="20"/>
          <w:szCs w:val="20"/>
        </w:rPr>
      </w:pPr>
      <w:r>
        <w:rPr>
          <w:noProof/>
        </w:rPr>
        <w:pict>
          <v:line id="_x0000_s1055" style="position:absolute;z-index:251652096" from="1in,5.05pt" to="79.25pt,5.1pt" o:allowincell="f" strokeweight="1pt">
            <v:stroke startarrowwidth="narrow" startarrowlength="short" endarrowwidth="narrow" endarrowlength="short"/>
          </v:line>
        </w:pict>
      </w:r>
      <w:r w:rsidRPr="0042234B">
        <w:rPr>
          <w:bCs/>
          <w:spacing w:val="-20"/>
          <w:sz w:val="20"/>
          <w:szCs w:val="20"/>
        </w:rPr>
        <w:tab/>
        <w:t>$1,200,000</w:t>
      </w:r>
    </w:p>
    <w:p w:rsidR="005C186D" w:rsidRPr="0042234B" w:rsidRDefault="005C186D" w:rsidP="00902145">
      <w:pPr>
        <w:tabs>
          <w:tab w:val="right" w:pos="1350"/>
        </w:tabs>
        <w:spacing w:line="240" w:lineRule="atLeast"/>
        <w:rPr>
          <w:bCs/>
          <w:spacing w:val="-20"/>
          <w:sz w:val="20"/>
          <w:szCs w:val="20"/>
        </w:rPr>
      </w:pPr>
      <w:r>
        <w:rPr>
          <w:noProof/>
        </w:rPr>
        <w:pict>
          <v:line id="_x0000_s1056" style="position:absolute;z-index:251659264" from="180pt,3.65pt" to="295.25pt,3.7pt" o:allowincell="f" strokeweight="1pt">
            <v:stroke startarrowwidth="narrow" startarrowlength="short" endarrowwidth="narrow" endarrowlength="short"/>
          </v:line>
        </w:pict>
      </w:r>
      <w:r>
        <w:rPr>
          <w:noProof/>
        </w:rPr>
        <w:pict>
          <v:line id="_x0000_s1057" style="position:absolute;z-index:251661312" from="295.2pt,4.6pt" to="381.65pt,4.65pt" o:allowincell="f" strokeweight=".5pt">
            <v:stroke dashstyle="1 1" startarrowwidth="narrow" startarrowlength="short" endarrowwidth="narrow" endarrowlength="short"/>
          </v:line>
        </w:pict>
      </w:r>
      <w:r>
        <w:rPr>
          <w:noProof/>
        </w:rPr>
        <w:pict>
          <v:line id="_x0000_s1058" style="position:absolute;z-index:251673600" from="1in,4.6pt" to="180.05pt,4.65pt" o:allowincell="f" strokeweight=".5pt">
            <v:stroke dashstyle="1 1" startarrowwidth="narrow" startarrowlength="short" endarrowwidth="narrow" endarrowlength="short"/>
          </v:line>
        </w:pict>
      </w:r>
      <w:r>
        <w:rPr>
          <w:noProof/>
        </w:rPr>
        <w:pict>
          <v:line id="_x0000_s1059" style="position:absolute;z-index:251654144" from="1in,5.3pt" to="79.25pt,5.35pt" o:allowincell="f" strokeweight="1pt">
            <v:stroke startarrowwidth="narrow" startarrowlength="short" endarrowwidth="narrow" endarrowlength="short"/>
          </v:line>
        </w:pict>
      </w:r>
      <w:r w:rsidRPr="0042234B">
        <w:rPr>
          <w:bCs/>
          <w:spacing w:val="-20"/>
          <w:sz w:val="20"/>
          <w:szCs w:val="20"/>
        </w:rPr>
        <w:tab/>
        <w:t>1,100,000</w:t>
      </w:r>
    </w:p>
    <w:p w:rsidR="005C186D" w:rsidRPr="0042234B" w:rsidRDefault="005C186D" w:rsidP="00902145">
      <w:pPr>
        <w:tabs>
          <w:tab w:val="right" w:pos="1350"/>
        </w:tabs>
        <w:spacing w:line="240" w:lineRule="atLeast"/>
        <w:rPr>
          <w:bCs/>
          <w:spacing w:val="-20"/>
          <w:sz w:val="20"/>
          <w:szCs w:val="20"/>
        </w:rPr>
      </w:pPr>
      <w:r>
        <w:rPr>
          <w:noProof/>
        </w:rPr>
        <w:pict>
          <v:line id="_x0000_s1060" style="position:absolute;z-index:251670528" from="1in,7pt" to="79.25pt,7.05pt" o:allowincell="f" strokeweight="1pt">
            <v:stroke startarrowwidth="narrow" startarrowlength="short" endarrowwidth="narrow" endarrowlength="short"/>
          </v:line>
        </w:pict>
      </w:r>
      <w:r w:rsidRPr="0042234B">
        <w:rPr>
          <w:bCs/>
          <w:spacing w:val="-20"/>
          <w:sz w:val="20"/>
          <w:szCs w:val="20"/>
        </w:rPr>
        <w:tab/>
        <w:t>1,000,000</w:t>
      </w:r>
    </w:p>
    <w:p w:rsidR="005C186D" w:rsidRPr="0042234B" w:rsidRDefault="005C186D" w:rsidP="00902145">
      <w:pPr>
        <w:tabs>
          <w:tab w:val="left" w:pos="840"/>
        </w:tabs>
        <w:spacing w:line="240" w:lineRule="atLeast"/>
        <w:rPr>
          <w:bCs/>
          <w:spacing w:val="-20"/>
          <w:sz w:val="20"/>
          <w:szCs w:val="20"/>
        </w:rPr>
      </w:pPr>
    </w:p>
    <w:p w:rsidR="005C186D" w:rsidRPr="0042234B" w:rsidRDefault="005C186D" w:rsidP="00902145">
      <w:pPr>
        <w:tabs>
          <w:tab w:val="left" w:pos="840"/>
          <w:tab w:val="center" w:pos="3600"/>
          <w:tab w:val="center" w:pos="5940"/>
        </w:tabs>
        <w:spacing w:line="240" w:lineRule="atLeast"/>
        <w:rPr>
          <w:bCs/>
          <w:spacing w:val="-20"/>
          <w:sz w:val="20"/>
          <w:szCs w:val="20"/>
        </w:rPr>
      </w:pPr>
      <w:r w:rsidRPr="0042234B">
        <w:rPr>
          <w:bCs/>
          <w:spacing w:val="-20"/>
          <w:sz w:val="20"/>
          <w:szCs w:val="20"/>
        </w:rPr>
        <w:tab/>
      </w:r>
      <w:r w:rsidRPr="0042234B">
        <w:rPr>
          <w:bCs/>
          <w:spacing w:val="-20"/>
          <w:sz w:val="20"/>
          <w:szCs w:val="20"/>
        </w:rPr>
        <w:tab/>
        <w:t>$2,000,000</w:t>
      </w:r>
      <w:r w:rsidRPr="0042234B">
        <w:rPr>
          <w:bCs/>
          <w:spacing w:val="-20"/>
          <w:sz w:val="20"/>
          <w:szCs w:val="20"/>
        </w:rPr>
        <w:tab/>
        <w:t>$2,400,000</w:t>
      </w:r>
      <w:r w:rsidRPr="0042234B">
        <w:rPr>
          <w:bCs/>
          <w:spacing w:val="-20"/>
          <w:sz w:val="20"/>
          <w:szCs w:val="20"/>
        </w:rPr>
        <w:tab/>
      </w:r>
      <w:r w:rsidRPr="0042234B">
        <w:rPr>
          <w:bCs/>
          <w:spacing w:val="-20"/>
          <w:sz w:val="20"/>
          <w:szCs w:val="20"/>
        </w:rPr>
        <w:tab/>
        <w:t>Billings</w:t>
      </w:r>
    </w:p>
    <w:p w:rsidR="005C186D" w:rsidRPr="0042234B" w:rsidRDefault="005C186D" w:rsidP="00902145">
      <w:pPr>
        <w:tabs>
          <w:tab w:val="left" w:pos="840"/>
        </w:tabs>
        <w:spacing w:line="240" w:lineRule="atLeast"/>
        <w:rPr>
          <w:bCs/>
          <w:spacing w:val="-20"/>
        </w:rPr>
      </w:pPr>
    </w:p>
    <w:p w:rsidR="005C186D" w:rsidRPr="0042234B" w:rsidRDefault="005C186D" w:rsidP="00902145">
      <w:pPr>
        <w:tabs>
          <w:tab w:val="left" w:pos="840"/>
          <w:tab w:val="bar" w:pos="3600"/>
          <w:tab w:val="bar" w:pos="5940"/>
        </w:tabs>
        <w:rPr>
          <w:bCs/>
          <w:spacing w:val="-20"/>
          <w:sz w:val="30"/>
          <w:u w:val="single"/>
        </w:rPr>
      </w:pPr>
      <w:r w:rsidRPr="0042234B">
        <w:rPr>
          <w:bCs/>
          <w:spacing w:val="-20"/>
          <w:sz w:val="30"/>
        </w:rPr>
        <w:tab/>
      </w:r>
      <w:r w:rsidRPr="0042234B">
        <w:rPr>
          <w:bCs/>
          <w:spacing w:val="-20"/>
          <w:sz w:val="30"/>
        </w:rPr>
        <w:tab/>
      </w:r>
    </w:p>
    <w:p w:rsidR="005C186D" w:rsidRPr="0042234B" w:rsidRDefault="005C186D" w:rsidP="00343998">
      <w:pPr>
        <w:tabs>
          <w:tab w:val="left" w:pos="840"/>
          <w:tab w:val="left" w:pos="3690"/>
        </w:tabs>
      </w:pPr>
      <w:r w:rsidRPr="0042234B">
        <w:rPr>
          <w:bCs/>
          <w:spacing w:val="-20"/>
        </w:rPr>
        <w:tab/>
      </w:r>
      <w:r w:rsidRPr="0042234B">
        <w:rPr>
          <w:bCs/>
          <w:spacing w:val="-20"/>
        </w:rPr>
        <w:tab/>
      </w:r>
      <w:r w:rsidRPr="0042234B">
        <w:t>Relevant Range</w:t>
      </w:r>
      <w:r w:rsidRPr="0042234B">
        <w:rPr>
          <w:spacing w:val="-20"/>
          <w:u w:val="single"/>
        </w:rPr>
        <w:br w:type="page"/>
      </w:r>
      <w:r w:rsidRPr="0042234B">
        <w:rPr>
          <w:bCs/>
          <w:u w:val="single"/>
        </w:rPr>
        <w:t>2-</w:t>
      </w:r>
      <w:r>
        <w:rPr>
          <w:bCs/>
          <w:u w:val="single"/>
        </w:rPr>
        <w:t>50</w:t>
      </w:r>
      <w:r w:rsidRPr="0042234B">
        <w:rPr>
          <w:bCs/>
        </w:rPr>
        <w:t xml:space="preserve"> </w:t>
      </w:r>
      <w:r w:rsidRPr="0042234B">
        <w:rPr>
          <w:bCs/>
        </w:rPr>
        <w:tab/>
        <w:t>(15-20 min.)</w:t>
      </w:r>
      <w:r w:rsidRPr="0042234B">
        <w:t xml:space="preserve"> </w:t>
      </w:r>
    </w:p>
    <w:p w:rsidR="005C186D" w:rsidRPr="0042234B" w:rsidRDefault="005C186D" w:rsidP="00902145">
      <w:pPr>
        <w:tabs>
          <w:tab w:val="decimal" w:pos="4580"/>
          <w:tab w:val="decimal" w:pos="6300"/>
          <w:tab w:val="decimal" w:pos="7200"/>
          <w:tab w:val="decimal" w:pos="7640"/>
          <w:tab w:val="decimal" w:pos="9180"/>
        </w:tabs>
        <w:rPr>
          <w:bCs/>
        </w:rPr>
      </w:pPr>
    </w:p>
    <w:p w:rsidR="005C186D" w:rsidRPr="0042234B" w:rsidRDefault="005C186D" w:rsidP="00902145">
      <w:pPr>
        <w:tabs>
          <w:tab w:val="decimal" w:pos="4580"/>
          <w:tab w:val="decimal" w:pos="6300"/>
          <w:tab w:val="decimal" w:pos="7200"/>
          <w:tab w:val="decimal" w:pos="7640"/>
          <w:tab w:val="decimal" w:pos="9180"/>
        </w:tabs>
        <w:rPr>
          <w:bCs/>
        </w:rPr>
      </w:pPr>
      <w:r w:rsidRPr="0042234B">
        <w:rPr>
          <w:bCs/>
        </w:rPr>
        <w:t>1.  Microsoft:  ($60,420 - $11,598) ÷ $60,420 = .81 or 81%</w:t>
      </w:r>
    </w:p>
    <w:p w:rsidR="005C186D" w:rsidRPr="0042234B" w:rsidRDefault="005C186D" w:rsidP="00902145">
      <w:pPr>
        <w:tabs>
          <w:tab w:val="decimal" w:pos="4580"/>
          <w:tab w:val="decimal" w:pos="6300"/>
          <w:tab w:val="decimal" w:pos="7200"/>
          <w:tab w:val="decimal" w:pos="7640"/>
          <w:tab w:val="decimal" w:pos="9180"/>
        </w:tabs>
        <w:rPr>
          <w:bCs/>
        </w:rPr>
      </w:pPr>
    </w:p>
    <w:p w:rsidR="005C186D" w:rsidRPr="0042234B" w:rsidRDefault="005C186D" w:rsidP="00F435A8">
      <w:pPr>
        <w:tabs>
          <w:tab w:val="decimal" w:pos="4580"/>
          <w:tab w:val="decimal" w:pos="6300"/>
          <w:tab w:val="decimal" w:pos="7200"/>
          <w:tab w:val="decimal" w:pos="7640"/>
          <w:tab w:val="decimal" w:pos="9180"/>
        </w:tabs>
        <w:outlineLvl w:val="0"/>
        <w:rPr>
          <w:bCs/>
        </w:rPr>
      </w:pPr>
      <w:r w:rsidRPr="0042234B">
        <w:rPr>
          <w:bCs/>
        </w:rPr>
        <w:t xml:space="preserve">     Procter &amp; Gamble:  ($83,503 - $40,695) ÷ $83,503) = .51 or 51%</w:t>
      </w:r>
    </w:p>
    <w:p w:rsidR="005C186D" w:rsidRPr="0042234B" w:rsidRDefault="005C186D" w:rsidP="00902145">
      <w:pPr>
        <w:tabs>
          <w:tab w:val="decimal" w:pos="4580"/>
          <w:tab w:val="decimal" w:pos="6300"/>
          <w:tab w:val="decimal" w:pos="7200"/>
          <w:tab w:val="decimal" w:pos="7640"/>
          <w:tab w:val="decimal" w:pos="9180"/>
        </w:tabs>
        <w:rPr>
          <w:bCs/>
        </w:rPr>
      </w:pPr>
    </w:p>
    <w:p w:rsidR="005C186D" w:rsidRPr="0042234B" w:rsidRDefault="005C186D" w:rsidP="00A6102B">
      <w:pPr>
        <w:tabs>
          <w:tab w:val="decimal" w:pos="4580"/>
          <w:tab w:val="decimal" w:pos="6300"/>
          <w:tab w:val="decimal" w:pos="7200"/>
          <w:tab w:val="decimal" w:pos="7640"/>
          <w:tab w:val="decimal" w:pos="9180"/>
        </w:tabs>
        <w:ind w:left="360"/>
        <w:rPr>
          <w:bCs/>
        </w:rPr>
      </w:pPr>
      <w:r w:rsidRPr="0042234B">
        <w:rPr>
          <w:bCs/>
        </w:rPr>
        <w:t xml:space="preserve">There is very little variable cost for each unit of software sold by Microsoft, </w:t>
      </w:r>
      <w:r>
        <w:rPr>
          <w:bCs/>
        </w:rPr>
        <w:t>as the variable cost percentage is only 19%.  T</w:t>
      </w:r>
      <w:r w:rsidRPr="0042234B">
        <w:rPr>
          <w:bCs/>
        </w:rPr>
        <w:t xml:space="preserve">he variable cost </w:t>
      </w:r>
      <w:r>
        <w:rPr>
          <w:bCs/>
        </w:rPr>
        <w:t>percentage for</w:t>
      </w:r>
      <w:r w:rsidRPr="0042234B">
        <w:rPr>
          <w:bCs/>
        </w:rPr>
        <w:t xml:space="preserve"> the soap, cosmetics, foods, and other products of Procter &amp; Gamble is </w:t>
      </w:r>
      <w:r>
        <w:rPr>
          <w:bCs/>
        </w:rPr>
        <w:t>much higher at 49%</w:t>
      </w:r>
      <w:r w:rsidRPr="0042234B">
        <w:rPr>
          <w:bCs/>
        </w:rPr>
        <w:t>.</w:t>
      </w:r>
    </w:p>
    <w:p w:rsidR="005C186D" w:rsidRPr="0042234B" w:rsidRDefault="005C186D" w:rsidP="00902145">
      <w:pPr>
        <w:tabs>
          <w:tab w:val="decimal" w:pos="4580"/>
          <w:tab w:val="decimal" w:pos="6300"/>
          <w:tab w:val="decimal" w:pos="7200"/>
          <w:tab w:val="decimal" w:pos="7640"/>
          <w:tab w:val="decimal" w:pos="9180"/>
        </w:tabs>
        <w:rPr>
          <w:bCs/>
        </w:rPr>
      </w:pPr>
    </w:p>
    <w:p w:rsidR="005C186D" w:rsidRPr="0042234B" w:rsidRDefault="005C186D" w:rsidP="00902145">
      <w:pPr>
        <w:tabs>
          <w:tab w:val="decimal" w:pos="4580"/>
          <w:tab w:val="decimal" w:pos="6300"/>
          <w:tab w:val="decimal" w:pos="7200"/>
          <w:tab w:val="decimal" w:pos="7640"/>
          <w:tab w:val="decimal" w:pos="9180"/>
        </w:tabs>
        <w:rPr>
          <w:bCs/>
        </w:rPr>
      </w:pPr>
      <w:r w:rsidRPr="0042234B">
        <w:rPr>
          <w:bCs/>
        </w:rPr>
        <w:t>2.  Microsoft:  $10,000,000 × .81 = $8,100,000</w:t>
      </w:r>
    </w:p>
    <w:p w:rsidR="005C186D" w:rsidRPr="0042234B" w:rsidRDefault="005C186D" w:rsidP="00902145">
      <w:pPr>
        <w:tabs>
          <w:tab w:val="decimal" w:pos="4580"/>
          <w:tab w:val="decimal" w:pos="6300"/>
          <w:tab w:val="decimal" w:pos="7200"/>
          <w:tab w:val="decimal" w:pos="7640"/>
          <w:tab w:val="decimal" w:pos="9180"/>
        </w:tabs>
        <w:rPr>
          <w:bCs/>
        </w:rPr>
      </w:pPr>
    </w:p>
    <w:p w:rsidR="005C186D" w:rsidRPr="0042234B" w:rsidRDefault="005C186D" w:rsidP="00F435A8">
      <w:pPr>
        <w:tabs>
          <w:tab w:val="decimal" w:pos="4580"/>
          <w:tab w:val="decimal" w:pos="6300"/>
          <w:tab w:val="decimal" w:pos="7200"/>
          <w:tab w:val="decimal" w:pos="7640"/>
          <w:tab w:val="decimal" w:pos="9180"/>
        </w:tabs>
        <w:outlineLvl w:val="0"/>
        <w:rPr>
          <w:bCs/>
        </w:rPr>
      </w:pPr>
      <w:r w:rsidRPr="0042234B">
        <w:rPr>
          <w:bCs/>
        </w:rPr>
        <w:t xml:space="preserve">     Procter &amp; Gamble:  $10,000,000 × .51 = $5,100,000</w:t>
      </w:r>
    </w:p>
    <w:p w:rsidR="005C186D" w:rsidRPr="0042234B" w:rsidRDefault="005C186D" w:rsidP="00A6102B">
      <w:pPr>
        <w:tabs>
          <w:tab w:val="decimal" w:pos="4580"/>
          <w:tab w:val="decimal" w:pos="6300"/>
          <w:tab w:val="decimal" w:pos="7200"/>
          <w:tab w:val="decimal" w:pos="7640"/>
          <w:tab w:val="decimal" w:pos="9180"/>
        </w:tabs>
        <w:ind w:left="360"/>
        <w:rPr>
          <w:bCs/>
        </w:rPr>
      </w:pPr>
    </w:p>
    <w:p w:rsidR="005C186D" w:rsidRPr="0042234B" w:rsidRDefault="005C186D" w:rsidP="00A6102B">
      <w:pPr>
        <w:tabs>
          <w:tab w:val="decimal" w:pos="4580"/>
          <w:tab w:val="decimal" w:pos="6300"/>
          <w:tab w:val="decimal" w:pos="7200"/>
          <w:tab w:val="decimal" w:pos="7640"/>
          <w:tab w:val="decimal" w:pos="9180"/>
        </w:tabs>
        <w:ind w:left="360" w:hanging="360"/>
        <w:rPr>
          <w:bCs/>
        </w:rPr>
      </w:pPr>
      <w:r w:rsidRPr="0042234B">
        <w:rPr>
          <w:bCs/>
        </w:rPr>
        <w:t xml:space="preserve">3.  </w:t>
      </w:r>
      <w:r>
        <w:rPr>
          <w:bCs/>
        </w:rPr>
        <w:t>W</w:t>
      </w:r>
      <w:r w:rsidRPr="0042234B">
        <w:rPr>
          <w:bCs/>
        </w:rPr>
        <w:t>e know that the total contribution margin generated by any added sales will be added to the operating income.  Thus, we can simply multiply the contribution margin percentage by the changes in sales to get the change in operating income.</w:t>
      </w:r>
    </w:p>
    <w:p w:rsidR="005C186D" w:rsidRPr="0042234B" w:rsidRDefault="005C186D" w:rsidP="00A6102B">
      <w:pPr>
        <w:tabs>
          <w:tab w:val="decimal" w:pos="4580"/>
          <w:tab w:val="decimal" w:pos="6300"/>
          <w:tab w:val="decimal" w:pos="7200"/>
          <w:tab w:val="decimal" w:pos="7640"/>
          <w:tab w:val="decimal" w:pos="9180"/>
        </w:tabs>
        <w:ind w:left="360"/>
        <w:rPr>
          <w:bCs/>
        </w:rPr>
      </w:pPr>
    </w:p>
    <w:p w:rsidR="005C186D" w:rsidRPr="0042234B" w:rsidRDefault="005C186D" w:rsidP="00A6102B">
      <w:pPr>
        <w:tabs>
          <w:tab w:val="decimal" w:pos="4580"/>
          <w:tab w:val="decimal" w:pos="6300"/>
          <w:tab w:val="decimal" w:pos="7200"/>
          <w:tab w:val="decimal" w:pos="7640"/>
          <w:tab w:val="decimal" w:pos="9180"/>
        </w:tabs>
        <w:ind w:left="360"/>
        <w:rPr>
          <w:bCs/>
        </w:rPr>
      </w:pPr>
      <w:r w:rsidRPr="0042234B">
        <w:rPr>
          <w:bCs/>
        </w:rPr>
        <w:t>The main assumption we make is that the sales volume remains in the relevant range so that total fixed costs do not change and unit variable cost remain unchanged.  This generally means that such predictions will apply only to small changes in volume – changes that do not cause either the addition or reduction of capacity.</w:t>
      </w:r>
    </w:p>
    <w:p w:rsidR="005C186D" w:rsidRPr="0042234B" w:rsidRDefault="005C186D" w:rsidP="00902145">
      <w:pPr>
        <w:tabs>
          <w:tab w:val="decimal" w:pos="4580"/>
          <w:tab w:val="decimal" w:pos="6300"/>
          <w:tab w:val="decimal" w:pos="7200"/>
          <w:tab w:val="decimal" w:pos="7640"/>
          <w:tab w:val="decimal" w:pos="9180"/>
        </w:tabs>
      </w:pPr>
    </w:p>
    <w:p w:rsidR="005C186D" w:rsidRPr="0042234B" w:rsidRDefault="005C186D" w:rsidP="00902145">
      <w:pPr>
        <w:tabs>
          <w:tab w:val="left" w:pos="840"/>
        </w:tabs>
        <w:rPr>
          <w:spacing w:val="-20"/>
          <w:sz w:val="32"/>
          <w:szCs w:val="32"/>
          <w:u w:val="single"/>
        </w:rPr>
      </w:pPr>
    </w:p>
    <w:p w:rsidR="005C186D" w:rsidRPr="0042234B" w:rsidRDefault="005C186D" w:rsidP="00902145">
      <w:pPr>
        <w:tabs>
          <w:tab w:val="left" w:pos="840"/>
        </w:tabs>
      </w:pPr>
      <w:r w:rsidRPr="0042234B">
        <w:rPr>
          <w:spacing w:val="-20"/>
          <w:sz w:val="32"/>
          <w:szCs w:val="32"/>
          <w:u w:val="single"/>
        </w:rPr>
        <w:br w:type="page"/>
      </w:r>
      <w:r w:rsidRPr="0042234B">
        <w:rPr>
          <w:u w:val="single"/>
        </w:rPr>
        <w:t>2-</w:t>
      </w:r>
      <w:r>
        <w:rPr>
          <w:u w:val="single"/>
        </w:rPr>
        <w:t>51</w:t>
      </w:r>
      <w:r w:rsidRPr="0042234B">
        <w:tab/>
        <w:t>(15-20 min.)</w:t>
      </w:r>
    </w:p>
    <w:p w:rsidR="005C186D" w:rsidRPr="0042234B" w:rsidRDefault="005C186D" w:rsidP="00902145">
      <w:pPr>
        <w:tabs>
          <w:tab w:val="left" w:pos="840"/>
          <w:tab w:val="center" w:pos="5220"/>
          <w:tab w:val="center" w:pos="6840"/>
          <w:tab w:val="center" w:pos="8280"/>
        </w:tabs>
        <w:spacing w:line="240" w:lineRule="atLeast"/>
        <w:rPr>
          <w:bCs/>
        </w:rPr>
      </w:pPr>
      <w:r w:rsidRPr="0042234B">
        <w:rPr>
          <w:bCs/>
        </w:rPr>
        <w:tab/>
      </w:r>
      <w:r w:rsidRPr="0042234B">
        <w:rPr>
          <w:bCs/>
        </w:rPr>
        <w:tab/>
      </w:r>
      <w:r w:rsidRPr="0042234B">
        <w:rPr>
          <w:bCs/>
          <w:u w:val="single"/>
        </w:rPr>
        <w:t>Film</w:t>
      </w:r>
      <w:r w:rsidRPr="0042234B">
        <w:rPr>
          <w:bCs/>
        </w:rPr>
        <w:tab/>
      </w:r>
      <w:r w:rsidRPr="0042234B">
        <w:rPr>
          <w:bCs/>
          <w:u w:val="single"/>
        </w:rPr>
        <w:t>Refreshments</w:t>
      </w:r>
      <w:r w:rsidRPr="0042234B">
        <w:rPr>
          <w:bCs/>
        </w:rPr>
        <w:tab/>
      </w:r>
      <w:r w:rsidRPr="0042234B">
        <w:rPr>
          <w:bCs/>
          <w:u w:val="single"/>
        </w:rPr>
        <w:t>Total</w:t>
      </w:r>
    </w:p>
    <w:p w:rsidR="005C186D" w:rsidRPr="0042234B" w:rsidRDefault="005C186D" w:rsidP="00902145">
      <w:pPr>
        <w:tabs>
          <w:tab w:val="left" w:pos="840"/>
          <w:tab w:val="decimal" w:pos="5580"/>
          <w:tab w:val="decimal" w:pos="7020"/>
          <w:tab w:val="right" w:pos="7320"/>
          <w:tab w:val="decimal" w:pos="8640"/>
        </w:tabs>
        <w:spacing w:line="240" w:lineRule="atLeast"/>
        <w:rPr>
          <w:bCs/>
        </w:rPr>
      </w:pPr>
      <w:r w:rsidRPr="0042234B">
        <w:rPr>
          <w:bCs/>
        </w:rPr>
        <w:t>1.</w:t>
      </w:r>
      <w:r w:rsidRPr="0042234B">
        <w:rPr>
          <w:bCs/>
        </w:rPr>
        <w:tab/>
        <w:t>Revenue from admissions</w:t>
      </w:r>
      <w:r w:rsidRPr="0042234B">
        <w:rPr>
          <w:bCs/>
        </w:rPr>
        <w:tab/>
        <w:t>$2,250</w:t>
      </w:r>
      <w:r w:rsidRPr="0042234B">
        <w:rPr>
          <w:bCs/>
        </w:rPr>
        <w:tab/>
        <w:t xml:space="preserve">$270 </w:t>
      </w:r>
      <w:r w:rsidRPr="0042234B">
        <w:rPr>
          <w:bCs/>
          <w:position w:val="6"/>
          <w:vertAlign w:val="superscript"/>
        </w:rPr>
        <w:t>b</w:t>
      </w:r>
      <w:r w:rsidRPr="0042234B">
        <w:rPr>
          <w:bCs/>
        </w:rPr>
        <w:tab/>
      </w:r>
      <w:r w:rsidRPr="0042234B">
        <w:rPr>
          <w:bCs/>
        </w:rPr>
        <w:tab/>
        <w:t>$2,520</w:t>
      </w:r>
    </w:p>
    <w:p w:rsidR="005C186D" w:rsidRPr="0042234B" w:rsidRDefault="005C186D" w:rsidP="00902145">
      <w:pPr>
        <w:tabs>
          <w:tab w:val="left" w:pos="840"/>
          <w:tab w:val="decimal" w:pos="5580"/>
          <w:tab w:val="decimal" w:pos="7020"/>
          <w:tab w:val="right" w:pos="7320"/>
          <w:tab w:val="decimal" w:pos="8640"/>
        </w:tabs>
        <w:spacing w:line="240" w:lineRule="atLeast"/>
        <w:rPr>
          <w:bCs/>
        </w:rPr>
      </w:pPr>
      <w:r w:rsidRPr="0042234B">
        <w:rPr>
          <w:bCs/>
        </w:rPr>
        <w:tab/>
        <w:t>Variable costs</w:t>
      </w:r>
      <w:r w:rsidRPr="0042234B">
        <w:rPr>
          <w:bCs/>
        </w:rPr>
        <w:tab/>
      </w:r>
      <w:r w:rsidRPr="0042234B">
        <w:rPr>
          <w:bCs/>
          <w:u w:val="single"/>
        </w:rPr>
        <w:t xml:space="preserve">  1,125</w:t>
      </w:r>
      <w:r w:rsidRPr="0042234B">
        <w:rPr>
          <w:bCs/>
        </w:rPr>
        <w:t xml:space="preserve"> </w:t>
      </w:r>
      <w:r w:rsidRPr="0042234B">
        <w:rPr>
          <w:bCs/>
          <w:position w:val="6"/>
          <w:vertAlign w:val="superscript"/>
        </w:rPr>
        <w:t>a</w:t>
      </w:r>
      <w:r w:rsidRPr="0042234B">
        <w:rPr>
          <w:bCs/>
        </w:rPr>
        <w:tab/>
      </w:r>
      <w:r w:rsidRPr="0042234B">
        <w:rPr>
          <w:bCs/>
          <w:u w:val="single"/>
        </w:rPr>
        <w:t xml:space="preserve">  162</w:t>
      </w:r>
      <w:r w:rsidRPr="0042234B">
        <w:rPr>
          <w:bCs/>
        </w:rPr>
        <w:t xml:space="preserve"> </w:t>
      </w:r>
      <w:r w:rsidRPr="0042234B">
        <w:rPr>
          <w:bCs/>
          <w:position w:val="6"/>
          <w:vertAlign w:val="superscript"/>
        </w:rPr>
        <w:t>c</w:t>
      </w:r>
      <w:r w:rsidRPr="0042234B">
        <w:rPr>
          <w:bCs/>
        </w:rPr>
        <w:tab/>
      </w:r>
      <w:r w:rsidRPr="0042234B">
        <w:rPr>
          <w:bCs/>
        </w:rPr>
        <w:tab/>
      </w:r>
      <w:r w:rsidRPr="0042234B">
        <w:rPr>
          <w:bCs/>
          <w:u w:val="single"/>
        </w:rPr>
        <w:t xml:space="preserve">  1,287</w:t>
      </w:r>
    </w:p>
    <w:p w:rsidR="005C186D" w:rsidRPr="0042234B" w:rsidRDefault="005C186D" w:rsidP="00902145">
      <w:pPr>
        <w:tabs>
          <w:tab w:val="left" w:pos="840"/>
          <w:tab w:val="decimal" w:pos="5580"/>
          <w:tab w:val="decimal" w:pos="7020"/>
          <w:tab w:val="decimal" w:pos="8640"/>
        </w:tabs>
        <w:spacing w:line="240" w:lineRule="atLeast"/>
        <w:rPr>
          <w:bCs/>
        </w:rPr>
      </w:pPr>
      <w:r w:rsidRPr="0042234B">
        <w:rPr>
          <w:bCs/>
        </w:rPr>
        <w:tab/>
        <w:t>Contribution margin</w:t>
      </w:r>
      <w:r w:rsidRPr="0042234B">
        <w:rPr>
          <w:bCs/>
        </w:rPr>
        <w:tab/>
      </w:r>
      <w:r w:rsidRPr="0042234B">
        <w:rPr>
          <w:bCs/>
          <w:u w:val="double"/>
        </w:rPr>
        <w:t>$1,125</w:t>
      </w:r>
      <w:r w:rsidRPr="0042234B">
        <w:rPr>
          <w:bCs/>
        </w:rPr>
        <w:tab/>
      </w:r>
      <w:r w:rsidRPr="0042234B">
        <w:rPr>
          <w:bCs/>
          <w:u w:val="double"/>
        </w:rPr>
        <w:t>$108</w:t>
      </w:r>
      <w:r w:rsidRPr="0042234B">
        <w:rPr>
          <w:bCs/>
        </w:rPr>
        <w:tab/>
        <w:t>$1,233</w:t>
      </w:r>
    </w:p>
    <w:p w:rsidR="005C186D" w:rsidRPr="0042234B" w:rsidRDefault="005C186D" w:rsidP="00F435A8">
      <w:pPr>
        <w:tabs>
          <w:tab w:val="left" w:pos="840"/>
          <w:tab w:val="right" w:pos="5520"/>
          <w:tab w:val="right" w:pos="6720"/>
          <w:tab w:val="right" w:pos="7080"/>
          <w:tab w:val="right" w:pos="8760"/>
        </w:tabs>
        <w:spacing w:line="240" w:lineRule="atLeast"/>
        <w:outlineLvl w:val="0"/>
        <w:rPr>
          <w:bCs/>
        </w:rPr>
      </w:pPr>
      <w:r w:rsidRPr="0042234B">
        <w:rPr>
          <w:bCs/>
        </w:rPr>
        <w:tab/>
        <w:t>Fixed costs:</w:t>
      </w:r>
    </w:p>
    <w:p w:rsidR="005C186D" w:rsidRPr="0042234B" w:rsidRDefault="005C186D" w:rsidP="00902145">
      <w:pPr>
        <w:tabs>
          <w:tab w:val="left" w:pos="1200"/>
          <w:tab w:val="right" w:pos="4560"/>
          <w:tab w:val="right" w:pos="6600"/>
          <w:tab w:val="right" w:pos="7800"/>
          <w:tab w:val="right" w:pos="9000"/>
        </w:tabs>
        <w:spacing w:line="240" w:lineRule="atLeast"/>
        <w:rPr>
          <w:bCs/>
        </w:rPr>
      </w:pPr>
      <w:r w:rsidRPr="0042234B">
        <w:rPr>
          <w:bCs/>
        </w:rPr>
        <w:tab/>
        <w:t>Auditorium rental</w:t>
      </w:r>
      <w:r w:rsidRPr="0042234B">
        <w:rPr>
          <w:bCs/>
        </w:rPr>
        <w:tab/>
        <w:t>$330</w:t>
      </w:r>
    </w:p>
    <w:p w:rsidR="005C186D" w:rsidRPr="0042234B" w:rsidRDefault="005C186D" w:rsidP="00902145">
      <w:pPr>
        <w:tabs>
          <w:tab w:val="left" w:pos="1200"/>
          <w:tab w:val="right" w:pos="4560"/>
          <w:tab w:val="right" w:pos="6600"/>
          <w:tab w:val="right" w:pos="7800"/>
          <w:tab w:val="decimal" w:pos="8640"/>
        </w:tabs>
        <w:spacing w:line="240" w:lineRule="atLeast"/>
        <w:rPr>
          <w:bCs/>
        </w:rPr>
      </w:pPr>
      <w:r w:rsidRPr="0042234B">
        <w:rPr>
          <w:bCs/>
        </w:rPr>
        <w:tab/>
        <w:t>Labor</w:t>
      </w:r>
      <w:r w:rsidRPr="0042234B">
        <w:rPr>
          <w:bCs/>
        </w:rPr>
        <w:tab/>
      </w:r>
      <w:r w:rsidRPr="0042234B">
        <w:rPr>
          <w:bCs/>
          <w:u w:val="single"/>
        </w:rPr>
        <w:t xml:space="preserve">  435</w:t>
      </w:r>
      <w:r w:rsidRPr="0042234B">
        <w:rPr>
          <w:bCs/>
        </w:rPr>
        <w:tab/>
      </w:r>
      <w:r w:rsidRPr="0042234B">
        <w:rPr>
          <w:bCs/>
        </w:rPr>
        <w:tab/>
      </w:r>
      <w:r w:rsidRPr="0042234B">
        <w:rPr>
          <w:bCs/>
        </w:rPr>
        <w:tab/>
      </w:r>
      <w:r w:rsidRPr="0042234B">
        <w:rPr>
          <w:bCs/>
          <w:u w:val="single"/>
        </w:rPr>
        <w:t xml:space="preserve">     765</w:t>
      </w:r>
    </w:p>
    <w:p w:rsidR="005C186D" w:rsidRPr="0042234B" w:rsidRDefault="005C186D" w:rsidP="00902145">
      <w:pPr>
        <w:tabs>
          <w:tab w:val="left" w:pos="840"/>
          <w:tab w:val="right" w:pos="4560"/>
          <w:tab w:val="right" w:pos="6600"/>
          <w:tab w:val="right" w:pos="7800"/>
          <w:tab w:val="decimal" w:pos="8640"/>
        </w:tabs>
        <w:spacing w:line="240" w:lineRule="atLeast"/>
        <w:rPr>
          <w:bCs/>
        </w:rPr>
      </w:pPr>
      <w:r w:rsidRPr="0042234B">
        <w:rPr>
          <w:bCs/>
        </w:rPr>
        <w:tab/>
        <w:t>Operating income</w:t>
      </w:r>
      <w:r w:rsidRPr="0042234B">
        <w:rPr>
          <w:bCs/>
        </w:rPr>
        <w:tab/>
      </w:r>
      <w:r w:rsidRPr="0042234B">
        <w:rPr>
          <w:bCs/>
        </w:rPr>
        <w:tab/>
      </w:r>
      <w:r w:rsidRPr="0042234B">
        <w:rPr>
          <w:bCs/>
        </w:rPr>
        <w:tab/>
      </w:r>
      <w:r w:rsidRPr="0042234B">
        <w:rPr>
          <w:bCs/>
        </w:rPr>
        <w:tab/>
      </w:r>
      <w:r w:rsidRPr="0042234B">
        <w:rPr>
          <w:bCs/>
          <w:u w:val="double"/>
        </w:rPr>
        <w:t>$   468</w:t>
      </w:r>
      <w:r w:rsidRPr="0042234B">
        <w:rPr>
          <w:bCs/>
        </w:rPr>
        <w:tab/>
      </w:r>
    </w:p>
    <w:p w:rsidR="005C186D" w:rsidRPr="0042234B" w:rsidRDefault="005C186D" w:rsidP="00902145">
      <w:pPr>
        <w:tabs>
          <w:tab w:val="left" w:pos="840"/>
          <w:tab w:val="left" w:pos="990"/>
        </w:tabs>
        <w:spacing w:line="240" w:lineRule="atLeast"/>
        <w:rPr>
          <w:bCs/>
        </w:rPr>
      </w:pPr>
      <w:r w:rsidRPr="0042234B">
        <w:rPr>
          <w:bCs/>
        </w:rPr>
        <w:tab/>
      </w:r>
      <w:r w:rsidRPr="0042234B">
        <w:rPr>
          <w:bCs/>
          <w:position w:val="6"/>
          <w:vertAlign w:val="superscript"/>
        </w:rPr>
        <w:t xml:space="preserve">a </w:t>
      </w:r>
      <w:r w:rsidRPr="0042234B">
        <w:rPr>
          <w:bCs/>
        </w:rPr>
        <w:t>.50 × $2,250 = $1,125</w:t>
      </w:r>
    </w:p>
    <w:p w:rsidR="005C186D" w:rsidRPr="0042234B" w:rsidRDefault="005C186D" w:rsidP="00902145">
      <w:pPr>
        <w:tabs>
          <w:tab w:val="left" w:pos="840"/>
          <w:tab w:val="left" w:pos="990"/>
        </w:tabs>
        <w:spacing w:line="240" w:lineRule="atLeast"/>
        <w:rPr>
          <w:bCs/>
        </w:rPr>
      </w:pPr>
      <w:r w:rsidRPr="0042234B">
        <w:rPr>
          <w:bCs/>
        </w:rPr>
        <w:tab/>
      </w:r>
      <w:r w:rsidRPr="0042234B">
        <w:rPr>
          <w:bCs/>
          <w:position w:val="6"/>
          <w:vertAlign w:val="superscript"/>
        </w:rPr>
        <w:t xml:space="preserve">b </w:t>
      </w:r>
      <w:r w:rsidRPr="0042234B">
        <w:rPr>
          <w:bCs/>
        </w:rPr>
        <w:t>.12 × $2,250 = $270</w:t>
      </w:r>
    </w:p>
    <w:p w:rsidR="005C186D" w:rsidRPr="0042234B" w:rsidRDefault="005C186D" w:rsidP="00902145">
      <w:pPr>
        <w:tabs>
          <w:tab w:val="left" w:pos="840"/>
          <w:tab w:val="left" w:pos="990"/>
        </w:tabs>
        <w:spacing w:line="240" w:lineRule="atLeast"/>
        <w:rPr>
          <w:bCs/>
        </w:rPr>
      </w:pPr>
      <w:r w:rsidRPr="0042234B">
        <w:rPr>
          <w:bCs/>
        </w:rPr>
        <w:tab/>
      </w:r>
      <w:r w:rsidRPr="0042234B">
        <w:rPr>
          <w:bCs/>
          <w:position w:val="6"/>
          <w:vertAlign w:val="superscript"/>
        </w:rPr>
        <w:t xml:space="preserve">c </w:t>
      </w:r>
      <w:r w:rsidRPr="0042234B">
        <w:rPr>
          <w:bCs/>
        </w:rPr>
        <w:t>.60 ×  $  270 = $162</w:t>
      </w:r>
    </w:p>
    <w:p w:rsidR="005C186D" w:rsidRPr="0042234B" w:rsidRDefault="005C186D" w:rsidP="00902145">
      <w:pPr>
        <w:tabs>
          <w:tab w:val="left" w:pos="840"/>
        </w:tabs>
        <w:spacing w:line="240" w:lineRule="atLeast"/>
        <w:rPr>
          <w:bCs/>
        </w:rPr>
      </w:pPr>
    </w:p>
    <w:p w:rsidR="005C186D" w:rsidRPr="0042234B" w:rsidRDefault="005C186D" w:rsidP="00902145">
      <w:pPr>
        <w:tabs>
          <w:tab w:val="left" w:pos="840"/>
        </w:tabs>
        <w:spacing w:line="240" w:lineRule="atLeast"/>
        <w:ind w:left="810" w:hanging="810"/>
        <w:rPr>
          <w:bCs/>
        </w:rPr>
      </w:pPr>
      <w:r w:rsidRPr="0042234B">
        <w:rPr>
          <w:bCs/>
        </w:rPr>
        <w:tab/>
        <w:t>Some labor might be exclusively devoted to refreshments.  Labor might be allocated, but such a discussion is not the major point of this chapter.</w:t>
      </w:r>
    </w:p>
    <w:p w:rsidR="005C186D" w:rsidRPr="0042234B" w:rsidRDefault="005C186D" w:rsidP="00902145">
      <w:pPr>
        <w:tabs>
          <w:tab w:val="left" w:pos="840"/>
        </w:tabs>
        <w:spacing w:line="240" w:lineRule="atLeast"/>
        <w:rPr>
          <w:bCs/>
        </w:rPr>
      </w:pPr>
    </w:p>
    <w:p w:rsidR="005C186D" w:rsidRPr="0042234B" w:rsidRDefault="005C186D">
      <w:pPr>
        <w:tabs>
          <w:tab w:val="left" w:pos="840"/>
          <w:tab w:val="center" w:pos="5220"/>
          <w:tab w:val="center" w:pos="6840"/>
          <w:tab w:val="center" w:pos="8460"/>
        </w:tabs>
        <w:spacing w:line="240" w:lineRule="atLeast"/>
        <w:rPr>
          <w:bCs/>
        </w:rPr>
      </w:pPr>
      <w:r w:rsidRPr="0042234B">
        <w:rPr>
          <w:bCs/>
        </w:rPr>
        <w:tab/>
      </w:r>
      <w:r w:rsidRPr="0042234B">
        <w:rPr>
          <w:bCs/>
        </w:rPr>
        <w:tab/>
      </w:r>
      <w:r w:rsidRPr="0042234B">
        <w:rPr>
          <w:bCs/>
          <w:u w:val="single"/>
        </w:rPr>
        <w:t>Film</w:t>
      </w:r>
      <w:r w:rsidRPr="0042234B">
        <w:rPr>
          <w:bCs/>
        </w:rPr>
        <w:tab/>
      </w:r>
      <w:r w:rsidRPr="0042234B">
        <w:rPr>
          <w:bCs/>
          <w:u w:val="single"/>
        </w:rPr>
        <w:t>Refreshments</w:t>
      </w:r>
      <w:r w:rsidRPr="0042234B">
        <w:rPr>
          <w:bCs/>
        </w:rPr>
        <w:tab/>
      </w:r>
      <w:r w:rsidRPr="0042234B">
        <w:rPr>
          <w:bCs/>
          <w:u w:val="single"/>
        </w:rPr>
        <w:t>Total</w:t>
      </w:r>
    </w:p>
    <w:p w:rsidR="005C186D" w:rsidRPr="0042234B" w:rsidRDefault="005C186D" w:rsidP="00902145">
      <w:pPr>
        <w:tabs>
          <w:tab w:val="left" w:pos="840"/>
          <w:tab w:val="decimal" w:pos="5480"/>
          <w:tab w:val="decimal" w:pos="7020"/>
          <w:tab w:val="decimal" w:pos="8640"/>
        </w:tabs>
        <w:spacing w:line="240" w:lineRule="atLeast"/>
        <w:ind w:right="-60"/>
        <w:rPr>
          <w:bCs/>
        </w:rPr>
      </w:pPr>
      <w:r w:rsidRPr="0042234B">
        <w:rPr>
          <w:bCs/>
        </w:rPr>
        <w:t>2.</w:t>
      </w:r>
      <w:r w:rsidRPr="0042234B">
        <w:rPr>
          <w:bCs/>
        </w:rPr>
        <w:tab/>
        <w:t>Revenue from admissions</w:t>
      </w:r>
      <w:r w:rsidRPr="0042234B">
        <w:rPr>
          <w:bCs/>
        </w:rPr>
        <w:tab/>
        <w:t>$1,400.00</w:t>
      </w:r>
      <w:r w:rsidRPr="0042234B">
        <w:rPr>
          <w:bCs/>
        </w:rPr>
        <w:tab/>
        <w:t>$168.00</w:t>
      </w:r>
      <w:r w:rsidRPr="0042234B">
        <w:rPr>
          <w:bCs/>
          <w:position w:val="6"/>
        </w:rPr>
        <w:t>b</w:t>
      </w:r>
      <w:r w:rsidRPr="0042234B">
        <w:rPr>
          <w:bCs/>
        </w:rPr>
        <w:tab/>
        <w:t>$1,568.00</w:t>
      </w:r>
    </w:p>
    <w:p w:rsidR="005C186D" w:rsidRPr="0042234B" w:rsidRDefault="005C186D" w:rsidP="00902145">
      <w:pPr>
        <w:tabs>
          <w:tab w:val="left" w:pos="840"/>
          <w:tab w:val="decimal" w:pos="5480"/>
          <w:tab w:val="decimal" w:pos="7020"/>
          <w:tab w:val="decimal" w:pos="8640"/>
        </w:tabs>
        <w:spacing w:line="240" w:lineRule="atLeast"/>
        <w:ind w:right="-60"/>
        <w:rPr>
          <w:bCs/>
        </w:rPr>
      </w:pPr>
      <w:r w:rsidRPr="0042234B">
        <w:rPr>
          <w:bCs/>
        </w:rPr>
        <w:tab/>
        <w:t>Variable costs</w:t>
      </w:r>
      <w:r w:rsidRPr="0042234B">
        <w:rPr>
          <w:bCs/>
        </w:rPr>
        <w:tab/>
      </w:r>
      <w:r w:rsidRPr="0042234B">
        <w:rPr>
          <w:bCs/>
          <w:u w:val="single"/>
        </w:rPr>
        <w:t xml:space="preserve">  750.00</w:t>
      </w:r>
      <w:r w:rsidRPr="0042234B">
        <w:rPr>
          <w:bCs/>
          <w:position w:val="6"/>
        </w:rPr>
        <w:t>a</w:t>
      </w:r>
      <w:r w:rsidRPr="0042234B">
        <w:rPr>
          <w:bCs/>
        </w:rPr>
        <w:tab/>
      </w:r>
      <w:r w:rsidRPr="0042234B">
        <w:rPr>
          <w:bCs/>
          <w:u w:val="single"/>
        </w:rPr>
        <w:t xml:space="preserve">  100.80</w:t>
      </w:r>
      <w:r w:rsidRPr="0042234B">
        <w:rPr>
          <w:bCs/>
          <w:position w:val="6"/>
        </w:rPr>
        <w:t>c</w:t>
      </w:r>
      <w:r w:rsidRPr="0042234B">
        <w:rPr>
          <w:bCs/>
        </w:rPr>
        <w:tab/>
      </w:r>
      <w:r w:rsidRPr="0042234B">
        <w:rPr>
          <w:bCs/>
          <w:u w:val="single"/>
        </w:rPr>
        <w:t xml:space="preserve">     850.80</w:t>
      </w:r>
    </w:p>
    <w:p w:rsidR="005C186D" w:rsidRPr="0042234B" w:rsidRDefault="005C186D" w:rsidP="00902145">
      <w:pPr>
        <w:tabs>
          <w:tab w:val="left" w:pos="840"/>
          <w:tab w:val="decimal" w:pos="5480"/>
          <w:tab w:val="decimal" w:pos="7020"/>
          <w:tab w:val="decimal" w:pos="8640"/>
        </w:tabs>
        <w:spacing w:line="240" w:lineRule="atLeast"/>
        <w:ind w:right="-60"/>
        <w:rPr>
          <w:bCs/>
        </w:rPr>
      </w:pPr>
      <w:r w:rsidRPr="0042234B">
        <w:rPr>
          <w:bCs/>
        </w:rPr>
        <w:tab/>
        <w:t>Contribution margin</w:t>
      </w:r>
      <w:r w:rsidRPr="0042234B">
        <w:rPr>
          <w:bCs/>
        </w:rPr>
        <w:tab/>
      </w:r>
      <w:r w:rsidRPr="0042234B">
        <w:rPr>
          <w:bCs/>
          <w:u w:val="double"/>
        </w:rPr>
        <w:t>$650.00</w:t>
      </w:r>
      <w:r w:rsidRPr="0042234B">
        <w:rPr>
          <w:bCs/>
        </w:rPr>
        <w:tab/>
      </w:r>
      <w:r w:rsidRPr="0042234B">
        <w:rPr>
          <w:bCs/>
          <w:u w:val="double"/>
        </w:rPr>
        <w:t>$  67.20</w:t>
      </w:r>
      <w:r w:rsidRPr="0042234B">
        <w:rPr>
          <w:bCs/>
        </w:rPr>
        <w:tab/>
        <w:t>$   717.20</w:t>
      </w:r>
    </w:p>
    <w:p w:rsidR="005C186D" w:rsidRPr="0042234B" w:rsidRDefault="005C186D" w:rsidP="00F435A8">
      <w:pPr>
        <w:tabs>
          <w:tab w:val="left" w:pos="840"/>
          <w:tab w:val="right" w:pos="5520"/>
          <w:tab w:val="right" w:pos="6720"/>
          <w:tab w:val="right" w:pos="7080"/>
          <w:tab w:val="right" w:pos="8760"/>
        </w:tabs>
        <w:spacing w:line="240" w:lineRule="atLeast"/>
        <w:outlineLvl w:val="0"/>
        <w:rPr>
          <w:bCs/>
        </w:rPr>
      </w:pPr>
      <w:r w:rsidRPr="0042234B">
        <w:rPr>
          <w:bCs/>
        </w:rPr>
        <w:tab/>
        <w:t>Fixed costs:</w:t>
      </w:r>
    </w:p>
    <w:p w:rsidR="005C186D" w:rsidRPr="0042234B" w:rsidRDefault="005C186D" w:rsidP="00902145">
      <w:pPr>
        <w:tabs>
          <w:tab w:val="left" w:pos="1200"/>
          <w:tab w:val="decimal" w:pos="4680"/>
          <w:tab w:val="right" w:pos="4920"/>
          <w:tab w:val="right" w:pos="6600"/>
          <w:tab w:val="right" w:pos="7800"/>
          <w:tab w:val="right" w:pos="9000"/>
        </w:tabs>
        <w:spacing w:line="240" w:lineRule="atLeast"/>
        <w:rPr>
          <w:bCs/>
        </w:rPr>
      </w:pPr>
      <w:r w:rsidRPr="0042234B">
        <w:rPr>
          <w:bCs/>
        </w:rPr>
        <w:tab/>
        <w:t>Auditorium rental</w:t>
      </w:r>
      <w:r w:rsidRPr="0042234B">
        <w:rPr>
          <w:bCs/>
        </w:rPr>
        <w:tab/>
        <w:t>$330</w:t>
      </w:r>
    </w:p>
    <w:p w:rsidR="005C186D" w:rsidRPr="0042234B" w:rsidRDefault="005C186D" w:rsidP="00902145">
      <w:pPr>
        <w:tabs>
          <w:tab w:val="left" w:pos="1160"/>
          <w:tab w:val="decimal" w:pos="4680"/>
          <w:tab w:val="decimal" w:pos="5480"/>
          <w:tab w:val="decimal" w:pos="7020"/>
          <w:tab w:val="decimal" w:pos="8640"/>
        </w:tabs>
        <w:spacing w:line="240" w:lineRule="atLeast"/>
        <w:ind w:right="-60"/>
        <w:rPr>
          <w:bCs/>
        </w:rPr>
      </w:pPr>
      <w:r w:rsidRPr="0042234B">
        <w:rPr>
          <w:bCs/>
        </w:rPr>
        <w:tab/>
        <w:t>Labor</w:t>
      </w:r>
      <w:r w:rsidRPr="0042234B">
        <w:rPr>
          <w:bCs/>
        </w:rPr>
        <w:tab/>
      </w:r>
      <w:r w:rsidRPr="0042234B">
        <w:rPr>
          <w:bCs/>
          <w:u w:val="single"/>
        </w:rPr>
        <w:t xml:space="preserve">  435</w:t>
      </w:r>
      <w:r w:rsidRPr="0042234B">
        <w:rPr>
          <w:bCs/>
        </w:rPr>
        <w:tab/>
      </w:r>
      <w:r w:rsidRPr="0042234B">
        <w:rPr>
          <w:bCs/>
        </w:rPr>
        <w:tab/>
      </w:r>
      <w:r w:rsidRPr="0042234B">
        <w:rPr>
          <w:bCs/>
        </w:rPr>
        <w:tab/>
      </w:r>
      <w:r w:rsidRPr="0042234B">
        <w:rPr>
          <w:bCs/>
          <w:u w:val="single"/>
        </w:rPr>
        <w:t xml:space="preserve">     765.00</w:t>
      </w:r>
    </w:p>
    <w:p w:rsidR="005C186D" w:rsidRPr="0042234B" w:rsidRDefault="005C186D" w:rsidP="00902145">
      <w:pPr>
        <w:tabs>
          <w:tab w:val="left" w:pos="840"/>
          <w:tab w:val="decimal" w:pos="5480"/>
          <w:tab w:val="decimal" w:pos="7020"/>
          <w:tab w:val="decimal" w:pos="8640"/>
        </w:tabs>
        <w:spacing w:line="240" w:lineRule="atLeast"/>
        <w:ind w:right="-60"/>
        <w:rPr>
          <w:bCs/>
        </w:rPr>
      </w:pPr>
      <w:r w:rsidRPr="0042234B">
        <w:rPr>
          <w:bCs/>
        </w:rPr>
        <w:tab/>
        <w:t>Operating income (loss)</w:t>
      </w:r>
      <w:r w:rsidRPr="0042234B">
        <w:rPr>
          <w:bCs/>
        </w:rPr>
        <w:tab/>
      </w:r>
      <w:r w:rsidRPr="0042234B">
        <w:rPr>
          <w:bCs/>
        </w:rPr>
        <w:tab/>
      </w:r>
      <w:r w:rsidRPr="0042234B">
        <w:rPr>
          <w:bCs/>
        </w:rPr>
        <w:tab/>
      </w:r>
      <w:r w:rsidRPr="0042234B">
        <w:rPr>
          <w:bCs/>
          <w:u w:val="double"/>
        </w:rPr>
        <w:t>$    (47.80</w:t>
      </w:r>
      <w:r w:rsidRPr="0042234B">
        <w:rPr>
          <w:bCs/>
        </w:rPr>
        <w:t>)</w:t>
      </w:r>
    </w:p>
    <w:p w:rsidR="005C186D" w:rsidRPr="0042234B" w:rsidRDefault="005C186D" w:rsidP="00902145">
      <w:pPr>
        <w:tabs>
          <w:tab w:val="left" w:pos="840"/>
        </w:tabs>
        <w:spacing w:line="240" w:lineRule="atLeast"/>
        <w:rPr>
          <w:bCs/>
        </w:rPr>
      </w:pPr>
    </w:p>
    <w:p w:rsidR="005C186D" w:rsidRPr="0042234B" w:rsidRDefault="005C186D" w:rsidP="00902145">
      <w:pPr>
        <w:tabs>
          <w:tab w:val="left" w:pos="840"/>
          <w:tab w:val="left" w:pos="990"/>
        </w:tabs>
        <w:spacing w:line="240" w:lineRule="atLeast"/>
        <w:rPr>
          <w:bCs/>
        </w:rPr>
      </w:pPr>
      <w:r w:rsidRPr="0042234B">
        <w:rPr>
          <w:bCs/>
        </w:rPr>
        <w:tab/>
      </w:r>
      <w:r w:rsidRPr="0042234B">
        <w:rPr>
          <w:bCs/>
          <w:position w:val="6"/>
        </w:rPr>
        <w:t>a</w:t>
      </w:r>
      <w:r w:rsidRPr="0042234B">
        <w:rPr>
          <w:bCs/>
        </w:rPr>
        <w:t xml:space="preserve">  Guarantee is $750</w:t>
      </w:r>
    </w:p>
    <w:p w:rsidR="005C186D" w:rsidRPr="0042234B" w:rsidRDefault="005C186D" w:rsidP="00902145">
      <w:pPr>
        <w:tabs>
          <w:tab w:val="left" w:pos="840"/>
          <w:tab w:val="left" w:pos="990"/>
        </w:tabs>
        <w:spacing w:line="240" w:lineRule="atLeast"/>
        <w:rPr>
          <w:bCs/>
        </w:rPr>
      </w:pPr>
      <w:r w:rsidRPr="0042234B">
        <w:rPr>
          <w:bCs/>
        </w:rPr>
        <w:tab/>
      </w:r>
      <w:r w:rsidRPr="0042234B">
        <w:rPr>
          <w:bCs/>
          <w:position w:val="6"/>
        </w:rPr>
        <w:t>b</w:t>
      </w:r>
      <w:r w:rsidRPr="0042234B">
        <w:rPr>
          <w:bCs/>
        </w:rPr>
        <w:t xml:space="preserve"> .12 × $1,400 = $168</w:t>
      </w:r>
    </w:p>
    <w:p w:rsidR="005C186D" w:rsidRPr="0042234B" w:rsidRDefault="005C186D" w:rsidP="00902145">
      <w:pPr>
        <w:tabs>
          <w:tab w:val="left" w:pos="840"/>
          <w:tab w:val="left" w:pos="990"/>
        </w:tabs>
        <w:spacing w:line="240" w:lineRule="atLeast"/>
        <w:rPr>
          <w:bCs/>
        </w:rPr>
      </w:pPr>
      <w:r w:rsidRPr="0042234B">
        <w:rPr>
          <w:bCs/>
        </w:rPr>
        <w:tab/>
      </w:r>
      <w:r w:rsidRPr="0042234B">
        <w:rPr>
          <w:bCs/>
          <w:position w:val="6"/>
        </w:rPr>
        <w:t>c</w:t>
      </w:r>
      <w:r w:rsidRPr="0042234B">
        <w:rPr>
          <w:bCs/>
          <w:position w:val="6"/>
        </w:rPr>
        <w:tab/>
        <w:t xml:space="preserve"> </w:t>
      </w:r>
      <w:r w:rsidRPr="0042234B">
        <w:rPr>
          <w:bCs/>
        </w:rPr>
        <w:t>.60 × $168 = $100.80</w:t>
      </w:r>
    </w:p>
    <w:p w:rsidR="005C186D" w:rsidRPr="0042234B" w:rsidRDefault="005C186D" w:rsidP="00902145">
      <w:pPr>
        <w:tabs>
          <w:tab w:val="left" w:pos="840"/>
        </w:tabs>
        <w:spacing w:line="240" w:lineRule="atLeast"/>
        <w:rPr>
          <w:bCs/>
          <w:spacing w:val="-20"/>
        </w:rPr>
      </w:pPr>
      <w:r w:rsidRPr="0042234B">
        <w:rPr>
          <w:bCs/>
          <w:spacing w:val="-20"/>
        </w:rPr>
        <w:tab/>
      </w:r>
    </w:p>
    <w:p w:rsidR="005C186D" w:rsidRPr="0042234B" w:rsidRDefault="005C186D" w:rsidP="00902145">
      <w:pPr>
        <w:tabs>
          <w:tab w:val="left" w:pos="840"/>
        </w:tabs>
        <w:spacing w:line="240" w:lineRule="atLeast"/>
        <w:ind w:left="810" w:hanging="810"/>
        <w:rPr>
          <w:bCs/>
        </w:rPr>
      </w:pPr>
      <w:r w:rsidRPr="0042234B">
        <w:rPr>
          <w:bCs/>
        </w:rPr>
        <w:t>3.</w:t>
      </w:r>
      <w:r w:rsidRPr="0042234B">
        <w:rPr>
          <w:bCs/>
        </w:rPr>
        <w:tab/>
        <w:t>The offer would shift the risk completely to the movie producer, whereas ordinarily the theater owner bears a great deal of the risk.  The owner is assured of a specified income; the producer then reaps the reward or bears the cost of the actual attendance level.</w:t>
      </w:r>
    </w:p>
    <w:p w:rsidR="005C186D" w:rsidRPr="0042234B" w:rsidRDefault="005C186D" w:rsidP="00902145">
      <w:pPr>
        <w:tabs>
          <w:tab w:val="left" w:pos="840"/>
        </w:tabs>
        <w:spacing w:line="240" w:lineRule="atLeast"/>
        <w:rPr>
          <w:spacing w:val="-20"/>
        </w:rPr>
      </w:pPr>
    </w:p>
    <w:p w:rsidR="005C186D" w:rsidRPr="0042234B" w:rsidRDefault="005C186D" w:rsidP="00902145">
      <w:pPr>
        <w:tabs>
          <w:tab w:val="left" w:pos="840"/>
        </w:tabs>
        <w:rPr>
          <w:spacing w:val="-20"/>
        </w:rPr>
      </w:pPr>
      <w:r w:rsidRPr="0042234B">
        <w:rPr>
          <w:spacing w:val="-20"/>
          <w:u w:val="single"/>
        </w:rPr>
        <w:br w:type="page"/>
        <w:t>2-</w:t>
      </w:r>
      <w:r>
        <w:rPr>
          <w:spacing w:val="-20"/>
          <w:u w:val="single"/>
        </w:rPr>
        <w:t>52</w:t>
      </w:r>
      <w:r w:rsidRPr="0042234B">
        <w:rPr>
          <w:spacing w:val="-20"/>
        </w:rPr>
        <w:tab/>
        <w:t>(15 min.)</w:t>
      </w:r>
    </w:p>
    <w:p w:rsidR="005C186D" w:rsidRPr="0042234B" w:rsidRDefault="005C186D" w:rsidP="00902145">
      <w:pPr>
        <w:tabs>
          <w:tab w:val="left" w:pos="840"/>
        </w:tabs>
        <w:rPr>
          <w:spacing w:val="-20"/>
        </w:rPr>
      </w:pPr>
    </w:p>
    <w:p w:rsidR="005C186D" w:rsidRPr="00C82B46" w:rsidRDefault="005C186D" w:rsidP="00902145">
      <w:pPr>
        <w:tabs>
          <w:tab w:val="left" w:pos="810"/>
          <w:tab w:val="left" w:pos="2160"/>
        </w:tabs>
        <w:spacing w:line="360" w:lineRule="auto"/>
        <w:ind w:left="2160" w:hanging="2160"/>
      </w:pPr>
      <w:r w:rsidRPr="00C82B46">
        <w:t>1.</w:t>
      </w:r>
      <w:r w:rsidRPr="00C82B46">
        <w:tab/>
        <w:t>Let X = amount of additional fixed costs for advertising</w:t>
      </w:r>
    </w:p>
    <w:p w:rsidR="005C186D" w:rsidRPr="00C82B46" w:rsidRDefault="005C186D" w:rsidP="00C82B46">
      <w:pPr>
        <w:tabs>
          <w:tab w:val="left" w:pos="810"/>
          <w:tab w:val="right" w:pos="3600"/>
          <w:tab w:val="left" w:pos="3720"/>
          <w:tab w:val="left" w:pos="8550"/>
        </w:tabs>
        <w:spacing w:line="360" w:lineRule="auto"/>
        <w:ind w:right="40"/>
      </w:pPr>
      <w:r w:rsidRPr="00C82B46">
        <w:t xml:space="preserve">     (1,</w:t>
      </w:r>
      <w:r>
        <w:t>3</w:t>
      </w:r>
      <w:r w:rsidRPr="00C82B46">
        <w:t xml:space="preserve">00,000 × </w:t>
      </w:r>
      <w:r w:rsidRPr="00C82B46">
        <w:rPr>
          <w:color w:val="000000"/>
        </w:rPr>
        <w:t>£</w:t>
      </w:r>
      <w:r w:rsidRPr="00C82B46">
        <w:t>1</w:t>
      </w:r>
      <w:r>
        <w:t>5</w:t>
      </w:r>
      <w:r w:rsidRPr="00C82B46">
        <w:t>) +</w:t>
      </w:r>
      <w:r w:rsidRPr="00C82B46">
        <w:rPr>
          <w:color w:val="000000"/>
        </w:rPr>
        <w:t>£</w:t>
      </w:r>
      <w:r>
        <w:t>27</w:t>
      </w:r>
      <w:r w:rsidRPr="00C82B46">
        <w:t>0,000 -.</w:t>
      </w:r>
      <w:r>
        <w:t>2</w:t>
      </w:r>
      <w:r w:rsidRPr="00C82B46">
        <w:t>0(1,</w:t>
      </w:r>
      <w:r>
        <w:t>3</w:t>
      </w:r>
      <w:r w:rsidRPr="00C82B46">
        <w:t xml:space="preserve">00,000 × </w:t>
      </w:r>
      <w:r w:rsidRPr="00C82B46">
        <w:rPr>
          <w:color w:val="000000"/>
        </w:rPr>
        <w:t>£</w:t>
      </w:r>
      <w:r w:rsidRPr="00C82B46">
        <w:t>1</w:t>
      </w:r>
      <w:r>
        <w:t>5</w:t>
      </w:r>
      <w:r w:rsidRPr="00C82B46">
        <w:t>) - (</w:t>
      </w:r>
      <w:r w:rsidRPr="00C82B46">
        <w:rPr>
          <w:color w:val="000000"/>
        </w:rPr>
        <w:t>£</w:t>
      </w:r>
      <w:r w:rsidRPr="00C82B46">
        <w:t>7,</w:t>
      </w:r>
      <w:r>
        <w:t>3</w:t>
      </w:r>
      <w:r w:rsidRPr="00C82B46">
        <w:t>00,000 + X)</w:t>
      </w:r>
      <w:r>
        <w:t xml:space="preserve"> </w:t>
      </w:r>
      <w:r w:rsidRPr="00C82B46">
        <w:t xml:space="preserve"> = 0</w:t>
      </w:r>
    </w:p>
    <w:p w:rsidR="005C186D" w:rsidRPr="00C82B46" w:rsidRDefault="005C186D" w:rsidP="00902145">
      <w:pPr>
        <w:tabs>
          <w:tab w:val="left" w:pos="1880"/>
          <w:tab w:val="left" w:pos="8550"/>
        </w:tabs>
        <w:spacing w:line="360" w:lineRule="auto"/>
      </w:pPr>
      <w:r>
        <w:rPr>
          <w:color w:val="000000"/>
        </w:rPr>
        <w:t xml:space="preserve">                         </w:t>
      </w:r>
      <w:r w:rsidRPr="00C82B46">
        <w:rPr>
          <w:color w:val="000000"/>
        </w:rPr>
        <w:t xml:space="preserve"> £</w:t>
      </w:r>
      <w:r w:rsidRPr="00C82B46">
        <w:t>1</w:t>
      </w:r>
      <w:r>
        <w:t>9,5</w:t>
      </w:r>
      <w:r w:rsidRPr="00C82B46">
        <w:t xml:space="preserve">00,000  + </w:t>
      </w:r>
      <w:r w:rsidRPr="00C82B46">
        <w:rPr>
          <w:color w:val="000000"/>
        </w:rPr>
        <w:t>£</w:t>
      </w:r>
      <w:r>
        <w:t>27</w:t>
      </w:r>
      <w:r w:rsidRPr="00C82B46">
        <w:t xml:space="preserve">0,000  - </w:t>
      </w:r>
      <w:r w:rsidRPr="00C82B46">
        <w:rPr>
          <w:color w:val="000000"/>
        </w:rPr>
        <w:t>£</w:t>
      </w:r>
      <w:r>
        <w:t>3,90</w:t>
      </w:r>
      <w:r w:rsidRPr="00C82B46">
        <w:t xml:space="preserve">0,000  - </w:t>
      </w:r>
      <w:r w:rsidRPr="00C82B46">
        <w:rPr>
          <w:color w:val="000000"/>
        </w:rPr>
        <w:t>£</w:t>
      </w:r>
      <w:r w:rsidRPr="00C82B46">
        <w:t>7,</w:t>
      </w:r>
      <w:r>
        <w:t>3</w:t>
      </w:r>
      <w:r w:rsidRPr="00C82B46">
        <w:t>00,000  -  X  = 0</w:t>
      </w:r>
    </w:p>
    <w:p w:rsidR="005C186D" w:rsidRPr="00C82B46" w:rsidRDefault="005C186D" w:rsidP="00902145">
      <w:pPr>
        <w:tabs>
          <w:tab w:val="right" w:pos="3600"/>
          <w:tab w:val="left" w:pos="3720"/>
        </w:tabs>
        <w:spacing w:line="360" w:lineRule="auto"/>
      </w:pPr>
      <w:r w:rsidRPr="00C82B46">
        <w:tab/>
        <w:t>X =</w:t>
      </w:r>
      <w:r w:rsidRPr="00C82B46">
        <w:tab/>
      </w:r>
      <w:r w:rsidRPr="00C82B46">
        <w:rPr>
          <w:color w:val="000000"/>
        </w:rPr>
        <w:t>£</w:t>
      </w:r>
      <w:r w:rsidRPr="00C82B46">
        <w:t>1</w:t>
      </w:r>
      <w:r>
        <w:t>9,77</w:t>
      </w:r>
      <w:r w:rsidRPr="00C82B46">
        <w:t xml:space="preserve">0,000 - </w:t>
      </w:r>
      <w:r w:rsidRPr="00C82B46">
        <w:rPr>
          <w:color w:val="000000"/>
        </w:rPr>
        <w:t>£</w:t>
      </w:r>
      <w:r w:rsidRPr="00C82B46">
        <w:t>11,2</w:t>
      </w:r>
      <w:r>
        <w:t>0</w:t>
      </w:r>
      <w:r w:rsidRPr="00C82B46">
        <w:t>0,000</w:t>
      </w:r>
    </w:p>
    <w:p w:rsidR="005C186D" w:rsidRPr="00C82B46" w:rsidRDefault="005C186D" w:rsidP="00902145">
      <w:pPr>
        <w:tabs>
          <w:tab w:val="right" w:pos="3600"/>
          <w:tab w:val="left" w:pos="3720"/>
        </w:tabs>
        <w:spacing w:line="360" w:lineRule="auto"/>
      </w:pPr>
      <w:r w:rsidRPr="00C82B46">
        <w:tab/>
        <w:t>X =</w:t>
      </w:r>
      <w:r w:rsidRPr="00C82B46">
        <w:tab/>
      </w:r>
      <w:r w:rsidRPr="00C82B46">
        <w:rPr>
          <w:color w:val="000000"/>
        </w:rPr>
        <w:t>£</w:t>
      </w:r>
      <w:r>
        <w:t>8,57</w:t>
      </w:r>
      <w:r w:rsidRPr="00C82B46">
        <w:t>0,000</w:t>
      </w:r>
    </w:p>
    <w:p w:rsidR="005C186D" w:rsidRPr="0042234B" w:rsidRDefault="005C186D" w:rsidP="00902145">
      <w:pPr>
        <w:tabs>
          <w:tab w:val="left" w:pos="840"/>
          <w:tab w:val="left" w:pos="1140"/>
          <w:tab w:val="left" w:pos="1380"/>
        </w:tabs>
        <w:rPr>
          <w:spacing w:val="-20"/>
        </w:rPr>
      </w:pPr>
    </w:p>
    <w:p w:rsidR="005C186D" w:rsidRPr="0042234B" w:rsidRDefault="005C186D" w:rsidP="00902145">
      <w:pPr>
        <w:tabs>
          <w:tab w:val="left" w:pos="840"/>
        </w:tabs>
        <w:spacing w:line="360" w:lineRule="auto"/>
      </w:pPr>
      <w:r w:rsidRPr="0042234B">
        <w:rPr>
          <w:spacing w:val="-20"/>
        </w:rPr>
        <w:t>2.</w:t>
      </w:r>
      <w:r w:rsidRPr="0042234B">
        <w:rPr>
          <w:spacing w:val="-20"/>
        </w:rPr>
        <w:tab/>
      </w:r>
      <w:r w:rsidRPr="0042234B">
        <w:t>Let Y = number of seats sold</w:t>
      </w:r>
    </w:p>
    <w:p w:rsidR="005C186D" w:rsidRPr="0042234B" w:rsidRDefault="005C186D" w:rsidP="00902145">
      <w:pPr>
        <w:tabs>
          <w:tab w:val="right" w:pos="5940"/>
          <w:tab w:val="left" w:pos="6120"/>
        </w:tabs>
        <w:spacing w:line="360" w:lineRule="auto"/>
        <w:rPr>
          <w:spacing w:val="-20"/>
        </w:rPr>
      </w:pPr>
      <w:r w:rsidRPr="0042234B">
        <w:rPr>
          <w:spacing w:val="-20"/>
        </w:rPr>
        <w:tab/>
      </w:r>
      <w:r w:rsidRPr="0042234B">
        <w:rPr>
          <w:color w:val="000000"/>
          <w:spacing w:val="-20"/>
        </w:rPr>
        <w:t>£</w:t>
      </w:r>
      <w:r w:rsidRPr="0042234B">
        <w:rPr>
          <w:spacing w:val="-20"/>
        </w:rPr>
        <w:t>1</w:t>
      </w:r>
      <w:r>
        <w:rPr>
          <w:spacing w:val="-20"/>
        </w:rPr>
        <w:t>5</w:t>
      </w:r>
      <w:r w:rsidRPr="0042234B">
        <w:rPr>
          <w:spacing w:val="-20"/>
        </w:rPr>
        <w:t xml:space="preserve">Y + </w:t>
      </w:r>
      <w:r w:rsidRPr="0042234B">
        <w:rPr>
          <w:color w:val="000000"/>
          <w:spacing w:val="-20"/>
        </w:rPr>
        <w:t>£</w:t>
      </w:r>
      <w:r>
        <w:rPr>
          <w:spacing w:val="-20"/>
        </w:rPr>
        <w:t>27</w:t>
      </w:r>
      <w:r w:rsidRPr="0042234B">
        <w:rPr>
          <w:spacing w:val="-20"/>
        </w:rPr>
        <w:t>0,000 - .</w:t>
      </w:r>
      <w:r>
        <w:rPr>
          <w:spacing w:val="-20"/>
        </w:rPr>
        <w:t>2</w:t>
      </w:r>
      <w:r w:rsidRPr="0042234B">
        <w:rPr>
          <w:spacing w:val="-20"/>
        </w:rPr>
        <w:t>0</w:t>
      </w:r>
      <w:r>
        <w:rPr>
          <w:spacing w:val="-20"/>
        </w:rPr>
        <w:t xml:space="preserve"> × </w:t>
      </w:r>
      <w:r w:rsidRPr="0042234B">
        <w:rPr>
          <w:color w:val="000000"/>
          <w:spacing w:val="-20"/>
        </w:rPr>
        <w:t>£</w:t>
      </w:r>
      <w:r w:rsidRPr="0042234B">
        <w:rPr>
          <w:spacing w:val="-20"/>
        </w:rPr>
        <w:t>1</w:t>
      </w:r>
      <w:r>
        <w:rPr>
          <w:spacing w:val="-20"/>
        </w:rPr>
        <w:t>5</w:t>
      </w:r>
      <w:r w:rsidRPr="0042234B">
        <w:rPr>
          <w:spacing w:val="-20"/>
        </w:rPr>
        <w:t xml:space="preserve">Y  - </w:t>
      </w:r>
      <w:r w:rsidRPr="0042234B">
        <w:rPr>
          <w:color w:val="000000"/>
          <w:spacing w:val="-20"/>
        </w:rPr>
        <w:t>£</w:t>
      </w:r>
      <w:r>
        <w:rPr>
          <w:spacing w:val="-20"/>
        </w:rPr>
        <w:t>11</w:t>
      </w:r>
      <w:r w:rsidRPr="0042234B">
        <w:rPr>
          <w:spacing w:val="-20"/>
        </w:rPr>
        <w:t>,000,000 =</w:t>
      </w:r>
      <w:r w:rsidRPr="0042234B">
        <w:rPr>
          <w:spacing w:val="-20"/>
        </w:rPr>
        <w:tab/>
      </w:r>
      <w:r w:rsidRPr="0042234B">
        <w:rPr>
          <w:color w:val="000000"/>
          <w:spacing w:val="-20"/>
        </w:rPr>
        <w:t>£</w:t>
      </w:r>
      <w:r>
        <w:rPr>
          <w:spacing w:val="-20"/>
        </w:rPr>
        <w:t>49</w:t>
      </w:r>
      <w:r w:rsidRPr="0042234B">
        <w:rPr>
          <w:spacing w:val="-20"/>
        </w:rPr>
        <w:t>0,000</w:t>
      </w:r>
    </w:p>
    <w:p w:rsidR="005C186D" w:rsidRPr="0042234B" w:rsidRDefault="005C186D" w:rsidP="00902145">
      <w:pPr>
        <w:tabs>
          <w:tab w:val="right" w:pos="5940"/>
          <w:tab w:val="left" w:pos="6120"/>
        </w:tabs>
        <w:spacing w:line="360" w:lineRule="auto"/>
      </w:pPr>
      <w:r w:rsidRPr="0042234B">
        <w:rPr>
          <w:spacing w:val="-20"/>
        </w:rPr>
        <w:tab/>
      </w:r>
      <w:r w:rsidRPr="0042234B">
        <w:rPr>
          <w:color w:val="000000"/>
        </w:rPr>
        <w:t>£</w:t>
      </w:r>
      <w:r>
        <w:t>12</w:t>
      </w:r>
      <w:r w:rsidRPr="0042234B">
        <w:t>Y =</w:t>
      </w:r>
      <w:r w:rsidRPr="0042234B">
        <w:tab/>
      </w:r>
      <w:r w:rsidRPr="0042234B">
        <w:rPr>
          <w:color w:val="000000"/>
        </w:rPr>
        <w:t>£</w:t>
      </w:r>
      <w:r>
        <w:t>11</w:t>
      </w:r>
      <w:r w:rsidRPr="0042234B">
        <w:t>,</w:t>
      </w:r>
      <w:r>
        <w:t>22</w:t>
      </w:r>
      <w:r w:rsidRPr="0042234B">
        <w:t>0,000</w:t>
      </w:r>
    </w:p>
    <w:p w:rsidR="005C186D" w:rsidRPr="0042234B" w:rsidRDefault="005C186D" w:rsidP="00902145">
      <w:pPr>
        <w:tabs>
          <w:tab w:val="right" w:pos="5940"/>
          <w:tab w:val="left" w:pos="6120"/>
        </w:tabs>
        <w:spacing w:line="360" w:lineRule="auto"/>
      </w:pPr>
      <w:r w:rsidRPr="0042234B">
        <w:tab/>
        <w:t>Y =</w:t>
      </w:r>
      <w:r w:rsidRPr="0042234B">
        <w:tab/>
      </w:r>
      <w:r>
        <w:t>935,000</w:t>
      </w:r>
      <w:r w:rsidRPr="0042234B">
        <w:t xml:space="preserve"> seats</w:t>
      </w:r>
    </w:p>
    <w:p w:rsidR="005C186D" w:rsidRPr="0042234B" w:rsidRDefault="005C186D" w:rsidP="00902145">
      <w:pPr>
        <w:tabs>
          <w:tab w:val="left" w:pos="840"/>
          <w:tab w:val="right" w:pos="3600"/>
          <w:tab w:val="left" w:pos="3780"/>
        </w:tabs>
        <w:rPr>
          <w:spacing w:val="-20"/>
          <w:sz w:val="32"/>
          <w:szCs w:val="32"/>
        </w:rPr>
      </w:pPr>
    </w:p>
    <w:p w:rsidR="005C186D" w:rsidRPr="0042234B" w:rsidRDefault="005C186D" w:rsidP="00902145">
      <w:r w:rsidRPr="0042234B">
        <w:rPr>
          <w:sz w:val="32"/>
          <w:szCs w:val="32"/>
        </w:rPr>
        <w:br w:type="page"/>
      </w:r>
      <w:r w:rsidRPr="0042234B">
        <w:rPr>
          <w:u w:val="single"/>
        </w:rPr>
        <w:t>2-</w:t>
      </w:r>
      <w:r>
        <w:rPr>
          <w:u w:val="single"/>
        </w:rPr>
        <w:t>53</w:t>
      </w:r>
      <w:r w:rsidRPr="0042234B">
        <w:t xml:space="preserve">  (45-55 min.)</w:t>
      </w:r>
    </w:p>
    <w:p w:rsidR="005C186D" w:rsidRPr="0042234B" w:rsidRDefault="005C186D" w:rsidP="00902145"/>
    <w:p w:rsidR="005C186D" w:rsidRPr="0042234B" w:rsidRDefault="005C186D" w:rsidP="00E313AC">
      <w:pPr>
        <w:ind w:left="720" w:hanging="720"/>
      </w:pPr>
      <w:r w:rsidRPr="0042234B">
        <w:t>1.</w:t>
      </w:r>
      <w:r w:rsidRPr="0042234B">
        <w:tab/>
        <w:t xml:space="preserve">Exhibit A shows the relationships between the receiving activity and the resources used. This information can now be used for cost control purposes.  Knowing the </w:t>
      </w:r>
      <w:r>
        <w:t xml:space="preserve">two </w:t>
      </w:r>
      <w:r w:rsidRPr="0042234B">
        <w:t>rates</w:t>
      </w:r>
      <w:r>
        <w:t>,</w:t>
      </w:r>
      <w:r w:rsidRPr="0042234B">
        <w:t xml:space="preserve"> gallons per part received and machine hours operated per part received</w:t>
      </w:r>
      <w:r>
        <w:t>,</w:t>
      </w:r>
      <w:r w:rsidRPr="0042234B">
        <w:t xml:space="preserve"> will help operating managers predict costs. These rates are measures of productivity in the receiving department.</w:t>
      </w:r>
    </w:p>
    <w:p w:rsidR="005C186D" w:rsidRPr="0042234B" w:rsidRDefault="005C186D" w:rsidP="00545A11"/>
    <w:p w:rsidR="005C186D" w:rsidRPr="00BA5320" w:rsidRDefault="005C186D" w:rsidP="00BB2E6F">
      <w:pPr>
        <w:jc w:val="center"/>
        <w:rPr>
          <w:u w:val="single"/>
        </w:rPr>
      </w:pPr>
      <w:r w:rsidRPr="00BA5320">
        <w:rPr>
          <w:u w:val="single"/>
        </w:rPr>
        <w:t>Exhibit A</w:t>
      </w:r>
    </w:p>
    <w:p w:rsidR="005C186D" w:rsidRDefault="005C186D" w:rsidP="00E313AC">
      <w:pPr>
        <w:ind w:left="720" w:hanging="720"/>
      </w:pPr>
      <w:r>
        <w:rPr>
          <w:noProof/>
        </w:rPr>
      </w:r>
      <w:r>
        <w:pict>
          <v:group id="Group 2" o:spid="_x0000_s1061" style="width:380.9pt;height:300.35pt;mso-position-horizontal-relative:char;mso-position-vertical-relative:line" coordorigin="1440,8390" coordsize="9360,738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">
            <o:lock v:ext="edit" aspectratio="t"/>
            <v:rect id="AutoShape 3" o:spid="_x0000_s1062" style="position:absolute;left:1440;top:8390;width:9360;height:738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1wX1pwwAA&#10;ANoAAAAPAAAAZHJzL2Rvd25yZXYueG1sRI9Pi8IwFMTvwn6H8Ba8yJrqQaRrlEVYLIsg1j/nR/Ns&#10;i81LbbJt/fZGEDwOM/MbZrHqTSVaalxpWcFkHIEgzqwuOVdwPPx+zUE4j6yxskwK7uRgtfwYLDDW&#10;tuM9tanPRYCwi1FB4X0dS+myggy6sa2Jg3exjUEfZJNL3WAX4KaS0yiaSYMlh4UCa1oXlF3Tf6Og&#10;y3bt+bDdyN3onFi+Jbd1evpTavjZ/3yD8NT7d/jVTrSCKTyvhBsglw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1wX1pwwAAANoAAAAPAAAAAAAAAAAAAAAAAJcCAABkcnMvZG93&#10;bnJldi54bWxQSwUGAAAAAAQABAD1AAAAhwMAAAAA&#10;" filled="f" stroked="f">
              <o:lock v:ext="edit" aspectratio="t" text="t"/>
            </v:rect>
            <v:rect id="Rectangle 4" o:spid="_x0000_s1063" style="position:absolute;left:2205;top:12300;width:8161;height:3159;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Te3bwwAA&#10;ANoAAAAPAAAAZHJzL2Rvd25yZXYueG1sRI9Ba8JAFITvgv9heUJvdWOL0qauIqUtCoI0DfT62H0m&#10;wezbkN2Y1F/vCgWPw8x8wyzXg63FmVpfOVYwmyYgiLUzFRcK8p/PxxcQPiAbrB2Tgj/ysF6NR0tM&#10;jev5m85ZKESEsE9RQRlCk0rpdUkW/dQ1xNE7utZiiLItpGmxj3Bby6ckWUiLFceFEht6L0mfss4q&#10;0K/dri94d8BL7udfv92H3s9zpR4mw+YNRKAh3MP/7a1R8Ay3K/EGyNUV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UTe3bwwAAANoAAAAPAAAAAAAAAAAAAAAAAJcCAABkcnMvZG93&#10;bnJldi54bWxQSwUGAAAAAAQABAD1AAAAhwMAAAAA&#10;" fillcolor="silver"/>
            <v:line id="Line 7" o:spid="_x0000_s1064" style="position:absolute;visibility:visible" from="4014,11370" to="4015,123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aXe+sQAAADaAAAADwAAAGRycy9kb3ducmV2LnhtbESPQWvCQBSE70L/w/IKvemmFkJJXUOJ&#10;KDZIwSg9P7KvSWj2bcyuSfrv3ULB4zAz3zCrdDKtGKh3jWUFz4sIBHFpdcOVgvNpO38F4TyyxtYy&#10;KfglB+n6YbbCRNuRjzQUvhIBwi5BBbX3XSKlK2sy6Ba2Iw7et+0N+iD7SuoexwA3rVxGUSwNNhwW&#10;auwoq6n8Ka5GQXXJbfzyscwPbf6VH8dNtvscCqWeHqf3NxCeJn8P/7f3WkEMf1fCDZDrG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Bpd76xAAAANoAAAAPAAAAAAAAAAAA&#10;AAAAAKECAABkcnMvZG93bnJldi54bWxQSwUGAAAAAAQABAD5AAAAkgMAAAAA&#10;" strokeweight="4.5pt"/>
            <v:line id="Line 8" o:spid="_x0000_s1065" style="position:absolute;flip:x;visibility:visible" from="7963,11412" to="7972,1233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w+CAsAAAADaAAAADwAAAGRycy9kb3ducmV2LnhtbESPT4vCMBTE78J+h/CEvdlED+pWo8iC&#10;sIdF8A97fjTPptq8lCZr67c3guBxmJnfMMt172pxozZUnjWMMwWCuPCm4lLD6bgdzUGEiGyw9kwa&#10;7hRgvfoYLDE3vuM93Q6xFAnCIUcNNsYmlzIUlhyGzDfEyTv71mFMsi2labFLcFfLiVJT6bDitGCx&#10;oW9LxfXw7zT8zsh2u7P9I4N+6tVlr76M1fpz2G8WICL18R1+tX+Mhhk8r6QbIFcPAA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IcPggLAAAAA2gAAAA8AAAAAAAAAAAAAAAAA&#10;oQIAAGRycy9kb3ducmV2LnhtbFBLBQYAAAAABAAEAPkAAACOAwAAAAA=&#10;" strokeweight="4.5pt"/>
            <v:shapetype id="_x0000_t202" coordsize="21600,21600" o:spt="202" path="m,l,21600r21600,l21600,xe">
              <v:stroke joinstyle="miter"/>
              <v:path gradientshapeok="t" o:connecttype="rect"/>
            </v:shapetype>
            <v:shape id="Text Box 9" o:spid="_x0000_s1066" type="#_x0000_t202" style="position:absolute;left:3120;top:13538;width:6180;height:1749;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" filled="f" stroked="f">
              <v:textbox inset="2.06314mm,1.0316mm,2.06314mm,1.0316mm">
                <w:txbxContent>
                  <w:p w:rsidR="005C186D" w:rsidRPr="007D069A" w:rsidRDefault="005C186D" w:rsidP="006F2710">
                    <w:pPr>
                      <w:jc w:val="center"/>
                      <w:rPr>
                        <w:b/>
                        <w:sz w:val="26"/>
                        <w:szCs w:val="32"/>
                      </w:rPr>
                    </w:pPr>
                    <w:r w:rsidRPr="007D069A">
                      <w:rPr>
                        <w:b/>
                        <w:sz w:val="26"/>
                        <w:szCs w:val="32"/>
                      </w:rPr>
                      <w:t>RECEIVING ACTIVITY</w:t>
                    </w:r>
                  </w:p>
                  <w:p w:rsidR="005C186D" w:rsidRPr="007D069A" w:rsidRDefault="005C186D" w:rsidP="006F2710">
                    <w:pPr>
                      <w:jc w:val="center"/>
                      <w:rPr>
                        <w:b/>
                        <w:sz w:val="26"/>
                        <w:szCs w:val="32"/>
                      </w:rPr>
                    </w:pPr>
                  </w:p>
                  <w:p w:rsidR="005C186D" w:rsidRPr="007D069A" w:rsidRDefault="005C186D" w:rsidP="006F2710">
                    <w:pPr>
                      <w:jc w:val="center"/>
                      <w:rPr>
                        <w:b/>
                        <w:sz w:val="26"/>
                        <w:szCs w:val="32"/>
                      </w:rPr>
                    </w:pPr>
                    <w:r w:rsidRPr="007D069A">
                      <w:rPr>
                        <w:b/>
                        <w:sz w:val="26"/>
                        <w:szCs w:val="32"/>
                      </w:rPr>
                      <w:t>Cost Driver</w:t>
                    </w:r>
                  </w:p>
                  <w:p w:rsidR="005C186D" w:rsidRPr="007D069A" w:rsidRDefault="005C186D" w:rsidP="006F2710">
                    <w:pPr>
                      <w:jc w:val="center"/>
                      <w:rPr>
                        <w:b/>
                        <w:sz w:val="26"/>
                        <w:szCs w:val="32"/>
                      </w:rPr>
                    </w:pPr>
                    <w:r w:rsidRPr="007D069A">
                      <w:rPr>
                        <w:b/>
                        <w:sz w:val="26"/>
                        <w:szCs w:val="32"/>
                      </w:rPr>
                      <w:t>Number of Parts Received, 30,000</w:t>
                    </w:r>
                  </w:p>
                </w:txbxContent>
              </v:textbox>
            </v:shape>
            <v:shape id="Text Box 10" o:spid="_x0000_s1067" type="#_x0000_t202" style="position:absolute;left:2220;top:9864;width:3600;height:1548;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oSch6wgAA&#10;ANoAAAAPAAAAZHJzL2Rvd25yZXYueG1sRI/BasMwEETvhf6D2EBujZxCW8eJbEpJoVByqJsP2Fob&#10;28RaCUlxnL+vAoEch5l5w2yqyQxiJB96ywqWiwwEcWN1z62C/e/nUw4iRGSNg2VScKEAVfn4sMFC&#10;2zP/0FjHViQIhwIVdDG6QsrQdGQwLKwjTt7BeoMxSd9K7fGc4GaQz1n2Kg32nBY6dPTRUXOsT0bB&#10;uHtpt6vlcTg4esM//x3ctM+Vms+m9zWISFO8h2/tL61gBdcr6QbI8h8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OhJyHrCAAAA2gAAAA8AAAAAAAAAAAAAAAAAlwIAAGRycy9kb3du&#10;cmV2LnhtbFBLBQYAAAAABAAEAPUAAACGAwAAAAA=&#10;">
              <v:textbox inset="2.06314mm,1.0316mm,2.06314mm,1.0316mm">
                <w:txbxContent>
                  <w:p w:rsidR="005C186D" w:rsidRPr="00CE5E69" w:rsidRDefault="005C186D" w:rsidP="006F2710">
                    <w:pPr>
                      <w:jc w:val="center"/>
                      <w:rPr>
                        <w:b/>
                        <w:color w:val="000000"/>
                        <w:sz w:val="26"/>
                        <w:szCs w:val="32"/>
                      </w:rPr>
                    </w:pPr>
                    <w:r w:rsidRPr="00CE5E69">
                      <w:rPr>
                        <w:b/>
                        <w:color w:val="000000"/>
                        <w:sz w:val="26"/>
                        <w:szCs w:val="32"/>
                      </w:rPr>
                      <w:t>EQUIPMENT RESOURCE</w:t>
                    </w:r>
                  </w:p>
                  <w:p w:rsidR="005C186D" w:rsidRPr="00CE5E69" w:rsidRDefault="005C186D" w:rsidP="006F2710">
                    <w:pPr>
                      <w:jc w:val="center"/>
                      <w:rPr>
                        <w:b/>
                        <w:color w:val="000000"/>
                        <w:sz w:val="26"/>
                        <w:szCs w:val="32"/>
                      </w:rPr>
                    </w:pPr>
                    <w:r w:rsidRPr="00CE5E69">
                      <w:rPr>
                        <w:b/>
                        <w:color w:val="000000"/>
                        <w:sz w:val="26"/>
                        <w:szCs w:val="32"/>
                      </w:rPr>
                      <w:t>$45,000</w:t>
                    </w:r>
                  </w:p>
                  <w:p w:rsidR="005C186D" w:rsidRPr="007D069A" w:rsidRDefault="005C186D" w:rsidP="006F2710">
                    <w:pPr>
                      <w:jc w:val="center"/>
                      <w:rPr>
                        <w:b/>
                        <w:color w:val="FFFFFF"/>
                        <w:sz w:val="26"/>
                        <w:szCs w:val="32"/>
                      </w:rPr>
                    </w:pPr>
                  </w:p>
                  <w:p w:rsidR="005C186D" w:rsidRPr="007D069A" w:rsidRDefault="005C186D" w:rsidP="006F2710">
                    <w:pPr>
                      <w:jc w:val="center"/>
                      <w:rPr>
                        <w:b/>
                        <w:color w:val="FFFFFF"/>
                        <w:sz w:val="26"/>
                        <w:szCs w:val="32"/>
                      </w:rPr>
                    </w:pPr>
                  </w:p>
                </w:txbxContent>
              </v:textbox>
            </v:shape>
            <v:shape id="Text Box 11" o:spid="_x0000_s1068" type="#_x0000_t202" style="position:absolute;left:6202;top:9864;width:3675;height:1548;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" filled="f">
              <v:textbox inset="2.06314mm,1.0316mm,2.06314mm,1.0316mm">
                <w:txbxContent>
                  <w:p w:rsidR="005C186D" w:rsidRPr="007D069A" w:rsidRDefault="005C186D" w:rsidP="006F2710">
                    <w:pPr>
                      <w:jc w:val="center"/>
                      <w:rPr>
                        <w:b/>
                        <w:sz w:val="26"/>
                        <w:szCs w:val="32"/>
                      </w:rPr>
                    </w:pPr>
                    <w:r w:rsidRPr="007D069A">
                      <w:rPr>
                        <w:b/>
                        <w:sz w:val="26"/>
                        <w:szCs w:val="32"/>
                      </w:rPr>
                      <w:t>FUEL RESOURCE</w:t>
                    </w:r>
                  </w:p>
                  <w:p w:rsidR="005C186D" w:rsidRPr="007D069A" w:rsidRDefault="005C186D" w:rsidP="006F2710">
                    <w:pPr>
                      <w:jc w:val="center"/>
                      <w:rPr>
                        <w:b/>
                        <w:sz w:val="26"/>
                        <w:szCs w:val="32"/>
                      </w:rPr>
                    </w:pPr>
                    <w:r w:rsidRPr="007D069A">
                      <w:rPr>
                        <w:b/>
                        <w:sz w:val="26"/>
                        <w:szCs w:val="32"/>
                      </w:rPr>
                      <w:t>$24,000 ÷ 6,000 Gal. = $4 Per Gallon Used</w:t>
                    </w:r>
                  </w:p>
                  <w:p w:rsidR="005C186D" w:rsidRPr="007D069A" w:rsidRDefault="005C186D" w:rsidP="006F2710">
                    <w:pPr>
                      <w:jc w:val="center"/>
                      <w:rPr>
                        <w:b/>
                        <w:sz w:val="26"/>
                        <w:szCs w:val="32"/>
                      </w:rPr>
                    </w:pPr>
                  </w:p>
                  <w:p w:rsidR="005C186D" w:rsidRPr="007D069A" w:rsidRDefault="005C186D" w:rsidP="006F2710">
                    <w:pPr>
                      <w:jc w:val="center"/>
                      <w:rPr>
                        <w:b/>
                        <w:sz w:val="26"/>
                        <w:szCs w:val="32"/>
                      </w:rPr>
                    </w:pPr>
                  </w:p>
                  <w:p w:rsidR="005C186D" w:rsidRPr="007D069A" w:rsidRDefault="005C186D" w:rsidP="006F2710">
                    <w:pPr>
                      <w:jc w:val="center"/>
                      <w:rPr>
                        <w:b/>
                        <w:sz w:val="26"/>
                        <w:szCs w:val="32"/>
                      </w:rPr>
                    </w:pPr>
                  </w:p>
                </w:txbxContent>
              </v:textbox>
            </v:shape>
            <v:shape id="Text Box 12" o:spid="_x0000_s1069" type="#_x0000_t202" style="position:absolute;left:6285;top:12330;width:4081;height:937;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pTbtwAAA&#10;ANsAAAAPAAAAZHJzL2Rvd25yZXYueG1sRE/NisIwEL4v+A5hBG9rWsFdrUYRURCWPaz6AGMztsVm&#10;EpJY69ubhYW9zcf3O8t1b1rRkQ+NZQX5OANBXFrdcKXgfNq/z0CEiKyxtUwKnhRgvRq8LbHQ9sE/&#10;1B1jJVIIhwIV1DG6QspQ1mQwjK0jTtzVeoMxQV9J7fGRwk0rJ1n2IQ02nBpqdLStqbwd70ZB9z2t&#10;dvP81l4dfeLFfwXXn2dKjYb9ZgEiUh//xX/ug07zc/j9JR0gVy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ypTbtwAAAANsAAAAPAAAAAAAAAAAAAAAAAJcCAABkcnMvZG93bnJl&#10;di54bWxQSwUGAAAAAAQABAD1AAAAhAMAAAAA&#10;">
              <v:textbox inset="2.06314mm,1.0316mm,2.06314mm,1.0316mm">
                <w:txbxContent>
                  <w:p w:rsidR="005C186D" w:rsidRPr="007D069A" w:rsidRDefault="005C186D" w:rsidP="006F2710">
                    <w:pPr>
                      <w:jc w:val="center"/>
                      <w:rPr>
                        <w:b/>
                        <w:sz w:val="20"/>
                      </w:rPr>
                    </w:pPr>
                    <w:r w:rsidRPr="007D069A">
                      <w:rPr>
                        <w:b/>
                        <w:sz w:val="20"/>
                      </w:rPr>
                      <w:t>6,000 Gal./30,000 Parts = 0.2 Gal./Part Received</w:t>
                    </w:r>
                  </w:p>
                </w:txbxContent>
              </v:textbox>
            </v:shape>
            <v:shape id="Text Box 13" o:spid="_x0000_s1070" type="#_x0000_t202" style="position:absolute;left:2220;top:12330;width:4081;height:937;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Cd6iawAAA&#10;ANsAAAAPAAAAZHJzL2Rvd25yZXYueG1sRE/bisIwEH0X/Icwwr5pqrBeukZZFhcE8cHLB8w2Y1ts&#10;JiGJtfv3RhB8m8O5znLdmUa05ENtWcF4lIEgLqyuuVRwPv0O5yBCRNbYWCYF/xRgver3lphre+cD&#10;tcdYihTCIUcFVYwulzIUFRkMI+uIE3ex3mBM0JdSe7yncNPISZZNpcGaU0OFjn4qKq7Hm1HQ7j/L&#10;zWJ8bS6OZvjnd8F157lSH4Pu+wtEpC6+xS/3Vqf5E3j+kg6Qqwc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Cd6iawAAAANsAAAAPAAAAAAAAAAAAAAAAAJcCAABkcnMvZG93bnJl&#10;di54bWxQSwUGAAAAAAQABAD1AAAAhAMAAAAA&#10;">
              <v:textbox inset="2.06314mm,1.0316mm,2.06314mm,1.0316mm">
                <w:txbxContent>
                  <w:p w:rsidR="005C186D" w:rsidRPr="007D069A" w:rsidRDefault="005C186D" w:rsidP="006F2710">
                    <w:pPr>
                      <w:jc w:val="center"/>
                      <w:rPr>
                        <w:b/>
                        <w:sz w:val="20"/>
                      </w:rPr>
                    </w:pPr>
                    <w:r w:rsidRPr="007D069A">
                      <w:rPr>
                        <w:b/>
                        <w:sz w:val="20"/>
                      </w:rPr>
                      <w:t>1,500 Hours/30,000 Parts = 0.05 Hours/Part Received</w:t>
                    </w:r>
                  </w:p>
                </w:txbxContent>
              </v:textbox>
            </v:shape>
            <w10:anchorlock/>
          </v:group>
        </w:pict>
      </w:r>
    </w:p>
    <w:p w:rsidR="005C186D" w:rsidRPr="0042234B" w:rsidRDefault="005C186D" w:rsidP="00E313AC">
      <w:pPr>
        <w:ind w:left="720" w:hanging="720"/>
      </w:pPr>
      <w:r w:rsidRPr="0042234B">
        <w:t>2.</w:t>
      </w:r>
      <w:r w:rsidRPr="0042234B">
        <w:tab/>
        <w:t xml:space="preserve">When the activity level increases, the use of resources will increase. Thus, the output measures or cost driver levels will increase – that is, total hours and total gallons. Normally, productivity rates such as gallons per part received and hours operated per part received will not change significantly unless </w:t>
      </w:r>
      <w:r>
        <w:t>a) </w:t>
      </w:r>
      <w:r w:rsidRPr="0042234B">
        <w:t>there is action taken to improve efficiency</w:t>
      </w:r>
      <w:r>
        <w:t>,</w:t>
      </w:r>
      <w:r w:rsidRPr="0042234B">
        <w:t xml:space="preserve"> or </w:t>
      </w:r>
      <w:r>
        <w:t>b) </w:t>
      </w:r>
      <w:r w:rsidRPr="0042234B">
        <w:t xml:space="preserve">factors act to decrease efficiency. </w:t>
      </w:r>
    </w:p>
    <w:p w:rsidR="005C186D" w:rsidRPr="0042234B" w:rsidRDefault="005C186D" w:rsidP="00E313AC">
      <w:pPr>
        <w:ind w:left="720"/>
      </w:pPr>
    </w:p>
    <w:p w:rsidR="005C186D" w:rsidRPr="0042234B" w:rsidRDefault="005C186D" w:rsidP="00E313AC">
      <w:pPr>
        <w:ind w:left="720"/>
      </w:pPr>
      <w:r w:rsidRPr="0042234B">
        <w:t>An equation can be derived to predict total cost using the above concept.</w:t>
      </w:r>
    </w:p>
    <w:p w:rsidR="005C186D" w:rsidRPr="0042234B" w:rsidRDefault="005C186D" w:rsidP="00E313AC">
      <w:pPr>
        <w:ind w:left="720"/>
      </w:pPr>
    </w:p>
    <w:p w:rsidR="005C186D" w:rsidRPr="0042234B" w:rsidRDefault="005C186D" w:rsidP="00E313AC">
      <w:pPr>
        <w:ind w:left="720"/>
      </w:pPr>
      <w:r w:rsidRPr="0042234B">
        <w:t>Total Cost   = Variable Cost of Fuel + Fixed Cost of Equipment</w:t>
      </w:r>
    </w:p>
    <w:p w:rsidR="005C186D" w:rsidRPr="0042234B" w:rsidRDefault="005C186D" w:rsidP="00E313AC">
      <w:pPr>
        <w:ind w:left="720"/>
      </w:pPr>
      <w:r w:rsidRPr="0042234B">
        <w:t>= (Number of Parts Received × Gallon/Part × Price/Gallon) + $45,000</w:t>
      </w:r>
    </w:p>
    <w:p w:rsidR="005C186D" w:rsidRPr="0042234B" w:rsidRDefault="005C186D" w:rsidP="00E313AC">
      <w:pPr>
        <w:ind w:left="720"/>
      </w:pPr>
    </w:p>
    <w:p w:rsidR="005C186D" w:rsidRPr="0042234B" w:rsidRDefault="005C186D" w:rsidP="00E313AC">
      <w:pPr>
        <w:ind w:left="720"/>
        <w:outlineLvl w:val="0"/>
      </w:pPr>
      <w:r w:rsidRPr="0042234B">
        <w:t>The total cost of receiving 40,000 parts is</w:t>
      </w:r>
    </w:p>
    <w:p w:rsidR="005C186D" w:rsidRPr="0042234B" w:rsidRDefault="005C186D" w:rsidP="00545A11"/>
    <w:p w:rsidR="005C186D" w:rsidRPr="0042234B" w:rsidRDefault="005C186D" w:rsidP="00E313AC">
      <w:pPr>
        <w:ind w:left="540" w:firstLine="180"/>
      </w:pPr>
      <w:r w:rsidRPr="0042234B">
        <w:t>(40,000 parts × 0.2 Gallon/Part × $4/Gallon) + $45,000 = $77,000</w:t>
      </w:r>
    </w:p>
    <w:p w:rsidR="005C186D" w:rsidRPr="0042234B" w:rsidRDefault="005C186D" w:rsidP="00545A11"/>
    <w:p w:rsidR="005C186D" w:rsidRPr="0042234B" w:rsidRDefault="005C186D" w:rsidP="00E313AC">
      <w:pPr>
        <w:ind w:left="720" w:hanging="720"/>
      </w:pPr>
      <w:r w:rsidRPr="0042234B">
        <w:t>3.</w:t>
      </w:r>
      <w:r w:rsidRPr="0042234B">
        <w:tab/>
        <w:t>The new fuel consumption rate will be .80 × 0.2 gallons/part received = 0.16 gallons per part received. The predicted cost of receiving 30,000 parts is</w:t>
      </w:r>
    </w:p>
    <w:p w:rsidR="005C186D" w:rsidRPr="0042234B" w:rsidRDefault="005C186D" w:rsidP="00545A11"/>
    <w:p w:rsidR="005C186D" w:rsidRDefault="005C186D" w:rsidP="00545A11">
      <w:pPr>
        <w:ind w:left="1350"/>
      </w:pPr>
      <w:r w:rsidRPr="0042234B">
        <w:t xml:space="preserve">(30,000 Parts × 0.16 Gallons/Part × $4.00 per Gallon) + $45,000 </w:t>
      </w:r>
    </w:p>
    <w:p w:rsidR="005C186D" w:rsidRPr="0042234B" w:rsidRDefault="005C186D" w:rsidP="00545A11">
      <w:pPr>
        <w:ind w:left="1350"/>
      </w:pPr>
      <w:r w:rsidRPr="0042234B">
        <w:t>= $19,200 + $45,000 = $64,200.</w:t>
      </w:r>
    </w:p>
    <w:p w:rsidR="005C186D" w:rsidRPr="0042234B" w:rsidRDefault="005C186D" w:rsidP="00545A11"/>
    <w:p w:rsidR="005C186D" w:rsidRPr="0042234B" w:rsidRDefault="005C186D" w:rsidP="00E313AC">
      <w:pPr>
        <w:ind w:left="720"/>
      </w:pPr>
      <w:r w:rsidRPr="0042234B">
        <w:t>The receiving department will not achieve the 10% cost reduction goal of $62,100 even though productivity in fuel usage improved by 20%</w:t>
      </w:r>
      <w:r>
        <w:t>.</w:t>
      </w:r>
      <w:r w:rsidRPr="0042234B">
        <w:t xml:space="preserve">  </w:t>
      </w:r>
      <w:r>
        <w:t>Although the variable cost of fuel declines by 20%, the fixed cost of equipment does not decline at all, and</w:t>
      </w:r>
      <w:r w:rsidRPr="0042234B">
        <w:t xml:space="preserve"> the fixed equipment costs </w:t>
      </w:r>
      <w:r>
        <w:t>are a large portion of</w:t>
      </w:r>
      <w:r w:rsidRPr="0042234B">
        <w:t xml:space="preserve"> the total cost of receiving. Perhaps management should consider setting cost reduction goals in the light of knowledge of cost behavior.</w:t>
      </w:r>
    </w:p>
    <w:p w:rsidR="005C186D" w:rsidRPr="0042234B" w:rsidRDefault="005C186D" w:rsidP="001736B9">
      <w:pPr>
        <w:tabs>
          <w:tab w:val="left" w:pos="840"/>
        </w:tabs>
      </w:pPr>
    </w:p>
    <w:p w:rsidR="005C186D" w:rsidRPr="0042234B" w:rsidRDefault="005C186D" w:rsidP="00E313AC">
      <w:pPr>
        <w:tabs>
          <w:tab w:val="left" w:pos="840"/>
        </w:tabs>
        <w:ind w:left="720" w:hanging="720"/>
      </w:pPr>
      <w:r w:rsidRPr="0042234B">
        <w:t>4.</w:t>
      </w:r>
      <w:r w:rsidRPr="0042234B">
        <w:tab/>
        <w:t>The new model contains productivity measures that are controllable by operating managers who are responsible for costs incurred. As a result, management can expect higher levels exerted effort by managers as well as improvement in cost control.</w:t>
      </w:r>
    </w:p>
    <w:p w:rsidR="005C186D" w:rsidRPr="0042234B" w:rsidRDefault="005C186D" w:rsidP="00E313AC">
      <w:pPr>
        <w:tabs>
          <w:tab w:val="left" w:pos="840"/>
        </w:tabs>
        <w:ind w:left="720" w:hanging="720"/>
      </w:pPr>
    </w:p>
    <w:p w:rsidR="005C186D" w:rsidRPr="0042234B" w:rsidRDefault="005C186D" w:rsidP="00E313AC">
      <w:pPr>
        <w:tabs>
          <w:tab w:val="left" w:pos="840"/>
        </w:tabs>
        <w:ind w:left="720" w:hanging="720"/>
      </w:pPr>
      <w:r w:rsidRPr="0042234B">
        <w:t xml:space="preserve">5. </w:t>
      </w:r>
      <w:r w:rsidRPr="0042234B">
        <w:tab/>
        <w:t>One refinement is to note that total fuel usage is a function of both the efficiency in machine use as well as efficiency in fuel consumption. In terms of productivity metrics this can be expressed as follows:</w:t>
      </w:r>
    </w:p>
    <w:p w:rsidR="005C186D" w:rsidRPr="0042234B" w:rsidRDefault="005C186D" w:rsidP="00E313AC">
      <w:pPr>
        <w:tabs>
          <w:tab w:val="left" w:pos="840"/>
        </w:tabs>
        <w:ind w:left="720" w:hanging="720"/>
      </w:pPr>
    </w:p>
    <w:p w:rsidR="005C186D" w:rsidRPr="0042234B" w:rsidRDefault="005C186D" w:rsidP="00E313AC">
      <w:pPr>
        <w:tabs>
          <w:tab w:val="left" w:pos="840"/>
        </w:tabs>
        <w:ind w:left="720" w:hanging="720"/>
      </w:pPr>
      <w:r w:rsidRPr="0042234B">
        <w:t xml:space="preserve">Current model: </w:t>
      </w:r>
    </w:p>
    <w:p w:rsidR="005C186D" w:rsidRPr="0042234B" w:rsidRDefault="005C186D" w:rsidP="00E313AC">
      <w:pPr>
        <w:tabs>
          <w:tab w:val="left" w:pos="840"/>
        </w:tabs>
        <w:ind w:left="720" w:hanging="720"/>
      </w:pPr>
      <w:r w:rsidRPr="0042234B">
        <w:t>Total Fuel Cost = $/Gallon × Gallons/Part Received × Total Number of Parts Received.</w:t>
      </w:r>
    </w:p>
    <w:p w:rsidR="005C186D" w:rsidRPr="0042234B" w:rsidRDefault="005C186D" w:rsidP="00E313AC">
      <w:pPr>
        <w:tabs>
          <w:tab w:val="left" w:pos="840"/>
        </w:tabs>
        <w:ind w:left="720" w:hanging="720"/>
      </w:pPr>
    </w:p>
    <w:p w:rsidR="005C186D" w:rsidRPr="0042234B" w:rsidRDefault="005C186D" w:rsidP="00E313AC">
      <w:pPr>
        <w:tabs>
          <w:tab w:val="left" w:pos="840"/>
        </w:tabs>
        <w:ind w:left="720" w:hanging="720"/>
      </w:pPr>
      <w:r w:rsidRPr="0042234B">
        <w:t>Refined model:</w:t>
      </w:r>
    </w:p>
    <w:p w:rsidR="005C186D" w:rsidRPr="0042234B" w:rsidRDefault="005C186D" w:rsidP="00E313AC">
      <w:pPr>
        <w:tabs>
          <w:tab w:val="left" w:pos="840"/>
        </w:tabs>
        <w:ind w:left="720" w:hanging="720"/>
      </w:pPr>
      <w:r w:rsidRPr="0042234B">
        <w:t xml:space="preserve"> Total Fuel Cost = $/Gallon × Gallons Used/Operating Hour × Operating Hours/Part Received × Total Number of Parts Received.</w:t>
      </w:r>
    </w:p>
    <w:p w:rsidR="005C186D" w:rsidRPr="0042234B" w:rsidRDefault="005C186D" w:rsidP="00E313AC">
      <w:pPr>
        <w:tabs>
          <w:tab w:val="left" w:pos="840"/>
        </w:tabs>
        <w:ind w:left="720" w:hanging="720"/>
      </w:pPr>
    </w:p>
    <w:p w:rsidR="005C186D" w:rsidRPr="0042234B" w:rsidRDefault="005C186D" w:rsidP="00E313AC">
      <w:pPr>
        <w:tabs>
          <w:tab w:val="left" w:pos="840"/>
        </w:tabs>
        <w:ind w:left="720" w:hanging="720"/>
      </w:pPr>
      <w:r>
        <w:tab/>
      </w:r>
      <w:r w:rsidRPr="0042234B">
        <w:t>The refined model has two productivity measures instead of only one. Both these measures are controllable by operating managers in the receiving department.  As a result, management can focus effort in two areas of potential improvement. For example, if there was a 20% improvement in both these productivity measures, the total fuel cost would be</w:t>
      </w:r>
    </w:p>
    <w:p w:rsidR="005C186D" w:rsidRPr="0042234B" w:rsidRDefault="005C186D" w:rsidP="001736B9">
      <w:pPr>
        <w:tabs>
          <w:tab w:val="left" w:pos="840"/>
        </w:tabs>
      </w:pPr>
    </w:p>
    <w:p w:rsidR="005C186D" w:rsidRPr="0042234B" w:rsidRDefault="005C186D" w:rsidP="001736B9">
      <w:pPr>
        <w:tabs>
          <w:tab w:val="left" w:pos="840"/>
        </w:tabs>
      </w:pPr>
      <w:r w:rsidRPr="0042234B">
        <w:t>Total fuel cost = $4/Gal. × .8 × 4 Gal./Hour Operated × .8 × .05* Hours Operated/Part Received × 30,000 Parts Received = $15,360.</w:t>
      </w:r>
    </w:p>
    <w:p w:rsidR="005C186D" w:rsidRPr="0042234B" w:rsidRDefault="005C186D" w:rsidP="001736B9">
      <w:pPr>
        <w:tabs>
          <w:tab w:val="left" w:pos="840"/>
        </w:tabs>
      </w:pPr>
      <w:r w:rsidRPr="0042234B">
        <w:t xml:space="preserve"> </w:t>
      </w:r>
    </w:p>
    <w:p w:rsidR="005C186D" w:rsidRPr="0042234B" w:rsidRDefault="005C186D" w:rsidP="001736B9">
      <w:pPr>
        <w:tabs>
          <w:tab w:val="left" w:pos="840"/>
        </w:tabs>
      </w:pPr>
      <w:r w:rsidRPr="0042234B">
        <w:t>*</w:t>
      </w:r>
      <w:r w:rsidRPr="0042234B">
        <w:rPr>
          <w:vertAlign w:val="superscript"/>
        </w:rPr>
        <w:t xml:space="preserve"> </w:t>
      </w:r>
      <w:r w:rsidRPr="0042234B">
        <w:t>1,500 operating hours/30,000 parts received</w:t>
      </w:r>
    </w:p>
    <w:p w:rsidR="005C186D" w:rsidRPr="0042234B" w:rsidRDefault="005C186D" w:rsidP="001736B9">
      <w:pPr>
        <w:tabs>
          <w:tab w:val="left" w:pos="840"/>
        </w:tabs>
      </w:pPr>
    </w:p>
    <w:p w:rsidR="005C186D" w:rsidRPr="0042234B" w:rsidRDefault="005C186D" w:rsidP="001736B9">
      <w:pPr>
        <w:tabs>
          <w:tab w:val="left" w:pos="840"/>
        </w:tabs>
      </w:pPr>
      <w:r w:rsidRPr="0042234B">
        <w:t xml:space="preserve">The predicted total cost of receiving would then be </w:t>
      </w:r>
    </w:p>
    <w:p w:rsidR="005C186D" w:rsidRPr="0042234B" w:rsidRDefault="005C186D" w:rsidP="001736B9">
      <w:pPr>
        <w:tabs>
          <w:tab w:val="left" w:pos="840"/>
        </w:tabs>
      </w:pPr>
    </w:p>
    <w:p w:rsidR="005C186D" w:rsidRPr="0042234B" w:rsidRDefault="005C186D" w:rsidP="001736B9">
      <w:pPr>
        <w:tabs>
          <w:tab w:val="left" w:pos="840"/>
        </w:tabs>
      </w:pPr>
      <w:r w:rsidRPr="0042234B">
        <w:t xml:space="preserve">$15,360 + $45,000 = $60,360 and the target goal would be achieved. </w:t>
      </w:r>
    </w:p>
    <w:p w:rsidR="005C186D" w:rsidRPr="0042234B" w:rsidRDefault="005C186D" w:rsidP="001736B9">
      <w:pPr>
        <w:tabs>
          <w:tab w:val="left" w:pos="840"/>
        </w:tabs>
      </w:pPr>
    </w:p>
    <w:p w:rsidR="005C186D" w:rsidRPr="0042234B" w:rsidRDefault="005C186D" w:rsidP="001736B9">
      <w:pPr>
        <w:tabs>
          <w:tab w:val="left" w:pos="840"/>
        </w:tabs>
        <w:rPr>
          <w:u w:val="single"/>
        </w:rPr>
      </w:pPr>
    </w:p>
    <w:p w:rsidR="005C186D" w:rsidRPr="0042234B" w:rsidRDefault="005C186D" w:rsidP="001736B9">
      <w:pPr>
        <w:tabs>
          <w:tab w:val="left" w:pos="840"/>
        </w:tabs>
      </w:pPr>
      <w:r>
        <w:rPr>
          <w:u w:val="single"/>
        </w:rPr>
        <w:br w:type="page"/>
      </w:r>
      <w:r w:rsidRPr="0042234B">
        <w:rPr>
          <w:u w:val="single"/>
        </w:rPr>
        <w:t>2-</w:t>
      </w:r>
      <w:r>
        <w:rPr>
          <w:u w:val="single"/>
        </w:rPr>
        <w:t>54</w:t>
      </w:r>
      <w:r w:rsidRPr="0042234B">
        <w:tab/>
        <w:t>(20-30 min.)</w:t>
      </w:r>
    </w:p>
    <w:p w:rsidR="005C186D" w:rsidRPr="0042234B" w:rsidRDefault="005C186D" w:rsidP="001736B9">
      <w:pPr>
        <w:tabs>
          <w:tab w:val="left" w:pos="840"/>
        </w:tabs>
      </w:pPr>
    </w:p>
    <w:p w:rsidR="005C186D" w:rsidRPr="00C82B46" w:rsidRDefault="005C186D" w:rsidP="001736B9">
      <w:pPr>
        <w:tabs>
          <w:tab w:val="left" w:pos="840"/>
        </w:tabs>
      </w:pPr>
      <w:r w:rsidRPr="0042234B">
        <w:tab/>
      </w:r>
      <w:r w:rsidRPr="00C82B46">
        <w:t>Many shortcuts are available, but this solution uses the equation technique.</w:t>
      </w:r>
    </w:p>
    <w:p w:rsidR="005C186D" w:rsidRPr="00C82B46" w:rsidRDefault="005C186D" w:rsidP="001736B9">
      <w:pPr>
        <w:tabs>
          <w:tab w:val="left" w:pos="840"/>
        </w:tabs>
      </w:pPr>
    </w:p>
    <w:p w:rsidR="005C186D" w:rsidRPr="00C82B46" w:rsidRDefault="005C186D" w:rsidP="001736B9">
      <w:pPr>
        <w:tabs>
          <w:tab w:val="right" w:pos="1620"/>
          <w:tab w:val="left" w:pos="1800"/>
        </w:tabs>
      </w:pPr>
      <w:r w:rsidRPr="00C82B46">
        <w:t>1.</w:t>
      </w:r>
      <w:r w:rsidRPr="00C82B46">
        <w:tab/>
        <w:t>Let N =</w:t>
      </w:r>
      <w:r w:rsidRPr="00C82B46">
        <w:tab/>
        <w:t>meals sold</w:t>
      </w:r>
    </w:p>
    <w:p w:rsidR="005C186D" w:rsidRPr="00C82B46" w:rsidRDefault="005C186D" w:rsidP="001736B9">
      <w:pPr>
        <w:tabs>
          <w:tab w:val="right" w:pos="1620"/>
          <w:tab w:val="left" w:pos="1800"/>
        </w:tabs>
        <w:ind w:left="2280" w:hanging="2280"/>
      </w:pPr>
      <w:r w:rsidRPr="00C82B46">
        <w:tab/>
        <w:t>Sales -</w:t>
      </w:r>
      <w:r w:rsidRPr="00C82B46">
        <w:tab/>
        <w:t>Variable expenses - Fixed expenses = Profit before taxes</w:t>
      </w:r>
    </w:p>
    <w:p w:rsidR="005C186D" w:rsidRPr="00C82B46" w:rsidRDefault="005C186D" w:rsidP="001736B9">
      <w:pPr>
        <w:tabs>
          <w:tab w:val="right" w:pos="1620"/>
          <w:tab w:val="left" w:pos="1800"/>
        </w:tabs>
        <w:rPr>
          <w:lang w:val="pt-BR"/>
        </w:rPr>
      </w:pPr>
      <w:r w:rsidRPr="00C82B46">
        <w:tab/>
      </w:r>
      <w:r w:rsidRPr="00C82B46">
        <w:rPr>
          <w:lang w:val="pt-BR"/>
        </w:rPr>
        <w:t>$1</w:t>
      </w:r>
      <w:r>
        <w:rPr>
          <w:lang w:val="pt-BR"/>
        </w:rPr>
        <w:t>8</w:t>
      </w:r>
      <w:r w:rsidRPr="00C82B46">
        <w:rPr>
          <w:lang w:val="pt-BR"/>
        </w:rPr>
        <w:t>N -</w:t>
      </w:r>
      <w:r w:rsidRPr="00C82B46">
        <w:rPr>
          <w:lang w:val="pt-BR"/>
        </w:rPr>
        <w:tab/>
        <w:t>$</w:t>
      </w:r>
      <w:r>
        <w:rPr>
          <w:lang w:val="pt-BR"/>
        </w:rPr>
        <w:t>9.5</w:t>
      </w:r>
      <w:r w:rsidRPr="00C82B46">
        <w:rPr>
          <w:lang w:val="pt-BR"/>
        </w:rPr>
        <w:t>0N - $</w:t>
      </w:r>
      <w:r>
        <w:rPr>
          <w:lang w:val="pt-BR"/>
        </w:rPr>
        <w:t>17</w:t>
      </w:r>
      <w:r w:rsidRPr="00C82B46">
        <w:rPr>
          <w:lang w:val="pt-BR"/>
        </w:rPr>
        <w:t>,000 = $8,</w:t>
      </w:r>
      <w:r>
        <w:rPr>
          <w:lang w:val="pt-BR"/>
        </w:rPr>
        <w:t>5</w:t>
      </w:r>
      <w:r w:rsidRPr="00C82B46">
        <w:rPr>
          <w:lang w:val="pt-BR"/>
        </w:rPr>
        <w:t>00</w:t>
      </w:r>
    </w:p>
    <w:p w:rsidR="005C186D" w:rsidRPr="00C82B46" w:rsidRDefault="005C186D" w:rsidP="001736B9">
      <w:pPr>
        <w:tabs>
          <w:tab w:val="right" w:pos="1620"/>
          <w:tab w:val="left" w:pos="1800"/>
        </w:tabs>
        <w:rPr>
          <w:lang w:val="pt-BR"/>
        </w:rPr>
      </w:pPr>
      <w:r w:rsidRPr="00C82B46">
        <w:rPr>
          <w:lang w:val="pt-BR"/>
        </w:rPr>
        <w:tab/>
        <w:t>N =</w:t>
      </w:r>
      <w:r w:rsidRPr="00C82B46">
        <w:rPr>
          <w:lang w:val="pt-BR"/>
        </w:rPr>
        <w:tab/>
        <w:t>$2</w:t>
      </w:r>
      <w:r>
        <w:rPr>
          <w:lang w:val="pt-BR"/>
        </w:rPr>
        <w:t>5,5</w:t>
      </w:r>
      <w:r w:rsidRPr="00C82B46">
        <w:rPr>
          <w:lang w:val="pt-BR"/>
        </w:rPr>
        <w:t>00 ÷ $8.</w:t>
      </w:r>
      <w:r>
        <w:rPr>
          <w:lang w:val="pt-BR"/>
        </w:rPr>
        <w:t>5</w:t>
      </w:r>
      <w:r w:rsidRPr="00C82B46">
        <w:rPr>
          <w:lang w:val="pt-BR"/>
        </w:rPr>
        <w:t>0</w:t>
      </w:r>
    </w:p>
    <w:p w:rsidR="005C186D" w:rsidRPr="00C82B46" w:rsidRDefault="005C186D" w:rsidP="001736B9">
      <w:pPr>
        <w:tabs>
          <w:tab w:val="right" w:pos="1620"/>
          <w:tab w:val="left" w:pos="1800"/>
        </w:tabs>
        <w:rPr>
          <w:lang w:val="pt-BR"/>
        </w:rPr>
      </w:pPr>
      <w:r w:rsidRPr="00C82B46">
        <w:rPr>
          <w:lang w:val="pt-BR"/>
        </w:rPr>
        <w:tab/>
        <w:t>N =</w:t>
      </w:r>
      <w:r w:rsidRPr="00C82B46">
        <w:rPr>
          <w:lang w:val="pt-BR"/>
        </w:rPr>
        <w:tab/>
        <w:t>3,</w:t>
      </w:r>
      <w:r>
        <w:rPr>
          <w:lang w:val="pt-BR"/>
        </w:rPr>
        <w:t>0</w:t>
      </w:r>
      <w:r w:rsidRPr="00C82B46">
        <w:rPr>
          <w:lang w:val="pt-BR"/>
        </w:rPr>
        <w:t>00 meals</w:t>
      </w:r>
    </w:p>
    <w:p w:rsidR="005C186D" w:rsidRPr="00C82B46" w:rsidRDefault="005C186D" w:rsidP="001736B9">
      <w:pPr>
        <w:tabs>
          <w:tab w:val="left" w:pos="840"/>
        </w:tabs>
        <w:rPr>
          <w:lang w:val="pt-BR"/>
        </w:rPr>
      </w:pPr>
    </w:p>
    <w:p w:rsidR="005C186D" w:rsidRPr="00C82B46" w:rsidRDefault="005C186D" w:rsidP="001736B9">
      <w:pPr>
        <w:tabs>
          <w:tab w:val="right" w:pos="1620"/>
          <w:tab w:val="left" w:pos="1800"/>
        </w:tabs>
        <w:rPr>
          <w:lang w:val="pt-BR"/>
        </w:rPr>
      </w:pPr>
      <w:r w:rsidRPr="00C82B46">
        <w:rPr>
          <w:lang w:val="pt-BR"/>
        </w:rPr>
        <w:t>2.</w:t>
      </w:r>
      <w:r w:rsidRPr="00C82B46">
        <w:rPr>
          <w:lang w:val="pt-BR"/>
        </w:rPr>
        <w:tab/>
        <w:t>$1</w:t>
      </w:r>
      <w:r>
        <w:rPr>
          <w:lang w:val="pt-BR"/>
        </w:rPr>
        <w:t>8</w:t>
      </w:r>
      <w:r w:rsidRPr="00C82B46">
        <w:rPr>
          <w:lang w:val="pt-BR"/>
        </w:rPr>
        <w:t>N -</w:t>
      </w:r>
      <w:r w:rsidRPr="00C82B46">
        <w:rPr>
          <w:lang w:val="pt-BR"/>
        </w:rPr>
        <w:tab/>
        <w:t>$</w:t>
      </w:r>
      <w:r>
        <w:rPr>
          <w:lang w:val="pt-BR"/>
        </w:rPr>
        <w:t>9.5</w:t>
      </w:r>
      <w:r w:rsidRPr="00C82B46">
        <w:rPr>
          <w:lang w:val="pt-BR"/>
        </w:rPr>
        <w:t>0N - $</w:t>
      </w:r>
      <w:r>
        <w:rPr>
          <w:lang w:val="pt-BR"/>
        </w:rPr>
        <w:t>17</w:t>
      </w:r>
      <w:r w:rsidRPr="00C82B46">
        <w:rPr>
          <w:lang w:val="pt-BR"/>
        </w:rPr>
        <w:t>,000 = $0</w:t>
      </w:r>
    </w:p>
    <w:p w:rsidR="005C186D" w:rsidRPr="00C82B46" w:rsidRDefault="005C186D" w:rsidP="001736B9">
      <w:pPr>
        <w:tabs>
          <w:tab w:val="right" w:pos="1620"/>
          <w:tab w:val="left" w:pos="1800"/>
        </w:tabs>
        <w:rPr>
          <w:lang w:val="pt-BR"/>
        </w:rPr>
      </w:pPr>
      <w:r w:rsidRPr="00C82B46">
        <w:rPr>
          <w:lang w:val="pt-BR"/>
        </w:rPr>
        <w:tab/>
        <w:t>N =</w:t>
      </w:r>
      <w:r w:rsidRPr="00C82B46">
        <w:rPr>
          <w:lang w:val="pt-BR"/>
        </w:rPr>
        <w:tab/>
        <w:t>$</w:t>
      </w:r>
      <w:r>
        <w:rPr>
          <w:lang w:val="pt-BR"/>
        </w:rPr>
        <w:t>17</w:t>
      </w:r>
      <w:r w:rsidRPr="00C82B46">
        <w:rPr>
          <w:lang w:val="pt-BR"/>
        </w:rPr>
        <w:t>,000 ÷ $8.</w:t>
      </w:r>
      <w:r>
        <w:rPr>
          <w:lang w:val="pt-BR"/>
        </w:rPr>
        <w:t>5</w:t>
      </w:r>
      <w:r w:rsidRPr="00C82B46">
        <w:rPr>
          <w:lang w:val="pt-BR"/>
        </w:rPr>
        <w:t>0</w:t>
      </w:r>
    </w:p>
    <w:p w:rsidR="005C186D" w:rsidRPr="00C82B46" w:rsidRDefault="005C186D" w:rsidP="001736B9">
      <w:pPr>
        <w:tabs>
          <w:tab w:val="right" w:pos="1620"/>
          <w:tab w:val="left" w:pos="1800"/>
        </w:tabs>
        <w:rPr>
          <w:lang w:val="pt-BR"/>
        </w:rPr>
      </w:pPr>
      <w:r w:rsidRPr="00C82B46">
        <w:rPr>
          <w:lang w:val="pt-BR"/>
        </w:rPr>
        <w:tab/>
        <w:t>N =</w:t>
      </w:r>
      <w:r w:rsidRPr="00C82B46">
        <w:rPr>
          <w:lang w:val="pt-BR"/>
        </w:rPr>
        <w:tab/>
        <w:t>2,</w:t>
      </w:r>
      <w:r>
        <w:rPr>
          <w:lang w:val="pt-BR"/>
        </w:rPr>
        <w:t>0</w:t>
      </w:r>
      <w:r w:rsidRPr="00C82B46">
        <w:rPr>
          <w:lang w:val="pt-BR"/>
        </w:rPr>
        <w:t>00 meals</w:t>
      </w:r>
    </w:p>
    <w:p w:rsidR="005C186D" w:rsidRPr="00C82B46" w:rsidRDefault="005C186D" w:rsidP="001736B9">
      <w:pPr>
        <w:tabs>
          <w:tab w:val="left" w:pos="840"/>
        </w:tabs>
        <w:rPr>
          <w:lang w:val="pt-BR"/>
        </w:rPr>
      </w:pPr>
    </w:p>
    <w:p w:rsidR="005C186D" w:rsidRPr="00C82B46" w:rsidRDefault="005C186D" w:rsidP="001736B9">
      <w:pPr>
        <w:tabs>
          <w:tab w:val="right" w:pos="1620"/>
          <w:tab w:val="left" w:pos="1800"/>
        </w:tabs>
        <w:rPr>
          <w:lang w:val="pt-BR"/>
        </w:rPr>
      </w:pPr>
      <w:r w:rsidRPr="00C82B46">
        <w:rPr>
          <w:lang w:val="pt-BR"/>
        </w:rPr>
        <w:t>3.</w:t>
      </w:r>
      <w:r w:rsidRPr="00C82B46">
        <w:rPr>
          <w:lang w:val="pt-BR"/>
        </w:rPr>
        <w:tab/>
        <w:t>$2</w:t>
      </w:r>
      <w:r>
        <w:rPr>
          <w:lang w:val="pt-BR"/>
        </w:rPr>
        <w:t>2</w:t>
      </w:r>
      <w:r w:rsidRPr="00C82B46">
        <w:rPr>
          <w:lang w:val="pt-BR"/>
        </w:rPr>
        <w:t>N -</w:t>
      </w:r>
      <w:r w:rsidRPr="00C82B46">
        <w:rPr>
          <w:lang w:val="pt-BR"/>
        </w:rPr>
        <w:tab/>
        <w:t>$1</w:t>
      </w:r>
      <w:r>
        <w:rPr>
          <w:lang w:val="pt-BR"/>
        </w:rPr>
        <w:t>1.4</w:t>
      </w:r>
      <w:r w:rsidRPr="00C82B46">
        <w:rPr>
          <w:lang w:val="pt-BR"/>
        </w:rPr>
        <w:t>0N - $2</w:t>
      </w:r>
      <w:r>
        <w:rPr>
          <w:lang w:val="pt-BR"/>
        </w:rPr>
        <w:t>5,420</w:t>
      </w:r>
      <w:r w:rsidRPr="00C82B46">
        <w:rPr>
          <w:lang w:val="pt-BR"/>
        </w:rPr>
        <w:t xml:space="preserve"> = $8,</w:t>
      </w:r>
      <w:r>
        <w:rPr>
          <w:lang w:val="pt-BR"/>
        </w:rPr>
        <w:t>5</w:t>
      </w:r>
      <w:r w:rsidRPr="00C82B46">
        <w:rPr>
          <w:lang w:val="pt-BR"/>
        </w:rPr>
        <w:t>00</w:t>
      </w:r>
    </w:p>
    <w:p w:rsidR="005C186D" w:rsidRPr="00C82B46" w:rsidRDefault="005C186D" w:rsidP="001736B9">
      <w:pPr>
        <w:tabs>
          <w:tab w:val="right" w:pos="1620"/>
          <w:tab w:val="left" w:pos="1800"/>
        </w:tabs>
        <w:rPr>
          <w:lang w:val="pt-BR"/>
        </w:rPr>
      </w:pPr>
      <w:r w:rsidRPr="00C82B46">
        <w:rPr>
          <w:lang w:val="pt-BR"/>
        </w:rPr>
        <w:tab/>
        <w:t>N =</w:t>
      </w:r>
      <w:r w:rsidRPr="00C82B46">
        <w:rPr>
          <w:lang w:val="pt-BR"/>
        </w:rPr>
        <w:tab/>
        <w:t>$3</w:t>
      </w:r>
      <w:r>
        <w:rPr>
          <w:lang w:val="pt-BR"/>
        </w:rPr>
        <w:t>3,920</w:t>
      </w:r>
      <w:r w:rsidRPr="00C82B46">
        <w:rPr>
          <w:lang w:val="pt-BR"/>
        </w:rPr>
        <w:t xml:space="preserve"> ÷ $10.</w:t>
      </w:r>
      <w:r>
        <w:rPr>
          <w:lang w:val="pt-BR"/>
        </w:rPr>
        <w:t>6</w:t>
      </w:r>
      <w:r w:rsidRPr="00C82B46">
        <w:rPr>
          <w:lang w:val="pt-BR"/>
        </w:rPr>
        <w:t>0</w:t>
      </w:r>
    </w:p>
    <w:p w:rsidR="005C186D" w:rsidRPr="00C82B46" w:rsidRDefault="005C186D" w:rsidP="001736B9">
      <w:pPr>
        <w:tabs>
          <w:tab w:val="right" w:pos="1620"/>
          <w:tab w:val="left" w:pos="1800"/>
        </w:tabs>
      </w:pPr>
      <w:r w:rsidRPr="00C82B46">
        <w:rPr>
          <w:lang w:val="pt-BR"/>
        </w:rPr>
        <w:tab/>
      </w:r>
      <w:r w:rsidRPr="00C82B46">
        <w:t>N =</w:t>
      </w:r>
      <w:r w:rsidRPr="00C82B46">
        <w:tab/>
        <w:t>3,</w:t>
      </w:r>
      <w:r>
        <w:t>20</w:t>
      </w:r>
      <w:r w:rsidRPr="00C82B46">
        <w:t>0 meals</w:t>
      </w:r>
    </w:p>
    <w:p w:rsidR="005C186D" w:rsidRPr="00C82B46" w:rsidRDefault="005C186D" w:rsidP="001736B9">
      <w:pPr>
        <w:tabs>
          <w:tab w:val="left" w:pos="840"/>
        </w:tabs>
      </w:pPr>
    </w:p>
    <w:p w:rsidR="005C186D" w:rsidRPr="00C82B46" w:rsidRDefault="005C186D" w:rsidP="001736B9">
      <w:pPr>
        <w:tabs>
          <w:tab w:val="left" w:pos="900"/>
          <w:tab w:val="right" w:pos="6000"/>
          <w:tab w:val="left" w:pos="6120"/>
        </w:tabs>
      </w:pPr>
      <w:r w:rsidRPr="00C82B46">
        <w:t>4.</w:t>
      </w:r>
      <w:r w:rsidRPr="00C82B46">
        <w:tab/>
        <w:t>Profit =  ($2</w:t>
      </w:r>
      <w:r>
        <w:t>2</w:t>
      </w:r>
      <w:r w:rsidRPr="00C82B46">
        <w:t xml:space="preserve"> × </w:t>
      </w:r>
      <w:r>
        <w:t>2,5</w:t>
      </w:r>
      <w:r w:rsidRPr="00C82B46">
        <w:t>50) – ($1</w:t>
      </w:r>
      <w:r>
        <w:t>1.4</w:t>
      </w:r>
      <w:r w:rsidRPr="00C82B46">
        <w:t xml:space="preserve">0 × </w:t>
      </w:r>
      <w:r>
        <w:t>2,5</w:t>
      </w:r>
      <w:r w:rsidRPr="00C82B46">
        <w:t>50) - $2</w:t>
      </w:r>
      <w:r>
        <w:t>5,420</w:t>
      </w:r>
    </w:p>
    <w:p w:rsidR="005C186D" w:rsidRPr="00C82B46" w:rsidRDefault="005C186D" w:rsidP="00F435A8">
      <w:pPr>
        <w:tabs>
          <w:tab w:val="left" w:pos="900"/>
          <w:tab w:val="right" w:pos="6000"/>
          <w:tab w:val="left" w:pos="6120"/>
        </w:tabs>
        <w:outlineLvl w:val="0"/>
      </w:pPr>
      <w:r w:rsidRPr="00C82B46">
        <w:tab/>
        <w:t>Profit =  $</w:t>
      </w:r>
      <w:r>
        <w:t>1,61</w:t>
      </w:r>
      <w:r w:rsidRPr="00C82B46">
        <w:t>0</w:t>
      </w:r>
    </w:p>
    <w:p w:rsidR="005C186D" w:rsidRPr="00C82B46" w:rsidRDefault="005C186D" w:rsidP="001736B9">
      <w:pPr>
        <w:tabs>
          <w:tab w:val="left" w:pos="840"/>
          <w:tab w:val="left" w:pos="1140"/>
          <w:tab w:val="left" w:pos="1380"/>
        </w:tabs>
      </w:pPr>
    </w:p>
    <w:p w:rsidR="005C186D" w:rsidRPr="00C82B46" w:rsidRDefault="005C186D" w:rsidP="001736B9">
      <w:pPr>
        <w:tabs>
          <w:tab w:val="left" w:pos="900"/>
          <w:tab w:val="right" w:pos="2400"/>
          <w:tab w:val="left" w:pos="2520"/>
        </w:tabs>
      </w:pPr>
      <w:r w:rsidRPr="00C82B46">
        <w:t>5.</w:t>
      </w:r>
      <w:r w:rsidRPr="00C82B46">
        <w:tab/>
        <w:t>Profit = ($2</w:t>
      </w:r>
      <w:r>
        <w:t>2</w:t>
      </w:r>
      <w:r w:rsidRPr="00C82B46">
        <w:t xml:space="preserve"> × </w:t>
      </w:r>
      <w:r>
        <w:t>2,80</w:t>
      </w:r>
      <w:r w:rsidRPr="00C82B46">
        <w:t>0) –($1</w:t>
      </w:r>
      <w:r>
        <w:t>1.4</w:t>
      </w:r>
      <w:r w:rsidRPr="00C82B46">
        <w:t xml:space="preserve">0 × </w:t>
      </w:r>
      <w:r>
        <w:t>2,80</w:t>
      </w:r>
      <w:r w:rsidRPr="00C82B46">
        <w:t>0) - ($2</w:t>
      </w:r>
      <w:r>
        <w:t>5,420</w:t>
      </w:r>
      <w:r w:rsidRPr="00C82B46">
        <w:t xml:space="preserve"> + $2,</w:t>
      </w:r>
      <w:r>
        <w:t>3</w:t>
      </w:r>
      <w:r w:rsidRPr="00C82B46">
        <w:t>00)</w:t>
      </w:r>
    </w:p>
    <w:p w:rsidR="005C186D" w:rsidRPr="00C82B46" w:rsidRDefault="005C186D" w:rsidP="00F435A8">
      <w:pPr>
        <w:tabs>
          <w:tab w:val="left" w:pos="900"/>
          <w:tab w:val="right" w:pos="2400"/>
          <w:tab w:val="left" w:pos="2520"/>
        </w:tabs>
        <w:outlineLvl w:val="0"/>
      </w:pPr>
      <w:r w:rsidRPr="00C82B46">
        <w:tab/>
        <w:t>Profit = $</w:t>
      </w:r>
      <w:r>
        <w:t>29,680</w:t>
      </w:r>
      <w:r w:rsidRPr="00C82B46">
        <w:t xml:space="preserve"> - $</w:t>
      </w:r>
      <w:r>
        <w:t>27,720</w:t>
      </w:r>
      <w:r w:rsidRPr="00C82B46">
        <w:t xml:space="preserve"> </w:t>
      </w:r>
    </w:p>
    <w:p w:rsidR="005C186D" w:rsidRPr="00C82B46" w:rsidRDefault="005C186D" w:rsidP="00F435A8">
      <w:pPr>
        <w:tabs>
          <w:tab w:val="left" w:pos="900"/>
          <w:tab w:val="right" w:pos="2400"/>
          <w:tab w:val="left" w:pos="2520"/>
        </w:tabs>
        <w:outlineLvl w:val="0"/>
      </w:pPr>
      <w:r w:rsidRPr="00C82B46">
        <w:tab/>
        <w:t>Profit = $</w:t>
      </w:r>
      <w:r>
        <w:t>1,960</w:t>
      </w:r>
      <w:r w:rsidRPr="00C82B46">
        <w:t>, an increase of $</w:t>
      </w:r>
      <w:r>
        <w:t>3</w:t>
      </w:r>
      <w:r w:rsidRPr="00C82B46">
        <w:t>50.</w:t>
      </w:r>
    </w:p>
    <w:p w:rsidR="005C186D" w:rsidRPr="00C82B46" w:rsidRDefault="005C186D" w:rsidP="001736B9">
      <w:pPr>
        <w:tabs>
          <w:tab w:val="left" w:pos="840"/>
        </w:tabs>
      </w:pPr>
    </w:p>
    <w:p w:rsidR="005C186D" w:rsidRPr="00C82B46" w:rsidRDefault="005C186D" w:rsidP="00F435A8">
      <w:pPr>
        <w:tabs>
          <w:tab w:val="left" w:pos="840"/>
        </w:tabs>
        <w:outlineLvl w:val="0"/>
      </w:pPr>
      <w:r w:rsidRPr="00C82B46">
        <w:tab/>
        <w:t>A shortcut, incremental approach follows:</w:t>
      </w:r>
    </w:p>
    <w:p w:rsidR="005C186D" w:rsidRPr="00C82B46" w:rsidRDefault="005C186D" w:rsidP="001736B9">
      <w:pPr>
        <w:tabs>
          <w:tab w:val="left" w:pos="840"/>
        </w:tabs>
      </w:pPr>
    </w:p>
    <w:p w:rsidR="005C186D" w:rsidRPr="00C82B46" w:rsidRDefault="005C186D" w:rsidP="00C82B46">
      <w:pPr>
        <w:tabs>
          <w:tab w:val="left" w:pos="1200"/>
          <w:tab w:val="decimal" w:pos="7200"/>
          <w:tab w:val="right" w:pos="8760"/>
        </w:tabs>
      </w:pPr>
      <w:r w:rsidRPr="00C82B46">
        <w:tab/>
        <w:t>Increase in con</w:t>
      </w:r>
      <w:r>
        <w:t xml:space="preserve">tribution margin, 250 × $10.60 </w:t>
      </w:r>
      <w:r w:rsidRPr="00C82B46">
        <w:tab/>
        <w:t>$</w:t>
      </w:r>
      <w:r>
        <w:t>2,6</w:t>
      </w:r>
      <w:r w:rsidRPr="00C82B46">
        <w:t>50</w:t>
      </w:r>
    </w:p>
    <w:p w:rsidR="005C186D" w:rsidRPr="00C82B46" w:rsidRDefault="005C186D" w:rsidP="00C82B46">
      <w:pPr>
        <w:tabs>
          <w:tab w:val="left" w:pos="1200"/>
          <w:tab w:val="decimal" w:pos="7200"/>
          <w:tab w:val="right" w:pos="8760"/>
        </w:tabs>
      </w:pPr>
      <w:r w:rsidRPr="00C82B46">
        <w:tab/>
        <w:t>Increase in fixed costs</w:t>
      </w:r>
      <w:r w:rsidRPr="00C82B46">
        <w:tab/>
      </w:r>
      <w:r w:rsidRPr="00C82B46">
        <w:rPr>
          <w:u w:val="single"/>
        </w:rPr>
        <w:t xml:space="preserve">  2,</w:t>
      </w:r>
      <w:r>
        <w:rPr>
          <w:u w:val="single"/>
        </w:rPr>
        <w:t>3</w:t>
      </w:r>
      <w:r w:rsidRPr="00C82B46">
        <w:rPr>
          <w:u w:val="single"/>
        </w:rPr>
        <w:t>00</w:t>
      </w:r>
    </w:p>
    <w:p w:rsidR="005C186D" w:rsidRPr="00C82B46" w:rsidRDefault="005C186D" w:rsidP="00C82B46">
      <w:pPr>
        <w:tabs>
          <w:tab w:val="left" w:pos="1200"/>
          <w:tab w:val="decimal" w:pos="7200"/>
          <w:tab w:val="right" w:pos="8760"/>
        </w:tabs>
      </w:pPr>
      <w:r w:rsidRPr="00C82B46">
        <w:tab/>
        <w:t>Increase in profit</w:t>
      </w:r>
      <w:r w:rsidRPr="00C82B46">
        <w:tab/>
      </w:r>
      <w:r w:rsidRPr="00C82B46">
        <w:rPr>
          <w:u w:val="double"/>
        </w:rPr>
        <w:t>$</w:t>
      </w:r>
      <w:r>
        <w:rPr>
          <w:u w:val="double"/>
        </w:rPr>
        <w:t xml:space="preserve">  3</w:t>
      </w:r>
      <w:r w:rsidRPr="00C82B46">
        <w:rPr>
          <w:u w:val="double"/>
        </w:rPr>
        <w:t>50</w:t>
      </w:r>
    </w:p>
    <w:p w:rsidR="005C186D" w:rsidRPr="0042234B" w:rsidRDefault="005C186D" w:rsidP="001736B9">
      <w:pPr>
        <w:tabs>
          <w:tab w:val="left" w:pos="840"/>
          <w:tab w:val="left" w:pos="1140"/>
          <w:tab w:val="left" w:pos="1380"/>
        </w:tabs>
        <w:rPr>
          <w:spacing w:val="-20"/>
        </w:rPr>
      </w:pPr>
    </w:p>
    <w:p w:rsidR="005C186D" w:rsidRPr="0042234B" w:rsidRDefault="005C186D" w:rsidP="00A441AE">
      <w:pPr>
        <w:pStyle w:val="Heading5"/>
      </w:pPr>
      <w:r w:rsidRPr="0042234B">
        <w:rPr>
          <w:spacing w:val="-20"/>
        </w:rPr>
        <w:br w:type="page"/>
      </w:r>
      <w:r>
        <w:rPr>
          <w:b w:val="0"/>
          <w:i w:val="0"/>
          <w:sz w:val="24"/>
          <w:szCs w:val="24"/>
          <w:u w:val="single"/>
        </w:rPr>
        <w:t>2</w:t>
      </w:r>
      <w:r w:rsidRPr="00127A18">
        <w:rPr>
          <w:b w:val="0"/>
          <w:i w:val="0"/>
          <w:sz w:val="24"/>
          <w:szCs w:val="24"/>
          <w:u w:val="single"/>
        </w:rPr>
        <w:t>-</w:t>
      </w:r>
      <w:r>
        <w:rPr>
          <w:b w:val="0"/>
          <w:i w:val="0"/>
          <w:sz w:val="24"/>
          <w:szCs w:val="24"/>
          <w:u w:val="single"/>
        </w:rPr>
        <w:t>55</w:t>
      </w:r>
      <w:r w:rsidRPr="00127A18">
        <w:rPr>
          <w:b w:val="0"/>
          <w:i w:val="0"/>
          <w:sz w:val="24"/>
          <w:szCs w:val="24"/>
        </w:rPr>
        <w:tab/>
      </w:r>
      <w:r w:rsidRPr="00A441AE">
        <w:rPr>
          <w:b w:val="0"/>
          <w:i w:val="0"/>
          <w:sz w:val="24"/>
          <w:szCs w:val="24"/>
        </w:rPr>
        <w:t>(10-15 min.)</w:t>
      </w:r>
    </w:p>
    <w:p w:rsidR="005C186D" w:rsidRPr="0042234B" w:rsidRDefault="005C186D" w:rsidP="00A441AE">
      <w:pPr>
        <w:tabs>
          <w:tab w:val="left" w:pos="840"/>
        </w:tabs>
      </w:pPr>
    </w:p>
    <w:p w:rsidR="005C186D" w:rsidRPr="0042234B" w:rsidRDefault="005C186D" w:rsidP="00A441AE">
      <w:pPr>
        <w:numPr>
          <w:ilvl w:val="0"/>
          <w:numId w:val="6"/>
        </w:numPr>
        <w:tabs>
          <w:tab w:val="clear" w:pos="810"/>
        </w:tabs>
        <w:ind w:left="720" w:hanging="720"/>
      </w:pPr>
      <w:r>
        <w:t>The break-even point is $65</w:t>
      </w:r>
      <w:r w:rsidRPr="0042234B">
        <w:t xml:space="preserve"> fixed cost  </w:t>
      </w:r>
      <w:r w:rsidRPr="0042234B">
        <w:sym w:font="Symbol" w:char="F0B8"/>
      </w:r>
      <w:r w:rsidRPr="0042234B">
        <w:t xml:space="preserve"> $2 per day = 32.5 days</w:t>
      </w:r>
    </w:p>
    <w:p w:rsidR="005C186D" w:rsidRPr="0042234B" w:rsidRDefault="005C186D" w:rsidP="00A441AE">
      <w:pPr>
        <w:numPr>
          <w:ilvl w:val="0"/>
          <w:numId w:val="6"/>
        </w:numPr>
        <w:tabs>
          <w:tab w:val="clear" w:pos="810"/>
        </w:tabs>
        <w:ind w:left="720" w:hanging="720"/>
      </w:pPr>
      <w:r w:rsidRPr="0042234B">
        <w:t xml:space="preserve">The break-even point is about $7 fixed cost </w:t>
      </w:r>
      <w:r w:rsidRPr="0042234B">
        <w:sym w:font="Symbol" w:char="F0B8"/>
      </w:r>
      <w:r w:rsidRPr="0042234B">
        <w:t xml:space="preserve"> [$2 – (.40×$2)] = 5.8 days </w:t>
      </w:r>
    </w:p>
    <w:p w:rsidR="005C186D" w:rsidRPr="0042234B" w:rsidRDefault="005C186D" w:rsidP="00A441AE">
      <w:pPr>
        <w:numPr>
          <w:ilvl w:val="0"/>
          <w:numId w:val="6"/>
        </w:numPr>
        <w:tabs>
          <w:tab w:val="clear" w:pos="810"/>
        </w:tabs>
        <w:ind w:left="720" w:hanging="720"/>
      </w:pPr>
      <w:r w:rsidRPr="0042234B">
        <w:t>Let N = 50 days rented.</w:t>
      </w:r>
    </w:p>
    <w:p w:rsidR="005C186D" w:rsidRPr="0042234B" w:rsidRDefault="005C186D" w:rsidP="00A441AE">
      <w:pPr>
        <w:ind w:left="720" w:hanging="720"/>
      </w:pPr>
    </w:p>
    <w:p w:rsidR="005C186D" w:rsidRPr="0042234B" w:rsidRDefault="005C186D" w:rsidP="00A441AE">
      <w:pPr>
        <w:ind w:left="720" w:hanging="720"/>
        <w:outlineLvl w:val="0"/>
      </w:pPr>
      <w:r w:rsidRPr="0042234B">
        <w:tab/>
        <w:t xml:space="preserve">Under the traditional system the total income is </w:t>
      </w:r>
    </w:p>
    <w:p w:rsidR="005C186D" w:rsidRPr="0042234B" w:rsidRDefault="005C186D" w:rsidP="00A441AE">
      <w:pPr>
        <w:ind w:left="720" w:hanging="360"/>
      </w:pPr>
    </w:p>
    <w:p w:rsidR="005C186D" w:rsidRPr="0042234B" w:rsidRDefault="005C186D" w:rsidP="00A441AE">
      <w:pPr>
        <w:ind w:left="720" w:hanging="360"/>
      </w:pPr>
      <w:r w:rsidRPr="0042234B">
        <w:tab/>
        <w:t xml:space="preserve">Revenue – variable cost – fixed cost </w:t>
      </w:r>
      <w:r w:rsidRPr="0042234B">
        <w:tab/>
        <w:t xml:space="preserve">= $2×N - $0×N - $65 </w:t>
      </w:r>
    </w:p>
    <w:p w:rsidR="005C186D" w:rsidRPr="0042234B" w:rsidRDefault="005C186D" w:rsidP="00A441AE">
      <w:pPr>
        <w:ind w:left="720" w:hanging="360"/>
      </w:pPr>
      <w:r w:rsidRPr="0042234B">
        <w:tab/>
      </w:r>
      <w:r w:rsidRPr="0042234B">
        <w:tab/>
      </w:r>
      <w:r w:rsidRPr="0042234B">
        <w:tab/>
      </w:r>
      <w:r w:rsidRPr="0042234B">
        <w:tab/>
      </w:r>
      <w:r w:rsidRPr="0042234B">
        <w:tab/>
      </w:r>
      <w:r w:rsidRPr="0042234B">
        <w:tab/>
      </w:r>
      <w:r w:rsidRPr="0042234B">
        <w:tab/>
      </w:r>
      <w:r w:rsidRPr="0042234B">
        <w:tab/>
        <w:t>= $100 - $65</w:t>
      </w:r>
    </w:p>
    <w:p w:rsidR="005C186D" w:rsidRPr="0042234B" w:rsidRDefault="005C186D" w:rsidP="00A441AE">
      <w:pPr>
        <w:ind w:left="720" w:hanging="360"/>
      </w:pPr>
      <w:r w:rsidRPr="0042234B">
        <w:tab/>
      </w:r>
      <w:r w:rsidRPr="0042234B">
        <w:tab/>
      </w:r>
      <w:r w:rsidRPr="0042234B">
        <w:tab/>
      </w:r>
      <w:r w:rsidRPr="0042234B">
        <w:tab/>
      </w:r>
      <w:r w:rsidRPr="0042234B">
        <w:tab/>
      </w:r>
      <w:r w:rsidRPr="0042234B">
        <w:tab/>
      </w:r>
      <w:r w:rsidRPr="0042234B">
        <w:tab/>
      </w:r>
      <w:r w:rsidRPr="0042234B">
        <w:tab/>
        <w:t>= $35</w:t>
      </w:r>
    </w:p>
    <w:p w:rsidR="005C186D" w:rsidRPr="0042234B" w:rsidRDefault="005C186D" w:rsidP="00A441AE">
      <w:pPr>
        <w:ind w:left="720" w:hanging="360"/>
      </w:pPr>
    </w:p>
    <w:p w:rsidR="005C186D" w:rsidRPr="0042234B" w:rsidRDefault="005C186D" w:rsidP="00A441AE">
      <w:pPr>
        <w:ind w:left="720" w:hanging="360"/>
        <w:outlineLvl w:val="0"/>
      </w:pPr>
      <w:r w:rsidRPr="0042234B">
        <w:tab/>
        <w:t>Under the new system the income is</w:t>
      </w:r>
    </w:p>
    <w:p w:rsidR="005C186D" w:rsidRPr="0042234B" w:rsidRDefault="005C186D" w:rsidP="00A441AE">
      <w:pPr>
        <w:ind w:left="720" w:hanging="360"/>
      </w:pPr>
    </w:p>
    <w:p w:rsidR="005C186D" w:rsidRPr="0042234B" w:rsidRDefault="005C186D" w:rsidP="00A441AE">
      <w:pPr>
        <w:ind w:left="720" w:hanging="360"/>
      </w:pPr>
      <w:r w:rsidRPr="0042234B">
        <w:tab/>
        <w:t>Revenue – variable cost – fixed cost</w:t>
      </w:r>
      <w:r w:rsidRPr="0042234B">
        <w:tab/>
        <w:t>= $2×N – (.4×$2×N) - $7</w:t>
      </w:r>
    </w:p>
    <w:p w:rsidR="005C186D" w:rsidRPr="0042234B" w:rsidRDefault="005C186D" w:rsidP="00A441AE">
      <w:pPr>
        <w:ind w:left="720" w:hanging="360"/>
      </w:pPr>
      <w:r w:rsidRPr="0042234B">
        <w:tab/>
      </w:r>
      <w:r w:rsidRPr="0042234B">
        <w:tab/>
      </w:r>
      <w:r w:rsidRPr="0042234B">
        <w:tab/>
      </w:r>
      <w:r w:rsidRPr="0042234B">
        <w:tab/>
      </w:r>
      <w:r w:rsidRPr="0042234B">
        <w:tab/>
      </w:r>
      <w:r w:rsidRPr="0042234B">
        <w:tab/>
      </w:r>
      <w:r w:rsidRPr="0042234B">
        <w:tab/>
      </w:r>
      <w:r w:rsidRPr="0042234B">
        <w:tab/>
        <w:t>= $100 - $40 - $7</w:t>
      </w:r>
    </w:p>
    <w:p w:rsidR="005C186D" w:rsidRPr="0042234B" w:rsidRDefault="005C186D" w:rsidP="00A441AE">
      <w:pPr>
        <w:ind w:left="720" w:hanging="360"/>
      </w:pPr>
      <w:r w:rsidRPr="0042234B">
        <w:tab/>
      </w:r>
      <w:r w:rsidRPr="0042234B">
        <w:tab/>
      </w:r>
      <w:r w:rsidRPr="0042234B">
        <w:tab/>
      </w:r>
      <w:r w:rsidRPr="0042234B">
        <w:tab/>
      </w:r>
      <w:r w:rsidRPr="0042234B">
        <w:tab/>
      </w:r>
      <w:r w:rsidRPr="0042234B">
        <w:tab/>
      </w:r>
      <w:r w:rsidRPr="0042234B">
        <w:tab/>
      </w:r>
      <w:r w:rsidRPr="0042234B">
        <w:tab/>
        <w:t>= $ 53</w:t>
      </w:r>
    </w:p>
    <w:p w:rsidR="005C186D" w:rsidRPr="0042234B" w:rsidRDefault="005C186D" w:rsidP="00A441AE">
      <w:pPr>
        <w:numPr>
          <w:ilvl w:val="0"/>
          <w:numId w:val="7"/>
        </w:numPr>
        <w:tabs>
          <w:tab w:val="clear" w:pos="810"/>
        </w:tabs>
        <w:ind w:left="720" w:hanging="720"/>
      </w:pPr>
      <w:r w:rsidRPr="0042234B">
        <w:t>Under the traditional system there would be a loss of $53.</w:t>
      </w:r>
    </w:p>
    <w:p w:rsidR="005C186D" w:rsidRPr="0042234B" w:rsidRDefault="005C186D" w:rsidP="00A441AE">
      <w:pPr>
        <w:ind w:left="720" w:hanging="360"/>
      </w:pPr>
    </w:p>
    <w:p w:rsidR="005C186D" w:rsidRPr="0042234B" w:rsidRDefault="005C186D" w:rsidP="00A441AE">
      <w:pPr>
        <w:tabs>
          <w:tab w:val="left" w:pos="810"/>
        </w:tabs>
      </w:pPr>
      <w:r w:rsidRPr="0042234B">
        <w:tab/>
        <w:t>$2×6 - $65 = ($53)</w:t>
      </w:r>
    </w:p>
    <w:p w:rsidR="005C186D" w:rsidRPr="0042234B" w:rsidRDefault="005C186D" w:rsidP="00A441AE">
      <w:pPr>
        <w:tabs>
          <w:tab w:val="left" w:pos="840"/>
        </w:tabs>
        <w:rPr>
          <w:u w:val="single"/>
        </w:rPr>
      </w:pPr>
    </w:p>
    <w:p w:rsidR="005C186D" w:rsidRPr="0042234B" w:rsidRDefault="005C186D" w:rsidP="00A441AE">
      <w:pPr>
        <w:tabs>
          <w:tab w:val="left" w:pos="840"/>
        </w:tabs>
        <w:outlineLvl w:val="0"/>
      </w:pPr>
      <w:r w:rsidRPr="0042234B">
        <w:tab/>
        <w:t xml:space="preserve">Under the new system there would be an income of </w:t>
      </w:r>
      <w:r>
        <w:t>$.20</w:t>
      </w:r>
      <w:r w:rsidRPr="0042234B">
        <w:t>.</w:t>
      </w:r>
    </w:p>
    <w:p w:rsidR="005C186D" w:rsidRPr="0042234B" w:rsidRDefault="005C186D" w:rsidP="00A441AE">
      <w:pPr>
        <w:tabs>
          <w:tab w:val="left" w:pos="840"/>
        </w:tabs>
        <w:rPr>
          <w:spacing w:val="-20"/>
        </w:rPr>
      </w:pPr>
    </w:p>
    <w:p w:rsidR="005C186D" w:rsidRPr="0042234B" w:rsidRDefault="005C186D" w:rsidP="00A441AE">
      <w:pPr>
        <w:tabs>
          <w:tab w:val="left" w:pos="840"/>
        </w:tabs>
      </w:pPr>
      <w:r w:rsidRPr="0042234B">
        <w:tab/>
        <w:t>$2×6 – (.4×$2×6) - $7 = $.20</w:t>
      </w:r>
    </w:p>
    <w:p w:rsidR="005C186D" w:rsidRPr="0042234B" w:rsidRDefault="005C186D" w:rsidP="00A441AE">
      <w:pPr>
        <w:tabs>
          <w:tab w:val="left" w:pos="840"/>
        </w:tabs>
      </w:pPr>
    </w:p>
    <w:p w:rsidR="005C186D" w:rsidRPr="0042234B" w:rsidRDefault="005C186D" w:rsidP="00A441AE">
      <w:pPr>
        <w:numPr>
          <w:ilvl w:val="0"/>
          <w:numId w:val="7"/>
        </w:numPr>
        <w:tabs>
          <w:tab w:val="left" w:pos="840"/>
        </w:tabs>
        <w:ind w:hanging="810"/>
      </w:pPr>
      <w:r w:rsidRPr="0042234B">
        <w:t>Blockbuster reduces its risk substantially under the new system because it reduces its fixed cost.</w:t>
      </w:r>
    </w:p>
    <w:p w:rsidR="005C186D" w:rsidRPr="0042234B" w:rsidRDefault="005C186D" w:rsidP="00A441AE">
      <w:pPr>
        <w:tabs>
          <w:tab w:val="left" w:pos="840"/>
        </w:tabs>
        <w:rPr>
          <w:spacing w:val="-20"/>
        </w:rPr>
      </w:pPr>
    </w:p>
    <w:p w:rsidR="005C186D" w:rsidRPr="0042234B" w:rsidRDefault="005C186D" w:rsidP="001736B9">
      <w:pPr>
        <w:tabs>
          <w:tab w:val="left" w:pos="840"/>
          <w:tab w:val="left" w:pos="1140"/>
          <w:tab w:val="left" w:pos="1380"/>
        </w:tabs>
      </w:pPr>
      <w:r w:rsidRPr="0042234B">
        <w:br w:type="page"/>
      </w:r>
      <w:r w:rsidRPr="0042234B">
        <w:rPr>
          <w:u w:val="single"/>
        </w:rPr>
        <w:t>2-5</w:t>
      </w:r>
      <w:r>
        <w:rPr>
          <w:u w:val="single"/>
        </w:rPr>
        <w:t>6</w:t>
      </w:r>
      <w:r w:rsidRPr="0042234B">
        <w:tab/>
        <w:t>(10-15 min.)  Amounts are in millions (rounded with slight rounding errors).</w:t>
      </w:r>
    </w:p>
    <w:p w:rsidR="005C186D" w:rsidRPr="0042234B" w:rsidRDefault="005C186D" w:rsidP="001736B9">
      <w:pPr>
        <w:tabs>
          <w:tab w:val="left" w:pos="840"/>
          <w:tab w:val="left" w:pos="1140"/>
          <w:tab w:val="left" w:pos="1380"/>
        </w:tabs>
      </w:pPr>
    </w:p>
    <w:p w:rsidR="005C186D" w:rsidRPr="0042234B" w:rsidRDefault="005C186D" w:rsidP="001736B9">
      <w:pPr>
        <w:tabs>
          <w:tab w:val="left" w:pos="840"/>
          <w:tab w:val="left" w:pos="1140"/>
          <w:tab w:val="left" w:pos="1380"/>
          <w:tab w:val="decimal" w:pos="7200"/>
          <w:tab w:val="decimal" w:pos="8640"/>
        </w:tabs>
      </w:pPr>
      <w:r>
        <w:tab/>
        <w:t>Net sales (.9</w:t>
      </w:r>
      <w:r w:rsidRPr="0042234B">
        <w:t xml:space="preserve"> × $8</w:t>
      </w:r>
      <w:r>
        <w:t>2,559</w:t>
      </w:r>
      <w:r w:rsidRPr="0042234B">
        <w:t>)</w:t>
      </w:r>
      <w:r w:rsidRPr="0042234B">
        <w:tab/>
      </w:r>
      <w:r w:rsidRPr="0042234B">
        <w:tab/>
        <w:t xml:space="preserve">  $</w:t>
      </w:r>
      <w:r>
        <w:t>74,303</w:t>
      </w:r>
    </w:p>
    <w:p w:rsidR="005C186D" w:rsidRPr="0042234B" w:rsidRDefault="005C186D" w:rsidP="00F435A8">
      <w:pPr>
        <w:tabs>
          <w:tab w:val="left" w:pos="840"/>
          <w:tab w:val="left" w:pos="1140"/>
          <w:tab w:val="left" w:pos="1380"/>
          <w:tab w:val="decimal" w:pos="7200"/>
          <w:tab w:val="decimal" w:pos="8640"/>
        </w:tabs>
        <w:outlineLvl w:val="0"/>
      </w:pPr>
      <w:r w:rsidRPr="0042234B">
        <w:tab/>
        <w:t>Variable costs:</w:t>
      </w:r>
    </w:p>
    <w:p w:rsidR="005C186D" w:rsidRPr="0042234B" w:rsidRDefault="005C186D" w:rsidP="001736B9">
      <w:pPr>
        <w:tabs>
          <w:tab w:val="left" w:pos="840"/>
          <w:tab w:val="left" w:pos="1140"/>
          <w:tab w:val="left" w:pos="1380"/>
          <w:tab w:val="decimal" w:pos="7200"/>
          <w:tab w:val="decimal" w:pos="8640"/>
        </w:tabs>
      </w:pPr>
      <w:r>
        <w:tab/>
      </w:r>
      <w:r>
        <w:tab/>
        <w:t>Cost of goods sold (.9</w:t>
      </w:r>
      <w:r w:rsidRPr="0042234B">
        <w:t xml:space="preserve"> × $40,</w:t>
      </w:r>
      <w:r>
        <w:t>768</w:t>
      </w:r>
      <w:r w:rsidRPr="0042234B">
        <w:t>)</w:t>
      </w:r>
      <w:r w:rsidRPr="0042234B">
        <w:tab/>
      </w:r>
      <w:r w:rsidRPr="0042234B">
        <w:tab/>
      </w:r>
      <w:r w:rsidRPr="0042234B">
        <w:rPr>
          <w:u w:val="single"/>
        </w:rPr>
        <w:t xml:space="preserve">  3</w:t>
      </w:r>
      <w:r>
        <w:rPr>
          <w:u w:val="single"/>
        </w:rPr>
        <w:t>6,691</w:t>
      </w:r>
    </w:p>
    <w:p w:rsidR="005C186D" w:rsidRPr="0042234B" w:rsidRDefault="005C186D" w:rsidP="001736B9">
      <w:pPr>
        <w:tabs>
          <w:tab w:val="left" w:pos="840"/>
          <w:tab w:val="left" w:pos="1140"/>
          <w:tab w:val="left" w:pos="1380"/>
          <w:tab w:val="decimal" w:pos="7200"/>
          <w:tab w:val="decimal" w:pos="8640"/>
        </w:tabs>
      </w:pPr>
      <w:r>
        <w:tab/>
        <w:t>Contribution margin</w:t>
      </w:r>
      <w:r>
        <w:tab/>
      </w:r>
      <w:r>
        <w:tab/>
        <w:t>37,612</w:t>
      </w:r>
    </w:p>
    <w:p w:rsidR="005C186D" w:rsidRPr="0042234B" w:rsidRDefault="005C186D" w:rsidP="00F435A8">
      <w:pPr>
        <w:tabs>
          <w:tab w:val="left" w:pos="840"/>
          <w:tab w:val="left" w:pos="1140"/>
          <w:tab w:val="left" w:pos="1380"/>
          <w:tab w:val="decimal" w:pos="7200"/>
          <w:tab w:val="decimal" w:pos="8640"/>
        </w:tabs>
        <w:outlineLvl w:val="0"/>
      </w:pPr>
      <w:r w:rsidRPr="0042234B">
        <w:tab/>
        <w:t>Fixed costs:</w:t>
      </w:r>
    </w:p>
    <w:p w:rsidR="005C186D" w:rsidRPr="0042234B" w:rsidRDefault="005C186D" w:rsidP="001736B9">
      <w:pPr>
        <w:tabs>
          <w:tab w:val="left" w:pos="840"/>
          <w:tab w:val="left" w:pos="1140"/>
          <w:tab w:val="left" w:pos="1380"/>
          <w:tab w:val="decimal" w:pos="7740"/>
          <w:tab w:val="decimal" w:pos="8640"/>
        </w:tabs>
      </w:pPr>
      <w:r w:rsidRPr="0042234B">
        <w:tab/>
      </w:r>
      <w:r w:rsidRPr="0042234B">
        <w:tab/>
        <w:t>Selling, administrative, and general expenses</w:t>
      </w:r>
      <w:r w:rsidRPr="0042234B">
        <w:tab/>
      </w:r>
      <w:r w:rsidRPr="0042234B">
        <w:tab/>
      </w:r>
      <w:r w:rsidRPr="0042234B">
        <w:rPr>
          <w:u w:val="single"/>
        </w:rPr>
        <w:t>25,</w:t>
      </w:r>
      <w:r>
        <w:rPr>
          <w:u w:val="single"/>
        </w:rPr>
        <w:t>973</w:t>
      </w:r>
    </w:p>
    <w:p w:rsidR="005C186D" w:rsidRPr="0042234B" w:rsidRDefault="005C186D" w:rsidP="00B41B66">
      <w:pPr>
        <w:tabs>
          <w:tab w:val="left" w:pos="840"/>
          <w:tab w:val="left" w:pos="1140"/>
          <w:tab w:val="left" w:pos="1380"/>
          <w:tab w:val="decimal" w:pos="7740"/>
          <w:tab w:val="decimal" w:pos="8640"/>
        </w:tabs>
      </w:pPr>
      <w:r w:rsidRPr="0042234B">
        <w:tab/>
      </w:r>
      <w:r w:rsidRPr="0042234B">
        <w:tab/>
      </w:r>
      <w:r w:rsidRPr="0042234B">
        <w:tab/>
        <w:t>Operating income</w:t>
      </w:r>
      <w:r w:rsidRPr="0042234B">
        <w:tab/>
      </w:r>
      <w:r w:rsidRPr="0042234B">
        <w:tab/>
      </w:r>
      <w:r w:rsidRPr="0042234B">
        <w:rPr>
          <w:u w:val="double"/>
        </w:rPr>
        <w:t>$</w:t>
      </w:r>
      <w:r>
        <w:rPr>
          <w:u w:val="double"/>
        </w:rPr>
        <w:t>11,639</w:t>
      </w:r>
    </w:p>
    <w:p w:rsidR="005C186D" w:rsidRPr="0042234B" w:rsidRDefault="005C186D" w:rsidP="001736B9">
      <w:pPr>
        <w:tabs>
          <w:tab w:val="left" w:pos="840"/>
          <w:tab w:val="left" w:pos="1200"/>
          <w:tab w:val="decimal" w:pos="5940"/>
        </w:tabs>
        <w:rPr>
          <w:u w:val="single"/>
        </w:rPr>
      </w:pPr>
    </w:p>
    <w:p w:rsidR="005C186D" w:rsidRDefault="005C186D" w:rsidP="00C929E6">
      <w:pPr>
        <w:tabs>
          <w:tab w:val="left" w:pos="720"/>
          <w:tab w:val="decimal" w:pos="5940"/>
        </w:tabs>
        <w:ind w:left="720"/>
      </w:pPr>
      <w:r w:rsidRPr="0042234B">
        <w:tab/>
        <w:t xml:space="preserve">The percentage decrease in operating income would be </w:t>
      </w:r>
      <w:r>
        <w:t xml:space="preserve">1 – </w:t>
      </w:r>
      <w:r w:rsidRPr="0042234B">
        <w:t>($</w:t>
      </w:r>
      <w:r>
        <w:t>11,639</w:t>
      </w:r>
      <w:r w:rsidRPr="0042234B">
        <w:t xml:space="preserve"> </w:t>
      </w:r>
      <w:r w:rsidRPr="0042234B">
        <w:sym w:font="Symbol" w:char="F0B8"/>
      </w:r>
      <w:r w:rsidRPr="0042234B">
        <w:t xml:space="preserve"> $1</w:t>
      </w:r>
      <w:r>
        <w:t>5,818)</w:t>
      </w:r>
      <w:r w:rsidRPr="0042234B">
        <w:t xml:space="preserve"> = </w:t>
      </w:r>
      <w:r>
        <w:t xml:space="preserve">1 – </w:t>
      </w:r>
      <w:r w:rsidRPr="0042234B">
        <w:t>.</w:t>
      </w:r>
      <w:r>
        <w:t>736</w:t>
      </w:r>
      <w:r w:rsidRPr="0042234B">
        <w:t xml:space="preserve"> or </w:t>
      </w:r>
      <w:r>
        <w:t>26.4</w:t>
      </w:r>
      <w:r w:rsidRPr="0042234B">
        <w:t xml:space="preserve">%, compared with a </w:t>
      </w:r>
      <w:r>
        <w:t>1</w:t>
      </w:r>
      <w:r w:rsidRPr="0042234B">
        <w:t xml:space="preserve">0% decrease in sales.  The contribution margin would decrease by </w:t>
      </w:r>
      <w:r>
        <w:t>1</w:t>
      </w:r>
      <w:r w:rsidRPr="0042234B">
        <w:t>0% or .</w:t>
      </w:r>
      <w:r>
        <w:t>1</w:t>
      </w:r>
      <w:r w:rsidRPr="0042234B">
        <w:t>0 × ($8</w:t>
      </w:r>
      <w:r>
        <w:t>2,559</w:t>
      </w:r>
      <w:r w:rsidRPr="0042234B">
        <w:t xml:space="preserve"> - $40,</w:t>
      </w:r>
      <w:r>
        <w:t>768</w:t>
      </w:r>
      <w:r w:rsidRPr="0042234B">
        <w:t>) = $</w:t>
      </w:r>
      <w:r>
        <w:t>4,179</w:t>
      </w:r>
      <w:r w:rsidRPr="0042234B">
        <w:t xml:space="preserve"> million.  Because fixed costs would not change (assuming the new volume is within the relevant range), operating income would also decrease by $</w:t>
      </w:r>
      <w:r>
        <w:t>4,179</w:t>
      </w:r>
      <w:r w:rsidRPr="0042234B">
        <w:t xml:space="preserve"> million, from $1</w:t>
      </w:r>
      <w:r>
        <w:t>5,818</w:t>
      </w:r>
      <w:r w:rsidRPr="0042234B">
        <w:t xml:space="preserve"> million to $</w:t>
      </w:r>
      <w:r>
        <w:t>11,639</w:t>
      </w:r>
      <w:r w:rsidRPr="0042234B">
        <w:t xml:space="preserve"> million.</w:t>
      </w:r>
    </w:p>
    <w:p w:rsidR="005C186D" w:rsidRDefault="005C186D" w:rsidP="00C929E6">
      <w:pPr>
        <w:tabs>
          <w:tab w:val="left" w:pos="720"/>
          <w:tab w:val="decimal" w:pos="5940"/>
        </w:tabs>
        <w:ind w:left="720"/>
      </w:pPr>
    </w:p>
    <w:p w:rsidR="005C186D" w:rsidRPr="0042234B" w:rsidRDefault="005C186D" w:rsidP="00C929E6">
      <w:pPr>
        <w:tabs>
          <w:tab w:val="left" w:pos="720"/>
          <w:tab w:val="decimal" w:pos="5940"/>
        </w:tabs>
        <w:ind w:left="720"/>
        <w:rPr>
          <w:vertAlign w:val="superscript"/>
        </w:rPr>
      </w:pPr>
      <w:r w:rsidRPr="0042234B">
        <w:t>Because of the existence of fixed costs, the percentage decrease in operating income will exceed the percentage decrease in sales.  If all costs had been variable, fixed costs would have decreased by an additional .</w:t>
      </w:r>
      <w:r>
        <w:t>1</w:t>
      </w:r>
      <w:r w:rsidRPr="0042234B">
        <w:t>0 × $25,</w:t>
      </w:r>
      <w:r>
        <w:t>973</w:t>
      </w:r>
      <w:r w:rsidRPr="0042234B">
        <w:t xml:space="preserve"> = $</w:t>
      </w:r>
      <w:r>
        <w:t>2,597</w:t>
      </w:r>
      <w:r w:rsidRPr="0042234B">
        <w:t xml:space="preserve"> million, making operating income $</w:t>
      </w:r>
      <w:r>
        <w:t>11,639</w:t>
      </w:r>
      <w:r w:rsidRPr="0042234B">
        <w:t xml:space="preserve"> + $</w:t>
      </w:r>
      <w:r>
        <w:t>2,597</w:t>
      </w:r>
      <w:r w:rsidRPr="0042234B">
        <w:t xml:space="preserve"> = $1</w:t>
      </w:r>
      <w:r>
        <w:t>4,23</w:t>
      </w:r>
      <w:r w:rsidRPr="0042234B">
        <w:t>6 milli</w:t>
      </w:r>
      <w:r>
        <w:t>on, a 1</w:t>
      </w:r>
      <w:r w:rsidRPr="0042234B">
        <w:t xml:space="preserve">0% decrease </w:t>
      </w:r>
      <w:r>
        <w:t>from</w:t>
      </w:r>
      <w:r w:rsidRPr="0042234B">
        <w:t xml:space="preserve"> the 20</w:t>
      </w:r>
      <w:r>
        <w:t>11</w:t>
      </w:r>
      <w:r w:rsidRPr="0042234B">
        <w:t xml:space="preserve"> operating income of $1</w:t>
      </w:r>
      <w:r>
        <w:t>5,818</w:t>
      </w:r>
      <w:r w:rsidRPr="0042234B">
        <w:t xml:space="preserve"> million.  </w:t>
      </w:r>
    </w:p>
    <w:p w:rsidR="005C186D" w:rsidRPr="0042234B" w:rsidRDefault="005C186D" w:rsidP="002E4D3E">
      <w:pPr>
        <w:tabs>
          <w:tab w:val="left" w:pos="840"/>
          <w:tab w:val="left" w:pos="1200"/>
          <w:tab w:val="decimal" w:pos="5940"/>
        </w:tabs>
      </w:pPr>
      <w:r w:rsidRPr="0042234B">
        <w:br w:type="page"/>
      </w:r>
      <w:r w:rsidRPr="0042234B">
        <w:rPr>
          <w:u w:val="single"/>
        </w:rPr>
        <w:t>2-5</w:t>
      </w:r>
      <w:r>
        <w:rPr>
          <w:u w:val="single"/>
        </w:rPr>
        <w:t>7</w:t>
      </w:r>
      <w:r w:rsidRPr="0042234B">
        <w:t xml:space="preserve">       (15-25 min.)</w:t>
      </w:r>
    </w:p>
    <w:p w:rsidR="005C186D" w:rsidRPr="0042234B" w:rsidRDefault="005C186D" w:rsidP="002E4D3E">
      <w:pPr>
        <w:tabs>
          <w:tab w:val="left" w:pos="840"/>
          <w:tab w:val="left" w:pos="1200"/>
          <w:tab w:val="decimal" w:pos="5940"/>
        </w:tabs>
      </w:pPr>
    </w:p>
    <w:p w:rsidR="005C186D" w:rsidRPr="0042234B" w:rsidRDefault="005C186D" w:rsidP="002E4D3E">
      <w:pPr>
        <w:tabs>
          <w:tab w:val="left" w:pos="840"/>
          <w:tab w:val="left" w:pos="1200"/>
          <w:tab w:val="left" w:pos="5040"/>
        </w:tabs>
        <w:spacing w:line="240" w:lineRule="atLeast"/>
        <w:rPr>
          <w:bCs/>
        </w:rPr>
      </w:pPr>
      <w:r w:rsidRPr="0042234B">
        <w:rPr>
          <w:bCs/>
        </w:rPr>
        <w:t>1.</w:t>
      </w:r>
      <w:r w:rsidRPr="0042234B">
        <w:rPr>
          <w:bCs/>
        </w:rPr>
        <w:tab/>
        <w:t>Average revenue per person</w:t>
      </w:r>
      <w:r w:rsidRPr="0042234B">
        <w:rPr>
          <w:bCs/>
        </w:rPr>
        <w:tab/>
      </w:r>
      <w:r w:rsidRPr="0042234B">
        <w:rPr>
          <w:bCs/>
          <w:u w:val="single"/>
        </w:rPr>
        <w:t>$</w:t>
      </w:r>
      <w:r>
        <w:rPr>
          <w:bCs/>
          <w:u w:val="single"/>
        </w:rPr>
        <w:t>8</w:t>
      </w:r>
      <w:r w:rsidRPr="0042234B">
        <w:rPr>
          <w:bCs/>
          <w:u w:val="single"/>
        </w:rPr>
        <w:t xml:space="preserve">.00 + </w:t>
      </w:r>
      <w:r>
        <w:rPr>
          <w:bCs/>
          <w:u w:val="single"/>
        </w:rPr>
        <w:t>4($</w:t>
      </w:r>
      <w:r w:rsidRPr="0042234B">
        <w:rPr>
          <w:bCs/>
          <w:u w:val="single"/>
        </w:rPr>
        <w:t>.50) = $</w:t>
      </w:r>
      <w:r>
        <w:rPr>
          <w:bCs/>
          <w:u w:val="single"/>
        </w:rPr>
        <w:t>10.0</w:t>
      </w:r>
      <w:r w:rsidRPr="0042234B">
        <w:rPr>
          <w:bCs/>
          <w:u w:val="single"/>
        </w:rPr>
        <w:t>0</w:t>
      </w:r>
    </w:p>
    <w:p w:rsidR="005C186D" w:rsidRPr="0042234B" w:rsidRDefault="005C186D" w:rsidP="002E4D3E">
      <w:pPr>
        <w:tabs>
          <w:tab w:val="left" w:pos="840"/>
          <w:tab w:val="left" w:pos="1200"/>
          <w:tab w:val="decimal" w:pos="5940"/>
        </w:tabs>
        <w:spacing w:line="240" w:lineRule="atLeast"/>
        <w:rPr>
          <w:bCs/>
        </w:rPr>
      </w:pPr>
      <w:r w:rsidRPr="0042234B">
        <w:rPr>
          <w:bCs/>
        </w:rPr>
        <w:tab/>
        <w:t>Total revenue, 200 @ $</w:t>
      </w:r>
      <w:r>
        <w:rPr>
          <w:bCs/>
        </w:rPr>
        <w:t>10.0</w:t>
      </w:r>
      <w:r w:rsidRPr="0042234B">
        <w:rPr>
          <w:bCs/>
        </w:rPr>
        <w:t>0 =</w:t>
      </w:r>
      <w:r w:rsidRPr="0042234B">
        <w:rPr>
          <w:bCs/>
        </w:rPr>
        <w:tab/>
        <w:t>$</w:t>
      </w:r>
      <w:r>
        <w:rPr>
          <w:bCs/>
        </w:rPr>
        <w:t>2,0</w:t>
      </w:r>
      <w:r w:rsidRPr="0042234B">
        <w:rPr>
          <w:bCs/>
        </w:rPr>
        <w:t>00</w:t>
      </w:r>
    </w:p>
    <w:p w:rsidR="005C186D" w:rsidRPr="0042234B" w:rsidRDefault="005C186D" w:rsidP="002E4D3E">
      <w:pPr>
        <w:tabs>
          <w:tab w:val="left" w:pos="840"/>
          <w:tab w:val="left" w:pos="1200"/>
          <w:tab w:val="decimal" w:pos="5940"/>
        </w:tabs>
        <w:spacing w:line="240" w:lineRule="atLeast"/>
        <w:rPr>
          <w:bCs/>
        </w:rPr>
      </w:pPr>
      <w:r w:rsidRPr="0042234B">
        <w:rPr>
          <w:bCs/>
        </w:rPr>
        <w:tab/>
        <w:t>Rent</w:t>
      </w:r>
      <w:r w:rsidRPr="0042234B">
        <w:rPr>
          <w:bCs/>
        </w:rPr>
        <w:tab/>
        <w:t xml:space="preserve">  </w:t>
      </w:r>
      <w:r w:rsidRPr="0042234B">
        <w:rPr>
          <w:bCs/>
          <w:u w:val="single"/>
        </w:rPr>
        <w:t xml:space="preserve">     </w:t>
      </w:r>
      <w:r>
        <w:rPr>
          <w:bCs/>
          <w:u w:val="single"/>
        </w:rPr>
        <w:t>95</w:t>
      </w:r>
      <w:r w:rsidRPr="0042234B">
        <w:rPr>
          <w:bCs/>
          <w:u w:val="single"/>
        </w:rPr>
        <w:t>0</w:t>
      </w:r>
    </w:p>
    <w:p w:rsidR="005C186D" w:rsidRPr="0042234B" w:rsidRDefault="005C186D" w:rsidP="00F435A8">
      <w:pPr>
        <w:tabs>
          <w:tab w:val="left" w:pos="840"/>
          <w:tab w:val="left" w:pos="1200"/>
          <w:tab w:val="left" w:pos="5040"/>
        </w:tabs>
        <w:spacing w:line="240" w:lineRule="atLeast"/>
        <w:outlineLvl w:val="0"/>
        <w:rPr>
          <w:bCs/>
        </w:rPr>
      </w:pPr>
      <w:r w:rsidRPr="0042234B">
        <w:rPr>
          <w:bCs/>
        </w:rPr>
        <w:tab/>
        <w:t>Total available for prizes</w:t>
      </w:r>
    </w:p>
    <w:p w:rsidR="005C186D" w:rsidRPr="0042234B" w:rsidRDefault="005C186D" w:rsidP="002E4D3E">
      <w:pPr>
        <w:tabs>
          <w:tab w:val="left" w:pos="840"/>
          <w:tab w:val="left" w:pos="1200"/>
          <w:tab w:val="decimal" w:pos="5940"/>
        </w:tabs>
        <w:spacing w:line="240" w:lineRule="atLeast"/>
        <w:rPr>
          <w:bCs/>
        </w:rPr>
      </w:pPr>
      <w:r w:rsidRPr="0042234B">
        <w:rPr>
          <w:bCs/>
        </w:rPr>
        <w:tab/>
        <w:t xml:space="preserve">   and operating income</w:t>
      </w:r>
      <w:r w:rsidRPr="0042234B">
        <w:rPr>
          <w:bCs/>
        </w:rPr>
        <w:tab/>
      </w:r>
      <w:r w:rsidRPr="0042234B">
        <w:rPr>
          <w:bCs/>
          <w:u w:val="double"/>
        </w:rPr>
        <w:t>$1,</w:t>
      </w:r>
      <w:r>
        <w:rPr>
          <w:bCs/>
          <w:u w:val="double"/>
        </w:rPr>
        <w:t>05</w:t>
      </w:r>
      <w:r w:rsidRPr="0042234B">
        <w:rPr>
          <w:bCs/>
          <w:u w:val="double"/>
        </w:rPr>
        <w:t>0</w:t>
      </w:r>
    </w:p>
    <w:p w:rsidR="005C186D" w:rsidRPr="0042234B" w:rsidRDefault="005C186D" w:rsidP="002E4D3E">
      <w:pPr>
        <w:tabs>
          <w:tab w:val="left" w:pos="840"/>
          <w:tab w:val="left" w:pos="1200"/>
        </w:tabs>
        <w:spacing w:line="240" w:lineRule="atLeast"/>
        <w:rPr>
          <w:bCs/>
        </w:rPr>
      </w:pPr>
    </w:p>
    <w:p w:rsidR="005C186D" w:rsidRPr="0042234B" w:rsidRDefault="005C186D" w:rsidP="00F435A8">
      <w:pPr>
        <w:tabs>
          <w:tab w:val="left" w:pos="840"/>
          <w:tab w:val="left" w:pos="1200"/>
        </w:tabs>
        <w:spacing w:line="240" w:lineRule="atLeast"/>
        <w:outlineLvl w:val="0"/>
        <w:rPr>
          <w:bCs/>
        </w:rPr>
      </w:pPr>
      <w:r w:rsidRPr="0042234B">
        <w:rPr>
          <w:bCs/>
        </w:rPr>
        <w:tab/>
        <w:t xml:space="preserve">The church could award </w:t>
      </w:r>
      <w:r>
        <w:rPr>
          <w:bCs/>
        </w:rPr>
        <w:t xml:space="preserve">cash prizes of </w:t>
      </w:r>
      <w:r w:rsidRPr="0042234B">
        <w:rPr>
          <w:bCs/>
        </w:rPr>
        <w:t>$1,</w:t>
      </w:r>
      <w:r>
        <w:rPr>
          <w:bCs/>
        </w:rPr>
        <w:t>05</w:t>
      </w:r>
      <w:r w:rsidRPr="0042234B">
        <w:rPr>
          <w:bCs/>
        </w:rPr>
        <w:t>0 and break even.</w:t>
      </w:r>
    </w:p>
    <w:p w:rsidR="005C186D" w:rsidRPr="0042234B" w:rsidRDefault="005C186D" w:rsidP="002E4D3E">
      <w:pPr>
        <w:tabs>
          <w:tab w:val="left" w:pos="840"/>
          <w:tab w:val="left" w:pos="1200"/>
        </w:tabs>
        <w:spacing w:line="240" w:lineRule="atLeast"/>
        <w:rPr>
          <w:bCs/>
        </w:rPr>
      </w:pPr>
    </w:p>
    <w:p w:rsidR="005C186D" w:rsidRPr="0042234B" w:rsidRDefault="005C186D" w:rsidP="002E4D3E">
      <w:pPr>
        <w:tabs>
          <w:tab w:val="left" w:pos="840"/>
          <w:tab w:val="left" w:pos="1200"/>
          <w:tab w:val="right" w:pos="6000"/>
          <w:tab w:val="right" w:pos="7200"/>
          <w:tab w:val="right" w:pos="8400"/>
        </w:tabs>
        <w:spacing w:line="240" w:lineRule="atLeast"/>
        <w:rPr>
          <w:bCs/>
          <w:u w:val="single"/>
        </w:rPr>
      </w:pPr>
      <w:r w:rsidRPr="0042234B">
        <w:rPr>
          <w:bCs/>
        </w:rPr>
        <w:t>2.</w:t>
      </w:r>
      <w:r w:rsidRPr="0042234B">
        <w:rPr>
          <w:bCs/>
        </w:rPr>
        <w:tab/>
        <w:t>Number of persons</w:t>
      </w:r>
      <w:r w:rsidRPr="0042234B">
        <w:rPr>
          <w:bCs/>
        </w:rPr>
        <w:tab/>
      </w:r>
      <w:r w:rsidRPr="0042234B">
        <w:rPr>
          <w:bCs/>
          <w:u w:val="single"/>
        </w:rPr>
        <w:t xml:space="preserve">    </w:t>
      </w:r>
      <w:r>
        <w:rPr>
          <w:bCs/>
          <w:u w:val="single"/>
        </w:rPr>
        <w:t xml:space="preserve">  </w:t>
      </w:r>
      <w:r w:rsidRPr="0042234B">
        <w:rPr>
          <w:bCs/>
          <w:u w:val="single"/>
        </w:rPr>
        <w:t xml:space="preserve"> </w:t>
      </w:r>
      <w:r>
        <w:rPr>
          <w:bCs/>
          <w:u w:val="single"/>
        </w:rPr>
        <w:t>5</w:t>
      </w:r>
      <w:r w:rsidRPr="0042234B">
        <w:rPr>
          <w:bCs/>
          <w:u w:val="single"/>
        </w:rPr>
        <w:t>0</w:t>
      </w:r>
      <w:r w:rsidRPr="0042234B">
        <w:rPr>
          <w:bCs/>
        </w:rPr>
        <w:tab/>
      </w:r>
      <w:r w:rsidRPr="0042234B">
        <w:rPr>
          <w:bCs/>
          <w:u w:val="single"/>
        </w:rPr>
        <w:t xml:space="preserve">     200</w:t>
      </w:r>
      <w:r w:rsidRPr="0042234B">
        <w:rPr>
          <w:bCs/>
        </w:rPr>
        <w:tab/>
      </w:r>
      <w:r w:rsidRPr="0042234B">
        <w:rPr>
          <w:bCs/>
          <w:u w:val="single"/>
        </w:rPr>
        <w:t xml:space="preserve">     3</w:t>
      </w:r>
      <w:r>
        <w:rPr>
          <w:bCs/>
          <w:u w:val="single"/>
        </w:rPr>
        <w:t>5</w:t>
      </w:r>
      <w:r w:rsidRPr="0042234B">
        <w:rPr>
          <w:bCs/>
          <w:u w:val="single"/>
        </w:rPr>
        <w:t>0</w:t>
      </w:r>
    </w:p>
    <w:p w:rsidR="005C186D" w:rsidRPr="0042234B" w:rsidRDefault="005C186D" w:rsidP="002E4D3E">
      <w:pPr>
        <w:tabs>
          <w:tab w:val="left" w:pos="840"/>
          <w:tab w:val="left" w:pos="1200"/>
          <w:tab w:val="right" w:pos="6000"/>
          <w:tab w:val="right" w:pos="7200"/>
          <w:tab w:val="right" w:pos="8400"/>
        </w:tabs>
        <w:spacing w:line="240" w:lineRule="atLeast"/>
        <w:rPr>
          <w:bCs/>
        </w:rPr>
      </w:pPr>
      <w:r w:rsidRPr="0042234B">
        <w:rPr>
          <w:bCs/>
        </w:rPr>
        <w:tab/>
        <w:t>Total revenue @ $</w:t>
      </w:r>
      <w:r>
        <w:rPr>
          <w:bCs/>
        </w:rPr>
        <w:t>10.0</w:t>
      </w:r>
      <w:r w:rsidRPr="0042234B">
        <w:rPr>
          <w:bCs/>
        </w:rPr>
        <w:t>0</w:t>
      </w:r>
      <w:r w:rsidRPr="0042234B">
        <w:rPr>
          <w:bCs/>
        </w:rPr>
        <w:tab/>
        <w:t xml:space="preserve">$   </w:t>
      </w:r>
      <w:r>
        <w:rPr>
          <w:bCs/>
        </w:rPr>
        <w:t>50</w:t>
      </w:r>
      <w:r w:rsidRPr="0042234B">
        <w:rPr>
          <w:bCs/>
        </w:rPr>
        <w:t>0</w:t>
      </w:r>
      <w:r w:rsidRPr="0042234B">
        <w:rPr>
          <w:bCs/>
        </w:rPr>
        <w:tab/>
        <w:t>$</w:t>
      </w:r>
      <w:r>
        <w:rPr>
          <w:bCs/>
        </w:rPr>
        <w:t>2,0</w:t>
      </w:r>
      <w:r w:rsidRPr="0042234B">
        <w:rPr>
          <w:bCs/>
        </w:rPr>
        <w:t>00</w:t>
      </w:r>
      <w:r w:rsidRPr="0042234B">
        <w:rPr>
          <w:bCs/>
        </w:rPr>
        <w:tab/>
        <w:t>$</w:t>
      </w:r>
      <w:r>
        <w:rPr>
          <w:bCs/>
        </w:rPr>
        <w:t>3,50</w:t>
      </w:r>
      <w:r w:rsidRPr="0042234B">
        <w:rPr>
          <w:bCs/>
        </w:rPr>
        <w:t>0</w:t>
      </w:r>
    </w:p>
    <w:p w:rsidR="005C186D" w:rsidRPr="0042234B" w:rsidRDefault="005C186D" w:rsidP="00F435A8">
      <w:pPr>
        <w:tabs>
          <w:tab w:val="left" w:pos="840"/>
          <w:tab w:val="left" w:pos="1200"/>
          <w:tab w:val="right" w:pos="5400"/>
          <w:tab w:val="right" w:pos="6600"/>
          <w:tab w:val="right" w:pos="7800"/>
        </w:tabs>
        <w:spacing w:line="240" w:lineRule="atLeast"/>
        <w:outlineLvl w:val="0"/>
        <w:rPr>
          <w:bCs/>
        </w:rPr>
      </w:pPr>
      <w:r w:rsidRPr="0042234B">
        <w:rPr>
          <w:bCs/>
        </w:rPr>
        <w:tab/>
        <w:t>Fixed costs</w:t>
      </w:r>
    </w:p>
    <w:p w:rsidR="005C186D" w:rsidRPr="0042234B" w:rsidRDefault="005C186D" w:rsidP="002E4D3E">
      <w:pPr>
        <w:tabs>
          <w:tab w:val="left" w:pos="840"/>
          <w:tab w:val="left" w:pos="1200"/>
          <w:tab w:val="right" w:pos="4920"/>
          <w:tab w:val="left" w:pos="5760"/>
          <w:tab w:val="left" w:pos="6960"/>
        </w:tabs>
        <w:spacing w:line="240" w:lineRule="atLeast"/>
        <w:rPr>
          <w:bCs/>
        </w:rPr>
      </w:pPr>
      <w:r w:rsidRPr="0042234B">
        <w:rPr>
          <w:bCs/>
        </w:rPr>
        <w:tab/>
      </w:r>
      <w:r w:rsidRPr="0042234B">
        <w:rPr>
          <w:bCs/>
        </w:rPr>
        <w:tab/>
        <w:t>Rent</w:t>
      </w:r>
      <w:r w:rsidRPr="0042234B">
        <w:rPr>
          <w:bCs/>
        </w:rPr>
        <w:tab/>
        <w:t xml:space="preserve">$   </w:t>
      </w:r>
      <w:r>
        <w:rPr>
          <w:bCs/>
        </w:rPr>
        <w:t>95</w:t>
      </w:r>
      <w:r w:rsidRPr="0042234B">
        <w:rPr>
          <w:bCs/>
        </w:rPr>
        <w:t>0</w:t>
      </w:r>
    </w:p>
    <w:p w:rsidR="005C186D" w:rsidRPr="0042234B" w:rsidRDefault="005C186D" w:rsidP="002E4D3E">
      <w:pPr>
        <w:tabs>
          <w:tab w:val="left" w:pos="840"/>
          <w:tab w:val="left" w:pos="1200"/>
          <w:tab w:val="right" w:pos="4920"/>
          <w:tab w:val="decimal" w:pos="6000"/>
          <w:tab w:val="right" w:pos="7200"/>
          <w:tab w:val="right" w:pos="8400"/>
        </w:tabs>
        <w:spacing w:line="240" w:lineRule="atLeast"/>
        <w:rPr>
          <w:bCs/>
          <w:u w:val="single"/>
        </w:rPr>
      </w:pPr>
      <w:r w:rsidRPr="0042234B">
        <w:rPr>
          <w:bCs/>
        </w:rPr>
        <w:tab/>
      </w:r>
      <w:r w:rsidRPr="0042234B">
        <w:rPr>
          <w:bCs/>
        </w:rPr>
        <w:tab/>
        <w:t>Prizes</w:t>
      </w:r>
      <w:r w:rsidRPr="0042234B">
        <w:rPr>
          <w:bCs/>
        </w:rPr>
        <w:tab/>
      </w:r>
      <w:r w:rsidRPr="0042234B">
        <w:rPr>
          <w:bCs/>
          <w:u w:val="single"/>
        </w:rPr>
        <w:t>1,</w:t>
      </w:r>
      <w:r>
        <w:rPr>
          <w:bCs/>
          <w:u w:val="single"/>
        </w:rPr>
        <w:t>05</w:t>
      </w:r>
      <w:r w:rsidRPr="0042234B">
        <w:rPr>
          <w:bCs/>
          <w:u w:val="single"/>
        </w:rPr>
        <w:t>0</w:t>
      </w:r>
      <w:r w:rsidRPr="0042234B">
        <w:rPr>
          <w:bCs/>
        </w:rPr>
        <w:tab/>
      </w:r>
      <w:r w:rsidRPr="0042234B">
        <w:rPr>
          <w:bCs/>
          <w:u w:val="single"/>
        </w:rPr>
        <w:t xml:space="preserve">  </w:t>
      </w:r>
      <w:r>
        <w:rPr>
          <w:bCs/>
          <w:u w:val="single"/>
        </w:rPr>
        <w:t>2,0</w:t>
      </w:r>
      <w:r w:rsidRPr="0042234B">
        <w:rPr>
          <w:bCs/>
          <w:u w:val="single"/>
        </w:rPr>
        <w:t>00</w:t>
      </w:r>
      <w:r w:rsidRPr="0042234B">
        <w:rPr>
          <w:bCs/>
        </w:rPr>
        <w:t xml:space="preserve"> </w:t>
      </w:r>
      <w:r w:rsidRPr="0042234B">
        <w:rPr>
          <w:bCs/>
        </w:rPr>
        <w:tab/>
      </w:r>
      <w:r w:rsidRPr="0042234B">
        <w:rPr>
          <w:bCs/>
          <w:u w:val="single"/>
        </w:rPr>
        <w:t xml:space="preserve">  </w:t>
      </w:r>
      <w:r>
        <w:rPr>
          <w:bCs/>
          <w:u w:val="single"/>
        </w:rPr>
        <w:t>2,0</w:t>
      </w:r>
      <w:r w:rsidRPr="0042234B">
        <w:rPr>
          <w:bCs/>
          <w:u w:val="single"/>
        </w:rPr>
        <w:t>00</w:t>
      </w:r>
      <w:r w:rsidRPr="0042234B">
        <w:rPr>
          <w:bCs/>
        </w:rPr>
        <w:tab/>
      </w:r>
      <w:r w:rsidRPr="0042234B">
        <w:rPr>
          <w:bCs/>
          <w:u w:val="single"/>
        </w:rPr>
        <w:t xml:space="preserve">  </w:t>
      </w:r>
      <w:r>
        <w:rPr>
          <w:bCs/>
          <w:u w:val="single"/>
        </w:rPr>
        <w:t>2,0</w:t>
      </w:r>
      <w:r w:rsidRPr="0042234B">
        <w:rPr>
          <w:bCs/>
          <w:u w:val="single"/>
        </w:rPr>
        <w:t>00</w:t>
      </w:r>
    </w:p>
    <w:p w:rsidR="005C186D" w:rsidRPr="0042234B" w:rsidRDefault="005C186D" w:rsidP="002E4D3E">
      <w:pPr>
        <w:tabs>
          <w:tab w:val="left" w:pos="840"/>
          <w:tab w:val="left" w:pos="1200"/>
          <w:tab w:val="decimal" w:pos="6000"/>
          <w:tab w:val="right" w:pos="7200"/>
          <w:tab w:val="right" w:pos="8400"/>
        </w:tabs>
        <w:spacing w:line="240" w:lineRule="atLeast"/>
        <w:rPr>
          <w:bCs/>
          <w:u w:val="double"/>
        </w:rPr>
      </w:pPr>
      <w:r w:rsidRPr="0042234B">
        <w:rPr>
          <w:bCs/>
        </w:rPr>
        <w:tab/>
        <w:t>Operating income (loss)</w:t>
      </w:r>
      <w:r w:rsidRPr="0042234B">
        <w:rPr>
          <w:bCs/>
        </w:rPr>
        <w:tab/>
      </w:r>
      <w:r w:rsidRPr="0042234B">
        <w:rPr>
          <w:bCs/>
          <w:u w:val="double"/>
        </w:rPr>
        <w:t>$</w:t>
      </w:r>
      <w:r>
        <w:rPr>
          <w:bCs/>
          <w:u w:val="double"/>
        </w:rPr>
        <w:t>(1,50</w:t>
      </w:r>
      <w:r w:rsidRPr="0042234B">
        <w:rPr>
          <w:bCs/>
          <w:u w:val="double"/>
        </w:rPr>
        <w:t>0</w:t>
      </w:r>
      <w:r w:rsidRPr="0042234B">
        <w:rPr>
          <w:bCs/>
        </w:rPr>
        <w:t>)</w:t>
      </w:r>
      <w:r w:rsidRPr="0042234B">
        <w:rPr>
          <w:bCs/>
        </w:rPr>
        <w:tab/>
      </w:r>
      <w:r w:rsidRPr="0042234B">
        <w:rPr>
          <w:bCs/>
          <w:u w:val="double"/>
        </w:rPr>
        <w:t>$       0</w:t>
      </w:r>
      <w:r w:rsidRPr="0042234B">
        <w:rPr>
          <w:bCs/>
        </w:rPr>
        <w:tab/>
      </w:r>
      <w:r w:rsidRPr="0042234B">
        <w:rPr>
          <w:bCs/>
          <w:u w:val="double"/>
        </w:rPr>
        <w:t xml:space="preserve">$ </w:t>
      </w:r>
      <w:r>
        <w:rPr>
          <w:bCs/>
          <w:u w:val="double"/>
        </w:rPr>
        <w:t>1,50</w:t>
      </w:r>
      <w:r w:rsidRPr="0042234B">
        <w:rPr>
          <w:bCs/>
          <w:u w:val="double"/>
        </w:rPr>
        <w:t>0</w:t>
      </w:r>
    </w:p>
    <w:p w:rsidR="005C186D" w:rsidRPr="0042234B" w:rsidRDefault="005C186D" w:rsidP="002E4D3E">
      <w:pPr>
        <w:tabs>
          <w:tab w:val="left" w:pos="840"/>
          <w:tab w:val="left" w:pos="1200"/>
          <w:tab w:val="right" w:pos="6000"/>
          <w:tab w:val="right" w:pos="7200"/>
          <w:tab w:val="right" w:pos="8400"/>
        </w:tabs>
        <w:spacing w:line="240" w:lineRule="atLeast"/>
        <w:rPr>
          <w:bCs/>
        </w:rPr>
      </w:pPr>
    </w:p>
    <w:p w:rsidR="005C186D" w:rsidRPr="0042234B" w:rsidRDefault="005C186D" w:rsidP="002E4D3E">
      <w:pPr>
        <w:tabs>
          <w:tab w:val="left" w:pos="840"/>
        </w:tabs>
        <w:spacing w:line="240" w:lineRule="atLeast"/>
        <w:ind w:left="810"/>
        <w:rPr>
          <w:bCs/>
        </w:rPr>
      </w:pPr>
      <w:r w:rsidRPr="0042234B">
        <w:rPr>
          <w:bCs/>
        </w:rPr>
        <w:t>Note how "leverage" works.  Being highly leveraged means having relatively high fixed costs.  In this case, there are no variable costs.  Therefore, the revenue is the same as the contribution margin.  As volume departs from the break-even point, operating income is affected at a significant rate of $</w:t>
      </w:r>
      <w:r>
        <w:rPr>
          <w:bCs/>
        </w:rPr>
        <w:t>10.0</w:t>
      </w:r>
      <w:r w:rsidRPr="0042234B">
        <w:rPr>
          <w:bCs/>
        </w:rPr>
        <w:t>0 per person.</w:t>
      </w:r>
    </w:p>
    <w:p w:rsidR="005C186D" w:rsidRPr="0042234B" w:rsidRDefault="005C186D" w:rsidP="002E4D3E">
      <w:pPr>
        <w:tabs>
          <w:tab w:val="left" w:pos="840"/>
          <w:tab w:val="left" w:pos="1200"/>
          <w:tab w:val="decimal" w:pos="5400"/>
          <w:tab w:val="decimal" w:pos="6660"/>
          <w:tab w:val="decimal" w:pos="7820"/>
        </w:tabs>
        <w:spacing w:line="240" w:lineRule="atLeast"/>
        <w:rPr>
          <w:bCs/>
          <w:spacing w:val="-20"/>
        </w:rPr>
      </w:pPr>
    </w:p>
    <w:p w:rsidR="005C186D" w:rsidRPr="0042234B" w:rsidRDefault="005C186D" w:rsidP="002E4D3E">
      <w:pPr>
        <w:tabs>
          <w:tab w:val="left" w:pos="840"/>
          <w:tab w:val="left" w:pos="1200"/>
          <w:tab w:val="decimal" w:pos="5670"/>
          <w:tab w:val="decimal" w:pos="6930"/>
          <w:tab w:val="decimal" w:pos="8100"/>
        </w:tabs>
        <w:spacing w:line="240" w:lineRule="atLeast"/>
        <w:rPr>
          <w:bCs/>
          <w:u w:val="single"/>
        </w:rPr>
      </w:pPr>
      <w:r w:rsidRPr="0042234B">
        <w:rPr>
          <w:bCs/>
        </w:rPr>
        <w:t>3.</w:t>
      </w:r>
      <w:r w:rsidRPr="0042234B">
        <w:rPr>
          <w:bCs/>
        </w:rPr>
        <w:tab/>
        <w:t>Number of persons</w:t>
      </w:r>
      <w:r w:rsidRPr="0042234B">
        <w:rPr>
          <w:bCs/>
        </w:rPr>
        <w:tab/>
      </w:r>
      <w:r w:rsidRPr="0042234B">
        <w:rPr>
          <w:bCs/>
          <w:u w:val="single"/>
        </w:rPr>
        <w:t xml:space="preserve">     </w:t>
      </w:r>
      <w:r>
        <w:rPr>
          <w:bCs/>
          <w:u w:val="single"/>
        </w:rPr>
        <w:t xml:space="preserve">  5</w:t>
      </w:r>
      <w:r w:rsidRPr="0042234B">
        <w:rPr>
          <w:bCs/>
          <w:u w:val="single"/>
        </w:rPr>
        <w:t>0</w:t>
      </w:r>
      <w:r w:rsidRPr="0042234B">
        <w:rPr>
          <w:bCs/>
        </w:rPr>
        <w:tab/>
      </w:r>
      <w:r w:rsidRPr="0042234B">
        <w:rPr>
          <w:bCs/>
          <w:u w:val="single"/>
        </w:rPr>
        <w:t xml:space="preserve">     200</w:t>
      </w:r>
      <w:r w:rsidRPr="0042234B">
        <w:rPr>
          <w:bCs/>
        </w:rPr>
        <w:tab/>
      </w:r>
      <w:r w:rsidRPr="0042234B">
        <w:rPr>
          <w:bCs/>
          <w:u w:val="single"/>
        </w:rPr>
        <w:t xml:space="preserve">     3</w:t>
      </w:r>
      <w:r>
        <w:rPr>
          <w:bCs/>
          <w:u w:val="single"/>
        </w:rPr>
        <w:t>5</w:t>
      </w:r>
      <w:r w:rsidRPr="0042234B">
        <w:rPr>
          <w:bCs/>
          <w:u w:val="single"/>
        </w:rPr>
        <w:t>0</w:t>
      </w:r>
    </w:p>
    <w:p w:rsidR="005C186D" w:rsidRPr="0042234B" w:rsidRDefault="005C186D" w:rsidP="002E4D3E">
      <w:pPr>
        <w:tabs>
          <w:tab w:val="left" w:pos="840"/>
          <w:tab w:val="left" w:pos="1200"/>
          <w:tab w:val="decimal" w:pos="5670"/>
          <w:tab w:val="decimal" w:pos="6930"/>
          <w:tab w:val="decimal" w:pos="8100"/>
        </w:tabs>
        <w:spacing w:line="240" w:lineRule="atLeast"/>
        <w:rPr>
          <w:bCs/>
        </w:rPr>
      </w:pPr>
      <w:r w:rsidRPr="0042234B">
        <w:rPr>
          <w:bCs/>
        </w:rPr>
        <w:tab/>
        <w:t>Revenue</w:t>
      </w:r>
      <w:r w:rsidRPr="0042234B">
        <w:rPr>
          <w:bCs/>
        </w:rPr>
        <w:tab/>
        <w:t xml:space="preserve">$   </w:t>
      </w:r>
      <w:r>
        <w:rPr>
          <w:bCs/>
        </w:rPr>
        <w:t>50</w:t>
      </w:r>
      <w:r w:rsidRPr="0042234B">
        <w:rPr>
          <w:bCs/>
        </w:rPr>
        <w:t>0</w:t>
      </w:r>
      <w:r w:rsidRPr="0042234B">
        <w:rPr>
          <w:bCs/>
        </w:rPr>
        <w:tab/>
        <w:t>$</w:t>
      </w:r>
      <w:r>
        <w:rPr>
          <w:bCs/>
        </w:rPr>
        <w:t>2,0</w:t>
      </w:r>
      <w:r w:rsidRPr="0042234B">
        <w:rPr>
          <w:bCs/>
        </w:rPr>
        <w:t>00</w:t>
      </w:r>
      <w:r w:rsidRPr="0042234B">
        <w:rPr>
          <w:bCs/>
        </w:rPr>
        <w:tab/>
        <w:t>$</w:t>
      </w:r>
      <w:r>
        <w:rPr>
          <w:bCs/>
        </w:rPr>
        <w:t>3,50</w:t>
      </w:r>
      <w:r w:rsidRPr="0042234B">
        <w:rPr>
          <w:bCs/>
        </w:rPr>
        <w:t>0</w:t>
      </w:r>
    </w:p>
    <w:p w:rsidR="005C186D" w:rsidRPr="0042234B" w:rsidRDefault="005C186D" w:rsidP="002E4D3E">
      <w:pPr>
        <w:tabs>
          <w:tab w:val="left" w:pos="840"/>
          <w:tab w:val="left" w:pos="1200"/>
          <w:tab w:val="decimal" w:pos="5670"/>
          <w:tab w:val="decimal" w:pos="6930"/>
          <w:tab w:val="decimal" w:pos="8100"/>
        </w:tabs>
        <w:spacing w:line="240" w:lineRule="atLeast"/>
        <w:rPr>
          <w:bCs/>
        </w:rPr>
      </w:pPr>
      <w:r w:rsidRPr="0042234B">
        <w:rPr>
          <w:bCs/>
        </w:rPr>
        <w:tab/>
        <w:t>Variable costs</w:t>
      </w:r>
      <w:r w:rsidRPr="0042234B">
        <w:rPr>
          <w:bCs/>
        </w:rPr>
        <w:tab/>
      </w:r>
      <w:r w:rsidRPr="0042234B">
        <w:rPr>
          <w:bCs/>
          <w:u w:val="single"/>
        </w:rPr>
        <w:t xml:space="preserve">   </w:t>
      </w:r>
      <w:r>
        <w:rPr>
          <w:bCs/>
          <w:u w:val="single"/>
        </w:rPr>
        <w:t xml:space="preserve">  </w:t>
      </w:r>
      <w:r w:rsidRPr="0042234B">
        <w:rPr>
          <w:bCs/>
          <w:u w:val="single"/>
        </w:rPr>
        <w:t xml:space="preserve">  </w:t>
      </w:r>
      <w:r>
        <w:rPr>
          <w:bCs/>
          <w:u w:val="single"/>
        </w:rPr>
        <w:t>5</w:t>
      </w:r>
      <w:r w:rsidRPr="0042234B">
        <w:rPr>
          <w:bCs/>
          <w:u w:val="single"/>
        </w:rPr>
        <w:t>0</w:t>
      </w:r>
      <w:r w:rsidRPr="0042234B">
        <w:rPr>
          <w:bCs/>
        </w:rPr>
        <w:tab/>
      </w:r>
      <w:r w:rsidRPr="0042234B">
        <w:rPr>
          <w:bCs/>
          <w:u w:val="single"/>
        </w:rPr>
        <w:t xml:space="preserve">     </w:t>
      </w:r>
      <w:r>
        <w:rPr>
          <w:bCs/>
          <w:u w:val="single"/>
        </w:rPr>
        <w:t>2</w:t>
      </w:r>
      <w:r w:rsidRPr="0042234B">
        <w:rPr>
          <w:bCs/>
          <w:u w:val="single"/>
        </w:rPr>
        <w:t>00</w:t>
      </w:r>
      <w:r w:rsidRPr="0042234B">
        <w:rPr>
          <w:bCs/>
        </w:rPr>
        <w:tab/>
      </w:r>
      <w:r w:rsidRPr="0042234B">
        <w:rPr>
          <w:bCs/>
          <w:u w:val="single"/>
        </w:rPr>
        <w:t xml:space="preserve">     </w:t>
      </w:r>
      <w:r>
        <w:rPr>
          <w:bCs/>
          <w:u w:val="single"/>
        </w:rPr>
        <w:t>35</w:t>
      </w:r>
      <w:r w:rsidRPr="0042234B">
        <w:rPr>
          <w:bCs/>
          <w:u w:val="single"/>
        </w:rPr>
        <w:t>0</w:t>
      </w:r>
    </w:p>
    <w:p w:rsidR="005C186D" w:rsidRPr="0042234B" w:rsidRDefault="005C186D" w:rsidP="002E4D3E">
      <w:pPr>
        <w:tabs>
          <w:tab w:val="left" w:pos="840"/>
          <w:tab w:val="left" w:pos="1200"/>
          <w:tab w:val="decimal" w:pos="5670"/>
          <w:tab w:val="decimal" w:pos="6930"/>
          <w:tab w:val="decimal" w:pos="8100"/>
        </w:tabs>
        <w:spacing w:line="240" w:lineRule="atLeast"/>
        <w:rPr>
          <w:bCs/>
        </w:rPr>
      </w:pPr>
      <w:r w:rsidRPr="0042234B">
        <w:rPr>
          <w:bCs/>
        </w:rPr>
        <w:tab/>
        <w:t>Contribution margin</w:t>
      </w:r>
      <w:r w:rsidRPr="0042234B">
        <w:rPr>
          <w:bCs/>
        </w:rPr>
        <w:tab/>
        <w:t xml:space="preserve">$   </w:t>
      </w:r>
      <w:r>
        <w:rPr>
          <w:bCs/>
        </w:rPr>
        <w:t>4</w:t>
      </w:r>
      <w:r w:rsidRPr="0042234B">
        <w:rPr>
          <w:bCs/>
        </w:rPr>
        <w:t>50</w:t>
      </w:r>
      <w:r w:rsidRPr="0042234B">
        <w:rPr>
          <w:bCs/>
        </w:rPr>
        <w:tab/>
        <w:t>$1,</w:t>
      </w:r>
      <w:r>
        <w:rPr>
          <w:bCs/>
        </w:rPr>
        <w:t>8</w:t>
      </w:r>
      <w:r w:rsidRPr="0042234B">
        <w:rPr>
          <w:bCs/>
        </w:rPr>
        <w:t>00</w:t>
      </w:r>
      <w:r w:rsidRPr="0042234B">
        <w:rPr>
          <w:bCs/>
        </w:rPr>
        <w:tab/>
        <w:t>$</w:t>
      </w:r>
      <w:r>
        <w:rPr>
          <w:bCs/>
        </w:rPr>
        <w:t>3,1</w:t>
      </w:r>
      <w:r w:rsidRPr="0042234B">
        <w:rPr>
          <w:bCs/>
        </w:rPr>
        <w:t>50</w:t>
      </w:r>
    </w:p>
    <w:p w:rsidR="005C186D" w:rsidRPr="0042234B" w:rsidRDefault="005C186D" w:rsidP="00A4495E">
      <w:pPr>
        <w:tabs>
          <w:tab w:val="left" w:pos="840"/>
          <w:tab w:val="left" w:pos="1200"/>
          <w:tab w:val="right" w:pos="4500"/>
          <w:tab w:val="decimal" w:pos="5400"/>
          <w:tab w:val="decimal" w:pos="6660"/>
          <w:tab w:val="decimal" w:pos="7820"/>
        </w:tabs>
        <w:spacing w:line="240" w:lineRule="atLeast"/>
        <w:rPr>
          <w:bCs/>
        </w:rPr>
      </w:pPr>
      <w:r w:rsidRPr="0042234B">
        <w:rPr>
          <w:bCs/>
        </w:rPr>
        <w:tab/>
        <w:t>Fixed costs:   Rent</w:t>
      </w:r>
      <w:r w:rsidRPr="0042234B">
        <w:rPr>
          <w:bCs/>
        </w:rPr>
        <w:tab/>
        <w:t xml:space="preserve">$   </w:t>
      </w:r>
      <w:r>
        <w:rPr>
          <w:bCs/>
        </w:rPr>
        <w:t>7</w:t>
      </w:r>
      <w:r w:rsidRPr="0042234B">
        <w:rPr>
          <w:bCs/>
        </w:rPr>
        <w:t>00</w:t>
      </w:r>
    </w:p>
    <w:p w:rsidR="005C186D" w:rsidRPr="0042234B" w:rsidRDefault="005C186D" w:rsidP="00A4495E">
      <w:pPr>
        <w:tabs>
          <w:tab w:val="left" w:pos="840"/>
          <w:tab w:val="left" w:pos="2700"/>
          <w:tab w:val="left" w:pos="2790"/>
          <w:tab w:val="right" w:pos="4500"/>
          <w:tab w:val="decimal" w:pos="5670"/>
          <w:tab w:val="decimal" w:pos="6930"/>
          <w:tab w:val="decimal" w:pos="8100"/>
        </w:tabs>
        <w:spacing w:line="240" w:lineRule="atLeast"/>
        <w:rPr>
          <w:bCs/>
          <w:u w:val="single"/>
        </w:rPr>
      </w:pPr>
      <w:r w:rsidRPr="0042234B">
        <w:rPr>
          <w:bCs/>
        </w:rPr>
        <w:tab/>
      </w:r>
      <w:r>
        <w:rPr>
          <w:bCs/>
        </w:rPr>
        <w:t xml:space="preserve">                      </w:t>
      </w:r>
      <w:r w:rsidRPr="0042234B">
        <w:rPr>
          <w:bCs/>
        </w:rPr>
        <w:t>Prizes</w:t>
      </w:r>
      <w:r>
        <w:rPr>
          <w:bCs/>
        </w:rPr>
        <w:tab/>
      </w:r>
      <w:r w:rsidRPr="0042234B">
        <w:rPr>
          <w:bCs/>
        </w:rPr>
        <w:tab/>
      </w:r>
      <w:r w:rsidRPr="0042234B">
        <w:rPr>
          <w:bCs/>
          <w:u w:val="single"/>
        </w:rPr>
        <w:t>1,</w:t>
      </w:r>
      <w:r>
        <w:rPr>
          <w:bCs/>
          <w:u w:val="single"/>
        </w:rPr>
        <w:t>05</w:t>
      </w:r>
      <w:r w:rsidRPr="0042234B">
        <w:rPr>
          <w:bCs/>
          <w:u w:val="single"/>
        </w:rPr>
        <w:t>0</w:t>
      </w:r>
      <w:r w:rsidRPr="0042234B">
        <w:rPr>
          <w:bCs/>
        </w:rPr>
        <w:tab/>
      </w:r>
      <w:r w:rsidRPr="0042234B">
        <w:rPr>
          <w:bCs/>
          <w:u w:val="single"/>
        </w:rPr>
        <w:t xml:space="preserve">  1,</w:t>
      </w:r>
      <w:r>
        <w:rPr>
          <w:bCs/>
          <w:u w:val="single"/>
        </w:rPr>
        <w:t>75</w:t>
      </w:r>
      <w:r w:rsidRPr="0042234B">
        <w:rPr>
          <w:bCs/>
          <w:u w:val="single"/>
        </w:rPr>
        <w:t>0</w:t>
      </w:r>
      <w:r w:rsidRPr="0042234B">
        <w:rPr>
          <w:bCs/>
        </w:rPr>
        <w:tab/>
      </w:r>
      <w:r w:rsidRPr="0042234B">
        <w:rPr>
          <w:bCs/>
          <w:u w:val="single"/>
        </w:rPr>
        <w:t xml:space="preserve">  1,</w:t>
      </w:r>
      <w:r>
        <w:rPr>
          <w:bCs/>
          <w:u w:val="single"/>
        </w:rPr>
        <w:t>75</w:t>
      </w:r>
      <w:r w:rsidRPr="0042234B">
        <w:rPr>
          <w:bCs/>
          <w:u w:val="single"/>
        </w:rPr>
        <w:t>0</w:t>
      </w:r>
      <w:r w:rsidRPr="0042234B">
        <w:rPr>
          <w:bCs/>
        </w:rPr>
        <w:tab/>
      </w:r>
      <w:r w:rsidRPr="0042234B">
        <w:rPr>
          <w:bCs/>
          <w:u w:val="single"/>
        </w:rPr>
        <w:t xml:space="preserve">  1,</w:t>
      </w:r>
      <w:r>
        <w:rPr>
          <w:bCs/>
          <w:u w:val="single"/>
        </w:rPr>
        <w:t>75</w:t>
      </w:r>
      <w:r w:rsidRPr="0042234B">
        <w:rPr>
          <w:bCs/>
          <w:u w:val="single"/>
        </w:rPr>
        <w:t>0</w:t>
      </w:r>
    </w:p>
    <w:p w:rsidR="005C186D" w:rsidRPr="0042234B" w:rsidRDefault="005C186D" w:rsidP="002E4D3E">
      <w:pPr>
        <w:tabs>
          <w:tab w:val="left" w:pos="840"/>
          <w:tab w:val="left" w:pos="1200"/>
          <w:tab w:val="decimal" w:pos="5670"/>
          <w:tab w:val="decimal" w:pos="6930"/>
          <w:tab w:val="decimal" w:pos="8100"/>
        </w:tabs>
        <w:spacing w:line="240" w:lineRule="atLeast"/>
        <w:rPr>
          <w:bCs/>
          <w:u w:val="double"/>
        </w:rPr>
      </w:pPr>
      <w:r w:rsidRPr="0042234B">
        <w:rPr>
          <w:bCs/>
        </w:rPr>
        <w:tab/>
        <w:t>Operating income (loss)</w:t>
      </w:r>
      <w:r w:rsidRPr="0042234B">
        <w:rPr>
          <w:bCs/>
        </w:rPr>
        <w:tab/>
      </w:r>
      <w:r>
        <w:rPr>
          <w:bCs/>
          <w:u w:val="double"/>
        </w:rPr>
        <w:t>$</w:t>
      </w:r>
      <w:r w:rsidRPr="0042234B">
        <w:rPr>
          <w:bCs/>
          <w:u w:val="double"/>
        </w:rPr>
        <w:t>(</w:t>
      </w:r>
      <w:r>
        <w:rPr>
          <w:bCs/>
          <w:u w:val="double"/>
        </w:rPr>
        <w:t>1,30</w:t>
      </w:r>
      <w:r w:rsidRPr="0042234B">
        <w:rPr>
          <w:bCs/>
          <w:u w:val="double"/>
        </w:rPr>
        <w:t>0</w:t>
      </w:r>
      <w:r w:rsidRPr="0042234B">
        <w:rPr>
          <w:bCs/>
        </w:rPr>
        <w:t>)</w:t>
      </w:r>
      <w:r w:rsidRPr="0042234B">
        <w:rPr>
          <w:bCs/>
        </w:rPr>
        <w:tab/>
      </w:r>
      <w:r w:rsidRPr="0042234B">
        <w:rPr>
          <w:bCs/>
          <w:u w:val="double"/>
        </w:rPr>
        <w:t xml:space="preserve">$     </w:t>
      </w:r>
      <w:r>
        <w:rPr>
          <w:bCs/>
          <w:u w:val="double"/>
        </w:rPr>
        <w:t>5</w:t>
      </w:r>
      <w:r w:rsidRPr="0042234B">
        <w:rPr>
          <w:bCs/>
          <w:u w:val="double"/>
        </w:rPr>
        <w:t>0</w:t>
      </w:r>
      <w:r w:rsidRPr="0042234B">
        <w:rPr>
          <w:bCs/>
        </w:rPr>
        <w:tab/>
      </w:r>
      <w:r>
        <w:rPr>
          <w:bCs/>
          <w:u w:val="double"/>
        </w:rPr>
        <w:t>$1,40</w:t>
      </w:r>
      <w:r w:rsidRPr="0042234B">
        <w:rPr>
          <w:bCs/>
          <w:u w:val="double"/>
        </w:rPr>
        <w:t>0</w:t>
      </w:r>
    </w:p>
    <w:p w:rsidR="005C186D" w:rsidRPr="0042234B" w:rsidRDefault="005C186D" w:rsidP="002E4D3E">
      <w:pPr>
        <w:tabs>
          <w:tab w:val="right" w:pos="1560"/>
          <w:tab w:val="left" w:pos="1800"/>
          <w:tab w:val="right" w:pos="5400"/>
        </w:tabs>
        <w:spacing w:line="240" w:lineRule="atLeast"/>
        <w:rPr>
          <w:bCs/>
        </w:rPr>
      </w:pPr>
    </w:p>
    <w:p w:rsidR="005C186D" w:rsidRPr="0042234B" w:rsidRDefault="005C186D" w:rsidP="002E4D3E">
      <w:pPr>
        <w:tabs>
          <w:tab w:val="left" w:pos="840"/>
        </w:tabs>
        <w:spacing w:line="240" w:lineRule="atLeast"/>
        <w:ind w:left="810"/>
      </w:pPr>
      <w:r>
        <w:rPr>
          <w:bCs/>
        </w:rPr>
        <w:t>T</w:t>
      </w:r>
      <w:r w:rsidRPr="0042234B">
        <w:rPr>
          <w:bCs/>
        </w:rPr>
        <w:t>he risk is lower</w:t>
      </w:r>
      <w:r>
        <w:rPr>
          <w:bCs/>
        </w:rPr>
        <w:t xml:space="preserve"> with the revised cost structure</w:t>
      </w:r>
      <w:r w:rsidRPr="0042234B">
        <w:rPr>
          <w:bCs/>
        </w:rPr>
        <w:t xml:space="preserve"> because of l</w:t>
      </w:r>
      <w:r>
        <w:rPr>
          <w:bCs/>
        </w:rPr>
        <w:t>ower operating</w:t>
      </w:r>
      <w:r w:rsidRPr="0042234B">
        <w:rPr>
          <w:bCs/>
        </w:rPr>
        <w:t xml:space="preserve"> leverage</w:t>
      </w:r>
      <w:r>
        <w:rPr>
          <w:bCs/>
        </w:rPr>
        <w:t xml:space="preserve"> – f</w:t>
      </w:r>
      <w:r w:rsidRPr="0042234B">
        <w:rPr>
          <w:bCs/>
        </w:rPr>
        <w:t xml:space="preserve">ixed costs are </w:t>
      </w:r>
      <w:r>
        <w:rPr>
          <w:bCs/>
        </w:rPr>
        <w:t>lower and variable costs are higher.  S</w:t>
      </w:r>
      <w:r w:rsidRPr="0042234B">
        <w:rPr>
          <w:bCs/>
        </w:rPr>
        <w:t xml:space="preserve">ome of the risk has been shifted to the hotel.  </w:t>
      </w:r>
      <w:r>
        <w:rPr>
          <w:bCs/>
        </w:rPr>
        <w:t xml:space="preserve">As a result, when attendance is low, the </w:t>
      </w:r>
      <w:r w:rsidRPr="001D6D2A">
        <w:rPr>
          <w:bCs/>
        </w:rPr>
        <w:t>parish</w:t>
      </w:r>
      <w:r>
        <w:rPr>
          <w:bCs/>
        </w:rPr>
        <w:t xml:space="preserve"> will not lose as much money, and when attendance is high, the </w:t>
      </w:r>
      <w:r w:rsidRPr="001D6D2A">
        <w:rPr>
          <w:bCs/>
        </w:rPr>
        <w:t>parish</w:t>
      </w:r>
      <w:r>
        <w:rPr>
          <w:bCs/>
        </w:rPr>
        <w:t xml:space="preserve"> will not make as much money</w:t>
      </w:r>
      <w:r w:rsidRPr="0042234B">
        <w:rPr>
          <w:bCs/>
        </w:rPr>
        <w:t xml:space="preserve">.  </w:t>
      </w:r>
      <w:r>
        <w:rPr>
          <w:bCs/>
        </w:rPr>
        <w:t>For example, t</w:t>
      </w:r>
      <w:r w:rsidRPr="0042234B">
        <w:rPr>
          <w:bCs/>
        </w:rPr>
        <w:t xml:space="preserve">he income </w:t>
      </w:r>
      <w:r>
        <w:rPr>
          <w:bCs/>
        </w:rPr>
        <w:t>at 350 persons is $1,400 versus $1,500 and the loss</w:t>
      </w:r>
      <w:r w:rsidRPr="0042234B">
        <w:rPr>
          <w:bCs/>
        </w:rPr>
        <w:t xml:space="preserve"> </w:t>
      </w:r>
      <w:r>
        <w:rPr>
          <w:bCs/>
        </w:rPr>
        <w:t>at 50 persons is</w:t>
      </w:r>
      <w:r w:rsidRPr="0042234B">
        <w:rPr>
          <w:bCs/>
        </w:rPr>
        <w:t xml:space="preserve"> $</w:t>
      </w:r>
      <w:r>
        <w:rPr>
          <w:bCs/>
        </w:rPr>
        <w:t>(1,30</w:t>
      </w:r>
      <w:r w:rsidRPr="0042234B">
        <w:rPr>
          <w:bCs/>
        </w:rPr>
        <w:t>0</w:t>
      </w:r>
      <w:r>
        <w:rPr>
          <w:bCs/>
        </w:rPr>
        <w:t>)</w:t>
      </w:r>
      <w:r w:rsidRPr="0042234B">
        <w:rPr>
          <w:bCs/>
        </w:rPr>
        <w:t xml:space="preserve"> instead of $</w:t>
      </w:r>
      <w:r>
        <w:rPr>
          <w:bCs/>
        </w:rPr>
        <w:t>(1,50</w:t>
      </w:r>
      <w:r w:rsidRPr="0042234B">
        <w:rPr>
          <w:bCs/>
        </w:rPr>
        <w:t>0</w:t>
      </w:r>
      <w:r>
        <w:rPr>
          <w:bCs/>
        </w:rPr>
        <w:t>)</w:t>
      </w:r>
      <w:r w:rsidRPr="0042234B">
        <w:rPr>
          <w:bCs/>
        </w:rPr>
        <w:t>.</w:t>
      </w:r>
    </w:p>
    <w:p w:rsidR="005C186D" w:rsidRPr="0042234B" w:rsidRDefault="005C186D" w:rsidP="002E4D3E">
      <w:pPr>
        <w:tabs>
          <w:tab w:val="left" w:pos="5040"/>
        </w:tabs>
      </w:pPr>
      <w:r w:rsidRPr="0042234B">
        <w:rPr>
          <w:spacing w:val="-20"/>
          <w:u w:val="single"/>
        </w:rPr>
        <w:br w:type="page"/>
      </w:r>
      <w:r w:rsidRPr="0042234B">
        <w:rPr>
          <w:u w:val="single"/>
        </w:rPr>
        <w:t>2-5</w:t>
      </w:r>
      <w:r>
        <w:rPr>
          <w:u w:val="single"/>
        </w:rPr>
        <w:t>8</w:t>
      </w:r>
      <w:r w:rsidRPr="0042234B">
        <w:t xml:space="preserve">  (10-20 min.)</w:t>
      </w:r>
    </w:p>
    <w:p w:rsidR="005C186D" w:rsidRPr="0042234B" w:rsidRDefault="005C186D" w:rsidP="002E4D3E"/>
    <w:p w:rsidR="005C186D" w:rsidRPr="0042234B" w:rsidRDefault="005C186D" w:rsidP="002E4D3E">
      <w:r w:rsidRPr="0042234B">
        <w:t xml:space="preserve">1.  To compute eBay’s operating income, we need to know fixed and variable costs.  We are given that its fixed costs are $37 million.  </w:t>
      </w:r>
      <w:r>
        <w:t>V</w:t>
      </w:r>
      <w:r w:rsidRPr="0042234B">
        <w:t xml:space="preserve">ariable costs in the first quarter of 2001 </w:t>
      </w:r>
      <w:r>
        <w:t>were</w:t>
      </w:r>
      <w:r w:rsidRPr="0042234B">
        <w:t>:</w:t>
      </w:r>
    </w:p>
    <w:p w:rsidR="005C186D" w:rsidRPr="0042234B" w:rsidRDefault="005C186D" w:rsidP="002E4D3E"/>
    <w:p w:rsidR="005C186D" w:rsidRPr="0042234B" w:rsidRDefault="005C186D" w:rsidP="004F6D23">
      <w:pPr>
        <w:tabs>
          <w:tab w:val="left" w:pos="3600"/>
        </w:tabs>
      </w:pPr>
      <w:r w:rsidRPr="0042234B">
        <w:t xml:space="preserve">Operating expenses - Fixed costs </w:t>
      </w:r>
      <w:r w:rsidRPr="0042234B">
        <w:tab/>
        <w:t>=  Variable costs</w:t>
      </w:r>
    </w:p>
    <w:p w:rsidR="005C186D" w:rsidRPr="0042234B" w:rsidRDefault="005C186D" w:rsidP="004F6D23">
      <w:pPr>
        <w:tabs>
          <w:tab w:val="left" w:pos="3600"/>
        </w:tabs>
      </w:pPr>
      <w:r>
        <w:t xml:space="preserve">         $123 million  </w:t>
      </w:r>
      <w:r w:rsidRPr="0042234B">
        <w:t xml:space="preserve"> -  $37 million </w:t>
      </w:r>
      <w:r w:rsidRPr="0042234B">
        <w:tab/>
        <w:t>=  $86 million</w:t>
      </w:r>
    </w:p>
    <w:p w:rsidR="005C186D" w:rsidRPr="0042234B" w:rsidRDefault="005C186D" w:rsidP="002E4D3E"/>
    <w:p w:rsidR="005C186D" w:rsidRDefault="005C186D" w:rsidP="002E4D3E">
      <w:r>
        <w:t xml:space="preserve">Variable costs were $86 million ÷ $154 million = 55.84% of sales.  If this percentage also applied to 2002, variable costs in 2002 should have been 55.84% × $245 million = 136.8 million.  </w:t>
      </w:r>
    </w:p>
    <w:p w:rsidR="005C186D" w:rsidRDefault="005C186D" w:rsidP="002E4D3E"/>
    <w:p w:rsidR="005C186D" w:rsidRPr="0042234B" w:rsidRDefault="005C186D" w:rsidP="002E4D3E">
      <w:r w:rsidRPr="0042234B">
        <w:t xml:space="preserve">Since sales increased </w:t>
      </w:r>
      <w:r>
        <w:t>by</w:t>
      </w:r>
      <w:r w:rsidRPr="0042234B">
        <w:t xml:space="preserve"> </w:t>
      </w:r>
      <w:r>
        <w:t xml:space="preserve">1 – ($245 million ÷ $154 million) = </w:t>
      </w:r>
      <w:r w:rsidRPr="0042234B">
        <w:t>59</w:t>
      </w:r>
      <w:r>
        <w:t>.09</w:t>
      </w:r>
      <w:r w:rsidRPr="0042234B">
        <w:t>% in 2002, variable costs should also have increased by 59</w:t>
      </w:r>
      <w:r>
        <w:t>.09</w:t>
      </w:r>
      <w:r w:rsidRPr="0042234B">
        <w:t>%:</w:t>
      </w:r>
    </w:p>
    <w:p w:rsidR="005C186D" w:rsidRPr="0042234B" w:rsidRDefault="005C186D" w:rsidP="002E4D3E"/>
    <w:p w:rsidR="005C186D" w:rsidRPr="0042234B" w:rsidRDefault="005C186D" w:rsidP="002E4D3E">
      <w:r w:rsidRPr="0042234B">
        <w:t>2002 variable costs = 1.59</w:t>
      </w:r>
      <w:r>
        <w:t>09</w:t>
      </w:r>
      <w:r w:rsidRPr="0042234B">
        <w:t xml:space="preserve"> × $86 million = $13</w:t>
      </w:r>
      <w:r>
        <w:t>6.8</w:t>
      </w:r>
      <w:r w:rsidRPr="0042234B">
        <w:t xml:space="preserve"> million</w:t>
      </w:r>
    </w:p>
    <w:p w:rsidR="005C186D" w:rsidRPr="0042234B" w:rsidRDefault="005C186D" w:rsidP="002E4D3E"/>
    <w:p w:rsidR="005C186D" w:rsidRPr="0042234B" w:rsidRDefault="005C186D" w:rsidP="00F435A8">
      <w:pPr>
        <w:outlineLvl w:val="0"/>
      </w:pPr>
      <w:r w:rsidRPr="0042234B">
        <w:t>Therefore, we calculate 2002 operating income as follows:</w:t>
      </w:r>
    </w:p>
    <w:p w:rsidR="005C186D" w:rsidRPr="0042234B" w:rsidRDefault="005C186D" w:rsidP="002E4D3E"/>
    <w:p w:rsidR="005C186D" w:rsidRPr="0042234B" w:rsidRDefault="005C186D" w:rsidP="002E4D3E">
      <w:r w:rsidRPr="0042234B">
        <w:t>operating income =  revenues – variable cost – fixed cost</w:t>
      </w:r>
    </w:p>
    <w:p w:rsidR="005C186D" w:rsidRPr="0042234B" w:rsidRDefault="005C186D" w:rsidP="002E4D3E">
      <w:r w:rsidRPr="0042234B">
        <w:t xml:space="preserve">                   =$245 million - $13</w:t>
      </w:r>
      <w:r>
        <w:t>6.8</w:t>
      </w:r>
      <w:r w:rsidRPr="0042234B">
        <w:t xml:space="preserve"> million - $37 million = $71</w:t>
      </w:r>
      <w:r>
        <w:t>.2</w:t>
      </w:r>
      <w:r w:rsidRPr="0042234B">
        <w:t xml:space="preserve"> million</w:t>
      </w:r>
    </w:p>
    <w:p w:rsidR="005C186D" w:rsidRPr="0042234B" w:rsidRDefault="005C186D" w:rsidP="002E4D3E"/>
    <w:p w:rsidR="005C186D" w:rsidRPr="0042234B" w:rsidRDefault="005C186D" w:rsidP="00F435A8">
      <w:pPr>
        <w:outlineLvl w:val="0"/>
      </w:pPr>
      <w:r w:rsidRPr="0042234B">
        <w:t>This is a 1</w:t>
      </w:r>
      <w:r>
        <w:t>30</w:t>
      </w:r>
      <w:r w:rsidRPr="0042234B">
        <w:t>% increase in operating income:</w:t>
      </w:r>
    </w:p>
    <w:p w:rsidR="005C186D" w:rsidRPr="0042234B" w:rsidRDefault="005C186D" w:rsidP="002E4D3E"/>
    <w:p w:rsidR="005C186D" w:rsidRPr="0042234B" w:rsidRDefault="005C186D" w:rsidP="002E4D3E">
      <w:r w:rsidRPr="0042234B">
        <w:t>($71</w:t>
      </w:r>
      <w:r>
        <w:t>.2</w:t>
      </w:r>
      <w:r w:rsidRPr="0042234B">
        <w:t xml:space="preserve"> million ÷ $31 million) – 1 = 1</w:t>
      </w:r>
      <w:r>
        <w:t>30</w:t>
      </w:r>
      <w:r w:rsidRPr="0042234B">
        <w:t>%</w:t>
      </w:r>
    </w:p>
    <w:p w:rsidR="005C186D" w:rsidRPr="0042234B" w:rsidRDefault="005C186D" w:rsidP="002E4D3E">
      <w:pPr>
        <w:rPr>
          <w:spacing w:val="-20"/>
        </w:rPr>
      </w:pPr>
    </w:p>
    <w:p w:rsidR="005C186D" w:rsidRPr="0042234B" w:rsidRDefault="005C186D" w:rsidP="002E4D3E">
      <w:r w:rsidRPr="0042234B">
        <w:t>2.  When sales increased 59%, operating income increased by 1</w:t>
      </w:r>
      <w:r>
        <w:t>30</w:t>
      </w:r>
      <w:r w:rsidRPr="0042234B">
        <w:t xml:space="preserve">%.  This is an example of </w:t>
      </w:r>
      <w:r>
        <w:t xml:space="preserve">the effect of operating </w:t>
      </w:r>
      <w:r w:rsidRPr="0042234B">
        <w:t>leverage.  The variable cost percentage is</w:t>
      </w:r>
      <w:r>
        <w:t xml:space="preserve"> approximately</w:t>
      </w:r>
      <w:r w:rsidRPr="0042234B">
        <w:t xml:space="preserve"> $86 ÷ $154 = 56%.  Thus, the contribution margin percentage is 100% - 56% = 44%.  Every dollar of sales generates $.44 of operating income.  The sales increase of $245 million - $154 million = $91 million generated $91 million × 44% = $40 million of operating income, while the original $154 million of sales had generated only $31 million of operating income.  This is because the same $37 million of fixed cost applied at both level of sales.  The additional $91 million of sales caused no additional fixed costs, so its total contribution margin all becomes operating income.</w:t>
      </w:r>
    </w:p>
    <w:p w:rsidR="005C186D" w:rsidRPr="0042234B" w:rsidRDefault="005C186D" w:rsidP="002E4D3E">
      <w:pPr>
        <w:tabs>
          <w:tab w:val="left" w:pos="840"/>
        </w:tabs>
      </w:pPr>
      <w:r w:rsidRPr="0042234B">
        <w:rPr>
          <w:spacing w:val="-20"/>
          <w:u w:val="single"/>
        </w:rPr>
        <w:br w:type="page"/>
      </w:r>
      <w:r w:rsidRPr="0042234B">
        <w:rPr>
          <w:u w:val="single"/>
        </w:rPr>
        <w:t>2-5</w:t>
      </w:r>
      <w:r>
        <w:rPr>
          <w:u w:val="single"/>
        </w:rPr>
        <w:t>9</w:t>
      </w:r>
      <w:r w:rsidRPr="0042234B">
        <w:tab/>
        <w:t>(15-25 min.)</w:t>
      </w:r>
    </w:p>
    <w:p w:rsidR="005C186D" w:rsidRPr="0042234B" w:rsidRDefault="005C186D" w:rsidP="002E4D3E">
      <w:pPr>
        <w:tabs>
          <w:tab w:val="left" w:pos="840"/>
        </w:tabs>
      </w:pPr>
    </w:p>
    <w:p w:rsidR="005C186D" w:rsidRPr="0042234B" w:rsidRDefault="005C186D" w:rsidP="002E4D3E">
      <w:pPr>
        <w:tabs>
          <w:tab w:val="right" w:pos="1620"/>
          <w:tab w:val="left" w:pos="1800"/>
          <w:tab w:val="left" w:pos="2160"/>
        </w:tabs>
      </w:pPr>
      <w:r w:rsidRPr="0042234B">
        <w:t>1.</w:t>
      </w:r>
      <w:r w:rsidRPr="0042234B">
        <w:tab/>
        <w:t>Let N</w:t>
      </w:r>
      <w:r w:rsidRPr="0042234B">
        <w:tab/>
        <w:t>=</w:t>
      </w:r>
      <w:r w:rsidRPr="0042234B">
        <w:tab/>
        <w:t>number of hamburgers per month</w:t>
      </w:r>
    </w:p>
    <w:p w:rsidR="005C186D" w:rsidRPr="0042234B" w:rsidRDefault="005C186D" w:rsidP="002E4D3E">
      <w:pPr>
        <w:tabs>
          <w:tab w:val="right" w:pos="1620"/>
          <w:tab w:val="left" w:pos="1800"/>
          <w:tab w:val="left" w:pos="2160"/>
        </w:tabs>
      </w:pPr>
      <w:r w:rsidRPr="0042234B">
        <w:tab/>
        <w:t>$1.2</w:t>
      </w:r>
      <w:r>
        <w:t>5</w:t>
      </w:r>
      <w:r w:rsidRPr="0042234B">
        <w:t>N</w:t>
      </w:r>
      <w:r w:rsidRPr="0042234B">
        <w:tab/>
        <w:t>=</w:t>
      </w:r>
      <w:r w:rsidRPr="0042234B">
        <w:tab/>
        <w:t>$.7</w:t>
      </w:r>
      <w:r>
        <w:t>1</w:t>
      </w:r>
      <w:r w:rsidRPr="0042234B">
        <w:t>N + $1,</w:t>
      </w:r>
      <w:r>
        <w:t>782</w:t>
      </w:r>
    </w:p>
    <w:p w:rsidR="005C186D" w:rsidRPr="0042234B" w:rsidRDefault="005C186D" w:rsidP="002E4D3E">
      <w:pPr>
        <w:tabs>
          <w:tab w:val="right" w:pos="1620"/>
          <w:tab w:val="left" w:pos="1800"/>
          <w:tab w:val="left" w:pos="2160"/>
        </w:tabs>
      </w:pPr>
      <w:r w:rsidRPr="0042234B">
        <w:tab/>
        <w:t>$.5</w:t>
      </w:r>
      <w:r>
        <w:t>4</w:t>
      </w:r>
      <w:r w:rsidRPr="0042234B">
        <w:t>N</w:t>
      </w:r>
      <w:r w:rsidRPr="0042234B">
        <w:tab/>
        <w:t>=</w:t>
      </w:r>
      <w:r w:rsidRPr="0042234B">
        <w:tab/>
        <w:t>$1,</w:t>
      </w:r>
      <w:r>
        <w:t>782</w:t>
      </w:r>
    </w:p>
    <w:p w:rsidR="005C186D" w:rsidRPr="0042234B" w:rsidRDefault="005C186D" w:rsidP="002E4D3E">
      <w:pPr>
        <w:tabs>
          <w:tab w:val="right" w:pos="1620"/>
          <w:tab w:val="left" w:pos="1800"/>
          <w:tab w:val="left" w:pos="2160"/>
        </w:tabs>
      </w:pPr>
      <w:r w:rsidRPr="0042234B">
        <w:tab/>
        <w:t>N</w:t>
      </w:r>
      <w:r w:rsidRPr="0042234B">
        <w:tab/>
        <w:t>=</w:t>
      </w:r>
      <w:r w:rsidRPr="0042234B">
        <w:tab/>
        <w:t>3,</w:t>
      </w:r>
      <w:r>
        <w:t>30</w:t>
      </w:r>
      <w:r w:rsidRPr="0042234B">
        <w:t>0 per month, or 3,</w:t>
      </w:r>
      <w:r>
        <w:t>30</w:t>
      </w:r>
      <w:r w:rsidRPr="0042234B">
        <w:t>0 ÷ 30 = 1</w:t>
      </w:r>
      <w:r>
        <w:t>10</w:t>
      </w:r>
      <w:r w:rsidRPr="0042234B">
        <w:t xml:space="preserve"> per day</w:t>
      </w:r>
    </w:p>
    <w:p w:rsidR="005C186D" w:rsidRPr="0042234B" w:rsidRDefault="005C186D" w:rsidP="002E4D3E">
      <w:pPr>
        <w:tabs>
          <w:tab w:val="right" w:pos="1920"/>
          <w:tab w:val="left" w:pos="2160"/>
        </w:tabs>
      </w:pPr>
    </w:p>
    <w:p w:rsidR="005C186D" w:rsidRPr="0042234B" w:rsidRDefault="005C186D" w:rsidP="002E4D3E">
      <w:pPr>
        <w:tabs>
          <w:tab w:val="left" w:pos="840"/>
        </w:tabs>
      </w:pPr>
      <w:r w:rsidRPr="0042234B">
        <w:t>2.</w:t>
      </w:r>
      <w:r w:rsidRPr="0042234B">
        <w:tab/>
        <w:t>Multiply the answers in (1) by $1.2</w:t>
      </w:r>
      <w:r>
        <w:t>5</w:t>
      </w:r>
    </w:p>
    <w:p w:rsidR="005C186D" w:rsidRPr="0042234B" w:rsidRDefault="005C186D" w:rsidP="002E4D3E">
      <w:pPr>
        <w:tabs>
          <w:tab w:val="left" w:pos="840"/>
        </w:tabs>
      </w:pPr>
    </w:p>
    <w:p w:rsidR="005C186D" w:rsidRPr="0042234B" w:rsidRDefault="005C186D" w:rsidP="002E4D3E">
      <w:pPr>
        <w:tabs>
          <w:tab w:val="right" w:pos="2520"/>
          <w:tab w:val="left" w:pos="2700"/>
        </w:tabs>
      </w:pPr>
      <w:r>
        <w:tab/>
        <w:t>3,30</w:t>
      </w:r>
      <w:r w:rsidRPr="0042234B">
        <w:t>0 × $1.2</w:t>
      </w:r>
      <w:r>
        <w:t>5</w:t>
      </w:r>
      <w:r w:rsidRPr="0042234B">
        <w:t xml:space="preserve"> =</w:t>
      </w:r>
      <w:r w:rsidRPr="0042234B">
        <w:tab/>
        <w:t>$</w:t>
      </w:r>
      <w:r>
        <w:t>4,125</w:t>
      </w:r>
      <w:r w:rsidRPr="0042234B">
        <w:t xml:space="preserve"> per month</w:t>
      </w:r>
    </w:p>
    <w:p w:rsidR="005C186D" w:rsidRPr="0042234B" w:rsidRDefault="005C186D" w:rsidP="002E4D3E">
      <w:pPr>
        <w:tabs>
          <w:tab w:val="right" w:pos="2520"/>
          <w:tab w:val="left" w:pos="2700"/>
        </w:tabs>
      </w:pPr>
      <w:r w:rsidRPr="0042234B">
        <w:tab/>
        <w:t>1</w:t>
      </w:r>
      <w:r>
        <w:t>10</w:t>
      </w:r>
      <w:r w:rsidRPr="0042234B">
        <w:t xml:space="preserve"> × $1.2</w:t>
      </w:r>
      <w:r>
        <w:t>5</w:t>
      </w:r>
      <w:r w:rsidRPr="0042234B">
        <w:t xml:space="preserve"> =</w:t>
      </w:r>
      <w:r w:rsidRPr="0042234B">
        <w:tab/>
        <w:t>$1</w:t>
      </w:r>
      <w:r>
        <w:t>37.5</w:t>
      </w:r>
      <w:r w:rsidRPr="0042234B">
        <w:t>0 per day</w:t>
      </w:r>
    </w:p>
    <w:p w:rsidR="005C186D" w:rsidRPr="0042234B" w:rsidRDefault="005C186D" w:rsidP="002E4D3E">
      <w:pPr>
        <w:tabs>
          <w:tab w:val="left" w:pos="840"/>
        </w:tabs>
      </w:pPr>
    </w:p>
    <w:p w:rsidR="005C186D" w:rsidRPr="0042234B" w:rsidRDefault="005C186D" w:rsidP="00A4495E">
      <w:pPr>
        <w:tabs>
          <w:tab w:val="left" w:pos="840"/>
          <w:tab w:val="decimal" w:pos="7200"/>
        </w:tabs>
      </w:pPr>
      <w:r w:rsidRPr="0042234B">
        <w:t>3.</w:t>
      </w:r>
      <w:r w:rsidRPr="0042234B">
        <w:tab/>
        <w:t>Hamburgers per month, 3,</w:t>
      </w:r>
      <w:r>
        <w:t>8</w:t>
      </w:r>
      <w:r w:rsidRPr="0042234B">
        <w:t xml:space="preserve">00 ÷ 2  </w:t>
      </w:r>
      <w:r w:rsidRPr="0042234B">
        <w:tab/>
      </w:r>
      <w:r w:rsidRPr="00F43A6E">
        <w:rPr>
          <w:u w:val="single"/>
        </w:rPr>
        <w:t xml:space="preserve">  1,900</w:t>
      </w:r>
    </w:p>
    <w:p w:rsidR="005C186D" w:rsidRPr="0042234B" w:rsidRDefault="005C186D" w:rsidP="00A4495E">
      <w:pPr>
        <w:tabs>
          <w:tab w:val="left" w:pos="840"/>
          <w:tab w:val="decimal" w:pos="7200"/>
        </w:tabs>
      </w:pPr>
      <w:r w:rsidRPr="0042234B">
        <w:tab/>
        <w:t>Revenue per month, 1,</w:t>
      </w:r>
      <w:r>
        <w:t>9</w:t>
      </w:r>
      <w:r w:rsidRPr="0042234B">
        <w:t>00 × $1.2</w:t>
      </w:r>
      <w:r>
        <w:t>5</w:t>
      </w:r>
      <w:r w:rsidRPr="0042234B">
        <w:t xml:space="preserve"> </w:t>
      </w:r>
      <w:r w:rsidRPr="0042234B">
        <w:tab/>
        <w:t>$2,</w:t>
      </w:r>
      <w:r>
        <w:t>375</w:t>
      </w:r>
    </w:p>
    <w:p w:rsidR="005C186D" w:rsidRPr="0042234B" w:rsidRDefault="005C186D" w:rsidP="00A4495E">
      <w:pPr>
        <w:tabs>
          <w:tab w:val="left" w:pos="840"/>
          <w:tab w:val="decimal" w:pos="7200"/>
        </w:tabs>
      </w:pPr>
      <w:r w:rsidRPr="0042234B">
        <w:tab/>
        <w:t>Variable expenses, 1,</w:t>
      </w:r>
      <w:r>
        <w:t>9</w:t>
      </w:r>
      <w:r w:rsidRPr="0042234B">
        <w:t>00 × $.7</w:t>
      </w:r>
      <w:r>
        <w:t>1</w:t>
      </w:r>
      <w:r w:rsidRPr="0042234B">
        <w:tab/>
      </w:r>
      <w:r w:rsidRPr="0042234B">
        <w:rPr>
          <w:u w:val="single"/>
        </w:rPr>
        <w:t xml:space="preserve">  1,</w:t>
      </w:r>
      <w:r>
        <w:rPr>
          <w:u w:val="single"/>
        </w:rPr>
        <w:t>349</w:t>
      </w:r>
    </w:p>
    <w:p w:rsidR="005C186D" w:rsidRPr="0042234B" w:rsidRDefault="005C186D" w:rsidP="00A4495E">
      <w:pPr>
        <w:tabs>
          <w:tab w:val="left" w:pos="840"/>
          <w:tab w:val="decimal" w:pos="7200"/>
        </w:tabs>
      </w:pPr>
      <w:r w:rsidRPr="0042234B">
        <w:tab/>
        <w:t>Contribution margin, 1,</w:t>
      </w:r>
      <w:r>
        <w:t>9</w:t>
      </w:r>
      <w:r w:rsidRPr="0042234B">
        <w:t>00 × $.5</w:t>
      </w:r>
      <w:r>
        <w:t>4</w:t>
      </w:r>
      <w:r>
        <w:tab/>
        <w:t>$1,026</w:t>
      </w:r>
    </w:p>
    <w:p w:rsidR="005C186D" w:rsidRPr="0042234B" w:rsidRDefault="005C186D" w:rsidP="00A4495E">
      <w:pPr>
        <w:tabs>
          <w:tab w:val="left" w:pos="840"/>
          <w:tab w:val="decimal" w:pos="7200"/>
        </w:tabs>
      </w:pPr>
      <w:r w:rsidRPr="0042234B">
        <w:tab/>
        <w:t>Fixed expenses</w:t>
      </w:r>
      <w:r w:rsidRPr="0042234B">
        <w:tab/>
      </w:r>
      <w:r w:rsidRPr="0042234B">
        <w:rPr>
          <w:u w:val="single"/>
        </w:rPr>
        <w:t xml:space="preserve">  1,</w:t>
      </w:r>
      <w:r>
        <w:rPr>
          <w:u w:val="single"/>
        </w:rPr>
        <w:t>782</w:t>
      </w:r>
    </w:p>
    <w:p w:rsidR="005C186D" w:rsidRPr="0042234B" w:rsidRDefault="005C186D" w:rsidP="00A4495E">
      <w:pPr>
        <w:tabs>
          <w:tab w:val="left" w:pos="840"/>
          <w:tab w:val="decimal" w:pos="7200"/>
        </w:tabs>
      </w:pPr>
      <w:r w:rsidRPr="0042234B">
        <w:tab/>
        <w:t>Operating income (loss)</w:t>
      </w:r>
      <w:r w:rsidRPr="0042234B">
        <w:tab/>
      </w:r>
      <w:r w:rsidRPr="0042234B">
        <w:rPr>
          <w:u w:val="double"/>
        </w:rPr>
        <w:t>$  (</w:t>
      </w:r>
      <w:r>
        <w:rPr>
          <w:u w:val="double"/>
        </w:rPr>
        <w:t>756</w:t>
      </w:r>
      <w:r w:rsidRPr="0042234B">
        <w:t>)</w:t>
      </w:r>
    </w:p>
    <w:p w:rsidR="005C186D" w:rsidRPr="0042234B" w:rsidRDefault="005C186D" w:rsidP="002E4D3E">
      <w:pPr>
        <w:tabs>
          <w:tab w:val="left" w:pos="840"/>
          <w:tab w:val="right" w:pos="7680"/>
        </w:tabs>
      </w:pPr>
    </w:p>
    <w:p w:rsidR="005C186D" w:rsidRPr="0042234B" w:rsidRDefault="005C186D" w:rsidP="002E4D3E">
      <w:pPr>
        <w:tabs>
          <w:tab w:val="left" w:pos="840"/>
          <w:tab w:val="right" w:pos="7680"/>
        </w:tabs>
      </w:pPr>
      <w:r w:rsidRPr="0042234B">
        <w:t>4.</w:t>
      </w:r>
      <w:r w:rsidRPr="0042234B">
        <w:tab/>
        <w:t>Contribution margin on extra beers:</w:t>
      </w:r>
    </w:p>
    <w:p w:rsidR="005C186D" w:rsidRPr="0042234B" w:rsidRDefault="005C186D" w:rsidP="002E4D3E">
      <w:pPr>
        <w:tabs>
          <w:tab w:val="left" w:pos="840"/>
          <w:tab w:val="right" w:pos="7680"/>
        </w:tabs>
      </w:pPr>
    </w:p>
    <w:p w:rsidR="005C186D" w:rsidRPr="0042234B" w:rsidRDefault="005C186D" w:rsidP="002E4D3E">
      <w:pPr>
        <w:tabs>
          <w:tab w:val="right" w:pos="3960"/>
          <w:tab w:val="left" w:pos="4080"/>
          <w:tab w:val="right" w:pos="7680"/>
        </w:tabs>
      </w:pPr>
      <w:r w:rsidRPr="0042234B">
        <w:tab/>
        <w:t xml:space="preserve">Per day, </w:t>
      </w:r>
      <w:r>
        <w:t>75</w:t>
      </w:r>
      <w:r w:rsidRPr="0042234B">
        <w:t xml:space="preserve"> × $.</w:t>
      </w:r>
      <w:r>
        <w:t>72</w:t>
      </w:r>
      <w:r w:rsidRPr="0042234B">
        <w:t xml:space="preserve"> =</w:t>
      </w:r>
      <w:r w:rsidRPr="0042234B">
        <w:tab/>
        <w:t>$</w:t>
      </w:r>
      <w:r>
        <w:t>54</w:t>
      </w:r>
    </w:p>
    <w:p w:rsidR="005C186D" w:rsidRPr="0042234B" w:rsidRDefault="005C186D" w:rsidP="002E4D3E">
      <w:pPr>
        <w:tabs>
          <w:tab w:val="right" w:pos="3960"/>
          <w:tab w:val="left" w:pos="4080"/>
          <w:tab w:val="right" w:pos="7680"/>
        </w:tabs>
      </w:pPr>
      <w:r w:rsidRPr="0042234B">
        <w:tab/>
        <w:t>Per month, 30 × $</w:t>
      </w:r>
      <w:r>
        <w:t>54</w:t>
      </w:r>
      <w:r w:rsidRPr="0042234B">
        <w:t xml:space="preserve"> =</w:t>
      </w:r>
      <w:r w:rsidRPr="0042234B">
        <w:tab/>
        <w:t>$1,</w:t>
      </w:r>
      <w:r>
        <w:t>62</w:t>
      </w:r>
      <w:r w:rsidRPr="0042234B">
        <w:t>0</w:t>
      </w:r>
    </w:p>
    <w:p w:rsidR="005C186D" w:rsidRPr="0042234B" w:rsidRDefault="005C186D" w:rsidP="002E4D3E">
      <w:pPr>
        <w:tabs>
          <w:tab w:val="right" w:pos="3240"/>
          <w:tab w:val="left" w:pos="3360"/>
          <w:tab w:val="right" w:pos="7680"/>
        </w:tabs>
      </w:pPr>
    </w:p>
    <w:p w:rsidR="005C186D" w:rsidRPr="0042234B" w:rsidRDefault="005C186D" w:rsidP="002E4D3E">
      <w:pPr>
        <w:tabs>
          <w:tab w:val="left" w:pos="840"/>
        </w:tabs>
        <w:ind w:left="840"/>
      </w:pPr>
      <w:r w:rsidRPr="0042234B">
        <w:t>Income</w:t>
      </w:r>
      <w:r>
        <w:t xml:space="preserve"> from additional beer sales</w:t>
      </w:r>
      <w:r w:rsidRPr="0042234B">
        <w:t xml:space="preserve"> would increase by $1,</w:t>
      </w:r>
      <w:r>
        <w:t>62</w:t>
      </w:r>
      <w:r w:rsidRPr="0042234B">
        <w:t>0, which more than offsets the $</w:t>
      </w:r>
      <w:r>
        <w:t>756</w:t>
      </w:r>
      <w:r w:rsidRPr="0042234B">
        <w:t xml:space="preserve"> loss on the hamburger </w:t>
      </w:r>
      <w:r>
        <w:t>sales</w:t>
      </w:r>
      <w:r w:rsidRPr="0042234B">
        <w:t xml:space="preserve">, making the net </w:t>
      </w:r>
      <w:r>
        <w:t xml:space="preserve">effect on </w:t>
      </w:r>
      <w:r w:rsidRPr="0042234B">
        <w:t>operating income</w:t>
      </w:r>
      <w:r>
        <w:t xml:space="preserve"> of selling hamburgers and selling additional beer because of the hamburger sales equal to $–756 +</w:t>
      </w:r>
      <w:r w:rsidRPr="0042234B">
        <w:t xml:space="preserve"> $1,</w:t>
      </w:r>
      <w:r>
        <w:t>620</w:t>
      </w:r>
      <w:r w:rsidRPr="0042234B">
        <w:t xml:space="preserve"> = $</w:t>
      </w:r>
      <w:r>
        <w:t>864</w:t>
      </w:r>
      <w:r w:rsidRPr="0042234B">
        <w:t>.</w:t>
      </w:r>
    </w:p>
    <w:p w:rsidR="005C186D" w:rsidRPr="0042234B" w:rsidRDefault="005C186D" w:rsidP="002E4D3E">
      <w:pPr>
        <w:tabs>
          <w:tab w:val="right" w:pos="1560"/>
          <w:tab w:val="left" w:pos="1800"/>
          <w:tab w:val="right" w:pos="5400"/>
        </w:tabs>
        <w:rPr>
          <w:spacing w:val="-20"/>
        </w:rPr>
      </w:pPr>
    </w:p>
    <w:p w:rsidR="005C186D" w:rsidRPr="0042234B" w:rsidRDefault="005C186D" w:rsidP="002E4D3E">
      <w:pPr>
        <w:tabs>
          <w:tab w:val="left" w:pos="840"/>
          <w:tab w:val="decimal" w:pos="8360"/>
        </w:tabs>
      </w:pPr>
      <w:r w:rsidRPr="0042234B">
        <w:t>5.</w:t>
      </w:r>
      <w:r w:rsidRPr="0042234B">
        <w:tab/>
        <w:t>Operating loss on hamburgers</w:t>
      </w:r>
      <w:r w:rsidRPr="0042234B">
        <w:tab/>
        <w:t>$(</w:t>
      </w:r>
      <w:r>
        <w:t>756</w:t>
      </w:r>
      <w:r w:rsidRPr="0042234B">
        <w:t>)</w:t>
      </w:r>
    </w:p>
    <w:p w:rsidR="005C186D" w:rsidRPr="0042234B" w:rsidRDefault="005C186D" w:rsidP="002E4D3E">
      <w:pPr>
        <w:tabs>
          <w:tab w:val="left" w:pos="840"/>
          <w:tab w:val="decimal" w:pos="8360"/>
          <w:tab w:val="right" w:pos="8400"/>
        </w:tabs>
      </w:pPr>
      <w:r w:rsidRPr="0042234B">
        <w:tab/>
        <w:t>Desired contribution margin on extra beers</w:t>
      </w:r>
      <w:r w:rsidRPr="0042234B">
        <w:tab/>
      </w:r>
      <w:r w:rsidRPr="0042234B">
        <w:rPr>
          <w:u w:val="single"/>
        </w:rPr>
        <w:t xml:space="preserve">   </w:t>
      </w:r>
      <w:r>
        <w:rPr>
          <w:u w:val="single"/>
        </w:rPr>
        <w:t>756</w:t>
      </w:r>
    </w:p>
    <w:p w:rsidR="005C186D" w:rsidRPr="0042234B" w:rsidRDefault="005C186D" w:rsidP="002E4D3E">
      <w:pPr>
        <w:tabs>
          <w:tab w:val="left" w:pos="840"/>
          <w:tab w:val="decimal" w:pos="8360"/>
          <w:tab w:val="right" w:pos="8400"/>
        </w:tabs>
      </w:pPr>
      <w:r w:rsidRPr="0042234B">
        <w:tab/>
        <w:t>Overall effect on operating income</w:t>
      </w:r>
      <w:r w:rsidRPr="0042234B">
        <w:tab/>
      </w:r>
      <w:r w:rsidRPr="0042234B">
        <w:rPr>
          <w:u w:val="double"/>
        </w:rPr>
        <w:t>$     0</w:t>
      </w:r>
    </w:p>
    <w:p w:rsidR="005C186D" w:rsidRPr="0042234B" w:rsidRDefault="005C186D" w:rsidP="002E4D3E">
      <w:pPr>
        <w:tabs>
          <w:tab w:val="left" w:pos="840"/>
        </w:tabs>
      </w:pPr>
    </w:p>
    <w:p w:rsidR="005C186D" w:rsidRPr="0042234B" w:rsidRDefault="005C186D" w:rsidP="002E4D3E">
      <w:pPr>
        <w:tabs>
          <w:tab w:val="left" w:pos="840"/>
        </w:tabs>
        <w:ind w:left="840"/>
      </w:pPr>
      <w:r w:rsidRPr="0042234B">
        <w:t>Desired number of extra beers to provide overall effect on operating income of zero:</w:t>
      </w:r>
    </w:p>
    <w:p w:rsidR="005C186D" w:rsidRPr="0042234B" w:rsidRDefault="005C186D" w:rsidP="002E4D3E">
      <w:pPr>
        <w:tabs>
          <w:tab w:val="left" w:pos="1200"/>
          <w:tab w:val="left" w:pos="1320"/>
          <w:tab w:val="right" w:pos="2880"/>
          <w:tab w:val="left" w:pos="3000"/>
        </w:tabs>
      </w:pPr>
      <w:r w:rsidRPr="0042234B">
        <w:tab/>
      </w:r>
      <w:r w:rsidRPr="0042234B">
        <w:tab/>
        <w:t>Per month</w:t>
      </w:r>
      <w:r w:rsidRPr="0042234B">
        <w:tab/>
        <w:t>=</w:t>
      </w:r>
      <w:r w:rsidRPr="0042234B">
        <w:tab/>
        <w:t>$</w:t>
      </w:r>
      <w:r>
        <w:t>756</w:t>
      </w:r>
      <w:r w:rsidRPr="0042234B">
        <w:t xml:space="preserve"> ÷ .</w:t>
      </w:r>
      <w:r>
        <w:t>72</w:t>
      </w:r>
      <w:r w:rsidRPr="0042234B">
        <w:t xml:space="preserve"> = 1,</w:t>
      </w:r>
      <w:r>
        <w:t>05</w:t>
      </w:r>
      <w:r w:rsidRPr="0042234B">
        <w:t>0 beers</w:t>
      </w:r>
    </w:p>
    <w:p w:rsidR="005C186D" w:rsidRPr="0042234B" w:rsidRDefault="005C186D" w:rsidP="002E4D3E">
      <w:pPr>
        <w:tabs>
          <w:tab w:val="left" w:pos="1200"/>
          <w:tab w:val="left" w:pos="1320"/>
          <w:tab w:val="right" w:pos="2880"/>
          <w:tab w:val="left" w:pos="3000"/>
        </w:tabs>
      </w:pPr>
      <w:r w:rsidRPr="0042234B">
        <w:tab/>
      </w:r>
      <w:r w:rsidRPr="0042234B">
        <w:tab/>
        <w:t>Per day</w:t>
      </w:r>
      <w:r w:rsidRPr="0042234B">
        <w:tab/>
        <w:t>=</w:t>
      </w:r>
      <w:r w:rsidRPr="0042234B">
        <w:tab/>
        <w:t>1,</w:t>
      </w:r>
      <w:r>
        <w:t>05</w:t>
      </w:r>
      <w:r w:rsidRPr="0042234B">
        <w:t>0 ÷ 30 = 3</w:t>
      </w:r>
      <w:r>
        <w:t>5</w:t>
      </w:r>
      <w:r w:rsidRPr="0042234B">
        <w:t xml:space="preserve"> beers</w:t>
      </w:r>
    </w:p>
    <w:p w:rsidR="005C186D" w:rsidRPr="0042234B" w:rsidRDefault="005C186D" w:rsidP="002E4D3E">
      <w:pPr>
        <w:tabs>
          <w:tab w:val="left" w:pos="840"/>
          <w:tab w:val="left" w:pos="1200"/>
        </w:tabs>
        <w:ind w:left="1200"/>
      </w:pPr>
    </w:p>
    <w:p w:rsidR="005C186D" w:rsidRPr="0042234B" w:rsidRDefault="005C186D" w:rsidP="00F435A8">
      <w:pPr>
        <w:tabs>
          <w:tab w:val="left" w:pos="840"/>
        </w:tabs>
        <w:outlineLvl w:val="0"/>
      </w:pPr>
      <w:r w:rsidRPr="0042234B">
        <w:tab/>
        <w:t>Or, desired contribution margin per day is $</w:t>
      </w:r>
      <w:r>
        <w:t>756</w:t>
      </w:r>
      <w:r w:rsidRPr="0042234B">
        <w:t xml:space="preserve"> ÷ 30 = $2</w:t>
      </w:r>
      <w:r>
        <w:t>5.</w:t>
      </w:r>
      <w:r w:rsidRPr="0042234B">
        <w:t>2</w:t>
      </w:r>
    </w:p>
    <w:p w:rsidR="005C186D" w:rsidRPr="0042234B" w:rsidRDefault="005C186D" w:rsidP="00F435A8">
      <w:pPr>
        <w:tabs>
          <w:tab w:val="left" w:pos="840"/>
        </w:tabs>
        <w:outlineLvl w:val="0"/>
      </w:pPr>
      <w:r w:rsidRPr="0042234B">
        <w:tab/>
        <w:t>Daily number of beers = $2</w:t>
      </w:r>
      <w:r>
        <w:t>5.</w:t>
      </w:r>
      <w:r w:rsidRPr="0042234B">
        <w:t>2 ÷ $.</w:t>
      </w:r>
      <w:r>
        <w:t>72</w:t>
      </w:r>
      <w:r w:rsidRPr="0042234B">
        <w:t xml:space="preserve"> = 3</w:t>
      </w:r>
      <w:r>
        <w:t>5</w:t>
      </w:r>
    </w:p>
    <w:p w:rsidR="005C186D" w:rsidRPr="0042234B" w:rsidRDefault="005C186D" w:rsidP="002E4D3E">
      <w:pPr>
        <w:tabs>
          <w:tab w:val="left" w:pos="840"/>
        </w:tabs>
      </w:pPr>
    </w:p>
    <w:p w:rsidR="005C186D" w:rsidRPr="0042234B" w:rsidRDefault="005C186D" w:rsidP="002E4D3E">
      <w:pPr>
        <w:tabs>
          <w:tab w:val="left" w:pos="840"/>
          <w:tab w:val="left" w:pos="1200"/>
        </w:tabs>
        <w:ind w:left="810" w:hanging="810"/>
      </w:pPr>
      <w:r>
        <w:tab/>
        <w:t xml:space="preserve">Therefore, if </w:t>
      </w:r>
      <w:r w:rsidRPr="00EE62C3">
        <w:t xml:space="preserve">Arnold </w:t>
      </w:r>
      <w:r>
        <w:t xml:space="preserve"> believes</w:t>
      </w:r>
      <w:r w:rsidRPr="0042234B">
        <w:t xml:space="preserve"> th</w:t>
      </w:r>
      <w:r>
        <w:t>at the extra beers sold amount</w:t>
      </w:r>
      <w:r w:rsidRPr="0042234B">
        <w:t xml:space="preserve"> to </w:t>
      </w:r>
      <w:r>
        <w:t>35</w:t>
      </w:r>
      <w:r w:rsidRPr="0042234B">
        <w:t xml:space="preserve"> daily instead of </w:t>
      </w:r>
      <w:r>
        <w:t>75</w:t>
      </w:r>
      <w:r w:rsidRPr="0042234B">
        <w:t xml:space="preserve">, the hamburger operation would </w:t>
      </w:r>
      <w:r>
        <w:t>provide</w:t>
      </w:r>
      <w:r w:rsidRPr="0042234B">
        <w:t xml:space="preserve"> an overall effect on operating income of zero.</w:t>
      </w:r>
    </w:p>
    <w:p w:rsidR="005C186D" w:rsidRPr="0042234B" w:rsidRDefault="005C186D" w:rsidP="002E4D3E">
      <w:pPr>
        <w:tabs>
          <w:tab w:val="right" w:pos="1560"/>
          <w:tab w:val="left" w:pos="1800"/>
          <w:tab w:val="right" w:pos="5400"/>
        </w:tabs>
        <w:rPr>
          <w:spacing w:val="-20"/>
        </w:rPr>
      </w:pPr>
    </w:p>
    <w:p w:rsidR="005C186D" w:rsidRPr="0042234B" w:rsidRDefault="005C186D" w:rsidP="00B60678">
      <w:pPr>
        <w:tabs>
          <w:tab w:val="left" w:pos="840"/>
        </w:tabs>
      </w:pPr>
      <w:r w:rsidRPr="0042234B">
        <w:rPr>
          <w:spacing w:val="-20"/>
          <w:u w:val="single"/>
        </w:rPr>
        <w:br w:type="page"/>
      </w:r>
      <w:r w:rsidRPr="0042234B">
        <w:rPr>
          <w:u w:val="single"/>
        </w:rPr>
        <w:t>2-</w:t>
      </w:r>
      <w:r>
        <w:rPr>
          <w:u w:val="single"/>
        </w:rPr>
        <w:t>60</w:t>
      </w:r>
      <w:r w:rsidRPr="0042234B">
        <w:tab/>
        <w:t>(15-20 min</w:t>
      </w:r>
      <w:r w:rsidRPr="006F5846">
        <w:t>.)  Note in requirements 2 and 3 how the percentage declines exceed the 15% budget reduction.</w:t>
      </w:r>
    </w:p>
    <w:p w:rsidR="005C186D" w:rsidRPr="0042234B" w:rsidRDefault="005C186D" w:rsidP="00B60678">
      <w:pPr>
        <w:tabs>
          <w:tab w:val="left" w:pos="840"/>
        </w:tabs>
      </w:pPr>
    </w:p>
    <w:p w:rsidR="005C186D" w:rsidRPr="004F6D23" w:rsidRDefault="005C186D" w:rsidP="00E8679F">
      <w:pPr>
        <w:tabs>
          <w:tab w:val="left" w:pos="840"/>
        </w:tabs>
      </w:pPr>
      <w:r w:rsidRPr="004F6D23">
        <w:t>1.</w:t>
      </w:r>
      <w:r w:rsidRPr="004F6D23">
        <w:tab/>
        <w:t>Let N = number of persons</w:t>
      </w:r>
    </w:p>
    <w:p w:rsidR="005C186D" w:rsidRPr="004F6D23" w:rsidRDefault="005C186D" w:rsidP="00E8679F">
      <w:pPr>
        <w:tabs>
          <w:tab w:val="left" w:pos="840"/>
        </w:tabs>
      </w:pPr>
      <w:r w:rsidRPr="004F6D23">
        <w:tab/>
        <w:t>Revenue - variable expenses - fixed expenses = 0</w:t>
      </w:r>
    </w:p>
    <w:p w:rsidR="005C186D" w:rsidRPr="004F6D23" w:rsidRDefault="005C186D" w:rsidP="00E8679F">
      <w:pPr>
        <w:tabs>
          <w:tab w:val="right" w:pos="4410"/>
          <w:tab w:val="left" w:pos="4590"/>
        </w:tabs>
      </w:pPr>
      <w:r w:rsidRPr="004F6D23">
        <w:tab/>
        <w:t>$900,000 - $5,000N - $280,000</w:t>
      </w:r>
      <w:r w:rsidRPr="004F6D23">
        <w:tab/>
        <w:t>= 0</w:t>
      </w:r>
    </w:p>
    <w:p w:rsidR="005C186D" w:rsidRPr="004F6D23" w:rsidRDefault="005C186D" w:rsidP="00E8679F">
      <w:pPr>
        <w:tabs>
          <w:tab w:val="right" w:pos="4410"/>
          <w:tab w:val="left" w:pos="4590"/>
        </w:tabs>
      </w:pPr>
      <w:r w:rsidRPr="004F6D23">
        <w:tab/>
        <w:t>5,000N</w:t>
      </w:r>
      <w:r w:rsidRPr="004F6D23">
        <w:tab/>
        <w:t>= $900,000 - $280,000</w:t>
      </w:r>
    </w:p>
    <w:p w:rsidR="005C186D" w:rsidRPr="004F6D23" w:rsidRDefault="005C186D" w:rsidP="00E8679F">
      <w:pPr>
        <w:tabs>
          <w:tab w:val="right" w:pos="4410"/>
          <w:tab w:val="left" w:pos="4590"/>
        </w:tabs>
      </w:pPr>
      <w:r w:rsidRPr="004F6D23">
        <w:tab/>
        <w:t>N</w:t>
      </w:r>
      <w:r w:rsidRPr="004F6D23">
        <w:tab/>
        <w:t>= $620,000 ÷ $5,000</w:t>
      </w:r>
    </w:p>
    <w:p w:rsidR="005C186D" w:rsidRPr="004F6D23" w:rsidRDefault="005C186D" w:rsidP="00E8679F">
      <w:pPr>
        <w:tabs>
          <w:tab w:val="right" w:pos="4410"/>
          <w:tab w:val="left" w:pos="4590"/>
        </w:tabs>
      </w:pPr>
      <w:r w:rsidRPr="004F6D23">
        <w:tab/>
        <w:t>N</w:t>
      </w:r>
      <w:r w:rsidRPr="004F6D23">
        <w:tab/>
        <w:t>= 124 persons</w:t>
      </w:r>
    </w:p>
    <w:p w:rsidR="005C186D" w:rsidRPr="004F6D23" w:rsidRDefault="005C186D" w:rsidP="00E8679F">
      <w:pPr>
        <w:tabs>
          <w:tab w:val="left" w:pos="840"/>
        </w:tabs>
      </w:pPr>
    </w:p>
    <w:p w:rsidR="005C186D" w:rsidRPr="004F6D23" w:rsidRDefault="005C186D" w:rsidP="00E8679F">
      <w:pPr>
        <w:tabs>
          <w:tab w:val="left" w:pos="900"/>
          <w:tab w:val="right" w:pos="4410"/>
          <w:tab w:val="left" w:pos="4590"/>
        </w:tabs>
      </w:pPr>
      <w:r w:rsidRPr="004F6D23">
        <w:t>2.</w:t>
      </w:r>
      <w:r w:rsidRPr="004F6D23">
        <w:tab/>
        <w:t>Revenue is now</w:t>
      </w:r>
      <w:r>
        <w:t>;</w:t>
      </w:r>
      <w:r w:rsidRPr="004F6D23">
        <w:t xml:space="preserve"> .85($900,000)</w:t>
      </w:r>
      <w:r w:rsidRPr="004F6D23">
        <w:tab/>
        <w:t>= $765,000</w:t>
      </w:r>
    </w:p>
    <w:p w:rsidR="005C186D" w:rsidRPr="004F6D23" w:rsidRDefault="005C186D" w:rsidP="00E8679F">
      <w:pPr>
        <w:tabs>
          <w:tab w:val="right" w:pos="4410"/>
          <w:tab w:val="left" w:pos="4590"/>
        </w:tabs>
      </w:pPr>
      <w:r w:rsidRPr="004F6D23">
        <w:tab/>
        <w:t>$765,000 - $5,000N - $280,000</w:t>
      </w:r>
      <w:r w:rsidRPr="004F6D23">
        <w:tab/>
        <w:t>= 0</w:t>
      </w:r>
    </w:p>
    <w:p w:rsidR="005C186D" w:rsidRPr="004F6D23" w:rsidRDefault="005C186D" w:rsidP="00E8679F">
      <w:pPr>
        <w:tabs>
          <w:tab w:val="right" w:pos="4410"/>
          <w:tab w:val="left" w:pos="4590"/>
        </w:tabs>
      </w:pPr>
      <w:r w:rsidRPr="004F6D23">
        <w:tab/>
        <w:t>$5,000N</w:t>
      </w:r>
      <w:r w:rsidRPr="004F6D23">
        <w:tab/>
        <w:t>= $765,000 - $280,000</w:t>
      </w:r>
    </w:p>
    <w:p w:rsidR="005C186D" w:rsidRPr="004F6D23" w:rsidRDefault="005C186D" w:rsidP="00E8679F">
      <w:pPr>
        <w:tabs>
          <w:tab w:val="right" w:pos="4410"/>
          <w:tab w:val="left" w:pos="4590"/>
        </w:tabs>
      </w:pPr>
      <w:r w:rsidRPr="004F6D23">
        <w:tab/>
        <w:t>N</w:t>
      </w:r>
      <w:r w:rsidRPr="004F6D23">
        <w:tab/>
        <w:t>= $485,000 ÷ $5,000</w:t>
      </w:r>
    </w:p>
    <w:p w:rsidR="005C186D" w:rsidRPr="004F6D23" w:rsidRDefault="005C186D" w:rsidP="00E8679F">
      <w:pPr>
        <w:tabs>
          <w:tab w:val="right" w:pos="4410"/>
          <w:tab w:val="left" w:pos="4590"/>
        </w:tabs>
      </w:pPr>
      <w:r w:rsidRPr="004F6D23">
        <w:tab/>
        <w:t>N</w:t>
      </w:r>
      <w:r w:rsidRPr="004F6D23">
        <w:tab/>
        <w:t>= 97 persons</w:t>
      </w:r>
    </w:p>
    <w:p w:rsidR="005C186D" w:rsidRPr="004F6D23" w:rsidRDefault="005C186D" w:rsidP="00E8679F">
      <w:pPr>
        <w:tabs>
          <w:tab w:val="left" w:pos="840"/>
        </w:tabs>
        <w:spacing w:before="120"/>
      </w:pPr>
      <w:r w:rsidRPr="004F6D23">
        <w:tab/>
        <w:t>Percentage drop:  (124 - 97) ÷ 124 = 21.8%</w:t>
      </w:r>
    </w:p>
    <w:p w:rsidR="005C186D" w:rsidRPr="004F6D23" w:rsidRDefault="005C186D" w:rsidP="00E8679F">
      <w:pPr>
        <w:tabs>
          <w:tab w:val="left" w:pos="840"/>
        </w:tabs>
      </w:pPr>
    </w:p>
    <w:p w:rsidR="005C186D" w:rsidRPr="004F6D23" w:rsidRDefault="005C186D" w:rsidP="00E8679F">
      <w:pPr>
        <w:tabs>
          <w:tab w:val="left" w:pos="840"/>
        </w:tabs>
      </w:pPr>
      <w:r w:rsidRPr="004F6D23">
        <w:t>3.</w:t>
      </w:r>
      <w:r w:rsidRPr="004F6D23">
        <w:tab/>
        <w:t>Let y = supplement per person</w:t>
      </w:r>
    </w:p>
    <w:p w:rsidR="005C186D" w:rsidRPr="004F6D23" w:rsidRDefault="005C186D" w:rsidP="00E8679F">
      <w:pPr>
        <w:tabs>
          <w:tab w:val="right" w:pos="3780"/>
          <w:tab w:val="left" w:pos="3960"/>
        </w:tabs>
      </w:pPr>
      <w:r w:rsidRPr="004F6D23">
        <w:tab/>
        <w:t>$765,000 - 124y - $280,000</w:t>
      </w:r>
      <w:r w:rsidRPr="004F6D23">
        <w:tab/>
        <w:t>= 0</w:t>
      </w:r>
    </w:p>
    <w:p w:rsidR="005C186D" w:rsidRPr="004F6D23" w:rsidRDefault="005C186D" w:rsidP="00E8679F">
      <w:pPr>
        <w:tabs>
          <w:tab w:val="right" w:pos="3780"/>
          <w:tab w:val="left" w:pos="3960"/>
        </w:tabs>
      </w:pPr>
      <w:r w:rsidRPr="004F6D23">
        <w:tab/>
        <w:t>124y</w:t>
      </w:r>
      <w:r w:rsidRPr="004F6D23">
        <w:tab/>
        <w:t>= $765,000 - $280,000</w:t>
      </w:r>
    </w:p>
    <w:p w:rsidR="005C186D" w:rsidRPr="004F6D23" w:rsidRDefault="005C186D" w:rsidP="00E8679F">
      <w:pPr>
        <w:tabs>
          <w:tab w:val="right" w:pos="3780"/>
          <w:tab w:val="left" w:pos="3960"/>
        </w:tabs>
      </w:pPr>
      <w:r w:rsidRPr="004F6D23">
        <w:tab/>
        <w:t>y</w:t>
      </w:r>
      <w:r w:rsidRPr="004F6D23">
        <w:tab/>
        <w:t>= $485,000 ÷ 124</w:t>
      </w:r>
    </w:p>
    <w:p w:rsidR="005C186D" w:rsidRPr="004F6D23" w:rsidRDefault="005C186D" w:rsidP="00E8679F">
      <w:pPr>
        <w:tabs>
          <w:tab w:val="right" w:pos="3780"/>
          <w:tab w:val="left" w:pos="3960"/>
        </w:tabs>
      </w:pPr>
      <w:r w:rsidRPr="004F6D23">
        <w:tab/>
        <w:t>y</w:t>
      </w:r>
      <w:r w:rsidRPr="004F6D23">
        <w:tab/>
        <w:t>= $3,911</w:t>
      </w:r>
    </w:p>
    <w:p w:rsidR="005C186D" w:rsidRPr="004F6D23" w:rsidRDefault="005C186D" w:rsidP="00E8679F">
      <w:pPr>
        <w:tabs>
          <w:tab w:val="left" w:pos="840"/>
        </w:tabs>
        <w:spacing w:before="120"/>
      </w:pPr>
      <w:r w:rsidRPr="004F6D23">
        <w:tab/>
        <w:t>Percentage drop:  ($5,000 - $3,911) ÷ $5,000 = 21.8%</w:t>
      </w:r>
    </w:p>
    <w:p w:rsidR="005C186D" w:rsidRPr="004F6D23" w:rsidRDefault="005C186D" w:rsidP="00E8679F">
      <w:pPr>
        <w:tabs>
          <w:tab w:val="left" w:pos="840"/>
        </w:tabs>
        <w:spacing w:before="120"/>
        <w:ind w:left="806" w:hanging="806"/>
      </w:pPr>
      <w:r w:rsidRPr="004F6D23">
        <w:tab/>
        <w:t>Regarding requirements 2 and 3, note that the cut in service can be measured by a formula:</w:t>
      </w:r>
    </w:p>
    <w:p w:rsidR="005C186D" w:rsidRPr="004F6D23" w:rsidRDefault="005C186D" w:rsidP="00E8679F">
      <w:pPr>
        <w:tabs>
          <w:tab w:val="left" w:pos="840"/>
          <w:tab w:val="left" w:pos="1200"/>
          <w:tab w:val="left" w:pos="3960"/>
        </w:tabs>
        <w:spacing w:before="120"/>
      </w:pPr>
      <w:r w:rsidRPr="004F6D23">
        <w:tab/>
      </w:r>
      <w:r w:rsidRPr="004F6D23">
        <w:tab/>
        <w:t>% cut in service =  % budget change ÷ % variable cost</w:t>
      </w:r>
    </w:p>
    <w:p w:rsidR="005C186D" w:rsidRPr="004F6D23" w:rsidRDefault="005C186D" w:rsidP="00E8679F">
      <w:pPr>
        <w:tabs>
          <w:tab w:val="left" w:pos="840"/>
          <w:tab w:val="left" w:pos="1200"/>
          <w:tab w:val="left" w:pos="3960"/>
        </w:tabs>
        <w:spacing w:before="120"/>
      </w:pPr>
      <w:r w:rsidRPr="004F6D23">
        <w:tab/>
      </w:r>
      <w:r w:rsidRPr="004F6D23">
        <w:tab/>
        <w:t>The variable-cost ratio is $620,000 ÷ $900,000 = 68.9%</w:t>
      </w:r>
    </w:p>
    <w:p w:rsidR="005C186D" w:rsidRPr="004F6D23" w:rsidRDefault="005C186D" w:rsidP="00E8679F">
      <w:pPr>
        <w:tabs>
          <w:tab w:val="left" w:pos="840"/>
          <w:tab w:val="left" w:pos="1200"/>
          <w:tab w:val="left" w:pos="3960"/>
        </w:tabs>
        <w:spacing w:before="120"/>
      </w:pPr>
      <w:r w:rsidRPr="004F6D23">
        <w:tab/>
      </w:r>
      <w:r w:rsidRPr="004F6D23">
        <w:tab/>
        <w:t>% cut in service =  15% ÷ 68.9%  = 21.8%</w:t>
      </w:r>
    </w:p>
    <w:p w:rsidR="005C186D" w:rsidRPr="0042234B" w:rsidRDefault="005C186D" w:rsidP="00E8679F">
      <w:pPr>
        <w:tabs>
          <w:tab w:val="left" w:pos="840"/>
        </w:tabs>
        <w:rPr>
          <w:spacing w:val="-20"/>
          <w:u w:val="single"/>
        </w:rPr>
      </w:pPr>
    </w:p>
    <w:p w:rsidR="005C186D" w:rsidRPr="0042234B" w:rsidRDefault="005C186D" w:rsidP="00B60678">
      <w:pPr>
        <w:tabs>
          <w:tab w:val="left" w:pos="840"/>
        </w:tabs>
      </w:pPr>
    </w:p>
    <w:p w:rsidR="005C186D" w:rsidRPr="0042234B" w:rsidRDefault="005C186D" w:rsidP="00B60678">
      <w:pPr>
        <w:tabs>
          <w:tab w:val="left" w:pos="840"/>
        </w:tabs>
      </w:pPr>
    </w:p>
    <w:p w:rsidR="005C186D" w:rsidRPr="0042234B" w:rsidRDefault="005C186D" w:rsidP="002E4D3E">
      <w:pPr>
        <w:tabs>
          <w:tab w:val="left" w:pos="840"/>
          <w:tab w:val="left" w:pos="1320"/>
          <w:tab w:val="left" w:pos="1800"/>
        </w:tabs>
        <w:ind w:left="1800" w:hanging="1800"/>
      </w:pPr>
      <w:r w:rsidRPr="0042234B">
        <w:br w:type="page"/>
      </w:r>
      <w:r w:rsidRPr="0042234B">
        <w:rPr>
          <w:u w:val="single"/>
        </w:rPr>
        <w:t>2-</w:t>
      </w:r>
      <w:r>
        <w:rPr>
          <w:u w:val="single"/>
        </w:rPr>
        <w:t>61</w:t>
      </w:r>
      <w:r w:rsidRPr="0042234B">
        <w:tab/>
        <w:t>(15-20 min.)  Answers are in millions.</w:t>
      </w:r>
    </w:p>
    <w:p w:rsidR="005C186D" w:rsidRPr="0042234B" w:rsidRDefault="005C186D" w:rsidP="002E4D3E">
      <w:pPr>
        <w:tabs>
          <w:tab w:val="left" w:pos="840"/>
          <w:tab w:val="left" w:pos="1320"/>
          <w:tab w:val="left" w:pos="1800"/>
        </w:tabs>
        <w:ind w:left="1800" w:hanging="1800"/>
      </w:pPr>
    </w:p>
    <w:p w:rsidR="005C186D" w:rsidRPr="0042234B" w:rsidRDefault="005C186D" w:rsidP="002E4D3E">
      <w:pPr>
        <w:tabs>
          <w:tab w:val="left" w:pos="840"/>
          <w:tab w:val="left" w:pos="1320"/>
          <w:tab w:val="left" w:pos="1800"/>
          <w:tab w:val="decimal" w:pos="7200"/>
          <w:tab w:val="decimal" w:pos="8640"/>
        </w:tabs>
        <w:ind w:left="1800" w:hanging="1800"/>
      </w:pPr>
      <w:r w:rsidRPr="0042234B">
        <w:t>1.</w:t>
      </w:r>
      <w:r w:rsidRPr="0042234B">
        <w:tab/>
        <w:t>Sales</w:t>
      </w:r>
      <w:r w:rsidRPr="0042234B">
        <w:tab/>
      </w:r>
      <w:r w:rsidRPr="0042234B">
        <w:tab/>
      </w:r>
      <w:r w:rsidRPr="0042234B">
        <w:tab/>
        <w:t>$</w:t>
      </w:r>
      <w:r>
        <w:t>6,022</w:t>
      </w:r>
    </w:p>
    <w:p w:rsidR="005C186D" w:rsidRPr="0042234B" w:rsidRDefault="005C186D" w:rsidP="00F435A8">
      <w:pPr>
        <w:tabs>
          <w:tab w:val="left" w:pos="840"/>
          <w:tab w:val="left" w:pos="1320"/>
          <w:tab w:val="left" w:pos="1800"/>
          <w:tab w:val="decimal" w:pos="7200"/>
          <w:tab w:val="decimal" w:pos="8640"/>
        </w:tabs>
        <w:ind w:left="1800" w:hanging="1800"/>
        <w:outlineLvl w:val="0"/>
      </w:pPr>
      <w:r w:rsidRPr="0042234B">
        <w:tab/>
        <w:t>Variable costs:</w:t>
      </w:r>
    </w:p>
    <w:p w:rsidR="005C186D" w:rsidRPr="0042234B" w:rsidRDefault="005C186D" w:rsidP="002E4D3E">
      <w:pPr>
        <w:tabs>
          <w:tab w:val="left" w:pos="840"/>
          <w:tab w:val="left" w:pos="1320"/>
          <w:tab w:val="left" w:pos="1800"/>
          <w:tab w:val="decimal" w:pos="7200"/>
          <w:tab w:val="decimal" w:pos="8640"/>
        </w:tabs>
        <w:ind w:left="1800" w:hanging="1800"/>
      </w:pPr>
      <w:r w:rsidRPr="0042234B">
        <w:tab/>
      </w:r>
      <w:r w:rsidRPr="0042234B">
        <w:tab/>
        <w:t>Variable costs of goods sold</w:t>
      </w:r>
      <w:r w:rsidRPr="0042234B">
        <w:tab/>
        <w:t>$</w:t>
      </w:r>
      <w:r>
        <w:t>3,735</w:t>
      </w:r>
    </w:p>
    <w:p w:rsidR="005C186D" w:rsidRPr="0042234B" w:rsidRDefault="005C186D" w:rsidP="002E4D3E">
      <w:pPr>
        <w:tabs>
          <w:tab w:val="left" w:pos="840"/>
          <w:tab w:val="left" w:pos="1320"/>
          <w:tab w:val="left" w:pos="1800"/>
          <w:tab w:val="decimal" w:pos="7200"/>
          <w:tab w:val="decimal" w:pos="8640"/>
        </w:tabs>
        <w:ind w:left="1800" w:hanging="1800"/>
      </w:pPr>
      <w:r w:rsidRPr="0042234B">
        <w:tab/>
      </w:r>
      <w:r w:rsidRPr="0042234B">
        <w:tab/>
        <w:t>Variable other operating expenses</w:t>
      </w:r>
      <w:r w:rsidRPr="0042234B">
        <w:tab/>
      </w:r>
      <w:r w:rsidRPr="0042234B">
        <w:rPr>
          <w:u w:val="single"/>
        </w:rPr>
        <w:t xml:space="preserve">    </w:t>
      </w:r>
      <w:r>
        <w:rPr>
          <w:u w:val="single"/>
        </w:rPr>
        <w:t>487</w:t>
      </w:r>
      <w:r w:rsidRPr="0042234B">
        <w:tab/>
      </w:r>
      <w:r w:rsidRPr="0042234B">
        <w:rPr>
          <w:u w:val="single"/>
        </w:rPr>
        <w:t xml:space="preserve">    </w:t>
      </w:r>
      <w:r>
        <w:rPr>
          <w:u w:val="single"/>
        </w:rPr>
        <w:t>4,222</w:t>
      </w:r>
    </w:p>
    <w:p w:rsidR="005C186D" w:rsidRPr="0042234B" w:rsidRDefault="005C186D" w:rsidP="002E4D3E">
      <w:pPr>
        <w:tabs>
          <w:tab w:val="left" w:pos="840"/>
          <w:tab w:val="left" w:pos="1320"/>
          <w:tab w:val="left" w:pos="1800"/>
          <w:tab w:val="decimal" w:pos="7200"/>
          <w:tab w:val="decimal" w:pos="8640"/>
        </w:tabs>
        <w:ind w:left="1800" w:hanging="1800"/>
      </w:pPr>
      <w:r w:rsidRPr="0042234B">
        <w:tab/>
        <w:t>Contribution margin</w:t>
      </w:r>
      <w:r w:rsidRPr="0042234B">
        <w:tab/>
      </w:r>
      <w:r w:rsidRPr="0042234B">
        <w:tab/>
      </w:r>
      <w:r w:rsidRPr="0042234B">
        <w:rPr>
          <w:u w:val="double"/>
        </w:rPr>
        <w:t xml:space="preserve">$  </w:t>
      </w:r>
      <w:r>
        <w:rPr>
          <w:u w:val="double"/>
        </w:rPr>
        <w:t>1,800</w:t>
      </w:r>
    </w:p>
    <w:p w:rsidR="005C186D" w:rsidRPr="0042234B" w:rsidRDefault="005C186D" w:rsidP="00F435A8">
      <w:pPr>
        <w:tabs>
          <w:tab w:val="left" w:pos="840"/>
          <w:tab w:val="left" w:pos="1320"/>
          <w:tab w:val="left" w:pos="1800"/>
          <w:tab w:val="decimal" w:pos="7200"/>
          <w:tab w:val="decimal" w:pos="8640"/>
        </w:tabs>
        <w:spacing w:before="120"/>
        <w:ind w:left="1800" w:hanging="1800"/>
        <w:outlineLvl w:val="0"/>
      </w:pPr>
      <w:r w:rsidRPr="0042234B">
        <w:tab/>
        <w:t>Contribution margin percentage = $</w:t>
      </w:r>
      <w:r>
        <w:t>1,800</w:t>
      </w:r>
      <w:r w:rsidRPr="0042234B">
        <w:t xml:space="preserve"> </w:t>
      </w:r>
      <w:r w:rsidRPr="0042234B">
        <w:sym w:font="Symbol" w:char="F0B8"/>
      </w:r>
      <w:r w:rsidRPr="0042234B">
        <w:t xml:space="preserve"> $</w:t>
      </w:r>
      <w:r>
        <w:t>6,022</w:t>
      </w:r>
      <w:r w:rsidRPr="0042234B">
        <w:t xml:space="preserve"> = 2</w:t>
      </w:r>
      <w:r>
        <w:t>9.9</w:t>
      </w:r>
      <w:r w:rsidRPr="0042234B">
        <w:t>%</w:t>
      </w:r>
    </w:p>
    <w:p w:rsidR="005C186D" w:rsidRPr="0042234B" w:rsidRDefault="005C186D" w:rsidP="002E4D3E">
      <w:pPr>
        <w:tabs>
          <w:tab w:val="left" w:pos="840"/>
          <w:tab w:val="left" w:pos="1320"/>
          <w:tab w:val="left" w:pos="1800"/>
          <w:tab w:val="decimal" w:pos="7200"/>
          <w:tab w:val="decimal" w:pos="8640"/>
        </w:tabs>
        <w:spacing w:before="120"/>
      </w:pPr>
      <w:r w:rsidRPr="0042234B">
        <w:t>The contribution margin equals sales less all variable costs, while gross margin equals sales less cost of goods sold.  The variable costs include part of the costs of goods sold and also part of the other operating costs.  Note that contribu</w:t>
      </w:r>
      <w:r w:rsidRPr="0042234B">
        <w:softHyphen/>
        <w:t>tion margin can be either larger than or smaller than the gross margin.  If most of the cost of goods sold and a good portion of the other operating costs are variable, then variable costs may exceed the cost of goods sold, and the contribution margin will be smaller than the gross margin.  However, if a large portion of both the cost of goods sold and the other expenses are fixed, cost of goods sold may exceed the variable cost, resulting in the contribution margin exceeding gross margin.</w:t>
      </w:r>
    </w:p>
    <w:p w:rsidR="005C186D" w:rsidRPr="0042234B" w:rsidRDefault="005C186D" w:rsidP="002E4D3E">
      <w:pPr>
        <w:tabs>
          <w:tab w:val="left" w:pos="840"/>
          <w:tab w:val="left" w:pos="1320"/>
          <w:tab w:val="left" w:pos="1800"/>
          <w:tab w:val="decimal" w:pos="7200"/>
          <w:tab w:val="decimal" w:pos="8640"/>
        </w:tabs>
      </w:pPr>
    </w:p>
    <w:p w:rsidR="005C186D" w:rsidRPr="0042234B" w:rsidRDefault="005C186D" w:rsidP="002E4D3E">
      <w:pPr>
        <w:tabs>
          <w:tab w:val="left" w:pos="840"/>
          <w:tab w:val="left" w:pos="1320"/>
          <w:tab w:val="left" w:pos="1800"/>
          <w:tab w:val="decimal" w:pos="7200"/>
          <w:tab w:val="decimal" w:pos="8640"/>
        </w:tabs>
      </w:pPr>
      <w:r w:rsidRPr="0042234B">
        <w:t>2.</w:t>
      </w:r>
      <w:r w:rsidRPr="0042234B">
        <w:tab/>
        <w:t>Predicted sales increase = $</w:t>
      </w:r>
      <w:r>
        <w:t>6,022</w:t>
      </w:r>
      <w:r w:rsidRPr="0042234B">
        <w:t xml:space="preserve"> × .10 = $</w:t>
      </w:r>
      <w:r>
        <w:t>602.20</w:t>
      </w:r>
    </w:p>
    <w:p w:rsidR="005C186D" w:rsidRPr="0042234B" w:rsidRDefault="005C186D" w:rsidP="00F435A8">
      <w:pPr>
        <w:tabs>
          <w:tab w:val="left" w:pos="840"/>
          <w:tab w:val="left" w:pos="1320"/>
          <w:tab w:val="left" w:pos="1800"/>
          <w:tab w:val="decimal" w:pos="7200"/>
          <w:tab w:val="decimal" w:pos="8640"/>
        </w:tabs>
        <w:outlineLvl w:val="0"/>
      </w:pPr>
      <w:r w:rsidRPr="0042234B">
        <w:tab/>
        <w:t>Additional contribution margin = $</w:t>
      </w:r>
      <w:r>
        <w:t>602.20</w:t>
      </w:r>
      <w:r w:rsidRPr="0042234B">
        <w:t xml:space="preserve"> × .2</w:t>
      </w:r>
      <w:r>
        <w:t>99</w:t>
      </w:r>
      <w:r w:rsidRPr="0042234B">
        <w:t xml:space="preserve"> = $</w:t>
      </w:r>
      <w:r>
        <w:t>180</w:t>
      </w:r>
    </w:p>
    <w:p w:rsidR="005C186D" w:rsidRPr="0042234B" w:rsidRDefault="005C186D" w:rsidP="00F435A8">
      <w:pPr>
        <w:tabs>
          <w:tab w:val="left" w:pos="840"/>
          <w:tab w:val="left" w:pos="1320"/>
          <w:tab w:val="left" w:pos="1800"/>
          <w:tab w:val="decimal" w:pos="7200"/>
          <w:tab w:val="decimal" w:pos="8640"/>
        </w:tabs>
        <w:outlineLvl w:val="0"/>
      </w:pPr>
      <w:r w:rsidRPr="0042234B">
        <w:tab/>
        <w:t>Fixed costs do not change</w:t>
      </w:r>
    </w:p>
    <w:p w:rsidR="005C186D" w:rsidRPr="0042234B" w:rsidRDefault="005C186D" w:rsidP="00F435A8">
      <w:pPr>
        <w:tabs>
          <w:tab w:val="left" w:pos="840"/>
          <w:tab w:val="left" w:pos="1320"/>
          <w:tab w:val="left" w:pos="1800"/>
          <w:tab w:val="decimal" w:pos="7200"/>
          <w:tab w:val="decimal" w:pos="8640"/>
        </w:tabs>
        <w:outlineLvl w:val="0"/>
      </w:pPr>
      <w:r w:rsidRPr="0042234B">
        <w:tab/>
        <w:t>Predicted operating loss = $(</w:t>
      </w:r>
      <w:r>
        <w:t>600</w:t>
      </w:r>
      <w:r w:rsidRPr="0042234B">
        <w:t>) + $</w:t>
      </w:r>
      <w:r>
        <w:t>180</w:t>
      </w:r>
      <w:r w:rsidRPr="0042234B">
        <w:t xml:space="preserve"> = $(4</w:t>
      </w:r>
      <w:r>
        <w:t>2</w:t>
      </w:r>
      <w:r w:rsidRPr="0042234B">
        <w:t>0)</w:t>
      </w:r>
    </w:p>
    <w:p w:rsidR="005C186D" w:rsidRDefault="005C186D" w:rsidP="00F435A8">
      <w:pPr>
        <w:tabs>
          <w:tab w:val="left" w:pos="840"/>
          <w:tab w:val="left" w:pos="1320"/>
          <w:tab w:val="left" w:pos="1800"/>
          <w:tab w:val="decimal" w:pos="7200"/>
          <w:tab w:val="decimal" w:pos="8640"/>
        </w:tabs>
        <w:outlineLvl w:val="0"/>
      </w:pPr>
      <w:r w:rsidRPr="0042234B">
        <w:tab/>
        <w:t>Percentage decrease in operating loss = $</w:t>
      </w:r>
      <w:r>
        <w:t>180</w:t>
      </w:r>
      <w:r w:rsidRPr="0042234B">
        <w:t xml:space="preserve">  </w:t>
      </w:r>
      <w:r w:rsidRPr="0042234B">
        <w:sym w:font="Symbol" w:char="F0B8"/>
      </w:r>
      <w:r w:rsidRPr="0042234B">
        <w:t xml:space="preserve"> $(</w:t>
      </w:r>
      <w:r>
        <w:t>600</w:t>
      </w:r>
      <w:r w:rsidRPr="0042234B">
        <w:t>) = 3</w:t>
      </w:r>
      <w:r>
        <w:t>0</w:t>
      </w:r>
      <w:r w:rsidRPr="0042234B">
        <w:t>%</w:t>
      </w:r>
    </w:p>
    <w:p w:rsidR="005C186D" w:rsidRPr="0042234B" w:rsidRDefault="005C186D" w:rsidP="00F435A8">
      <w:pPr>
        <w:tabs>
          <w:tab w:val="left" w:pos="840"/>
          <w:tab w:val="left" w:pos="1320"/>
          <w:tab w:val="left" w:pos="1800"/>
          <w:tab w:val="decimal" w:pos="7200"/>
          <w:tab w:val="decimal" w:pos="8640"/>
        </w:tabs>
        <w:outlineLvl w:val="0"/>
      </w:pPr>
      <w:r>
        <w:tab/>
        <w:t>Note that a 10% increase in sales would decrease the operating loss by 30%.</w:t>
      </w:r>
    </w:p>
    <w:p w:rsidR="005C186D" w:rsidRPr="0042234B" w:rsidRDefault="005C186D" w:rsidP="002E4D3E">
      <w:pPr>
        <w:tabs>
          <w:tab w:val="left" w:pos="840"/>
          <w:tab w:val="left" w:pos="1320"/>
          <w:tab w:val="left" w:pos="1800"/>
          <w:tab w:val="decimal" w:pos="7200"/>
          <w:tab w:val="decimal" w:pos="8640"/>
        </w:tabs>
      </w:pPr>
    </w:p>
    <w:p w:rsidR="005C186D" w:rsidRPr="0042234B" w:rsidRDefault="005C186D" w:rsidP="002E4D3E">
      <w:pPr>
        <w:tabs>
          <w:tab w:val="left" w:pos="840"/>
          <w:tab w:val="left" w:pos="1800"/>
          <w:tab w:val="decimal" w:pos="7200"/>
          <w:tab w:val="decimal" w:pos="8640"/>
        </w:tabs>
        <w:rPr>
          <w:u w:val="single"/>
        </w:rPr>
      </w:pPr>
      <w:r w:rsidRPr="0042234B">
        <w:t>3.</w:t>
      </w:r>
      <w:r w:rsidRPr="0042234B">
        <w:tab/>
        <w:t>Assumptions include:</w:t>
      </w:r>
    </w:p>
    <w:p w:rsidR="005C186D" w:rsidRPr="0042234B" w:rsidRDefault="005C186D" w:rsidP="002E4D3E">
      <w:pPr>
        <w:tabs>
          <w:tab w:val="left" w:pos="840"/>
          <w:tab w:val="left" w:pos="1800"/>
          <w:tab w:val="decimal" w:pos="7200"/>
          <w:tab w:val="decimal" w:pos="8640"/>
        </w:tabs>
        <w:ind w:left="1260" w:hanging="450"/>
        <w:rPr>
          <w:u w:val="single"/>
        </w:rPr>
      </w:pPr>
      <w:r w:rsidRPr="0042234B">
        <w:sym w:font="Symbol" w:char="F0B7"/>
      </w:r>
      <w:r w:rsidRPr="0042234B">
        <w:tab/>
        <w:t>Expenses can be classified into variable and fixed categories that completely describe their behavior within the relevant range.</w:t>
      </w:r>
    </w:p>
    <w:p w:rsidR="005C186D" w:rsidRPr="0042234B" w:rsidRDefault="005C186D" w:rsidP="002E4D3E">
      <w:pPr>
        <w:tabs>
          <w:tab w:val="left" w:pos="840"/>
          <w:tab w:val="left" w:pos="1800"/>
          <w:tab w:val="decimal" w:pos="7200"/>
          <w:tab w:val="decimal" w:pos="8640"/>
        </w:tabs>
        <w:ind w:left="1260" w:hanging="450"/>
        <w:rPr>
          <w:u w:val="single"/>
        </w:rPr>
      </w:pPr>
      <w:r w:rsidRPr="0042234B">
        <w:sym w:font="Symbol" w:char="F0B7"/>
      </w:r>
      <w:r w:rsidRPr="0042234B">
        <w:tab/>
        <w:t>Costs and revenues are linear within the relevant range.</w:t>
      </w:r>
    </w:p>
    <w:p w:rsidR="005C186D" w:rsidRPr="0042234B" w:rsidRDefault="005C186D" w:rsidP="002E4D3E">
      <w:pPr>
        <w:tabs>
          <w:tab w:val="left" w:pos="840"/>
          <w:tab w:val="left" w:pos="1800"/>
          <w:tab w:val="decimal" w:pos="7200"/>
          <w:tab w:val="decimal" w:pos="8640"/>
        </w:tabs>
        <w:ind w:left="1260" w:hanging="450"/>
        <w:rPr>
          <w:u w:val="single"/>
        </w:rPr>
      </w:pPr>
      <w:r w:rsidRPr="0042234B">
        <w:sym w:font="Symbol" w:char="F0B7"/>
      </w:r>
      <w:r w:rsidRPr="0042234B">
        <w:tab/>
      </w:r>
      <w:r>
        <w:t>Predicted sales</w:t>
      </w:r>
      <w:r w:rsidRPr="0042234B">
        <w:t xml:space="preserve"> volume is within the relevant range.</w:t>
      </w:r>
    </w:p>
    <w:p w:rsidR="005C186D" w:rsidRPr="0042234B" w:rsidRDefault="005C186D" w:rsidP="002E4D3E">
      <w:pPr>
        <w:tabs>
          <w:tab w:val="left" w:pos="840"/>
          <w:tab w:val="left" w:pos="1800"/>
          <w:tab w:val="decimal" w:pos="7200"/>
          <w:tab w:val="decimal" w:pos="8640"/>
        </w:tabs>
        <w:ind w:left="1260" w:hanging="450"/>
        <w:rPr>
          <w:u w:val="single"/>
        </w:rPr>
      </w:pPr>
      <w:r w:rsidRPr="0042234B">
        <w:sym w:font="Symbol" w:char="F0B7"/>
      </w:r>
      <w:r w:rsidRPr="0042234B">
        <w:tab/>
        <w:t>Efficiency and productivity are unchanged.</w:t>
      </w:r>
    </w:p>
    <w:p w:rsidR="005C186D" w:rsidRPr="0042234B" w:rsidRDefault="005C186D" w:rsidP="002E4D3E">
      <w:pPr>
        <w:tabs>
          <w:tab w:val="left" w:pos="840"/>
          <w:tab w:val="left" w:pos="1800"/>
          <w:tab w:val="decimal" w:pos="7200"/>
          <w:tab w:val="decimal" w:pos="8640"/>
        </w:tabs>
        <w:ind w:left="1260" w:hanging="450"/>
        <w:rPr>
          <w:u w:val="single"/>
        </w:rPr>
      </w:pPr>
      <w:r w:rsidRPr="0042234B">
        <w:sym w:font="Symbol" w:char="F0B7"/>
      </w:r>
      <w:r w:rsidRPr="0042234B">
        <w:tab/>
        <w:t>Sales mix is unchanged.</w:t>
      </w:r>
    </w:p>
    <w:p w:rsidR="005C186D" w:rsidRPr="0042234B" w:rsidRDefault="005C186D" w:rsidP="00A4495E">
      <w:pPr>
        <w:tabs>
          <w:tab w:val="left" w:pos="840"/>
          <w:tab w:val="left" w:pos="1800"/>
          <w:tab w:val="decimal" w:pos="7200"/>
          <w:tab w:val="decimal" w:pos="8640"/>
        </w:tabs>
        <w:ind w:left="1260" w:hanging="450"/>
      </w:pPr>
      <w:r w:rsidRPr="0042234B">
        <w:sym w:font="Symbol" w:char="F0B7"/>
      </w:r>
      <w:r w:rsidRPr="0042234B">
        <w:tab/>
        <w:t xml:space="preserve">Changes in inventory levels are insignificant. </w:t>
      </w:r>
    </w:p>
    <w:p w:rsidR="005C186D" w:rsidRPr="0042234B" w:rsidRDefault="005C186D" w:rsidP="00A4495E">
      <w:pPr>
        <w:tabs>
          <w:tab w:val="left" w:pos="840"/>
          <w:tab w:val="left" w:pos="1800"/>
          <w:tab w:val="decimal" w:pos="7200"/>
          <w:tab w:val="decimal" w:pos="8640"/>
        </w:tabs>
        <w:ind w:left="1260" w:hanging="450"/>
        <w:rPr>
          <w:u w:val="single"/>
        </w:rPr>
      </w:pPr>
    </w:p>
    <w:p w:rsidR="005C186D" w:rsidRPr="0042234B" w:rsidRDefault="005C186D" w:rsidP="007B4E9B">
      <w:pPr>
        <w:tabs>
          <w:tab w:val="left" w:pos="840"/>
          <w:tab w:val="left" w:pos="1320"/>
          <w:tab w:val="left" w:pos="1800"/>
        </w:tabs>
        <w:ind w:left="1800" w:hanging="1800"/>
      </w:pPr>
      <w:r w:rsidRPr="0042234B">
        <w:rPr>
          <w:u w:val="single"/>
        </w:rPr>
        <w:br w:type="page"/>
        <w:t>2-</w:t>
      </w:r>
      <w:r>
        <w:rPr>
          <w:u w:val="single"/>
        </w:rPr>
        <w:t>62</w:t>
      </w:r>
      <w:r w:rsidRPr="0042234B">
        <w:t xml:space="preserve">     (20-30 min.)</w:t>
      </w:r>
    </w:p>
    <w:p w:rsidR="005C186D" w:rsidRPr="0042234B" w:rsidRDefault="005C186D" w:rsidP="007B4E9B">
      <w:pPr>
        <w:tabs>
          <w:tab w:val="left" w:pos="840"/>
          <w:tab w:val="left" w:pos="1320"/>
          <w:tab w:val="left" w:pos="1800"/>
        </w:tabs>
        <w:ind w:left="1800" w:hanging="1800"/>
      </w:pPr>
    </w:p>
    <w:p w:rsidR="005C186D" w:rsidRDefault="005C186D" w:rsidP="006938DC">
      <w:pPr>
        <w:tabs>
          <w:tab w:val="left" w:pos="840"/>
          <w:tab w:val="left" w:pos="1320"/>
          <w:tab w:val="left" w:pos="1800"/>
        </w:tabs>
      </w:pPr>
      <w:r w:rsidRPr="0042234B">
        <w:tab/>
        <w:t xml:space="preserve">Variable costs per box are ($.14 + $.22 + $.09), ($.14 + $.14 + $.09), and </w:t>
      </w:r>
    </w:p>
    <w:p w:rsidR="005C186D" w:rsidRPr="0042234B" w:rsidRDefault="005C186D" w:rsidP="006938DC">
      <w:pPr>
        <w:tabs>
          <w:tab w:val="left" w:pos="840"/>
          <w:tab w:val="left" w:pos="1320"/>
          <w:tab w:val="left" w:pos="1800"/>
        </w:tabs>
      </w:pPr>
      <w:r w:rsidRPr="0042234B">
        <w:t>($.14 + $.05 + $.09), or $.45, $.37, and $.28, respectively.</w:t>
      </w:r>
    </w:p>
    <w:p w:rsidR="005C186D" w:rsidRPr="0042234B" w:rsidRDefault="005C186D" w:rsidP="006938DC">
      <w:pPr>
        <w:tabs>
          <w:tab w:val="left" w:pos="840"/>
          <w:tab w:val="left" w:pos="1320"/>
          <w:tab w:val="left" w:pos="1800"/>
        </w:tabs>
        <w:rPr>
          <w:spacing w:val="-20"/>
        </w:rPr>
      </w:pPr>
    </w:p>
    <w:p w:rsidR="005C186D" w:rsidRPr="0042234B" w:rsidRDefault="005C186D" w:rsidP="006938DC">
      <w:pPr>
        <w:tabs>
          <w:tab w:val="left" w:pos="840"/>
          <w:tab w:val="left" w:pos="1320"/>
          <w:tab w:val="left" w:pos="1800"/>
        </w:tabs>
        <w:ind w:left="1200" w:hanging="1200"/>
      </w:pPr>
      <w:r w:rsidRPr="0042234B">
        <w:t>1.</w:t>
      </w:r>
      <w:r w:rsidRPr="0042234B">
        <w:tab/>
        <w:t>Let N = volume level in boxes that would earn same profit</w:t>
      </w:r>
    </w:p>
    <w:p w:rsidR="005C186D" w:rsidRPr="0042234B" w:rsidRDefault="005C186D" w:rsidP="006938DC">
      <w:pPr>
        <w:tabs>
          <w:tab w:val="right" w:pos="2610"/>
          <w:tab w:val="left" w:pos="2790"/>
        </w:tabs>
      </w:pPr>
      <w:r w:rsidRPr="0042234B">
        <w:tab/>
        <w:t>$7,840 + $.45N</w:t>
      </w:r>
      <w:r w:rsidRPr="0042234B">
        <w:tab/>
        <w:t>= $11,200 + $.37N</w:t>
      </w:r>
    </w:p>
    <w:p w:rsidR="005C186D" w:rsidRPr="0042234B" w:rsidRDefault="005C186D" w:rsidP="006938DC">
      <w:pPr>
        <w:tabs>
          <w:tab w:val="right" w:pos="2610"/>
          <w:tab w:val="left" w:pos="2790"/>
        </w:tabs>
        <w:ind w:left="1200" w:hanging="1200"/>
      </w:pPr>
      <w:r w:rsidRPr="0042234B">
        <w:tab/>
      </w:r>
      <w:r w:rsidRPr="0042234B">
        <w:tab/>
        <w:t>$.08N</w:t>
      </w:r>
      <w:r w:rsidRPr="0042234B">
        <w:tab/>
        <w:t>= $3,360</w:t>
      </w:r>
    </w:p>
    <w:p w:rsidR="005C186D" w:rsidRPr="0042234B" w:rsidRDefault="005C186D" w:rsidP="006938DC">
      <w:pPr>
        <w:tabs>
          <w:tab w:val="right" w:pos="2610"/>
          <w:tab w:val="left" w:pos="2790"/>
        </w:tabs>
        <w:ind w:left="720" w:hanging="720"/>
      </w:pPr>
      <w:r w:rsidRPr="0042234B">
        <w:tab/>
      </w:r>
      <w:r w:rsidRPr="0042234B">
        <w:tab/>
        <w:t>N</w:t>
      </w:r>
      <w:r w:rsidRPr="0042234B">
        <w:tab/>
        <w:t>= 42,000 boxes</w:t>
      </w:r>
    </w:p>
    <w:p w:rsidR="005C186D" w:rsidRPr="0042234B" w:rsidRDefault="005C186D" w:rsidP="006938DC">
      <w:pPr>
        <w:tabs>
          <w:tab w:val="left" w:pos="840"/>
          <w:tab w:val="left" w:pos="1320"/>
          <w:tab w:val="left" w:pos="1800"/>
        </w:tabs>
        <w:ind w:left="1200" w:hanging="1200"/>
        <w:rPr>
          <w:spacing w:val="-20"/>
        </w:rPr>
      </w:pPr>
    </w:p>
    <w:p w:rsidR="005C186D" w:rsidRPr="0042234B" w:rsidRDefault="005C186D" w:rsidP="006938DC">
      <w:pPr>
        <w:tabs>
          <w:tab w:val="left" w:pos="840"/>
          <w:tab w:val="left" w:pos="1320"/>
          <w:tab w:val="left" w:pos="1800"/>
        </w:tabs>
        <w:ind w:left="810" w:hanging="810"/>
      </w:pPr>
      <w:r w:rsidRPr="0042234B">
        <w:t>2.</w:t>
      </w:r>
      <w:r w:rsidRPr="0042234B">
        <w:tab/>
        <w:t>As volume increases, the more expensive models would generate more profits.  Compare the deluxe and jumbo models:</w:t>
      </w:r>
    </w:p>
    <w:p w:rsidR="005C186D" w:rsidRPr="0042234B" w:rsidRDefault="005C186D" w:rsidP="006938DC">
      <w:pPr>
        <w:tabs>
          <w:tab w:val="left" w:pos="840"/>
          <w:tab w:val="left" w:pos="1320"/>
          <w:tab w:val="left" w:pos="1800"/>
        </w:tabs>
        <w:spacing w:before="120"/>
        <w:ind w:left="1195" w:hanging="1195"/>
      </w:pPr>
      <w:r w:rsidRPr="0042234B">
        <w:tab/>
        <w:t>Let N = volume level in boxes that would earn same profit</w:t>
      </w:r>
    </w:p>
    <w:p w:rsidR="005C186D" w:rsidRPr="0042234B" w:rsidRDefault="005C186D" w:rsidP="006938DC">
      <w:pPr>
        <w:tabs>
          <w:tab w:val="right" w:pos="2700"/>
          <w:tab w:val="left" w:pos="2880"/>
        </w:tabs>
      </w:pPr>
      <w:r w:rsidRPr="0042234B">
        <w:tab/>
        <w:t>$20,200 + $.28N</w:t>
      </w:r>
      <w:r w:rsidRPr="0042234B">
        <w:tab/>
        <w:t>= $11,200 + .37N</w:t>
      </w:r>
    </w:p>
    <w:p w:rsidR="005C186D" w:rsidRPr="0042234B" w:rsidRDefault="005C186D" w:rsidP="006938DC">
      <w:pPr>
        <w:tabs>
          <w:tab w:val="right" w:pos="2700"/>
          <w:tab w:val="left" w:pos="2880"/>
        </w:tabs>
        <w:ind w:left="1200" w:hanging="1200"/>
      </w:pPr>
      <w:r w:rsidRPr="0042234B">
        <w:tab/>
      </w:r>
      <w:r w:rsidRPr="0042234B">
        <w:tab/>
        <w:t>$.09N</w:t>
      </w:r>
      <w:r w:rsidRPr="0042234B">
        <w:tab/>
        <w:t>= $9,000</w:t>
      </w:r>
    </w:p>
    <w:p w:rsidR="005C186D" w:rsidRPr="0042234B" w:rsidRDefault="005C186D" w:rsidP="006938DC">
      <w:pPr>
        <w:tabs>
          <w:tab w:val="right" w:pos="2700"/>
          <w:tab w:val="left" w:pos="2880"/>
        </w:tabs>
        <w:ind w:left="1200" w:hanging="1200"/>
      </w:pPr>
      <w:r w:rsidRPr="0042234B">
        <w:tab/>
      </w:r>
      <w:r w:rsidRPr="0042234B">
        <w:tab/>
        <w:t>N</w:t>
      </w:r>
      <w:r w:rsidRPr="0042234B">
        <w:tab/>
        <w:t>= 100,000 boxes</w:t>
      </w:r>
    </w:p>
    <w:p w:rsidR="005C186D" w:rsidRPr="0042234B" w:rsidRDefault="005C186D" w:rsidP="006938DC">
      <w:pPr>
        <w:tabs>
          <w:tab w:val="left" w:pos="840"/>
          <w:tab w:val="left" w:pos="1320"/>
          <w:tab w:val="left" w:pos="1800"/>
        </w:tabs>
        <w:ind w:left="1200" w:hanging="1200"/>
      </w:pPr>
    </w:p>
    <w:p w:rsidR="005C186D" w:rsidRPr="0042234B" w:rsidRDefault="005C186D" w:rsidP="006938DC">
      <w:pPr>
        <w:tabs>
          <w:tab w:val="left" w:pos="840"/>
        </w:tabs>
      </w:pPr>
      <w:r w:rsidRPr="0042234B">
        <w:tab/>
        <w:t>Therefore, the decision rule is as shown below.</w:t>
      </w:r>
    </w:p>
    <w:p w:rsidR="005C186D" w:rsidRPr="0042234B" w:rsidRDefault="005C186D" w:rsidP="006938DC">
      <w:pPr>
        <w:ind w:left="1200" w:hanging="1200"/>
        <w:rPr>
          <w:spacing w:val="-20"/>
        </w:rPr>
      </w:pPr>
    </w:p>
    <w:p w:rsidR="005C186D" w:rsidRPr="0042234B" w:rsidRDefault="005C186D" w:rsidP="006938DC">
      <w:pPr>
        <w:tabs>
          <w:tab w:val="center" w:pos="2250"/>
          <w:tab w:val="left" w:pos="6000"/>
        </w:tabs>
      </w:pPr>
      <w:r w:rsidRPr="0042234B">
        <w:tab/>
        <w:t>Anticipated Annual</w:t>
      </w:r>
    </w:p>
    <w:p w:rsidR="005C186D" w:rsidRPr="0042234B" w:rsidRDefault="005C186D" w:rsidP="006938DC">
      <w:pPr>
        <w:tabs>
          <w:tab w:val="center" w:pos="2250"/>
          <w:tab w:val="center" w:pos="6480"/>
        </w:tabs>
      </w:pPr>
      <w:r w:rsidRPr="0042234B">
        <w:tab/>
      </w:r>
      <w:r w:rsidRPr="0042234B">
        <w:rPr>
          <w:u w:val="single"/>
        </w:rPr>
        <w:t>Sales Between</w:t>
      </w:r>
      <w:r w:rsidRPr="0042234B">
        <w:tab/>
      </w:r>
      <w:r w:rsidRPr="0042234B">
        <w:rPr>
          <w:u w:val="single"/>
        </w:rPr>
        <w:t>Use Model</w:t>
      </w:r>
    </w:p>
    <w:p w:rsidR="005C186D" w:rsidRPr="0042234B" w:rsidRDefault="005C186D" w:rsidP="006938DC">
      <w:pPr>
        <w:tabs>
          <w:tab w:val="left" w:pos="1200"/>
          <w:tab w:val="center" w:pos="6480"/>
        </w:tabs>
      </w:pPr>
      <w:r w:rsidRPr="0042234B">
        <w:tab/>
        <w:t>0 - 42,000</w:t>
      </w:r>
      <w:r w:rsidRPr="0042234B">
        <w:tab/>
        <w:t>Standard</w:t>
      </w:r>
    </w:p>
    <w:p w:rsidR="005C186D" w:rsidRPr="0042234B" w:rsidRDefault="005C186D" w:rsidP="006938DC">
      <w:pPr>
        <w:tabs>
          <w:tab w:val="left" w:pos="1200"/>
          <w:tab w:val="center" w:pos="6480"/>
        </w:tabs>
      </w:pPr>
      <w:r w:rsidRPr="0042234B">
        <w:tab/>
        <w:t>42,000 - 100,000</w:t>
      </w:r>
      <w:r w:rsidRPr="0042234B">
        <w:tab/>
        <w:t>Deluxe</w:t>
      </w:r>
    </w:p>
    <w:p w:rsidR="005C186D" w:rsidRPr="0042234B" w:rsidRDefault="005C186D" w:rsidP="006938DC">
      <w:pPr>
        <w:tabs>
          <w:tab w:val="left" w:pos="1200"/>
          <w:tab w:val="center" w:pos="6480"/>
        </w:tabs>
      </w:pPr>
      <w:r w:rsidRPr="0042234B">
        <w:tab/>
        <w:t>100,000 and above</w:t>
      </w:r>
      <w:r w:rsidRPr="0042234B">
        <w:tab/>
        <w:t>Jumbo</w:t>
      </w:r>
    </w:p>
    <w:p w:rsidR="005C186D" w:rsidRPr="0042234B" w:rsidRDefault="005C186D" w:rsidP="006938DC">
      <w:pPr>
        <w:tabs>
          <w:tab w:val="left" w:pos="1200"/>
          <w:tab w:val="left" w:pos="6000"/>
        </w:tabs>
      </w:pPr>
    </w:p>
    <w:p w:rsidR="005C186D" w:rsidRPr="0042234B" w:rsidRDefault="005C186D" w:rsidP="006938DC">
      <w:pPr>
        <w:tabs>
          <w:tab w:val="left" w:pos="840"/>
          <w:tab w:val="left" w:pos="6000"/>
        </w:tabs>
        <w:ind w:left="810" w:hanging="810"/>
      </w:pPr>
      <w:r w:rsidRPr="0042234B">
        <w:tab/>
        <w:t>The decision rule places volume well within the capacity of each model.</w:t>
      </w:r>
    </w:p>
    <w:p w:rsidR="005C186D" w:rsidRPr="0042234B" w:rsidRDefault="005C186D" w:rsidP="006938DC">
      <w:pPr>
        <w:tabs>
          <w:tab w:val="left" w:pos="840"/>
          <w:tab w:val="left" w:pos="6000"/>
        </w:tabs>
      </w:pPr>
    </w:p>
    <w:p w:rsidR="005C186D" w:rsidRPr="0042234B" w:rsidRDefault="005C186D" w:rsidP="004A6DA7">
      <w:pPr>
        <w:tabs>
          <w:tab w:val="left" w:pos="840"/>
          <w:tab w:val="left" w:pos="6000"/>
        </w:tabs>
        <w:ind w:left="810" w:hanging="810"/>
      </w:pPr>
      <w:r w:rsidRPr="0042234B">
        <w:t>3.</w:t>
      </w:r>
      <w:r w:rsidRPr="0042234B">
        <w:tab/>
        <w:t>No, management cannot use theater capacity or average boxes sold because the number of seats per theater does not indicate the number of patrons attending nor the popcorn-buying habits in different geographic locations.  Each theater may have a different "boxes sold per seat" average with significant variations.  The decision rule does not take into account variations in demand that could affect model choice.</w:t>
      </w:r>
    </w:p>
    <w:p w:rsidR="005C186D" w:rsidRPr="0042234B" w:rsidRDefault="005C186D" w:rsidP="007B4E9B">
      <w:pPr>
        <w:tabs>
          <w:tab w:val="left" w:pos="840"/>
          <w:tab w:val="left" w:pos="1200"/>
        </w:tabs>
        <w:rPr>
          <w:u w:val="single"/>
        </w:rPr>
      </w:pPr>
    </w:p>
    <w:p w:rsidR="005C186D" w:rsidRPr="0042234B" w:rsidRDefault="005C186D" w:rsidP="007B4E9B">
      <w:pPr>
        <w:tabs>
          <w:tab w:val="left" w:pos="840"/>
          <w:tab w:val="left" w:pos="1200"/>
        </w:tabs>
      </w:pPr>
      <w:r>
        <w:rPr>
          <w:u w:val="single"/>
        </w:rPr>
        <w:br w:type="page"/>
      </w:r>
      <w:r w:rsidRPr="0042234B">
        <w:rPr>
          <w:u w:val="single"/>
        </w:rPr>
        <w:t>2-</w:t>
      </w:r>
      <w:r>
        <w:rPr>
          <w:u w:val="single"/>
        </w:rPr>
        <w:t>63</w:t>
      </w:r>
      <w:r w:rsidRPr="0042234B">
        <w:tab/>
        <w:t>(10-15 min.)</w:t>
      </w:r>
    </w:p>
    <w:p w:rsidR="005C186D" w:rsidRPr="0042234B" w:rsidRDefault="005C186D" w:rsidP="007B4E9B">
      <w:pPr>
        <w:tabs>
          <w:tab w:val="left" w:pos="840"/>
          <w:tab w:val="left" w:pos="1200"/>
        </w:tabs>
      </w:pPr>
    </w:p>
    <w:p w:rsidR="005C186D" w:rsidRPr="0042234B" w:rsidRDefault="005C186D" w:rsidP="007B4E9B">
      <w:pPr>
        <w:tabs>
          <w:tab w:val="left" w:pos="840"/>
          <w:tab w:val="left" w:pos="1200"/>
        </w:tabs>
      </w:pPr>
      <w:r w:rsidRPr="0042234B">
        <w:t>1.  Kellogg</w:t>
      </w:r>
      <w:r>
        <w:t>’s</w:t>
      </w:r>
      <w:r w:rsidRPr="0042234B">
        <w:t xml:space="preserve"> has the higher fixed cost, while Post has the higher variable cost.  Thus, the contribution margin for Kellogg</w:t>
      </w:r>
      <w:r>
        <w:t>’s</w:t>
      </w:r>
      <w:r w:rsidRPr="0042234B">
        <w:t xml:space="preserve"> will be higher.  Kellogg</w:t>
      </w:r>
      <w:r>
        <w:t>’s</w:t>
      </w:r>
      <w:r w:rsidRPr="0042234B">
        <w:t xml:space="preserve"> will have more risk.  Its profits increase faster as sales increase, but its profits decrease faster (or losses increase faster) as sales decrease.</w:t>
      </w:r>
    </w:p>
    <w:p w:rsidR="005C186D" w:rsidRPr="0042234B" w:rsidRDefault="005C186D" w:rsidP="007B4E9B">
      <w:pPr>
        <w:tabs>
          <w:tab w:val="left" w:pos="840"/>
          <w:tab w:val="left" w:pos="1200"/>
        </w:tabs>
      </w:pPr>
    </w:p>
    <w:p w:rsidR="005C186D" w:rsidRPr="0042234B" w:rsidRDefault="005C186D" w:rsidP="007B4E9B">
      <w:pPr>
        <w:tabs>
          <w:tab w:val="left" w:pos="840"/>
          <w:tab w:val="left" w:pos="1200"/>
        </w:tabs>
      </w:pPr>
      <w:r w:rsidRPr="0042234B">
        <w:t>2.  Post provides more inventive to its sales force to increase sales.  For each $1 of increased sales, Post pays more of that increase to the sales force, while Kellogg</w:t>
      </w:r>
      <w:r>
        <w:t>’s</w:t>
      </w:r>
      <w:r w:rsidRPr="0042234B">
        <w:t xml:space="preserve"> retain</w:t>
      </w:r>
      <w:r>
        <w:t xml:space="preserve">s more of the increase for the </w:t>
      </w:r>
      <w:r w:rsidRPr="0042234B">
        <w:t>company’s profit.</w:t>
      </w:r>
    </w:p>
    <w:p w:rsidR="005C186D" w:rsidRPr="0042234B" w:rsidRDefault="005C186D" w:rsidP="007B4E9B">
      <w:pPr>
        <w:tabs>
          <w:tab w:val="left" w:pos="840"/>
          <w:tab w:val="left" w:pos="1200"/>
        </w:tabs>
      </w:pPr>
    </w:p>
    <w:p w:rsidR="005C186D" w:rsidRPr="0042234B" w:rsidRDefault="005C186D" w:rsidP="007B4E9B">
      <w:pPr>
        <w:tabs>
          <w:tab w:val="left" w:pos="840"/>
          <w:tab w:val="left" w:pos="1200"/>
        </w:tabs>
      </w:pPr>
      <w:r w:rsidRPr="0042234B">
        <w:t>3.  A possible negative of the increased inventive for the Post sales force to increase sales is a motivation to increase those s</w:t>
      </w:r>
      <w:r>
        <w:t xml:space="preserve">hort-term sales at any cost.  </w:t>
      </w:r>
      <w:r w:rsidRPr="0042234B">
        <w:t xml:space="preserve">That is, the Post sales force might be motivated to sell customers product they don’t need or to record sales that are not yet final.  Many companies have found that too much emphasis on sales volumes can cause managers to take unethical actions to increase their sales levels. </w:t>
      </w:r>
    </w:p>
    <w:p w:rsidR="005C186D" w:rsidRPr="0042234B" w:rsidRDefault="005C186D" w:rsidP="007B4E9B">
      <w:pPr>
        <w:tabs>
          <w:tab w:val="left" w:pos="840"/>
          <w:tab w:val="left" w:pos="1200"/>
        </w:tabs>
      </w:pPr>
    </w:p>
    <w:p w:rsidR="005C186D" w:rsidRPr="0042234B" w:rsidRDefault="005C186D" w:rsidP="007B4E9B">
      <w:pPr>
        <w:tabs>
          <w:tab w:val="left" w:pos="840"/>
          <w:tab w:val="left" w:pos="1200"/>
        </w:tabs>
        <w:rPr>
          <w:spacing w:val="-20"/>
        </w:rPr>
      </w:pPr>
    </w:p>
    <w:p w:rsidR="005C186D" w:rsidRPr="0042234B" w:rsidRDefault="005C186D" w:rsidP="007B4E9B">
      <w:pPr>
        <w:tabs>
          <w:tab w:val="left" w:pos="840"/>
          <w:tab w:val="left" w:pos="1200"/>
        </w:tabs>
      </w:pPr>
      <w:r w:rsidRPr="0042234B">
        <w:rPr>
          <w:spacing w:val="-20"/>
          <w:u w:val="single"/>
        </w:rPr>
        <w:br w:type="page"/>
      </w:r>
      <w:r w:rsidRPr="0042234B">
        <w:rPr>
          <w:u w:val="single"/>
        </w:rPr>
        <w:t>2-</w:t>
      </w:r>
      <w:r>
        <w:rPr>
          <w:u w:val="single"/>
        </w:rPr>
        <w:t>64</w:t>
      </w:r>
      <w:r w:rsidRPr="0042234B">
        <w:tab/>
        <w:t>(20-25 min.)</w:t>
      </w:r>
    </w:p>
    <w:p w:rsidR="005C186D" w:rsidRPr="0042234B" w:rsidRDefault="005C186D" w:rsidP="007B4E9B">
      <w:pPr>
        <w:tabs>
          <w:tab w:val="left" w:pos="840"/>
          <w:tab w:val="left" w:pos="1200"/>
        </w:tabs>
      </w:pPr>
    </w:p>
    <w:p w:rsidR="005C186D" w:rsidRPr="0042234B" w:rsidRDefault="005C186D" w:rsidP="004F6D23">
      <w:pPr>
        <w:tabs>
          <w:tab w:val="left" w:pos="720"/>
          <w:tab w:val="left" w:pos="1200"/>
          <w:tab w:val="left" w:pos="2700"/>
          <w:tab w:val="left" w:pos="2790"/>
        </w:tabs>
      </w:pPr>
      <w:r w:rsidRPr="0042234B">
        <w:t>1.</w:t>
      </w:r>
      <w:r w:rsidRPr="0042234B">
        <w:tab/>
        <w:t xml:space="preserve">  Net income (loss)</w:t>
      </w:r>
      <w:r w:rsidRPr="0042234B">
        <w:tab/>
      </w:r>
      <w:r>
        <w:tab/>
      </w:r>
      <w:r w:rsidRPr="0042234B">
        <w:t xml:space="preserve">= </w:t>
      </w:r>
      <w:r>
        <w:t>(</w:t>
      </w:r>
      <w:r w:rsidRPr="0042234B">
        <w:t>2</w:t>
      </w:r>
      <w:r>
        <w:t>0</w:t>
      </w:r>
      <w:r w:rsidRPr="0042234B">
        <w:t>0,000</w:t>
      </w:r>
      <w:r>
        <w:t xml:space="preserve"> × </w:t>
      </w:r>
      <w:r w:rsidRPr="0042234B">
        <w:t>$</w:t>
      </w:r>
      <w:r>
        <w:t>1)</w:t>
      </w:r>
      <w:r w:rsidRPr="0042234B">
        <w:t xml:space="preserve"> + </w:t>
      </w:r>
      <w:r>
        <w:t>(</w:t>
      </w:r>
      <w:r w:rsidRPr="0042234B">
        <w:t>1</w:t>
      </w:r>
      <w:r>
        <w:t>00</w:t>
      </w:r>
      <w:r w:rsidRPr="0042234B">
        <w:t>,000</w:t>
      </w:r>
      <w:r>
        <w:t xml:space="preserve"> × </w:t>
      </w:r>
      <w:r w:rsidRPr="0042234B">
        <w:t>$</w:t>
      </w:r>
      <w:r>
        <w:t>2)</w:t>
      </w:r>
      <w:r w:rsidRPr="0042234B">
        <w:t xml:space="preserve"> - $</w:t>
      </w:r>
      <w:r>
        <w:t>680</w:t>
      </w:r>
      <w:r w:rsidRPr="0042234B">
        <w:t>,000</w:t>
      </w:r>
    </w:p>
    <w:p w:rsidR="005C186D" w:rsidRPr="0042234B" w:rsidRDefault="005C186D" w:rsidP="004F6D23">
      <w:pPr>
        <w:tabs>
          <w:tab w:val="left" w:pos="840"/>
          <w:tab w:val="left" w:pos="1200"/>
          <w:tab w:val="left" w:pos="2700"/>
          <w:tab w:val="left" w:pos="2790"/>
        </w:tabs>
      </w:pPr>
      <w:r w:rsidRPr="0042234B">
        <w:tab/>
      </w:r>
      <w:r w:rsidRPr="0042234B">
        <w:tab/>
      </w:r>
      <w:r w:rsidRPr="0042234B">
        <w:tab/>
      </w:r>
      <w:r w:rsidRPr="0042234B">
        <w:tab/>
        <w:t>= $</w:t>
      </w:r>
      <w:r>
        <w:t>2</w:t>
      </w:r>
      <w:r w:rsidRPr="0042234B">
        <w:t>00,000 + $</w:t>
      </w:r>
      <w:r>
        <w:t>200</w:t>
      </w:r>
      <w:r w:rsidRPr="0042234B">
        <w:t>,000 - $</w:t>
      </w:r>
      <w:r>
        <w:t>680</w:t>
      </w:r>
      <w:r w:rsidRPr="0042234B">
        <w:t>,000</w:t>
      </w:r>
    </w:p>
    <w:p w:rsidR="005C186D" w:rsidRPr="0042234B" w:rsidRDefault="005C186D" w:rsidP="004F6D23">
      <w:pPr>
        <w:tabs>
          <w:tab w:val="left" w:pos="840"/>
          <w:tab w:val="left" w:pos="1200"/>
          <w:tab w:val="left" w:pos="2700"/>
          <w:tab w:val="left" w:pos="2790"/>
        </w:tabs>
      </w:pPr>
      <w:r w:rsidRPr="0042234B">
        <w:tab/>
      </w:r>
      <w:r w:rsidRPr="0042234B">
        <w:tab/>
      </w:r>
      <w:r w:rsidRPr="0042234B">
        <w:tab/>
      </w:r>
      <w:r w:rsidRPr="0042234B">
        <w:tab/>
        <w:t>= $</w:t>
      </w:r>
      <w:r>
        <w:t>(28</w:t>
      </w:r>
      <w:r w:rsidRPr="0042234B">
        <w:t>0,000</w:t>
      </w:r>
      <w:r>
        <w:t>)</w:t>
      </w:r>
    </w:p>
    <w:p w:rsidR="005C186D" w:rsidRPr="0042234B" w:rsidRDefault="005C186D" w:rsidP="007B4E9B">
      <w:pPr>
        <w:tabs>
          <w:tab w:val="left" w:pos="840"/>
          <w:tab w:val="right" w:pos="1350"/>
          <w:tab w:val="left" w:pos="1530"/>
        </w:tabs>
      </w:pPr>
    </w:p>
    <w:p w:rsidR="005C186D" w:rsidRPr="0042234B" w:rsidRDefault="005C186D" w:rsidP="007B4E9B">
      <w:pPr>
        <w:tabs>
          <w:tab w:val="left" w:pos="840"/>
          <w:tab w:val="right" w:pos="1350"/>
          <w:tab w:val="left" w:pos="1530"/>
        </w:tabs>
      </w:pPr>
      <w:r w:rsidRPr="0042234B">
        <w:t>2.</w:t>
      </w:r>
      <w:r w:rsidRPr="0042234B">
        <w:tab/>
      </w:r>
      <w:r w:rsidRPr="0042234B">
        <w:tab/>
        <w:t xml:space="preserve">Let B  </w:t>
      </w:r>
      <w:r>
        <w:t xml:space="preserve">    </w:t>
      </w:r>
      <w:r w:rsidRPr="0042234B">
        <w:t xml:space="preserve">= </w:t>
      </w:r>
      <w:r>
        <w:t xml:space="preserve"> </w:t>
      </w:r>
      <w:r w:rsidRPr="0042234B">
        <w:t xml:space="preserve">number of units of beef enchiladas to break even </w:t>
      </w:r>
    </w:p>
    <w:p w:rsidR="005C186D" w:rsidRPr="0042234B" w:rsidRDefault="005C186D" w:rsidP="007B4E9B">
      <w:pPr>
        <w:tabs>
          <w:tab w:val="left" w:pos="840"/>
          <w:tab w:val="right" w:pos="1350"/>
          <w:tab w:val="left" w:pos="1530"/>
        </w:tabs>
      </w:pPr>
      <w:r w:rsidRPr="0042234B">
        <w:tab/>
      </w:r>
      <w:r w:rsidRPr="0042234B">
        <w:tab/>
        <w:t>2B</w:t>
      </w:r>
      <w:r w:rsidRPr="0042234B">
        <w:tab/>
        <w:t xml:space="preserve">   = </w:t>
      </w:r>
      <w:r>
        <w:t xml:space="preserve"> </w:t>
      </w:r>
      <w:r w:rsidRPr="0042234B">
        <w:t>number of units of chicken tacos to break even (C)</w:t>
      </w:r>
    </w:p>
    <w:p w:rsidR="005C186D" w:rsidRPr="0042234B" w:rsidRDefault="005C186D" w:rsidP="007B4E9B">
      <w:pPr>
        <w:tabs>
          <w:tab w:val="left" w:pos="840"/>
          <w:tab w:val="left" w:pos="1200"/>
        </w:tabs>
      </w:pPr>
    </w:p>
    <w:p w:rsidR="005C186D" w:rsidRPr="0042234B" w:rsidRDefault="005C186D" w:rsidP="00F435A8">
      <w:pPr>
        <w:tabs>
          <w:tab w:val="left" w:pos="840"/>
          <w:tab w:val="left" w:pos="1200"/>
        </w:tabs>
        <w:ind w:left="1200" w:hanging="1200"/>
        <w:outlineLvl w:val="0"/>
      </w:pPr>
      <w:r w:rsidRPr="0042234B">
        <w:tab/>
        <w:t>Total contribution margin - fixed expenses = zero net income</w:t>
      </w:r>
    </w:p>
    <w:p w:rsidR="005C186D" w:rsidRPr="0042234B" w:rsidRDefault="005C186D" w:rsidP="007B4E9B">
      <w:pPr>
        <w:tabs>
          <w:tab w:val="left" w:pos="840"/>
          <w:tab w:val="left" w:pos="1200"/>
        </w:tabs>
        <w:ind w:left="1200" w:hanging="1200"/>
      </w:pPr>
    </w:p>
    <w:p w:rsidR="005C186D" w:rsidRPr="0042234B" w:rsidRDefault="005C186D" w:rsidP="007B4E9B">
      <w:pPr>
        <w:tabs>
          <w:tab w:val="right" w:pos="3870"/>
          <w:tab w:val="left" w:pos="4050"/>
        </w:tabs>
      </w:pPr>
      <w:r w:rsidRPr="0042234B">
        <w:tab/>
      </w:r>
      <w:r>
        <w:t>(</w:t>
      </w:r>
      <w:r w:rsidRPr="0042234B">
        <w:t>$</w:t>
      </w:r>
      <w:r>
        <w:t xml:space="preserve">2 × </w:t>
      </w:r>
      <w:r w:rsidRPr="0042234B">
        <w:t>B</w:t>
      </w:r>
      <w:r>
        <w:t>)</w:t>
      </w:r>
      <w:r w:rsidRPr="0042234B">
        <w:t xml:space="preserve"> + </w:t>
      </w:r>
      <w:r>
        <w:t>(</w:t>
      </w:r>
      <w:r w:rsidRPr="0042234B">
        <w:t>$</w:t>
      </w:r>
      <w:r>
        <w:t xml:space="preserve">1 × </w:t>
      </w:r>
      <w:r w:rsidRPr="0042234B">
        <w:t>2B</w:t>
      </w:r>
      <w:r>
        <w:t>)</w:t>
      </w:r>
      <w:r w:rsidRPr="0042234B">
        <w:t xml:space="preserve"> - $</w:t>
      </w:r>
      <w:r>
        <w:t>680</w:t>
      </w:r>
      <w:r w:rsidRPr="0042234B">
        <w:t>,000</w:t>
      </w:r>
      <w:r w:rsidRPr="0042234B">
        <w:tab/>
        <w:t>= 0</w:t>
      </w:r>
    </w:p>
    <w:p w:rsidR="005C186D" w:rsidRPr="0042234B" w:rsidRDefault="005C186D" w:rsidP="007B4E9B">
      <w:pPr>
        <w:tabs>
          <w:tab w:val="right" w:pos="3870"/>
          <w:tab w:val="left" w:pos="4050"/>
        </w:tabs>
      </w:pPr>
      <w:r w:rsidRPr="0042234B">
        <w:tab/>
        <w:t>$</w:t>
      </w:r>
      <w:r>
        <w:t>4 ×</w:t>
      </w:r>
      <w:r w:rsidRPr="0042234B">
        <w:t>B</w:t>
      </w:r>
      <w:r w:rsidRPr="0042234B">
        <w:tab/>
        <w:t>= $</w:t>
      </w:r>
      <w:r>
        <w:t>680</w:t>
      </w:r>
      <w:r w:rsidRPr="0042234B">
        <w:t>,000</w:t>
      </w:r>
    </w:p>
    <w:p w:rsidR="005C186D" w:rsidRPr="0042234B" w:rsidRDefault="005C186D" w:rsidP="007B4E9B">
      <w:pPr>
        <w:tabs>
          <w:tab w:val="right" w:pos="3870"/>
          <w:tab w:val="left" w:pos="4050"/>
        </w:tabs>
      </w:pPr>
      <w:r w:rsidRPr="0042234B">
        <w:tab/>
        <w:t>B</w:t>
      </w:r>
      <w:r w:rsidRPr="0042234B">
        <w:tab/>
        <w:t>= 1</w:t>
      </w:r>
      <w:r>
        <w:t>70</w:t>
      </w:r>
      <w:r w:rsidRPr="0042234B">
        <w:t>,000</w:t>
      </w:r>
    </w:p>
    <w:p w:rsidR="005C186D" w:rsidRPr="0042234B" w:rsidRDefault="005C186D" w:rsidP="007B4E9B">
      <w:pPr>
        <w:tabs>
          <w:tab w:val="right" w:pos="3870"/>
          <w:tab w:val="left" w:pos="4050"/>
        </w:tabs>
      </w:pPr>
      <w:r w:rsidRPr="0042234B">
        <w:tab/>
        <w:t>2B</w:t>
      </w:r>
      <w:r w:rsidRPr="0042234B">
        <w:tab/>
        <w:t xml:space="preserve">= </w:t>
      </w:r>
      <w:r>
        <w:t>340</w:t>
      </w:r>
      <w:r w:rsidRPr="0042234B">
        <w:t>,000 = C</w:t>
      </w:r>
    </w:p>
    <w:p w:rsidR="005C186D" w:rsidRPr="0042234B" w:rsidRDefault="005C186D" w:rsidP="007B4E9B">
      <w:pPr>
        <w:tabs>
          <w:tab w:val="right" w:pos="3690"/>
          <w:tab w:val="left" w:pos="3870"/>
        </w:tabs>
      </w:pPr>
    </w:p>
    <w:p w:rsidR="005C186D" w:rsidRPr="0042234B" w:rsidRDefault="005C186D" w:rsidP="007B4E9B">
      <w:pPr>
        <w:tabs>
          <w:tab w:val="left" w:pos="840"/>
          <w:tab w:val="left" w:pos="1200"/>
        </w:tabs>
        <w:ind w:left="810" w:hanging="810"/>
      </w:pPr>
      <w:r w:rsidRPr="0042234B">
        <w:tab/>
        <w:t>The break-even point is 1</w:t>
      </w:r>
      <w:r>
        <w:t>70</w:t>
      </w:r>
      <w:r w:rsidRPr="0042234B">
        <w:t xml:space="preserve">,000 units of beef enchiladas plus </w:t>
      </w:r>
      <w:r>
        <w:t>340</w:t>
      </w:r>
      <w:r w:rsidRPr="0042234B">
        <w:t xml:space="preserve">,000 units of chicken tacos, a grand total of </w:t>
      </w:r>
      <w:r>
        <w:t>510</w:t>
      </w:r>
      <w:r w:rsidRPr="0042234B">
        <w:t>,000 units.</w:t>
      </w:r>
    </w:p>
    <w:p w:rsidR="005C186D" w:rsidRPr="0042234B" w:rsidRDefault="005C186D" w:rsidP="007B4E9B">
      <w:pPr>
        <w:tabs>
          <w:tab w:val="left" w:pos="840"/>
          <w:tab w:val="left" w:pos="1200"/>
        </w:tabs>
      </w:pPr>
    </w:p>
    <w:p w:rsidR="005C186D" w:rsidRPr="0042234B" w:rsidRDefault="005C186D" w:rsidP="00240C58">
      <w:pPr>
        <w:ind w:left="810" w:hanging="810"/>
      </w:pPr>
      <w:r w:rsidRPr="0042234B">
        <w:t>3.</w:t>
      </w:r>
      <w:r w:rsidRPr="0042234B">
        <w:tab/>
        <w:t>If tacos, break-even would be $</w:t>
      </w:r>
      <w:r>
        <w:t>680</w:t>
      </w:r>
      <w:r w:rsidRPr="0042234B">
        <w:t>,000 ÷ $</w:t>
      </w:r>
      <w:r>
        <w:t>1</w:t>
      </w:r>
      <w:r w:rsidRPr="0042234B">
        <w:t xml:space="preserve"> = </w:t>
      </w:r>
      <w:r>
        <w:t>680,0</w:t>
      </w:r>
      <w:r w:rsidRPr="0042234B">
        <w:t>00 units.</w:t>
      </w:r>
    </w:p>
    <w:p w:rsidR="005C186D" w:rsidRPr="0042234B" w:rsidRDefault="005C186D" w:rsidP="00F435A8">
      <w:pPr>
        <w:tabs>
          <w:tab w:val="left" w:pos="840"/>
          <w:tab w:val="left" w:pos="1200"/>
        </w:tabs>
        <w:ind w:left="1200" w:hanging="1200"/>
        <w:outlineLvl w:val="0"/>
      </w:pPr>
      <w:r w:rsidRPr="0042234B">
        <w:tab/>
        <w:t xml:space="preserve">If enchiladas, break-even would be </w:t>
      </w:r>
      <w:r w:rsidRPr="0042234B">
        <w:rPr>
          <w:spacing w:val="-20"/>
        </w:rPr>
        <w:t>$</w:t>
      </w:r>
      <w:r>
        <w:rPr>
          <w:spacing w:val="-20"/>
        </w:rPr>
        <w:t>680</w:t>
      </w:r>
      <w:r w:rsidRPr="0042234B">
        <w:rPr>
          <w:spacing w:val="-20"/>
        </w:rPr>
        <w:t>,000 ÷ $</w:t>
      </w:r>
      <w:r>
        <w:rPr>
          <w:spacing w:val="-20"/>
        </w:rPr>
        <w:t>2</w:t>
      </w:r>
      <w:r w:rsidRPr="0042234B">
        <w:rPr>
          <w:spacing w:val="-20"/>
        </w:rPr>
        <w:t xml:space="preserve"> = </w:t>
      </w:r>
      <w:r>
        <w:rPr>
          <w:spacing w:val="-20"/>
        </w:rPr>
        <w:t>340</w:t>
      </w:r>
      <w:r w:rsidRPr="0042234B">
        <w:rPr>
          <w:spacing w:val="-20"/>
        </w:rPr>
        <w:t>,000</w:t>
      </w:r>
      <w:r w:rsidRPr="0042234B">
        <w:t xml:space="preserve"> units.</w:t>
      </w:r>
    </w:p>
    <w:p w:rsidR="005C186D" w:rsidRPr="0042234B" w:rsidRDefault="005C186D" w:rsidP="007B4E9B">
      <w:pPr>
        <w:tabs>
          <w:tab w:val="left" w:pos="840"/>
          <w:tab w:val="left" w:pos="1200"/>
        </w:tabs>
        <w:ind w:left="1200" w:hanging="1200"/>
      </w:pPr>
      <w:r w:rsidRPr="0042234B">
        <w:tab/>
      </w:r>
    </w:p>
    <w:p w:rsidR="005C186D" w:rsidRPr="0042234B" w:rsidRDefault="005C186D" w:rsidP="007B4E9B">
      <w:pPr>
        <w:tabs>
          <w:tab w:val="left" w:pos="840"/>
          <w:tab w:val="left" w:pos="1200"/>
        </w:tabs>
        <w:rPr>
          <w:spacing w:val="-20"/>
        </w:rPr>
      </w:pPr>
    </w:p>
    <w:p w:rsidR="005C186D" w:rsidRPr="0042234B" w:rsidRDefault="005C186D" w:rsidP="004F6D23">
      <w:pPr>
        <w:tabs>
          <w:tab w:val="left" w:pos="840"/>
          <w:tab w:val="left" w:pos="1200"/>
          <w:tab w:val="left" w:pos="2880"/>
        </w:tabs>
      </w:pPr>
      <w:r w:rsidRPr="0042234B">
        <w:t>4.</w:t>
      </w:r>
      <w:r w:rsidRPr="0042234B">
        <w:tab/>
        <w:t>Net income (loss)</w:t>
      </w:r>
      <w:r w:rsidRPr="0042234B">
        <w:tab/>
        <w:t xml:space="preserve">= </w:t>
      </w:r>
      <w:r>
        <w:t>(</w:t>
      </w:r>
      <w:r w:rsidRPr="0042234B">
        <w:t>2</w:t>
      </w:r>
      <w:r>
        <w:t>25,00</w:t>
      </w:r>
      <w:r w:rsidRPr="0042234B">
        <w:t>0</w:t>
      </w:r>
      <w:r>
        <w:t xml:space="preserve"> × </w:t>
      </w:r>
      <w:r w:rsidRPr="0042234B">
        <w:t>$</w:t>
      </w:r>
      <w:r>
        <w:t>1)</w:t>
      </w:r>
      <w:r w:rsidRPr="0042234B">
        <w:t xml:space="preserve"> + </w:t>
      </w:r>
      <w:r>
        <w:t>(</w:t>
      </w:r>
      <w:r w:rsidRPr="0042234B">
        <w:t>7</w:t>
      </w:r>
      <w:r>
        <w:t>5,00</w:t>
      </w:r>
      <w:r w:rsidRPr="0042234B">
        <w:t>0</w:t>
      </w:r>
      <w:r>
        <w:t xml:space="preserve"> × </w:t>
      </w:r>
      <w:r w:rsidRPr="0042234B">
        <w:t>$</w:t>
      </w:r>
      <w:r>
        <w:t xml:space="preserve">2) </w:t>
      </w:r>
      <w:r w:rsidRPr="0042234B">
        <w:t xml:space="preserve"> - $</w:t>
      </w:r>
      <w:r>
        <w:t>680</w:t>
      </w:r>
      <w:r w:rsidRPr="0042234B">
        <w:t>,000</w:t>
      </w:r>
    </w:p>
    <w:p w:rsidR="005C186D" w:rsidRPr="0042234B" w:rsidRDefault="005C186D" w:rsidP="004F6D23">
      <w:pPr>
        <w:tabs>
          <w:tab w:val="left" w:pos="840"/>
          <w:tab w:val="left" w:pos="1200"/>
          <w:tab w:val="left" w:pos="2880"/>
        </w:tabs>
      </w:pPr>
      <w:r w:rsidRPr="0042234B">
        <w:tab/>
      </w:r>
      <w:r w:rsidRPr="0042234B">
        <w:tab/>
      </w:r>
      <w:r w:rsidRPr="0042234B">
        <w:tab/>
        <w:t>= $</w:t>
      </w:r>
      <w:r>
        <w:t>225,0</w:t>
      </w:r>
      <w:r w:rsidRPr="0042234B">
        <w:t>00 + $</w:t>
      </w:r>
      <w:r>
        <w:t>150,00</w:t>
      </w:r>
      <w:r w:rsidRPr="0042234B">
        <w:t>0 - $</w:t>
      </w:r>
      <w:r>
        <w:t>680</w:t>
      </w:r>
      <w:r w:rsidRPr="0042234B">
        <w:t>,000</w:t>
      </w:r>
    </w:p>
    <w:p w:rsidR="005C186D" w:rsidRPr="0042234B" w:rsidRDefault="005C186D" w:rsidP="004F6D23">
      <w:pPr>
        <w:tabs>
          <w:tab w:val="left" w:pos="840"/>
          <w:tab w:val="left" w:pos="1200"/>
          <w:tab w:val="left" w:pos="2880"/>
        </w:tabs>
      </w:pPr>
      <w:r w:rsidRPr="0042234B">
        <w:tab/>
      </w:r>
      <w:r w:rsidRPr="0042234B">
        <w:tab/>
      </w:r>
      <w:r w:rsidRPr="0042234B">
        <w:tab/>
        <w:t>= $(</w:t>
      </w:r>
      <w:r>
        <w:t>305,000</w:t>
      </w:r>
      <w:r w:rsidRPr="0042234B">
        <w:t>)</w:t>
      </w:r>
    </w:p>
    <w:p w:rsidR="005C186D" w:rsidRPr="0042234B" w:rsidRDefault="005C186D" w:rsidP="007B4E9B">
      <w:pPr>
        <w:tabs>
          <w:tab w:val="left" w:pos="840"/>
          <w:tab w:val="left" w:pos="1200"/>
        </w:tabs>
      </w:pPr>
    </w:p>
    <w:p w:rsidR="005C186D" w:rsidRPr="0042234B" w:rsidRDefault="005C186D" w:rsidP="007B4E9B">
      <w:pPr>
        <w:tabs>
          <w:tab w:val="right" w:pos="1440"/>
          <w:tab w:val="left" w:pos="1613"/>
        </w:tabs>
      </w:pPr>
      <w:r w:rsidRPr="0042234B">
        <w:tab/>
        <w:t>Let B</w:t>
      </w:r>
      <w:r w:rsidRPr="0042234B">
        <w:tab/>
        <w:t xml:space="preserve">= number of units of beef enchiladas to break even </w:t>
      </w:r>
    </w:p>
    <w:p w:rsidR="005C186D" w:rsidRPr="0042234B" w:rsidRDefault="005C186D" w:rsidP="007B4E9B">
      <w:pPr>
        <w:tabs>
          <w:tab w:val="right" w:pos="1440"/>
          <w:tab w:val="left" w:pos="1613"/>
        </w:tabs>
      </w:pPr>
      <w:r w:rsidRPr="0042234B">
        <w:tab/>
        <w:t>3B</w:t>
      </w:r>
      <w:r w:rsidRPr="0042234B">
        <w:tab/>
        <w:t>= number of units of chicken tacos to break even (C)</w:t>
      </w:r>
    </w:p>
    <w:p w:rsidR="005C186D" w:rsidRPr="0042234B" w:rsidRDefault="005C186D" w:rsidP="007B4E9B">
      <w:pPr>
        <w:tabs>
          <w:tab w:val="left" w:pos="840"/>
          <w:tab w:val="left" w:pos="1200"/>
        </w:tabs>
      </w:pPr>
    </w:p>
    <w:p w:rsidR="005C186D" w:rsidRPr="0042234B" w:rsidRDefault="005C186D" w:rsidP="00F435A8">
      <w:pPr>
        <w:tabs>
          <w:tab w:val="left" w:pos="810"/>
          <w:tab w:val="right" w:pos="4320"/>
          <w:tab w:val="left" w:pos="4493"/>
        </w:tabs>
        <w:outlineLvl w:val="0"/>
      </w:pPr>
      <w:r w:rsidRPr="0042234B">
        <w:tab/>
        <w:t>Total contribution margin - fixed expenses = zero net income</w:t>
      </w:r>
    </w:p>
    <w:p w:rsidR="005C186D" w:rsidRPr="0042234B" w:rsidRDefault="005C186D" w:rsidP="007B4E9B">
      <w:pPr>
        <w:tabs>
          <w:tab w:val="left" w:pos="810"/>
          <w:tab w:val="right" w:pos="4320"/>
          <w:tab w:val="left" w:pos="4493"/>
        </w:tabs>
      </w:pPr>
    </w:p>
    <w:p w:rsidR="005C186D" w:rsidRPr="0042234B" w:rsidRDefault="005C186D" w:rsidP="007B4E9B">
      <w:pPr>
        <w:tabs>
          <w:tab w:val="right" w:pos="3870"/>
          <w:tab w:val="left" w:pos="4050"/>
        </w:tabs>
      </w:pPr>
      <w:r w:rsidRPr="0042234B">
        <w:tab/>
      </w:r>
      <w:r>
        <w:t>(</w:t>
      </w:r>
      <w:r w:rsidRPr="0042234B">
        <w:t>$</w:t>
      </w:r>
      <w:r>
        <w:t xml:space="preserve">2 × </w:t>
      </w:r>
      <w:r w:rsidRPr="0042234B">
        <w:t>B</w:t>
      </w:r>
      <w:r>
        <w:t>)</w:t>
      </w:r>
      <w:r w:rsidRPr="0042234B">
        <w:t xml:space="preserve"> + </w:t>
      </w:r>
      <w:r>
        <w:t>(</w:t>
      </w:r>
      <w:r w:rsidRPr="0042234B">
        <w:t>$</w:t>
      </w:r>
      <w:r>
        <w:t xml:space="preserve">1 × </w:t>
      </w:r>
      <w:r w:rsidRPr="0042234B">
        <w:t>3B) - $</w:t>
      </w:r>
      <w:r>
        <w:t>680</w:t>
      </w:r>
      <w:r w:rsidRPr="0042234B">
        <w:t>,000</w:t>
      </w:r>
      <w:r w:rsidRPr="0042234B">
        <w:tab/>
        <w:t>= 0</w:t>
      </w:r>
    </w:p>
    <w:p w:rsidR="005C186D" w:rsidRPr="0042234B" w:rsidRDefault="005C186D" w:rsidP="007B4E9B">
      <w:pPr>
        <w:tabs>
          <w:tab w:val="right" w:pos="3870"/>
          <w:tab w:val="left" w:pos="4050"/>
        </w:tabs>
      </w:pPr>
      <w:r w:rsidRPr="0042234B">
        <w:tab/>
        <w:t>$</w:t>
      </w:r>
      <w:r>
        <w:t xml:space="preserve">5 × </w:t>
      </w:r>
      <w:r w:rsidRPr="0042234B">
        <w:t>B</w:t>
      </w:r>
      <w:r w:rsidRPr="0042234B">
        <w:tab/>
        <w:t>= $</w:t>
      </w:r>
      <w:r>
        <w:t>680</w:t>
      </w:r>
      <w:r w:rsidRPr="0042234B">
        <w:t>,000</w:t>
      </w:r>
    </w:p>
    <w:p w:rsidR="005C186D" w:rsidRPr="0042234B" w:rsidRDefault="005C186D" w:rsidP="007B4E9B">
      <w:pPr>
        <w:tabs>
          <w:tab w:val="right" w:pos="3870"/>
          <w:tab w:val="left" w:pos="4050"/>
        </w:tabs>
      </w:pPr>
      <w:r w:rsidRPr="0042234B">
        <w:tab/>
        <w:t>B</w:t>
      </w:r>
      <w:r w:rsidRPr="0042234B">
        <w:tab/>
        <w:t xml:space="preserve">= </w:t>
      </w:r>
      <w:r>
        <w:t>136,000</w:t>
      </w:r>
    </w:p>
    <w:p w:rsidR="005C186D" w:rsidRPr="0042234B" w:rsidRDefault="005C186D" w:rsidP="007B4E9B">
      <w:pPr>
        <w:tabs>
          <w:tab w:val="right" w:pos="3870"/>
          <w:tab w:val="left" w:pos="4050"/>
        </w:tabs>
      </w:pPr>
      <w:r w:rsidRPr="0042234B">
        <w:tab/>
        <w:t>3B</w:t>
      </w:r>
      <w:r w:rsidRPr="0042234B">
        <w:tab/>
        <w:t xml:space="preserve">= </w:t>
      </w:r>
      <w:r>
        <w:t>408</w:t>
      </w:r>
      <w:r w:rsidRPr="0042234B">
        <w:t>,000 = C</w:t>
      </w:r>
    </w:p>
    <w:p w:rsidR="005C186D" w:rsidRDefault="005C186D" w:rsidP="00A318DA">
      <w:pPr>
        <w:tabs>
          <w:tab w:val="left" w:pos="720"/>
          <w:tab w:val="left" w:pos="1200"/>
        </w:tabs>
        <w:ind w:left="810" w:hanging="90"/>
      </w:pPr>
    </w:p>
    <w:p w:rsidR="005C186D" w:rsidRPr="001D6486" w:rsidRDefault="005C186D" w:rsidP="008F4649">
      <w:pPr>
        <w:tabs>
          <w:tab w:val="left" w:pos="540"/>
          <w:tab w:val="left" w:pos="720"/>
          <w:tab w:val="left" w:pos="900"/>
          <w:tab w:val="left" w:pos="1200"/>
        </w:tabs>
        <w:ind w:left="720"/>
      </w:pPr>
      <w:r w:rsidRPr="001D6486">
        <w:t xml:space="preserve">The major lesson of this problem is that changes in sales mix </w:t>
      </w:r>
      <w:r>
        <w:t>affect</w:t>
      </w:r>
      <w:r w:rsidRPr="001D6486">
        <w:t xml:space="preserve"> break-even points and net incomes. </w:t>
      </w:r>
    </w:p>
    <w:p w:rsidR="005C186D" w:rsidRPr="0042234B" w:rsidRDefault="005C186D" w:rsidP="007B4E9B">
      <w:pPr>
        <w:tabs>
          <w:tab w:val="left" w:pos="840"/>
          <w:tab w:val="left" w:pos="1200"/>
        </w:tabs>
      </w:pPr>
      <w:r>
        <w:rPr>
          <w:u w:val="single"/>
        </w:rPr>
        <w:br w:type="page"/>
      </w:r>
      <w:r w:rsidRPr="0042234B">
        <w:rPr>
          <w:u w:val="single"/>
        </w:rPr>
        <w:t>2-</w:t>
      </w:r>
      <w:r>
        <w:rPr>
          <w:u w:val="single"/>
        </w:rPr>
        <w:t>65</w:t>
      </w:r>
      <w:r w:rsidRPr="0042234B">
        <w:tab/>
        <w:t>(20-25 min.)</w:t>
      </w:r>
    </w:p>
    <w:p w:rsidR="005C186D" w:rsidRPr="0042234B" w:rsidRDefault="005C186D" w:rsidP="007B4E9B">
      <w:pPr>
        <w:tabs>
          <w:tab w:val="left" w:pos="840"/>
          <w:tab w:val="left" w:pos="1200"/>
        </w:tabs>
      </w:pPr>
    </w:p>
    <w:p w:rsidR="005C186D" w:rsidRPr="0042234B" w:rsidRDefault="005C186D" w:rsidP="007B4E9B">
      <w:pPr>
        <w:tabs>
          <w:tab w:val="right" w:pos="1440"/>
          <w:tab w:val="left" w:pos="1620"/>
        </w:tabs>
      </w:pPr>
      <w:r w:rsidRPr="0042234B">
        <w:t>1.</w:t>
      </w:r>
      <w:r w:rsidRPr="0042234B">
        <w:tab/>
        <w:t>Let S</w:t>
      </w:r>
      <w:r w:rsidRPr="0042234B">
        <w:tab/>
        <w:t>= number of self-pay patients  (S)</w:t>
      </w:r>
    </w:p>
    <w:p w:rsidR="005C186D" w:rsidRPr="0042234B" w:rsidRDefault="005C186D" w:rsidP="007B4E9B">
      <w:pPr>
        <w:tabs>
          <w:tab w:val="right" w:pos="1440"/>
          <w:tab w:val="left" w:pos="1620"/>
        </w:tabs>
      </w:pPr>
      <w:r w:rsidRPr="0042234B">
        <w:tab/>
      </w:r>
      <w:r>
        <w:t>3</w:t>
      </w:r>
      <w:r w:rsidRPr="0042234B">
        <w:t>S</w:t>
      </w:r>
      <w:r w:rsidRPr="0042234B">
        <w:tab/>
        <w:t>= number of other patients  (G)</w:t>
      </w:r>
    </w:p>
    <w:p w:rsidR="005C186D" w:rsidRPr="0042234B" w:rsidRDefault="005C186D" w:rsidP="007B4E9B">
      <w:pPr>
        <w:tabs>
          <w:tab w:val="right" w:pos="6930"/>
          <w:tab w:val="left" w:pos="7110"/>
        </w:tabs>
      </w:pPr>
      <w:r w:rsidRPr="0042234B">
        <w:tab/>
      </w:r>
      <w:r>
        <w:t>(</w:t>
      </w:r>
      <w:r w:rsidRPr="0042234B">
        <w:t>$1,</w:t>
      </w:r>
      <w:r>
        <w:t>25</w:t>
      </w:r>
      <w:r w:rsidRPr="0042234B">
        <w:t>0</w:t>
      </w:r>
      <w:r>
        <w:t xml:space="preserve"> × </w:t>
      </w:r>
      <w:r w:rsidRPr="0042234B">
        <w:t>S</w:t>
      </w:r>
      <w:r>
        <w:t>)</w:t>
      </w:r>
      <w:r w:rsidRPr="0042234B">
        <w:t xml:space="preserve"> + ($</w:t>
      </w:r>
      <w:r>
        <w:t>95</w:t>
      </w:r>
      <w:r w:rsidRPr="0042234B">
        <w:t>0</w:t>
      </w:r>
      <w:r>
        <w:t xml:space="preserve"> </w:t>
      </w:r>
      <w:r w:rsidRPr="0042234B">
        <w:t>×</w:t>
      </w:r>
      <w:r>
        <w:t xml:space="preserve"> 3</w:t>
      </w:r>
      <w:r w:rsidRPr="0042234B">
        <w:t xml:space="preserve">S) </w:t>
      </w:r>
      <w:r>
        <w:t>–</w:t>
      </w:r>
      <w:r w:rsidRPr="0042234B">
        <w:t xml:space="preserve"> </w:t>
      </w:r>
      <w:r>
        <w:t>(</w:t>
      </w:r>
      <w:r w:rsidRPr="0042234B">
        <w:t>$</w:t>
      </w:r>
      <w:r>
        <w:t>75</w:t>
      </w:r>
      <w:r w:rsidRPr="0042234B">
        <w:t>0</w:t>
      </w:r>
      <w:r>
        <w:t xml:space="preserve"> × </w:t>
      </w:r>
      <w:r w:rsidRPr="0042234B">
        <w:t>S</w:t>
      </w:r>
      <w:r>
        <w:t>)</w:t>
      </w:r>
      <w:r w:rsidRPr="0042234B">
        <w:t xml:space="preserve"> – ($</w:t>
      </w:r>
      <w:r>
        <w:t>75</w:t>
      </w:r>
      <w:r w:rsidRPr="0042234B">
        <w:t>0</w:t>
      </w:r>
      <w:r>
        <w:t xml:space="preserve"> </w:t>
      </w:r>
      <w:r w:rsidRPr="0042234B">
        <w:t>×</w:t>
      </w:r>
      <w:r>
        <w:t xml:space="preserve"> 3</w:t>
      </w:r>
      <w:r w:rsidRPr="0042234B">
        <w:t>S) - $5</w:t>
      </w:r>
      <w:r>
        <w:t>2,8</w:t>
      </w:r>
      <w:r w:rsidRPr="0042234B">
        <w:t>00,000</w:t>
      </w:r>
      <w:r w:rsidRPr="0042234B">
        <w:tab/>
        <w:t>= 0</w:t>
      </w:r>
    </w:p>
    <w:p w:rsidR="005C186D" w:rsidRPr="0042234B" w:rsidRDefault="005C186D" w:rsidP="007B4E9B">
      <w:pPr>
        <w:tabs>
          <w:tab w:val="right" w:pos="6930"/>
          <w:tab w:val="left" w:pos="7110"/>
        </w:tabs>
      </w:pPr>
      <w:r w:rsidRPr="0042234B">
        <w:tab/>
      </w:r>
      <w:r>
        <w:t>(</w:t>
      </w:r>
      <w:r w:rsidRPr="0042234B">
        <w:t>$1,</w:t>
      </w:r>
      <w:r>
        <w:t>25</w:t>
      </w:r>
      <w:r w:rsidRPr="0042234B">
        <w:t>0</w:t>
      </w:r>
      <w:r>
        <w:t xml:space="preserve"> × </w:t>
      </w:r>
      <w:r w:rsidRPr="0042234B">
        <w:t>S</w:t>
      </w:r>
      <w:r>
        <w:t>)</w:t>
      </w:r>
      <w:r w:rsidRPr="0042234B">
        <w:t xml:space="preserve"> + </w:t>
      </w:r>
      <w:r>
        <w:t>(</w:t>
      </w:r>
      <w:r w:rsidRPr="0042234B">
        <w:t>$</w:t>
      </w:r>
      <w:r>
        <w:t>2,85</w:t>
      </w:r>
      <w:r w:rsidRPr="0042234B">
        <w:t>0</w:t>
      </w:r>
      <w:r>
        <w:t xml:space="preserve"> × </w:t>
      </w:r>
      <w:r w:rsidRPr="0042234B">
        <w:t>S</w:t>
      </w:r>
      <w:r>
        <w:t>)</w:t>
      </w:r>
      <w:r w:rsidRPr="0042234B">
        <w:t xml:space="preserve"> </w:t>
      </w:r>
      <w:r>
        <w:t>–</w:t>
      </w:r>
      <w:r w:rsidRPr="0042234B">
        <w:t xml:space="preserve"> </w:t>
      </w:r>
      <w:r>
        <w:t>(</w:t>
      </w:r>
      <w:r w:rsidRPr="0042234B">
        <w:t>$</w:t>
      </w:r>
      <w:r>
        <w:t>75</w:t>
      </w:r>
      <w:r w:rsidRPr="0042234B">
        <w:t>0</w:t>
      </w:r>
      <w:r>
        <w:t xml:space="preserve"> × </w:t>
      </w:r>
      <w:r w:rsidRPr="0042234B">
        <w:t>S</w:t>
      </w:r>
      <w:r>
        <w:t>)</w:t>
      </w:r>
      <w:r w:rsidRPr="0042234B">
        <w:t xml:space="preserve"> </w:t>
      </w:r>
      <w:r>
        <w:t>–</w:t>
      </w:r>
      <w:r w:rsidRPr="0042234B">
        <w:t xml:space="preserve"> </w:t>
      </w:r>
      <w:r>
        <w:t>(</w:t>
      </w:r>
      <w:r w:rsidRPr="0042234B">
        <w:t>$2,</w:t>
      </w:r>
      <w:r>
        <w:t>25</w:t>
      </w:r>
      <w:r w:rsidRPr="0042234B">
        <w:t>0</w:t>
      </w:r>
      <w:r>
        <w:t xml:space="preserve"> × </w:t>
      </w:r>
      <w:r w:rsidRPr="0042234B">
        <w:t>S</w:t>
      </w:r>
      <w:r>
        <w:t>)</w:t>
      </w:r>
      <w:r w:rsidRPr="0042234B">
        <w:tab/>
        <w:t>= $5</w:t>
      </w:r>
      <w:r>
        <w:t>2,8</w:t>
      </w:r>
      <w:r w:rsidRPr="0042234B">
        <w:t>00,000</w:t>
      </w:r>
    </w:p>
    <w:p w:rsidR="005C186D" w:rsidRPr="0042234B" w:rsidRDefault="005C186D" w:rsidP="007B4E9B">
      <w:pPr>
        <w:tabs>
          <w:tab w:val="right" w:pos="6930"/>
          <w:tab w:val="left" w:pos="7110"/>
        </w:tabs>
      </w:pPr>
      <w:r w:rsidRPr="0042234B">
        <w:tab/>
        <w:t>$1,</w:t>
      </w:r>
      <w:r>
        <w:t>1</w:t>
      </w:r>
      <w:r w:rsidRPr="0042234B">
        <w:t>00</w:t>
      </w:r>
      <w:r>
        <w:t xml:space="preserve"> × </w:t>
      </w:r>
      <w:r w:rsidRPr="0042234B">
        <w:t>S</w:t>
      </w:r>
      <w:r w:rsidRPr="0042234B">
        <w:tab/>
        <w:t>= $5</w:t>
      </w:r>
      <w:r>
        <w:t>2,8</w:t>
      </w:r>
      <w:r w:rsidRPr="0042234B">
        <w:t>00,000</w:t>
      </w:r>
    </w:p>
    <w:p w:rsidR="005C186D" w:rsidRPr="0042234B" w:rsidRDefault="005C186D" w:rsidP="007B4E9B">
      <w:pPr>
        <w:tabs>
          <w:tab w:val="right" w:pos="6930"/>
          <w:tab w:val="left" w:pos="7110"/>
        </w:tabs>
      </w:pPr>
      <w:r w:rsidRPr="0042234B">
        <w:tab/>
        <w:t>S</w:t>
      </w:r>
      <w:r w:rsidRPr="0042234B">
        <w:tab/>
        <w:t>= 4</w:t>
      </w:r>
      <w:r>
        <w:t>8</w:t>
      </w:r>
      <w:r w:rsidRPr="0042234B">
        <w:t>,000</w:t>
      </w:r>
    </w:p>
    <w:p w:rsidR="005C186D" w:rsidRPr="0042234B" w:rsidRDefault="005C186D" w:rsidP="007B4E9B">
      <w:pPr>
        <w:tabs>
          <w:tab w:val="right" w:pos="6930"/>
          <w:tab w:val="left" w:pos="7110"/>
        </w:tabs>
      </w:pPr>
      <w:r w:rsidRPr="0042234B">
        <w:tab/>
      </w:r>
      <w:r>
        <w:t>3</w:t>
      </w:r>
      <w:r w:rsidRPr="0042234B">
        <w:t>S</w:t>
      </w:r>
      <w:r w:rsidRPr="0042234B">
        <w:tab/>
        <w:t xml:space="preserve">= </w:t>
      </w:r>
      <w:r>
        <w:t>144</w:t>
      </w:r>
      <w:r w:rsidRPr="0042234B">
        <w:t>,000 = G</w:t>
      </w:r>
    </w:p>
    <w:p w:rsidR="005C186D" w:rsidRPr="0042234B" w:rsidRDefault="005C186D" w:rsidP="007B4E9B">
      <w:pPr>
        <w:tabs>
          <w:tab w:val="left" w:pos="840"/>
          <w:tab w:val="left" w:pos="1200"/>
        </w:tabs>
      </w:pPr>
    </w:p>
    <w:p w:rsidR="005C186D" w:rsidRPr="0042234B" w:rsidRDefault="005C186D" w:rsidP="007B4E9B">
      <w:pPr>
        <w:tabs>
          <w:tab w:val="left" w:pos="840"/>
          <w:tab w:val="left" w:pos="1200"/>
        </w:tabs>
        <w:ind w:left="810" w:hanging="810"/>
      </w:pPr>
      <w:r w:rsidRPr="0042234B">
        <w:tab/>
        <w:t>The break-even point is 4</w:t>
      </w:r>
      <w:r>
        <w:t>8</w:t>
      </w:r>
      <w:r w:rsidRPr="0042234B">
        <w:t>,000 self-pay patient days plus 4</w:t>
      </w:r>
      <w:r>
        <w:t>8</w:t>
      </w:r>
      <w:r w:rsidRPr="0042234B">
        <w:t xml:space="preserve">,000 × </w:t>
      </w:r>
      <w:r>
        <w:t>3</w:t>
      </w:r>
      <w:r w:rsidRPr="0042234B">
        <w:t xml:space="preserve"> = </w:t>
      </w:r>
      <w:r>
        <w:t>144</w:t>
      </w:r>
      <w:r w:rsidRPr="0042234B">
        <w:t xml:space="preserve">,000 other patient days, a grand total of </w:t>
      </w:r>
      <w:r>
        <w:t>192</w:t>
      </w:r>
      <w:r w:rsidRPr="0042234B">
        <w:t>,000 patient days.</w:t>
      </w:r>
    </w:p>
    <w:p w:rsidR="005C186D" w:rsidRPr="0042234B" w:rsidRDefault="005C186D" w:rsidP="007B4E9B">
      <w:pPr>
        <w:tabs>
          <w:tab w:val="left" w:pos="840"/>
          <w:tab w:val="left" w:pos="1200"/>
        </w:tabs>
      </w:pPr>
    </w:p>
    <w:p w:rsidR="005C186D" w:rsidRPr="0042234B" w:rsidRDefault="005C186D" w:rsidP="007B4E9B">
      <w:pPr>
        <w:tabs>
          <w:tab w:val="left" w:pos="840"/>
          <w:tab w:val="left" w:pos="1200"/>
        </w:tabs>
      </w:pPr>
      <w:r w:rsidRPr="0042234B">
        <w:t>2.</w:t>
      </w:r>
      <w:r w:rsidRPr="0042234B">
        <w:tab/>
        <w:t>Contribution margins:</w:t>
      </w:r>
    </w:p>
    <w:p w:rsidR="005C186D" w:rsidRPr="0042234B" w:rsidRDefault="005C186D" w:rsidP="007B4E9B">
      <w:pPr>
        <w:tabs>
          <w:tab w:val="left" w:pos="840"/>
          <w:tab w:val="left" w:pos="1200"/>
        </w:tabs>
      </w:pPr>
      <w:r w:rsidRPr="0042234B">
        <w:tab/>
      </w:r>
      <w:r w:rsidRPr="0042234B">
        <w:tab/>
        <w:t>S</w:t>
      </w:r>
      <w:r w:rsidRPr="0042234B">
        <w:tab/>
        <w:t xml:space="preserve"> = $1,</w:t>
      </w:r>
      <w:r>
        <w:t>25</w:t>
      </w:r>
      <w:r w:rsidRPr="0042234B">
        <w:t>0 - $</w:t>
      </w:r>
      <w:r>
        <w:t>75</w:t>
      </w:r>
      <w:r w:rsidRPr="0042234B">
        <w:t>0 = $</w:t>
      </w:r>
      <w:r>
        <w:t>5</w:t>
      </w:r>
      <w:r w:rsidRPr="0042234B">
        <w:t>00 per patient day</w:t>
      </w:r>
    </w:p>
    <w:p w:rsidR="005C186D" w:rsidRPr="0042234B" w:rsidRDefault="005C186D" w:rsidP="007B4E9B">
      <w:pPr>
        <w:tabs>
          <w:tab w:val="left" w:pos="840"/>
          <w:tab w:val="left" w:pos="1200"/>
        </w:tabs>
      </w:pPr>
      <w:r w:rsidRPr="0042234B">
        <w:tab/>
      </w:r>
      <w:r w:rsidRPr="0042234B">
        <w:tab/>
        <w:t>G =    $</w:t>
      </w:r>
      <w:r>
        <w:t>95</w:t>
      </w:r>
      <w:r w:rsidRPr="0042234B">
        <w:t>0 - $</w:t>
      </w:r>
      <w:r>
        <w:t>75</w:t>
      </w:r>
      <w:r w:rsidRPr="0042234B">
        <w:t>0 = $200 per patient day</w:t>
      </w:r>
    </w:p>
    <w:p w:rsidR="005C186D" w:rsidRPr="0042234B" w:rsidRDefault="005C186D" w:rsidP="00F435A8">
      <w:pPr>
        <w:tabs>
          <w:tab w:val="left" w:pos="840"/>
          <w:tab w:val="left" w:pos="1200"/>
        </w:tabs>
        <w:spacing w:before="120"/>
        <w:outlineLvl w:val="0"/>
      </w:pPr>
      <w:r w:rsidRPr="0042234B">
        <w:tab/>
        <w:t>Patient days:</w:t>
      </w:r>
    </w:p>
    <w:p w:rsidR="005C186D" w:rsidRPr="0042234B" w:rsidRDefault="005C186D" w:rsidP="007B4E9B">
      <w:pPr>
        <w:tabs>
          <w:tab w:val="left" w:pos="840"/>
          <w:tab w:val="left" w:pos="1200"/>
        </w:tabs>
      </w:pPr>
      <w:r w:rsidRPr="0042234B">
        <w:tab/>
      </w:r>
      <w:r w:rsidRPr="0042234B">
        <w:tab/>
        <w:t>S</w:t>
      </w:r>
      <w:r w:rsidRPr="0042234B">
        <w:tab/>
        <w:t xml:space="preserve"> = .</w:t>
      </w:r>
      <w:r>
        <w:t>40</w:t>
      </w:r>
      <w:r w:rsidRPr="0042234B">
        <w:t xml:space="preserve"> × </w:t>
      </w:r>
      <w:r>
        <w:t>172</w:t>
      </w:r>
      <w:r w:rsidRPr="0042234B">
        <w:t xml:space="preserve">,000 = </w:t>
      </w:r>
      <w:r>
        <w:t>68,80</w:t>
      </w:r>
      <w:r w:rsidRPr="0042234B">
        <w:t>0</w:t>
      </w:r>
    </w:p>
    <w:p w:rsidR="005C186D" w:rsidRPr="0042234B" w:rsidRDefault="005C186D" w:rsidP="007B4E9B">
      <w:pPr>
        <w:tabs>
          <w:tab w:val="left" w:pos="840"/>
          <w:tab w:val="left" w:pos="1200"/>
        </w:tabs>
      </w:pPr>
      <w:r w:rsidRPr="0042234B">
        <w:tab/>
      </w:r>
      <w:r w:rsidRPr="0042234B">
        <w:tab/>
        <w:t>G = .</w:t>
      </w:r>
      <w:r>
        <w:t>60</w:t>
      </w:r>
      <w:r w:rsidRPr="0042234B">
        <w:t xml:space="preserve"> × </w:t>
      </w:r>
      <w:r>
        <w:t>172</w:t>
      </w:r>
      <w:r w:rsidRPr="0042234B">
        <w:t>,000 = 1</w:t>
      </w:r>
      <w:r>
        <w:t>03,20</w:t>
      </w:r>
      <w:r w:rsidRPr="0042234B">
        <w:t>0</w:t>
      </w:r>
    </w:p>
    <w:p w:rsidR="005C186D" w:rsidRPr="0042234B" w:rsidRDefault="005C186D" w:rsidP="007B4E9B">
      <w:pPr>
        <w:tabs>
          <w:tab w:val="left" w:pos="840"/>
          <w:tab w:val="left" w:pos="2340"/>
        </w:tabs>
        <w:spacing w:before="120"/>
      </w:pPr>
      <w:r w:rsidRPr="0042234B">
        <w:tab/>
        <w:t>Net income = (</w:t>
      </w:r>
      <w:r>
        <w:t>68,80</w:t>
      </w:r>
      <w:r w:rsidRPr="0042234B">
        <w:t>0 ×</w:t>
      </w:r>
      <w:r>
        <w:t xml:space="preserve"> </w:t>
      </w:r>
      <w:r w:rsidRPr="0042234B">
        <w:t>$</w:t>
      </w:r>
      <w:r>
        <w:t>5</w:t>
      </w:r>
      <w:r w:rsidRPr="0042234B">
        <w:t>00) + (1</w:t>
      </w:r>
      <w:r>
        <w:t>03,20</w:t>
      </w:r>
      <w:r w:rsidRPr="0042234B">
        <w:t>0</w:t>
      </w:r>
      <w:r>
        <w:t xml:space="preserve"> </w:t>
      </w:r>
      <w:r w:rsidRPr="0042234B">
        <w:t>×</w:t>
      </w:r>
      <w:r>
        <w:t xml:space="preserve"> </w:t>
      </w:r>
      <w:r w:rsidRPr="0042234B">
        <w:t>$200) - $5</w:t>
      </w:r>
      <w:r>
        <w:t>2,8</w:t>
      </w:r>
      <w:r w:rsidRPr="0042234B">
        <w:t>00,000</w:t>
      </w:r>
    </w:p>
    <w:p w:rsidR="005C186D" w:rsidRPr="0042234B" w:rsidRDefault="005C186D" w:rsidP="007B4E9B">
      <w:pPr>
        <w:tabs>
          <w:tab w:val="left" w:pos="840"/>
          <w:tab w:val="left" w:pos="2340"/>
        </w:tabs>
      </w:pPr>
      <w:r w:rsidRPr="0042234B">
        <w:tab/>
      </w:r>
      <w:r w:rsidRPr="0042234B">
        <w:tab/>
        <w:t xml:space="preserve"> = </w:t>
      </w:r>
      <w:r w:rsidRPr="0042234B">
        <w:rPr>
          <w:spacing w:val="-20"/>
        </w:rPr>
        <w:t>$</w:t>
      </w:r>
      <w:r>
        <w:rPr>
          <w:spacing w:val="-20"/>
        </w:rPr>
        <w:t>34,4</w:t>
      </w:r>
      <w:r w:rsidRPr="0042234B">
        <w:rPr>
          <w:spacing w:val="-20"/>
        </w:rPr>
        <w:t>00,000 + $</w:t>
      </w:r>
      <w:r>
        <w:rPr>
          <w:spacing w:val="-20"/>
        </w:rPr>
        <w:t>20,64</w:t>
      </w:r>
      <w:r w:rsidRPr="0042234B">
        <w:rPr>
          <w:spacing w:val="-20"/>
        </w:rPr>
        <w:t>0,000 - $5</w:t>
      </w:r>
      <w:r>
        <w:rPr>
          <w:spacing w:val="-20"/>
        </w:rPr>
        <w:t>2,8</w:t>
      </w:r>
      <w:r w:rsidRPr="0042234B">
        <w:rPr>
          <w:spacing w:val="-20"/>
        </w:rPr>
        <w:t>00,000 =</w:t>
      </w:r>
      <w:r w:rsidRPr="0042234B">
        <w:t xml:space="preserve"> $2,2</w:t>
      </w:r>
      <w:r>
        <w:t>4</w:t>
      </w:r>
      <w:r w:rsidRPr="0042234B">
        <w:t>0,000</w:t>
      </w:r>
    </w:p>
    <w:p w:rsidR="005C186D" w:rsidRPr="0042234B" w:rsidRDefault="005C186D" w:rsidP="007B4E9B">
      <w:pPr>
        <w:tabs>
          <w:tab w:val="right" w:pos="1350"/>
          <w:tab w:val="left" w:pos="1530"/>
        </w:tabs>
        <w:spacing w:before="120"/>
      </w:pPr>
      <w:r w:rsidRPr="0042234B">
        <w:tab/>
        <w:t>Let S</w:t>
      </w:r>
      <w:r w:rsidRPr="0042234B">
        <w:tab/>
        <w:t>= number of self-pay patients  (S)</w:t>
      </w:r>
    </w:p>
    <w:p w:rsidR="005C186D" w:rsidRPr="0042234B" w:rsidRDefault="005C186D" w:rsidP="007B4E9B">
      <w:pPr>
        <w:tabs>
          <w:tab w:val="right" w:pos="1350"/>
          <w:tab w:val="left" w:pos="1530"/>
        </w:tabs>
      </w:pPr>
      <w:r w:rsidRPr="0042234B">
        <w:tab/>
      </w:r>
      <w:r>
        <w:t>1.5</w:t>
      </w:r>
      <w:r w:rsidRPr="0042234B">
        <w:t>S</w:t>
      </w:r>
      <w:r w:rsidRPr="0042234B">
        <w:tab/>
        <w:t>= number of other patients  (G)</w:t>
      </w:r>
    </w:p>
    <w:p w:rsidR="005C186D" w:rsidRPr="0042234B" w:rsidRDefault="005C186D" w:rsidP="007B4E9B">
      <w:pPr>
        <w:tabs>
          <w:tab w:val="right" w:pos="6930"/>
          <w:tab w:val="left" w:pos="7110"/>
        </w:tabs>
        <w:spacing w:before="120"/>
      </w:pPr>
      <w:r w:rsidRPr="0042234B">
        <w:tab/>
      </w:r>
      <w:r>
        <w:t>(</w:t>
      </w:r>
      <w:r w:rsidRPr="0042234B">
        <w:t>$1,</w:t>
      </w:r>
      <w:r>
        <w:t>25</w:t>
      </w:r>
      <w:r w:rsidRPr="0042234B">
        <w:t>0</w:t>
      </w:r>
      <w:r>
        <w:t xml:space="preserve"> × </w:t>
      </w:r>
      <w:r w:rsidRPr="0042234B">
        <w:t>S</w:t>
      </w:r>
      <w:r>
        <w:t>)</w:t>
      </w:r>
      <w:r w:rsidRPr="0042234B">
        <w:t xml:space="preserve"> + ($</w:t>
      </w:r>
      <w:r>
        <w:t>95</w:t>
      </w:r>
      <w:r w:rsidRPr="0042234B">
        <w:t>0</w:t>
      </w:r>
      <w:r>
        <w:t xml:space="preserve"> </w:t>
      </w:r>
      <w:r w:rsidRPr="0042234B">
        <w:t>×</w:t>
      </w:r>
      <w:r>
        <w:t>1.5</w:t>
      </w:r>
      <w:r w:rsidRPr="0042234B">
        <w:t xml:space="preserve">S) </w:t>
      </w:r>
      <w:r>
        <w:t>–</w:t>
      </w:r>
      <w:r w:rsidRPr="0042234B">
        <w:t xml:space="preserve"> </w:t>
      </w:r>
      <w:r>
        <w:t>(</w:t>
      </w:r>
      <w:r w:rsidRPr="0042234B">
        <w:t>$</w:t>
      </w:r>
      <w:r>
        <w:t>75</w:t>
      </w:r>
      <w:r w:rsidRPr="0042234B">
        <w:t>0</w:t>
      </w:r>
      <w:r>
        <w:t xml:space="preserve"> × </w:t>
      </w:r>
      <w:r w:rsidRPr="0042234B">
        <w:t>S</w:t>
      </w:r>
      <w:r>
        <w:t>)</w:t>
      </w:r>
      <w:r w:rsidRPr="0042234B">
        <w:t xml:space="preserve"> </w:t>
      </w:r>
      <w:r>
        <w:t>–</w:t>
      </w:r>
      <w:r w:rsidRPr="0042234B">
        <w:t xml:space="preserve"> </w:t>
      </w:r>
      <w:r>
        <w:t>(</w:t>
      </w:r>
      <w:r w:rsidRPr="0042234B">
        <w:t>$</w:t>
      </w:r>
      <w:r>
        <w:t>75</w:t>
      </w:r>
      <w:r w:rsidRPr="0042234B">
        <w:t>0</w:t>
      </w:r>
      <w:r>
        <w:t xml:space="preserve"> </w:t>
      </w:r>
      <w:r w:rsidRPr="0042234B">
        <w:t>×</w:t>
      </w:r>
      <w:r>
        <w:t>1.5</w:t>
      </w:r>
      <w:r w:rsidRPr="0042234B">
        <w:t>S)  - $5</w:t>
      </w:r>
      <w:r>
        <w:t>2,8</w:t>
      </w:r>
      <w:r w:rsidRPr="0042234B">
        <w:t>00,000</w:t>
      </w:r>
      <w:r w:rsidRPr="0042234B">
        <w:tab/>
        <w:t>= 0</w:t>
      </w:r>
    </w:p>
    <w:p w:rsidR="005C186D" w:rsidRPr="0042234B" w:rsidRDefault="005C186D" w:rsidP="007B4E9B">
      <w:pPr>
        <w:tabs>
          <w:tab w:val="right" w:pos="6930"/>
          <w:tab w:val="left" w:pos="7110"/>
        </w:tabs>
      </w:pPr>
      <w:r w:rsidRPr="0042234B">
        <w:tab/>
      </w:r>
      <w:r>
        <w:t>(</w:t>
      </w:r>
      <w:r w:rsidRPr="0042234B">
        <w:t>$1,</w:t>
      </w:r>
      <w:r>
        <w:t>25</w:t>
      </w:r>
      <w:r w:rsidRPr="0042234B">
        <w:t>0</w:t>
      </w:r>
      <w:r>
        <w:t xml:space="preserve"> × </w:t>
      </w:r>
      <w:r w:rsidRPr="0042234B">
        <w:t>S</w:t>
      </w:r>
      <w:r>
        <w:t>)</w:t>
      </w:r>
      <w:r w:rsidRPr="0042234B">
        <w:t xml:space="preserve"> + </w:t>
      </w:r>
      <w:r>
        <w:t>(</w:t>
      </w:r>
      <w:r w:rsidRPr="0042234B">
        <w:t>$</w:t>
      </w:r>
      <w:r>
        <w:t xml:space="preserve">1,425 × </w:t>
      </w:r>
      <w:r w:rsidRPr="0042234B">
        <w:t>S</w:t>
      </w:r>
      <w:r>
        <w:t>)</w:t>
      </w:r>
      <w:r w:rsidRPr="0042234B">
        <w:t xml:space="preserve"> </w:t>
      </w:r>
      <w:r>
        <w:t>–</w:t>
      </w:r>
      <w:r w:rsidRPr="0042234B">
        <w:t xml:space="preserve"> </w:t>
      </w:r>
      <w:r>
        <w:t>(</w:t>
      </w:r>
      <w:r w:rsidRPr="0042234B">
        <w:t>$</w:t>
      </w:r>
      <w:r>
        <w:t>75</w:t>
      </w:r>
      <w:r w:rsidRPr="0042234B">
        <w:t>0</w:t>
      </w:r>
      <w:r>
        <w:t xml:space="preserve"> × </w:t>
      </w:r>
      <w:r w:rsidRPr="0042234B">
        <w:t>S</w:t>
      </w:r>
      <w:r>
        <w:t>)</w:t>
      </w:r>
      <w:r w:rsidRPr="0042234B">
        <w:t xml:space="preserve"> </w:t>
      </w:r>
      <w:r>
        <w:t>–</w:t>
      </w:r>
      <w:r w:rsidRPr="0042234B">
        <w:t xml:space="preserve"> </w:t>
      </w:r>
      <w:r>
        <w:t>(</w:t>
      </w:r>
      <w:r w:rsidRPr="0042234B">
        <w:t>$1,</w:t>
      </w:r>
      <w:r>
        <w:t xml:space="preserve">125 × </w:t>
      </w:r>
      <w:r w:rsidRPr="0042234B">
        <w:t>S</w:t>
      </w:r>
      <w:r>
        <w:t>)</w:t>
      </w:r>
      <w:r w:rsidRPr="0042234B">
        <w:tab/>
        <w:t>= $5</w:t>
      </w:r>
      <w:r>
        <w:t>2,8</w:t>
      </w:r>
      <w:r w:rsidRPr="0042234B">
        <w:t>00,000</w:t>
      </w:r>
    </w:p>
    <w:p w:rsidR="005C186D" w:rsidRPr="0042234B" w:rsidRDefault="005C186D" w:rsidP="007B4E9B">
      <w:pPr>
        <w:tabs>
          <w:tab w:val="right" w:pos="6930"/>
          <w:tab w:val="left" w:pos="7110"/>
        </w:tabs>
      </w:pPr>
      <w:r w:rsidRPr="0042234B">
        <w:tab/>
        <w:t>$</w:t>
      </w:r>
      <w:r>
        <w:t xml:space="preserve">800 × </w:t>
      </w:r>
      <w:r w:rsidRPr="0042234B">
        <w:t>S</w:t>
      </w:r>
      <w:r w:rsidRPr="0042234B">
        <w:tab/>
        <w:t>= $5</w:t>
      </w:r>
      <w:r>
        <w:t>2,8</w:t>
      </w:r>
      <w:r w:rsidRPr="0042234B">
        <w:t>00,000</w:t>
      </w:r>
    </w:p>
    <w:p w:rsidR="005C186D" w:rsidRPr="0042234B" w:rsidRDefault="005C186D" w:rsidP="007B4E9B">
      <w:pPr>
        <w:tabs>
          <w:tab w:val="right" w:pos="6930"/>
          <w:tab w:val="left" w:pos="7110"/>
        </w:tabs>
      </w:pPr>
      <w:r w:rsidRPr="0042234B">
        <w:tab/>
        <w:t>S</w:t>
      </w:r>
      <w:r w:rsidRPr="0042234B">
        <w:tab/>
        <w:t xml:space="preserve">=  </w:t>
      </w:r>
      <w:r>
        <w:t>66,0</w:t>
      </w:r>
      <w:r w:rsidRPr="0042234B">
        <w:t>00</w:t>
      </w:r>
    </w:p>
    <w:p w:rsidR="005C186D" w:rsidRPr="0042234B" w:rsidRDefault="005C186D" w:rsidP="007B4E9B">
      <w:pPr>
        <w:tabs>
          <w:tab w:val="right" w:pos="6930"/>
          <w:tab w:val="left" w:pos="7110"/>
        </w:tabs>
      </w:pPr>
      <w:r w:rsidRPr="0042234B">
        <w:tab/>
      </w:r>
      <w:r>
        <w:t>1.5</w:t>
      </w:r>
      <w:r w:rsidRPr="0042234B">
        <w:t>S</w:t>
      </w:r>
      <w:r w:rsidRPr="0042234B">
        <w:tab/>
        <w:t xml:space="preserve">= </w:t>
      </w:r>
      <w:r>
        <w:t>99,0</w:t>
      </w:r>
      <w:r w:rsidRPr="0042234B">
        <w:t>00 = G</w:t>
      </w:r>
    </w:p>
    <w:p w:rsidR="005C186D" w:rsidRPr="0042234B" w:rsidRDefault="005C186D" w:rsidP="007B4E9B">
      <w:pPr>
        <w:tabs>
          <w:tab w:val="left" w:pos="840"/>
          <w:tab w:val="left" w:pos="1200"/>
          <w:tab w:val="right" w:pos="6480"/>
          <w:tab w:val="left" w:pos="6624"/>
        </w:tabs>
      </w:pPr>
    </w:p>
    <w:p w:rsidR="005C186D" w:rsidRPr="0042234B" w:rsidRDefault="005C186D" w:rsidP="007B4E9B">
      <w:pPr>
        <w:tabs>
          <w:tab w:val="left" w:pos="840"/>
          <w:tab w:val="left" w:pos="1200"/>
        </w:tabs>
        <w:ind w:left="810" w:hanging="810"/>
      </w:pPr>
      <w:r w:rsidRPr="0042234B">
        <w:tab/>
        <w:t>The break-even point is now lower (</w:t>
      </w:r>
      <w:r>
        <w:t>66,000 + 99,000 = 165</w:t>
      </w:r>
      <w:r w:rsidRPr="0042234B">
        <w:t xml:space="preserve">,000 patient days instead of </w:t>
      </w:r>
      <w:r>
        <w:t>48,000 + 144,000 = 192</w:t>
      </w:r>
      <w:r w:rsidRPr="0042234B">
        <w:t xml:space="preserve">,000 patient days). </w:t>
      </w:r>
    </w:p>
    <w:p w:rsidR="005C186D" w:rsidRPr="0042234B" w:rsidRDefault="005C186D" w:rsidP="007B4E9B">
      <w:pPr>
        <w:tabs>
          <w:tab w:val="left" w:pos="840"/>
          <w:tab w:val="left" w:pos="1200"/>
        </w:tabs>
      </w:pPr>
      <w:r w:rsidRPr="0042234B">
        <w:rPr>
          <w:spacing w:val="-20"/>
        </w:rPr>
        <w:br w:type="page"/>
      </w:r>
      <w:r w:rsidRPr="0042234B">
        <w:rPr>
          <w:u w:val="single"/>
        </w:rPr>
        <w:t>2-</w:t>
      </w:r>
      <w:r>
        <w:rPr>
          <w:u w:val="single"/>
        </w:rPr>
        <w:t>66</w:t>
      </w:r>
      <w:r w:rsidRPr="0042234B">
        <w:tab/>
        <w:t>(15-25 min.)</w:t>
      </w:r>
    </w:p>
    <w:p w:rsidR="005C186D" w:rsidRPr="0042234B" w:rsidRDefault="005C186D" w:rsidP="007B4E9B">
      <w:pPr>
        <w:tabs>
          <w:tab w:val="left" w:pos="840"/>
          <w:tab w:val="left" w:pos="1200"/>
        </w:tabs>
      </w:pPr>
    </w:p>
    <w:p w:rsidR="005C186D" w:rsidRPr="0042234B" w:rsidRDefault="005C186D" w:rsidP="007B4E9B">
      <w:pPr>
        <w:tabs>
          <w:tab w:val="left" w:pos="840"/>
          <w:tab w:val="left" w:pos="1200"/>
        </w:tabs>
      </w:pPr>
      <w:r w:rsidRPr="0042234B">
        <w:t>1.</w:t>
      </w:r>
      <w:r w:rsidRPr="0042234B">
        <w:tab/>
        <w:t>Let N = number of rooms</w:t>
      </w:r>
    </w:p>
    <w:p w:rsidR="005C186D" w:rsidRPr="0042234B" w:rsidRDefault="005C186D" w:rsidP="007B4E9B">
      <w:pPr>
        <w:tabs>
          <w:tab w:val="right" w:pos="4050"/>
          <w:tab w:val="left" w:pos="4230"/>
        </w:tabs>
        <w:rPr>
          <w:lang w:val="pt-BR"/>
        </w:rPr>
      </w:pPr>
      <w:r w:rsidRPr="0042234B">
        <w:tab/>
      </w:r>
      <w:r>
        <w:t>(</w:t>
      </w:r>
      <w:r w:rsidRPr="0042234B">
        <w:rPr>
          <w:lang w:val="pt-BR"/>
        </w:rPr>
        <w:t>$</w:t>
      </w:r>
      <w:r>
        <w:rPr>
          <w:lang w:val="pt-BR"/>
        </w:rPr>
        <w:t xml:space="preserve">90 × </w:t>
      </w:r>
      <w:r w:rsidRPr="0042234B">
        <w:rPr>
          <w:lang w:val="pt-BR"/>
        </w:rPr>
        <w:t>N</w:t>
      </w:r>
      <w:r>
        <w:rPr>
          <w:lang w:val="pt-BR"/>
        </w:rPr>
        <w:t>)</w:t>
      </w:r>
      <w:r w:rsidRPr="0042234B">
        <w:rPr>
          <w:lang w:val="pt-BR"/>
        </w:rPr>
        <w:t xml:space="preserve"> </w:t>
      </w:r>
      <w:r>
        <w:rPr>
          <w:lang w:val="pt-BR"/>
        </w:rPr>
        <w:t>–</w:t>
      </w:r>
      <w:r w:rsidRPr="0042234B">
        <w:rPr>
          <w:lang w:val="pt-BR"/>
        </w:rPr>
        <w:t xml:space="preserve"> </w:t>
      </w:r>
      <w:r>
        <w:rPr>
          <w:lang w:val="pt-BR"/>
        </w:rPr>
        <w:t>(</w:t>
      </w:r>
      <w:r w:rsidRPr="0042234B">
        <w:rPr>
          <w:lang w:val="pt-BR"/>
        </w:rPr>
        <w:t>$</w:t>
      </w:r>
      <w:r>
        <w:rPr>
          <w:lang w:val="pt-BR"/>
        </w:rPr>
        <w:t xml:space="preserve">42 × </w:t>
      </w:r>
      <w:r w:rsidRPr="0042234B">
        <w:rPr>
          <w:lang w:val="pt-BR"/>
        </w:rPr>
        <w:t>N</w:t>
      </w:r>
      <w:r>
        <w:rPr>
          <w:lang w:val="pt-BR"/>
        </w:rPr>
        <w:t>)</w:t>
      </w:r>
      <w:r w:rsidRPr="0042234B">
        <w:rPr>
          <w:lang w:val="pt-BR"/>
        </w:rPr>
        <w:t xml:space="preserve"> - $</w:t>
      </w:r>
      <w:r>
        <w:rPr>
          <w:lang w:val="pt-BR"/>
        </w:rPr>
        <w:t>8,7</w:t>
      </w:r>
      <w:r w:rsidRPr="0042234B">
        <w:rPr>
          <w:lang w:val="pt-BR"/>
        </w:rPr>
        <w:t>00,000</w:t>
      </w:r>
      <w:r w:rsidRPr="0042234B">
        <w:rPr>
          <w:lang w:val="pt-BR"/>
        </w:rPr>
        <w:tab/>
        <w:t xml:space="preserve">=  </w:t>
      </w:r>
      <w:r w:rsidRPr="004F6D23">
        <w:rPr>
          <w:position w:val="-28"/>
        </w:rPr>
        <w:pict>
          <v:shape id="_x0000_i1050" type="#_x0000_t75" style="width:51.75pt;height:32.25pt">
            <v:imagedata r:id="rId39" o:title=""/>
          </v:shape>
        </w:pict>
      </w:r>
    </w:p>
    <w:p w:rsidR="005C186D" w:rsidRPr="0042234B" w:rsidRDefault="005C186D" w:rsidP="007B4E9B">
      <w:pPr>
        <w:tabs>
          <w:tab w:val="right" w:pos="4050"/>
          <w:tab w:val="left" w:pos="4230"/>
        </w:tabs>
        <w:rPr>
          <w:lang w:val="pt-BR"/>
        </w:rPr>
      </w:pPr>
      <w:r w:rsidRPr="0042234B">
        <w:rPr>
          <w:lang w:val="pt-BR"/>
        </w:rPr>
        <w:tab/>
      </w:r>
      <w:r>
        <w:rPr>
          <w:lang w:val="pt-BR"/>
        </w:rPr>
        <w:t>(</w:t>
      </w:r>
      <w:r w:rsidRPr="0042234B">
        <w:rPr>
          <w:lang w:val="pt-BR"/>
        </w:rPr>
        <w:t>$</w:t>
      </w:r>
      <w:r>
        <w:rPr>
          <w:lang w:val="pt-BR"/>
        </w:rPr>
        <w:t xml:space="preserve">48 × </w:t>
      </w:r>
      <w:r w:rsidRPr="0042234B">
        <w:rPr>
          <w:lang w:val="pt-BR"/>
        </w:rPr>
        <w:t>N</w:t>
      </w:r>
      <w:r>
        <w:rPr>
          <w:lang w:val="pt-BR"/>
        </w:rPr>
        <w:t>)</w:t>
      </w:r>
      <w:r w:rsidRPr="0042234B">
        <w:rPr>
          <w:lang w:val="pt-BR"/>
        </w:rPr>
        <w:t xml:space="preserve"> - $</w:t>
      </w:r>
      <w:r>
        <w:rPr>
          <w:lang w:val="pt-BR"/>
        </w:rPr>
        <w:t>8,7</w:t>
      </w:r>
      <w:r w:rsidRPr="0042234B">
        <w:rPr>
          <w:lang w:val="pt-BR"/>
        </w:rPr>
        <w:t>00,000</w:t>
      </w:r>
      <w:r w:rsidRPr="0042234B">
        <w:rPr>
          <w:lang w:val="pt-BR"/>
        </w:rPr>
        <w:tab/>
        <w:t>= $1,</w:t>
      </w:r>
      <w:r>
        <w:rPr>
          <w:lang w:val="pt-BR"/>
        </w:rPr>
        <w:t>068</w:t>
      </w:r>
      <w:r w:rsidRPr="0042234B">
        <w:rPr>
          <w:lang w:val="pt-BR"/>
        </w:rPr>
        <w:t>,000</w:t>
      </w:r>
    </w:p>
    <w:p w:rsidR="005C186D" w:rsidRPr="0042234B" w:rsidRDefault="005C186D" w:rsidP="007B4E9B">
      <w:pPr>
        <w:tabs>
          <w:tab w:val="right" w:pos="4050"/>
          <w:tab w:val="left" w:pos="4230"/>
        </w:tabs>
        <w:rPr>
          <w:lang w:val="pt-BR"/>
        </w:rPr>
      </w:pPr>
      <w:r w:rsidRPr="0042234B">
        <w:rPr>
          <w:lang w:val="pt-BR"/>
        </w:rPr>
        <w:tab/>
        <w:t>$</w:t>
      </w:r>
      <w:r>
        <w:rPr>
          <w:lang w:val="pt-BR"/>
        </w:rPr>
        <w:t>48 ×</w:t>
      </w:r>
      <w:r w:rsidRPr="0042234B">
        <w:rPr>
          <w:lang w:val="pt-BR"/>
        </w:rPr>
        <w:t>N</w:t>
      </w:r>
      <w:r w:rsidRPr="0042234B">
        <w:rPr>
          <w:lang w:val="pt-BR"/>
        </w:rPr>
        <w:tab/>
        <w:t>= $</w:t>
      </w:r>
      <w:r>
        <w:rPr>
          <w:lang w:val="pt-BR"/>
        </w:rPr>
        <w:t>9,768</w:t>
      </w:r>
      <w:r w:rsidRPr="0042234B">
        <w:rPr>
          <w:lang w:val="pt-BR"/>
        </w:rPr>
        <w:t>,000</w:t>
      </w:r>
    </w:p>
    <w:p w:rsidR="005C186D" w:rsidRPr="0042234B" w:rsidRDefault="005C186D" w:rsidP="007B4E9B">
      <w:pPr>
        <w:tabs>
          <w:tab w:val="right" w:pos="4050"/>
          <w:tab w:val="left" w:pos="4230"/>
        </w:tabs>
        <w:rPr>
          <w:lang w:val="pt-BR"/>
        </w:rPr>
      </w:pPr>
      <w:r w:rsidRPr="0042234B">
        <w:rPr>
          <w:lang w:val="pt-BR"/>
        </w:rPr>
        <w:tab/>
        <w:t>N</w:t>
      </w:r>
      <w:r w:rsidRPr="0042234B">
        <w:rPr>
          <w:lang w:val="pt-BR"/>
        </w:rPr>
        <w:tab/>
        <w:t xml:space="preserve">= </w:t>
      </w:r>
      <w:r>
        <w:rPr>
          <w:lang w:val="pt-BR"/>
        </w:rPr>
        <w:t>203</w:t>
      </w:r>
      <w:r w:rsidRPr="0042234B">
        <w:rPr>
          <w:lang w:val="pt-BR"/>
        </w:rPr>
        <w:t>,</w:t>
      </w:r>
      <w:r>
        <w:rPr>
          <w:lang w:val="pt-BR"/>
        </w:rPr>
        <w:t>5</w:t>
      </w:r>
      <w:r w:rsidRPr="0042234B">
        <w:rPr>
          <w:lang w:val="pt-BR"/>
        </w:rPr>
        <w:t>00 rooms</w:t>
      </w:r>
    </w:p>
    <w:p w:rsidR="005C186D" w:rsidRPr="0042234B" w:rsidRDefault="005C186D" w:rsidP="007B4E9B">
      <w:pPr>
        <w:tabs>
          <w:tab w:val="right" w:pos="4050"/>
          <w:tab w:val="right" w:pos="4176"/>
          <w:tab w:val="left" w:pos="4230"/>
        </w:tabs>
        <w:rPr>
          <w:lang w:val="pt-BR"/>
        </w:rPr>
      </w:pPr>
    </w:p>
    <w:p w:rsidR="005C186D" w:rsidRPr="0042234B" w:rsidRDefault="005C186D" w:rsidP="007B4E9B">
      <w:pPr>
        <w:tabs>
          <w:tab w:val="right" w:pos="4050"/>
          <w:tab w:val="right" w:pos="4176"/>
          <w:tab w:val="left" w:pos="4230"/>
        </w:tabs>
        <w:rPr>
          <w:lang w:val="pt-BR"/>
        </w:rPr>
      </w:pPr>
      <w:r w:rsidRPr="0042234B">
        <w:rPr>
          <w:lang w:val="pt-BR"/>
        </w:rPr>
        <w:tab/>
      </w:r>
      <w:r>
        <w:rPr>
          <w:lang w:val="pt-BR"/>
        </w:rPr>
        <w:t>(</w:t>
      </w:r>
      <w:r w:rsidRPr="0042234B">
        <w:rPr>
          <w:lang w:val="pt-BR"/>
        </w:rPr>
        <w:t>$</w:t>
      </w:r>
      <w:r>
        <w:rPr>
          <w:lang w:val="pt-BR"/>
        </w:rPr>
        <w:t xml:space="preserve">48 × </w:t>
      </w:r>
      <w:r w:rsidRPr="0042234B">
        <w:rPr>
          <w:lang w:val="pt-BR"/>
        </w:rPr>
        <w:t>N</w:t>
      </w:r>
      <w:r>
        <w:rPr>
          <w:lang w:val="pt-BR"/>
        </w:rPr>
        <w:t>)</w:t>
      </w:r>
      <w:r w:rsidRPr="0042234B">
        <w:rPr>
          <w:lang w:val="pt-BR"/>
        </w:rPr>
        <w:t xml:space="preserve"> - $</w:t>
      </w:r>
      <w:r>
        <w:rPr>
          <w:lang w:val="pt-BR"/>
        </w:rPr>
        <w:t>8,7</w:t>
      </w:r>
      <w:r w:rsidRPr="0042234B">
        <w:rPr>
          <w:lang w:val="pt-BR"/>
        </w:rPr>
        <w:t>00,000</w:t>
      </w:r>
      <w:r w:rsidRPr="0042234B">
        <w:rPr>
          <w:lang w:val="pt-BR"/>
        </w:rPr>
        <w:tab/>
        <w:t xml:space="preserve"> =</w:t>
      </w:r>
      <w:r w:rsidRPr="004F6D23">
        <w:rPr>
          <w:position w:val="-28"/>
        </w:rPr>
        <w:pict>
          <v:shape id="_x0000_i1051" type="#_x0000_t75" style="width:51.75pt;height:32.25pt">
            <v:imagedata r:id="rId40" o:title=""/>
          </v:shape>
        </w:pict>
      </w:r>
      <w:r w:rsidRPr="0042234B">
        <w:rPr>
          <w:lang w:val="pt-BR"/>
        </w:rPr>
        <w:t xml:space="preserve">  </w:t>
      </w:r>
    </w:p>
    <w:p w:rsidR="005C186D" w:rsidRPr="0042234B" w:rsidRDefault="005C186D" w:rsidP="007B4E9B">
      <w:pPr>
        <w:tabs>
          <w:tab w:val="right" w:pos="4050"/>
          <w:tab w:val="right" w:pos="4176"/>
          <w:tab w:val="left" w:pos="4230"/>
        </w:tabs>
        <w:rPr>
          <w:lang w:val="pt-BR"/>
        </w:rPr>
      </w:pPr>
      <w:r w:rsidRPr="0042234B">
        <w:rPr>
          <w:lang w:val="pt-BR"/>
        </w:rPr>
        <w:tab/>
      </w:r>
      <w:r>
        <w:rPr>
          <w:lang w:val="pt-BR"/>
        </w:rPr>
        <w:t>(</w:t>
      </w:r>
      <w:r w:rsidRPr="0042234B">
        <w:rPr>
          <w:lang w:val="pt-BR"/>
        </w:rPr>
        <w:t>$</w:t>
      </w:r>
      <w:r>
        <w:rPr>
          <w:lang w:val="pt-BR"/>
        </w:rPr>
        <w:t xml:space="preserve">48 × </w:t>
      </w:r>
      <w:r w:rsidRPr="0042234B">
        <w:rPr>
          <w:lang w:val="pt-BR"/>
        </w:rPr>
        <w:t>N</w:t>
      </w:r>
      <w:r>
        <w:rPr>
          <w:lang w:val="pt-BR"/>
        </w:rPr>
        <w:t>)</w:t>
      </w:r>
      <w:r w:rsidRPr="0042234B">
        <w:rPr>
          <w:lang w:val="pt-BR"/>
        </w:rPr>
        <w:t xml:space="preserve"> - $</w:t>
      </w:r>
      <w:r>
        <w:rPr>
          <w:lang w:val="pt-BR"/>
        </w:rPr>
        <w:t>8,7</w:t>
      </w:r>
      <w:r w:rsidRPr="0042234B">
        <w:rPr>
          <w:lang w:val="pt-BR"/>
        </w:rPr>
        <w:t xml:space="preserve">00,000 </w:t>
      </w:r>
      <w:r w:rsidRPr="0042234B">
        <w:rPr>
          <w:lang w:val="pt-BR"/>
        </w:rPr>
        <w:tab/>
        <w:t>=</w:t>
      </w:r>
      <w:r w:rsidRPr="0042234B">
        <w:rPr>
          <w:lang w:val="pt-BR"/>
        </w:rPr>
        <w:tab/>
        <w:t>$</w:t>
      </w:r>
      <w:r>
        <w:rPr>
          <w:lang w:val="pt-BR"/>
        </w:rPr>
        <w:t>534</w:t>
      </w:r>
      <w:r w:rsidRPr="0042234B">
        <w:rPr>
          <w:lang w:val="pt-BR"/>
        </w:rPr>
        <w:t>,000</w:t>
      </w:r>
    </w:p>
    <w:p w:rsidR="005C186D" w:rsidRPr="0042234B" w:rsidRDefault="005C186D" w:rsidP="007B4E9B">
      <w:pPr>
        <w:tabs>
          <w:tab w:val="right" w:pos="4050"/>
          <w:tab w:val="right" w:pos="4176"/>
          <w:tab w:val="left" w:pos="4230"/>
        </w:tabs>
        <w:rPr>
          <w:lang w:val="pt-BR"/>
        </w:rPr>
      </w:pPr>
      <w:r w:rsidRPr="0042234B">
        <w:rPr>
          <w:lang w:val="pt-BR"/>
        </w:rPr>
        <w:tab/>
        <w:t>$</w:t>
      </w:r>
      <w:r>
        <w:rPr>
          <w:lang w:val="pt-BR"/>
        </w:rPr>
        <w:t xml:space="preserve">48 × </w:t>
      </w:r>
      <w:r w:rsidRPr="0042234B">
        <w:rPr>
          <w:lang w:val="pt-BR"/>
        </w:rPr>
        <w:t>N</w:t>
      </w:r>
      <w:r w:rsidRPr="0042234B">
        <w:rPr>
          <w:lang w:val="pt-BR"/>
        </w:rPr>
        <w:tab/>
        <w:t xml:space="preserve"> = $9,</w:t>
      </w:r>
      <w:r>
        <w:rPr>
          <w:lang w:val="pt-BR"/>
        </w:rPr>
        <w:t>234</w:t>
      </w:r>
      <w:r w:rsidRPr="0042234B">
        <w:rPr>
          <w:lang w:val="pt-BR"/>
        </w:rPr>
        <w:t>,000</w:t>
      </w:r>
    </w:p>
    <w:p w:rsidR="005C186D" w:rsidRPr="0042234B" w:rsidRDefault="005C186D" w:rsidP="007B4E9B">
      <w:pPr>
        <w:tabs>
          <w:tab w:val="right" w:pos="4050"/>
          <w:tab w:val="right" w:pos="4176"/>
          <w:tab w:val="left" w:pos="4230"/>
        </w:tabs>
        <w:rPr>
          <w:lang w:val="pt-BR"/>
        </w:rPr>
      </w:pPr>
      <w:r w:rsidRPr="0042234B">
        <w:rPr>
          <w:lang w:val="pt-BR"/>
        </w:rPr>
        <w:tab/>
        <w:t>N</w:t>
      </w:r>
      <w:r w:rsidRPr="0042234B">
        <w:rPr>
          <w:lang w:val="pt-BR"/>
        </w:rPr>
        <w:tab/>
        <w:t xml:space="preserve"> = 1</w:t>
      </w:r>
      <w:r>
        <w:rPr>
          <w:lang w:val="pt-BR"/>
        </w:rPr>
        <w:t>9</w:t>
      </w:r>
      <w:r w:rsidRPr="0042234B">
        <w:rPr>
          <w:lang w:val="pt-BR"/>
        </w:rPr>
        <w:t>2,</w:t>
      </w:r>
      <w:r>
        <w:rPr>
          <w:lang w:val="pt-BR"/>
        </w:rPr>
        <w:t>375</w:t>
      </w:r>
      <w:r w:rsidRPr="0042234B">
        <w:rPr>
          <w:lang w:val="pt-BR"/>
        </w:rPr>
        <w:t xml:space="preserve"> rooms</w:t>
      </w:r>
    </w:p>
    <w:p w:rsidR="005C186D" w:rsidRPr="0042234B" w:rsidRDefault="005C186D" w:rsidP="007B4E9B">
      <w:pPr>
        <w:tabs>
          <w:tab w:val="left" w:pos="840"/>
          <w:tab w:val="left" w:pos="1200"/>
          <w:tab w:val="left" w:pos="4220"/>
        </w:tabs>
        <w:rPr>
          <w:lang w:val="pt-BR"/>
        </w:rPr>
      </w:pPr>
    </w:p>
    <w:p w:rsidR="005C186D" w:rsidRPr="0042234B" w:rsidRDefault="005C186D" w:rsidP="007B4E9B">
      <w:pPr>
        <w:tabs>
          <w:tab w:val="right" w:pos="3960"/>
          <w:tab w:val="left" w:pos="4140"/>
        </w:tabs>
        <w:rPr>
          <w:lang w:val="pt-BR"/>
        </w:rPr>
      </w:pPr>
      <w:r w:rsidRPr="0042234B">
        <w:rPr>
          <w:lang w:val="pt-BR"/>
        </w:rPr>
        <w:t>2.</w:t>
      </w:r>
      <w:r w:rsidRPr="0042234B">
        <w:rPr>
          <w:lang w:val="pt-BR"/>
        </w:rPr>
        <w:tab/>
      </w:r>
      <w:r>
        <w:rPr>
          <w:lang w:val="pt-BR"/>
        </w:rPr>
        <w:t>(</w:t>
      </w:r>
      <w:r w:rsidRPr="0042234B">
        <w:rPr>
          <w:lang w:val="pt-BR"/>
        </w:rPr>
        <w:t>$</w:t>
      </w:r>
      <w:r>
        <w:rPr>
          <w:lang w:val="pt-BR"/>
        </w:rPr>
        <w:t xml:space="preserve">90 × </w:t>
      </w:r>
      <w:r w:rsidRPr="0042234B">
        <w:rPr>
          <w:lang w:val="pt-BR"/>
        </w:rPr>
        <w:t>N</w:t>
      </w:r>
      <w:r>
        <w:rPr>
          <w:lang w:val="pt-BR"/>
        </w:rPr>
        <w:t>)</w:t>
      </w:r>
      <w:r w:rsidRPr="0042234B">
        <w:rPr>
          <w:lang w:val="pt-BR"/>
        </w:rPr>
        <w:t xml:space="preserve"> </w:t>
      </w:r>
      <w:r>
        <w:rPr>
          <w:lang w:val="pt-BR"/>
        </w:rPr>
        <w:t>–</w:t>
      </w:r>
      <w:r w:rsidRPr="0042234B">
        <w:rPr>
          <w:lang w:val="pt-BR"/>
        </w:rPr>
        <w:t xml:space="preserve"> </w:t>
      </w:r>
      <w:r>
        <w:rPr>
          <w:lang w:val="pt-BR"/>
        </w:rPr>
        <w:t>(</w:t>
      </w:r>
      <w:r w:rsidRPr="0042234B">
        <w:rPr>
          <w:lang w:val="pt-BR"/>
        </w:rPr>
        <w:t>$</w:t>
      </w:r>
      <w:r>
        <w:rPr>
          <w:lang w:val="pt-BR"/>
        </w:rPr>
        <w:t xml:space="preserve">42 × </w:t>
      </w:r>
      <w:r w:rsidRPr="0042234B">
        <w:rPr>
          <w:lang w:val="pt-BR"/>
        </w:rPr>
        <w:t>N</w:t>
      </w:r>
      <w:r>
        <w:rPr>
          <w:lang w:val="pt-BR"/>
        </w:rPr>
        <w:t>)</w:t>
      </w:r>
      <w:r w:rsidRPr="0042234B">
        <w:rPr>
          <w:lang w:val="pt-BR"/>
        </w:rPr>
        <w:t xml:space="preserve"> - $</w:t>
      </w:r>
      <w:r>
        <w:rPr>
          <w:lang w:val="pt-BR"/>
        </w:rPr>
        <w:t>8,7</w:t>
      </w:r>
      <w:r w:rsidRPr="0042234B">
        <w:rPr>
          <w:lang w:val="pt-BR"/>
        </w:rPr>
        <w:t>00,000</w:t>
      </w:r>
      <w:r w:rsidRPr="0042234B">
        <w:rPr>
          <w:lang w:val="pt-BR"/>
        </w:rPr>
        <w:tab/>
        <w:t>= 0</w:t>
      </w:r>
    </w:p>
    <w:p w:rsidR="005C186D" w:rsidRPr="0042234B" w:rsidRDefault="005C186D" w:rsidP="007B4E9B">
      <w:pPr>
        <w:tabs>
          <w:tab w:val="right" w:pos="3960"/>
          <w:tab w:val="left" w:pos="4140"/>
        </w:tabs>
      </w:pPr>
      <w:r w:rsidRPr="0042234B">
        <w:rPr>
          <w:lang w:val="pt-BR"/>
        </w:rPr>
        <w:tab/>
      </w:r>
      <w:r w:rsidRPr="0042234B">
        <w:t>$</w:t>
      </w:r>
      <w:r>
        <w:t xml:space="preserve">48 × </w:t>
      </w:r>
      <w:r w:rsidRPr="0042234B">
        <w:t>N</w:t>
      </w:r>
      <w:r w:rsidRPr="0042234B">
        <w:tab/>
        <w:t>= $</w:t>
      </w:r>
      <w:r>
        <w:t>8,7</w:t>
      </w:r>
      <w:r w:rsidRPr="0042234B">
        <w:t>00,000</w:t>
      </w:r>
    </w:p>
    <w:p w:rsidR="005C186D" w:rsidRPr="0042234B" w:rsidRDefault="005C186D" w:rsidP="007B4E9B">
      <w:pPr>
        <w:tabs>
          <w:tab w:val="right" w:pos="3960"/>
          <w:tab w:val="left" w:pos="4140"/>
        </w:tabs>
      </w:pPr>
      <w:r w:rsidRPr="0042234B">
        <w:tab/>
        <w:t>N</w:t>
      </w:r>
      <w:r w:rsidRPr="0042234B">
        <w:tab/>
        <w:t>= 1</w:t>
      </w:r>
      <w:r>
        <w:t>81,25</w:t>
      </w:r>
      <w:r w:rsidRPr="0042234B">
        <w:t>0 rooms</w:t>
      </w:r>
    </w:p>
    <w:p w:rsidR="005C186D" w:rsidRPr="0042234B" w:rsidRDefault="005C186D" w:rsidP="007B4E9B">
      <w:pPr>
        <w:tabs>
          <w:tab w:val="left" w:pos="840"/>
          <w:tab w:val="left" w:pos="1200"/>
        </w:tabs>
      </w:pPr>
    </w:p>
    <w:p w:rsidR="005C186D" w:rsidRPr="0042234B" w:rsidRDefault="005C186D" w:rsidP="00F435A8">
      <w:pPr>
        <w:tabs>
          <w:tab w:val="left" w:pos="840"/>
          <w:tab w:val="left" w:pos="1200"/>
        </w:tabs>
        <w:outlineLvl w:val="0"/>
      </w:pPr>
      <w:r w:rsidRPr="0042234B">
        <w:tab/>
        <w:t xml:space="preserve">Number of rooms at 100% capacity = </w:t>
      </w:r>
      <w:r>
        <w:t>57</w:t>
      </w:r>
      <w:r w:rsidRPr="0042234B">
        <w:t>0 × 365 = 2</w:t>
      </w:r>
      <w:r>
        <w:t>08,05</w:t>
      </w:r>
      <w:r w:rsidRPr="0042234B">
        <w:t>0</w:t>
      </w:r>
    </w:p>
    <w:p w:rsidR="005C186D" w:rsidRPr="0042234B" w:rsidRDefault="005C186D" w:rsidP="00F435A8">
      <w:pPr>
        <w:tabs>
          <w:tab w:val="left" w:pos="840"/>
          <w:tab w:val="left" w:pos="1200"/>
        </w:tabs>
        <w:ind w:left="1200" w:hanging="1200"/>
        <w:outlineLvl w:val="0"/>
      </w:pPr>
      <w:r w:rsidRPr="0042234B">
        <w:tab/>
        <w:t>Percentage occupancy to break even = 1</w:t>
      </w:r>
      <w:r>
        <w:t>81,250</w:t>
      </w:r>
      <w:r w:rsidRPr="0042234B">
        <w:t xml:space="preserve"> ÷ 2</w:t>
      </w:r>
      <w:r>
        <w:t>08,05</w:t>
      </w:r>
      <w:r w:rsidRPr="0042234B">
        <w:t xml:space="preserve">0 = </w:t>
      </w:r>
      <w:r>
        <w:t>87.1</w:t>
      </w:r>
      <w:r w:rsidRPr="0042234B">
        <w:t>%</w:t>
      </w:r>
    </w:p>
    <w:p w:rsidR="005C186D" w:rsidRPr="0042234B" w:rsidRDefault="005C186D" w:rsidP="007B4E9B">
      <w:pPr>
        <w:tabs>
          <w:tab w:val="left" w:pos="840"/>
          <w:tab w:val="left" w:pos="1200"/>
        </w:tabs>
        <w:rPr>
          <w:spacing w:val="-20"/>
        </w:rPr>
      </w:pPr>
    </w:p>
    <w:p w:rsidR="005C186D" w:rsidRPr="0042234B" w:rsidRDefault="005C186D" w:rsidP="00BB24E4">
      <w:pPr>
        <w:tabs>
          <w:tab w:val="left" w:pos="840"/>
          <w:tab w:val="left" w:pos="1200"/>
        </w:tabs>
        <w:spacing w:after="120"/>
      </w:pPr>
      <w:r w:rsidRPr="0042234B">
        <w:t>3.</w:t>
      </w:r>
      <w:r w:rsidRPr="0042234B">
        <w:tab/>
        <w:t>Using the shortcut approach described in the chapter appendix:</w:t>
      </w:r>
    </w:p>
    <w:p w:rsidR="005C186D" w:rsidRPr="004F6D23" w:rsidRDefault="005C186D" w:rsidP="000F207C">
      <w:pPr>
        <w:ind w:left="240"/>
      </w:pPr>
      <w:r w:rsidRPr="004F6D23">
        <w:t>Change in net income =  Change in vo</w:t>
      </w:r>
      <w:r>
        <w:t>l.</w:t>
      </w:r>
      <w:r w:rsidRPr="004F6D23">
        <w:t xml:space="preserve"> in units × </w:t>
      </w:r>
      <w:r>
        <w:t>Cont.</w:t>
      </w:r>
      <w:r w:rsidRPr="004F6D23">
        <w:t xml:space="preserve"> margin</w:t>
      </w:r>
      <w:r>
        <w:t>/</w:t>
      </w:r>
      <w:r w:rsidRPr="004F6D23">
        <w:t>unit  × (1 - tax rate)</w:t>
      </w:r>
    </w:p>
    <w:p w:rsidR="005C186D" w:rsidRPr="0042234B" w:rsidRDefault="005C186D" w:rsidP="000F207C">
      <w:pPr>
        <w:tabs>
          <w:tab w:val="left" w:pos="1620"/>
          <w:tab w:val="left" w:pos="2340"/>
        </w:tabs>
        <w:ind w:left="240"/>
      </w:pPr>
      <w:r>
        <w:tab/>
      </w:r>
      <w:r>
        <w:tab/>
        <w:t>= 6</w:t>
      </w:r>
      <w:r w:rsidRPr="0042234B">
        <w:t>,000 × $</w:t>
      </w:r>
      <w:r>
        <w:t>48</w:t>
      </w:r>
      <w:r w:rsidRPr="0042234B">
        <w:t xml:space="preserve"> × (1 - .</w:t>
      </w:r>
      <w:r>
        <w:t>25</w:t>
      </w:r>
      <w:r w:rsidRPr="0042234B">
        <w:t>)</w:t>
      </w:r>
    </w:p>
    <w:p w:rsidR="005C186D" w:rsidRPr="0042234B" w:rsidRDefault="005C186D" w:rsidP="000F207C">
      <w:pPr>
        <w:tabs>
          <w:tab w:val="left" w:pos="1620"/>
          <w:tab w:val="left" w:pos="2340"/>
        </w:tabs>
        <w:ind w:left="240"/>
      </w:pPr>
      <w:r>
        <w:tab/>
      </w:r>
      <w:r>
        <w:tab/>
        <w:t>= 6</w:t>
      </w:r>
      <w:r w:rsidRPr="0042234B">
        <w:t>,000 × $</w:t>
      </w:r>
      <w:r>
        <w:t>36</w:t>
      </w:r>
    </w:p>
    <w:p w:rsidR="005C186D" w:rsidRPr="0042234B" w:rsidRDefault="005C186D" w:rsidP="000F207C">
      <w:pPr>
        <w:tabs>
          <w:tab w:val="left" w:pos="1700"/>
          <w:tab w:val="left" w:pos="2340"/>
        </w:tabs>
        <w:ind w:left="2340" w:hanging="720"/>
      </w:pPr>
      <w:r w:rsidRPr="0042234B">
        <w:tab/>
      </w:r>
      <w:r w:rsidRPr="0042234B">
        <w:tab/>
        <w:t>= $</w:t>
      </w:r>
      <w:r>
        <w:t>216</w:t>
      </w:r>
      <w:r w:rsidRPr="0042234B">
        <w:t>,000.</w:t>
      </w:r>
    </w:p>
    <w:p w:rsidR="005C186D" w:rsidRPr="0042234B" w:rsidRDefault="005C186D" w:rsidP="007B4E9B">
      <w:pPr>
        <w:tabs>
          <w:tab w:val="left" w:pos="840"/>
          <w:tab w:val="left" w:pos="1200"/>
        </w:tabs>
      </w:pPr>
    </w:p>
    <w:p w:rsidR="005C186D" w:rsidRPr="0042234B" w:rsidRDefault="005C186D" w:rsidP="007B4E9B">
      <w:pPr>
        <w:tabs>
          <w:tab w:val="left" w:pos="840"/>
          <w:tab w:val="left" w:pos="1200"/>
        </w:tabs>
        <w:ind w:left="810" w:hanging="810"/>
      </w:pPr>
      <w:r w:rsidRPr="0042234B">
        <w:tab/>
        <w:t xml:space="preserve">Note that a </w:t>
      </w:r>
      <w:r>
        <w:t>3</w:t>
      </w:r>
      <w:r w:rsidRPr="0042234B">
        <w:t xml:space="preserve">% increase in rooms </w:t>
      </w:r>
      <w:r>
        <w:t>rented</w:t>
      </w:r>
      <w:r w:rsidRPr="0042234B">
        <w:t xml:space="preserve"> increased net income by $</w:t>
      </w:r>
      <w:r>
        <w:t>216</w:t>
      </w:r>
      <w:r w:rsidRPr="0042234B">
        <w:t>,000 ÷ $</w:t>
      </w:r>
      <w:r>
        <w:t>675</w:t>
      </w:r>
      <w:r w:rsidRPr="0042234B">
        <w:t xml:space="preserve">,000 or </w:t>
      </w:r>
      <w:r>
        <w:t>32</w:t>
      </w:r>
      <w:r w:rsidRPr="0042234B">
        <w:t>%.</w:t>
      </w:r>
    </w:p>
    <w:p w:rsidR="005C186D" w:rsidRPr="0042234B" w:rsidRDefault="005C186D" w:rsidP="007B4E9B">
      <w:pPr>
        <w:tabs>
          <w:tab w:val="left" w:pos="840"/>
          <w:tab w:val="left" w:pos="1200"/>
        </w:tabs>
      </w:pPr>
    </w:p>
    <w:p w:rsidR="005C186D" w:rsidRPr="0042234B" w:rsidRDefault="005C186D" w:rsidP="007B4E9B">
      <w:pPr>
        <w:tabs>
          <w:tab w:val="left" w:pos="840"/>
          <w:tab w:val="left" w:pos="1200"/>
          <w:tab w:val="right" w:pos="6960"/>
          <w:tab w:val="right" w:pos="8760"/>
        </w:tabs>
        <w:ind w:left="1200"/>
      </w:pPr>
      <w:r w:rsidRPr="0042234B">
        <w:t xml:space="preserve">Rooms </w:t>
      </w:r>
      <w:r>
        <w:t>rented</w:t>
      </w:r>
      <w:r w:rsidRPr="0042234B">
        <w:tab/>
      </w:r>
      <w:r w:rsidRPr="0042234B">
        <w:rPr>
          <w:u w:val="single"/>
        </w:rPr>
        <w:t xml:space="preserve">       </w:t>
      </w:r>
      <w:r>
        <w:rPr>
          <w:u w:val="single"/>
        </w:rPr>
        <w:t>20</w:t>
      </w:r>
      <w:r w:rsidRPr="0042234B">
        <w:rPr>
          <w:u w:val="single"/>
        </w:rPr>
        <w:t>0,000</w:t>
      </w:r>
      <w:r w:rsidRPr="0042234B">
        <w:tab/>
      </w:r>
      <w:r w:rsidRPr="0042234B">
        <w:rPr>
          <w:u w:val="single"/>
        </w:rPr>
        <w:t xml:space="preserve">       </w:t>
      </w:r>
      <w:r>
        <w:rPr>
          <w:u w:val="single"/>
        </w:rPr>
        <w:t>206</w:t>
      </w:r>
      <w:r w:rsidRPr="0042234B">
        <w:rPr>
          <w:u w:val="single"/>
        </w:rPr>
        <w:t>,000</w:t>
      </w:r>
    </w:p>
    <w:p w:rsidR="005C186D" w:rsidRPr="0042234B" w:rsidRDefault="005C186D" w:rsidP="007B4E9B">
      <w:pPr>
        <w:tabs>
          <w:tab w:val="left" w:pos="840"/>
          <w:tab w:val="left" w:pos="1200"/>
          <w:tab w:val="right" w:pos="6960"/>
          <w:tab w:val="right" w:pos="8760"/>
        </w:tabs>
        <w:ind w:left="1200"/>
      </w:pPr>
      <w:r w:rsidRPr="0042234B">
        <w:t>Contribution margin @ $</w:t>
      </w:r>
      <w:r>
        <w:t>48</w:t>
      </w:r>
      <w:r w:rsidRPr="0042234B">
        <w:tab/>
        <w:t>$</w:t>
      </w:r>
      <w:r>
        <w:t>9,6</w:t>
      </w:r>
      <w:r w:rsidRPr="0042234B">
        <w:t>00,000</w:t>
      </w:r>
      <w:r w:rsidRPr="0042234B">
        <w:tab/>
        <w:t>$</w:t>
      </w:r>
      <w:r>
        <w:t>9,888</w:t>
      </w:r>
      <w:r w:rsidRPr="0042234B">
        <w:t>,000</w:t>
      </w:r>
    </w:p>
    <w:p w:rsidR="005C186D" w:rsidRPr="0042234B" w:rsidRDefault="005C186D" w:rsidP="007B4E9B">
      <w:pPr>
        <w:tabs>
          <w:tab w:val="left" w:pos="840"/>
          <w:tab w:val="left" w:pos="1200"/>
          <w:tab w:val="right" w:pos="6960"/>
          <w:tab w:val="right" w:pos="8760"/>
        </w:tabs>
        <w:ind w:left="1200"/>
      </w:pPr>
      <w:r w:rsidRPr="0042234B">
        <w:t>Fixed expenses</w:t>
      </w:r>
      <w:r w:rsidRPr="0042234B">
        <w:tab/>
      </w:r>
      <w:r w:rsidRPr="0042234B">
        <w:rPr>
          <w:u w:val="single"/>
        </w:rPr>
        <w:t xml:space="preserve">  </w:t>
      </w:r>
      <w:r>
        <w:rPr>
          <w:u w:val="single"/>
        </w:rPr>
        <w:t>8,7</w:t>
      </w:r>
      <w:r w:rsidRPr="0042234B">
        <w:rPr>
          <w:u w:val="single"/>
        </w:rPr>
        <w:t>00,000</w:t>
      </w:r>
      <w:r w:rsidRPr="0042234B">
        <w:tab/>
      </w:r>
      <w:r w:rsidRPr="0042234B">
        <w:rPr>
          <w:u w:val="single"/>
        </w:rPr>
        <w:t xml:space="preserve">  </w:t>
      </w:r>
      <w:r>
        <w:rPr>
          <w:u w:val="single"/>
        </w:rPr>
        <w:t>8,7</w:t>
      </w:r>
      <w:r w:rsidRPr="0042234B">
        <w:rPr>
          <w:u w:val="single"/>
        </w:rPr>
        <w:t>00,000</w:t>
      </w:r>
    </w:p>
    <w:p w:rsidR="005C186D" w:rsidRPr="0042234B" w:rsidRDefault="005C186D" w:rsidP="007B4E9B">
      <w:pPr>
        <w:tabs>
          <w:tab w:val="left" w:pos="840"/>
          <w:tab w:val="left" w:pos="1200"/>
          <w:tab w:val="right" w:pos="6960"/>
          <w:tab w:val="right" w:pos="8760"/>
        </w:tabs>
        <w:ind w:left="1200"/>
      </w:pPr>
      <w:r w:rsidRPr="0042234B">
        <w:t>Income before taxes</w:t>
      </w:r>
      <w:r w:rsidRPr="0042234B">
        <w:tab/>
      </w:r>
      <w:r>
        <w:t>9</w:t>
      </w:r>
      <w:r w:rsidRPr="0042234B">
        <w:t>00,000</w:t>
      </w:r>
      <w:r w:rsidRPr="0042234B">
        <w:tab/>
      </w:r>
      <w:r>
        <w:t>1,188</w:t>
      </w:r>
      <w:r w:rsidRPr="0042234B">
        <w:t>,000</w:t>
      </w:r>
    </w:p>
    <w:p w:rsidR="005C186D" w:rsidRPr="0042234B" w:rsidRDefault="005C186D" w:rsidP="007B4E9B">
      <w:pPr>
        <w:tabs>
          <w:tab w:val="left" w:pos="840"/>
          <w:tab w:val="left" w:pos="1200"/>
          <w:tab w:val="right" w:pos="6960"/>
          <w:tab w:val="right" w:pos="8760"/>
        </w:tabs>
        <w:ind w:left="1200"/>
      </w:pPr>
      <w:r w:rsidRPr="0042234B">
        <w:t xml:space="preserve">Income taxes @ </w:t>
      </w:r>
      <w:r>
        <w:t>25</w:t>
      </w:r>
      <w:r w:rsidRPr="0042234B">
        <w:t>%</w:t>
      </w:r>
      <w:r w:rsidRPr="0042234B">
        <w:tab/>
        <w:t xml:space="preserve"> </w:t>
      </w:r>
      <w:r w:rsidRPr="0042234B">
        <w:rPr>
          <w:u w:val="single"/>
        </w:rPr>
        <w:t xml:space="preserve">   </w:t>
      </w:r>
      <w:r>
        <w:rPr>
          <w:u w:val="single"/>
        </w:rPr>
        <w:t xml:space="preserve"> </w:t>
      </w:r>
      <w:r w:rsidRPr="0042234B">
        <w:rPr>
          <w:u w:val="single"/>
        </w:rPr>
        <w:t xml:space="preserve"> </w:t>
      </w:r>
      <w:r>
        <w:rPr>
          <w:u w:val="single"/>
        </w:rPr>
        <w:t>225</w:t>
      </w:r>
      <w:r w:rsidRPr="0042234B">
        <w:rPr>
          <w:u w:val="single"/>
        </w:rPr>
        <w:t>,000</w:t>
      </w:r>
      <w:r w:rsidRPr="0042234B">
        <w:tab/>
      </w:r>
      <w:r w:rsidRPr="0042234B">
        <w:rPr>
          <w:u w:val="single"/>
        </w:rPr>
        <w:t xml:space="preserve">   </w:t>
      </w:r>
      <w:r>
        <w:rPr>
          <w:u w:val="single"/>
        </w:rPr>
        <w:t xml:space="preserve">  </w:t>
      </w:r>
      <w:r w:rsidRPr="0042234B">
        <w:rPr>
          <w:u w:val="single"/>
        </w:rPr>
        <w:t xml:space="preserve"> </w:t>
      </w:r>
      <w:r>
        <w:rPr>
          <w:u w:val="single"/>
        </w:rPr>
        <w:t>297</w:t>
      </w:r>
      <w:r w:rsidRPr="0042234B">
        <w:rPr>
          <w:u w:val="single"/>
        </w:rPr>
        <w:t>,000</w:t>
      </w:r>
    </w:p>
    <w:p w:rsidR="005C186D" w:rsidRPr="0042234B" w:rsidRDefault="005C186D" w:rsidP="007B4E9B">
      <w:pPr>
        <w:tabs>
          <w:tab w:val="left" w:pos="840"/>
          <w:tab w:val="left" w:pos="1200"/>
          <w:tab w:val="right" w:pos="6960"/>
          <w:tab w:val="right" w:pos="8760"/>
        </w:tabs>
        <w:ind w:left="1200"/>
      </w:pPr>
      <w:r w:rsidRPr="0042234B">
        <w:t>Net income</w:t>
      </w:r>
      <w:r w:rsidRPr="0042234B">
        <w:tab/>
      </w:r>
      <w:r w:rsidRPr="0042234B">
        <w:rPr>
          <w:u w:val="double"/>
        </w:rPr>
        <w:t xml:space="preserve">$ </w:t>
      </w:r>
      <w:r>
        <w:rPr>
          <w:u w:val="double"/>
        </w:rPr>
        <w:t xml:space="preserve"> </w:t>
      </w:r>
      <w:r w:rsidRPr="0042234B">
        <w:rPr>
          <w:u w:val="double"/>
        </w:rPr>
        <w:t xml:space="preserve"> </w:t>
      </w:r>
      <w:r>
        <w:rPr>
          <w:u w:val="double"/>
        </w:rPr>
        <w:t>675</w:t>
      </w:r>
      <w:r w:rsidRPr="0042234B">
        <w:rPr>
          <w:u w:val="double"/>
        </w:rPr>
        <w:t>,000</w:t>
      </w:r>
      <w:r w:rsidRPr="0042234B">
        <w:tab/>
      </w:r>
      <w:r w:rsidRPr="0042234B">
        <w:rPr>
          <w:u w:val="double"/>
        </w:rPr>
        <w:t xml:space="preserve">$  </w:t>
      </w:r>
      <w:r>
        <w:rPr>
          <w:u w:val="double"/>
        </w:rPr>
        <w:t xml:space="preserve">  891</w:t>
      </w:r>
      <w:r w:rsidRPr="0042234B">
        <w:rPr>
          <w:u w:val="double"/>
        </w:rPr>
        <w:t>,000</w:t>
      </w:r>
    </w:p>
    <w:p w:rsidR="005C186D" w:rsidRPr="0042234B" w:rsidRDefault="005C186D" w:rsidP="007B4E9B">
      <w:pPr>
        <w:tabs>
          <w:tab w:val="left" w:pos="840"/>
          <w:tab w:val="left" w:pos="1200"/>
        </w:tabs>
        <w:ind w:left="1200"/>
      </w:pPr>
    </w:p>
    <w:p w:rsidR="005C186D" w:rsidRPr="0042234B" w:rsidRDefault="005C186D" w:rsidP="007B4E9B">
      <w:pPr>
        <w:tabs>
          <w:tab w:val="left" w:pos="840"/>
          <w:tab w:val="left" w:pos="1200"/>
          <w:tab w:val="center" w:pos="7200"/>
        </w:tabs>
        <w:ind w:left="1200"/>
      </w:pPr>
      <w:r w:rsidRPr="0042234B">
        <w:t>Increase in net income</w:t>
      </w:r>
      <w:r w:rsidRPr="0042234B">
        <w:tab/>
      </w:r>
      <w:r w:rsidRPr="0042234B">
        <w:rPr>
          <w:u w:val="double"/>
        </w:rPr>
        <w:t>$</w:t>
      </w:r>
      <w:r>
        <w:rPr>
          <w:u w:val="double"/>
        </w:rPr>
        <w:t>216</w:t>
      </w:r>
      <w:r w:rsidRPr="0042234B">
        <w:rPr>
          <w:u w:val="double"/>
        </w:rPr>
        <w:t>,000</w:t>
      </w:r>
    </w:p>
    <w:p w:rsidR="005C186D" w:rsidRPr="0042234B" w:rsidRDefault="005C186D" w:rsidP="007B4E9B">
      <w:pPr>
        <w:tabs>
          <w:tab w:val="left" w:pos="840"/>
          <w:tab w:val="left" w:pos="1200"/>
          <w:tab w:val="center" w:pos="7200"/>
        </w:tabs>
        <w:ind w:left="1200"/>
      </w:pPr>
      <w:r w:rsidRPr="0042234B">
        <w:t>Percentage increase</w:t>
      </w:r>
      <w:r w:rsidRPr="0042234B">
        <w:tab/>
      </w:r>
      <w:r w:rsidRPr="0042234B">
        <w:rPr>
          <w:u w:val="double"/>
        </w:rPr>
        <w:t>3</w:t>
      </w:r>
      <w:r>
        <w:rPr>
          <w:u w:val="double"/>
        </w:rPr>
        <w:t>2</w:t>
      </w:r>
      <w:r w:rsidRPr="0042234B">
        <w:rPr>
          <w:u w:val="double"/>
        </w:rPr>
        <w:t>%</w:t>
      </w:r>
    </w:p>
    <w:p w:rsidR="005C186D" w:rsidRPr="0042234B" w:rsidRDefault="005C186D" w:rsidP="007B4E9B">
      <w:pPr>
        <w:tabs>
          <w:tab w:val="left" w:pos="840"/>
          <w:tab w:val="left" w:pos="1200"/>
        </w:tabs>
        <w:rPr>
          <w:u w:val="single"/>
        </w:rPr>
      </w:pPr>
    </w:p>
    <w:p w:rsidR="005C186D" w:rsidRPr="0042234B" w:rsidRDefault="005C186D" w:rsidP="007B4E9B">
      <w:pPr>
        <w:tabs>
          <w:tab w:val="left" w:pos="840"/>
          <w:tab w:val="left" w:pos="1200"/>
        </w:tabs>
      </w:pPr>
      <w:r w:rsidRPr="0042234B">
        <w:rPr>
          <w:spacing w:val="-20"/>
          <w:u w:val="single"/>
        </w:rPr>
        <w:br w:type="page"/>
      </w:r>
      <w:r w:rsidRPr="0042234B">
        <w:rPr>
          <w:u w:val="single"/>
        </w:rPr>
        <w:t>2-</w:t>
      </w:r>
      <w:r>
        <w:rPr>
          <w:u w:val="single"/>
        </w:rPr>
        <w:t>67</w:t>
      </w:r>
      <w:r w:rsidRPr="0042234B">
        <w:tab/>
        <w:t>(15-25 min.)</w:t>
      </w:r>
    </w:p>
    <w:p w:rsidR="005C186D" w:rsidRPr="0042234B" w:rsidRDefault="005C186D" w:rsidP="007B4E9B">
      <w:pPr>
        <w:tabs>
          <w:tab w:val="left" w:pos="840"/>
          <w:tab w:val="left" w:pos="1200"/>
        </w:tabs>
      </w:pPr>
    </w:p>
    <w:p w:rsidR="005C186D" w:rsidRPr="0042234B" w:rsidRDefault="005C186D" w:rsidP="00360160">
      <w:pPr>
        <w:tabs>
          <w:tab w:val="left" w:pos="360"/>
          <w:tab w:val="left" w:pos="630"/>
          <w:tab w:val="left" w:pos="990"/>
        </w:tabs>
        <w:outlineLvl w:val="0"/>
      </w:pPr>
      <w:r w:rsidRPr="0042234B">
        <w:tab/>
        <w:t>Current contribution margin = $1</w:t>
      </w:r>
      <w:r>
        <w:t>5</w:t>
      </w:r>
      <w:r w:rsidRPr="0042234B">
        <w:t xml:space="preserve"> - $</w:t>
      </w:r>
      <w:r>
        <w:t>8</w:t>
      </w:r>
      <w:r w:rsidRPr="0042234B">
        <w:t xml:space="preserve"> - $</w:t>
      </w:r>
      <w:r>
        <w:t>4</w:t>
      </w:r>
      <w:r w:rsidRPr="0042234B">
        <w:t xml:space="preserve"> = $</w:t>
      </w:r>
      <w:r>
        <w:t>3</w:t>
      </w:r>
      <w:r w:rsidRPr="0042234B">
        <w:t>.</w:t>
      </w:r>
    </w:p>
    <w:p w:rsidR="005C186D" w:rsidRPr="0042234B" w:rsidRDefault="005C186D" w:rsidP="00360160">
      <w:pPr>
        <w:tabs>
          <w:tab w:val="left" w:pos="360"/>
          <w:tab w:val="left" w:pos="630"/>
          <w:tab w:val="left" w:pos="990"/>
        </w:tabs>
        <w:outlineLvl w:val="0"/>
        <w:rPr>
          <w:spacing w:val="-20"/>
        </w:rPr>
      </w:pPr>
      <w:r w:rsidRPr="0042234B">
        <w:tab/>
        <w:t xml:space="preserve">New variable costs per disk will be </w:t>
      </w:r>
      <w:r>
        <w:t>(</w:t>
      </w:r>
      <w:r w:rsidRPr="0042234B">
        <w:rPr>
          <w:spacing w:val="-20"/>
        </w:rPr>
        <w:t>1</w:t>
      </w:r>
      <w:r>
        <w:rPr>
          <w:spacing w:val="-20"/>
        </w:rPr>
        <w:t>25</w:t>
      </w:r>
      <w:r w:rsidRPr="0042234B">
        <w:rPr>
          <w:spacing w:val="-20"/>
        </w:rPr>
        <w:t xml:space="preserve">% </w:t>
      </w:r>
      <w:r>
        <w:rPr>
          <w:spacing w:val="-20"/>
        </w:rPr>
        <w:t xml:space="preserve"> x</w:t>
      </w:r>
      <w:r w:rsidRPr="0042234B">
        <w:rPr>
          <w:spacing w:val="-20"/>
        </w:rPr>
        <w:t xml:space="preserve"> </w:t>
      </w:r>
      <w:r>
        <w:rPr>
          <w:spacing w:val="-20"/>
        </w:rPr>
        <w:t xml:space="preserve"> </w:t>
      </w:r>
      <w:r w:rsidRPr="0042234B">
        <w:rPr>
          <w:spacing w:val="-20"/>
        </w:rPr>
        <w:t>$</w:t>
      </w:r>
      <w:r>
        <w:rPr>
          <w:spacing w:val="-20"/>
        </w:rPr>
        <w:t>8</w:t>
      </w:r>
      <w:r w:rsidRPr="0042234B">
        <w:rPr>
          <w:spacing w:val="-20"/>
        </w:rPr>
        <w:t xml:space="preserve"> </w:t>
      </w:r>
      <w:r>
        <w:rPr>
          <w:spacing w:val="-20"/>
        </w:rPr>
        <w:t xml:space="preserve">) </w:t>
      </w:r>
      <w:r w:rsidRPr="0042234B">
        <w:rPr>
          <w:spacing w:val="-20"/>
        </w:rPr>
        <w:t>+ $</w:t>
      </w:r>
      <w:r>
        <w:rPr>
          <w:spacing w:val="-20"/>
        </w:rPr>
        <w:t>4</w:t>
      </w:r>
      <w:r w:rsidRPr="0042234B">
        <w:rPr>
          <w:spacing w:val="-20"/>
        </w:rPr>
        <w:t xml:space="preserve"> = $1</w:t>
      </w:r>
      <w:r>
        <w:rPr>
          <w:spacing w:val="-20"/>
        </w:rPr>
        <w:t xml:space="preserve">0 </w:t>
      </w:r>
      <w:r w:rsidRPr="0042234B">
        <w:rPr>
          <w:spacing w:val="-20"/>
        </w:rPr>
        <w:t xml:space="preserve"> + </w:t>
      </w:r>
      <w:r>
        <w:rPr>
          <w:spacing w:val="-20"/>
        </w:rPr>
        <w:t xml:space="preserve"> </w:t>
      </w:r>
      <w:r w:rsidRPr="0042234B">
        <w:rPr>
          <w:spacing w:val="-20"/>
        </w:rPr>
        <w:t>$</w:t>
      </w:r>
      <w:r>
        <w:rPr>
          <w:spacing w:val="-20"/>
        </w:rPr>
        <w:t>4</w:t>
      </w:r>
      <w:r w:rsidRPr="0042234B">
        <w:rPr>
          <w:spacing w:val="-20"/>
        </w:rPr>
        <w:t xml:space="preserve"> </w:t>
      </w:r>
      <w:r>
        <w:rPr>
          <w:spacing w:val="-20"/>
        </w:rPr>
        <w:t xml:space="preserve"> </w:t>
      </w:r>
      <w:r w:rsidRPr="0042234B">
        <w:rPr>
          <w:spacing w:val="-20"/>
        </w:rPr>
        <w:t>=</w:t>
      </w:r>
      <w:r>
        <w:rPr>
          <w:spacing w:val="-20"/>
        </w:rPr>
        <w:t xml:space="preserve"> </w:t>
      </w:r>
      <w:r w:rsidRPr="0042234B">
        <w:rPr>
          <w:spacing w:val="-20"/>
        </w:rPr>
        <w:t>$1</w:t>
      </w:r>
      <w:r>
        <w:rPr>
          <w:spacing w:val="-20"/>
        </w:rPr>
        <w:t>4</w:t>
      </w:r>
      <w:r w:rsidRPr="0042234B">
        <w:rPr>
          <w:spacing w:val="-20"/>
        </w:rPr>
        <w:t>.</w:t>
      </w:r>
    </w:p>
    <w:p w:rsidR="005C186D" w:rsidRPr="0042234B" w:rsidRDefault="005C186D" w:rsidP="007B4E9B">
      <w:pPr>
        <w:tabs>
          <w:tab w:val="left" w:pos="840"/>
          <w:tab w:val="left" w:pos="1320"/>
        </w:tabs>
      </w:pPr>
    </w:p>
    <w:p w:rsidR="005C186D" w:rsidRPr="0042234B" w:rsidRDefault="005C186D" w:rsidP="007B4E9B">
      <w:pPr>
        <w:tabs>
          <w:tab w:val="left" w:pos="840"/>
          <w:tab w:val="left" w:pos="1320"/>
        </w:tabs>
      </w:pPr>
      <w:r w:rsidRPr="0042234B">
        <w:t>1.</w:t>
      </w:r>
      <w:r w:rsidRPr="0042234B">
        <w:tab/>
        <w:t>Break-even point =</w:t>
      </w:r>
      <w:r w:rsidRPr="00FD7755">
        <w:rPr>
          <w:position w:val="-28"/>
        </w:rPr>
        <w:pict>
          <v:shape id="_x0000_i1052" type="#_x0000_t75" style="width:70.5pt;height:28.5pt">
            <v:imagedata r:id="rId41" o:title=""/>
          </v:shape>
        </w:pict>
      </w:r>
      <w:r w:rsidRPr="0042234B">
        <w:t xml:space="preserve"> </w:t>
      </w:r>
      <w:r w:rsidRPr="0042234B">
        <w:rPr>
          <w:position w:val="-12"/>
        </w:rPr>
        <w:object w:dxaOrig="200" w:dyaOrig="400">
          <v:shape id="_x0000_i1053" type="#_x0000_t75" style="width:11.25pt;height:20.25pt" o:ole="">
            <v:imagedata r:id="rId42" o:title=""/>
          </v:shape>
          <o:OLEObject Type="Embed" ProgID="Equation.3" ShapeID="_x0000_i1053" DrawAspect="Content" ObjectID="_1420974536" r:id="rId43"/>
        </w:object>
      </w:r>
      <w:r w:rsidRPr="0042234B">
        <w:t xml:space="preserve">=  </w:t>
      </w:r>
      <w:r>
        <w:t>238</w:t>
      </w:r>
      <w:r w:rsidRPr="0042234B">
        <w:t>,000 CDs</w:t>
      </w:r>
    </w:p>
    <w:p w:rsidR="005C186D" w:rsidRPr="0042234B" w:rsidRDefault="005C186D" w:rsidP="007B4E9B">
      <w:pPr>
        <w:tabs>
          <w:tab w:val="left" w:pos="840"/>
          <w:tab w:val="left" w:pos="1320"/>
        </w:tabs>
      </w:pPr>
    </w:p>
    <w:p w:rsidR="005C186D" w:rsidRPr="0042234B" w:rsidRDefault="005C186D" w:rsidP="007B4E9B">
      <w:pPr>
        <w:tabs>
          <w:tab w:val="left" w:pos="840"/>
          <w:tab w:val="left" w:pos="1320"/>
        </w:tabs>
      </w:pPr>
      <w:r w:rsidRPr="0042234B">
        <w:t>2.</w:t>
      </w:r>
      <w:r w:rsidRPr="0042234B">
        <w:tab/>
        <w:t>Contribution margin:  $1</w:t>
      </w:r>
      <w:r>
        <w:t>5</w:t>
      </w:r>
      <w:r w:rsidRPr="0042234B">
        <w:t xml:space="preserve"> - ($</w:t>
      </w:r>
      <w:r>
        <w:t>8</w:t>
      </w:r>
      <w:r w:rsidRPr="0042234B">
        <w:t xml:space="preserve"> + $</w:t>
      </w:r>
      <w:r>
        <w:t>4</w:t>
      </w:r>
      <w:r w:rsidRPr="0042234B">
        <w:t>) = $</w:t>
      </w:r>
      <w:r>
        <w:t>3</w:t>
      </w:r>
    </w:p>
    <w:p w:rsidR="005C186D" w:rsidRPr="0042234B" w:rsidRDefault="005C186D" w:rsidP="00741866">
      <w:pPr>
        <w:tabs>
          <w:tab w:val="left" w:pos="840"/>
          <w:tab w:val="left" w:pos="1320"/>
        </w:tabs>
        <w:spacing w:before="120"/>
        <w:ind w:left="1325" w:hanging="1325"/>
      </w:pPr>
      <w:r w:rsidRPr="0042234B">
        <w:tab/>
      </w:r>
      <w:r w:rsidRPr="0042234B">
        <w:tab/>
        <w:t>Increased after-tax income</w:t>
      </w:r>
      <w:r>
        <w:t xml:space="preserve"> after 15% increase in volume</w:t>
      </w:r>
      <w:r w:rsidRPr="0042234B">
        <w:t xml:space="preserve">:  </w:t>
      </w:r>
    </w:p>
    <w:p w:rsidR="005C186D" w:rsidRPr="0042234B" w:rsidRDefault="005C186D" w:rsidP="007B4E9B">
      <w:pPr>
        <w:tabs>
          <w:tab w:val="left" w:pos="840"/>
          <w:tab w:val="left" w:pos="1320"/>
        </w:tabs>
        <w:ind w:left="1320" w:hanging="1320"/>
      </w:pPr>
    </w:p>
    <w:p w:rsidR="005C186D" w:rsidRPr="004F6D23" w:rsidRDefault="005C186D" w:rsidP="000F207C">
      <w:pPr>
        <w:ind w:left="240"/>
      </w:pPr>
      <w:r w:rsidRPr="004F6D23">
        <w:t xml:space="preserve">Change in net income =  </w:t>
      </w:r>
      <w:r>
        <w:t>Increase</w:t>
      </w:r>
      <w:r w:rsidRPr="004F6D23">
        <w:t xml:space="preserve"> in vo</w:t>
      </w:r>
      <w:r>
        <w:t>l.</w:t>
      </w:r>
      <w:r w:rsidRPr="004F6D23">
        <w:t xml:space="preserve"> in units × </w:t>
      </w:r>
      <w:r>
        <w:t>Cont.</w:t>
      </w:r>
      <w:r w:rsidRPr="004F6D23">
        <w:t xml:space="preserve"> margin</w:t>
      </w:r>
      <w:r>
        <w:t>/</w:t>
      </w:r>
      <w:r w:rsidRPr="004F6D23">
        <w:t>unit  × (1 - tax rate)</w:t>
      </w:r>
    </w:p>
    <w:p w:rsidR="005C186D" w:rsidRPr="0042234B" w:rsidRDefault="005C186D" w:rsidP="000F207C">
      <w:pPr>
        <w:tabs>
          <w:tab w:val="left" w:pos="2340"/>
        </w:tabs>
      </w:pPr>
      <w:r w:rsidRPr="0042234B">
        <w:t xml:space="preserve">             </w:t>
      </w:r>
      <w:r w:rsidRPr="0042234B">
        <w:tab/>
        <w:t xml:space="preserve">= </w:t>
      </w:r>
      <w:r>
        <w:t>25</w:t>
      </w:r>
      <w:r w:rsidRPr="0042234B">
        <w:t>,</w:t>
      </w:r>
      <w:r>
        <w:t>5</w:t>
      </w:r>
      <w:r w:rsidRPr="0042234B">
        <w:t>00 × $</w:t>
      </w:r>
      <w:r>
        <w:t>3</w:t>
      </w:r>
      <w:r w:rsidRPr="0042234B">
        <w:t xml:space="preserve"> × (1 - .40)</w:t>
      </w:r>
    </w:p>
    <w:p w:rsidR="005C186D" w:rsidRPr="0042234B" w:rsidRDefault="005C186D" w:rsidP="000F207C">
      <w:pPr>
        <w:tabs>
          <w:tab w:val="left" w:pos="2340"/>
        </w:tabs>
      </w:pPr>
      <w:r w:rsidRPr="0042234B">
        <w:t xml:space="preserve">             </w:t>
      </w:r>
      <w:r w:rsidRPr="0042234B">
        <w:tab/>
        <w:t>= $</w:t>
      </w:r>
      <w:r>
        <w:t>45,9</w:t>
      </w:r>
      <w:r w:rsidRPr="0042234B">
        <w:t>00 increase in income</w:t>
      </w:r>
    </w:p>
    <w:p w:rsidR="005C186D" w:rsidRPr="0042234B" w:rsidRDefault="005C186D" w:rsidP="007B4E9B">
      <w:pPr>
        <w:tabs>
          <w:tab w:val="left" w:pos="840"/>
          <w:tab w:val="left" w:pos="1320"/>
        </w:tabs>
        <w:ind w:left="1320" w:hanging="1320"/>
      </w:pPr>
    </w:p>
    <w:p w:rsidR="005C186D" w:rsidRPr="0042234B" w:rsidRDefault="005C186D" w:rsidP="007B4E9B">
      <w:pPr>
        <w:tabs>
          <w:tab w:val="left" w:pos="840"/>
          <w:tab w:val="left" w:pos="1320"/>
        </w:tabs>
        <w:ind w:left="1320" w:hanging="1320"/>
      </w:pPr>
      <w:r w:rsidRPr="0042234B">
        <w:t>3.</w:t>
      </w:r>
      <w:r w:rsidRPr="0042234B">
        <w:tab/>
        <w:t>Let N = target sales in units</w:t>
      </w:r>
    </w:p>
    <w:p w:rsidR="005C186D" w:rsidRDefault="005C186D" w:rsidP="007B4E9B">
      <w:pPr>
        <w:tabs>
          <w:tab w:val="left" w:pos="840"/>
          <w:tab w:val="left" w:pos="1320"/>
        </w:tabs>
        <w:ind w:left="1320" w:hanging="1320"/>
      </w:pPr>
    </w:p>
    <w:p w:rsidR="005C186D" w:rsidRPr="0042234B" w:rsidRDefault="005C186D" w:rsidP="007B4E9B">
      <w:pPr>
        <w:tabs>
          <w:tab w:val="left" w:pos="840"/>
          <w:tab w:val="left" w:pos="1320"/>
        </w:tabs>
        <w:ind w:left="1320" w:hanging="1320"/>
      </w:pPr>
      <w:r>
        <w:t>25% increase in unit purchase price will increase purchase price to $10 (from previous value of $8) so variable costs per unit will be $10 + $4 = $14.</w:t>
      </w:r>
    </w:p>
    <w:p w:rsidR="005C186D" w:rsidRPr="000F207C" w:rsidRDefault="005C186D" w:rsidP="000F207C">
      <w:pPr>
        <w:tabs>
          <w:tab w:val="left" w:pos="720"/>
          <w:tab w:val="left" w:pos="900"/>
          <w:tab w:val="left" w:pos="1320"/>
        </w:tabs>
        <w:ind w:left="1320" w:hanging="1320"/>
        <w:rPr>
          <w:lang w:val="pt-BR"/>
        </w:rPr>
      </w:pPr>
      <w:r>
        <w:rPr>
          <w:lang w:val="pt-BR"/>
        </w:rPr>
        <w:t xml:space="preserve">Target sales – Variable costs – Fixed costs </w:t>
      </w:r>
      <w:r w:rsidRPr="000F207C">
        <w:rPr>
          <w:lang w:val="pt-BR"/>
        </w:rPr>
        <w:t xml:space="preserve">= </w:t>
      </w:r>
      <w:r w:rsidRPr="000F207C">
        <w:rPr>
          <w:lang w:val="pt-BR"/>
        </w:rPr>
        <w:fldChar w:fldCharType="begin"/>
      </w:r>
      <w:r w:rsidRPr="000F207C">
        <w:rPr>
          <w:lang w:val="pt-BR"/>
        </w:rPr>
        <w:instrText xml:space="preserve"> EQ \f(target after-tax net income,1 - tax rate)     </w:instrText>
      </w:r>
      <w:r w:rsidRPr="000F207C">
        <w:rPr>
          <w:lang w:val="pt-BR"/>
        </w:rPr>
        <w:fldChar w:fldCharType="end"/>
      </w:r>
    </w:p>
    <w:p w:rsidR="005C186D" w:rsidRPr="0042234B" w:rsidRDefault="005C186D" w:rsidP="007B4E9B">
      <w:pPr>
        <w:tabs>
          <w:tab w:val="right" w:pos="3600"/>
          <w:tab w:val="left" w:pos="3780"/>
        </w:tabs>
        <w:rPr>
          <w:lang w:val="pt-BR"/>
        </w:rPr>
      </w:pPr>
      <w:r w:rsidRPr="0042234B">
        <w:rPr>
          <w:lang w:val="pt-BR"/>
        </w:rPr>
        <w:tab/>
      </w:r>
      <w:r>
        <w:rPr>
          <w:lang w:val="pt-BR"/>
        </w:rPr>
        <w:t>(</w:t>
      </w:r>
      <w:r w:rsidRPr="0042234B">
        <w:rPr>
          <w:lang w:val="pt-BR"/>
        </w:rPr>
        <w:t>$1</w:t>
      </w:r>
      <w:r>
        <w:rPr>
          <w:lang w:val="pt-BR"/>
        </w:rPr>
        <w:t xml:space="preserve">5 × </w:t>
      </w:r>
      <w:r w:rsidRPr="0042234B">
        <w:rPr>
          <w:lang w:val="pt-BR"/>
        </w:rPr>
        <w:t>N</w:t>
      </w:r>
      <w:r>
        <w:rPr>
          <w:lang w:val="pt-BR"/>
        </w:rPr>
        <w:t>)</w:t>
      </w:r>
      <w:r w:rsidRPr="0042234B">
        <w:rPr>
          <w:lang w:val="pt-BR"/>
        </w:rPr>
        <w:t xml:space="preserve"> </w:t>
      </w:r>
      <w:r>
        <w:rPr>
          <w:lang w:val="pt-BR"/>
        </w:rPr>
        <w:t>–</w:t>
      </w:r>
      <w:r w:rsidRPr="0042234B">
        <w:rPr>
          <w:lang w:val="pt-BR"/>
        </w:rPr>
        <w:t xml:space="preserve"> </w:t>
      </w:r>
      <w:r>
        <w:rPr>
          <w:lang w:val="pt-BR"/>
        </w:rPr>
        <w:t>(</w:t>
      </w:r>
      <w:r w:rsidRPr="0042234B">
        <w:rPr>
          <w:lang w:val="pt-BR"/>
        </w:rPr>
        <w:t>$1</w:t>
      </w:r>
      <w:r>
        <w:rPr>
          <w:lang w:val="pt-BR"/>
        </w:rPr>
        <w:t xml:space="preserve">4 × </w:t>
      </w:r>
      <w:r w:rsidRPr="0042234B">
        <w:rPr>
          <w:lang w:val="pt-BR"/>
        </w:rPr>
        <w:t>N</w:t>
      </w:r>
      <w:r>
        <w:rPr>
          <w:lang w:val="pt-BR"/>
        </w:rPr>
        <w:t>)</w:t>
      </w:r>
      <w:r w:rsidRPr="0042234B">
        <w:rPr>
          <w:lang w:val="pt-BR"/>
        </w:rPr>
        <w:t xml:space="preserve"> - $</w:t>
      </w:r>
      <w:r>
        <w:rPr>
          <w:lang w:val="pt-BR"/>
        </w:rPr>
        <w:t>714</w:t>
      </w:r>
      <w:r w:rsidRPr="0042234B">
        <w:rPr>
          <w:lang w:val="pt-BR"/>
        </w:rPr>
        <w:t>,000</w:t>
      </w:r>
      <w:r w:rsidRPr="0042234B">
        <w:rPr>
          <w:lang w:val="pt-BR"/>
        </w:rPr>
        <w:tab/>
        <w:t>= $</w:t>
      </w:r>
      <w:r>
        <w:rPr>
          <w:lang w:val="pt-BR"/>
        </w:rPr>
        <w:t>9</w:t>
      </w:r>
      <w:r w:rsidRPr="0042234B">
        <w:rPr>
          <w:lang w:val="pt-BR"/>
        </w:rPr>
        <w:t xml:space="preserve">0,000 ÷ (1 - .4) </w:t>
      </w:r>
    </w:p>
    <w:p w:rsidR="005C186D" w:rsidRPr="0042234B" w:rsidRDefault="005C186D" w:rsidP="007B4E9B">
      <w:pPr>
        <w:tabs>
          <w:tab w:val="right" w:pos="3600"/>
          <w:tab w:val="left" w:pos="3780"/>
        </w:tabs>
        <w:rPr>
          <w:lang w:val="pt-BR"/>
        </w:rPr>
      </w:pPr>
      <w:r w:rsidRPr="0042234B">
        <w:rPr>
          <w:lang w:val="pt-BR"/>
        </w:rPr>
        <w:tab/>
      </w:r>
      <w:r>
        <w:rPr>
          <w:lang w:val="pt-BR"/>
        </w:rPr>
        <w:t>(</w:t>
      </w:r>
      <w:r w:rsidRPr="0042234B">
        <w:rPr>
          <w:lang w:val="pt-BR"/>
        </w:rPr>
        <w:t>$1</w:t>
      </w:r>
      <w:r>
        <w:rPr>
          <w:lang w:val="pt-BR"/>
        </w:rPr>
        <w:t xml:space="preserve">5 × </w:t>
      </w:r>
      <w:r w:rsidRPr="0042234B">
        <w:rPr>
          <w:lang w:val="pt-BR"/>
        </w:rPr>
        <w:t>N</w:t>
      </w:r>
      <w:r>
        <w:rPr>
          <w:lang w:val="pt-BR"/>
        </w:rPr>
        <w:t>)</w:t>
      </w:r>
      <w:r w:rsidRPr="0042234B">
        <w:rPr>
          <w:lang w:val="pt-BR"/>
        </w:rPr>
        <w:t xml:space="preserve"> </w:t>
      </w:r>
      <w:r>
        <w:rPr>
          <w:lang w:val="pt-BR"/>
        </w:rPr>
        <w:t>–</w:t>
      </w:r>
      <w:r w:rsidRPr="0042234B">
        <w:rPr>
          <w:lang w:val="pt-BR"/>
        </w:rPr>
        <w:t xml:space="preserve"> </w:t>
      </w:r>
      <w:r>
        <w:rPr>
          <w:lang w:val="pt-BR"/>
        </w:rPr>
        <w:t>(</w:t>
      </w:r>
      <w:r w:rsidRPr="0042234B">
        <w:rPr>
          <w:lang w:val="pt-BR"/>
        </w:rPr>
        <w:t>$1</w:t>
      </w:r>
      <w:r>
        <w:rPr>
          <w:lang w:val="pt-BR"/>
        </w:rPr>
        <w:t xml:space="preserve">4 × </w:t>
      </w:r>
      <w:r w:rsidRPr="0042234B">
        <w:rPr>
          <w:lang w:val="pt-BR"/>
        </w:rPr>
        <w:t>N</w:t>
      </w:r>
      <w:r>
        <w:rPr>
          <w:lang w:val="pt-BR"/>
        </w:rPr>
        <w:t>)</w:t>
      </w:r>
      <w:r w:rsidRPr="0042234B">
        <w:rPr>
          <w:lang w:val="pt-BR"/>
        </w:rPr>
        <w:t xml:space="preserve"> - $</w:t>
      </w:r>
      <w:r>
        <w:rPr>
          <w:lang w:val="pt-BR"/>
        </w:rPr>
        <w:t>714</w:t>
      </w:r>
      <w:r w:rsidRPr="0042234B">
        <w:rPr>
          <w:lang w:val="pt-BR"/>
        </w:rPr>
        <w:t>,000</w:t>
      </w:r>
      <w:r w:rsidRPr="0042234B">
        <w:rPr>
          <w:lang w:val="pt-BR"/>
        </w:rPr>
        <w:tab/>
        <w:t>= $</w:t>
      </w:r>
      <w:r>
        <w:rPr>
          <w:lang w:val="pt-BR"/>
        </w:rPr>
        <w:t>15</w:t>
      </w:r>
      <w:r w:rsidRPr="0042234B">
        <w:rPr>
          <w:lang w:val="pt-BR"/>
        </w:rPr>
        <w:t>0,000</w:t>
      </w:r>
    </w:p>
    <w:p w:rsidR="005C186D" w:rsidRPr="0042234B" w:rsidRDefault="005C186D" w:rsidP="00FD7755">
      <w:pPr>
        <w:tabs>
          <w:tab w:val="right" w:pos="3600"/>
          <w:tab w:val="left" w:pos="3780"/>
        </w:tabs>
        <w:rPr>
          <w:lang w:val="pt-BR"/>
        </w:rPr>
      </w:pPr>
      <w:r w:rsidRPr="0042234B">
        <w:rPr>
          <w:lang w:val="pt-BR"/>
        </w:rPr>
        <w:tab/>
      </w:r>
      <w:r>
        <w:rPr>
          <w:lang w:val="pt-BR"/>
        </w:rPr>
        <w:t xml:space="preserve">$1 × </w:t>
      </w:r>
      <w:r w:rsidRPr="0042234B">
        <w:rPr>
          <w:lang w:val="pt-BR"/>
        </w:rPr>
        <w:t>N</w:t>
      </w:r>
      <w:r w:rsidRPr="0042234B">
        <w:rPr>
          <w:lang w:val="pt-BR"/>
        </w:rPr>
        <w:tab/>
        <w:t xml:space="preserve">= </w:t>
      </w:r>
      <w:r>
        <w:rPr>
          <w:lang w:val="pt-BR"/>
        </w:rPr>
        <w:t xml:space="preserve"> $</w:t>
      </w:r>
      <w:r w:rsidRPr="0042234B">
        <w:rPr>
          <w:lang w:val="pt-BR"/>
        </w:rPr>
        <w:t>8</w:t>
      </w:r>
      <w:r>
        <w:rPr>
          <w:lang w:val="pt-BR"/>
        </w:rPr>
        <w:t>64</w:t>
      </w:r>
      <w:r w:rsidRPr="0042234B">
        <w:rPr>
          <w:lang w:val="pt-BR"/>
        </w:rPr>
        <w:t xml:space="preserve">,000 </w:t>
      </w:r>
    </w:p>
    <w:p w:rsidR="005C186D" w:rsidRPr="0042234B" w:rsidRDefault="005C186D" w:rsidP="007B4E9B">
      <w:pPr>
        <w:tabs>
          <w:tab w:val="right" w:pos="3600"/>
          <w:tab w:val="left" w:pos="3780"/>
        </w:tabs>
        <w:rPr>
          <w:lang w:val="pt-BR"/>
        </w:rPr>
      </w:pPr>
      <w:r w:rsidRPr="0042234B">
        <w:rPr>
          <w:lang w:val="pt-BR"/>
        </w:rPr>
        <w:tab/>
        <w:t>N</w:t>
      </w:r>
      <w:r w:rsidRPr="0042234B">
        <w:rPr>
          <w:lang w:val="pt-BR"/>
        </w:rPr>
        <w:tab/>
        <w:t xml:space="preserve">= </w:t>
      </w:r>
      <w:r>
        <w:rPr>
          <w:lang w:val="pt-BR"/>
        </w:rPr>
        <w:t>864</w:t>
      </w:r>
      <w:r w:rsidRPr="0042234B">
        <w:rPr>
          <w:lang w:val="pt-BR"/>
        </w:rPr>
        <w:t>,000 units</w:t>
      </w:r>
    </w:p>
    <w:p w:rsidR="005C186D" w:rsidRPr="0042234B" w:rsidRDefault="005C186D" w:rsidP="007B4E9B">
      <w:pPr>
        <w:tabs>
          <w:tab w:val="right" w:pos="3600"/>
          <w:tab w:val="left" w:pos="3780"/>
        </w:tabs>
        <w:rPr>
          <w:lang w:val="pt-BR"/>
        </w:rPr>
      </w:pPr>
      <w:r w:rsidRPr="0042234B">
        <w:rPr>
          <w:lang w:val="pt-BR"/>
        </w:rPr>
        <w:tab/>
        <w:t>$1</w:t>
      </w:r>
      <w:r>
        <w:rPr>
          <w:lang w:val="pt-BR"/>
        </w:rPr>
        <w:t xml:space="preserve">5 × </w:t>
      </w:r>
      <w:r w:rsidRPr="0042234B">
        <w:rPr>
          <w:lang w:val="pt-BR"/>
        </w:rPr>
        <w:t>N</w:t>
      </w:r>
      <w:r w:rsidRPr="0042234B">
        <w:rPr>
          <w:lang w:val="pt-BR"/>
        </w:rPr>
        <w:tab/>
        <w:t>= $12,</w:t>
      </w:r>
      <w:r>
        <w:rPr>
          <w:lang w:val="pt-BR"/>
        </w:rPr>
        <w:t>960</w:t>
      </w:r>
      <w:r w:rsidRPr="0042234B">
        <w:rPr>
          <w:lang w:val="pt-BR"/>
        </w:rPr>
        <w:t>,000</w:t>
      </w:r>
    </w:p>
    <w:p w:rsidR="005C186D" w:rsidRPr="0042234B" w:rsidRDefault="005C186D" w:rsidP="007B4E9B">
      <w:pPr>
        <w:tabs>
          <w:tab w:val="left" w:pos="840"/>
          <w:tab w:val="left" w:pos="1320"/>
        </w:tabs>
        <w:ind w:left="1320" w:hanging="1320"/>
        <w:rPr>
          <w:lang w:val="pt-BR"/>
        </w:rPr>
      </w:pPr>
    </w:p>
    <w:p w:rsidR="005C186D" w:rsidRPr="0042234B" w:rsidRDefault="005C186D" w:rsidP="007B4E9B">
      <w:pPr>
        <w:tabs>
          <w:tab w:val="left" w:pos="800"/>
          <w:tab w:val="left" w:pos="1320"/>
        </w:tabs>
      </w:pPr>
      <w:r w:rsidRPr="0042234B">
        <w:t>4.</w:t>
      </w:r>
      <w:r w:rsidRPr="0042234B">
        <w:tab/>
        <w:t>Let P = new selling price</w:t>
      </w:r>
    </w:p>
    <w:p w:rsidR="005C186D" w:rsidRPr="0042234B" w:rsidRDefault="005C186D" w:rsidP="007B4E9B">
      <w:pPr>
        <w:tabs>
          <w:tab w:val="right" w:pos="5310"/>
          <w:tab w:val="left" w:pos="5490"/>
        </w:tabs>
      </w:pPr>
      <w:r w:rsidRPr="0042234B">
        <w:t xml:space="preserve"> </w:t>
      </w:r>
      <w:r w:rsidRPr="0042234B">
        <w:tab/>
        <w:t>Current contribution ratio is  $</w:t>
      </w:r>
      <w:r>
        <w:t>3</w:t>
      </w:r>
      <w:r w:rsidRPr="0042234B">
        <w:t xml:space="preserve"> ÷ $1</w:t>
      </w:r>
      <w:r>
        <w:t>5</w:t>
      </w:r>
      <w:r w:rsidRPr="0042234B">
        <w:tab/>
        <w:t>= .2</w:t>
      </w:r>
      <w:r>
        <w:t>0</w:t>
      </w:r>
    </w:p>
    <w:p w:rsidR="005C186D" w:rsidRPr="0042234B" w:rsidRDefault="005C186D" w:rsidP="007B4E9B">
      <w:pPr>
        <w:tabs>
          <w:tab w:val="right" w:pos="5310"/>
          <w:tab w:val="left" w:pos="5490"/>
        </w:tabs>
      </w:pPr>
      <w:r w:rsidRPr="0042234B">
        <w:tab/>
        <w:t>New contribution ratio is (P - $1</w:t>
      </w:r>
      <w:r>
        <w:t>4</w:t>
      </w:r>
      <w:r w:rsidRPr="0042234B">
        <w:t>) ÷ P</w:t>
      </w:r>
      <w:r w:rsidRPr="0042234B">
        <w:tab/>
        <w:t>= .2</w:t>
      </w:r>
      <w:r>
        <w:t>0</w:t>
      </w:r>
    </w:p>
    <w:p w:rsidR="005C186D" w:rsidRPr="0042234B" w:rsidRDefault="005C186D" w:rsidP="007B4E9B">
      <w:pPr>
        <w:tabs>
          <w:tab w:val="right" w:pos="5314"/>
          <w:tab w:val="left" w:pos="5486"/>
        </w:tabs>
      </w:pPr>
      <w:r w:rsidRPr="0042234B">
        <w:tab/>
        <w:t>.2</w:t>
      </w:r>
      <w:r>
        <w:t>0</w:t>
      </w:r>
      <w:r w:rsidRPr="0042234B">
        <w:t>P</w:t>
      </w:r>
      <w:r w:rsidRPr="0042234B">
        <w:tab/>
        <w:t>= P - $1</w:t>
      </w:r>
      <w:r>
        <w:t>4</w:t>
      </w:r>
    </w:p>
    <w:p w:rsidR="005C186D" w:rsidRPr="0042234B" w:rsidRDefault="005C186D" w:rsidP="007B4E9B">
      <w:pPr>
        <w:tabs>
          <w:tab w:val="right" w:pos="5314"/>
          <w:tab w:val="left" w:pos="5486"/>
        </w:tabs>
      </w:pPr>
      <w:r w:rsidRPr="0042234B">
        <w:tab/>
        <w:t>.</w:t>
      </w:r>
      <w:r>
        <w:t>80</w:t>
      </w:r>
      <w:r w:rsidRPr="0042234B">
        <w:t>P</w:t>
      </w:r>
      <w:r w:rsidRPr="0042234B">
        <w:tab/>
        <w:t>= $1</w:t>
      </w:r>
      <w:r>
        <w:t>4</w:t>
      </w:r>
    </w:p>
    <w:p w:rsidR="005C186D" w:rsidRPr="0042234B" w:rsidRDefault="005C186D" w:rsidP="007B4E9B">
      <w:pPr>
        <w:tabs>
          <w:tab w:val="right" w:pos="5314"/>
          <w:tab w:val="left" w:pos="5486"/>
        </w:tabs>
      </w:pPr>
      <w:r w:rsidRPr="0042234B">
        <w:tab/>
        <w:t>P</w:t>
      </w:r>
      <w:r w:rsidRPr="0042234B">
        <w:tab/>
        <w:t>= $1</w:t>
      </w:r>
      <w:r>
        <w:t>4</w:t>
      </w:r>
      <w:r w:rsidRPr="0042234B">
        <w:t xml:space="preserve"> ÷ .</w:t>
      </w:r>
      <w:r>
        <w:t>80</w:t>
      </w:r>
    </w:p>
    <w:p w:rsidR="005C186D" w:rsidRPr="0042234B" w:rsidRDefault="005C186D" w:rsidP="007B4E9B">
      <w:pPr>
        <w:tabs>
          <w:tab w:val="right" w:pos="5314"/>
          <w:tab w:val="left" w:pos="5486"/>
        </w:tabs>
      </w:pPr>
      <w:r w:rsidRPr="0042234B">
        <w:tab/>
        <w:t>P</w:t>
      </w:r>
      <w:r w:rsidRPr="0042234B">
        <w:tab/>
        <w:t>= $</w:t>
      </w:r>
      <w:r>
        <w:t>17.5</w:t>
      </w:r>
    </w:p>
    <w:p w:rsidR="005C186D" w:rsidRPr="0042234B" w:rsidRDefault="005C186D" w:rsidP="007B4E9B">
      <w:pPr>
        <w:tabs>
          <w:tab w:val="left" w:pos="840"/>
          <w:tab w:val="left" w:pos="6000"/>
        </w:tabs>
      </w:pPr>
      <w:r w:rsidRPr="0042234B">
        <w:rPr>
          <w:spacing w:val="-20"/>
        </w:rPr>
        <w:br w:type="page"/>
      </w:r>
      <w:r w:rsidRPr="0042234B">
        <w:rPr>
          <w:u w:val="single"/>
        </w:rPr>
        <w:t>2-</w:t>
      </w:r>
      <w:r>
        <w:rPr>
          <w:u w:val="single"/>
        </w:rPr>
        <w:t>68</w:t>
      </w:r>
      <w:r w:rsidRPr="0042234B">
        <w:tab/>
        <w:t>(25-35 min.)</w:t>
      </w:r>
    </w:p>
    <w:p w:rsidR="005C186D" w:rsidRPr="0042234B" w:rsidRDefault="005C186D" w:rsidP="007B4E9B">
      <w:pPr>
        <w:tabs>
          <w:tab w:val="left" w:pos="840"/>
          <w:tab w:val="left" w:pos="6000"/>
        </w:tabs>
      </w:pPr>
    </w:p>
    <w:p w:rsidR="005C186D" w:rsidRPr="0042234B" w:rsidRDefault="005C186D" w:rsidP="007B4E9B">
      <w:pPr>
        <w:tabs>
          <w:tab w:val="left" w:pos="840"/>
          <w:tab w:val="left" w:pos="6000"/>
        </w:tabs>
      </w:pPr>
      <w:r w:rsidRPr="0042234B">
        <w:t>1.</w:t>
      </w:r>
      <w:r w:rsidRPr="0042234B">
        <w:tab/>
      </w:r>
      <w:r>
        <w:t>$12,150,000 ÷ $810 =</w:t>
      </w:r>
      <w:r w:rsidRPr="0042234B">
        <w:t xml:space="preserve"> 15,000 patient-days</w:t>
      </w:r>
    </w:p>
    <w:p w:rsidR="005C186D" w:rsidRPr="0042234B" w:rsidRDefault="005C186D" w:rsidP="007B4E9B">
      <w:pPr>
        <w:tabs>
          <w:tab w:val="left" w:pos="840"/>
          <w:tab w:val="left" w:pos="6000"/>
        </w:tabs>
      </w:pPr>
    </w:p>
    <w:p w:rsidR="005C186D" w:rsidRPr="0042234B" w:rsidRDefault="005C186D" w:rsidP="007B4E9B">
      <w:pPr>
        <w:tabs>
          <w:tab w:val="left" w:pos="840"/>
          <w:tab w:val="left" w:pos="6000"/>
        </w:tabs>
      </w:pPr>
      <w:r w:rsidRPr="0042234B">
        <w:t>2.</w:t>
      </w:r>
      <w:r w:rsidRPr="0042234B">
        <w:tab/>
        <w:t>Variable costs =</w:t>
      </w:r>
      <w:r>
        <w:t xml:space="preserve"> $3,300,000 ÷ 15,000 </w:t>
      </w:r>
      <w:r w:rsidRPr="0042234B">
        <w:t>= $220 per patient-day</w:t>
      </w:r>
    </w:p>
    <w:p w:rsidR="005C186D" w:rsidRPr="0042234B" w:rsidRDefault="005C186D" w:rsidP="007B4E9B">
      <w:pPr>
        <w:tabs>
          <w:tab w:val="right" w:pos="1560"/>
          <w:tab w:val="left" w:pos="1800"/>
          <w:tab w:val="right" w:pos="5400"/>
        </w:tabs>
      </w:pPr>
    </w:p>
    <w:p w:rsidR="005C186D" w:rsidRPr="0042234B" w:rsidRDefault="005C186D" w:rsidP="00F435A8">
      <w:pPr>
        <w:tabs>
          <w:tab w:val="left" w:pos="840"/>
          <w:tab w:val="left" w:pos="1200"/>
        </w:tabs>
        <w:ind w:left="1200" w:hanging="1200"/>
        <w:outlineLvl w:val="0"/>
      </w:pPr>
      <w:r w:rsidRPr="0042234B">
        <w:tab/>
        <w:t>Contribution margin = $810 - $220 = $590 per patient-day</w:t>
      </w:r>
    </w:p>
    <w:p w:rsidR="005C186D" w:rsidRPr="0042234B" w:rsidRDefault="005C186D" w:rsidP="007B4E9B">
      <w:pPr>
        <w:tabs>
          <w:tab w:val="left" w:pos="840"/>
          <w:tab w:val="left" w:pos="1200"/>
        </w:tabs>
        <w:ind w:left="1200" w:hanging="1200"/>
      </w:pPr>
    </w:p>
    <w:p w:rsidR="005C186D" w:rsidRPr="0042234B" w:rsidRDefault="005C186D" w:rsidP="00F435A8">
      <w:pPr>
        <w:tabs>
          <w:tab w:val="left" w:pos="840"/>
          <w:tab w:val="left" w:pos="1200"/>
        </w:tabs>
        <w:ind w:left="1200" w:hanging="1200"/>
        <w:outlineLvl w:val="0"/>
      </w:pPr>
      <w:r w:rsidRPr="0042234B">
        <w:tab/>
        <w:t>To recoup the specified fixed expenses:</w:t>
      </w:r>
    </w:p>
    <w:p w:rsidR="005C186D" w:rsidRPr="0042234B" w:rsidRDefault="005C186D" w:rsidP="007B4E9B">
      <w:pPr>
        <w:tabs>
          <w:tab w:val="left" w:pos="840"/>
          <w:tab w:val="left" w:pos="1200"/>
        </w:tabs>
        <w:ind w:left="1200" w:hanging="1200"/>
      </w:pPr>
      <w:r w:rsidRPr="0042234B">
        <w:tab/>
      </w:r>
      <w:r w:rsidRPr="0042234B">
        <w:tab/>
        <w:t>$5,900,000 ÷ $590 = 10,000 patient-days</w:t>
      </w:r>
    </w:p>
    <w:p w:rsidR="005C186D" w:rsidRPr="0042234B" w:rsidRDefault="005C186D" w:rsidP="007B4E9B">
      <w:pPr>
        <w:tabs>
          <w:tab w:val="left" w:pos="840"/>
          <w:tab w:val="left" w:pos="1200"/>
        </w:tabs>
        <w:ind w:left="1200" w:hanging="1200"/>
      </w:pPr>
    </w:p>
    <w:p w:rsidR="005C186D" w:rsidRPr="0042234B" w:rsidRDefault="005C186D" w:rsidP="007B4E9B">
      <w:pPr>
        <w:tabs>
          <w:tab w:val="left" w:pos="840"/>
          <w:tab w:val="left" w:pos="1200"/>
        </w:tabs>
      </w:pPr>
      <w:r w:rsidRPr="0042234B">
        <w:t>3.</w:t>
      </w:r>
      <w:r w:rsidRPr="0042234B">
        <w:tab/>
        <w:t>The fixed cost levels differ as the relevant range changes:</w:t>
      </w:r>
    </w:p>
    <w:p w:rsidR="005C186D" w:rsidRPr="0042234B" w:rsidRDefault="005C186D" w:rsidP="007B4E9B">
      <w:pPr>
        <w:tabs>
          <w:tab w:val="left" w:pos="840"/>
          <w:tab w:val="left" w:pos="1200"/>
        </w:tabs>
      </w:pPr>
    </w:p>
    <w:p w:rsidR="005C186D" w:rsidRPr="0042234B" w:rsidRDefault="005C186D" w:rsidP="007B4E9B">
      <w:pPr>
        <w:tabs>
          <w:tab w:val="center" w:pos="2160"/>
          <w:tab w:val="center" w:pos="3780"/>
          <w:tab w:val="center" w:pos="5940"/>
          <w:tab w:val="center" w:pos="8100"/>
        </w:tabs>
        <w:rPr>
          <w:spacing w:val="-20"/>
        </w:rPr>
      </w:pPr>
      <w:r w:rsidRPr="0042234B">
        <w:rPr>
          <w:spacing w:val="-20"/>
        </w:rPr>
        <w:tab/>
      </w:r>
      <w:r w:rsidRPr="0042234B">
        <w:rPr>
          <w:spacing w:val="-20"/>
        </w:rPr>
        <w:tab/>
        <w:t>Non-Nursing</w:t>
      </w:r>
      <w:r w:rsidRPr="0042234B">
        <w:rPr>
          <w:spacing w:val="-20"/>
        </w:rPr>
        <w:tab/>
        <w:t>Nursing</w:t>
      </w:r>
      <w:r w:rsidRPr="0042234B">
        <w:rPr>
          <w:spacing w:val="-20"/>
        </w:rPr>
        <w:tab/>
        <w:t>Total</w:t>
      </w:r>
    </w:p>
    <w:p w:rsidR="005C186D" w:rsidRPr="0042234B" w:rsidRDefault="005C186D" w:rsidP="007B4E9B">
      <w:pPr>
        <w:tabs>
          <w:tab w:val="center" w:pos="1800"/>
          <w:tab w:val="center" w:pos="3780"/>
          <w:tab w:val="center" w:pos="5940"/>
          <w:tab w:val="center" w:pos="8100"/>
        </w:tabs>
        <w:rPr>
          <w:spacing w:val="-20"/>
        </w:rPr>
      </w:pPr>
      <w:r w:rsidRPr="0042234B">
        <w:rPr>
          <w:spacing w:val="-20"/>
        </w:rPr>
        <w:tab/>
      </w:r>
      <w:r w:rsidRPr="0042234B">
        <w:rPr>
          <w:spacing w:val="-20"/>
          <w:u w:val="single"/>
        </w:rPr>
        <w:t>Patient-Days</w:t>
      </w:r>
      <w:r w:rsidRPr="0042234B">
        <w:rPr>
          <w:spacing w:val="-20"/>
        </w:rPr>
        <w:tab/>
      </w:r>
      <w:r w:rsidRPr="0042234B">
        <w:rPr>
          <w:spacing w:val="-20"/>
          <w:u w:val="single"/>
        </w:rPr>
        <w:t>Fixed Expenses</w:t>
      </w:r>
      <w:r w:rsidRPr="0042234B">
        <w:rPr>
          <w:spacing w:val="-20"/>
        </w:rPr>
        <w:tab/>
      </w:r>
      <w:r w:rsidRPr="0042234B">
        <w:rPr>
          <w:spacing w:val="-20"/>
          <w:u w:val="single"/>
        </w:rPr>
        <w:t>Fixed Expenses</w:t>
      </w:r>
      <w:r w:rsidRPr="0042234B">
        <w:rPr>
          <w:spacing w:val="-20"/>
        </w:rPr>
        <w:tab/>
      </w:r>
      <w:r w:rsidRPr="0042234B">
        <w:rPr>
          <w:spacing w:val="-20"/>
          <w:u w:val="single"/>
        </w:rPr>
        <w:t>Fixed Expenses</w:t>
      </w:r>
    </w:p>
    <w:p w:rsidR="005C186D" w:rsidRPr="0042234B" w:rsidRDefault="005C186D" w:rsidP="007B4E9B">
      <w:pPr>
        <w:tabs>
          <w:tab w:val="left" w:pos="990"/>
          <w:tab w:val="right" w:pos="4410"/>
          <w:tab w:val="right" w:pos="6660"/>
          <w:tab w:val="right" w:pos="8640"/>
        </w:tabs>
      </w:pPr>
      <w:r w:rsidRPr="0042234B">
        <w:tab/>
        <w:t>10,000-12,000</w:t>
      </w:r>
      <w:r w:rsidRPr="0042234B">
        <w:tab/>
        <w:t>$5,900,000</w:t>
      </w:r>
      <w:r w:rsidRPr="0042234B">
        <w:tab/>
        <w:t>$1,350,000(a)</w:t>
      </w:r>
      <w:r w:rsidRPr="0042234B">
        <w:tab/>
        <w:t>$7,250,000</w:t>
      </w:r>
    </w:p>
    <w:p w:rsidR="005C186D" w:rsidRPr="0042234B" w:rsidRDefault="005C186D" w:rsidP="007B4E9B">
      <w:pPr>
        <w:tabs>
          <w:tab w:val="left" w:pos="990"/>
          <w:tab w:val="right" w:pos="4410"/>
          <w:tab w:val="right" w:pos="6660"/>
          <w:tab w:val="right" w:pos="8640"/>
        </w:tabs>
      </w:pPr>
      <w:r w:rsidRPr="0042234B">
        <w:tab/>
        <w:t>12,001-16,000</w:t>
      </w:r>
      <w:r w:rsidRPr="0042234B">
        <w:tab/>
        <w:t>5,900,000</w:t>
      </w:r>
      <w:r w:rsidRPr="0042234B">
        <w:tab/>
        <w:t>1,575,000(b)</w:t>
      </w:r>
      <w:r w:rsidRPr="0042234B">
        <w:tab/>
        <w:t>7,475,000</w:t>
      </w:r>
    </w:p>
    <w:p w:rsidR="005C186D" w:rsidRPr="0042234B" w:rsidRDefault="005C186D" w:rsidP="007B4E9B">
      <w:pPr>
        <w:tabs>
          <w:tab w:val="left" w:pos="840"/>
          <w:tab w:val="left" w:pos="1200"/>
        </w:tabs>
      </w:pPr>
    </w:p>
    <w:p w:rsidR="005C186D" w:rsidRPr="0042234B" w:rsidRDefault="005C186D" w:rsidP="007B4E9B">
      <w:pPr>
        <w:tabs>
          <w:tab w:val="left" w:pos="840"/>
          <w:tab w:val="left" w:pos="1200"/>
        </w:tabs>
      </w:pPr>
      <w:r w:rsidRPr="0042234B">
        <w:tab/>
        <w:t>(a)</w:t>
      </w:r>
      <w:r w:rsidRPr="0042234B">
        <w:tab/>
        <w:t>$45,000 × 30 = $1,350,000</w:t>
      </w:r>
    </w:p>
    <w:p w:rsidR="005C186D" w:rsidRPr="0042234B" w:rsidRDefault="005C186D" w:rsidP="007B4E9B">
      <w:pPr>
        <w:tabs>
          <w:tab w:val="left" w:pos="840"/>
          <w:tab w:val="left" w:pos="1200"/>
        </w:tabs>
      </w:pPr>
      <w:r w:rsidRPr="0042234B">
        <w:tab/>
        <w:t>(b)</w:t>
      </w:r>
      <w:r w:rsidRPr="0042234B">
        <w:tab/>
        <w:t>$45,000 × 35 = $1,575,000</w:t>
      </w:r>
    </w:p>
    <w:p w:rsidR="005C186D" w:rsidRPr="0042234B" w:rsidRDefault="005C186D" w:rsidP="007B4E9B">
      <w:pPr>
        <w:tabs>
          <w:tab w:val="left" w:pos="840"/>
          <w:tab w:val="left" w:pos="1200"/>
        </w:tabs>
      </w:pPr>
    </w:p>
    <w:p w:rsidR="005C186D" w:rsidRPr="0042234B" w:rsidRDefault="005C186D" w:rsidP="00F435A8">
      <w:pPr>
        <w:tabs>
          <w:tab w:val="left" w:pos="840"/>
          <w:tab w:val="left" w:pos="1200"/>
        </w:tabs>
        <w:outlineLvl w:val="0"/>
      </w:pPr>
      <w:r w:rsidRPr="0042234B">
        <w:tab/>
        <w:t>To break even on a lower level of fixed costs:</w:t>
      </w:r>
    </w:p>
    <w:p w:rsidR="005C186D" w:rsidRPr="0042234B" w:rsidRDefault="005C186D" w:rsidP="007B4E9B">
      <w:pPr>
        <w:tabs>
          <w:tab w:val="left" w:pos="840"/>
          <w:tab w:val="left" w:pos="1200"/>
        </w:tabs>
      </w:pPr>
      <w:r w:rsidRPr="0042234B">
        <w:tab/>
      </w:r>
      <w:r w:rsidRPr="0042234B">
        <w:tab/>
        <w:t>$7,250,000 ÷ $590 = 12,288 patient-days</w:t>
      </w:r>
    </w:p>
    <w:p w:rsidR="005C186D" w:rsidRPr="0042234B" w:rsidRDefault="005C186D" w:rsidP="007B4E9B">
      <w:pPr>
        <w:tabs>
          <w:tab w:val="left" w:pos="840"/>
          <w:tab w:val="left" w:pos="1200"/>
        </w:tabs>
      </w:pPr>
    </w:p>
    <w:p w:rsidR="005C186D" w:rsidRPr="0042234B" w:rsidRDefault="005C186D" w:rsidP="007B4E9B">
      <w:pPr>
        <w:tabs>
          <w:tab w:val="left" w:pos="840"/>
          <w:tab w:val="left" w:pos="1200"/>
        </w:tabs>
        <w:ind w:left="810" w:hanging="810"/>
      </w:pPr>
      <w:r w:rsidRPr="0042234B">
        <w:tab/>
        <w:t>This answer exceeds the lower-level maximum; therefore, this answer is infeasible.  The department must operate at a $7,475,000 level of fixed costs to break even:  $7,475,000 ÷ $590 = 12,669 patient-days.</w:t>
      </w:r>
    </w:p>
    <w:p w:rsidR="005C186D" w:rsidRPr="0042234B" w:rsidRDefault="005C186D" w:rsidP="007B4E9B">
      <w:pPr>
        <w:tabs>
          <w:tab w:val="left" w:pos="840"/>
          <w:tab w:val="left" w:pos="1200"/>
        </w:tabs>
        <w:rPr>
          <w:spacing w:val="-20"/>
        </w:rPr>
      </w:pPr>
    </w:p>
    <w:p w:rsidR="005C186D" w:rsidRPr="0042234B" w:rsidRDefault="005C186D" w:rsidP="0048451F">
      <w:pPr>
        <w:tabs>
          <w:tab w:val="left" w:pos="840"/>
          <w:tab w:val="left" w:pos="1200"/>
        </w:tabs>
        <w:ind w:left="720" w:hanging="720"/>
      </w:pPr>
      <w:r w:rsidRPr="0042234B">
        <w:t>4.</w:t>
      </w:r>
      <w:r w:rsidRPr="0042234B">
        <w:tab/>
        <w:t xml:space="preserve">The nursing costs would have been variable instead of fixed.  The contribution margin per patient-day would have been $810 - $220 - $200 = $390.  The break-even point would be higher:  $5,900,000 ÷ 390 = 15,128 patient-days.  </w:t>
      </w:r>
    </w:p>
    <w:p w:rsidR="005C186D" w:rsidRPr="0042234B" w:rsidRDefault="005C186D" w:rsidP="007B4E9B">
      <w:pPr>
        <w:tabs>
          <w:tab w:val="left" w:pos="840"/>
          <w:tab w:val="left" w:pos="1200"/>
        </w:tabs>
        <w:ind w:left="810" w:hanging="810"/>
      </w:pPr>
    </w:p>
    <w:p w:rsidR="005C186D" w:rsidRPr="0042234B" w:rsidRDefault="005C186D" w:rsidP="007B4E9B">
      <w:pPr>
        <w:tabs>
          <w:tab w:val="left" w:pos="840"/>
          <w:tab w:val="left" w:pos="1200"/>
        </w:tabs>
        <w:ind w:left="810" w:hanging="810"/>
      </w:pPr>
      <w:r w:rsidRPr="0042234B">
        <w:tab/>
        <w:t>Some instructors might want to point out that hospitals have been under severe pressures to reduce costs.  More than ever, nursing costs are controlled as variable rather than fixed costs.  For example, more part-time help is used, and nurses may be used for full shifts but only as volume requires.</w:t>
      </w:r>
    </w:p>
    <w:p w:rsidR="005C186D" w:rsidRPr="0042234B" w:rsidRDefault="005C186D" w:rsidP="007B4E9B">
      <w:pPr>
        <w:tabs>
          <w:tab w:val="left" w:pos="840"/>
          <w:tab w:val="left" w:pos="1200"/>
        </w:tabs>
      </w:pPr>
    </w:p>
    <w:p w:rsidR="005C186D" w:rsidRPr="0042234B" w:rsidRDefault="005C186D" w:rsidP="00157FB8">
      <w:pPr>
        <w:tabs>
          <w:tab w:val="left" w:pos="840"/>
          <w:tab w:val="left" w:pos="1320"/>
        </w:tabs>
      </w:pPr>
      <w:r w:rsidRPr="0042234B">
        <w:br w:type="page"/>
      </w:r>
      <w:r w:rsidRPr="0042234B">
        <w:rPr>
          <w:u w:val="single"/>
        </w:rPr>
        <w:t>2-</w:t>
      </w:r>
      <w:r>
        <w:rPr>
          <w:u w:val="single"/>
        </w:rPr>
        <w:t>69</w:t>
      </w:r>
      <w:r w:rsidRPr="0042234B">
        <w:tab/>
        <w:t>(15-20 min.)</w:t>
      </w:r>
    </w:p>
    <w:p w:rsidR="005C186D" w:rsidRPr="0042234B" w:rsidRDefault="005C186D" w:rsidP="00157FB8">
      <w:pPr>
        <w:tabs>
          <w:tab w:val="left" w:pos="840"/>
          <w:tab w:val="left" w:pos="1320"/>
        </w:tabs>
      </w:pPr>
    </w:p>
    <w:p w:rsidR="005C186D" w:rsidRPr="000F207C" w:rsidRDefault="005C186D" w:rsidP="00157FB8">
      <w:pPr>
        <w:tabs>
          <w:tab w:val="right" w:pos="6840"/>
          <w:tab w:val="left" w:pos="6930"/>
        </w:tabs>
      </w:pPr>
      <w:r w:rsidRPr="000F207C">
        <w:t>1.</w:t>
      </w:r>
      <w:r w:rsidRPr="000F207C">
        <w:tab/>
        <w:t>Old:  (Contribution margin × 600,000) - $580,000 =</w:t>
      </w:r>
      <w:r w:rsidRPr="000F207C">
        <w:tab/>
        <w:t>Budgeted profit</w:t>
      </w:r>
    </w:p>
    <w:p w:rsidR="005C186D" w:rsidRPr="000F207C" w:rsidRDefault="005C186D" w:rsidP="00AB2F71">
      <w:pPr>
        <w:tabs>
          <w:tab w:val="left" w:pos="840"/>
          <w:tab w:val="left" w:pos="1320"/>
          <w:tab w:val="right" w:pos="6840"/>
          <w:tab w:val="left" w:pos="6930"/>
        </w:tabs>
      </w:pPr>
      <w:r w:rsidRPr="000F207C">
        <w:tab/>
      </w:r>
      <w:r w:rsidRPr="000F207C">
        <w:tab/>
      </w:r>
      <w:r w:rsidRPr="000F207C">
        <w:tab/>
        <w:t xml:space="preserve">[($3.10 - $2.10) × 600,000] - $580,000 = </w:t>
      </w:r>
      <w:r w:rsidRPr="000F207C">
        <w:tab/>
        <w:t>$20,000</w:t>
      </w:r>
    </w:p>
    <w:p w:rsidR="005C186D" w:rsidRPr="000F207C" w:rsidRDefault="005C186D" w:rsidP="00F435A8">
      <w:pPr>
        <w:tabs>
          <w:tab w:val="left" w:pos="840"/>
          <w:tab w:val="left" w:pos="1320"/>
        </w:tabs>
        <w:outlineLvl w:val="0"/>
      </w:pPr>
      <w:r w:rsidRPr="000F207C">
        <w:tab/>
        <w:t>New: (Contribution margin × 600,000) - $1,140,000 = Budgeted profit</w:t>
      </w:r>
    </w:p>
    <w:p w:rsidR="005C186D" w:rsidRPr="000F207C" w:rsidRDefault="005C186D" w:rsidP="00157FB8">
      <w:pPr>
        <w:tabs>
          <w:tab w:val="left" w:pos="840"/>
          <w:tab w:val="left" w:pos="1320"/>
        </w:tabs>
      </w:pPr>
      <w:r w:rsidRPr="000F207C">
        <w:tab/>
      </w:r>
      <w:r w:rsidRPr="000F207C">
        <w:tab/>
      </w:r>
      <w:r w:rsidRPr="000F207C">
        <w:tab/>
      </w:r>
      <w:r w:rsidRPr="000F207C">
        <w:tab/>
        <w:t xml:space="preserve">      [($3.10 - 1.10) × 600,000] - $1,140,000 = $60,000</w:t>
      </w:r>
    </w:p>
    <w:p w:rsidR="005C186D" w:rsidRPr="000F207C" w:rsidRDefault="005C186D" w:rsidP="00157FB8">
      <w:pPr>
        <w:tabs>
          <w:tab w:val="left" w:pos="840"/>
          <w:tab w:val="left" w:pos="1320"/>
        </w:tabs>
      </w:pPr>
    </w:p>
    <w:p w:rsidR="005C186D" w:rsidRPr="000F207C" w:rsidRDefault="005C186D" w:rsidP="00157FB8">
      <w:pPr>
        <w:tabs>
          <w:tab w:val="left" w:pos="840"/>
          <w:tab w:val="left" w:pos="1320"/>
          <w:tab w:val="left" w:pos="1620"/>
        </w:tabs>
      </w:pPr>
      <w:r w:rsidRPr="000F207C">
        <w:t xml:space="preserve">2.  </w:t>
      </w:r>
      <w:r w:rsidRPr="000F207C">
        <w:tab/>
        <w:t>Old:</w:t>
      </w:r>
      <w:r w:rsidRPr="000F207C">
        <w:tab/>
        <w:t>$580,000 ÷ $1.00 = 580,000 units</w:t>
      </w:r>
    </w:p>
    <w:p w:rsidR="005C186D" w:rsidRPr="000F207C" w:rsidRDefault="005C186D" w:rsidP="00157FB8">
      <w:pPr>
        <w:tabs>
          <w:tab w:val="left" w:pos="840"/>
          <w:tab w:val="left" w:pos="1320"/>
          <w:tab w:val="left" w:pos="1620"/>
        </w:tabs>
      </w:pPr>
      <w:r w:rsidRPr="000F207C">
        <w:tab/>
        <w:t>New:</w:t>
      </w:r>
      <w:r w:rsidRPr="000F207C">
        <w:tab/>
        <w:t>$1,140,000 ÷ $2.00 = 570,000 units</w:t>
      </w:r>
    </w:p>
    <w:p w:rsidR="005C186D" w:rsidRPr="000F207C" w:rsidRDefault="005C186D" w:rsidP="00157FB8">
      <w:pPr>
        <w:tabs>
          <w:tab w:val="left" w:pos="840"/>
          <w:tab w:val="left" w:pos="1320"/>
        </w:tabs>
        <w:ind w:left="810" w:hanging="810"/>
      </w:pPr>
    </w:p>
    <w:p w:rsidR="005C186D" w:rsidRPr="000F207C" w:rsidRDefault="005C186D" w:rsidP="00157FB8">
      <w:pPr>
        <w:tabs>
          <w:tab w:val="left" w:pos="840"/>
          <w:tab w:val="left" w:pos="1320"/>
        </w:tabs>
        <w:ind w:left="810" w:hanging="810"/>
      </w:pPr>
      <w:r w:rsidRPr="000F207C">
        <w:t>3.</w:t>
      </w:r>
      <w:r w:rsidRPr="000F207C">
        <w:tab/>
        <w:t>A fall in volume will be more devastating under the new system because the high fixed costs will not be affected by the fall in volume:</w:t>
      </w:r>
    </w:p>
    <w:p w:rsidR="005C186D" w:rsidRPr="000F207C" w:rsidRDefault="005C186D" w:rsidP="00157FB8">
      <w:pPr>
        <w:tabs>
          <w:tab w:val="left" w:pos="840"/>
          <w:tab w:val="left" w:pos="1320"/>
        </w:tabs>
        <w:ind w:left="810" w:hanging="810"/>
      </w:pPr>
    </w:p>
    <w:p w:rsidR="005C186D" w:rsidRPr="000F207C" w:rsidRDefault="005C186D" w:rsidP="00157FB8">
      <w:pPr>
        <w:tabs>
          <w:tab w:val="left" w:pos="840"/>
          <w:tab w:val="left" w:pos="1320"/>
        </w:tabs>
      </w:pPr>
      <w:r w:rsidRPr="000F207C">
        <w:tab/>
        <w:t xml:space="preserve">Old:  ($1.00 × 500,000) - $580,000 = </w:t>
      </w:r>
      <w:r>
        <w:t>–</w:t>
      </w:r>
      <w:r w:rsidRPr="000F207C">
        <w:t>$80,000 (an $80,000 loss)</w:t>
      </w:r>
    </w:p>
    <w:p w:rsidR="005C186D" w:rsidRPr="000F207C" w:rsidRDefault="005C186D" w:rsidP="00F435A8">
      <w:pPr>
        <w:tabs>
          <w:tab w:val="left" w:pos="840"/>
          <w:tab w:val="left" w:pos="1320"/>
        </w:tabs>
        <w:outlineLvl w:val="0"/>
      </w:pPr>
      <w:r w:rsidRPr="000F207C">
        <w:tab/>
        <w:t xml:space="preserve">New:  ($2.00 × 500,000) - $1,140,000 = </w:t>
      </w:r>
      <w:r>
        <w:t>–</w:t>
      </w:r>
      <w:r w:rsidRPr="000F207C">
        <w:t>$140,000 (a $140,000 loss)</w:t>
      </w:r>
    </w:p>
    <w:p w:rsidR="005C186D" w:rsidRPr="000F207C" w:rsidRDefault="005C186D" w:rsidP="00157FB8">
      <w:pPr>
        <w:tabs>
          <w:tab w:val="left" w:pos="840"/>
          <w:tab w:val="left" w:pos="1320"/>
        </w:tabs>
      </w:pPr>
    </w:p>
    <w:p w:rsidR="005C186D" w:rsidRPr="000F207C" w:rsidRDefault="005C186D" w:rsidP="00157FB8">
      <w:pPr>
        <w:tabs>
          <w:tab w:val="left" w:pos="840"/>
          <w:tab w:val="left" w:pos="1320"/>
        </w:tabs>
        <w:ind w:left="810" w:hanging="810"/>
      </w:pPr>
      <w:r w:rsidRPr="000F207C">
        <w:tab/>
        <w:t>The 100,000 unit fall in volume caused a $20,000 - (- $80,000) = $100,000 decrease in profits in the old environment and a $60,000 - ( - $140,000) = $200,000 decrease in the new environment.</w:t>
      </w:r>
    </w:p>
    <w:p w:rsidR="005C186D" w:rsidRPr="000F207C" w:rsidRDefault="005C186D" w:rsidP="00157FB8">
      <w:pPr>
        <w:tabs>
          <w:tab w:val="left" w:pos="840"/>
          <w:tab w:val="left" w:pos="1320"/>
        </w:tabs>
      </w:pPr>
    </w:p>
    <w:p w:rsidR="005C186D" w:rsidRPr="000F207C" w:rsidRDefault="005C186D">
      <w:pPr>
        <w:tabs>
          <w:tab w:val="left" w:pos="840"/>
          <w:tab w:val="left" w:pos="1320"/>
        </w:tabs>
        <w:ind w:left="810" w:hanging="810"/>
      </w:pPr>
      <w:r w:rsidRPr="000F207C">
        <w:t>4.</w:t>
      </w:r>
      <w:r w:rsidRPr="000F207C">
        <w:tab/>
        <w:t>Increases in volume create larger increases in profit in the new</w:t>
      </w:r>
      <w:r>
        <w:t xml:space="preserve"> </w:t>
      </w:r>
      <w:r w:rsidRPr="000F207C">
        <w:t>environment:</w:t>
      </w:r>
    </w:p>
    <w:p w:rsidR="005C186D" w:rsidRPr="000F207C" w:rsidRDefault="005C186D" w:rsidP="00157FB8">
      <w:pPr>
        <w:tabs>
          <w:tab w:val="left" w:pos="840"/>
          <w:tab w:val="left" w:pos="1320"/>
        </w:tabs>
      </w:pPr>
    </w:p>
    <w:p w:rsidR="005C186D" w:rsidRPr="000F207C" w:rsidRDefault="005C186D" w:rsidP="00F435A8">
      <w:pPr>
        <w:tabs>
          <w:tab w:val="left" w:pos="840"/>
          <w:tab w:val="left" w:pos="1320"/>
        </w:tabs>
        <w:outlineLvl w:val="0"/>
      </w:pPr>
      <w:r w:rsidRPr="000F207C">
        <w:tab/>
        <w:t>Old:  ($1.00 × 700,000) - $580,000 = $120,000</w:t>
      </w:r>
    </w:p>
    <w:p w:rsidR="005C186D" w:rsidRPr="000F207C" w:rsidRDefault="005C186D" w:rsidP="00F435A8">
      <w:pPr>
        <w:tabs>
          <w:tab w:val="left" w:pos="840"/>
          <w:tab w:val="left" w:pos="1320"/>
        </w:tabs>
        <w:outlineLvl w:val="0"/>
      </w:pPr>
      <w:r w:rsidRPr="000F207C">
        <w:tab/>
        <w:t>New:  ($2.00 × 700,000) - $1,140,000 = $260,000</w:t>
      </w:r>
    </w:p>
    <w:p w:rsidR="005C186D" w:rsidRPr="000F207C" w:rsidRDefault="005C186D" w:rsidP="00157FB8">
      <w:pPr>
        <w:tabs>
          <w:tab w:val="left" w:pos="840"/>
          <w:tab w:val="left" w:pos="1320"/>
        </w:tabs>
        <w:ind w:left="810" w:hanging="810"/>
      </w:pPr>
    </w:p>
    <w:p w:rsidR="005C186D" w:rsidRPr="000F207C" w:rsidRDefault="005C186D" w:rsidP="00157FB8">
      <w:pPr>
        <w:tabs>
          <w:tab w:val="left" w:pos="840"/>
          <w:tab w:val="left" w:pos="1320"/>
        </w:tabs>
        <w:ind w:left="810" w:hanging="810"/>
      </w:pPr>
      <w:r w:rsidRPr="000F207C">
        <w:tab/>
        <w:t>The 100,000 unit increase in volume caused a $120,000 - $20,000 = $100,000 increase in profit under the old environment and a $260,000 - $60,000 = $200,000 increase under the new environment.</w:t>
      </w:r>
    </w:p>
    <w:p w:rsidR="005C186D" w:rsidRPr="000F207C" w:rsidRDefault="005C186D" w:rsidP="00157FB8">
      <w:pPr>
        <w:tabs>
          <w:tab w:val="left" w:pos="840"/>
          <w:tab w:val="left" w:pos="1320"/>
        </w:tabs>
        <w:ind w:left="810" w:hanging="810"/>
      </w:pPr>
    </w:p>
    <w:p w:rsidR="005C186D" w:rsidRPr="000F207C" w:rsidRDefault="005C186D" w:rsidP="00157FB8">
      <w:pPr>
        <w:tabs>
          <w:tab w:val="left" w:pos="840"/>
          <w:tab w:val="left" w:pos="1320"/>
        </w:tabs>
        <w:ind w:left="810" w:hanging="810"/>
      </w:pPr>
      <w:r w:rsidRPr="000F207C">
        <w:t>5.</w:t>
      </w:r>
      <w:r w:rsidRPr="000F207C">
        <w:tab/>
        <w:t>Changes in volume affect profits in the new environment (a high fixed cost, low variable cost environment) more than they affect profits in the old environment.  Therefore, profits in the old environment are more stable and less risky.  The higher risk new environment promises greater rewards when conditions are favorable, but also leads to greater losses when conditions are unfavorable, a more risky situation.</w:t>
      </w:r>
    </w:p>
    <w:p w:rsidR="005C186D" w:rsidRPr="0042234B" w:rsidRDefault="005C186D" w:rsidP="00157FB8">
      <w:pPr>
        <w:tabs>
          <w:tab w:val="left" w:pos="840"/>
          <w:tab w:val="left" w:pos="1320"/>
        </w:tabs>
      </w:pPr>
      <w:r w:rsidRPr="0042234B">
        <w:rPr>
          <w:spacing w:val="-20"/>
          <w:u w:val="single"/>
        </w:rPr>
        <w:br w:type="page"/>
      </w:r>
      <w:r w:rsidRPr="0042234B">
        <w:rPr>
          <w:u w:val="single"/>
        </w:rPr>
        <w:t>2-</w:t>
      </w:r>
      <w:r>
        <w:rPr>
          <w:u w:val="single"/>
        </w:rPr>
        <w:t>70</w:t>
      </w:r>
      <w:r w:rsidRPr="0042234B">
        <w:tab/>
        <w:t>(25-30 min.)  This case is based on real data that has been simplified so that the numbers are easier to handle.</w:t>
      </w:r>
    </w:p>
    <w:p w:rsidR="005C186D" w:rsidRPr="0042234B" w:rsidRDefault="005C186D" w:rsidP="00157FB8">
      <w:pPr>
        <w:tabs>
          <w:tab w:val="left" w:pos="840"/>
          <w:tab w:val="left" w:pos="1320"/>
        </w:tabs>
      </w:pPr>
    </w:p>
    <w:p w:rsidR="005C186D" w:rsidRPr="000F207C" w:rsidRDefault="005C186D" w:rsidP="00157FB8">
      <w:pPr>
        <w:tabs>
          <w:tab w:val="left" w:pos="840"/>
          <w:tab w:val="left" w:pos="1320"/>
        </w:tabs>
      </w:pPr>
      <w:r w:rsidRPr="000F207C">
        <w:t>1.</w:t>
      </w:r>
      <w:r w:rsidRPr="000F207C">
        <w:tab/>
        <w:t>Daily break-even volume is 85 dinners and 170 lunches:</w:t>
      </w:r>
    </w:p>
    <w:p w:rsidR="005C186D" w:rsidRPr="000F207C" w:rsidRDefault="005C186D" w:rsidP="00157FB8">
      <w:pPr>
        <w:tabs>
          <w:tab w:val="left" w:pos="840"/>
          <w:tab w:val="left" w:pos="1320"/>
        </w:tabs>
      </w:pPr>
    </w:p>
    <w:p w:rsidR="005C186D" w:rsidRPr="000F207C" w:rsidRDefault="005C186D" w:rsidP="00F435A8">
      <w:pPr>
        <w:tabs>
          <w:tab w:val="left" w:pos="840"/>
          <w:tab w:val="left" w:pos="1320"/>
        </w:tabs>
        <w:outlineLvl w:val="0"/>
      </w:pPr>
      <w:r w:rsidRPr="000F207C">
        <w:tab/>
        <w:t>First compute contribution margins on lunches and dinners:</w:t>
      </w:r>
    </w:p>
    <w:p w:rsidR="005C186D" w:rsidRPr="000F207C" w:rsidRDefault="005C186D" w:rsidP="00157FB8">
      <w:pPr>
        <w:tabs>
          <w:tab w:val="left" w:pos="840"/>
          <w:tab w:val="left" w:pos="1320"/>
          <w:tab w:val="left" w:pos="3960"/>
        </w:tabs>
      </w:pPr>
      <w:r w:rsidRPr="000F207C">
        <w:tab/>
        <w:t xml:space="preserve">Variable cost percentage = ($1,246,500 + $222,380) ÷ $2,098,400 </w:t>
      </w:r>
    </w:p>
    <w:p w:rsidR="005C186D" w:rsidRPr="000F207C" w:rsidRDefault="005C186D" w:rsidP="000F207C">
      <w:pPr>
        <w:tabs>
          <w:tab w:val="left" w:pos="840"/>
          <w:tab w:val="left" w:pos="1320"/>
          <w:tab w:val="left" w:pos="3240"/>
        </w:tabs>
      </w:pPr>
      <w:r w:rsidRPr="000F207C">
        <w:tab/>
      </w:r>
      <w:r w:rsidRPr="000F207C">
        <w:tab/>
      </w:r>
      <w:r w:rsidRPr="000F207C">
        <w:tab/>
        <w:t>= 70%</w:t>
      </w:r>
    </w:p>
    <w:p w:rsidR="005C186D" w:rsidRPr="000F207C" w:rsidRDefault="005C186D" w:rsidP="00157FB8">
      <w:pPr>
        <w:tabs>
          <w:tab w:val="left" w:pos="840"/>
          <w:tab w:val="left" w:pos="1320"/>
          <w:tab w:val="left" w:pos="4860"/>
        </w:tabs>
      </w:pPr>
      <w:r w:rsidRPr="000F207C">
        <w:tab/>
        <w:t>Contribution margin percentage = 1 - variable cost percentage</w:t>
      </w:r>
    </w:p>
    <w:p w:rsidR="005C186D" w:rsidRPr="000F207C" w:rsidRDefault="005C186D" w:rsidP="000F207C">
      <w:pPr>
        <w:tabs>
          <w:tab w:val="left" w:pos="840"/>
          <w:tab w:val="left" w:pos="1320"/>
          <w:tab w:val="left" w:pos="3960"/>
        </w:tabs>
      </w:pPr>
      <w:r w:rsidRPr="000F207C">
        <w:tab/>
      </w:r>
      <w:r w:rsidRPr="000F207C">
        <w:tab/>
      </w:r>
      <w:r w:rsidRPr="000F207C">
        <w:tab/>
        <w:t>= 1 - 70% = 30%</w:t>
      </w:r>
    </w:p>
    <w:p w:rsidR="005C186D" w:rsidRPr="000F207C" w:rsidRDefault="005C186D" w:rsidP="00157FB8">
      <w:pPr>
        <w:tabs>
          <w:tab w:val="left" w:pos="840"/>
          <w:tab w:val="left" w:pos="1320"/>
        </w:tabs>
      </w:pPr>
    </w:p>
    <w:p w:rsidR="005C186D" w:rsidRPr="000F207C" w:rsidRDefault="005C186D" w:rsidP="00157FB8">
      <w:pPr>
        <w:tabs>
          <w:tab w:val="left" w:pos="840"/>
          <w:tab w:val="left" w:pos="1320"/>
          <w:tab w:val="left" w:pos="3780"/>
        </w:tabs>
      </w:pPr>
      <w:r w:rsidRPr="000F207C">
        <w:tab/>
        <w:t>Lunch contribution margin   = .30 × $20 = $6</w:t>
      </w:r>
    </w:p>
    <w:p w:rsidR="005C186D" w:rsidRPr="000F207C" w:rsidRDefault="005C186D" w:rsidP="00157FB8">
      <w:pPr>
        <w:tabs>
          <w:tab w:val="left" w:pos="840"/>
          <w:tab w:val="left" w:pos="1320"/>
          <w:tab w:val="left" w:pos="3780"/>
        </w:tabs>
      </w:pPr>
      <w:r w:rsidRPr="000F207C">
        <w:tab/>
        <w:t>Dinner contribution margin  = .30 × $40 = $12</w:t>
      </w:r>
    </w:p>
    <w:p w:rsidR="005C186D" w:rsidRPr="000F207C" w:rsidRDefault="005C186D" w:rsidP="00157FB8">
      <w:pPr>
        <w:tabs>
          <w:tab w:val="left" w:pos="840"/>
          <w:tab w:val="left" w:pos="1320"/>
        </w:tabs>
      </w:pPr>
    </w:p>
    <w:p w:rsidR="005C186D" w:rsidRPr="000F207C" w:rsidRDefault="005C186D" w:rsidP="00F435A8">
      <w:pPr>
        <w:tabs>
          <w:tab w:val="left" w:pos="840"/>
          <w:tab w:val="left" w:pos="1320"/>
        </w:tabs>
        <w:outlineLvl w:val="0"/>
      </w:pPr>
      <w:r w:rsidRPr="000F207C">
        <w:tab/>
        <w:t>Annual fixed cost is $170,940 + $451,500 = $622,440</w:t>
      </w:r>
    </w:p>
    <w:p w:rsidR="005C186D" w:rsidRPr="000F207C" w:rsidRDefault="005C186D" w:rsidP="00157FB8">
      <w:pPr>
        <w:tabs>
          <w:tab w:val="left" w:pos="840"/>
          <w:tab w:val="left" w:pos="1320"/>
        </w:tabs>
      </w:pPr>
    </w:p>
    <w:p w:rsidR="005C186D" w:rsidRPr="000F207C" w:rsidRDefault="005C186D" w:rsidP="00F435A8">
      <w:pPr>
        <w:tabs>
          <w:tab w:val="left" w:pos="840"/>
          <w:tab w:val="left" w:pos="1320"/>
        </w:tabs>
        <w:outlineLvl w:val="0"/>
      </w:pPr>
      <w:r w:rsidRPr="000F207C">
        <w:tab/>
        <w:t>Let X = number of dinners and 2X = number of lunches</w:t>
      </w:r>
    </w:p>
    <w:p w:rsidR="005C186D" w:rsidRPr="000F207C" w:rsidRDefault="005C186D" w:rsidP="00157FB8">
      <w:pPr>
        <w:tabs>
          <w:tab w:val="left" w:pos="840"/>
          <w:tab w:val="left" w:pos="1320"/>
        </w:tabs>
        <w:spacing w:before="120"/>
      </w:pPr>
      <w:r w:rsidRPr="000F207C">
        <w:tab/>
        <w:t>($12×X) + ($6×2X) - $622,440 = 0</w:t>
      </w:r>
    </w:p>
    <w:p w:rsidR="005C186D" w:rsidRPr="000F207C" w:rsidRDefault="005C186D" w:rsidP="00157FB8">
      <w:pPr>
        <w:tabs>
          <w:tab w:val="left" w:pos="840"/>
          <w:tab w:val="left" w:pos="1320"/>
        </w:tabs>
      </w:pPr>
      <w:r w:rsidRPr="000F207C">
        <w:tab/>
        <w:t>$24(X) = $622,440</w:t>
      </w:r>
    </w:p>
    <w:p w:rsidR="005C186D" w:rsidRPr="000F207C" w:rsidRDefault="005C186D" w:rsidP="00F435A8">
      <w:pPr>
        <w:tabs>
          <w:tab w:val="left" w:pos="840"/>
          <w:tab w:val="left" w:pos="1320"/>
        </w:tabs>
        <w:outlineLvl w:val="0"/>
      </w:pPr>
      <w:r w:rsidRPr="000F207C">
        <w:tab/>
        <w:t>X = 25,935 dinners annually to break even</w:t>
      </w:r>
    </w:p>
    <w:p w:rsidR="005C186D" w:rsidRPr="000F207C" w:rsidRDefault="005C186D" w:rsidP="00F435A8">
      <w:pPr>
        <w:tabs>
          <w:tab w:val="left" w:pos="840"/>
          <w:tab w:val="left" w:pos="1320"/>
        </w:tabs>
        <w:outlineLvl w:val="0"/>
      </w:pPr>
      <w:r w:rsidRPr="000F207C">
        <w:tab/>
        <w:t>2X = 51,870 lunches annually to break even</w:t>
      </w:r>
    </w:p>
    <w:p w:rsidR="005C186D" w:rsidRPr="000F207C" w:rsidRDefault="005C186D" w:rsidP="00157FB8">
      <w:pPr>
        <w:tabs>
          <w:tab w:val="left" w:pos="840"/>
          <w:tab w:val="left" w:pos="1320"/>
        </w:tabs>
      </w:pPr>
    </w:p>
    <w:p w:rsidR="005C186D" w:rsidRPr="000F207C" w:rsidRDefault="005C186D" w:rsidP="00F435A8">
      <w:pPr>
        <w:tabs>
          <w:tab w:val="left" w:pos="840"/>
          <w:tab w:val="left" w:pos="1320"/>
        </w:tabs>
        <w:outlineLvl w:val="0"/>
      </w:pPr>
      <w:r w:rsidRPr="000F207C">
        <w:tab/>
        <w:t>On a daily basis:</w:t>
      </w:r>
    </w:p>
    <w:p w:rsidR="005C186D" w:rsidRPr="000F207C" w:rsidRDefault="005C186D" w:rsidP="00F435A8">
      <w:pPr>
        <w:tabs>
          <w:tab w:val="left" w:pos="840"/>
          <w:tab w:val="left" w:pos="1320"/>
        </w:tabs>
        <w:outlineLvl w:val="0"/>
      </w:pPr>
      <w:r w:rsidRPr="000F207C">
        <w:tab/>
        <w:t>Dinners to break even = 25,935 ÷ 305 = 85 dinners daily</w:t>
      </w:r>
    </w:p>
    <w:p w:rsidR="005C186D" w:rsidRPr="000F207C" w:rsidRDefault="005C186D" w:rsidP="00157FB8">
      <w:pPr>
        <w:tabs>
          <w:tab w:val="left" w:pos="840"/>
          <w:tab w:val="left" w:pos="1320"/>
        </w:tabs>
      </w:pPr>
      <w:r w:rsidRPr="000F207C">
        <w:tab/>
        <w:t>Lunches to break even = 85 × 2 = 170 lunches daily or</w:t>
      </w:r>
    </w:p>
    <w:p w:rsidR="005C186D" w:rsidRPr="000F207C" w:rsidRDefault="005C186D" w:rsidP="00157FB8">
      <w:pPr>
        <w:tabs>
          <w:tab w:val="left" w:pos="840"/>
          <w:tab w:val="left" w:pos="1320"/>
        </w:tabs>
      </w:pPr>
      <w:r w:rsidRPr="000F207C">
        <w:tab/>
        <w:t xml:space="preserve">     51,870 ÷ 305 = 170 lunches daily.</w:t>
      </w:r>
    </w:p>
    <w:p w:rsidR="005C186D" w:rsidRPr="000F207C" w:rsidRDefault="005C186D" w:rsidP="00157FB8">
      <w:pPr>
        <w:tabs>
          <w:tab w:val="left" w:pos="840"/>
          <w:tab w:val="left" w:pos="1320"/>
        </w:tabs>
      </w:pPr>
    </w:p>
    <w:p w:rsidR="005C186D" w:rsidRPr="000F207C" w:rsidRDefault="005C186D" w:rsidP="00157FB8">
      <w:pPr>
        <w:tabs>
          <w:tab w:val="left" w:pos="840"/>
          <w:tab w:val="left" w:pos="1320"/>
        </w:tabs>
        <w:ind w:left="810" w:hanging="810"/>
      </w:pPr>
      <w:r w:rsidRPr="000F207C">
        <w:tab/>
        <w:t>To determine the actual volume, let Y be a combination of 1 dinner and 2 lunches.  The price of Y is $40 + (2 × $20) = $80, and total volume in units of Y is $2,098,400 ÷ $80 = 26,230 and daily volume is 26,230 ÷ 305 = 86.  Therefore, 86 dinners and 2 × 86 = 172 lunches were served on an average day.  This is 1 dinner and 2 lunches above the break-even volume.</w:t>
      </w:r>
    </w:p>
    <w:p w:rsidR="005C186D" w:rsidRPr="000F207C" w:rsidRDefault="005C186D" w:rsidP="00867112">
      <w:pPr>
        <w:tabs>
          <w:tab w:val="left" w:pos="840"/>
          <w:tab w:val="left" w:pos="1320"/>
        </w:tabs>
      </w:pPr>
    </w:p>
    <w:p w:rsidR="005C186D" w:rsidRPr="000F207C" w:rsidRDefault="005C186D" w:rsidP="00867112">
      <w:pPr>
        <w:tabs>
          <w:tab w:val="left" w:pos="840"/>
          <w:tab w:val="left" w:pos="1320"/>
        </w:tabs>
      </w:pPr>
      <w:r w:rsidRPr="000F207C">
        <w:t>2.</w:t>
      </w:r>
      <w:r w:rsidRPr="000F207C">
        <w:tab/>
        <w:t>The extra annual contribution margin from the 3 dinners and 6 lunches is:</w:t>
      </w:r>
    </w:p>
    <w:p w:rsidR="005C186D" w:rsidRPr="000F207C" w:rsidRDefault="005C186D" w:rsidP="000F207C">
      <w:pPr>
        <w:tabs>
          <w:tab w:val="left" w:pos="840"/>
          <w:tab w:val="left" w:pos="1080"/>
          <w:tab w:val="left" w:pos="1320"/>
          <w:tab w:val="decimal" w:pos="4320"/>
        </w:tabs>
      </w:pPr>
      <w:r w:rsidRPr="000F207C">
        <w:tab/>
      </w:r>
      <w:r w:rsidRPr="000F207C">
        <w:tab/>
        <w:t>3 × $40 × .30 × 305 =</w:t>
      </w:r>
      <w:r w:rsidRPr="000F207C">
        <w:tab/>
        <w:t>$10,980</w:t>
      </w:r>
    </w:p>
    <w:p w:rsidR="005C186D" w:rsidRPr="000F207C" w:rsidRDefault="005C186D" w:rsidP="000F207C">
      <w:pPr>
        <w:tabs>
          <w:tab w:val="left" w:pos="840"/>
          <w:tab w:val="left" w:pos="1080"/>
          <w:tab w:val="left" w:pos="1320"/>
          <w:tab w:val="decimal" w:pos="4320"/>
        </w:tabs>
      </w:pPr>
      <w:r w:rsidRPr="000F207C">
        <w:tab/>
        <w:t>+</w:t>
      </w:r>
      <w:r w:rsidRPr="000F207C">
        <w:tab/>
        <w:t>6 × $20 × .30 × 305 =</w:t>
      </w:r>
      <w:r w:rsidRPr="000F207C">
        <w:tab/>
      </w:r>
      <w:r w:rsidRPr="000F207C">
        <w:rPr>
          <w:u w:val="single"/>
        </w:rPr>
        <w:t xml:space="preserve">  10,980</w:t>
      </w:r>
    </w:p>
    <w:p w:rsidR="005C186D" w:rsidRPr="000F207C" w:rsidRDefault="005C186D" w:rsidP="000F207C">
      <w:pPr>
        <w:tabs>
          <w:tab w:val="left" w:pos="840"/>
          <w:tab w:val="left" w:pos="1320"/>
          <w:tab w:val="decimal" w:pos="4320"/>
        </w:tabs>
        <w:rPr>
          <w:u w:val="double"/>
        </w:rPr>
      </w:pPr>
      <w:r w:rsidRPr="000F207C">
        <w:tab/>
        <w:t xml:space="preserve">Total                   </w:t>
      </w:r>
      <w:r w:rsidRPr="000F207C">
        <w:tab/>
      </w:r>
      <w:r w:rsidRPr="000F207C">
        <w:rPr>
          <w:u w:val="double"/>
        </w:rPr>
        <w:t>$21,960</w:t>
      </w:r>
    </w:p>
    <w:p w:rsidR="005C186D" w:rsidRPr="000F207C" w:rsidRDefault="005C186D" w:rsidP="00157FB8">
      <w:pPr>
        <w:tabs>
          <w:tab w:val="left" w:pos="840"/>
          <w:tab w:val="left" w:pos="1320"/>
        </w:tabs>
      </w:pPr>
    </w:p>
    <w:p w:rsidR="005C186D" w:rsidRPr="000F207C" w:rsidRDefault="005C186D" w:rsidP="00157FB8">
      <w:pPr>
        <w:tabs>
          <w:tab w:val="left" w:pos="840"/>
          <w:tab w:val="left" w:pos="1320"/>
        </w:tabs>
        <w:ind w:left="810" w:hanging="810"/>
      </w:pPr>
      <w:r w:rsidRPr="000F207C">
        <w:tab/>
        <w:t>The added contribution margin is greater than the $15,000 advertising expenditure.  Therefore, the advertising expenditure would be warranted.  It would increase operating income by $21,960 - $15,000 = $6,960.</w:t>
      </w:r>
    </w:p>
    <w:p w:rsidR="005C186D" w:rsidRPr="0042234B" w:rsidRDefault="005C186D" w:rsidP="00157FB8">
      <w:pPr>
        <w:tabs>
          <w:tab w:val="left" w:pos="840"/>
          <w:tab w:val="left" w:pos="1320"/>
        </w:tabs>
      </w:pPr>
    </w:p>
    <w:p w:rsidR="005C186D" w:rsidRPr="0042234B" w:rsidRDefault="005C186D" w:rsidP="00157FB8">
      <w:pPr>
        <w:tabs>
          <w:tab w:val="left" w:pos="840"/>
          <w:tab w:val="left" w:pos="1320"/>
        </w:tabs>
      </w:pPr>
    </w:p>
    <w:p w:rsidR="005C186D" w:rsidRPr="0042234B" w:rsidRDefault="005C186D" w:rsidP="00157FB8">
      <w:pPr>
        <w:tabs>
          <w:tab w:val="left" w:pos="840"/>
          <w:tab w:val="left" w:pos="1320"/>
        </w:tabs>
      </w:pPr>
    </w:p>
    <w:p w:rsidR="005C186D" w:rsidRPr="0042234B" w:rsidRDefault="005C186D" w:rsidP="00157FB8">
      <w:pPr>
        <w:tabs>
          <w:tab w:val="left" w:pos="840"/>
          <w:tab w:val="left" w:pos="1320"/>
        </w:tabs>
      </w:pPr>
    </w:p>
    <w:p w:rsidR="005C186D" w:rsidRPr="0042234B" w:rsidRDefault="005C186D" w:rsidP="00157FB8">
      <w:pPr>
        <w:tabs>
          <w:tab w:val="left" w:pos="840"/>
          <w:tab w:val="left" w:pos="1320"/>
        </w:tabs>
        <w:ind w:left="810" w:hanging="810"/>
      </w:pPr>
      <w:r w:rsidRPr="0042234B">
        <w:t>3.</w:t>
      </w:r>
      <w:r w:rsidRPr="0042234B">
        <w:tab/>
        <w:t>Let Y again be a combination of 1 dinner and 2 lunches, priced at $80.  Variable costs are .70 × $80 = $56, of which $56 × .25 = $14 is food cost.  Cutting food costs by 20% reduces variable costs by .20 × $14 = $2.80, making the variable cost of Y $56 - $2.80 = $53.20 and the contribution margin $80 - $53.20 = $26.80.  (This could also be determined by adding the $2.80 saving in food cost directly to the old contribution margin of $24.)  The required annual volume in Y needed to keep operating income at $7,080 is:</w:t>
      </w:r>
    </w:p>
    <w:p w:rsidR="005C186D" w:rsidRPr="0042234B" w:rsidRDefault="005C186D" w:rsidP="00157FB8">
      <w:pPr>
        <w:tabs>
          <w:tab w:val="left" w:pos="840"/>
          <w:tab w:val="left" w:pos="1320"/>
        </w:tabs>
      </w:pPr>
    </w:p>
    <w:p w:rsidR="005C186D" w:rsidRPr="0042234B" w:rsidRDefault="005C186D" w:rsidP="00157FB8">
      <w:pPr>
        <w:tabs>
          <w:tab w:val="left" w:pos="840"/>
          <w:tab w:val="left" w:pos="1320"/>
        </w:tabs>
      </w:pPr>
      <w:r w:rsidRPr="0042234B">
        <w:tab/>
        <w:t>$26.80 (Y) - $622,440 = $7,080</w:t>
      </w:r>
    </w:p>
    <w:p w:rsidR="005C186D" w:rsidRPr="0042234B" w:rsidRDefault="005C186D" w:rsidP="00157FB8">
      <w:pPr>
        <w:tabs>
          <w:tab w:val="left" w:pos="840"/>
          <w:tab w:val="left" w:pos="1320"/>
        </w:tabs>
      </w:pPr>
      <w:r w:rsidRPr="0042234B">
        <w:tab/>
        <w:t>$26.80 (Y) = $629,520</w:t>
      </w:r>
    </w:p>
    <w:p w:rsidR="005C186D" w:rsidRPr="0042234B" w:rsidRDefault="005C186D" w:rsidP="00F435A8">
      <w:pPr>
        <w:tabs>
          <w:tab w:val="left" w:pos="840"/>
          <w:tab w:val="left" w:pos="1320"/>
        </w:tabs>
        <w:outlineLvl w:val="0"/>
      </w:pPr>
      <w:r w:rsidRPr="0042234B">
        <w:tab/>
        <w:t>Y = 23,490</w:t>
      </w:r>
    </w:p>
    <w:p w:rsidR="005C186D" w:rsidRPr="0042234B" w:rsidRDefault="005C186D" w:rsidP="00F435A8">
      <w:pPr>
        <w:tabs>
          <w:tab w:val="left" w:pos="840"/>
          <w:tab w:val="left" w:pos="1320"/>
        </w:tabs>
        <w:outlineLvl w:val="0"/>
      </w:pPr>
      <w:r w:rsidRPr="0042234B">
        <w:tab/>
        <w:t>Therefore, daily volume = 23,490 ÷ 305 = 77 (rounded)</w:t>
      </w:r>
    </w:p>
    <w:p w:rsidR="005C186D" w:rsidRPr="0042234B" w:rsidRDefault="005C186D" w:rsidP="00157FB8">
      <w:pPr>
        <w:tabs>
          <w:tab w:val="left" w:pos="840"/>
          <w:tab w:val="left" w:pos="1320"/>
        </w:tabs>
      </w:pPr>
    </w:p>
    <w:p w:rsidR="005C186D" w:rsidRPr="0042234B" w:rsidRDefault="005C186D" w:rsidP="00157FB8">
      <w:pPr>
        <w:tabs>
          <w:tab w:val="left" w:pos="840"/>
          <w:tab w:val="left" w:pos="1320"/>
        </w:tabs>
        <w:ind w:left="810" w:hanging="810"/>
      </w:pPr>
      <w:r w:rsidRPr="0042234B">
        <w:tab/>
        <w:t>If volume drops no more than 86 - 77 = 9 dinners and 172 - 154 = 18 lunches, using the less costly food is more profitable.  However, there are many subjective factors to be considered.  Volume may not fall in the short run, but the decline in quality may eventually affect repeat business and cause a long-run decline.  Much may depend on the skill of the chef.  If the quality difference is not readily noticeable, so that volume falls less than, say, 10%, saving money on the purchases of food may be desirable.</w:t>
      </w:r>
    </w:p>
    <w:p w:rsidR="005C186D" w:rsidRPr="0042234B" w:rsidRDefault="005C186D" w:rsidP="00157FB8">
      <w:pPr>
        <w:tabs>
          <w:tab w:val="left" w:pos="840"/>
          <w:tab w:val="left" w:pos="1320"/>
        </w:tabs>
      </w:pPr>
      <w:r w:rsidRPr="0042234B">
        <w:rPr>
          <w:spacing w:val="-20"/>
          <w:u w:val="single"/>
        </w:rPr>
        <w:br w:type="page"/>
      </w:r>
      <w:r w:rsidRPr="0042234B">
        <w:rPr>
          <w:u w:val="single"/>
        </w:rPr>
        <w:t>2-</w:t>
      </w:r>
      <w:r>
        <w:rPr>
          <w:u w:val="single"/>
        </w:rPr>
        <w:t>71</w:t>
      </w:r>
      <w:r w:rsidRPr="0042234B">
        <w:tab/>
        <w:t>(25-30 min.)</w:t>
      </w:r>
    </w:p>
    <w:p w:rsidR="005C186D" w:rsidRPr="0042234B" w:rsidRDefault="005C186D" w:rsidP="00157FB8">
      <w:pPr>
        <w:tabs>
          <w:tab w:val="left" w:pos="840"/>
          <w:tab w:val="left" w:pos="1320"/>
        </w:tabs>
      </w:pPr>
    </w:p>
    <w:p w:rsidR="005C186D" w:rsidRPr="0042234B" w:rsidRDefault="005C186D" w:rsidP="00157FB8">
      <w:pPr>
        <w:tabs>
          <w:tab w:val="left" w:pos="840"/>
          <w:tab w:val="left" w:pos="1320"/>
          <w:tab w:val="left" w:pos="3240"/>
        </w:tabs>
      </w:pPr>
      <w:r w:rsidRPr="0042234B">
        <w:t>1.</w:t>
      </w:r>
      <w:r w:rsidRPr="0042234B">
        <w:tab/>
        <w:t xml:space="preserve">Break-even in pounds  = </w:t>
      </w:r>
      <w:r>
        <w:t>Annual fixed costs ÷ Contribution margin/pound</w:t>
      </w:r>
    </w:p>
    <w:p w:rsidR="005C186D" w:rsidRPr="0042234B" w:rsidRDefault="005C186D" w:rsidP="00157FB8">
      <w:pPr>
        <w:tabs>
          <w:tab w:val="left" w:pos="840"/>
          <w:tab w:val="left" w:pos="1320"/>
          <w:tab w:val="left" w:pos="3240"/>
        </w:tabs>
      </w:pPr>
      <w:r w:rsidRPr="0042234B">
        <w:tab/>
      </w:r>
      <w:r w:rsidRPr="0042234B">
        <w:tab/>
        <w:t xml:space="preserve">= </w:t>
      </w:r>
      <w:r w:rsidRPr="0018616F">
        <w:rPr>
          <w:position w:val="-30"/>
          <w:sz w:val="20"/>
          <w:szCs w:val="20"/>
        </w:rPr>
        <w:object w:dxaOrig="1380" w:dyaOrig="680">
          <v:shape id="_x0000_i1054" type="#_x0000_t75" style="width:69pt;height:33pt" o:ole="">
            <v:imagedata r:id="rId44" o:title=""/>
          </v:shape>
          <o:OLEObject Type="Embed" ProgID="Equation.3" ShapeID="_x0000_i1054" DrawAspect="Content" ObjectID="_1420974537" r:id="rId45"/>
        </w:object>
      </w:r>
      <w:r w:rsidRPr="0042234B">
        <w:t xml:space="preserve">  =  283,125 pounds</w:t>
      </w:r>
    </w:p>
    <w:p w:rsidR="005C186D" w:rsidRPr="0042234B" w:rsidRDefault="005C186D" w:rsidP="00157FB8">
      <w:pPr>
        <w:tabs>
          <w:tab w:val="left" w:pos="840"/>
          <w:tab w:val="left" w:pos="1320"/>
        </w:tabs>
      </w:pPr>
    </w:p>
    <w:p w:rsidR="005C186D" w:rsidRPr="0042234B" w:rsidRDefault="005C186D" w:rsidP="00157FB8">
      <w:pPr>
        <w:tabs>
          <w:tab w:val="left" w:pos="840"/>
          <w:tab w:val="left" w:pos="1320"/>
        </w:tabs>
        <w:ind w:left="1320" w:hanging="1320"/>
      </w:pPr>
      <w:r w:rsidRPr="0042234B">
        <w:t>2.</w:t>
      </w:r>
      <w:r w:rsidRPr="0042234B">
        <w:tab/>
        <w:t>Contribution margin ratio = $2.00 ÷ $5.00 = 40%</w:t>
      </w:r>
    </w:p>
    <w:p w:rsidR="005C186D" w:rsidRPr="0018616F" w:rsidRDefault="005C186D" w:rsidP="00157FB8">
      <w:pPr>
        <w:tabs>
          <w:tab w:val="left" w:pos="840"/>
          <w:tab w:val="left" w:pos="1320"/>
        </w:tabs>
        <w:ind w:left="1320" w:hanging="1320"/>
        <w:rPr>
          <w:sz w:val="16"/>
          <w:szCs w:val="16"/>
        </w:rPr>
      </w:pPr>
    </w:p>
    <w:p w:rsidR="005C186D" w:rsidRPr="0042234B" w:rsidRDefault="005C186D" w:rsidP="00F435A8">
      <w:pPr>
        <w:tabs>
          <w:tab w:val="left" w:pos="840"/>
          <w:tab w:val="left" w:pos="1320"/>
        </w:tabs>
        <w:ind w:left="1320" w:hanging="1320"/>
        <w:outlineLvl w:val="0"/>
      </w:pPr>
      <w:r w:rsidRPr="0042234B">
        <w:tab/>
        <w:t>Old variable cost = $3.00</w:t>
      </w:r>
    </w:p>
    <w:p w:rsidR="005C186D" w:rsidRPr="0018616F" w:rsidRDefault="005C186D" w:rsidP="00157FB8">
      <w:pPr>
        <w:tabs>
          <w:tab w:val="left" w:pos="840"/>
          <w:tab w:val="left" w:pos="1320"/>
        </w:tabs>
        <w:ind w:left="1320" w:hanging="1320"/>
        <w:rPr>
          <w:sz w:val="16"/>
          <w:szCs w:val="16"/>
        </w:rPr>
      </w:pPr>
    </w:p>
    <w:p w:rsidR="005C186D" w:rsidRPr="0042234B" w:rsidRDefault="005C186D" w:rsidP="00F435A8">
      <w:pPr>
        <w:tabs>
          <w:tab w:val="left" w:pos="840"/>
          <w:tab w:val="left" w:pos="1320"/>
        </w:tabs>
        <w:ind w:left="1320" w:hanging="1320"/>
        <w:outlineLvl w:val="0"/>
      </w:pPr>
      <w:r w:rsidRPr="0042234B">
        <w:tab/>
        <w:t>Only the cost of salmon is affected:</w:t>
      </w:r>
    </w:p>
    <w:p w:rsidR="005C186D" w:rsidRPr="0042234B" w:rsidRDefault="005C186D" w:rsidP="00F435A8">
      <w:pPr>
        <w:tabs>
          <w:tab w:val="left" w:pos="840"/>
          <w:tab w:val="left" w:pos="1320"/>
        </w:tabs>
        <w:ind w:left="1320" w:hanging="1320"/>
        <w:outlineLvl w:val="0"/>
      </w:pPr>
      <w:r w:rsidRPr="0042234B">
        <w:tab/>
        <w:t>New variable cost = $3.00 + (.15 ×$2.50) = $3.375</w:t>
      </w:r>
    </w:p>
    <w:p w:rsidR="005C186D" w:rsidRPr="0018616F" w:rsidRDefault="005C186D" w:rsidP="00157FB8">
      <w:pPr>
        <w:tabs>
          <w:tab w:val="left" w:pos="840"/>
          <w:tab w:val="left" w:pos="1320"/>
        </w:tabs>
        <w:ind w:left="1320" w:hanging="1320"/>
        <w:rPr>
          <w:sz w:val="16"/>
          <w:szCs w:val="16"/>
        </w:rPr>
      </w:pPr>
    </w:p>
    <w:p w:rsidR="005C186D" w:rsidRPr="0042234B" w:rsidRDefault="005C186D" w:rsidP="00157FB8">
      <w:pPr>
        <w:tabs>
          <w:tab w:val="right" w:pos="4230"/>
          <w:tab w:val="left" w:pos="4410"/>
        </w:tabs>
      </w:pPr>
      <w:r w:rsidRPr="0042234B">
        <w:tab/>
        <w:t>Let S</w:t>
      </w:r>
      <w:r w:rsidRPr="0042234B">
        <w:tab/>
        <w:t>= Selling price</w:t>
      </w:r>
    </w:p>
    <w:p w:rsidR="005C186D" w:rsidRPr="0042234B" w:rsidRDefault="005C186D" w:rsidP="00157FB8">
      <w:pPr>
        <w:tabs>
          <w:tab w:val="right" w:pos="4230"/>
          <w:tab w:val="left" w:pos="4410"/>
        </w:tabs>
      </w:pPr>
      <w:r w:rsidRPr="0042234B">
        <w:tab/>
        <w:t>Selling price - Variable costs</w:t>
      </w:r>
      <w:r w:rsidRPr="0042234B">
        <w:tab/>
        <w:t>= Contribution margin</w:t>
      </w:r>
    </w:p>
    <w:p w:rsidR="005C186D" w:rsidRPr="0042234B" w:rsidRDefault="005C186D" w:rsidP="00157FB8">
      <w:pPr>
        <w:tabs>
          <w:tab w:val="right" w:pos="4230"/>
          <w:tab w:val="left" w:pos="4410"/>
        </w:tabs>
      </w:pPr>
      <w:r w:rsidRPr="0042234B">
        <w:tab/>
        <w:t>(S - $3.375)</w:t>
      </w:r>
      <w:r w:rsidRPr="0042234B">
        <w:tab/>
        <w:t>= .40S</w:t>
      </w:r>
    </w:p>
    <w:p w:rsidR="005C186D" w:rsidRPr="0042234B" w:rsidRDefault="005C186D" w:rsidP="00157FB8">
      <w:pPr>
        <w:tabs>
          <w:tab w:val="right" w:pos="4230"/>
          <w:tab w:val="left" w:pos="4410"/>
        </w:tabs>
      </w:pPr>
      <w:r w:rsidRPr="0042234B">
        <w:tab/>
        <w:t>.60S</w:t>
      </w:r>
      <w:r w:rsidRPr="0042234B">
        <w:tab/>
        <w:t>= $3.375</w:t>
      </w:r>
    </w:p>
    <w:p w:rsidR="005C186D" w:rsidRPr="0042234B" w:rsidRDefault="005C186D" w:rsidP="00157FB8">
      <w:pPr>
        <w:tabs>
          <w:tab w:val="right" w:pos="4230"/>
          <w:tab w:val="left" w:pos="4410"/>
        </w:tabs>
      </w:pPr>
      <w:r w:rsidRPr="0042234B">
        <w:tab/>
        <w:t>S</w:t>
      </w:r>
      <w:r w:rsidRPr="0042234B">
        <w:tab/>
        <w:t>= $5.625</w:t>
      </w:r>
    </w:p>
    <w:p w:rsidR="005C186D" w:rsidRPr="0018616F" w:rsidRDefault="005C186D" w:rsidP="00157FB8">
      <w:pPr>
        <w:tabs>
          <w:tab w:val="left" w:pos="840"/>
          <w:tab w:val="left" w:pos="1320"/>
          <w:tab w:val="left" w:pos="4220"/>
        </w:tabs>
        <w:ind w:left="1320" w:hanging="1320"/>
        <w:rPr>
          <w:sz w:val="16"/>
          <w:szCs w:val="16"/>
        </w:rPr>
      </w:pPr>
    </w:p>
    <w:p w:rsidR="005C186D" w:rsidRPr="0042234B" w:rsidRDefault="005C186D" w:rsidP="00F435A8">
      <w:pPr>
        <w:tabs>
          <w:tab w:val="left" w:pos="840"/>
          <w:tab w:val="left" w:pos="1320"/>
          <w:tab w:val="left" w:pos="4220"/>
        </w:tabs>
        <w:ind w:left="1320" w:hanging="1320"/>
        <w:outlineLvl w:val="0"/>
      </w:pPr>
      <w:r w:rsidRPr="0042234B">
        <w:tab/>
        <w:t>Check:  ($5.625 - $3.375) ÷ $5.625 = 40%</w:t>
      </w:r>
    </w:p>
    <w:p w:rsidR="005C186D" w:rsidRPr="0042234B" w:rsidRDefault="005C186D" w:rsidP="00157FB8">
      <w:pPr>
        <w:tabs>
          <w:tab w:val="left" w:pos="840"/>
          <w:tab w:val="left" w:pos="1320"/>
        </w:tabs>
        <w:ind w:left="1320" w:hanging="1320"/>
      </w:pPr>
    </w:p>
    <w:p w:rsidR="005C186D" w:rsidRPr="0042234B" w:rsidRDefault="005C186D" w:rsidP="00157FB8">
      <w:pPr>
        <w:tabs>
          <w:tab w:val="left" w:pos="840"/>
          <w:tab w:val="left" w:pos="1320"/>
        </w:tabs>
        <w:ind w:left="1320" w:hanging="1320"/>
      </w:pPr>
      <w:r w:rsidRPr="0042234B">
        <w:t>3.</w:t>
      </w:r>
      <w:r w:rsidRPr="0042234B">
        <w:tab/>
        <w:t>Current income before taxes:</w:t>
      </w:r>
    </w:p>
    <w:p w:rsidR="005C186D" w:rsidRPr="0042234B" w:rsidRDefault="005C186D" w:rsidP="00157FB8">
      <w:pPr>
        <w:tabs>
          <w:tab w:val="left" w:pos="840"/>
          <w:tab w:val="left" w:pos="1320"/>
        </w:tabs>
        <w:ind w:left="1320" w:hanging="1320"/>
      </w:pPr>
      <w:r w:rsidRPr="0042234B">
        <w:tab/>
      </w:r>
      <w:r w:rsidRPr="0042234B">
        <w:tab/>
        <w:t>= 390,000  × ($5.00 - $3.00) - $566,250</w:t>
      </w:r>
    </w:p>
    <w:p w:rsidR="005C186D" w:rsidRPr="0042234B" w:rsidRDefault="005C186D" w:rsidP="00157FB8">
      <w:pPr>
        <w:tabs>
          <w:tab w:val="left" w:pos="840"/>
          <w:tab w:val="left" w:pos="1320"/>
        </w:tabs>
        <w:ind w:left="1320" w:hanging="1320"/>
      </w:pPr>
      <w:r w:rsidRPr="0042234B">
        <w:tab/>
      </w:r>
      <w:r w:rsidRPr="0042234B">
        <w:tab/>
        <w:t>= $780,000 - $566,250 = $213,750</w:t>
      </w:r>
    </w:p>
    <w:p w:rsidR="005C186D" w:rsidRPr="0042234B" w:rsidRDefault="005C186D" w:rsidP="00157FB8">
      <w:pPr>
        <w:tabs>
          <w:tab w:val="left" w:pos="840"/>
          <w:tab w:val="left" w:pos="1320"/>
        </w:tabs>
        <w:ind w:left="1320" w:hanging="1320"/>
      </w:pPr>
    </w:p>
    <w:p w:rsidR="005C186D" w:rsidRPr="0042234B" w:rsidRDefault="005C186D" w:rsidP="00F435A8">
      <w:pPr>
        <w:tabs>
          <w:tab w:val="left" w:pos="840"/>
          <w:tab w:val="left" w:pos="1320"/>
        </w:tabs>
        <w:ind w:left="1320" w:hanging="1320"/>
        <w:outlineLvl w:val="0"/>
      </w:pPr>
      <w:r w:rsidRPr="0042234B">
        <w:tab/>
        <w:t>Current income after taxes:</w:t>
      </w:r>
    </w:p>
    <w:p w:rsidR="005C186D" w:rsidRPr="0042234B" w:rsidRDefault="005C186D" w:rsidP="00157FB8">
      <w:pPr>
        <w:tabs>
          <w:tab w:val="left" w:pos="840"/>
          <w:tab w:val="left" w:pos="1320"/>
        </w:tabs>
        <w:ind w:left="1320" w:hanging="1320"/>
      </w:pPr>
      <w:r w:rsidRPr="0042234B">
        <w:tab/>
      </w:r>
      <w:r w:rsidRPr="0042234B">
        <w:tab/>
        <w:t>= $213,750 × .60 = $128,250</w:t>
      </w:r>
    </w:p>
    <w:p w:rsidR="005C186D" w:rsidRPr="0042234B" w:rsidRDefault="005C186D" w:rsidP="00157FB8">
      <w:pPr>
        <w:tabs>
          <w:tab w:val="left" w:pos="840"/>
          <w:tab w:val="left" w:pos="1320"/>
        </w:tabs>
        <w:ind w:left="1320" w:hanging="1320"/>
        <w:rPr>
          <w:spacing w:val="-20"/>
        </w:rPr>
      </w:pPr>
    </w:p>
    <w:p w:rsidR="005C186D" w:rsidRPr="0042234B" w:rsidRDefault="005C186D" w:rsidP="00157FB8">
      <w:pPr>
        <w:tabs>
          <w:tab w:val="left" w:pos="840"/>
          <w:tab w:val="left" w:pos="1320"/>
        </w:tabs>
        <w:ind w:left="840" w:hanging="840"/>
      </w:pPr>
      <w:r w:rsidRPr="0042234B">
        <w:rPr>
          <w:spacing w:val="-20"/>
        </w:rPr>
        <w:tab/>
      </w:r>
      <w:r w:rsidRPr="0042234B">
        <w:t>The problem can be solved by using units and then converting to dollar sales.</w:t>
      </w:r>
    </w:p>
    <w:p w:rsidR="005C186D" w:rsidRPr="0042234B" w:rsidRDefault="005C186D" w:rsidP="00157FB8">
      <w:pPr>
        <w:tabs>
          <w:tab w:val="left" w:pos="840"/>
          <w:tab w:val="left" w:pos="1320"/>
        </w:tabs>
        <w:ind w:left="840" w:hanging="840"/>
      </w:pPr>
    </w:p>
    <w:p w:rsidR="005C186D" w:rsidRPr="0042234B" w:rsidRDefault="005C186D" w:rsidP="00157FB8">
      <w:pPr>
        <w:tabs>
          <w:tab w:val="left" w:pos="840"/>
          <w:tab w:val="left" w:pos="1340"/>
          <w:tab w:val="left" w:pos="2070"/>
        </w:tabs>
      </w:pPr>
      <w:r w:rsidRPr="0042234B">
        <w:tab/>
      </w:r>
      <w:r w:rsidRPr="0042234B">
        <w:tab/>
        <w:t>Let N = sales in pounds</w:t>
      </w:r>
    </w:p>
    <w:p w:rsidR="005C186D" w:rsidRPr="0042234B" w:rsidRDefault="005C186D" w:rsidP="00157FB8">
      <w:pPr>
        <w:tabs>
          <w:tab w:val="right" w:pos="6030"/>
          <w:tab w:val="left" w:pos="6210"/>
        </w:tabs>
      </w:pPr>
      <w:r w:rsidRPr="0042234B">
        <w:tab/>
        <w:t xml:space="preserve">Sales - Variable expenses - Fixed expenses </w:t>
      </w:r>
      <w:r w:rsidRPr="0042234B">
        <w:tab/>
        <w:t xml:space="preserve">= </w:t>
      </w:r>
      <w:r w:rsidRPr="0042234B">
        <w:fldChar w:fldCharType="begin"/>
      </w:r>
      <w:r w:rsidRPr="0042234B">
        <w:instrText xml:space="preserve"> EQ \f(Net income,1 - tax rate)     </w:instrText>
      </w:r>
      <w:r w:rsidRPr="0042234B">
        <w:fldChar w:fldCharType="end"/>
      </w:r>
    </w:p>
    <w:p w:rsidR="005C186D" w:rsidRPr="0042234B" w:rsidRDefault="005C186D" w:rsidP="00157FB8">
      <w:pPr>
        <w:tabs>
          <w:tab w:val="right" w:pos="6030"/>
          <w:tab w:val="left" w:pos="6210"/>
        </w:tabs>
        <w:rPr>
          <w:lang w:val="pt-BR"/>
        </w:rPr>
      </w:pPr>
      <w:r w:rsidRPr="0042234B">
        <w:tab/>
      </w:r>
      <w:r>
        <w:t>(</w:t>
      </w:r>
      <w:r w:rsidRPr="0042234B">
        <w:rPr>
          <w:lang w:val="pt-BR"/>
        </w:rPr>
        <w:t>$5.00</w:t>
      </w:r>
      <w:r>
        <w:rPr>
          <w:lang w:val="pt-BR"/>
        </w:rPr>
        <w:t xml:space="preserve"> × </w:t>
      </w:r>
      <w:r w:rsidRPr="0042234B">
        <w:rPr>
          <w:lang w:val="pt-BR"/>
        </w:rPr>
        <w:t>N</w:t>
      </w:r>
      <w:r>
        <w:rPr>
          <w:lang w:val="pt-BR"/>
        </w:rPr>
        <w:t>)</w:t>
      </w:r>
      <w:r w:rsidRPr="0042234B">
        <w:rPr>
          <w:lang w:val="pt-BR"/>
        </w:rPr>
        <w:t xml:space="preserve"> </w:t>
      </w:r>
      <w:r>
        <w:rPr>
          <w:lang w:val="pt-BR"/>
        </w:rPr>
        <w:t>–</w:t>
      </w:r>
      <w:r w:rsidRPr="0042234B">
        <w:rPr>
          <w:lang w:val="pt-BR"/>
        </w:rPr>
        <w:t xml:space="preserve"> </w:t>
      </w:r>
      <w:r>
        <w:rPr>
          <w:lang w:val="pt-BR"/>
        </w:rPr>
        <w:t>{</w:t>
      </w:r>
      <w:r w:rsidRPr="0042234B">
        <w:rPr>
          <w:lang w:val="pt-BR"/>
        </w:rPr>
        <w:t>[($3.00 + .15</w:t>
      </w:r>
      <w:r w:rsidRPr="0042234B">
        <w:t>×</w:t>
      </w:r>
      <w:r w:rsidRPr="0042234B">
        <w:rPr>
          <w:lang w:val="pt-BR"/>
        </w:rPr>
        <w:t>$2.50)]</w:t>
      </w:r>
      <w:r>
        <w:rPr>
          <w:lang w:val="pt-BR"/>
        </w:rPr>
        <w:t xml:space="preserve"> × </w:t>
      </w:r>
      <w:r w:rsidRPr="0042234B">
        <w:rPr>
          <w:lang w:val="pt-BR"/>
        </w:rPr>
        <w:t>N</w:t>
      </w:r>
      <w:r>
        <w:rPr>
          <w:lang w:val="pt-BR"/>
        </w:rPr>
        <w:t>}</w:t>
      </w:r>
      <w:r w:rsidRPr="0042234B">
        <w:rPr>
          <w:lang w:val="pt-BR"/>
        </w:rPr>
        <w:t xml:space="preserve"> - $566,250</w:t>
      </w:r>
      <w:r w:rsidRPr="0042234B">
        <w:rPr>
          <w:lang w:val="pt-BR"/>
        </w:rPr>
        <w:tab/>
        <w:t>=</w:t>
      </w:r>
      <w:r>
        <w:rPr>
          <w:lang w:val="pt-BR"/>
        </w:rPr>
        <w:t>$128,250 ÷ (1 - .4)</w:t>
      </w:r>
      <w:r w:rsidRPr="0042234B">
        <w:rPr>
          <w:lang w:val="pt-BR"/>
        </w:rPr>
        <w:t xml:space="preserve"> </w:t>
      </w:r>
    </w:p>
    <w:p w:rsidR="005C186D" w:rsidRPr="0042234B" w:rsidRDefault="005C186D" w:rsidP="00157FB8">
      <w:pPr>
        <w:tabs>
          <w:tab w:val="right" w:pos="6030"/>
          <w:tab w:val="left" w:pos="6210"/>
        </w:tabs>
        <w:rPr>
          <w:lang w:val="pt-BR"/>
        </w:rPr>
      </w:pPr>
      <w:r w:rsidRPr="0042234B">
        <w:rPr>
          <w:lang w:val="pt-BR"/>
        </w:rPr>
        <w:tab/>
      </w:r>
      <w:r>
        <w:rPr>
          <w:lang w:val="pt-BR"/>
        </w:rPr>
        <w:t>(</w:t>
      </w:r>
      <w:r w:rsidRPr="0042234B">
        <w:rPr>
          <w:lang w:val="pt-BR"/>
        </w:rPr>
        <w:t>$5.00</w:t>
      </w:r>
      <w:r>
        <w:rPr>
          <w:lang w:val="pt-BR"/>
        </w:rPr>
        <w:t xml:space="preserve"> × </w:t>
      </w:r>
      <w:r w:rsidRPr="0042234B">
        <w:rPr>
          <w:lang w:val="pt-BR"/>
        </w:rPr>
        <w:t>N</w:t>
      </w:r>
      <w:r>
        <w:rPr>
          <w:lang w:val="pt-BR"/>
        </w:rPr>
        <w:t>)</w:t>
      </w:r>
      <w:r w:rsidRPr="0042234B">
        <w:rPr>
          <w:lang w:val="pt-BR"/>
        </w:rPr>
        <w:t xml:space="preserve"> </w:t>
      </w:r>
      <w:r>
        <w:rPr>
          <w:lang w:val="pt-BR"/>
        </w:rPr>
        <w:t>–</w:t>
      </w:r>
      <w:r w:rsidRPr="0042234B">
        <w:rPr>
          <w:lang w:val="pt-BR"/>
        </w:rPr>
        <w:t xml:space="preserve"> </w:t>
      </w:r>
      <w:r>
        <w:rPr>
          <w:lang w:val="pt-BR"/>
        </w:rPr>
        <w:t>(</w:t>
      </w:r>
      <w:r w:rsidRPr="0042234B">
        <w:rPr>
          <w:lang w:val="pt-BR"/>
        </w:rPr>
        <w:t>$3.375</w:t>
      </w:r>
      <w:r>
        <w:rPr>
          <w:lang w:val="pt-BR"/>
        </w:rPr>
        <w:t xml:space="preserve"> × </w:t>
      </w:r>
      <w:r w:rsidRPr="0042234B">
        <w:rPr>
          <w:lang w:val="pt-BR"/>
        </w:rPr>
        <w:t>N</w:t>
      </w:r>
      <w:r>
        <w:rPr>
          <w:lang w:val="pt-BR"/>
        </w:rPr>
        <w:t>)</w:t>
      </w:r>
      <w:r w:rsidRPr="0042234B">
        <w:rPr>
          <w:lang w:val="pt-BR"/>
        </w:rPr>
        <w:t xml:space="preserve"> - $566,250</w:t>
      </w:r>
      <w:r w:rsidRPr="0042234B">
        <w:rPr>
          <w:lang w:val="pt-BR"/>
        </w:rPr>
        <w:tab/>
        <w:t>= $213,750</w:t>
      </w:r>
    </w:p>
    <w:p w:rsidR="005C186D" w:rsidRPr="0042234B" w:rsidRDefault="005C186D" w:rsidP="00157FB8">
      <w:pPr>
        <w:tabs>
          <w:tab w:val="right" w:pos="6030"/>
          <w:tab w:val="left" w:pos="6210"/>
        </w:tabs>
        <w:rPr>
          <w:lang w:val="pt-BR"/>
        </w:rPr>
      </w:pPr>
      <w:r w:rsidRPr="0042234B">
        <w:rPr>
          <w:lang w:val="pt-BR"/>
        </w:rPr>
        <w:tab/>
        <w:t>$1.625</w:t>
      </w:r>
      <w:r>
        <w:rPr>
          <w:lang w:val="pt-BR"/>
        </w:rPr>
        <w:t xml:space="preserve"> × </w:t>
      </w:r>
      <w:r w:rsidRPr="0042234B">
        <w:rPr>
          <w:lang w:val="pt-BR"/>
        </w:rPr>
        <w:t xml:space="preserve">N </w:t>
      </w:r>
      <w:r w:rsidRPr="0042234B">
        <w:rPr>
          <w:lang w:val="pt-BR"/>
        </w:rPr>
        <w:tab/>
        <w:t>= $780,000</w:t>
      </w:r>
    </w:p>
    <w:p w:rsidR="005C186D" w:rsidRPr="0042234B" w:rsidRDefault="005C186D" w:rsidP="00157FB8">
      <w:pPr>
        <w:tabs>
          <w:tab w:val="right" w:pos="6030"/>
          <w:tab w:val="left" w:pos="6210"/>
        </w:tabs>
        <w:rPr>
          <w:lang w:val="pt-BR"/>
        </w:rPr>
      </w:pPr>
      <w:r w:rsidRPr="0042234B">
        <w:rPr>
          <w:lang w:val="pt-BR"/>
        </w:rPr>
        <w:tab/>
        <w:t xml:space="preserve">N </w:t>
      </w:r>
      <w:r w:rsidRPr="0042234B">
        <w:rPr>
          <w:lang w:val="pt-BR"/>
        </w:rPr>
        <w:tab/>
        <w:t>= 480,000 pounds</w:t>
      </w:r>
    </w:p>
    <w:p w:rsidR="005C186D" w:rsidRPr="0042234B" w:rsidRDefault="005C186D" w:rsidP="00157FB8">
      <w:pPr>
        <w:tabs>
          <w:tab w:val="right" w:pos="6030"/>
          <w:tab w:val="left" w:pos="6210"/>
        </w:tabs>
      </w:pPr>
      <w:r w:rsidRPr="0042234B">
        <w:rPr>
          <w:lang w:val="pt-BR"/>
        </w:rPr>
        <w:tab/>
      </w:r>
      <w:r w:rsidRPr="0042234B">
        <w:t>$5.00</w:t>
      </w:r>
      <w:r>
        <w:t xml:space="preserve"> × </w:t>
      </w:r>
      <w:r w:rsidRPr="0042234B">
        <w:t xml:space="preserve">N </w:t>
      </w:r>
      <w:r w:rsidRPr="0042234B">
        <w:tab/>
        <w:t>= $2,400,000 sales</w:t>
      </w:r>
    </w:p>
    <w:p w:rsidR="005C186D" w:rsidRDefault="005C186D" w:rsidP="0018616F">
      <w:pPr>
        <w:tabs>
          <w:tab w:val="left" w:pos="840"/>
          <w:tab w:val="left" w:pos="1320"/>
          <w:tab w:val="left" w:pos="1800"/>
        </w:tabs>
        <w:outlineLvl w:val="0"/>
      </w:pPr>
    </w:p>
    <w:p w:rsidR="005C186D" w:rsidRPr="0042234B" w:rsidRDefault="005C186D" w:rsidP="00841B0C">
      <w:pPr>
        <w:tabs>
          <w:tab w:val="left" w:pos="840"/>
          <w:tab w:val="left" w:pos="1320"/>
          <w:tab w:val="left" w:pos="1800"/>
        </w:tabs>
        <w:ind w:left="720"/>
        <w:outlineLvl w:val="0"/>
      </w:pPr>
      <w:r w:rsidRPr="0042234B">
        <w:t>An alternative way to get the solution is:</w:t>
      </w:r>
    </w:p>
    <w:p w:rsidR="005C186D" w:rsidRPr="0042234B" w:rsidRDefault="005C186D">
      <w:pPr>
        <w:tabs>
          <w:tab w:val="left" w:pos="840"/>
          <w:tab w:val="left" w:pos="1080"/>
          <w:tab w:val="left" w:pos="1800"/>
          <w:tab w:val="left" w:pos="4680"/>
        </w:tabs>
      </w:pPr>
      <w:r w:rsidRPr="0042234B">
        <w:tab/>
      </w:r>
      <w:r w:rsidRPr="0042234B">
        <w:tab/>
        <w:t>New contribution margin ratio =</w:t>
      </w:r>
      <w:r>
        <w:t xml:space="preserve"> ($5.00- $3.375) ÷ $5.00</w:t>
      </w:r>
      <w:r w:rsidRPr="0042234B">
        <w:t xml:space="preserve"> = .325</w:t>
      </w:r>
    </w:p>
    <w:p w:rsidR="005C186D" w:rsidRPr="0042234B" w:rsidRDefault="005C186D">
      <w:pPr>
        <w:tabs>
          <w:tab w:val="left" w:pos="840"/>
          <w:tab w:val="left" w:pos="1080"/>
          <w:tab w:val="left" w:pos="1800"/>
        </w:tabs>
      </w:pPr>
      <w:r w:rsidRPr="0042234B">
        <w:tab/>
      </w:r>
      <w:r w:rsidRPr="0042234B">
        <w:tab/>
        <w:t>New variable-cost ratio = 1.000 - .325 = .675</w:t>
      </w:r>
    </w:p>
    <w:p w:rsidR="005C186D" w:rsidRPr="0018616F" w:rsidRDefault="005C186D" w:rsidP="00157FB8">
      <w:pPr>
        <w:tabs>
          <w:tab w:val="left" w:pos="840"/>
          <w:tab w:val="left" w:pos="1320"/>
          <w:tab w:val="left" w:pos="1800"/>
        </w:tabs>
        <w:rPr>
          <w:sz w:val="16"/>
          <w:szCs w:val="16"/>
        </w:rPr>
      </w:pPr>
    </w:p>
    <w:p w:rsidR="005C186D" w:rsidRPr="0042234B" w:rsidRDefault="005C186D" w:rsidP="00157FB8">
      <w:pPr>
        <w:tabs>
          <w:tab w:val="right" w:pos="2059"/>
          <w:tab w:val="left" w:pos="2160"/>
        </w:tabs>
      </w:pPr>
      <w:r w:rsidRPr="0042234B">
        <w:tab/>
        <w:t>Let S</w:t>
      </w:r>
      <w:r w:rsidRPr="0042234B">
        <w:tab/>
        <w:t>= Sales</w:t>
      </w:r>
    </w:p>
    <w:p w:rsidR="005C186D" w:rsidRPr="0042234B" w:rsidRDefault="005C186D" w:rsidP="00157FB8">
      <w:pPr>
        <w:tabs>
          <w:tab w:val="right" w:pos="2059"/>
          <w:tab w:val="left" w:pos="2160"/>
        </w:tabs>
      </w:pPr>
      <w:r w:rsidRPr="0042234B">
        <w:tab/>
        <w:t>S</w:t>
      </w:r>
      <w:r w:rsidRPr="0042234B">
        <w:tab/>
        <w:t xml:space="preserve">= </w:t>
      </w:r>
      <w:r>
        <w:t xml:space="preserve"> (</w:t>
      </w:r>
      <w:r w:rsidRPr="0042234B">
        <w:t>.675</w:t>
      </w:r>
      <w:r>
        <w:t xml:space="preserve"> × </w:t>
      </w:r>
      <w:r w:rsidRPr="0042234B">
        <w:t>S</w:t>
      </w:r>
      <w:r>
        <w:t>)</w:t>
      </w:r>
      <w:r w:rsidRPr="0042234B">
        <w:t xml:space="preserve"> + $566,250 +</w:t>
      </w:r>
      <w:r>
        <w:t xml:space="preserve"> [$128,250 ÷ (1 - .4)]</w:t>
      </w:r>
      <w:r w:rsidRPr="0042234B">
        <w:t xml:space="preserve"> </w:t>
      </w:r>
    </w:p>
    <w:p w:rsidR="005C186D" w:rsidRPr="0042234B" w:rsidRDefault="005C186D" w:rsidP="00157FB8">
      <w:pPr>
        <w:tabs>
          <w:tab w:val="right" w:pos="2059"/>
          <w:tab w:val="left" w:pos="2160"/>
        </w:tabs>
      </w:pPr>
      <w:r w:rsidRPr="0042234B">
        <w:tab/>
        <w:t>.325</w:t>
      </w:r>
      <w:r>
        <w:t xml:space="preserve"> × </w:t>
      </w:r>
      <w:r w:rsidRPr="0042234B">
        <w:t xml:space="preserve">S </w:t>
      </w:r>
      <w:r w:rsidRPr="0042234B">
        <w:tab/>
        <w:t>= $780,000</w:t>
      </w:r>
    </w:p>
    <w:p w:rsidR="005C186D" w:rsidRPr="0042234B" w:rsidRDefault="005C186D" w:rsidP="00157FB8">
      <w:pPr>
        <w:tabs>
          <w:tab w:val="right" w:pos="2059"/>
          <w:tab w:val="left" w:pos="2160"/>
        </w:tabs>
      </w:pPr>
      <w:r w:rsidRPr="0042234B">
        <w:tab/>
        <w:t xml:space="preserve">S </w:t>
      </w:r>
      <w:r w:rsidRPr="0042234B">
        <w:tab/>
        <w:t>= $2,400,000</w:t>
      </w:r>
    </w:p>
    <w:p w:rsidR="005C186D" w:rsidRPr="0042234B" w:rsidRDefault="005C186D" w:rsidP="00157FB8">
      <w:pPr>
        <w:tabs>
          <w:tab w:val="left" w:pos="840"/>
          <w:tab w:val="left" w:pos="1320"/>
          <w:tab w:val="left" w:pos="1800"/>
          <w:tab w:val="left" w:pos="2160"/>
        </w:tabs>
      </w:pPr>
    </w:p>
    <w:p w:rsidR="005C186D" w:rsidRPr="0042234B" w:rsidRDefault="005C186D" w:rsidP="00157FB8">
      <w:pPr>
        <w:tabs>
          <w:tab w:val="left" w:pos="840"/>
          <w:tab w:val="left" w:pos="1320"/>
          <w:tab w:val="left" w:pos="1800"/>
          <w:tab w:val="left" w:pos="2160"/>
        </w:tabs>
      </w:pPr>
      <w:r w:rsidRPr="0042234B">
        <w:t>4.</w:t>
      </w:r>
      <w:r w:rsidRPr="0042234B">
        <w:tab/>
        <w:t>Strategies might include:</w:t>
      </w:r>
    </w:p>
    <w:p w:rsidR="005C186D" w:rsidRPr="0042234B" w:rsidRDefault="005C186D" w:rsidP="00157FB8">
      <w:pPr>
        <w:tabs>
          <w:tab w:val="left" w:pos="840"/>
          <w:tab w:val="left" w:pos="1320"/>
          <w:tab w:val="left" w:pos="1800"/>
          <w:tab w:val="left" w:pos="2160"/>
        </w:tabs>
      </w:pPr>
      <w:r w:rsidRPr="0042234B">
        <w:tab/>
        <w:t>(a) Increase selling price by the $.375 cost increase.</w:t>
      </w:r>
    </w:p>
    <w:p w:rsidR="005C186D" w:rsidRPr="0042234B" w:rsidRDefault="005C186D" w:rsidP="00157FB8">
      <w:pPr>
        <w:tabs>
          <w:tab w:val="left" w:pos="840"/>
          <w:tab w:val="left" w:pos="1320"/>
          <w:tab w:val="left" w:pos="1800"/>
          <w:tab w:val="left" w:pos="2160"/>
        </w:tabs>
      </w:pPr>
      <w:r w:rsidRPr="0042234B">
        <w:tab/>
        <w:t>(b) Decrease other variable costs by $.375 per pound.</w:t>
      </w:r>
    </w:p>
    <w:p w:rsidR="005C186D" w:rsidRPr="0042234B" w:rsidRDefault="005C186D" w:rsidP="00157FB8">
      <w:pPr>
        <w:tabs>
          <w:tab w:val="left" w:pos="840"/>
          <w:tab w:val="left" w:pos="1320"/>
          <w:tab w:val="left" w:pos="1800"/>
          <w:tab w:val="left" w:pos="2160"/>
        </w:tabs>
      </w:pPr>
      <w:r w:rsidRPr="0042234B">
        <w:tab/>
        <w:t>(c) Decrease fixed costs by $.375 × 390,000 = $146,250.</w:t>
      </w:r>
    </w:p>
    <w:p w:rsidR="005C186D" w:rsidRPr="0042234B" w:rsidRDefault="005C186D" w:rsidP="00157FB8">
      <w:pPr>
        <w:tabs>
          <w:tab w:val="left" w:pos="840"/>
          <w:tab w:val="left" w:pos="1320"/>
          <w:tab w:val="left" w:pos="1800"/>
          <w:tab w:val="left" w:pos="2160"/>
        </w:tabs>
      </w:pPr>
      <w:r w:rsidRPr="0042234B">
        <w:tab/>
        <w:t>(d) Increase unit sales by 480,000 - 390,000 = 90,000 pounds.</w:t>
      </w:r>
    </w:p>
    <w:p w:rsidR="005C186D" w:rsidRPr="0042234B" w:rsidRDefault="005C186D" w:rsidP="00157FB8">
      <w:pPr>
        <w:tabs>
          <w:tab w:val="left" w:pos="840"/>
        </w:tabs>
      </w:pPr>
      <w:r w:rsidRPr="0042234B">
        <w:tab/>
        <w:t>(e) Some combination of the above.</w:t>
      </w:r>
    </w:p>
    <w:p w:rsidR="005C186D" w:rsidRPr="0018616F" w:rsidRDefault="005C186D" w:rsidP="00157FB8">
      <w:pPr>
        <w:tabs>
          <w:tab w:val="left" w:pos="840"/>
        </w:tabs>
        <w:rPr>
          <w:spacing w:val="-20"/>
          <w:sz w:val="16"/>
          <w:szCs w:val="16"/>
        </w:rPr>
      </w:pPr>
    </w:p>
    <w:p w:rsidR="005C186D" w:rsidRPr="0042234B" w:rsidRDefault="005C186D" w:rsidP="00902145">
      <w:r w:rsidRPr="0042234B">
        <w:rPr>
          <w:u w:val="single"/>
        </w:rPr>
        <w:t>2-</w:t>
      </w:r>
      <w:r>
        <w:rPr>
          <w:u w:val="single"/>
        </w:rPr>
        <w:t>72</w:t>
      </w:r>
      <w:r w:rsidRPr="0042234B">
        <w:t xml:space="preserve">  (15-20 min.)</w:t>
      </w:r>
    </w:p>
    <w:p w:rsidR="005C186D" w:rsidRPr="0018616F" w:rsidRDefault="005C186D" w:rsidP="00EB6D19">
      <w:pPr>
        <w:tabs>
          <w:tab w:val="left" w:pos="840"/>
          <w:tab w:val="left" w:pos="1680"/>
          <w:tab w:val="left" w:pos="2040"/>
          <w:tab w:val="left" w:pos="4800"/>
          <w:tab w:val="left" w:pos="5280"/>
        </w:tabs>
        <w:rPr>
          <w:sz w:val="16"/>
          <w:szCs w:val="16"/>
        </w:rPr>
      </w:pPr>
    </w:p>
    <w:p w:rsidR="005C186D" w:rsidRPr="0042234B" w:rsidRDefault="005C186D" w:rsidP="00346871">
      <w:pPr>
        <w:tabs>
          <w:tab w:val="left" w:pos="840"/>
          <w:tab w:val="left" w:pos="1680"/>
          <w:tab w:val="left" w:pos="2040"/>
          <w:tab w:val="left" w:pos="4800"/>
          <w:tab w:val="left" w:pos="5280"/>
        </w:tabs>
        <w:ind w:left="720" w:hanging="720"/>
      </w:pPr>
      <w:r w:rsidRPr="0042234B">
        <w:t xml:space="preserve">1. </w:t>
      </w:r>
      <w:r w:rsidRPr="0042234B">
        <w:tab/>
        <w:t xml:space="preserve">The following table shows the comparison between percentage </w:t>
      </w:r>
      <w:r>
        <w:t>changes</w:t>
      </w:r>
      <w:r w:rsidRPr="0042234B">
        <w:t xml:space="preserve"> in total revenue and income before taxes for the </w:t>
      </w:r>
      <w:r>
        <w:t>six</w:t>
      </w:r>
      <w:r w:rsidRPr="0042234B">
        <w:t xml:space="preserve"> major regions of Nike.</w:t>
      </w:r>
    </w:p>
    <w:p w:rsidR="005C186D" w:rsidRPr="0018616F" w:rsidRDefault="005C186D" w:rsidP="008E50EE">
      <w:pPr>
        <w:tabs>
          <w:tab w:val="left" w:pos="840"/>
          <w:tab w:val="left" w:pos="1680"/>
          <w:tab w:val="left" w:pos="2040"/>
          <w:tab w:val="left" w:pos="4800"/>
          <w:tab w:val="left" w:pos="5280"/>
        </w:tabs>
        <w:rPr>
          <w:sz w:val="16"/>
          <w:szCs w:val="16"/>
        </w:rPr>
      </w:pPr>
    </w:p>
    <w:p w:rsidR="005C186D" w:rsidRPr="0042234B" w:rsidRDefault="005C186D" w:rsidP="00AB4638">
      <w:pPr>
        <w:tabs>
          <w:tab w:val="center" w:pos="3420"/>
          <w:tab w:val="center" w:pos="6390"/>
        </w:tabs>
      </w:pPr>
      <w:r w:rsidRPr="0042234B">
        <w:tab/>
        <w:t>Percent Change</w:t>
      </w:r>
      <w:r w:rsidRPr="0042234B">
        <w:tab/>
        <w:t>Percent Change</w:t>
      </w:r>
    </w:p>
    <w:p w:rsidR="005C186D" w:rsidRPr="0042234B" w:rsidRDefault="005C186D" w:rsidP="00AB4638">
      <w:pPr>
        <w:tabs>
          <w:tab w:val="left" w:pos="2790"/>
          <w:tab w:val="center" w:pos="3420"/>
          <w:tab w:val="center" w:pos="6390"/>
        </w:tabs>
      </w:pPr>
      <w:r w:rsidRPr="0042234B">
        <w:rPr>
          <w:u w:val="single"/>
        </w:rPr>
        <w:t>Region</w:t>
      </w:r>
      <w:r w:rsidRPr="0042234B">
        <w:tab/>
      </w:r>
      <w:r w:rsidRPr="0042234B">
        <w:rPr>
          <w:u w:val="single"/>
        </w:rPr>
        <w:t>in Revenue</w:t>
      </w:r>
      <w:r w:rsidRPr="0042234B">
        <w:tab/>
      </w:r>
      <w:r w:rsidRPr="0042234B">
        <w:rPr>
          <w:u w:val="single"/>
        </w:rPr>
        <w:t>in Pre-tax Income</w:t>
      </w:r>
    </w:p>
    <w:p w:rsidR="005C186D" w:rsidRPr="0042234B" w:rsidRDefault="005C186D" w:rsidP="00AB4638">
      <w:pPr>
        <w:tabs>
          <w:tab w:val="decimal" w:pos="3600"/>
          <w:tab w:val="decimal" w:pos="6480"/>
        </w:tabs>
      </w:pPr>
      <w:r>
        <w:t>North America</w:t>
      </w:r>
      <w:r w:rsidRPr="0042234B">
        <w:tab/>
      </w:r>
      <w:r>
        <w:t>13</w:t>
      </w:r>
      <w:r w:rsidRPr="0042234B">
        <w:t>%</w:t>
      </w:r>
      <w:r w:rsidRPr="0042234B">
        <w:tab/>
      </w:r>
      <w:r>
        <w:t>14</w:t>
      </w:r>
      <w:r w:rsidRPr="0042234B">
        <w:t>%</w:t>
      </w:r>
    </w:p>
    <w:p w:rsidR="005C186D" w:rsidRPr="0042234B" w:rsidRDefault="005C186D" w:rsidP="00FD7755">
      <w:pPr>
        <w:tabs>
          <w:tab w:val="decimal" w:pos="3600"/>
          <w:tab w:val="decimal" w:pos="6480"/>
        </w:tabs>
      </w:pPr>
      <w:r>
        <w:t>Western Europe</w:t>
      </w:r>
      <w:r w:rsidRPr="0042234B">
        <w:tab/>
      </w:r>
      <w:r>
        <w:t>–2</w:t>
      </w:r>
      <w:r w:rsidRPr="0042234B">
        <w:t>%</w:t>
      </w:r>
      <w:r w:rsidRPr="0042234B">
        <w:tab/>
      </w:r>
      <w:r>
        <w:t>–16</w:t>
      </w:r>
      <w:r w:rsidRPr="0042234B">
        <w:t>%</w:t>
      </w:r>
    </w:p>
    <w:p w:rsidR="005C186D" w:rsidRPr="0042234B" w:rsidRDefault="005C186D" w:rsidP="00AB4638">
      <w:pPr>
        <w:tabs>
          <w:tab w:val="decimal" w:pos="3600"/>
          <w:tab w:val="decimal" w:pos="6480"/>
        </w:tabs>
      </w:pPr>
      <w:r>
        <w:t>Central &amp; Eastern Europe</w:t>
      </w:r>
      <w:r w:rsidRPr="0042234B">
        <w:tab/>
      </w:r>
      <w:r>
        <w:t>4</w:t>
      </w:r>
      <w:r w:rsidRPr="0042234B">
        <w:t>%</w:t>
      </w:r>
      <w:r w:rsidRPr="0042234B">
        <w:tab/>
      </w:r>
      <w:r>
        <w:t>–8</w:t>
      </w:r>
      <w:r w:rsidRPr="0042234B">
        <w:t>%</w:t>
      </w:r>
    </w:p>
    <w:p w:rsidR="005C186D" w:rsidRPr="0042234B" w:rsidRDefault="005C186D" w:rsidP="00FD7755">
      <w:pPr>
        <w:tabs>
          <w:tab w:val="decimal" w:pos="3600"/>
          <w:tab w:val="decimal" w:pos="6480"/>
        </w:tabs>
      </w:pPr>
      <w:r>
        <w:t>Greater China</w:t>
      </w:r>
      <w:r w:rsidRPr="0042234B">
        <w:tab/>
      </w:r>
      <w:r>
        <w:t>18</w:t>
      </w:r>
      <w:r w:rsidRPr="0042234B">
        <w:t>%</w:t>
      </w:r>
      <w:r w:rsidRPr="0042234B">
        <w:tab/>
      </w:r>
      <w:r>
        <w:t>22</w:t>
      </w:r>
      <w:r w:rsidRPr="0042234B">
        <w:t>%</w:t>
      </w:r>
    </w:p>
    <w:p w:rsidR="005C186D" w:rsidRPr="0042234B" w:rsidRDefault="005C186D" w:rsidP="00AB4638">
      <w:pPr>
        <w:tabs>
          <w:tab w:val="decimal" w:pos="3600"/>
          <w:tab w:val="decimal" w:pos="6480"/>
        </w:tabs>
      </w:pPr>
      <w:r>
        <w:t>Japan</w:t>
      </w:r>
      <w:r w:rsidRPr="0042234B">
        <w:tab/>
      </w:r>
      <w:r>
        <w:t>–13</w:t>
      </w:r>
      <w:r w:rsidRPr="0042234B">
        <w:t>%</w:t>
      </w:r>
      <w:r w:rsidRPr="0042234B">
        <w:tab/>
      </w:r>
      <w:r>
        <w:t>–37</w:t>
      </w:r>
      <w:r w:rsidRPr="0042234B">
        <w:t>%</w:t>
      </w:r>
    </w:p>
    <w:p w:rsidR="005C186D" w:rsidRPr="0042234B" w:rsidRDefault="005C186D" w:rsidP="00AB4638">
      <w:pPr>
        <w:tabs>
          <w:tab w:val="decimal" w:pos="3600"/>
          <w:tab w:val="decimal" w:pos="6480"/>
        </w:tabs>
      </w:pPr>
      <w:r>
        <w:t>Emerging Markets</w:t>
      </w:r>
      <w:r w:rsidRPr="0042234B">
        <w:tab/>
      </w:r>
      <w:r>
        <w:t>24</w:t>
      </w:r>
      <w:r w:rsidRPr="0042234B">
        <w:t>%</w:t>
      </w:r>
      <w:r w:rsidRPr="0042234B">
        <w:tab/>
      </w:r>
      <w:r>
        <w:t>32</w:t>
      </w:r>
      <w:r w:rsidRPr="0042234B">
        <w:t>%</w:t>
      </w:r>
    </w:p>
    <w:p w:rsidR="005C186D" w:rsidRPr="0018616F" w:rsidRDefault="005C186D">
      <w:pPr>
        <w:tabs>
          <w:tab w:val="left" w:pos="840"/>
          <w:tab w:val="left" w:pos="1680"/>
          <w:tab w:val="left" w:pos="2040"/>
          <w:tab w:val="left" w:pos="4800"/>
          <w:tab w:val="left" w:pos="5280"/>
        </w:tabs>
        <w:jc w:val="center"/>
        <w:rPr>
          <w:sz w:val="16"/>
          <w:szCs w:val="16"/>
        </w:rPr>
      </w:pPr>
    </w:p>
    <w:p w:rsidR="005C186D" w:rsidRPr="0042234B" w:rsidRDefault="005C186D" w:rsidP="00346871">
      <w:pPr>
        <w:tabs>
          <w:tab w:val="left" w:pos="840"/>
          <w:tab w:val="left" w:pos="1680"/>
          <w:tab w:val="left" w:pos="2040"/>
          <w:tab w:val="left" w:pos="4800"/>
          <w:tab w:val="left" w:pos="5280"/>
        </w:tabs>
        <w:ind w:left="720"/>
      </w:pPr>
      <w:r w:rsidRPr="0042234B">
        <w:t>The term operating leverage means that a substantial portion of the resources used to generate income were fixed-cost resources and did not increase in response to increased revenue-generating activities.</w:t>
      </w:r>
      <w:r>
        <w:t xml:space="preserve">  As a result, income changes more than proportional to the change in revenue.</w:t>
      </w:r>
    </w:p>
    <w:p w:rsidR="005C186D" w:rsidRPr="0018616F" w:rsidRDefault="005C186D" w:rsidP="00EB6D19">
      <w:pPr>
        <w:tabs>
          <w:tab w:val="left" w:pos="840"/>
          <w:tab w:val="left" w:pos="1680"/>
          <w:tab w:val="left" w:pos="2040"/>
          <w:tab w:val="left" w:pos="4800"/>
          <w:tab w:val="left" w:pos="5280"/>
        </w:tabs>
        <w:rPr>
          <w:sz w:val="16"/>
          <w:szCs w:val="16"/>
        </w:rPr>
      </w:pPr>
    </w:p>
    <w:p w:rsidR="005C186D" w:rsidRPr="0042234B" w:rsidRDefault="005C186D" w:rsidP="00346871">
      <w:pPr>
        <w:tabs>
          <w:tab w:val="left" w:pos="840"/>
          <w:tab w:val="left" w:pos="1680"/>
          <w:tab w:val="left" w:pos="2040"/>
          <w:tab w:val="left" w:pos="4800"/>
          <w:tab w:val="left" w:pos="5280"/>
        </w:tabs>
        <w:ind w:left="720" w:hanging="720"/>
      </w:pPr>
      <w:r w:rsidRPr="0042234B">
        <w:t xml:space="preserve">2. </w:t>
      </w:r>
      <w:r w:rsidRPr="0042234B">
        <w:tab/>
      </w:r>
      <w:r>
        <w:t>There are many possible explanations.  One possibility is that w</w:t>
      </w:r>
      <w:r w:rsidRPr="0042234B">
        <w:t xml:space="preserve">hile revenues increased, variable costs may have increased so that the </w:t>
      </w:r>
      <w:r>
        <w:t>overall contribution margin fell, resulting in a decrease in income</w:t>
      </w:r>
      <w:r w:rsidRPr="0042234B">
        <w:t xml:space="preserve">. </w:t>
      </w:r>
      <w:r>
        <w:t xml:space="preserve"> Another possibility is that even if variable costs did not increase, fixed costs may have increased by an amount that more than offset the increased contribution from increased sales.</w:t>
      </w:r>
    </w:p>
    <w:p w:rsidR="005C186D" w:rsidRPr="0018616F" w:rsidRDefault="005C186D" w:rsidP="00346871">
      <w:pPr>
        <w:tabs>
          <w:tab w:val="left" w:pos="840"/>
          <w:tab w:val="left" w:pos="1680"/>
          <w:tab w:val="left" w:pos="2040"/>
          <w:tab w:val="left" w:pos="4800"/>
          <w:tab w:val="left" w:pos="5280"/>
        </w:tabs>
        <w:ind w:left="720" w:hanging="720"/>
        <w:rPr>
          <w:sz w:val="16"/>
          <w:szCs w:val="16"/>
        </w:rPr>
      </w:pPr>
    </w:p>
    <w:p w:rsidR="005C186D" w:rsidRPr="0042234B" w:rsidRDefault="005C186D" w:rsidP="00346871">
      <w:pPr>
        <w:tabs>
          <w:tab w:val="left" w:pos="840"/>
          <w:tab w:val="left" w:pos="1680"/>
          <w:tab w:val="left" w:pos="2040"/>
          <w:tab w:val="left" w:pos="4800"/>
          <w:tab w:val="left" w:pos="5280"/>
        </w:tabs>
        <w:ind w:left="720" w:hanging="720"/>
      </w:pPr>
      <w:r w:rsidRPr="0042234B">
        <w:t xml:space="preserve">3. </w:t>
      </w:r>
      <w:r w:rsidRPr="0042234B">
        <w:tab/>
        <w:t xml:space="preserve">Nike’s </w:t>
      </w:r>
      <w:r>
        <w:t xml:space="preserve">operating </w:t>
      </w:r>
      <w:r w:rsidRPr="0042234B">
        <w:t xml:space="preserve">leverage is the ratio of its fixed costs to variable costs. </w:t>
      </w:r>
      <w:r>
        <w:t>A</w:t>
      </w:r>
      <w:r w:rsidRPr="0042234B">
        <w:t xml:space="preserve"> large percentage of Nike’s costs </w:t>
      </w:r>
      <w:r>
        <w:t>is</w:t>
      </w:r>
      <w:r w:rsidRPr="0042234B">
        <w:t xml:space="preserve"> cost of goods sold, which is primarily a variable cost, making operating leverage low.  However, Nike also has many fixed costs.  Many of Nike’s fixed costs are related to its distribution function. </w:t>
      </w:r>
      <w:r>
        <w:t>The costs of</w:t>
      </w:r>
      <w:r w:rsidRPr="0042234B">
        <w:t xml:space="preserve"> the distribution center, equipment, </w:t>
      </w:r>
      <w:r>
        <w:t xml:space="preserve">and </w:t>
      </w:r>
      <w:r w:rsidRPr="0042234B">
        <w:t>salaries of regular employees and management all contribute to a substantial fixed-cost component of total cost. Another significant component of fixed costs is the Nike World Campus in Beaverton, Oregon with 16 buildings and almost 6,000 management staff.</w:t>
      </w:r>
    </w:p>
    <w:p w:rsidR="005C186D" w:rsidRPr="0018616F" w:rsidRDefault="005C186D" w:rsidP="00EB6D19">
      <w:pPr>
        <w:tabs>
          <w:tab w:val="left" w:pos="840"/>
          <w:tab w:val="left" w:pos="1680"/>
          <w:tab w:val="left" w:pos="2040"/>
          <w:tab w:val="left" w:pos="4800"/>
          <w:tab w:val="left" w:pos="5280"/>
        </w:tabs>
        <w:rPr>
          <w:sz w:val="16"/>
          <w:szCs w:val="16"/>
        </w:rPr>
      </w:pPr>
    </w:p>
    <w:p w:rsidR="005C186D" w:rsidRDefault="005C186D" w:rsidP="00346871">
      <w:pPr>
        <w:tabs>
          <w:tab w:val="left" w:pos="840"/>
          <w:tab w:val="left" w:pos="1680"/>
          <w:tab w:val="left" w:pos="2040"/>
          <w:tab w:val="left" w:pos="4800"/>
          <w:tab w:val="left" w:pos="5280"/>
        </w:tabs>
        <w:ind w:left="720" w:hanging="720"/>
      </w:pPr>
      <w:r w:rsidRPr="00DE380E">
        <w:rPr>
          <w:u w:val="single"/>
        </w:rPr>
        <w:t>2-</w:t>
      </w:r>
      <w:r>
        <w:rPr>
          <w:u w:val="single"/>
        </w:rPr>
        <w:t>73</w:t>
      </w:r>
      <w:r w:rsidRPr="00DE380E">
        <w:t xml:space="preserve"> </w:t>
      </w:r>
      <w:r w:rsidRPr="00DE380E">
        <w:tab/>
        <w:t xml:space="preserve">(30-40 min.)  </w:t>
      </w:r>
      <w:r>
        <w:t>For the solution to this Excel Application Exercise, follow the step-by-step instructions provided in the textbook chapter.  Answers to the questions follow:</w:t>
      </w:r>
    </w:p>
    <w:p w:rsidR="005C186D" w:rsidRDefault="005C186D" w:rsidP="00346871">
      <w:pPr>
        <w:tabs>
          <w:tab w:val="left" w:pos="840"/>
          <w:tab w:val="left" w:pos="1680"/>
          <w:tab w:val="left" w:pos="2040"/>
          <w:tab w:val="left" w:pos="4800"/>
          <w:tab w:val="left" w:pos="5280"/>
        </w:tabs>
        <w:ind w:left="720" w:hanging="720"/>
      </w:pPr>
      <w:r>
        <w:t>1.</w:t>
      </w:r>
      <w:r>
        <w:tab/>
        <w:t>Proposal A:</w:t>
      </w:r>
    </w:p>
    <w:p w:rsidR="005C186D" w:rsidRDefault="005C186D" w:rsidP="00346871">
      <w:pPr>
        <w:tabs>
          <w:tab w:val="left" w:pos="840"/>
          <w:tab w:val="left" w:pos="1680"/>
          <w:tab w:val="left" w:pos="2040"/>
          <w:tab w:val="left" w:pos="4800"/>
          <w:tab w:val="left" w:pos="5280"/>
        </w:tabs>
        <w:ind w:left="720" w:hanging="720"/>
      </w:pPr>
      <w:r>
        <w:tab/>
        <w:t>Break even in units:  $110,000 ÷ ($99 - $55) = 2,500 units</w:t>
      </w:r>
    </w:p>
    <w:p w:rsidR="005C186D" w:rsidRDefault="005C186D" w:rsidP="00346871">
      <w:pPr>
        <w:tabs>
          <w:tab w:val="left" w:pos="840"/>
          <w:tab w:val="left" w:pos="1680"/>
          <w:tab w:val="left" w:pos="2040"/>
          <w:tab w:val="left" w:pos="4800"/>
          <w:tab w:val="left" w:pos="5280"/>
        </w:tabs>
        <w:ind w:left="720" w:hanging="720"/>
      </w:pPr>
      <w:r>
        <w:tab/>
        <w:t>Break even in dollars:  2,500 × $99 = $247,500</w:t>
      </w:r>
    </w:p>
    <w:p w:rsidR="005C186D" w:rsidRDefault="005C186D" w:rsidP="00346871">
      <w:pPr>
        <w:tabs>
          <w:tab w:val="left" w:pos="840"/>
          <w:tab w:val="left" w:pos="1680"/>
          <w:tab w:val="left" w:pos="2040"/>
          <w:tab w:val="left" w:pos="4800"/>
          <w:tab w:val="left" w:pos="5280"/>
        </w:tabs>
        <w:ind w:left="720" w:hanging="720"/>
      </w:pPr>
    </w:p>
    <w:p w:rsidR="005C186D" w:rsidRDefault="005C186D" w:rsidP="00346871">
      <w:pPr>
        <w:tabs>
          <w:tab w:val="left" w:pos="840"/>
          <w:tab w:val="left" w:pos="1680"/>
          <w:tab w:val="left" w:pos="2040"/>
          <w:tab w:val="left" w:pos="4800"/>
          <w:tab w:val="left" w:pos="5280"/>
        </w:tabs>
        <w:ind w:left="720" w:hanging="720"/>
      </w:pPr>
      <w:r>
        <w:tab/>
        <w:t>Proposal B:</w:t>
      </w:r>
    </w:p>
    <w:p w:rsidR="005C186D" w:rsidRDefault="005C186D" w:rsidP="00346871">
      <w:pPr>
        <w:tabs>
          <w:tab w:val="left" w:pos="840"/>
          <w:tab w:val="left" w:pos="1680"/>
          <w:tab w:val="left" w:pos="2040"/>
          <w:tab w:val="left" w:pos="4800"/>
          <w:tab w:val="left" w:pos="5280"/>
        </w:tabs>
        <w:ind w:left="720" w:hanging="720"/>
      </w:pPr>
      <w:r>
        <w:tab/>
        <w:t>Break even in units:  $110,000 ÷ ($129 - $55) = 1,486 units</w:t>
      </w:r>
    </w:p>
    <w:p w:rsidR="005C186D" w:rsidRDefault="005C186D" w:rsidP="00346871">
      <w:pPr>
        <w:tabs>
          <w:tab w:val="left" w:pos="840"/>
          <w:tab w:val="left" w:pos="1680"/>
          <w:tab w:val="left" w:pos="2040"/>
          <w:tab w:val="left" w:pos="4800"/>
          <w:tab w:val="left" w:pos="5280"/>
        </w:tabs>
        <w:ind w:left="720" w:hanging="720"/>
      </w:pPr>
      <w:r>
        <w:tab/>
        <w:t>Break even in dollars:  1,486 × $129 = $191,694</w:t>
      </w:r>
    </w:p>
    <w:p w:rsidR="005C186D" w:rsidRDefault="005C186D" w:rsidP="00346871">
      <w:pPr>
        <w:tabs>
          <w:tab w:val="left" w:pos="840"/>
          <w:tab w:val="left" w:pos="1680"/>
          <w:tab w:val="left" w:pos="2040"/>
          <w:tab w:val="left" w:pos="4800"/>
          <w:tab w:val="left" w:pos="5280"/>
        </w:tabs>
        <w:ind w:left="720" w:hanging="720"/>
      </w:pPr>
    </w:p>
    <w:p w:rsidR="005C186D" w:rsidRDefault="005C186D" w:rsidP="00346871">
      <w:pPr>
        <w:tabs>
          <w:tab w:val="left" w:pos="840"/>
          <w:tab w:val="left" w:pos="1680"/>
          <w:tab w:val="left" w:pos="2040"/>
          <w:tab w:val="left" w:pos="4800"/>
          <w:tab w:val="left" w:pos="5280"/>
        </w:tabs>
        <w:ind w:left="720" w:hanging="720"/>
      </w:pPr>
      <w:r>
        <w:t>Proposal C:</w:t>
      </w:r>
    </w:p>
    <w:p w:rsidR="005C186D" w:rsidRDefault="005C186D" w:rsidP="00346871">
      <w:pPr>
        <w:tabs>
          <w:tab w:val="left" w:pos="840"/>
          <w:tab w:val="left" w:pos="1680"/>
          <w:tab w:val="left" w:pos="2040"/>
          <w:tab w:val="left" w:pos="4800"/>
          <w:tab w:val="left" w:pos="5280"/>
        </w:tabs>
        <w:ind w:left="720" w:hanging="720"/>
      </w:pPr>
      <w:r>
        <w:tab/>
        <w:t>Break even in units:  $110,000 ÷ ($99 - $49) = 2,200 units</w:t>
      </w:r>
    </w:p>
    <w:p w:rsidR="005C186D" w:rsidRDefault="005C186D" w:rsidP="00346871">
      <w:pPr>
        <w:tabs>
          <w:tab w:val="left" w:pos="840"/>
          <w:tab w:val="left" w:pos="1680"/>
          <w:tab w:val="left" w:pos="2040"/>
          <w:tab w:val="left" w:pos="4800"/>
          <w:tab w:val="left" w:pos="5280"/>
        </w:tabs>
        <w:ind w:left="720" w:hanging="720"/>
      </w:pPr>
      <w:r>
        <w:tab/>
        <w:t>Break even in dollars:  2,200 × $99 = $217,800</w:t>
      </w:r>
    </w:p>
    <w:p w:rsidR="005C186D" w:rsidRDefault="005C186D" w:rsidP="00346871">
      <w:pPr>
        <w:tabs>
          <w:tab w:val="left" w:pos="840"/>
          <w:tab w:val="left" w:pos="1680"/>
          <w:tab w:val="left" w:pos="2040"/>
          <w:tab w:val="left" w:pos="4800"/>
          <w:tab w:val="left" w:pos="5280"/>
        </w:tabs>
        <w:ind w:left="720" w:hanging="720"/>
      </w:pPr>
    </w:p>
    <w:p w:rsidR="005C186D" w:rsidRDefault="005C186D" w:rsidP="00346871">
      <w:pPr>
        <w:tabs>
          <w:tab w:val="left" w:pos="840"/>
          <w:tab w:val="left" w:pos="1680"/>
          <w:tab w:val="left" w:pos="2040"/>
          <w:tab w:val="left" w:pos="4800"/>
          <w:tab w:val="left" w:pos="5280"/>
        </w:tabs>
        <w:ind w:left="720" w:hanging="720"/>
      </w:pPr>
      <w:r>
        <w:t>2.</w:t>
      </w:r>
      <w:r>
        <w:tab/>
        <w:t>The break-even points are much smaller because the contribution margin is larger while the fixed costs are unchanged.</w:t>
      </w:r>
    </w:p>
    <w:p w:rsidR="005C186D" w:rsidRDefault="005C186D" w:rsidP="00346871">
      <w:pPr>
        <w:tabs>
          <w:tab w:val="left" w:pos="840"/>
          <w:tab w:val="left" w:pos="1680"/>
          <w:tab w:val="left" w:pos="2040"/>
          <w:tab w:val="left" w:pos="4800"/>
          <w:tab w:val="left" w:pos="5280"/>
        </w:tabs>
        <w:ind w:left="720" w:hanging="720"/>
      </w:pPr>
    </w:p>
    <w:p w:rsidR="005C186D" w:rsidRDefault="005C186D" w:rsidP="00346871">
      <w:pPr>
        <w:tabs>
          <w:tab w:val="left" w:pos="840"/>
          <w:tab w:val="left" w:pos="1680"/>
          <w:tab w:val="left" w:pos="2040"/>
          <w:tab w:val="left" w:pos="4800"/>
          <w:tab w:val="left" w:pos="5280"/>
        </w:tabs>
        <w:ind w:left="720" w:hanging="720"/>
      </w:pPr>
      <w:r>
        <w:t>3.</w:t>
      </w:r>
      <w:r>
        <w:tab/>
        <w:t>The increase in contribution margin was not nearly as large, $6 in proposal C compared to $30 in proposal B.</w:t>
      </w:r>
    </w:p>
    <w:p w:rsidR="005C186D" w:rsidRPr="0042234B" w:rsidRDefault="005C186D" w:rsidP="00346871">
      <w:pPr>
        <w:tabs>
          <w:tab w:val="left" w:pos="840"/>
          <w:tab w:val="left" w:pos="1680"/>
          <w:tab w:val="left" w:pos="2040"/>
          <w:tab w:val="left" w:pos="4800"/>
          <w:tab w:val="left" w:pos="5280"/>
        </w:tabs>
        <w:ind w:left="720" w:hanging="720"/>
      </w:pPr>
    </w:p>
    <w:p w:rsidR="005C186D" w:rsidRPr="0018616F" w:rsidRDefault="005C186D" w:rsidP="00E36A66">
      <w:pPr>
        <w:tabs>
          <w:tab w:val="left" w:pos="840"/>
        </w:tabs>
        <w:rPr>
          <w:sz w:val="16"/>
          <w:szCs w:val="16"/>
          <w:u w:val="single"/>
        </w:rPr>
      </w:pPr>
    </w:p>
    <w:p w:rsidR="005C186D" w:rsidRPr="0042234B" w:rsidRDefault="005C186D" w:rsidP="00E36A66">
      <w:pPr>
        <w:tabs>
          <w:tab w:val="left" w:pos="840"/>
        </w:tabs>
      </w:pPr>
      <w:r w:rsidRPr="0042234B">
        <w:rPr>
          <w:u w:val="single"/>
        </w:rPr>
        <w:t>2-</w:t>
      </w:r>
      <w:r>
        <w:rPr>
          <w:u w:val="single"/>
        </w:rPr>
        <w:t>74</w:t>
      </w:r>
      <w:r w:rsidRPr="0042234B">
        <w:tab/>
        <w:t>(30 min. or more)</w:t>
      </w:r>
    </w:p>
    <w:p w:rsidR="005C186D" w:rsidRPr="0042234B" w:rsidRDefault="005C186D" w:rsidP="00E36A66">
      <w:pPr>
        <w:tabs>
          <w:tab w:val="left" w:pos="840"/>
        </w:tabs>
      </w:pPr>
      <w:r w:rsidRPr="0042234B">
        <w:tab/>
        <w:t>The purpose of this problem is to develop an intuitive feel for the costs involved in a simple production process and to assess whether various costs are fixed or variable.  Then students must assess the market to determine a price so that they can compute a break-even point.</w:t>
      </w:r>
    </w:p>
    <w:p w:rsidR="005C186D" w:rsidRPr="0042234B" w:rsidRDefault="005C186D" w:rsidP="00E36A66">
      <w:pPr>
        <w:pStyle w:val="BodyText"/>
      </w:pPr>
      <w:r w:rsidRPr="0042234B">
        <w:tab/>
        <w:t>Completing this problem can be done quickly or it can take much time.  It might even be done in class, with students suggesting the various costs and predicting their levels.  A complete analysis might involve finding the actual prices of the resources needed to make the product or service.  This could lead to time-consuming research.  Whatever approach is taken, students are led to see the real-world application of what they are learning.</w:t>
      </w:r>
    </w:p>
    <w:p w:rsidR="005C186D" w:rsidRPr="00127A18" w:rsidRDefault="005C186D" w:rsidP="00A441AE">
      <w:pPr>
        <w:pStyle w:val="Heading5"/>
        <w:spacing w:before="120" w:after="0"/>
      </w:pPr>
      <w:r w:rsidRPr="0042234B">
        <w:rPr>
          <w:u w:val="single"/>
        </w:rPr>
        <w:br w:type="page"/>
      </w:r>
    </w:p>
    <w:p w:rsidR="005C186D" w:rsidRPr="0042234B" w:rsidRDefault="005C186D" w:rsidP="004B4B7F">
      <w:pPr>
        <w:spacing w:after="120"/>
      </w:pPr>
      <w:r>
        <w:rPr>
          <w:u w:val="single"/>
        </w:rPr>
        <w:t>2-75</w:t>
      </w:r>
      <w:r w:rsidRPr="0042234B">
        <w:tab/>
        <w:t>(30-40 min.)  NOTE TO INSTRUCTOR: This solution is based on the w</w:t>
      </w:r>
      <w:r>
        <w:t xml:space="preserve">eb site as it was in </w:t>
      </w:r>
      <w:r>
        <w:rPr>
          <w:b/>
        </w:rPr>
        <w:t>early</w:t>
      </w:r>
      <w:r w:rsidRPr="00A441AE">
        <w:rPr>
          <w:b/>
        </w:rPr>
        <w:t xml:space="preserve"> 20</w:t>
      </w:r>
      <w:r>
        <w:rPr>
          <w:b/>
        </w:rPr>
        <w:t>12</w:t>
      </w:r>
      <w:r w:rsidRPr="00A441AE">
        <w:rPr>
          <w:b/>
        </w:rPr>
        <w:t>. Be sure to examine the current web site before assigning this problem, as the information</w:t>
      </w:r>
      <w:r w:rsidRPr="0042234B">
        <w:t xml:space="preserve"> there may have changed.</w:t>
      </w:r>
    </w:p>
    <w:p w:rsidR="005C186D" w:rsidRDefault="005C186D" w:rsidP="00BC2F57">
      <w:pPr>
        <w:autoSpaceDE w:val="0"/>
        <w:autoSpaceDN w:val="0"/>
        <w:adjustRightInd w:val="0"/>
        <w:spacing w:before="120"/>
        <w:ind w:left="720" w:hanging="720"/>
        <w:rPr>
          <w:bCs/>
        </w:rPr>
      </w:pPr>
      <w:r w:rsidRPr="0042234B">
        <w:rPr>
          <w:bCs/>
        </w:rPr>
        <w:t xml:space="preserve">1. </w:t>
      </w:r>
      <w:r>
        <w:rPr>
          <w:bCs/>
        </w:rPr>
        <w:tab/>
      </w:r>
      <w:r w:rsidRPr="0042234B">
        <w:rPr>
          <w:bCs/>
        </w:rPr>
        <w:t>Answers to the questions depend on the student's location and choices of dates. Fares available include business select</w:t>
      </w:r>
      <w:r>
        <w:rPr>
          <w:bCs/>
        </w:rPr>
        <w:t xml:space="preserve">, anytime, and “wanna get away”. </w:t>
      </w:r>
      <w:r w:rsidRPr="0042234B">
        <w:rPr>
          <w:bCs/>
        </w:rPr>
        <w:t>Different fares are offered because of the different costs incurred by SWA to serve customers who have different flying needs. Another factor causing different fares is the need to match products offered by co</w:t>
      </w:r>
      <w:r>
        <w:rPr>
          <w:bCs/>
        </w:rPr>
        <w:t xml:space="preserve">mpeting airlines. </w:t>
      </w:r>
      <w:r w:rsidRPr="0042234B">
        <w:rPr>
          <w:bCs/>
        </w:rPr>
        <w:t>Restrictions such as the requirement to make reservations at least 7 days in advance of travel are necessary to give SWA planning information in advance. Limiti</w:t>
      </w:r>
      <w:r>
        <w:rPr>
          <w:bCs/>
        </w:rPr>
        <w:t>ng the number of reduced-price wanna get away</w:t>
      </w:r>
      <w:r w:rsidRPr="0042234B">
        <w:rPr>
          <w:bCs/>
        </w:rPr>
        <w:t xml:space="preserve"> fares on each flight is necessary in order to keep open seats for customers who must travel on short notice.</w:t>
      </w:r>
    </w:p>
    <w:p w:rsidR="005C186D" w:rsidRDefault="005C186D" w:rsidP="00BC2F57">
      <w:pPr>
        <w:autoSpaceDE w:val="0"/>
        <w:autoSpaceDN w:val="0"/>
        <w:adjustRightInd w:val="0"/>
        <w:spacing w:before="120"/>
        <w:ind w:left="720" w:hanging="720"/>
        <w:rPr>
          <w:bCs/>
        </w:rPr>
      </w:pPr>
      <w:r w:rsidRPr="0042234B">
        <w:rPr>
          <w:bCs/>
        </w:rPr>
        <w:t xml:space="preserve">2. </w:t>
      </w:r>
      <w:r>
        <w:rPr>
          <w:bCs/>
        </w:rPr>
        <w:tab/>
      </w:r>
      <w:r w:rsidRPr="0042234B">
        <w:rPr>
          <w:bCs/>
        </w:rPr>
        <w:t xml:space="preserve">It is likely that the fares </w:t>
      </w:r>
      <w:r>
        <w:rPr>
          <w:bCs/>
        </w:rPr>
        <w:t xml:space="preserve">one week in advance are higher than the fares one month in advance. </w:t>
      </w:r>
      <w:r w:rsidRPr="0042234B">
        <w:rPr>
          <w:bCs/>
        </w:rPr>
        <w:t>Customers who need to travel with short notice are willing to pay more. Many business travelers fly with very short notice.</w:t>
      </w:r>
    </w:p>
    <w:p w:rsidR="005C186D" w:rsidRDefault="005C186D" w:rsidP="00BC2F57">
      <w:pPr>
        <w:autoSpaceDE w:val="0"/>
        <w:autoSpaceDN w:val="0"/>
        <w:adjustRightInd w:val="0"/>
        <w:spacing w:before="120"/>
        <w:ind w:left="720" w:hanging="720"/>
        <w:rPr>
          <w:bCs/>
        </w:rPr>
      </w:pPr>
      <w:r w:rsidRPr="0042234B">
        <w:rPr>
          <w:bCs/>
        </w:rPr>
        <w:t xml:space="preserve">3.  </w:t>
      </w:r>
      <w:r>
        <w:rPr>
          <w:bCs/>
        </w:rPr>
        <w:tab/>
      </w:r>
      <w:r w:rsidRPr="0042234B">
        <w:rPr>
          <w:bCs/>
        </w:rPr>
        <w:t xml:space="preserve">On a particular flight, price paid for a seat (assuming the same class seat) is not a cost driver. The various costs incurred by SWA will change only slightly – possibly the type of food served will vary as a function of the price paid for a seat on a particular trip, but </w:t>
      </w:r>
      <w:r>
        <w:rPr>
          <w:bCs/>
        </w:rPr>
        <w:t>almost all the other costs are independent of the price paid for the seat</w:t>
      </w:r>
      <w:r w:rsidRPr="0042234B">
        <w:rPr>
          <w:bCs/>
        </w:rPr>
        <w:t xml:space="preserve">. </w:t>
      </w:r>
    </w:p>
    <w:p w:rsidR="005C186D" w:rsidRDefault="005C186D" w:rsidP="00BC2F57">
      <w:pPr>
        <w:autoSpaceDE w:val="0"/>
        <w:autoSpaceDN w:val="0"/>
        <w:adjustRightInd w:val="0"/>
        <w:spacing w:before="120"/>
        <w:ind w:left="720" w:hanging="720"/>
        <w:rPr>
          <w:bCs/>
        </w:rPr>
      </w:pPr>
      <w:r w:rsidRPr="0042234B">
        <w:rPr>
          <w:bCs/>
        </w:rPr>
        <w:t xml:space="preserve">4. </w:t>
      </w:r>
      <w:r>
        <w:rPr>
          <w:bCs/>
        </w:rPr>
        <w:tab/>
      </w:r>
      <w:r w:rsidRPr="0042234B">
        <w:rPr>
          <w:bCs/>
        </w:rPr>
        <w:t>Operating revenues and operating expenses are reported for the current and prior year along with the percentage change</w:t>
      </w:r>
      <w:r>
        <w:rPr>
          <w:bCs/>
        </w:rPr>
        <w:t xml:space="preserve">. </w:t>
      </w:r>
      <w:r w:rsidRPr="0042234B">
        <w:rPr>
          <w:bCs/>
        </w:rPr>
        <w:t>The operating revenues increased from $</w:t>
      </w:r>
      <w:r>
        <w:rPr>
          <w:bCs/>
        </w:rPr>
        <w:t>12.104</w:t>
      </w:r>
      <w:r w:rsidRPr="0042234B">
        <w:rPr>
          <w:bCs/>
        </w:rPr>
        <w:t xml:space="preserve"> billion in 20</w:t>
      </w:r>
      <w:r>
        <w:rPr>
          <w:bCs/>
        </w:rPr>
        <w:t>10</w:t>
      </w:r>
      <w:r w:rsidRPr="0042234B">
        <w:rPr>
          <w:bCs/>
        </w:rPr>
        <w:t xml:space="preserve"> to $1</w:t>
      </w:r>
      <w:r>
        <w:rPr>
          <w:bCs/>
        </w:rPr>
        <w:t>5.658</w:t>
      </w:r>
      <w:r w:rsidRPr="0042234B">
        <w:rPr>
          <w:bCs/>
        </w:rPr>
        <w:t xml:space="preserve"> b</w:t>
      </w:r>
      <w:r>
        <w:rPr>
          <w:bCs/>
        </w:rPr>
        <w:t>illion in 2011, an increase of 29.4</w:t>
      </w:r>
      <w:r w:rsidRPr="0042234B">
        <w:rPr>
          <w:bCs/>
        </w:rPr>
        <w:t>%.  Operating expenses increased from $</w:t>
      </w:r>
      <w:r>
        <w:rPr>
          <w:bCs/>
        </w:rPr>
        <w:t>11.116</w:t>
      </w:r>
      <w:r w:rsidRPr="0042234B">
        <w:rPr>
          <w:bCs/>
        </w:rPr>
        <w:t xml:space="preserve"> billion in 20</w:t>
      </w:r>
      <w:r>
        <w:rPr>
          <w:bCs/>
        </w:rPr>
        <w:t>11</w:t>
      </w:r>
      <w:r w:rsidRPr="0042234B">
        <w:rPr>
          <w:bCs/>
        </w:rPr>
        <w:t xml:space="preserve"> to $1</w:t>
      </w:r>
      <w:r>
        <w:rPr>
          <w:bCs/>
        </w:rPr>
        <w:t>4.965</w:t>
      </w:r>
      <w:r w:rsidRPr="0042234B">
        <w:rPr>
          <w:bCs/>
        </w:rPr>
        <w:t xml:space="preserve"> billion </w:t>
      </w:r>
      <w:r>
        <w:rPr>
          <w:bCs/>
        </w:rPr>
        <w:t xml:space="preserve">in 2011, an increase of 34.6%. </w:t>
      </w:r>
      <w:r w:rsidRPr="0042234B">
        <w:rPr>
          <w:bCs/>
        </w:rPr>
        <w:t xml:space="preserve">With expenses rising faster than revenues, profits will fall – as shown by the </w:t>
      </w:r>
      <w:r>
        <w:rPr>
          <w:bCs/>
        </w:rPr>
        <w:t>29.8</w:t>
      </w:r>
      <w:r w:rsidRPr="0042234B">
        <w:rPr>
          <w:bCs/>
        </w:rPr>
        <w:t>% decrease in operating income.</w:t>
      </w:r>
    </w:p>
    <w:p w:rsidR="005C186D" w:rsidRPr="0042234B" w:rsidRDefault="005C186D" w:rsidP="00BC2F57">
      <w:pPr>
        <w:autoSpaceDE w:val="0"/>
        <w:autoSpaceDN w:val="0"/>
        <w:adjustRightInd w:val="0"/>
        <w:spacing w:before="120"/>
        <w:ind w:left="720" w:hanging="720"/>
        <w:rPr>
          <w:bCs/>
        </w:rPr>
      </w:pPr>
      <w:r w:rsidRPr="0042234B">
        <w:rPr>
          <w:bCs/>
        </w:rPr>
        <w:t xml:space="preserve">5.  </w:t>
      </w:r>
      <w:r>
        <w:rPr>
          <w:bCs/>
        </w:rPr>
        <w:tab/>
      </w:r>
      <w:r w:rsidRPr="0042234B">
        <w:rPr>
          <w:bCs/>
        </w:rPr>
        <w:t>To de</w:t>
      </w:r>
      <w:r>
        <w:rPr>
          <w:bCs/>
        </w:rPr>
        <w:t>scribe</w:t>
      </w:r>
      <w:r w:rsidRPr="0042234B">
        <w:rPr>
          <w:bCs/>
        </w:rPr>
        <w:t xml:space="preserve"> a particular cost </w:t>
      </w:r>
      <w:r>
        <w:rPr>
          <w:bCs/>
        </w:rPr>
        <w:t>a</w:t>
      </w:r>
      <w:r w:rsidRPr="0042234B">
        <w:rPr>
          <w:bCs/>
        </w:rPr>
        <w:t xml:space="preserve">s fixed or variable, we must identify the cost driver, the time period involved, and the relevant range. In this case, </w:t>
      </w:r>
      <w:r>
        <w:rPr>
          <w:bCs/>
        </w:rPr>
        <w:t>a</w:t>
      </w:r>
      <w:r w:rsidRPr="0042234B">
        <w:rPr>
          <w:bCs/>
        </w:rPr>
        <w:t>ss</w:t>
      </w:r>
      <w:r>
        <w:rPr>
          <w:bCs/>
        </w:rPr>
        <w:t>ume that the period is one year</w:t>
      </w:r>
      <w:r w:rsidRPr="0042234B">
        <w:rPr>
          <w:bCs/>
        </w:rPr>
        <w:t xml:space="preserve"> and the relevant range is the number of ASMs that can be available without adding to or subtracting from the current fleet of airplanes.  Thus, adding ASMs means flying the existing airplanes for more hours.</w:t>
      </w:r>
    </w:p>
    <w:p w:rsidR="005C186D" w:rsidRDefault="005C186D" w:rsidP="004930E2">
      <w:pPr>
        <w:pStyle w:val="BodyText"/>
        <w:autoSpaceDE w:val="0"/>
        <w:autoSpaceDN w:val="0"/>
        <w:adjustRightInd w:val="0"/>
        <w:spacing w:before="120"/>
        <w:ind w:left="720"/>
      </w:pPr>
      <w:r w:rsidRPr="0042234B">
        <w:t>Costs that would probably vary with ASMs are salaries, wages, and benefits, employee retirement plans, fuel and oil, maintenance materials and repairs, l</w:t>
      </w:r>
      <w:r>
        <w:t xml:space="preserve">anding fees and other rentals. </w:t>
      </w:r>
      <w:r w:rsidRPr="0042234B">
        <w:t>Aircraft rentals and depreciation w</w:t>
      </w:r>
      <w:r>
        <w:t xml:space="preserve">ould probably be fixed costs.  </w:t>
      </w:r>
    </w:p>
    <w:p w:rsidR="005C186D" w:rsidRPr="004930E2" w:rsidRDefault="005C186D" w:rsidP="004930E2">
      <w:pPr>
        <w:pStyle w:val="BodyText"/>
        <w:autoSpaceDE w:val="0"/>
        <w:autoSpaceDN w:val="0"/>
        <w:adjustRightInd w:val="0"/>
        <w:spacing w:before="120"/>
        <w:ind w:left="720"/>
        <w:rPr>
          <w:bCs/>
          <w:spacing w:val="-20"/>
        </w:rPr>
      </w:pPr>
      <w:r w:rsidRPr="0042234B">
        <w:t>Some of these costs might be more directly</w:t>
      </w:r>
      <w:r>
        <w:t xml:space="preserve"> caused by other cost drivers. </w:t>
      </w:r>
      <w:r w:rsidRPr="0042234B">
        <w:t xml:space="preserve">For example, revenue passenger miles (RPM), that is number of passengers times the miles each flies, might drive agency commissions and possibly some salaries (for example, flight attendants whose number depends on how many passengers are on a particular flight).  </w:t>
      </w:r>
    </w:p>
    <w:sectPr w:rsidR="005C186D" w:rsidRPr="004930E2" w:rsidSect="001B578C">
      <w:footerReference w:type="even" r:id="rId46"/>
      <w:footerReference w:type="default" r:id="rId47"/>
      <w:pgSz w:w="12240" w:h="15840"/>
      <w:pgMar w:top="1440" w:right="1800" w:bottom="1440" w:left="1800" w:header="720" w:footer="720" w:gutter="0"/>
      <w:pgNumType w:start="27"/>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186D" w:rsidRDefault="005C186D">
      <w:r>
        <w:separator/>
      </w:r>
    </w:p>
  </w:endnote>
  <w:endnote w:type="continuationSeparator" w:id="0">
    <w:p w:rsidR="005C186D" w:rsidRDefault="005C186D">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New York">
    <w:altName w:val="Times New Roman"/>
    <w:panose1 w:val="02040503060506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186D" w:rsidRDefault="005C186D" w:rsidP="00B74DA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C186D" w:rsidRDefault="005C186D" w:rsidP="00B74DA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186D" w:rsidRDefault="005C186D" w:rsidP="000E2EB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27</w:t>
    </w:r>
    <w:r>
      <w:rPr>
        <w:rStyle w:val="PageNumber"/>
      </w:rPr>
      <w:fldChar w:fldCharType="end"/>
    </w:r>
  </w:p>
  <w:p w:rsidR="005C186D" w:rsidRDefault="005C186D" w:rsidP="00482780">
    <w:pPr>
      <w:pStyle w:val="Footer"/>
      <w:ind w:right="360"/>
    </w:pPr>
    <w:r>
      <w:t>Copyright ©2014</w:t>
    </w:r>
    <w:r w:rsidRPr="008C1370">
      <w:t xml:space="preserve"> Pearson Education, Inc., Publishing as Prentice Hall.</w:t>
    </w:r>
    <w:r>
      <w:t xml:space="preserve">                                                         </w:t>
    </w:r>
  </w:p>
  <w:p w:rsidR="005C186D" w:rsidRDefault="005C186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186D" w:rsidRDefault="005C186D">
      <w:r>
        <w:separator/>
      </w:r>
    </w:p>
  </w:footnote>
  <w:footnote w:type="continuationSeparator" w:id="0">
    <w:p w:rsidR="005C186D" w:rsidRDefault="005C18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E4612"/>
    <w:multiLevelType w:val="hybridMultilevel"/>
    <w:tmpl w:val="C4964CF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17FD6B21"/>
    <w:multiLevelType w:val="hybridMultilevel"/>
    <w:tmpl w:val="8BF6D01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22181B9D"/>
    <w:multiLevelType w:val="multilevel"/>
    <w:tmpl w:val="F49A3C5C"/>
    <w:lvl w:ilvl="0">
      <w:start w:val="2"/>
      <w:numFmt w:val="decimal"/>
      <w:lvlText w:val="%1"/>
      <w:lvlJc w:val="left"/>
      <w:pPr>
        <w:ind w:left="570" w:hanging="570"/>
      </w:pPr>
      <w:rPr>
        <w:rFonts w:cs="Times New Roman" w:hint="default"/>
      </w:rPr>
    </w:lvl>
    <w:lvl w:ilvl="1">
      <w:start w:val="29"/>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
    <w:nsid w:val="27DA01ED"/>
    <w:multiLevelType w:val="multilevel"/>
    <w:tmpl w:val="6FC65D6E"/>
    <w:lvl w:ilvl="0">
      <w:start w:val="2"/>
      <w:numFmt w:val="decimal"/>
      <w:lvlText w:val="%1"/>
      <w:lvlJc w:val="left"/>
      <w:pPr>
        <w:tabs>
          <w:tab w:val="num" w:pos="840"/>
        </w:tabs>
        <w:ind w:left="840" w:hanging="840"/>
      </w:pPr>
      <w:rPr>
        <w:rFonts w:cs="Times New Roman" w:hint="default"/>
        <w:u w:val="single"/>
      </w:rPr>
    </w:lvl>
    <w:lvl w:ilvl="1">
      <w:start w:val="3"/>
      <w:numFmt w:val="decimal"/>
      <w:lvlText w:val="%1-%2"/>
      <w:lvlJc w:val="left"/>
      <w:pPr>
        <w:tabs>
          <w:tab w:val="num" w:pos="840"/>
        </w:tabs>
        <w:ind w:left="840" w:hanging="840"/>
      </w:pPr>
      <w:rPr>
        <w:rFonts w:cs="Times New Roman" w:hint="default"/>
        <w:u w:val="single"/>
      </w:rPr>
    </w:lvl>
    <w:lvl w:ilvl="2">
      <w:start w:val="1"/>
      <w:numFmt w:val="decimal"/>
      <w:lvlText w:val="%1-%2.%3"/>
      <w:lvlJc w:val="left"/>
      <w:pPr>
        <w:tabs>
          <w:tab w:val="num" w:pos="840"/>
        </w:tabs>
        <w:ind w:left="840" w:hanging="840"/>
      </w:pPr>
      <w:rPr>
        <w:rFonts w:cs="Times New Roman" w:hint="default"/>
        <w:u w:val="single"/>
      </w:rPr>
    </w:lvl>
    <w:lvl w:ilvl="3">
      <w:start w:val="1"/>
      <w:numFmt w:val="decimal"/>
      <w:lvlText w:val="%1-%2.%3.%4"/>
      <w:lvlJc w:val="left"/>
      <w:pPr>
        <w:tabs>
          <w:tab w:val="num" w:pos="1080"/>
        </w:tabs>
        <w:ind w:left="1080" w:hanging="1080"/>
      </w:pPr>
      <w:rPr>
        <w:rFonts w:cs="Times New Roman" w:hint="default"/>
        <w:u w:val="single"/>
      </w:rPr>
    </w:lvl>
    <w:lvl w:ilvl="4">
      <w:start w:val="1"/>
      <w:numFmt w:val="decimal"/>
      <w:lvlText w:val="%1-%2.%3.%4.%5"/>
      <w:lvlJc w:val="left"/>
      <w:pPr>
        <w:tabs>
          <w:tab w:val="num" w:pos="1080"/>
        </w:tabs>
        <w:ind w:left="1080" w:hanging="1080"/>
      </w:pPr>
      <w:rPr>
        <w:rFonts w:cs="Times New Roman" w:hint="default"/>
        <w:u w:val="single"/>
      </w:rPr>
    </w:lvl>
    <w:lvl w:ilvl="5">
      <w:start w:val="1"/>
      <w:numFmt w:val="decimal"/>
      <w:lvlText w:val="%1-%2.%3.%4.%5.%6"/>
      <w:lvlJc w:val="left"/>
      <w:pPr>
        <w:tabs>
          <w:tab w:val="num" w:pos="1440"/>
        </w:tabs>
        <w:ind w:left="1440" w:hanging="1440"/>
      </w:pPr>
      <w:rPr>
        <w:rFonts w:cs="Times New Roman" w:hint="default"/>
        <w:u w:val="single"/>
      </w:rPr>
    </w:lvl>
    <w:lvl w:ilvl="6">
      <w:start w:val="1"/>
      <w:numFmt w:val="decimal"/>
      <w:lvlText w:val="%1-%2.%3.%4.%5.%6.%7"/>
      <w:lvlJc w:val="left"/>
      <w:pPr>
        <w:tabs>
          <w:tab w:val="num" w:pos="1440"/>
        </w:tabs>
        <w:ind w:left="1440" w:hanging="1440"/>
      </w:pPr>
      <w:rPr>
        <w:rFonts w:cs="Times New Roman" w:hint="default"/>
        <w:u w:val="single"/>
      </w:rPr>
    </w:lvl>
    <w:lvl w:ilvl="7">
      <w:start w:val="1"/>
      <w:numFmt w:val="decimal"/>
      <w:lvlText w:val="%1-%2.%3.%4.%5.%6.%7.%8"/>
      <w:lvlJc w:val="left"/>
      <w:pPr>
        <w:tabs>
          <w:tab w:val="num" w:pos="1800"/>
        </w:tabs>
        <w:ind w:left="1800" w:hanging="1800"/>
      </w:pPr>
      <w:rPr>
        <w:rFonts w:cs="Times New Roman" w:hint="default"/>
        <w:u w:val="single"/>
      </w:rPr>
    </w:lvl>
    <w:lvl w:ilvl="8">
      <w:start w:val="1"/>
      <w:numFmt w:val="decimal"/>
      <w:lvlText w:val="%1-%2.%3.%4.%5.%6.%7.%8.%9"/>
      <w:lvlJc w:val="left"/>
      <w:pPr>
        <w:tabs>
          <w:tab w:val="num" w:pos="2160"/>
        </w:tabs>
        <w:ind w:left="2160" w:hanging="2160"/>
      </w:pPr>
      <w:rPr>
        <w:rFonts w:cs="Times New Roman" w:hint="default"/>
        <w:u w:val="single"/>
      </w:rPr>
    </w:lvl>
  </w:abstractNum>
  <w:abstractNum w:abstractNumId="4">
    <w:nsid w:val="2BBF792D"/>
    <w:multiLevelType w:val="multilevel"/>
    <w:tmpl w:val="6FC65D6E"/>
    <w:lvl w:ilvl="0">
      <w:start w:val="2"/>
      <w:numFmt w:val="decimal"/>
      <w:lvlText w:val="%1"/>
      <w:lvlJc w:val="left"/>
      <w:pPr>
        <w:tabs>
          <w:tab w:val="num" w:pos="840"/>
        </w:tabs>
        <w:ind w:left="840" w:hanging="840"/>
      </w:pPr>
      <w:rPr>
        <w:rFonts w:cs="Times New Roman" w:hint="default"/>
        <w:u w:val="single"/>
      </w:rPr>
    </w:lvl>
    <w:lvl w:ilvl="1">
      <w:start w:val="27"/>
      <w:numFmt w:val="decimal"/>
      <w:lvlText w:val="%1-%2"/>
      <w:lvlJc w:val="left"/>
      <w:pPr>
        <w:tabs>
          <w:tab w:val="num" w:pos="840"/>
        </w:tabs>
        <w:ind w:left="840" w:hanging="840"/>
      </w:pPr>
      <w:rPr>
        <w:rFonts w:cs="Times New Roman" w:hint="default"/>
        <w:u w:val="single"/>
      </w:rPr>
    </w:lvl>
    <w:lvl w:ilvl="2">
      <w:start w:val="1"/>
      <w:numFmt w:val="decimal"/>
      <w:lvlText w:val="%1-%2.%3"/>
      <w:lvlJc w:val="left"/>
      <w:pPr>
        <w:tabs>
          <w:tab w:val="num" w:pos="840"/>
        </w:tabs>
        <w:ind w:left="840" w:hanging="840"/>
      </w:pPr>
      <w:rPr>
        <w:rFonts w:cs="Times New Roman" w:hint="default"/>
        <w:u w:val="single"/>
      </w:rPr>
    </w:lvl>
    <w:lvl w:ilvl="3">
      <w:start w:val="1"/>
      <w:numFmt w:val="decimal"/>
      <w:lvlText w:val="%1-%2.%3.%4"/>
      <w:lvlJc w:val="left"/>
      <w:pPr>
        <w:tabs>
          <w:tab w:val="num" w:pos="1080"/>
        </w:tabs>
        <w:ind w:left="1080" w:hanging="1080"/>
      </w:pPr>
      <w:rPr>
        <w:rFonts w:cs="Times New Roman" w:hint="default"/>
        <w:u w:val="single"/>
      </w:rPr>
    </w:lvl>
    <w:lvl w:ilvl="4">
      <w:start w:val="1"/>
      <w:numFmt w:val="decimal"/>
      <w:lvlText w:val="%1-%2.%3.%4.%5"/>
      <w:lvlJc w:val="left"/>
      <w:pPr>
        <w:tabs>
          <w:tab w:val="num" w:pos="1080"/>
        </w:tabs>
        <w:ind w:left="1080" w:hanging="1080"/>
      </w:pPr>
      <w:rPr>
        <w:rFonts w:cs="Times New Roman" w:hint="default"/>
        <w:u w:val="single"/>
      </w:rPr>
    </w:lvl>
    <w:lvl w:ilvl="5">
      <w:start w:val="1"/>
      <w:numFmt w:val="decimal"/>
      <w:lvlText w:val="%1-%2.%3.%4.%5.%6"/>
      <w:lvlJc w:val="left"/>
      <w:pPr>
        <w:tabs>
          <w:tab w:val="num" w:pos="1440"/>
        </w:tabs>
        <w:ind w:left="1440" w:hanging="1440"/>
      </w:pPr>
      <w:rPr>
        <w:rFonts w:cs="Times New Roman" w:hint="default"/>
        <w:u w:val="single"/>
      </w:rPr>
    </w:lvl>
    <w:lvl w:ilvl="6">
      <w:start w:val="1"/>
      <w:numFmt w:val="decimal"/>
      <w:lvlText w:val="%1-%2.%3.%4.%5.%6.%7"/>
      <w:lvlJc w:val="left"/>
      <w:pPr>
        <w:tabs>
          <w:tab w:val="num" w:pos="1440"/>
        </w:tabs>
        <w:ind w:left="1440" w:hanging="1440"/>
      </w:pPr>
      <w:rPr>
        <w:rFonts w:cs="Times New Roman" w:hint="default"/>
        <w:u w:val="single"/>
      </w:rPr>
    </w:lvl>
    <w:lvl w:ilvl="7">
      <w:start w:val="1"/>
      <w:numFmt w:val="decimal"/>
      <w:lvlText w:val="%1-%2.%3.%4.%5.%6.%7.%8"/>
      <w:lvlJc w:val="left"/>
      <w:pPr>
        <w:tabs>
          <w:tab w:val="num" w:pos="1800"/>
        </w:tabs>
        <w:ind w:left="1800" w:hanging="1800"/>
      </w:pPr>
      <w:rPr>
        <w:rFonts w:cs="Times New Roman" w:hint="default"/>
        <w:u w:val="single"/>
      </w:rPr>
    </w:lvl>
    <w:lvl w:ilvl="8">
      <w:start w:val="1"/>
      <w:numFmt w:val="decimal"/>
      <w:lvlText w:val="%1-%2.%3.%4.%5.%6.%7.%8.%9"/>
      <w:lvlJc w:val="left"/>
      <w:pPr>
        <w:tabs>
          <w:tab w:val="num" w:pos="2160"/>
        </w:tabs>
        <w:ind w:left="2160" w:hanging="2160"/>
      </w:pPr>
      <w:rPr>
        <w:rFonts w:cs="Times New Roman" w:hint="default"/>
        <w:u w:val="single"/>
      </w:rPr>
    </w:lvl>
  </w:abstractNum>
  <w:abstractNum w:abstractNumId="5">
    <w:nsid w:val="34A97266"/>
    <w:multiLevelType w:val="multilevel"/>
    <w:tmpl w:val="6FC65D6E"/>
    <w:lvl w:ilvl="0">
      <w:start w:val="2"/>
      <w:numFmt w:val="decimal"/>
      <w:lvlText w:val="%1"/>
      <w:lvlJc w:val="left"/>
      <w:pPr>
        <w:tabs>
          <w:tab w:val="num" w:pos="840"/>
        </w:tabs>
        <w:ind w:left="840" w:hanging="840"/>
      </w:pPr>
      <w:rPr>
        <w:rFonts w:cs="Times New Roman" w:hint="default"/>
        <w:u w:val="single"/>
      </w:rPr>
    </w:lvl>
    <w:lvl w:ilvl="1">
      <w:start w:val="27"/>
      <w:numFmt w:val="decimal"/>
      <w:lvlText w:val="%1-%2"/>
      <w:lvlJc w:val="left"/>
      <w:pPr>
        <w:tabs>
          <w:tab w:val="num" w:pos="840"/>
        </w:tabs>
        <w:ind w:left="840" w:hanging="840"/>
      </w:pPr>
      <w:rPr>
        <w:rFonts w:cs="Times New Roman" w:hint="default"/>
        <w:u w:val="single"/>
      </w:rPr>
    </w:lvl>
    <w:lvl w:ilvl="2">
      <w:start w:val="1"/>
      <w:numFmt w:val="decimal"/>
      <w:lvlText w:val="%1-%2.%3"/>
      <w:lvlJc w:val="left"/>
      <w:pPr>
        <w:tabs>
          <w:tab w:val="num" w:pos="840"/>
        </w:tabs>
        <w:ind w:left="840" w:hanging="840"/>
      </w:pPr>
      <w:rPr>
        <w:rFonts w:cs="Times New Roman" w:hint="default"/>
        <w:u w:val="single"/>
      </w:rPr>
    </w:lvl>
    <w:lvl w:ilvl="3">
      <w:start w:val="1"/>
      <w:numFmt w:val="decimal"/>
      <w:lvlText w:val="%1-%2.%3.%4"/>
      <w:lvlJc w:val="left"/>
      <w:pPr>
        <w:tabs>
          <w:tab w:val="num" w:pos="1080"/>
        </w:tabs>
        <w:ind w:left="1080" w:hanging="1080"/>
      </w:pPr>
      <w:rPr>
        <w:rFonts w:cs="Times New Roman" w:hint="default"/>
        <w:u w:val="single"/>
      </w:rPr>
    </w:lvl>
    <w:lvl w:ilvl="4">
      <w:start w:val="1"/>
      <w:numFmt w:val="decimal"/>
      <w:lvlText w:val="%1-%2.%3.%4.%5"/>
      <w:lvlJc w:val="left"/>
      <w:pPr>
        <w:tabs>
          <w:tab w:val="num" w:pos="1080"/>
        </w:tabs>
        <w:ind w:left="1080" w:hanging="1080"/>
      </w:pPr>
      <w:rPr>
        <w:rFonts w:cs="Times New Roman" w:hint="default"/>
        <w:u w:val="single"/>
      </w:rPr>
    </w:lvl>
    <w:lvl w:ilvl="5">
      <w:start w:val="1"/>
      <w:numFmt w:val="decimal"/>
      <w:lvlText w:val="%1-%2.%3.%4.%5.%6"/>
      <w:lvlJc w:val="left"/>
      <w:pPr>
        <w:tabs>
          <w:tab w:val="num" w:pos="1440"/>
        </w:tabs>
        <w:ind w:left="1440" w:hanging="1440"/>
      </w:pPr>
      <w:rPr>
        <w:rFonts w:cs="Times New Roman" w:hint="default"/>
        <w:u w:val="single"/>
      </w:rPr>
    </w:lvl>
    <w:lvl w:ilvl="6">
      <w:start w:val="1"/>
      <w:numFmt w:val="decimal"/>
      <w:lvlText w:val="%1-%2.%3.%4.%5.%6.%7"/>
      <w:lvlJc w:val="left"/>
      <w:pPr>
        <w:tabs>
          <w:tab w:val="num" w:pos="1440"/>
        </w:tabs>
        <w:ind w:left="1440" w:hanging="1440"/>
      </w:pPr>
      <w:rPr>
        <w:rFonts w:cs="Times New Roman" w:hint="default"/>
        <w:u w:val="single"/>
      </w:rPr>
    </w:lvl>
    <w:lvl w:ilvl="7">
      <w:start w:val="1"/>
      <w:numFmt w:val="decimal"/>
      <w:lvlText w:val="%1-%2.%3.%4.%5.%6.%7.%8"/>
      <w:lvlJc w:val="left"/>
      <w:pPr>
        <w:tabs>
          <w:tab w:val="num" w:pos="1800"/>
        </w:tabs>
        <w:ind w:left="1800" w:hanging="1800"/>
      </w:pPr>
      <w:rPr>
        <w:rFonts w:cs="Times New Roman" w:hint="default"/>
        <w:u w:val="single"/>
      </w:rPr>
    </w:lvl>
    <w:lvl w:ilvl="8">
      <w:start w:val="1"/>
      <w:numFmt w:val="decimal"/>
      <w:lvlText w:val="%1-%2.%3.%4.%5.%6.%7.%8.%9"/>
      <w:lvlJc w:val="left"/>
      <w:pPr>
        <w:tabs>
          <w:tab w:val="num" w:pos="2160"/>
        </w:tabs>
        <w:ind w:left="2160" w:hanging="2160"/>
      </w:pPr>
      <w:rPr>
        <w:rFonts w:cs="Times New Roman" w:hint="default"/>
        <w:u w:val="single"/>
      </w:rPr>
    </w:lvl>
  </w:abstractNum>
  <w:abstractNum w:abstractNumId="6">
    <w:nsid w:val="38AD111E"/>
    <w:multiLevelType w:val="hybridMultilevel"/>
    <w:tmpl w:val="C3DC639C"/>
    <w:lvl w:ilvl="0" w:tplc="04090001">
      <w:start w:val="1"/>
      <w:numFmt w:val="bullet"/>
      <w:lvlText w:val=""/>
      <w:lvlJc w:val="left"/>
      <w:pPr>
        <w:tabs>
          <w:tab w:val="num" w:pos="1200"/>
        </w:tabs>
        <w:ind w:left="1200" w:hanging="360"/>
      </w:pPr>
      <w:rPr>
        <w:rFonts w:ascii="Symbol" w:hAnsi="Symbol" w:hint="default"/>
      </w:rPr>
    </w:lvl>
    <w:lvl w:ilvl="1" w:tplc="04090003" w:tentative="1">
      <w:start w:val="1"/>
      <w:numFmt w:val="bullet"/>
      <w:lvlText w:val="o"/>
      <w:lvlJc w:val="left"/>
      <w:pPr>
        <w:tabs>
          <w:tab w:val="num" w:pos="1920"/>
        </w:tabs>
        <w:ind w:left="1920" w:hanging="360"/>
      </w:pPr>
      <w:rPr>
        <w:rFonts w:ascii="Courier New" w:hAnsi="Courier New" w:hint="default"/>
      </w:rPr>
    </w:lvl>
    <w:lvl w:ilvl="2" w:tplc="04090005" w:tentative="1">
      <w:start w:val="1"/>
      <w:numFmt w:val="bullet"/>
      <w:lvlText w:val=""/>
      <w:lvlJc w:val="left"/>
      <w:pPr>
        <w:tabs>
          <w:tab w:val="num" w:pos="2640"/>
        </w:tabs>
        <w:ind w:left="2640" w:hanging="360"/>
      </w:pPr>
      <w:rPr>
        <w:rFonts w:ascii="Wingdings" w:hAnsi="Wingdings" w:hint="default"/>
      </w:rPr>
    </w:lvl>
    <w:lvl w:ilvl="3" w:tplc="04090001" w:tentative="1">
      <w:start w:val="1"/>
      <w:numFmt w:val="bullet"/>
      <w:lvlText w:val=""/>
      <w:lvlJc w:val="left"/>
      <w:pPr>
        <w:tabs>
          <w:tab w:val="num" w:pos="3360"/>
        </w:tabs>
        <w:ind w:left="3360" w:hanging="360"/>
      </w:pPr>
      <w:rPr>
        <w:rFonts w:ascii="Symbol" w:hAnsi="Symbol" w:hint="default"/>
      </w:rPr>
    </w:lvl>
    <w:lvl w:ilvl="4" w:tplc="04090003" w:tentative="1">
      <w:start w:val="1"/>
      <w:numFmt w:val="bullet"/>
      <w:lvlText w:val="o"/>
      <w:lvlJc w:val="left"/>
      <w:pPr>
        <w:tabs>
          <w:tab w:val="num" w:pos="4080"/>
        </w:tabs>
        <w:ind w:left="4080" w:hanging="360"/>
      </w:pPr>
      <w:rPr>
        <w:rFonts w:ascii="Courier New" w:hAnsi="Courier New" w:hint="default"/>
      </w:rPr>
    </w:lvl>
    <w:lvl w:ilvl="5" w:tplc="04090005" w:tentative="1">
      <w:start w:val="1"/>
      <w:numFmt w:val="bullet"/>
      <w:lvlText w:val=""/>
      <w:lvlJc w:val="left"/>
      <w:pPr>
        <w:tabs>
          <w:tab w:val="num" w:pos="4800"/>
        </w:tabs>
        <w:ind w:left="4800" w:hanging="360"/>
      </w:pPr>
      <w:rPr>
        <w:rFonts w:ascii="Wingdings" w:hAnsi="Wingdings" w:hint="default"/>
      </w:rPr>
    </w:lvl>
    <w:lvl w:ilvl="6" w:tplc="04090001" w:tentative="1">
      <w:start w:val="1"/>
      <w:numFmt w:val="bullet"/>
      <w:lvlText w:val=""/>
      <w:lvlJc w:val="left"/>
      <w:pPr>
        <w:tabs>
          <w:tab w:val="num" w:pos="5520"/>
        </w:tabs>
        <w:ind w:left="5520" w:hanging="360"/>
      </w:pPr>
      <w:rPr>
        <w:rFonts w:ascii="Symbol" w:hAnsi="Symbol" w:hint="default"/>
      </w:rPr>
    </w:lvl>
    <w:lvl w:ilvl="7" w:tplc="04090003" w:tentative="1">
      <w:start w:val="1"/>
      <w:numFmt w:val="bullet"/>
      <w:lvlText w:val="o"/>
      <w:lvlJc w:val="left"/>
      <w:pPr>
        <w:tabs>
          <w:tab w:val="num" w:pos="6240"/>
        </w:tabs>
        <w:ind w:left="6240" w:hanging="360"/>
      </w:pPr>
      <w:rPr>
        <w:rFonts w:ascii="Courier New" w:hAnsi="Courier New" w:hint="default"/>
      </w:rPr>
    </w:lvl>
    <w:lvl w:ilvl="8" w:tplc="04090005" w:tentative="1">
      <w:start w:val="1"/>
      <w:numFmt w:val="bullet"/>
      <w:lvlText w:val=""/>
      <w:lvlJc w:val="left"/>
      <w:pPr>
        <w:tabs>
          <w:tab w:val="num" w:pos="6960"/>
        </w:tabs>
        <w:ind w:left="6960" w:hanging="360"/>
      </w:pPr>
      <w:rPr>
        <w:rFonts w:ascii="Wingdings" w:hAnsi="Wingdings" w:hint="default"/>
      </w:rPr>
    </w:lvl>
  </w:abstractNum>
  <w:abstractNum w:abstractNumId="7">
    <w:nsid w:val="3D6A5542"/>
    <w:multiLevelType w:val="multilevel"/>
    <w:tmpl w:val="2D78D798"/>
    <w:lvl w:ilvl="0">
      <w:start w:val="2"/>
      <w:numFmt w:val="decimal"/>
      <w:lvlText w:val="%1"/>
      <w:lvlJc w:val="left"/>
      <w:pPr>
        <w:tabs>
          <w:tab w:val="num" w:pos="840"/>
        </w:tabs>
        <w:ind w:left="840" w:hanging="840"/>
      </w:pPr>
      <w:rPr>
        <w:rFonts w:cs="Times New Roman" w:hint="default"/>
        <w:u w:val="single"/>
      </w:rPr>
    </w:lvl>
    <w:lvl w:ilvl="1">
      <w:start w:val="2"/>
      <w:numFmt w:val="decimal"/>
      <w:lvlText w:val="%1-%2"/>
      <w:lvlJc w:val="left"/>
      <w:pPr>
        <w:tabs>
          <w:tab w:val="num" w:pos="840"/>
        </w:tabs>
        <w:ind w:left="840" w:hanging="840"/>
      </w:pPr>
      <w:rPr>
        <w:rFonts w:cs="Times New Roman" w:hint="default"/>
        <w:u w:val="single"/>
      </w:rPr>
    </w:lvl>
    <w:lvl w:ilvl="2">
      <w:start w:val="1"/>
      <w:numFmt w:val="decimal"/>
      <w:lvlText w:val="%1-%2.%3"/>
      <w:lvlJc w:val="left"/>
      <w:pPr>
        <w:tabs>
          <w:tab w:val="num" w:pos="840"/>
        </w:tabs>
        <w:ind w:left="840" w:hanging="840"/>
      </w:pPr>
      <w:rPr>
        <w:rFonts w:cs="Times New Roman" w:hint="default"/>
        <w:u w:val="single"/>
      </w:rPr>
    </w:lvl>
    <w:lvl w:ilvl="3">
      <w:start w:val="1"/>
      <w:numFmt w:val="decimal"/>
      <w:lvlText w:val="%1-%2.%3.%4"/>
      <w:lvlJc w:val="left"/>
      <w:pPr>
        <w:tabs>
          <w:tab w:val="num" w:pos="1080"/>
        </w:tabs>
        <w:ind w:left="1080" w:hanging="1080"/>
      </w:pPr>
      <w:rPr>
        <w:rFonts w:cs="Times New Roman" w:hint="default"/>
        <w:u w:val="single"/>
      </w:rPr>
    </w:lvl>
    <w:lvl w:ilvl="4">
      <w:start w:val="1"/>
      <w:numFmt w:val="decimal"/>
      <w:lvlText w:val="%1-%2.%3.%4.%5"/>
      <w:lvlJc w:val="left"/>
      <w:pPr>
        <w:tabs>
          <w:tab w:val="num" w:pos="1080"/>
        </w:tabs>
        <w:ind w:left="1080" w:hanging="1080"/>
      </w:pPr>
      <w:rPr>
        <w:rFonts w:cs="Times New Roman" w:hint="default"/>
        <w:u w:val="single"/>
      </w:rPr>
    </w:lvl>
    <w:lvl w:ilvl="5">
      <w:start w:val="1"/>
      <w:numFmt w:val="decimal"/>
      <w:lvlText w:val="%1-%2.%3.%4.%5.%6"/>
      <w:lvlJc w:val="left"/>
      <w:pPr>
        <w:tabs>
          <w:tab w:val="num" w:pos="1440"/>
        </w:tabs>
        <w:ind w:left="1440" w:hanging="1440"/>
      </w:pPr>
      <w:rPr>
        <w:rFonts w:cs="Times New Roman" w:hint="default"/>
        <w:u w:val="single"/>
      </w:rPr>
    </w:lvl>
    <w:lvl w:ilvl="6">
      <w:start w:val="1"/>
      <w:numFmt w:val="decimal"/>
      <w:lvlText w:val="%1-%2.%3.%4.%5.%6.%7"/>
      <w:lvlJc w:val="left"/>
      <w:pPr>
        <w:tabs>
          <w:tab w:val="num" w:pos="1440"/>
        </w:tabs>
        <w:ind w:left="1440" w:hanging="1440"/>
      </w:pPr>
      <w:rPr>
        <w:rFonts w:cs="Times New Roman" w:hint="default"/>
        <w:u w:val="single"/>
      </w:rPr>
    </w:lvl>
    <w:lvl w:ilvl="7">
      <w:start w:val="1"/>
      <w:numFmt w:val="decimal"/>
      <w:lvlText w:val="%1-%2.%3.%4.%5.%6.%7.%8"/>
      <w:lvlJc w:val="left"/>
      <w:pPr>
        <w:tabs>
          <w:tab w:val="num" w:pos="1800"/>
        </w:tabs>
        <w:ind w:left="1800" w:hanging="1800"/>
      </w:pPr>
      <w:rPr>
        <w:rFonts w:cs="Times New Roman" w:hint="default"/>
        <w:u w:val="single"/>
      </w:rPr>
    </w:lvl>
    <w:lvl w:ilvl="8">
      <w:start w:val="1"/>
      <w:numFmt w:val="decimal"/>
      <w:lvlText w:val="%1-%2.%3.%4.%5.%6.%7.%8.%9"/>
      <w:lvlJc w:val="left"/>
      <w:pPr>
        <w:tabs>
          <w:tab w:val="num" w:pos="2160"/>
        </w:tabs>
        <w:ind w:left="2160" w:hanging="2160"/>
      </w:pPr>
      <w:rPr>
        <w:rFonts w:cs="Times New Roman" w:hint="default"/>
        <w:u w:val="single"/>
      </w:rPr>
    </w:lvl>
  </w:abstractNum>
  <w:abstractNum w:abstractNumId="8">
    <w:nsid w:val="4853523C"/>
    <w:multiLevelType w:val="hybridMultilevel"/>
    <w:tmpl w:val="EBA020D0"/>
    <w:lvl w:ilvl="0" w:tplc="FFFFFFFF">
      <w:start w:val="1"/>
      <w:numFmt w:val="decimal"/>
      <w:lvlText w:val="%1."/>
      <w:lvlJc w:val="left"/>
      <w:pPr>
        <w:tabs>
          <w:tab w:val="num" w:pos="1200"/>
        </w:tabs>
        <w:ind w:left="1200" w:hanging="360"/>
      </w:pPr>
      <w:rPr>
        <w:rFonts w:cs="Times New Roman" w:hint="default"/>
      </w:rPr>
    </w:lvl>
    <w:lvl w:ilvl="1" w:tplc="FFFFFFFF" w:tentative="1">
      <w:start w:val="1"/>
      <w:numFmt w:val="lowerLetter"/>
      <w:lvlText w:val="%2."/>
      <w:lvlJc w:val="left"/>
      <w:pPr>
        <w:tabs>
          <w:tab w:val="num" w:pos="1920"/>
        </w:tabs>
        <w:ind w:left="1920" w:hanging="360"/>
      </w:pPr>
      <w:rPr>
        <w:rFonts w:cs="Times New Roman"/>
      </w:rPr>
    </w:lvl>
    <w:lvl w:ilvl="2" w:tplc="FFFFFFFF" w:tentative="1">
      <w:start w:val="1"/>
      <w:numFmt w:val="lowerRoman"/>
      <w:lvlText w:val="%3."/>
      <w:lvlJc w:val="right"/>
      <w:pPr>
        <w:tabs>
          <w:tab w:val="num" w:pos="2640"/>
        </w:tabs>
        <w:ind w:left="2640" w:hanging="180"/>
      </w:pPr>
      <w:rPr>
        <w:rFonts w:cs="Times New Roman"/>
      </w:rPr>
    </w:lvl>
    <w:lvl w:ilvl="3" w:tplc="FFFFFFFF" w:tentative="1">
      <w:start w:val="1"/>
      <w:numFmt w:val="decimal"/>
      <w:lvlText w:val="%4."/>
      <w:lvlJc w:val="left"/>
      <w:pPr>
        <w:tabs>
          <w:tab w:val="num" w:pos="3360"/>
        </w:tabs>
        <w:ind w:left="3360" w:hanging="360"/>
      </w:pPr>
      <w:rPr>
        <w:rFonts w:cs="Times New Roman"/>
      </w:rPr>
    </w:lvl>
    <w:lvl w:ilvl="4" w:tplc="FFFFFFFF" w:tentative="1">
      <w:start w:val="1"/>
      <w:numFmt w:val="lowerLetter"/>
      <w:lvlText w:val="%5."/>
      <w:lvlJc w:val="left"/>
      <w:pPr>
        <w:tabs>
          <w:tab w:val="num" w:pos="4080"/>
        </w:tabs>
        <w:ind w:left="4080" w:hanging="360"/>
      </w:pPr>
      <w:rPr>
        <w:rFonts w:cs="Times New Roman"/>
      </w:rPr>
    </w:lvl>
    <w:lvl w:ilvl="5" w:tplc="FFFFFFFF" w:tentative="1">
      <w:start w:val="1"/>
      <w:numFmt w:val="lowerRoman"/>
      <w:lvlText w:val="%6."/>
      <w:lvlJc w:val="right"/>
      <w:pPr>
        <w:tabs>
          <w:tab w:val="num" w:pos="4800"/>
        </w:tabs>
        <w:ind w:left="4800" w:hanging="180"/>
      </w:pPr>
      <w:rPr>
        <w:rFonts w:cs="Times New Roman"/>
      </w:rPr>
    </w:lvl>
    <w:lvl w:ilvl="6" w:tplc="FFFFFFFF" w:tentative="1">
      <w:start w:val="1"/>
      <w:numFmt w:val="decimal"/>
      <w:lvlText w:val="%7."/>
      <w:lvlJc w:val="left"/>
      <w:pPr>
        <w:tabs>
          <w:tab w:val="num" w:pos="5520"/>
        </w:tabs>
        <w:ind w:left="5520" w:hanging="360"/>
      </w:pPr>
      <w:rPr>
        <w:rFonts w:cs="Times New Roman"/>
      </w:rPr>
    </w:lvl>
    <w:lvl w:ilvl="7" w:tplc="FFFFFFFF" w:tentative="1">
      <w:start w:val="1"/>
      <w:numFmt w:val="lowerLetter"/>
      <w:lvlText w:val="%8."/>
      <w:lvlJc w:val="left"/>
      <w:pPr>
        <w:tabs>
          <w:tab w:val="num" w:pos="6240"/>
        </w:tabs>
        <w:ind w:left="6240" w:hanging="360"/>
      </w:pPr>
      <w:rPr>
        <w:rFonts w:cs="Times New Roman"/>
      </w:rPr>
    </w:lvl>
    <w:lvl w:ilvl="8" w:tplc="FFFFFFFF" w:tentative="1">
      <w:start w:val="1"/>
      <w:numFmt w:val="lowerRoman"/>
      <w:lvlText w:val="%9."/>
      <w:lvlJc w:val="right"/>
      <w:pPr>
        <w:tabs>
          <w:tab w:val="num" w:pos="6960"/>
        </w:tabs>
        <w:ind w:left="6960" w:hanging="180"/>
      </w:pPr>
      <w:rPr>
        <w:rFonts w:cs="Times New Roman"/>
      </w:rPr>
    </w:lvl>
  </w:abstractNum>
  <w:abstractNum w:abstractNumId="9">
    <w:nsid w:val="5CF45993"/>
    <w:multiLevelType w:val="hybridMultilevel"/>
    <w:tmpl w:val="6FCEC414"/>
    <w:lvl w:ilvl="0" w:tplc="FD3462C0">
      <w:start w:val="4"/>
      <w:numFmt w:val="decimal"/>
      <w:lvlText w:val="%1."/>
      <w:lvlJc w:val="left"/>
      <w:pPr>
        <w:tabs>
          <w:tab w:val="num" w:pos="810"/>
        </w:tabs>
        <w:ind w:left="810" w:hanging="45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68DA4FE6"/>
    <w:multiLevelType w:val="hybridMultilevel"/>
    <w:tmpl w:val="FAE83174"/>
    <w:lvl w:ilvl="0" w:tplc="0E30AFCE">
      <w:start w:val="1"/>
      <w:numFmt w:val="decimal"/>
      <w:lvlText w:val="%1."/>
      <w:lvlJc w:val="left"/>
      <w:pPr>
        <w:tabs>
          <w:tab w:val="num" w:pos="810"/>
        </w:tabs>
        <w:ind w:left="810" w:hanging="45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6F62571E"/>
    <w:multiLevelType w:val="hybridMultilevel"/>
    <w:tmpl w:val="A372DEAE"/>
    <w:lvl w:ilvl="0" w:tplc="04090007">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7"/>
  </w:num>
  <w:num w:numId="2">
    <w:abstractNumId w:val="8"/>
  </w:num>
  <w:num w:numId="3">
    <w:abstractNumId w:val="3"/>
  </w:num>
  <w:num w:numId="4">
    <w:abstractNumId w:val="11"/>
  </w:num>
  <w:num w:numId="5">
    <w:abstractNumId w:val="4"/>
  </w:num>
  <w:num w:numId="6">
    <w:abstractNumId w:val="10"/>
  </w:num>
  <w:num w:numId="7">
    <w:abstractNumId w:val="9"/>
  </w:num>
  <w:num w:numId="8">
    <w:abstractNumId w:val="6"/>
  </w:num>
  <w:num w:numId="9">
    <w:abstractNumId w:val="1"/>
  </w:num>
  <w:num w:numId="10">
    <w:abstractNumId w:val="0"/>
  </w:num>
  <w:num w:numId="11">
    <w:abstractNumId w:val="2"/>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975EA"/>
    <w:rsid w:val="00000202"/>
    <w:rsid w:val="0000578A"/>
    <w:rsid w:val="00007C9C"/>
    <w:rsid w:val="0001563C"/>
    <w:rsid w:val="00020798"/>
    <w:rsid w:val="000253C5"/>
    <w:rsid w:val="00041CC5"/>
    <w:rsid w:val="00044C1E"/>
    <w:rsid w:val="0004598F"/>
    <w:rsid w:val="00045C3C"/>
    <w:rsid w:val="00055770"/>
    <w:rsid w:val="000571D4"/>
    <w:rsid w:val="00060462"/>
    <w:rsid w:val="00064455"/>
    <w:rsid w:val="00073F17"/>
    <w:rsid w:val="000766DD"/>
    <w:rsid w:val="00083FE7"/>
    <w:rsid w:val="00086C2B"/>
    <w:rsid w:val="00090E2C"/>
    <w:rsid w:val="00093312"/>
    <w:rsid w:val="00093D7D"/>
    <w:rsid w:val="000975EA"/>
    <w:rsid w:val="000A0D0F"/>
    <w:rsid w:val="000A1D0E"/>
    <w:rsid w:val="000A2794"/>
    <w:rsid w:val="000A403A"/>
    <w:rsid w:val="000B2060"/>
    <w:rsid w:val="000B2369"/>
    <w:rsid w:val="000C2FB0"/>
    <w:rsid w:val="000C3CDE"/>
    <w:rsid w:val="000D1A56"/>
    <w:rsid w:val="000D3E68"/>
    <w:rsid w:val="000D5BF2"/>
    <w:rsid w:val="000E0058"/>
    <w:rsid w:val="000E2EB4"/>
    <w:rsid w:val="000E3C91"/>
    <w:rsid w:val="000E4D9C"/>
    <w:rsid w:val="000E5407"/>
    <w:rsid w:val="000E7403"/>
    <w:rsid w:val="000E769A"/>
    <w:rsid w:val="000F1CF5"/>
    <w:rsid w:val="000F207C"/>
    <w:rsid w:val="000F2D3A"/>
    <w:rsid w:val="000F43E3"/>
    <w:rsid w:val="00100F69"/>
    <w:rsid w:val="0012357F"/>
    <w:rsid w:val="0012551C"/>
    <w:rsid w:val="00127A18"/>
    <w:rsid w:val="00133220"/>
    <w:rsid w:val="00136565"/>
    <w:rsid w:val="00142721"/>
    <w:rsid w:val="00143353"/>
    <w:rsid w:val="0014418D"/>
    <w:rsid w:val="00144F55"/>
    <w:rsid w:val="00157FB8"/>
    <w:rsid w:val="001654B9"/>
    <w:rsid w:val="00170C0B"/>
    <w:rsid w:val="00170F62"/>
    <w:rsid w:val="001736B9"/>
    <w:rsid w:val="0017422C"/>
    <w:rsid w:val="00174B0D"/>
    <w:rsid w:val="00174BD9"/>
    <w:rsid w:val="0018616F"/>
    <w:rsid w:val="00197FBA"/>
    <w:rsid w:val="001A4C26"/>
    <w:rsid w:val="001A4ECF"/>
    <w:rsid w:val="001A7031"/>
    <w:rsid w:val="001B5372"/>
    <w:rsid w:val="001B578C"/>
    <w:rsid w:val="001B7AE4"/>
    <w:rsid w:val="001C5A63"/>
    <w:rsid w:val="001D5320"/>
    <w:rsid w:val="001D6486"/>
    <w:rsid w:val="001D6D2A"/>
    <w:rsid w:val="001E2779"/>
    <w:rsid w:val="001E68AA"/>
    <w:rsid w:val="001E7D18"/>
    <w:rsid w:val="001F6099"/>
    <w:rsid w:val="001F6647"/>
    <w:rsid w:val="001F7A71"/>
    <w:rsid w:val="00201E19"/>
    <w:rsid w:val="00203341"/>
    <w:rsid w:val="002046BC"/>
    <w:rsid w:val="0020490E"/>
    <w:rsid w:val="002065FA"/>
    <w:rsid w:val="002074B2"/>
    <w:rsid w:val="00207AB0"/>
    <w:rsid w:val="002124CD"/>
    <w:rsid w:val="002205B3"/>
    <w:rsid w:val="00222CC4"/>
    <w:rsid w:val="00224F27"/>
    <w:rsid w:val="00240C58"/>
    <w:rsid w:val="00240D1B"/>
    <w:rsid w:val="00244440"/>
    <w:rsid w:val="00254281"/>
    <w:rsid w:val="00255F80"/>
    <w:rsid w:val="002706C5"/>
    <w:rsid w:val="00280A00"/>
    <w:rsid w:val="002814E2"/>
    <w:rsid w:val="00281B25"/>
    <w:rsid w:val="00285ED1"/>
    <w:rsid w:val="00291700"/>
    <w:rsid w:val="00292DB8"/>
    <w:rsid w:val="00294820"/>
    <w:rsid w:val="00295336"/>
    <w:rsid w:val="002A1C6B"/>
    <w:rsid w:val="002B09DC"/>
    <w:rsid w:val="002B2B1C"/>
    <w:rsid w:val="002B4DC0"/>
    <w:rsid w:val="002C02E8"/>
    <w:rsid w:val="002C35C1"/>
    <w:rsid w:val="002C4BC4"/>
    <w:rsid w:val="002C75E2"/>
    <w:rsid w:val="002D1473"/>
    <w:rsid w:val="002D42F8"/>
    <w:rsid w:val="002D5B9B"/>
    <w:rsid w:val="002D675E"/>
    <w:rsid w:val="002D6A11"/>
    <w:rsid w:val="002E4D3E"/>
    <w:rsid w:val="002E79F8"/>
    <w:rsid w:val="002F0B08"/>
    <w:rsid w:val="002F3093"/>
    <w:rsid w:val="002F5BCC"/>
    <w:rsid w:val="002F6EC8"/>
    <w:rsid w:val="00302428"/>
    <w:rsid w:val="00303301"/>
    <w:rsid w:val="003056CB"/>
    <w:rsid w:val="00313138"/>
    <w:rsid w:val="00315D0F"/>
    <w:rsid w:val="003232A2"/>
    <w:rsid w:val="00324331"/>
    <w:rsid w:val="00326ABA"/>
    <w:rsid w:val="0032721E"/>
    <w:rsid w:val="00330069"/>
    <w:rsid w:val="00332DC6"/>
    <w:rsid w:val="00334200"/>
    <w:rsid w:val="00334695"/>
    <w:rsid w:val="0033720A"/>
    <w:rsid w:val="00343998"/>
    <w:rsid w:val="00346388"/>
    <w:rsid w:val="00346871"/>
    <w:rsid w:val="00354E7C"/>
    <w:rsid w:val="00360160"/>
    <w:rsid w:val="00361FBC"/>
    <w:rsid w:val="003622A0"/>
    <w:rsid w:val="00366A92"/>
    <w:rsid w:val="00370546"/>
    <w:rsid w:val="0038045C"/>
    <w:rsid w:val="00381A34"/>
    <w:rsid w:val="003827CF"/>
    <w:rsid w:val="00387A2A"/>
    <w:rsid w:val="00391C57"/>
    <w:rsid w:val="00391E1E"/>
    <w:rsid w:val="003927A2"/>
    <w:rsid w:val="0039554D"/>
    <w:rsid w:val="00396515"/>
    <w:rsid w:val="003B0644"/>
    <w:rsid w:val="003B093E"/>
    <w:rsid w:val="003B2E16"/>
    <w:rsid w:val="003B5611"/>
    <w:rsid w:val="003B714F"/>
    <w:rsid w:val="003C109E"/>
    <w:rsid w:val="003C1CE5"/>
    <w:rsid w:val="003D31FC"/>
    <w:rsid w:val="003D39B1"/>
    <w:rsid w:val="003D4759"/>
    <w:rsid w:val="003D64CB"/>
    <w:rsid w:val="003E5094"/>
    <w:rsid w:val="003F1394"/>
    <w:rsid w:val="003F53B3"/>
    <w:rsid w:val="003F7296"/>
    <w:rsid w:val="004009F5"/>
    <w:rsid w:val="004103E6"/>
    <w:rsid w:val="00410A16"/>
    <w:rsid w:val="0041341D"/>
    <w:rsid w:val="00420C80"/>
    <w:rsid w:val="0042234B"/>
    <w:rsid w:val="00425596"/>
    <w:rsid w:val="00432733"/>
    <w:rsid w:val="004352A3"/>
    <w:rsid w:val="0043684B"/>
    <w:rsid w:val="00441FB6"/>
    <w:rsid w:val="004545D4"/>
    <w:rsid w:val="00460AC6"/>
    <w:rsid w:val="00460B90"/>
    <w:rsid w:val="00465CCE"/>
    <w:rsid w:val="00482780"/>
    <w:rsid w:val="00483464"/>
    <w:rsid w:val="0048451F"/>
    <w:rsid w:val="00484EE8"/>
    <w:rsid w:val="004904A3"/>
    <w:rsid w:val="00490A29"/>
    <w:rsid w:val="0049272E"/>
    <w:rsid w:val="004930E2"/>
    <w:rsid w:val="00495428"/>
    <w:rsid w:val="004A6DA7"/>
    <w:rsid w:val="004B25EA"/>
    <w:rsid w:val="004B3D47"/>
    <w:rsid w:val="004B4B7F"/>
    <w:rsid w:val="004C6617"/>
    <w:rsid w:val="004C7479"/>
    <w:rsid w:val="004D310F"/>
    <w:rsid w:val="004D641F"/>
    <w:rsid w:val="004D6873"/>
    <w:rsid w:val="004D6B37"/>
    <w:rsid w:val="004D7010"/>
    <w:rsid w:val="004E2A8C"/>
    <w:rsid w:val="004E330C"/>
    <w:rsid w:val="004F0E1A"/>
    <w:rsid w:val="004F1213"/>
    <w:rsid w:val="004F5462"/>
    <w:rsid w:val="004F6D23"/>
    <w:rsid w:val="00513AC6"/>
    <w:rsid w:val="00515510"/>
    <w:rsid w:val="005179CC"/>
    <w:rsid w:val="0052268C"/>
    <w:rsid w:val="00523562"/>
    <w:rsid w:val="00525EF6"/>
    <w:rsid w:val="0053093D"/>
    <w:rsid w:val="0053580A"/>
    <w:rsid w:val="0053737B"/>
    <w:rsid w:val="00545A11"/>
    <w:rsid w:val="0055370A"/>
    <w:rsid w:val="00556866"/>
    <w:rsid w:val="00561E98"/>
    <w:rsid w:val="005636E8"/>
    <w:rsid w:val="005648B3"/>
    <w:rsid w:val="005667F2"/>
    <w:rsid w:val="005709D4"/>
    <w:rsid w:val="0057633A"/>
    <w:rsid w:val="00582C92"/>
    <w:rsid w:val="00593658"/>
    <w:rsid w:val="005A1125"/>
    <w:rsid w:val="005A6E9A"/>
    <w:rsid w:val="005B75AA"/>
    <w:rsid w:val="005C186D"/>
    <w:rsid w:val="005C19E6"/>
    <w:rsid w:val="005C39DC"/>
    <w:rsid w:val="005C78A8"/>
    <w:rsid w:val="005D0CD2"/>
    <w:rsid w:val="005D2426"/>
    <w:rsid w:val="005D3635"/>
    <w:rsid w:val="005D47FA"/>
    <w:rsid w:val="005D50B0"/>
    <w:rsid w:val="005E0E32"/>
    <w:rsid w:val="005E1521"/>
    <w:rsid w:val="005E3D76"/>
    <w:rsid w:val="005E705F"/>
    <w:rsid w:val="005F2952"/>
    <w:rsid w:val="005F4FCB"/>
    <w:rsid w:val="00604B55"/>
    <w:rsid w:val="00610CEF"/>
    <w:rsid w:val="00614A0D"/>
    <w:rsid w:val="00615962"/>
    <w:rsid w:val="00621F46"/>
    <w:rsid w:val="0062319D"/>
    <w:rsid w:val="00633878"/>
    <w:rsid w:val="00637D6D"/>
    <w:rsid w:val="00645606"/>
    <w:rsid w:val="0065179F"/>
    <w:rsid w:val="0065327F"/>
    <w:rsid w:val="00657602"/>
    <w:rsid w:val="00657F2B"/>
    <w:rsid w:val="00664534"/>
    <w:rsid w:val="00667327"/>
    <w:rsid w:val="00670425"/>
    <w:rsid w:val="00671483"/>
    <w:rsid w:val="006773E8"/>
    <w:rsid w:val="006840E3"/>
    <w:rsid w:val="006938DC"/>
    <w:rsid w:val="00695BFF"/>
    <w:rsid w:val="006A0C06"/>
    <w:rsid w:val="006A17BF"/>
    <w:rsid w:val="006A3DDE"/>
    <w:rsid w:val="006B00C8"/>
    <w:rsid w:val="006B2920"/>
    <w:rsid w:val="006B38AF"/>
    <w:rsid w:val="006C06E1"/>
    <w:rsid w:val="006D291C"/>
    <w:rsid w:val="006D3755"/>
    <w:rsid w:val="006D5545"/>
    <w:rsid w:val="006E0593"/>
    <w:rsid w:val="006E2BB4"/>
    <w:rsid w:val="006E5804"/>
    <w:rsid w:val="006F2059"/>
    <w:rsid w:val="006F2710"/>
    <w:rsid w:val="006F5846"/>
    <w:rsid w:val="007061BC"/>
    <w:rsid w:val="00710FB7"/>
    <w:rsid w:val="0071477E"/>
    <w:rsid w:val="00714BC7"/>
    <w:rsid w:val="0072079F"/>
    <w:rsid w:val="00724083"/>
    <w:rsid w:val="007252E7"/>
    <w:rsid w:val="00726968"/>
    <w:rsid w:val="00741866"/>
    <w:rsid w:val="00741C89"/>
    <w:rsid w:val="00744E21"/>
    <w:rsid w:val="00750D94"/>
    <w:rsid w:val="00762922"/>
    <w:rsid w:val="0076367A"/>
    <w:rsid w:val="0076662D"/>
    <w:rsid w:val="007746DE"/>
    <w:rsid w:val="00774E04"/>
    <w:rsid w:val="007758AB"/>
    <w:rsid w:val="007836F3"/>
    <w:rsid w:val="00783E22"/>
    <w:rsid w:val="00785047"/>
    <w:rsid w:val="00786892"/>
    <w:rsid w:val="00791F5C"/>
    <w:rsid w:val="00793C72"/>
    <w:rsid w:val="00794FE1"/>
    <w:rsid w:val="00796003"/>
    <w:rsid w:val="007A327A"/>
    <w:rsid w:val="007A5D70"/>
    <w:rsid w:val="007A64D1"/>
    <w:rsid w:val="007A70B9"/>
    <w:rsid w:val="007B0FBB"/>
    <w:rsid w:val="007B4E9B"/>
    <w:rsid w:val="007B7A90"/>
    <w:rsid w:val="007C3BC8"/>
    <w:rsid w:val="007C3DF0"/>
    <w:rsid w:val="007C74C4"/>
    <w:rsid w:val="007D069A"/>
    <w:rsid w:val="007D1879"/>
    <w:rsid w:val="007D413B"/>
    <w:rsid w:val="007E206F"/>
    <w:rsid w:val="007F0190"/>
    <w:rsid w:val="007F1FEB"/>
    <w:rsid w:val="007F7BC4"/>
    <w:rsid w:val="00800BDF"/>
    <w:rsid w:val="008067BC"/>
    <w:rsid w:val="008102D7"/>
    <w:rsid w:val="00811FB8"/>
    <w:rsid w:val="00824932"/>
    <w:rsid w:val="00824CAA"/>
    <w:rsid w:val="0082617D"/>
    <w:rsid w:val="008374C1"/>
    <w:rsid w:val="00837A66"/>
    <w:rsid w:val="00840EA8"/>
    <w:rsid w:val="00841B0C"/>
    <w:rsid w:val="0084711E"/>
    <w:rsid w:val="008513C5"/>
    <w:rsid w:val="00855F25"/>
    <w:rsid w:val="0085684D"/>
    <w:rsid w:val="00865D16"/>
    <w:rsid w:val="00867112"/>
    <w:rsid w:val="0088154A"/>
    <w:rsid w:val="008840A2"/>
    <w:rsid w:val="00891CED"/>
    <w:rsid w:val="00894AA1"/>
    <w:rsid w:val="008957C9"/>
    <w:rsid w:val="0089745A"/>
    <w:rsid w:val="00897CDF"/>
    <w:rsid w:val="008A46EB"/>
    <w:rsid w:val="008A474E"/>
    <w:rsid w:val="008A5E2B"/>
    <w:rsid w:val="008A7413"/>
    <w:rsid w:val="008B39AE"/>
    <w:rsid w:val="008B5C57"/>
    <w:rsid w:val="008B6DFA"/>
    <w:rsid w:val="008C0111"/>
    <w:rsid w:val="008C1370"/>
    <w:rsid w:val="008C30B5"/>
    <w:rsid w:val="008C49DE"/>
    <w:rsid w:val="008C574A"/>
    <w:rsid w:val="008C5D4C"/>
    <w:rsid w:val="008D319F"/>
    <w:rsid w:val="008D70A3"/>
    <w:rsid w:val="008E0179"/>
    <w:rsid w:val="008E4747"/>
    <w:rsid w:val="008E50EE"/>
    <w:rsid w:val="008F0EF4"/>
    <w:rsid w:val="008F1F8B"/>
    <w:rsid w:val="008F4649"/>
    <w:rsid w:val="00901EB5"/>
    <w:rsid w:val="00902145"/>
    <w:rsid w:val="0090567B"/>
    <w:rsid w:val="00905841"/>
    <w:rsid w:val="0090584D"/>
    <w:rsid w:val="00906D7A"/>
    <w:rsid w:val="00907913"/>
    <w:rsid w:val="00914BED"/>
    <w:rsid w:val="00916B41"/>
    <w:rsid w:val="009175C3"/>
    <w:rsid w:val="00917685"/>
    <w:rsid w:val="0092049C"/>
    <w:rsid w:val="00921A20"/>
    <w:rsid w:val="0092340A"/>
    <w:rsid w:val="00923B1A"/>
    <w:rsid w:val="00924F90"/>
    <w:rsid w:val="00925209"/>
    <w:rsid w:val="00930387"/>
    <w:rsid w:val="00930BBB"/>
    <w:rsid w:val="00933CE2"/>
    <w:rsid w:val="0094062E"/>
    <w:rsid w:val="00941192"/>
    <w:rsid w:val="00942C4C"/>
    <w:rsid w:val="00944DC6"/>
    <w:rsid w:val="00945C18"/>
    <w:rsid w:val="00946440"/>
    <w:rsid w:val="00950B86"/>
    <w:rsid w:val="009534C6"/>
    <w:rsid w:val="009551E0"/>
    <w:rsid w:val="009570BB"/>
    <w:rsid w:val="0095716B"/>
    <w:rsid w:val="009571A7"/>
    <w:rsid w:val="0096025F"/>
    <w:rsid w:val="00962C59"/>
    <w:rsid w:val="0096587F"/>
    <w:rsid w:val="00967688"/>
    <w:rsid w:val="00971F3C"/>
    <w:rsid w:val="009732D0"/>
    <w:rsid w:val="00981E83"/>
    <w:rsid w:val="00983251"/>
    <w:rsid w:val="009914DD"/>
    <w:rsid w:val="009B5818"/>
    <w:rsid w:val="009B7957"/>
    <w:rsid w:val="009C05BC"/>
    <w:rsid w:val="009C14B0"/>
    <w:rsid w:val="009C7666"/>
    <w:rsid w:val="009D652B"/>
    <w:rsid w:val="009D65F7"/>
    <w:rsid w:val="009D7508"/>
    <w:rsid w:val="009E2C86"/>
    <w:rsid w:val="009E3ACA"/>
    <w:rsid w:val="009E48DF"/>
    <w:rsid w:val="009F61FC"/>
    <w:rsid w:val="009F71CB"/>
    <w:rsid w:val="00A004F7"/>
    <w:rsid w:val="00A07A0A"/>
    <w:rsid w:val="00A121B9"/>
    <w:rsid w:val="00A22740"/>
    <w:rsid w:val="00A24537"/>
    <w:rsid w:val="00A2510B"/>
    <w:rsid w:val="00A25452"/>
    <w:rsid w:val="00A260FB"/>
    <w:rsid w:val="00A318DA"/>
    <w:rsid w:val="00A3766C"/>
    <w:rsid w:val="00A4111D"/>
    <w:rsid w:val="00A414A0"/>
    <w:rsid w:val="00A441AE"/>
    <w:rsid w:val="00A4495E"/>
    <w:rsid w:val="00A45CC7"/>
    <w:rsid w:val="00A46A97"/>
    <w:rsid w:val="00A47EEE"/>
    <w:rsid w:val="00A605F6"/>
    <w:rsid w:val="00A6102B"/>
    <w:rsid w:val="00A63D0F"/>
    <w:rsid w:val="00A74415"/>
    <w:rsid w:val="00A76DFB"/>
    <w:rsid w:val="00A770A4"/>
    <w:rsid w:val="00A8202E"/>
    <w:rsid w:val="00A9195B"/>
    <w:rsid w:val="00A92243"/>
    <w:rsid w:val="00A93DB9"/>
    <w:rsid w:val="00A95C30"/>
    <w:rsid w:val="00A97ACF"/>
    <w:rsid w:val="00A97E28"/>
    <w:rsid w:val="00AB2F71"/>
    <w:rsid w:val="00AB4638"/>
    <w:rsid w:val="00AC4431"/>
    <w:rsid w:val="00AC618A"/>
    <w:rsid w:val="00AC7B3A"/>
    <w:rsid w:val="00AE24D5"/>
    <w:rsid w:val="00AF24E9"/>
    <w:rsid w:val="00AF35EC"/>
    <w:rsid w:val="00AF7220"/>
    <w:rsid w:val="00AF737C"/>
    <w:rsid w:val="00B04B3C"/>
    <w:rsid w:val="00B106FA"/>
    <w:rsid w:val="00B16BF1"/>
    <w:rsid w:val="00B1793D"/>
    <w:rsid w:val="00B20E7D"/>
    <w:rsid w:val="00B2458A"/>
    <w:rsid w:val="00B246A0"/>
    <w:rsid w:val="00B2580B"/>
    <w:rsid w:val="00B27CBD"/>
    <w:rsid w:val="00B40E51"/>
    <w:rsid w:val="00B41B66"/>
    <w:rsid w:val="00B41DAD"/>
    <w:rsid w:val="00B41DAF"/>
    <w:rsid w:val="00B4214F"/>
    <w:rsid w:val="00B43239"/>
    <w:rsid w:val="00B54B2B"/>
    <w:rsid w:val="00B5554E"/>
    <w:rsid w:val="00B561F6"/>
    <w:rsid w:val="00B56ADA"/>
    <w:rsid w:val="00B57786"/>
    <w:rsid w:val="00B60678"/>
    <w:rsid w:val="00B649A3"/>
    <w:rsid w:val="00B71402"/>
    <w:rsid w:val="00B71D12"/>
    <w:rsid w:val="00B74DA1"/>
    <w:rsid w:val="00B779F9"/>
    <w:rsid w:val="00B80F5A"/>
    <w:rsid w:val="00B8349B"/>
    <w:rsid w:val="00B84141"/>
    <w:rsid w:val="00B854A9"/>
    <w:rsid w:val="00B905F8"/>
    <w:rsid w:val="00B94297"/>
    <w:rsid w:val="00B96185"/>
    <w:rsid w:val="00B972A8"/>
    <w:rsid w:val="00BA0110"/>
    <w:rsid w:val="00BA16B9"/>
    <w:rsid w:val="00BA5320"/>
    <w:rsid w:val="00BA5DA6"/>
    <w:rsid w:val="00BB24E4"/>
    <w:rsid w:val="00BB2E6F"/>
    <w:rsid w:val="00BB3397"/>
    <w:rsid w:val="00BC0F2B"/>
    <w:rsid w:val="00BC2F57"/>
    <w:rsid w:val="00BD0114"/>
    <w:rsid w:val="00BD0E9A"/>
    <w:rsid w:val="00BD42FA"/>
    <w:rsid w:val="00BE2E0B"/>
    <w:rsid w:val="00BE6704"/>
    <w:rsid w:val="00BF16AF"/>
    <w:rsid w:val="00BF2848"/>
    <w:rsid w:val="00BF3BFA"/>
    <w:rsid w:val="00BF4248"/>
    <w:rsid w:val="00BF4474"/>
    <w:rsid w:val="00BF4778"/>
    <w:rsid w:val="00C13EC3"/>
    <w:rsid w:val="00C1641D"/>
    <w:rsid w:val="00C2185E"/>
    <w:rsid w:val="00C321F6"/>
    <w:rsid w:val="00C33206"/>
    <w:rsid w:val="00C46941"/>
    <w:rsid w:val="00C50395"/>
    <w:rsid w:val="00C62A10"/>
    <w:rsid w:val="00C64FAA"/>
    <w:rsid w:val="00C70613"/>
    <w:rsid w:val="00C813A5"/>
    <w:rsid w:val="00C81B5C"/>
    <w:rsid w:val="00C82B46"/>
    <w:rsid w:val="00C83812"/>
    <w:rsid w:val="00C877E6"/>
    <w:rsid w:val="00C90480"/>
    <w:rsid w:val="00C917CB"/>
    <w:rsid w:val="00C9276C"/>
    <w:rsid w:val="00C929E6"/>
    <w:rsid w:val="00C96141"/>
    <w:rsid w:val="00CA3A8E"/>
    <w:rsid w:val="00CB457E"/>
    <w:rsid w:val="00CB479F"/>
    <w:rsid w:val="00CB73E6"/>
    <w:rsid w:val="00CC1D44"/>
    <w:rsid w:val="00CD00D9"/>
    <w:rsid w:val="00CD0C5B"/>
    <w:rsid w:val="00CD2210"/>
    <w:rsid w:val="00CD6149"/>
    <w:rsid w:val="00CE2AF9"/>
    <w:rsid w:val="00CE2D86"/>
    <w:rsid w:val="00CE5E69"/>
    <w:rsid w:val="00CF07B4"/>
    <w:rsid w:val="00D01A9A"/>
    <w:rsid w:val="00D0381B"/>
    <w:rsid w:val="00D0394B"/>
    <w:rsid w:val="00D05C96"/>
    <w:rsid w:val="00D136DC"/>
    <w:rsid w:val="00D161C9"/>
    <w:rsid w:val="00D216F7"/>
    <w:rsid w:val="00D23257"/>
    <w:rsid w:val="00D23818"/>
    <w:rsid w:val="00D25840"/>
    <w:rsid w:val="00D36A5B"/>
    <w:rsid w:val="00D41D66"/>
    <w:rsid w:val="00D511FF"/>
    <w:rsid w:val="00D51408"/>
    <w:rsid w:val="00D6293A"/>
    <w:rsid w:val="00D63AB0"/>
    <w:rsid w:val="00D63E03"/>
    <w:rsid w:val="00D67725"/>
    <w:rsid w:val="00D81404"/>
    <w:rsid w:val="00D85D33"/>
    <w:rsid w:val="00D92516"/>
    <w:rsid w:val="00D9303C"/>
    <w:rsid w:val="00D93AB8"/>
    <w:rsid w:val="00D9527B"/>
    <w:rsid w:val="00D97D50"/>
    <w:rsid w:val="00DA5A70"/>
    <w:rsid w:val="00DA65F1"/>
    <w:rsid w:val="00DA731C"/>
    <w:rsid w:val="00DA7B28"/>
    <w:rsid w:val="00DB3ABF"/>
    <w:rsid w:val="00DC69D3"/>
    <w:rsid w:val="00DD73B1"/>
    <w:rsid w:val="00DE0870"/>
    <w:rsid w:val="00DE2C61"/>
    <w:rsid w:val="00DE380E"/>
    <w:rsid w:val="00DE6026"/>
    <w:rsid w:val="00DF2BFC"/>
    <w:rsid w:val="00E02607"/>
    <w:rsid w:val="00E02C59"/>
    <w:rsid w:val="00E04E92"/>
    <w:rsid w:val="00E057DC"/>
    <w:rsid w:val="00E07170"/>
    <w:rsid w:val="00E073E5"/>
    <w:rsid w:val="00E12384"/>
    <w:rsid w:val="00E12765"/>
    <w:rsid w:val="00E20C2F"/>
    <w:rsid w:val="00E20FE3"/>
    <w:rsid w:val="00E2670E"/>
    <w:rsid w:val="00E313AC"/>
    <w:rsid w:val="00E318C1"/>
    <w:rsid w:val="00E31DBA"/>
    <w:rsid w:val="00E364F8"/>
    <w:rsid w:val="00E36A66"/>
    <w:rsid w:val="00E41FA2"/>
    <w:rsid w:val="00E42BAE"/>
    <w:rsid w:val="00E448D8"/>
    <w:rsid w:val="00E50074"/>
    <w:rsid w:val="00E5007D"/>
    <w:rsid w:val="00E534B9"/>
    <w:rsid w:val="00E5517A"/>
    <w:rsid w:val="00E5708D"/>
    <w:rsid w:val="00E57E95"/>
    <w:rsid w:val="00E602B0"/>
    <w:rsid w:val="00E62B65"/>
    <w:rsid w:val="00E72C6B"/>
    <w:rsid w:val="00E73195"/>
    <w:rsid w:val="00E74486"/>
    <w:rsid w:val="00E83D68"/>
    <w:rsid w:val="00E85DDD"/>
    <w:rsid w:val="00E86795"/>
    <w:rsid w:val="00E8679F"/>
    <w:rsid w:val="00E915FC"/>
    <w:rsid w:val="00E95389"/>
    <w:rsid w:val="00E956E5"/>
    <w:rsid w:val="00E9755B"/>
    <w:rsid w:val="00EA0EEE"/>
    <w:rsid w:val="00EA3155"/>
    <w:rsid w:val="00EB1043"/>
    <w:rsid w:val="00EB2AE0"/>
    <w:rsid w:val="00EB6D19"/>
    <w:rsid w:val="00EC0911"/>
    <w:rsid w:val="00EC0E93"/>
    <w:rsid w:val="00EC34E6"/>
    <w:rsid w:val="00EC42A2"/>
    <w:rsid w:val="00EC4A4B"/>
    <w:rsid w:val="00ED5A1C"/>
    <w:rsid w:val="00ED713C"/>
    <w:rsid w:val="00EE0141"/>
    <w:rsid w:val="00EE62C3"/>
    <w:rsid w:val="00EF081B"/>
    <w:rsid w:val="00EF1A3B"/>
    <w:rsid w:val="00EF7858"/>
    <w:rsid w:val="00F00032"/>
    <w:rsid w:val="00F03919"/>
    <w:rsid w:val="00F11A6F"/>
    <w:rsid w:val="00F12AB4"/>
    <w:rsid w:val="00F1476B"/>
    <w:rsid w:val="00F1522F"/>
    <w:rsid w:val="00F16168"/>
    <w:rsid w:val="00F20E0C"/>
    <w:rsid w:val="00F22E0A"/>
    <w:rsid w:val="00F32F78"/>
    <w:rsid w:val="00F36332"/>
    <w:rsid w:val="00F36794"/>
    <w:rsid w:val="00F4131C"/>
    <w:rsid w:val="00F435A8"/>
    <w:rsid w:val="00F43A6E"/>
    <w:rsid w:val="00F50914"/>
    <w:rsid w:val="00F50F15"/>
    <w:rsid w:val="00F67ABC"/>
    <w:rsid w:val="00F72CC2"/>
    <w:rsid w:val="00F82B23"/>
    <w:rsid w:val="00F833BA"/>
    <w:rsid w:val="00F84372"/>
    <w:rsid w:val="00F8611F"/>
    <w:rsid w:val="00F877E9"/>
    <w:rsid w:val="00F903E9"/>
    <w:rsid w:val="00F941E4"/>
    <w:rsid w:val="00F9555B"/>
    <w:rsid w:val="00FB11DD"/>
    <w:rsid w:val="00FB1E08"/>
    <w:rsid w:val="00FB6CD0"/>
    <w:rsid w:val="00FC20C7"/>
    <w:rsid w:val="00FC28E0"/>
    <w:rsid w:val="00FD7755"/>
    <w:rsid w:val="00FE1494"/>
    <w:rsid w:val="00FE7FA4"/>
    <w:rsid w:val="00FF660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43E3"/>
    <w:rPr>
      <w:sz w:val="24"/>
      <w:szCs w:val="24"/>
    </w:rPr>
  </w:style>
  <w:style w:type="paragraph" w:styleId="Heading2">
    <w:name w:val="heading 2"/>
    <w:basedOn w:val="Normal"/>
    <w:link w:val="Heading2Char"/>
    <w:uiPriority w:val="99"/>
    <w:qFormat/>
    <w:rsid w:val="0001563C"/>
    <w:pPr>
      <w:spacing w:before="240" w:line="240" w:lineRule="atLeast"/>
      <w:outlineLvl w:val="1"/>
    </w:pPr>
    <w:rPr>
      <w:rFonts w:ascii="Courier" w:hAnsi="Courier"/>
      <w:b/>
      <w:noProof/>
      <w:sz w:val="20"/>
      <w:szCs w:val="20"/>
    </w:rPr>
  </w:style>
  <w:style w:type="paragraph" w:styleId="Heading4">
    <w:name w:val="heading 4"/>
    <w:basedOn w:val="Normal"/>
    <w:link w:val="Heading4Char"/>
    <w:uiPriority w:val="99"/>
    <w:qFormat/>
    <w:rsid w:val="0001563C"/>
    <w:pPr>
      <w:spacing w:line="240" w:lineRule="atLeast"/>
      <w:ind w:left="2016" w:right="576" w:hanging="576"/>
      <w:outlineLvl w:val="3"/>
    </w:pPr>
    <w:rPr>
      <w:rFonts w:ascii="Courier" w:hAnsi="Courier"/>
      <w:noProof/>
      <w:sz w:val="20"/>
      <w:szCs w:val="20"/>
    </w:rPr>
  </w:style>
  <w:style w:type="paragraph" w:styleId="Heading5">
    <w:name w:val="heading 5"/>
    <w:basedOn w:val="Normal"/>
    <w:next w:val="Normal"/>
    <w:link w:val="Heading5Char"/>
    <w:uiPriority w:val="99"/>
    <w:qFormat/>
    <w:rsid w:val="0001563C"/>
    <w:pPr>
      <w:spacing w:before="240" w:after="60"/>
      <w:outlineLvl w:val="4"/>
    </w:pPr>
    <w:rPr>
      <w:b/>
      <w:bCs/>
      <w:i/>
      <w:i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01563C"/>
    <w:rPr>
      <w:rFonts w:ascii="Courier" w:hAnsi="Courier"/>
      <w:b/>
      <w:noProof/>
      <w:lang w:val="en-US" w:eastAsia="en-US"/>
    </w:rPr>
  </w:style>
  <w:style w:type="character" w:customStyle="1" w:styleId="Heading4Char">
    <w:name w:val="Heading 4 Char"/>
    <w:basedOn w:val="DefaultParagraphFont"/>
    <w:link w:val="Heading4"/>
    <w:uiPriority w:val="99"/>
    <w:locked/>
    <w:rsid w:val="0001563C"/>
    <w:rPr>
      <w:rFonts w:ascii="Courier" w:hAnsi="Courier"/>
      <w:noProof/>
      <w:lang w:val="en-US" w:eastAsia="en-US"/>
    </w:rPr>
  </w:style>
  <w:style w:type="character" w:customStyle="1" w:styleId="Heading5Char">
    <w:name w:val="Heading 5 Char"/>
    <w:basedOn w:val="DefaultParagraphFont"/>
    <w:link w:val="Heading5"/>
    <w:uiPriority w:val="99"/>
    <w:locked/>
    <w:rsid w:val="0001563C"/>
    <w:rPr>
      <w:b/>
      <w:i/>
      <w:sz w:val="26"/>
    </w:rPr>
  </w:style>
  <w:style w:type="table" w:styleId="TableGrid">
    <w:name w:val="Table Grid"/>
    <w:basedOn w:val="TableNormal"/>
    <w:uiPriority w:val="99"/>
    <w:rsid w:val="00C877E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E95389"/>
    <w:pPr>
      <w:tabs>
        <w:tab w:val="center" w:pos="4320"/>
        <w:tab w:val="right" w:pos="8640"/>
      </w:tabs>
    </w:pPr>
    <w:rPr>
      <w:rFonts w:ascii="New York" w:hAnsi="New York"/>
      <w:noProof/>
      <w:szCs w:val="20"/>
    </w:rPr>
  </w:style>
  <w:style w:type="character" w:customStyle="1" w:styleId="FooterChar">
    <w:name w:val="Footer Char"/>
    <w:basedOn w:val="DefaultParagraphFont"/>
    <w:link w:val="Footer"/>
    <w:uiPriority w:val="99"/>
    <w:locked/>
    <w:rsid w:val="006D5545"/>
    <w:rPr>
      <w:rFonts w:ascii="New York" w:hAnsi="New York"/>
      <w:noProof/>
      <w:sz w:val="24"/>
    </w:rPr>
  </w:style>
  <w:style w:type="paragraph" w:styleId="BodyTextIndent">
    <w:name w:val="Body Text Indent"/>
    <w:basedOn w:val="Normal"/>
    <w:link w:val="BodyTextIndentChar"/>
    <w:uiPriority w:val="99"/>
    <w:rsid w:val="00E95389"/>
    <w:pPr>
      <w:tabs>
        <w:tab w:val="left" w:pos="840"/>
      </w:tabs>
      <w:ind w:left="840"/>
    </w:pPr>
  </w:style>
  <w:style w:type="character" w:customStyle="1" w:styleId="BodyTextIndentChar">
    <w:name w:val="Body Text Indent Char"/>
    <w:basedOn w:val="DefaultParagraphFont"/>
    <w:link w:val="BodyTextIndent"/>
    <w:uiPriority w:val="99"/>
    <w:semiHidden/>
    <w:locked/>
    <w:rPr>
      <w:sz w:val="24"/>
    </w:rPr>
  </w:style>
  <w:style w:type="paragraph" w:styleId="BodyText">
    <w:name w:val="Body Text"/>
    <w:basedOn w:val="Normal"/>
    <w:link w:val="BodyTextChar"/>
    <w:uiPriority w:val="99"/>
    <w:rsid w:val="00E36A66"/>
    <w:pPr>
      <w:spacing w:after="120"/>
    </w:pPr>
  </w:style>
  <w:style w:type="character" w:customStyle="1" w:styleId="BodyTextChar">
    <w:name w:val="Body Text Char"/>
    <w:basedOn w:val="DefaultParagraphFont"/>
    <w:link w:val="BodyText"/>
    <w:uiPriority w:val="99"/>
    <w:locked/>
    <w:rsid w:val="003C109E"/>
    <w:rPr>
      <w:sz w:val="24"/>
    </w:rPr>
  </w:style>
  <w:style w:type="paragraph" w:styleId="BalloonText">
    <w:name w:val="Balloon Text"/>
    <w:basedOn w:val="Normal"/>
    <w:link w:val="BalloonTextChar"/>
    <w:uiPriority w:val="99"/>
    <w:semiHidden/>
    <w:rsid w:val="00604B55"/>
    <w:rPr>
      <w:sz w:val="2"/>
    </w:rPr>
  </w:style>
  <w:style w:type="character" w:customStyle="1" w:styleId="BalloonTextChar">
    <w:name w:val="Balloon Text Char"/>
    <w:basedOn w:val="DefaultParagraphFont"/>
    <w:link w:val="BalloonText"/>
    <w:uiPriority w:val="99"/>
    <w:semiHidden/>
    <w:locked/>
    <w:rPr>
      <w:sz w:val="2"/>
    </w:rPr>
  </w:style>
  <w:style w:type="paragraph" w:styleId="BodyText2">
    <w:name w:val="Body Text 2"/>
    <w:basedOn w:val="Normal"/>
    <w:link w:val="BodyText2Char"/>
    <w:uiPriority w:val="99"/>
    <w:rsid w:val="007C74C4"/>
    <w:pPr>
      <w:spacing w:after="120" w:line="480" w:lineRule="auto"/>
    </w:pPr>
  </w:style>
  <w:style w:type="character" w:customStyle="1" w:styleId="BodyText2Char">
    <w:name w:val="Body Text 2 Char"/>
    <w:basedOn w:val="DefaultParagraphFont"/>
    <w:link w:val="BodyText2"/>
    <w:uiPriority w:val="99"/>
    <w:locked/>
    <w:rsid w:val="004B3D47"/>
    <w:rPr>
      <w:sz w:val="24"/>
    </w:rPr>
  </w:style>
  <w:style w:type="paragraph" w:styleId="Title">
    <w:name w:val="Title"/>
    <w:basedOn w:val="Normal"/>
    <w:link w:val="TitleChar"/>
    <w:uiPriority w:val="99"/>
    <w:qFormat/>
    <w:rsid w:val="007C74C4"/>
    <w:pPr>
      <w:jc w:val="center"/>
    </w:pPr>
    <w:rPr>
      <w:rFonts w:ascii="Cambria" w:hAnsi="Cambria"/>
      <w:b/>
      <w:bCs/>
      <w:kern w:val="28"/>
      <w:sz w:val="32"/>
      <w:szCs w:val="32"/>
    </w:rPr>
  </w:style>
  <w:style w:type="character" w:customStyle="1" w:styleId="TitleChar">
    <w:name w:val="Title Char"/>
    <w:basedOn w:val="DefaultParagraphFont"/>
    <w:link w:val="Title"/>
    <w:uiPriority w:val="99"/>
    <w:locked/>
    <w:rPr>
      <w:rFonts w:ascii="Cambria" w:hAnsi="Cambria"/>
      <w:b/>
      <w:kern w:val="28"/>
      <w:sz w:val="32"/>
    </w:rPr>
  </w:style>
  <w:style w:type="paragraph" w:styleId="DocumentMap">
    <w:name w:val="Document Map"/>
    <w:basedOn w:val="Normal"/>
    <w:link w:val="DocumentMapChar"/>
    <w:uiPriority w:val="99"/>
    <w:semiHidden/>
    <w:rsid w:val="00F435A8"/>
    <w:pPr>
      <w:shd w:val="clear" w:color="auto" w:fill="000080"/>
    </w:pPr>
    <w:rPr>
      <w:sz w:val="2"/>
    </w:rPr>
  </w:style>
  <w:style w:type="character" w:customStyle="1" w:styleId="DocumentMapChar">
    <w:name w:val="Document Map Char"/>
    <w:basedOn w:val="DefaultParagraphFont"/>
    <w:link w:val="DocumentMap"/>
    <w:uiPriority w:val="99"/>
    <w:semiHidden/>
    <w:locked/>
    <w:rPr>
      <w:sz w:val="2"/>
    </w:rPr>
  </w:style>
  <w:style w:type="character" w:styleId="PageNumber">
    <w:name w:val="page number"/>
    <w:basedOn w:val="DefaultParagraphFont"/>
    <w:uiPriority w:val="99"/>
    <w:rsid w:val="008A46EB"/>
    <w:rPr>
      <w:rFonts w:cs="Times New Roman"/>
    </w:rPr>
  </w:style>
  <w:style w:type="paragraph" w:customStyle="1" w:styleId="ColorfulList-Accent11">
    <w:name w:val="Colorful List - Accent 11"/>
    <w:basedOn w:val="Normal"/>
    <w:uiPriority w:val="99"/>
    <w:rsid w:val="0053093D"/>
    <w:pPr>
      <w:ind w:left="720"/>
      <w:contextualSpacing/>
    </w:pPr>
  </w:style>
  <w:style w:type="character" w:styleId="CommentReference">
    <w:name w:val="annotation reference"/>
    <w:basedOn w:val="DefaultParagraphFont"/>
    <w:uiPriority w:val="99"/>
    <w:rsid w:val="000D5BF2"/>
    <w:rPr>
      <w:rFonts w:cs="Times New Roman"/>
      <w:sz w:val="16"/>
    </w:rPr>
  </w:style>
  <w:style w:type="paragraph" w:styleId="CommentText">
    <w:name w:val="annotation text"/>
    <w:basedOn w:val="Normal"/>
    <w:link w:val="CommentTextChar"/>
    <w:uiPriority w:val="99"/>
    <w:rsid w:val="000D5BF2"/>
    <w:rPr>
      <w:sz w:val="20"/>
      <w:szCs w:val="20"/>
    </w:rPr>
  </w:style>
  <w:style w:type="character" w:customStyle="1" w:styleId="CommentTextChar">
    <w:name w:val="Comment Text Char"/>
    <w:basedOn w:val="DefaultParagraphFont"/>
    <w:link w:val="CommentText"/>
    <w:uiPriority w:val="99"/>
    <w:locked/>
    <w:rsid w:val="000D5BF2"/>
  </w:style>
  <w:style w:type="paragraph" w:styleId="CommentSubject">
    <w:name w:val="annotation subject"/>
    <w:basedOn w:val="CommentText"/>
    <w:next w:val="CommentText"/>
    <w:link w:val="CommentSubjectChar"/>
    <w:uiPriority w:val="99"/>
    <w:rsid w:val="000D5BF2"/>
    <w:rPr>
      <w:b/>
      <w:bCs/>
    </w:rPr>
  </w:style>
  <w:style w:type="character" w:customStyle="1" w:styleId="CommentSubjectChar">
    <w:name w:val="Comment Subject Char"/>
    <w:basedOn w:val="CommentTextChar"/>
    <w:link w:val="CommentSubject"/>
    <w:uiPriority w:val="99"/>
    <w:locked/>
    <w:rsid w:val="000D5BF2"/>
    <w:rPr>
      <w:b/>
    </w:rPr>
  </w:style>
  <w:style w:type="paragraph" w:customStyle="1" w:styleId="ColorfulShading-Accent11">
    <w:name w:val="Colorful Shading - Accent 11"/>
    <w:hidden/>
    <w:uiPriority w:val="99"/>
    <w:semiHidden/>
    <w:rsid w:val="000D5BF2"/>
    <w:rPr>
      <w:sz w:val="24"/>
      <w:szCs w:val="24"/>
    </w:rPr>
  </w:style>
  <w:style w:type="paragraph" w:customStyle="1" w:styleId="paragraph">
    <w:name w:val="paragraph"/>
    <w:aliases w:val="p"/>
    <w:basedOn w:val="Normal"/>
    <w:uiPriority w:val="99"/>
    <w:rsid w:val="002C75E2"/>
    <w:pPr>
      <w:spacing w:after="240"/>
    </w:pPr>
    <w:rPr>
      <w:rFonts w:ascii="Times" w:hAnsi="Times"/>
      <w:szCs w:val="20"/>
    </w:rPr>
  </w:style>
  <w:style w:type="paragraph" w:styleId="Header">
    <w:name w:val="header"/>
    <w:basedOn w:val="Normal"/>
    <w:link w:val="HeaderChar"/>
    <w:uiPriority w:val="99"/>
    <w:rsid w:val="006D5545"/>
    <w:pPr>
      <w:tabs>
        <w:tab w:val="center" w:pos="4680"/>
        <w:tab w:val="right" w:pos="9360"/>
      </w:tabs>
    </w:pPr>
  </w:style>
  <w:style w:type="character" w:customStyle="1" w:styleId="HeaderChar">
    <w:name w:val="Header Char"/>
    <w:basedOn w:val="DefaultParagraphFont"/>
    <w:link w:val="Header"/>
    <w:uiPriority w:val="99"/>
    <w:locked/>
    <w:rsid w:val="006D5545"/>
    <w:rPr>
      <w:sz w:val="24"/>
    </w:rPr>
  </w:style>
  <w:style w:type="character" w:styleId="PlaceholderText">
    <w:name w:val="Placeholder Text"/>
    <w:basedOn w:val="DefaultParagraphFont"/>
    <w:uiPriority w:val="99"/>
    <w:rsid w:val="004F0E1A"/>
    <w:rPr>
      <w:rFonts w:cs="Times New Roman"/>
      <w:color w:val="808080"/>
    </w:rPr>
  </w:style>
</w:styles>
</file>

<file path=word/webSettings.xml><?xml version="1.0" encoding="utf-8"?>
<w:webSettings xmlns:r="http://schemas.openxmlformats.org/officeDocument/2006/relationships" xmlns:w="http://schemas.openxmlformats.org/wordprocessingml/2006/main">
  <w:divs>
    <w:div w:id="418134469">
      <w:marLeft w:val="0"/>
      <w:marRight w:val="0"/>
      <w:marTop w:val="0"/>
      <w:marBottom w:val="0"/>
      <w:divBdr>
        <w:top w:val="none" w:sz="0" w:space="0" w:color="auto"/>
        <w:left w:val="none" w:sz="0" w:space="0" w:color="auto"/>
        <w:bottom w:val="none" w:sz="0" w:space="0" w:color="auto"/>
        <w:right w:val="none" w:sz="0" w:space="0" w:color="auto"/>
      </w:divBdr>
    </w:div>
    <w:div w:id="418134471">
      <w:marLeft w:val="0"/>
      <w:marRight w:val="0"/>
      <w:marTop w:val="0"/>
      <w:marBottom w:val="0"/>
      <w:divBdr>
        <w:top w:val="none" w:sz="0" w:space="0" w:color="auto"/>
        <w:left w:val="none" w:sz="0" w:space="0" w:color="auto"/>
        <w:bottom w:val="none" w:sz="0" w:space="0" w:color="auto"/>
        <w:right w:val="none" w:sz="0" w:space="0" w:color="auto"/>
      </w:divBdr>
    </w:div>
    <w:div w:id="418134485">
      <w:marLeft w:val="0"/>
      <w:marRight w:val="0"/>
      <w:marTop w:val="0"/>
      <w:marBottom w:val="0"/>
      <w:divBdr>
        <w:top w:val="none" w:sz="0" w:space="0" w:color="auto"/>
        <w:left w:val="none" w:sz="0" w:space="0" w:color="auto"/>
        <w:bottom w:val="none" w:sz="0" w:space="0" w:color="auto"/>
        <w:right w:val="none" w:sz="0" w:space="0" w:color="auto"/>
      </w:divBdr>
    </w:div>
    <w:div w:id="418134487">
      <w:marLeft w:val="0"/>
      <w:marRight w:val="0"/>
      <w:marTop w:val="0"/>
      <w:marBottom w:val="0"/>
      <w:divBdr>
        <w:top w:val="none" w:sz="0" w:space="0" w:color="auto"/>
        <w:left w:val="none" w:sz="0" w:space="0" w:color="auto"/>
        <w:bottom w:val="none" w:sz="0" w:space="0" w:color="auto"/>
        <w:right w:val="none" w:sz="0" w:space="0" w:color="auto"/>
      </w:divBdr>
    </w:div>
    <w:div w:id="418134490">
      <w:marLeft w:val="0"/>
      <w:marRight w:val="0"/>
      <w:marTop w:val="0"/>
      <w:marBottom w:val="0"/>
      <w:divBdr>
        <w:top w:val="none" w:sz="0" w:space="0" w:color="auto"/>
        <w:left w:val="none" w:sz="0" w:space="0" w:color="auto"/>
        <w:bottom w:val="none" w:sz="0" w:space="0" w:color="auto"/>
        <w:right w:val="none" w:sz="0" w:space="0" w:color="auto"/>
      </w:divBdr>
    </w:div>
    <w:div w:id="418134493">
      <w:marLeft w:val="0"/>
      <w:marRight w:val="0"/>
      <w:marTop w:val="0"/>
      <w:marBottom w:val="0"/>
      <w:divBdr>
        <w:top w:val="none" w:sz="0" w:space="0" w:color="auto"/>
        <w:left w:val="none" w:sz="0" w:space="0" w:color="auto"/>
        <w:bottom w:val="none" w:sz="0" w:space="0" w:color="auto"/>
        <w:right w:val="none" w:sz="0" w:space="0" w:color="auto"/>
      </w:divBdr>
    </w:div>
    <w:div w:id="418134496">
      <w:marLeft w:val="0"/>
      <w:marRight w:val="0"/>
      <w:marTop w:val="0"/>
      <w:marBottom w:val="0"/>
      <w:divBdr>
        <w:top w:val="none" w:sz="0" w:space="0" w:color="auto"/>
        <w:left w:val="none" w:sz="0" w:space="0" w:color="auto"/>
        <w:bottom w:val="none" w:sz="0" w:space="0" w:color="auto"/>
        <w:right w:val="none" w:sz="0" w:space="0" w:color="auto"/>
      </w:divBdr>
      <w:divsChild>
        <w:div w:id="418134467">
          <w:marLeft w:val="0"/>
          <w:marRight w:val="0"/>
          <w:marTop w:val="0"/>
          <w:marBottom w:val="0"/>
          <w:divBdr>
            <w:top w:val="none" w:sz="0" w:space="0" w:color="auto"/>
            <w:left w:val="none" w:sz="0" w:space="0" w:color="auto"/>
            <w:bottom w:val="none" w:sz="0" w:space="0" w:color="auto"/>
            <w:right w:val="none" w:sz="0" w:space="0" w:color="auto"/>
          </w:divBdr>
        </w:div>
        <w:div w:id="418134468">
          <w:marLeft w:val="0"/>
          <w:marRight w:val="0"/>
          <w:marTop w:val="0"/>
          <w:marBottom w:val="0"/>
          <w:divBdr>
            <w:top w:val="none" w:sz="0" w:space="0" w:color="auto"/>
            <w:left w:val="none" w:sz="0" w:space="0" w:color="auto"/>
            <w:bottom w:val="none" w:sz="0" w:space="0" w:color="auto"/>
            <w:right w:val="none" w:sz="0" w:space="0" w:color="auto"/>
          </w:divBdr>
        </w:div>
        <w:div w:id="418134470">
          <w:marLeft w:val="0"/>
          <w:marRight w:val="0"/>
          <w:marTop w:val="0"/>
          <w:marBottom w:val="0"/>
          <w:divBdr>
            <w:top w:val="none" w:sz="0" w:space="0" w:color="auto"/>
            <w:left w:val="none" w:sz="0" w:space="0" w:color="auto"/>
            <w:bottom w:val="none" w:sz="0" w:space="0" w:color="auto"/>
            <w:right w:val="none" w:sz="0" w:space="0" w:color="auto"/>
          </w:divBdr>
        </w:div>
        <w:div w:id="418134472">
          <w:marLeft w:val="0"/>
          <w:marRight w:val="0"/>
          <w:marTop w:val="0"/>
          <w:marBottom w:val="0"/>
          <w:divBdr>
            <w:top w:val="none" w:sz="0" w:space="0" w:color="auto"/>
            <w:left w:val="none" w:sz="0" w:space="0" w:color="auto"/>
            <w:bottom w:val="none" w:sz="0" w:space="0" w:color="auto"/>
            <w:right w:val="none" w:sz="0" w:space="0" w:color="auto"/>
          </w:divBdr>
        </w:div>
        <w:div w:id="418134473">
          <w:marLeft w:val="0"/>
          <w:marRight w:val="0"/>
          <w:marTop w:val="0"/>
          <w:marBottom w:val="0"/>
          <w:divBdr>
            <w:top w:val="none" w:sz="0" w:space="0" w:color="auto"/>
            <w:left w:val="none" w:sz="0" w:space="0" w:color="auto"/>
            <w:bottom w:val="none" w:sz="0" w:space="0" w:color="auto"/>
            <w:right w:val="none" w:sz="0" w:space="0" w:color="auto"/>
          </w:divBdr>
        </w:div>
        <w:div w:id="418134474">
          <w:marLeft w:val="0"/>
          <w:marRight w:val="0"/>
          <w:marTop w:val="0"/>
          <w:marBottom w:val="0"/>
          <w:divBdr>
            <w:top w:val="none" w:sz="0" w:space="0" w:color="auto"/>
            <w:left w:val="none" w:sz="0" w:space="0" w:color="auto"/>
            <w:bottom w:val="none" w:sz="0" w:space="0" w:color="auto"/>
            <w:right w:val="none" w:sz="0" w:space="0" w:color="auto"/>
          </w:divBdr>
        </w:div>
        <w:div w:id="418134475">
          <w:marLeft w:val="0"/>
          <w:marRight w:val="0"/>
          <w:marTop w:val="0"/>
          <w:marBottom w:val="0"/>
          <w:divBdr>
            <w:top w:val="none" w:sz="0" w:space="0" w:color="auto"/>
            <w:left w:val="none" w:sz="0" w:space="0" w:color="auto"/>
            <w:bottom w:val="none" w:sz="0" w:space="0" w:color="auto"/>
            <w:right w:val="none" w:sz="0" w:space="0" w:color="auto"/>
          </w:divBdr>
        </w:div>
        <w:div w:id="418134476">
          <w:marLeft w:val="0"/>
          <w:marRight w:val="0"/>
          <w:marTop w:val="0"/>
          <w:marBottom w:val="0"/>
          <w:divBdr>
            <w:top w:val="none" w:sz="0" w:space="0" w:color="auto"/>
            <w:left w:val="none" w:sz="0" w:space="0" w:color="auto"/>
            <w:bottom w:val="none" w:sz="0" w:space="0" w:color="auto"/>
            <w:right w:val="none" w:sz="0" w:space="0" w:color="auto"/>
          </w:divBdr>
        </w:div>
        <w:div w:id="418134477">
          <w:marLeft w:val="0"/>
          <w:marRight w:val="0"/>
          <w:marTop w:val="0"/>
          <w:marBottom w:val="0"/>
          <w:divBdr>
            <w:top w:val="none" w:sz="0" w:space="0" w:color="auto"/>
            <w:left w:val="none" w:sz="0" w:space="0" w:color="auto"/>
            <w:bottom w:val="none" w:sz="0" w:space="0" w:color="auto"/>
            <w:right w:val="none" w:sz="0" w:space="0" w:color="auto"/>
          </w:divBdr>
        </w:div>
        <w:div w:id="418134478">
          <w:marLeft w:val="0"/>
          <w:marRight w:val="0"/>
          <w:marTop w:val="0"/>
          <w:marBottom w:val="0"/>
          <w:divBdr>
            <w:top w:val="none" w:sz="0" w:space="0" w:color="auto"/>
            <w:left w:val="none" w:sz="0" w:space="0" w:color="auto"/>
            <w:bottom w:val="none" w:sz="0" w:space="0" w:color="auto"/>
            <w:right w:val="none" w:sz="0" w:space="0" w:color="auto"/>
          </w:divBdr>
        </w:div>
        <w:div w:id="418134479">
          <w:marLeft w:val="0"/>
          <w:marRight w:val="0"/>
          <w:marTop w:val="0"/>
          <w:marBottom w:val="0"/>
          <w:divBdr>
            <w:top w:val="none" w:sz="0" w:space="0" w:color="auto"/>
            <w:left w:val="none" w:sz="0" w:space="0" w:color="auto"/>
            <w:bottom w:val="none" w:sz="0" w:space="0" w:color="auto"/>
            <w:right w:val="none" w:sz="0" w:space="0" w:color="auto"/>
          </w:divBdr>
        </w:div>
        <w:div w:id="418134480">
          <w:marLeft w:val="0"/>
          <w:marRight w:val="0"/>
          <w:marTop w:val="0"/>
          <w:marBottom w:val="0"/>
          <w:divBdr>
            <w:top w:val="none" w:sz="0" w:space="0" w:color="auto"/>
            <w:left w:val="none" w:sz="0" w:space="0" w:color="auto"/>
            <w:bottom w:val="none" w:sz="0" w:space="0" w:color="auto"/>
            <w:right w:val="none" w:sz="0" w:space="0" w:color="auto"/>
          </w:divBdr>
        </w:div>
        <w:div w:id="418134481">
          <w:marLeft w:val="0"/>
          <w:marRight w:val="0"/>
          <w:marTop w:val="0"/>
          <w:marBottom w:val="0"/>
          <w:divBdr>
            <w:top w:val="none" w:sz="0" w:space="0" w:color="auto"/>
            <w:left w:val="none" w:sz="0" w:space="0" w:color="auto"/>
            <w:bottom w:val="none" w:sz="0" w:space="0" w:color="auto"/>
            <w:right w:val="none" w:sz="0" w:space="0" w:color="auto"/>
          </w:divBdr>
        </w:div>
        <w:div w:id="418134482">
          <w:marLeft w:val="0"/>
          <w:marRight w:val="0"/>
          <w:marTop w:val="0"/>
          <w:marBottom w:val="0"/>
          <w:divBdr>
            <w:top w:val="none" w:sz="0" w:space="0" w:color="auto"/>
            <w:left w:val="none" w:sz="0" w:space="0" w:color="auto"/>
            <w:bottom w:val="none" w:sz="0" w:space="0" w:color="auto"/>
            <w:right w:val="none" w:sz="0" w:space="0" w:color="auto"/>
          </w:divBdr>
        </w:div>
        <w:div w:id="418134483">
          <w:marLeft w:val="0"/>
          <w:marRight w:val="0"/>
          <w:marTop w:val="0"/>
          <w:marBottom w:val="0"/>
          <w:divBdr>
            <w:top w:val="none" w:sz="0" w:space="0" w:color="auto"/>
            <w:left w:val="none" w:sz="0" w:space="0" w:color="auto"/>
            <w:bottom w:val="none" w:sz="0" w:space="0" w:color="auto"/>
            <w:right w:val="none" w:sz="0" w:space="0" w:color="auto"/>
          </w:divBdr>
        </w:div>
        <w:div w:id="418134484">
          <w:marLeft w:val="0"/>
          <w:marRight w:val="0"/>
          <w:marTop w:val="0"/>
          <w:marBottom w:val="0"/>
          <w:divBdr>
            <w:top w:val="none" w:sz="0" w:space="0" w:color="auto"/>
            <w:left w:val="none" w:sz="0" w:space="0" w:color="auto"/>
            <w:bottom w:val="none" w:sz="0" w:space="0" w:color="auto"/>
            <w:right w:val="none" w:sz="0" w:space="0" w:color="auto"/>
          </w:divBdr>
        </w:div>
        <w:div w:id="418134486">
          <w:marLeft w:val="0"/>
          <w:marRight w:val="0"/>
          <w:marTop w:val="0"/>
          <w:marBottom w:val="0"/>
          <w:divBdr>
            <w:top w:val="none" w:sz="0" w:space="0" w:color="auto"/>
            <w:left w:val="none" w:sz="0" w:space="0" w:color="auto"/>
            <w:bottom w:val="none" w:sz="0" w:space="0" w:color="auto"/>
            <w:right w:val="none" w:sz="0" w:space="0" w:color="auto"/>
          </w:divBdr>
        </w:div>
        <w:div w:id="418134488">
          <w:marLeft w:val="0"/>
          <w:marRight w:val="0"/>
          <w:marTop w:val="0"/>
          <w:marBottom w:val="0"/>
          <w:divBdr>
            <w:top w:val="none" w:sz="0" w:space="0" w:color="auto"/>
            <w:left w:val="none" w:sz="0" w:space="0" w:color="auto"/>
            <w:bottom w:val="none" w:sz="0" w:space="0" w:color="auto"/>
            <w:right w:val="none" w:sz="0" w:space="0" w:color="auto"/>
          </w:divBdr>
        </w:div>
        <w:div w:id="418134489">
          <w:marLeft w:val="0"/>
          <w:marRight w:val="0"/>
          <w:marTop w:val="0"/>
          <w:marBottom w:val="0"/>
          <w:divBdr>
            <w:top w:val="none" w:sz="0" w:space="0" w:color="auto"/>
            <w:left w:val="none" w:sz="0" w:space="0" w:color="auto"/>
            <w:bottom w:val="none" w:sz="0" w:space="0" w:color="auto"/>
            <w:right w:val="none" w:sz="0" w:space="0" w:color="auto"/>
          </w:divBdr>
        </w:div>
        <w:div w:id="418134491">
          <w:marLeft w:val="0"/>
          <w:marRight w:val="0"/>
          <w:marTop w:val="0"/>
          <w:marBottom w:val="0"/>
          <w:divBdr>
            <w:top w:val="none" w:sz="0" w:space="0" w:color="auto"/>
            <w:left w:val="none" w:sz="0" w:space="0" w:color="auto"/>
            <w:bottom w:val="none" w:sz="0" w:space="0" w:color="auto"/>
            <w:right w:val="none" w:sz="0" w:space="0" w:color="auto"/>
          </w:divBdr>
        </w:div>
        <w:div w:id="418134492">
          <w:marLeft w:val="0"/>
          <w:marRight w:val="0"/>
          <w:marTop w:val="0"/>
          <w:marBottom w:val="0"/>
          <w:divBdr>
            <w:top w:val="none" w:sz="0" w:space="0" w:color="auto"/>
            <w:left w:val="none" w:sz="0" w:space="0" w:color="auto"/>
            <w:bottom w:val="none" w:sz="0" w:space="0" w:color="auto"/>
            <w:right w:val="none" w:sz="0" w:space="0" w:color="auto"/>
          </w:divBdr>
        </w:div>
        <w:div w:id="418134494">
          <w:marLeft w:val="0"/>
          <w:marRight w:val="0"/>
          <w:marTop w:val="0"/>
          <w:marBottom w:val="0"/>
          <w:divBdr>
            <w:top w:val="none" w:sz="0" w:space="0" w:color="auto"/>
            <w:left w:val="none" w:sz="0" w:space="0" w:color="auto"/>
            <w:bottom w:val="none" w:sz="0" w:space="0" w:color="auto"/>
            <w:right w:val="none" w:sz="0" w:space="0" w:color="auto"/>
          </w:divBdr>
        </w:div>
        <w:div w:id="418134495">
          <w:marLeft w:val="0"/>
          <w:marRight w:val="0"/>
          <w:marTop w:val="0"/>
          <w:marBottom w:val="0"/>
          <w:divBdr>
            <w:top w:val="none" w:sz="0" w:space="0" w:color="auto"/>
            <w:left w:val="none" w:sz="0" w:space="0" w:color="auto"/>
            <w:bottom w:val="none" w:sz="0" w:space="0" w:color="auto"/>
            <w:right w:val="none" w:sz="0" w:space="0" w:color="auto"/>
          </w:divBdr>
        </w:div>
        <w:div w:id="418134497">
          <w:marLeft w:val="0"/>
          <w:marRight w:val="0"/>
          <w:marTop w:val="0"/>
          <w:marBottom w:val="0"/>
          <w:divBdr>
            <w:top w:val="none" w:sz="0" w:space="0" w:color="auto"/>
            <w:left w:val="none" w:sz="0" w:space="0" w:color="auto"/>
            <w:bottom w:val="none" w:sz="0" w:space="0" w:color="auto"/>
            <w:right w:val="none" w:sz="0" w:space="0" w:color="auto"/>
          </w:divBdr>
        </w:div>
        <w:div w:id="418134498">
          <w:marLeft w:val="0"/>
          <w:marRight w:val="0"/>
          <w:marTop w:val="0"/>
          <w:marBottom w:val="0"/>
          <w:divBdr>
            <w:top w:val="none" w:sz="0" w:space="0" w:color="auto"/>
            <w:left w:val="none" w:sz="0" w:space="0" w:color="auto"/>
            <w:bottom w:val="none" w:sz="0" w:space="0" w:color="auto"/>
            <w:right w:val="none" w:sz="0" w:space="0" w:color="auto"/>
          </w:divBdr>
        </w:div>
        <w:div w:id="418134499">
          <w:marLeft w:val="0"/>
          <w:marRight w:val="0"/>
          <w:marTop w:val="0"/>
          <w:marBottom w:val="0"/>
          <w:divBdr>
            <w:top w:val="none" w:sz="0" w:space="0" w:color="auto"/>
            <w:left w:val="none" w:sz="0" w:space="0" w:color="auto"/>
            <w:bottom w:val="none" w:sz="0" w:space="0" w:color="auto"/>
            <w:right w:val="none" w:sz="0" w:space="0" w:color="auto"/>
          </w:divBdr>
        </w:div>
        <w:div w:id="418134503">
          <w:marLeft w:val="0"/>
          <w:marRight w:val="0"/>
          <w:marTop w:val="0"/>
          <w:marBottom w:val="0"/>
          <w:divBdr>
            <w:top w:val="none" w:sz="0" w:space="0" w:color="auto"/>
            <w:left w:val="none" w:sz="0" w:space="0" w:color="auto"/>
            <w:bottom w:val="none" w:sz="0" w:space="0" w:color="auto"/>
            <w:right w:val="none" w:sz="0" w:space="0" w:color="auto"/>
          </w:divBdr>
        </w:div>
        <w:div w:id="418134506">
          <w:marLeft w:val="0"/>
          <w:marRight w:val="0"/>
          <w:marTop w:val="0"/>
          <w:marBottom w:val="0"/>
          <w:divBdr>
            <w:top w:val="none" w:sz="0" w:space="0" w:color="auto"/>
            <w:left w:val="none" w:sz="0" w:space="0" w:color="auto"/>
            <w:bottom w:val="none" w:sz="0" w:space="0" w:color="auto"/>
            <w:right w:val="none" w:sz="0" w:space="0" w:color="auto"/>
          </w:divBdr>
        </w:div>
        <w:div w:id="418134507">
          <w:marLeft w:val="0"/>
          <w:marRight w:val="0"/>
          <w:marTop w:val="0"/>
          <w:marBottom w:val="0"/>
          <w:divBdr>
            <w:top w:val="none" w:sz="0" w:space="0" w:color="auto"/>
            <w:left w:val="none" w:sz="0" w:space="0" w:color="auto"/>
            <w:bottom w:val="none" w:sz="0" w:space="0" w:color="auto"/>
            <w:right w:val="none" w:sz="0" w:space="0" w:color="auto"/>
          </w:divBdr>
        </w:div>
        <w:div w:id="418134508">
          <w:marLeft w:val="0"/>
          <w:marRight w:val="0"/>
          <w:marTop w:val="0"/>
          <w:marBottom w:val="0"/>
          <w:divBdr>
            <w:top w:val="none" w:sz="0" w:space="0" w:color="auto"/>
            <w:left w:val="none" w:sz="0" w:space="0" w:color="auto"/>
            <w:bottom w:val="none" w:sz="0" w:space="0" w:color="auto"/>
            <w:right w:val="none" w:sz="0" w:space="0" w:color="auto"/>
          </w:divBdr>
        </w:div>
        <w:div w:id="418134509">
          <w:marLeft w:val="0"/>
          <w:marRight w:val="0"/>
          <w:marTop w:val="0"/>
          <w:marBottom w:val="0"/>
          <w:divBdr>
            <w:top w:val="none" w:sz="0" w:space="0" w:color="auto"/>
            <w:left w:val="none" w:sz="0" w:space="0" w:color="auto"/>
            <w:bottom w:val="none" w:sz="0" w:space="0" w:color="auto"/>
            <w:right w:val="none" w:sz="0" w:space="0" w:color="auto"/>
          </w:divBdr>
        </w:div>
        <w:div w:id="418134510">
          <w:marLeft w:val="0"/>
          <w:marRight w:val="0"/>
          <w:marTop w:val="0"/>
          <w:marBottom w:val="0"/>
          <w:divBdr>
            <w:top w:val="none" w:sz="0" w:space="0" w:color="auto"/>
            <w:left w:val="none" w:sz="0" w:space="0" w:color="auto"/>
            <w:bottom w:val="none" w:sz="0" w:space="0" w:color="auto"/>
            <w:right w:val="none" w:sz="0" w:space="0" w:color="auto"/>
          </w:divBdr>
        </w:div>
        <w:div w:id="418134513">
          <w:marLeft w:val="0"/>
          <w:marRight w:val="0"/>
          <w:marTop w:val="0"/>
          <w:marBottom w:val="0"/>
          <w:divBdr>
            <w:top w:val="none" w:sz="0" w:space="0" w:color="auto"/>
            <w:left w:val="none" w:sz="0" w:space="0" w:color="auto"/>
            <w:bottom w:val="none" w:sz="0" w:space="0" w:color="auto"/>
            <w:right w:val="none" w:sz="0" w:space="0" w:color="auto"/>
          </w:divBdr>
        </w:div>
        <w:div w:id="418134515">
          <w:marLeft w:val="0"/>
          <w:marRight w:val="0"/>
          <w:marTop w:val="0"/>
          <w:marBottom w:val="0"/>
          <w:divBdr>
            <w:top w:val="none" w:sz="0" w:space="0" w:color="auto"/>
            <w:left w:val="none" w:sz="0" w:space="0" w:color="auto"/>
            <w:bottom w:val="none" w:sz="0" w:space="0" w:color="auto"/>
            <w:right w:val="none" w:sz="0" w:space="0" w:color="auto"/>
          </w:divBdr>
        </w:div>
        <w:div w:id="418134519">
          <w:marLeft w:val="0"/>
          <w:marRight w:val="0"/>
          <w:marTop w:val="0"/>
          <w:marBottom w:val="0"/>
          <w:divBdr>
            <w:top w:val="none" w:sz="0" w:space="0" w:color="auto"/>
            <w:left w:val="none" w:sz="0" w:space="0" w:color="auto"/>
            <w:bottom w:val="none" w:sz="0" w:space="0" w:color="auto"/>
            <w:right w:val="none" w:sz="0" w:space="0" w:color="auto"/>
          </w:divBdr>
        </w:div>
        <w:div w:id="418134520">
          <w:marLeft w:val="0"/>
          <w:marRight w:val="0"/>
          <w:marTop w:val="0"/>
          <w:marBottom w:val="0"/>
          <w:divBdr>
            <w:top w:val="none" w:sz="0" w:space="0" w:color="auto"/>
            <w:left w:val="none" w:sz="0" w:space="0" w:color="auto"/>
            <w:bottom w:val="none" w:sz="0" w:space="0" w:color="auto"/>
            <w:right w:val="none" w:sz="0" w:space="0" w:color="auto"/>
          </w:divBdr>
        </w:div>
        <w:div w:id="418134521">
          <w:marLeft w:val="0"/>
          <w:marRight w:val="0"/>
          <w:marTop w:val="0"/>
          <w:marBottom w:val="0"/>
          <w:divBdr>
            <w:top w:val="none" w:sz="0" w:space="0" w:color="auto"/>
            <w:left w:val="none" w:sz="0" w:space="0" w:color="auto"/>
            <w:bottom w:val="none" w:sz="0" w:space="0" w:color="auto"/>
            <w:right w:val="none" w:sz="0" w:space="0" w:color="auto"/>
          </w:divBdr>
        </w:div>
        <w:div w:id="418134522">
          <w:marLeft w:val="0"/>
          <w:marRight w:val="0"/>
          <w:marTop w:val="0"/>
          <w:marBottom w:val="0"/>
          <w:divBdr>
            <w:top w:val="none" w:sz="0" w:space="0" w:color="auto"/>
            <w:left w:val="none" w:sz="0" w:space="0" w:color="auto"/>
            <w:bottom w:val="none" w:sz="0" w:space="0" w:color="auto"/>
            <w:right w:val="none" w:sz="0" w:space="0" w:color="auto"/>
          </w:divBdr>
        </w:div>
        <w:div w:id="418134523">
          <w:marLeft w:val="0"/>
          <w:marRight w:val="0"/>
          <w:marTop w:val="0"/>
          <w:marBottom w:val="0"/>
          <w:divBdr>
            <w:top w:val="none" w:sz="0" w:space="0" w:color="auto"/>
            <w:left w:val="none" w:sz="0" w:space="0" w:color="auto"/>
            <w:bottom w:val="none" w:sz="0" w:space="0" w:color="auto"/>
            <w:right w:val="none" w:sz="0" w:space="0" w:color="auto"/>
          </w:divBdr>
        </w:div>
        <w:div w:id="418134526">
          <w:marLeft w:val="0"/>
          <w:marRight w:val="0"/>
          <w:marTop w:val="0"/>
          <w:marBottom w:val="0"/>
          <w:divBdr>
            <w:top w:val="none" w:sz="0" w:space="0" w:color="auto"/>
            <w:left w:val="none" w:sz="0" w:space="0" w:color="auto"/>
            <w:bottom w:val="none" w:sz="0" w:space="0" w:color="auto"/>
            <w:right w:val="none" w:sz="0" w:space="0" w:color="auto"/>
          </w:divBdr>
        </w:div>
      </w:divsChild>
    </w:div>
    <w:div w:id="418134500">
      <w:marLeft w:val="0"/>
      <w:marRight w:val="0"/>
      <w:marTop w:val="0"/>
      <w:marBottom w:val="0"/>
      <w:divBdr>
        <w:top w:val="none" w:sz="0" w:space="0" w:color="auto"/>
        <w:left w:val="none" w:sz="0" w:space="0" w:color="auto"/>
        <w:bottom w:val="none" w:sz="0" w:space="0" w:color="auto"/>
        <w:right w:val="none" w:sz="0" w:space="0" w:color="auto"/>
      </w:divBdr>
    </w:div>
    <w:div w:id="418134501">
      <w:marLeft w:val="0"/>
      <w:marRight w:val="0"/>
      <w:marTop w:val="0"/>
      <w:marBottom w:val="0"/>
      <w:divBdr>
        <w:top w:val="none" w:sz="0" w:space="0" w:color="auto"/>
        <w:left w:val="none" w:sz="0" w:space="0" w:color="auto"/>
        <w:bottom w:val="none" w:sz="0" w:space="0" w:color="auto"/>
        <w:right w:val="none" w:sz="0" w:space="0" w:color="auto"/>
      </w:divBdr>
    </w:div>
    <w:div w:id="418134502">
      <w:marLeft w:val="0"/>
      <w:marRight w:val="0"/>
      <w:marTop w:val="0"/>
      <w:marBottom w:val="0"/>
      <w:divBdr>
        <w:top w:val="none" w:sz="0" w:space="0" w:color="auto"/>
        <w:left w:val="none" w:sz="0" w:space="0" w:color="auto"/>
        <w:bottom w:val="none" w:sz="0" w:space="0" w:color="auto"/>
        <w:right w:val="none" w:sz="0" w:space="0" w:color="auto"/>
      </w:divBdr>
    </w:div>
    <w:div w:id="418134504">
      <w:marLeft w:val="0"/>
      <w:marRight w:val="0"/>
      <w:marTop w:val="0"/>
      <w:marBottom w:val="0"/>
      <w:divBdr>
        <w:top w:val="none" w:sz="0" w:space="0" w:color="auto"/>
        <w:left w:val="none" w:sz="0" w:space="0" w:color="auto"/>
        <w:bottom w:val="none" w:sz="0" w:space="0" w:color="auto"/>
        <w:right w:val="none" w:sz="0" w:space="0" w:color="auto"/>
      </w:divBdr>
    </w:div>
    <w:div w:id="418134505">
      <w:marLeft w:val="0"/>
      <w:marRight w:val="0"/>
      <w:marTop w:val="0"/>
      <w:marBottom w:val="0"/>
      <w:divBdr>
        <w:top w:val="none" w:sz="0" w:space="0" w:color="auto"/>
        <w:left w:val="none" w:sz="0" w:space="0" w:color="auto"/>
        <w:bottom w:val="none" w:sz="0" w:space="0" w:color="auto"/>
        <w:right w:val="none" w:sz="0" w:space="0" w:color="auto"/>
      </w:divBdr>
    </w:div>
    <w:div w:id="418134511">
      <w:marLeft w:val="0"/>
      <w:marRight w:val="0"/>
      <w:marTop w:val="0"/>
      <w:marBottom w:val="0"/>
      <w:divBdr>
        <w:top w:val="none" w:sz="0" w:space="0" w:color="auto"/>
        <w:left w:val="none" w:sz="0" w:space="0" w:color="auto"/>
        <w:bottom w:val="none" w:sz="0" w:space="0" w:color="auto"/>
        <w:right w:val="none" w:sz="0" w:space="0" w:color="auto"/>
      </w:divBdr>
    </w:div>
    <w:div w:id="418134512">
      <w:marLeft w:val="0"/>
      <w:marRight w:val="0"/>
      <w:marTop w:val="0"/>
      <w:marBottom w:val="0"/>
      <w:divBdr>
        <w:top w:val="none" w:sz="0" w:space="0" w:color="auto"/>
        <w:left w:val="none" w:sz="0" w:space="0" w:color="auto"/>
        <w:bottom w:val="none" w:sz="0" w:space="0" w:color="auto"/>
        <w:right w:val="none" w:sz="0" w:space="0" w:color="auto"/>
      </w:divBdr>
    </w:div>
    <w:div w:id="418134514">
      <w:marLeft w:val="0"/>
      <w:marRight w:val="0"/>
      <w:marTop w:val="0"/>
      <w:marBottom w:val="0"/>
      <w:divBdr>
        <w:top w:val="none" w:sz="0" w:space="0" w:color="auto"/>
        <w:left w:val="none" w:sz="0" w:space="0" w:color="auto"/>
        <w:bottom w:val="none" w:sz="0" w:space="0" w:color="auto"/>
        <w:right w:val="none" w:sz="0" w:space="0" w:color="auto"/>
      </w:divBdr>
    </w:div>
    <w:div w:id="418134516">
      <w:marLeft w:val="0"/>
      <w:marRight w:val="0"/>
      <w:marTop w:val="0"/>
      <w:marBottom w:val="0"/>
      <w:divBdr>
        <w:top w:val="none" w:sz="0" w:space="0" w:color="auto"/>
        <w:left w:val="none" w:sz="0" w:space="0" w:color="auto"/>
        <w:bottom w:val="none" w:sz="0" w:space="0" w:color="auto"/>
        <w:right w:val="none" w:sz="0" w:space="0" w:color="auto"/>
      </w:divBdr>
    </w:div>
    <w:div w:id="418134517">
      <w:marLeft w:val="0"/>
      <w:marRight w:val="0"/>
      <w:marTop w:val="0"/>
      <w:marBottom w:val="0"/>
      <w:divBdr>
        <w:top w:val="none" w:sz="0" w:space="0" w:color="auto"/>
        <w:left w:val="none" w:sz="0" w:space="0" w:color="auto"/>
        <w:bottom w:val="none" w:sz="0" w:space="0" w:color="auto"/>
        <w:right w:val="none" w:sz="0" w:space="0" w:color="auto"/>
      </w:divBdr>
    </w:div>
    <w:div w:id="418134518">
      <w:marLeft w:val="0"/>
      <w:marRight w:val="0"/>
      <w:marTop w:val="0"/>
      <w:marBottom w:val="0"/>
      <w:divBdr>
        <w:top w:val="none" w:sz="0" w:space="0" w:color="auto"/>
        <w:left w:val="none" w:sz="0" w:space="0" w:color="auto"/>
        <w:bottom w:val="none" w:sz="0" w:space="0" w:color="auto"/>
        <w:right w:val="none" w:sz="0" w:space="0" w:color="auto"/>
      </w:divBdr>
    </w:div>
    <w:div w:id="418134524">
      <w:marLeft w:val="0"/>
      <w:marRight w:val="0"/>
      <w:marTop w:val="0"/>
      <w:marBottom w:val="0"/>
      <w:divBdr>
        <w:top w:val="none" w:sz="0" w:space="0" w:color="auto"/>
        <w:left w:val="none" w:sz="0" w:space="0" w:color="auto"/>
        <w:bottom w:val="none" w:sz="0" w:space="0" w:color="auto"/>
        <w:right w:val="none" w:sz="0" w:space="0" w:color="auto"/>
      </w:divBdr>
    </w:div>
    <w:div w:id="418134525">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3" Type="http://schemas.openxmlformats.org/officeDocument/2006/relationships/image" Target="media/image7.emf"/><Relationship Id="rId18" Type="http://schemas.openxmlformats.org/officeDocument/2006/relationships/image" Target="media/image12.emf"/><Relationship Id="rId26" Type="http://schemas.openxmlformats.org/officeDocument/2006/relationships/oleObject" Target="embeddings/oleObject3.bin"/><Relationship Id="rId39" Type="http://schemas.openxmlformats.org/officeDocument/2006/relationships/image" Target="media/image27.emf"/><Relationship Id="rId3" Type="http://schemas.openxmlformats.org/officeDocument/2006/relationships/settings" Target="settings.xml"/><Relationship Id="rId21" Type="http://schemas.openxmlformats.org/officeDocument/2006/relationships/oleObject" Target="embeddings/oleObject1.bin"/><Relationship Id="rId34" Type="http://schemas.openxmlformats.org/officeDocument/2006/relationships/image" Target="media/image22.emf"/><Relationship Id="rId42" Type="http://schemas.openxmlformats.org/officeDocument/2006/relationships/image" Target="media/image30.wmf"/><Relationship Id="rId47" Type="http://schemas.openxmlformats.org/officeDocument/2006/relationships/footer" Target="footer2.xml"/><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image" Target="media/image11.emf"/><Relationship Id="rId25" Type="http://schemas.openxmlformats.org/officeDocument/2006/relationships/image" Target="media/image17.wmf"/><Relationship Id="rId33" Type="http://schemas.openxmlformats.org/officeDocument/2006/relationships/image" Target="media/image21.emf"/><Relationship Id="rId38" Type="http://schemas.openxmlformats.org/officeDocument/2006/relationships/image" Target="media/image26.png"/><Relationship Id="rId46"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image" Target="media/image14.wmf"/><Relationship Id="rId29" Type="http://schemas.openxmlformats.org/officeDocument/2006/relationships/image" Target="media/image19.png"/><Relationship Id="rId41" Type="http://schemas.openxmlformats.org/officeDocument/2006/relationships/image" Target="media/image29.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24" Type="http://schemas.openxmlformats.org/officeDocument/2006/relationships/oleObject" Target="embeddings/oleObject2.bin"/><Relationship Id="rId32" Type="http://schemas.openxmlformats.org/officeDocument/2006/relationships/oleObject" Target="embeddings/oleObject6.bin"/><Relationship Id="rId37" Type="http://schemas.openxmlformats.org/officeDocument/2006/relationships/image" Target="media/image25.emf"/><Relationship Id="rId40" Type="http://schemas.openxmlformats.org/officeDocument/2006/relationships/image" Target="media/image28.emf"/><Relationship Id="rId45" Type="http://schemas.openxmlformats.org/officeDocument/2006/relationships/oleObject" Target="embeddings/oleObject8.bin"/><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6.wmf"/><Relationship Id="rId28" Type="http://schemas.openxmlformats.org/officeDocument/2006/relationships/oleObject" Target="embeddings/oleObject4.bin"/><Relationship Id="rId36" Type="http://schemas.openxmlformats.org/officeDocument/2006/relationships/image" Target="media/image24.emf"/><Relationship Id="rId49" Type="http://schemas.openxmlformats.org/officeDocument/2006/relationships/theme" Target="theme/theme1.xml"/><Relationship Id="rId10" Type="http://schemas.openxmlformats.org/officeDocument/2006/relationships/image" Target="media/image4.emf"/><Relationship Id="rId19" Type="http://schemas.openxmlformats.org/officeDocument/2006/relationships/image" Target="media/image13.emf"/><Relationship Id="rId31" Type="http://schemas.openxmlformats.org/officeDocument/2006/relationships/image" Target="media/image20.png"/><Relationship Id="rId44" Type="http://schemas.openxmlformats.org/officeDocument/2006/relationships/image" Target="media/image31.w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 Id="rId22" Type="http://schemas.openxmlformats.org/officeDocument/2006/relationships/image" Target="media/image15.emf"/><Relationship Id="rId27" Type="http://schemas.openxmlformats.org/officeDocument/2006/relationships/image" Target="media/image18.wmf"/><Relationship Id="rId30" Type="http://schemas.openxmlformats.org/officeDocument/2006/relationships/oleObject" Target="embeddings/oleObject5.bin"/><Relationship Id="rId35" Type="http://schemas.openxmlformats.org/officeDocument/2006/relationships/image" Target="media/image23.emf"/><Relationship Id="rId43" Type="http://schemas.openxmlformats.org/officeDocument/2006/relationships/oleObject" Target="embeddings/oleObject7.bin"/><Relationship Id="rId48" Type="http://schemas.openxmlformats.org/officeDocument/2006/relationships/fontTable" Target="fontTable.xml"/><Relationship Id="rId8"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381</TotalTime>
  <Pages>54</Pages>
  <Words>10156</Words>
  <Characters>-32766</Characters>
  <Application>Microsoft Office Outlook</Application>
  <DocSecurity>0</DocSecurity>
  <Lines>0</Lines>
  <Paragraphs>0</Paragraphs>
  <ScaleCrop>false</ScaleCrop>
  <Company>Dixie State College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dc:title>
  <dc:subject/>
  <dc:creator>Bill Stratton</dc:creator>
  <cp:keywords/>
  <dc:description/>
  <cp:lastModifiedBy>Pearson</cp:lastModifiedBy>
  <cp:revision>11</cp:revision>
  <cp:lastPrinted>2010-02-23T19:25:00Z</cp:lastPrinted>
  <dcterms:created xsi:type="dcterms:W3CDTF">2012-10-11T01:08:00Z</dcterms:created>
  <dcterms:modified xsi:type="dcterms:W3CDTF">2013-01-29T19:22:00Z</dcterms:modified>
</cp:coreProperties>
</file>