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1FE" w:rsidRDefault="00387426" w:rsidP="00F561FE">
      <w:pPr>
        <w:pStyle w:val="Exercisenumber"/>
      </w:pPr>
      <w:r>
        <w:t>Chapter 1</w:t>
      </w:r>
      <w:r w:rsidR="00F561FE">
        <w:t xml:space="preserve">: </w:t>
      </w:r>
      <w:r w:rsidR="004536EB">
        <w:t>Applying Excel</w:t>
      </w:r>
    </w:p>
    <w:p w:rsidR="00F561FE" w:rsidRDefault="00F561FE" w:rsidP="00F561FE">
      <w:pPr>
        <w:pStyle w:val="TextLeft"/>
        <w:rPr>
          <w:rFonts w:eastAsia="Times"/>
        </w:rPr>
      </w:pPr>
      <w:r>
        <w:rPr>
          <w:rFonts w:eastAsia="Times"/>
        </w:rPr>
        <w:t>The completed worksheet is shown below.</w:t>
      </w:r>
    </w:p>
    <w:p w:rsidR="00F561FE" w:rsidRDefault="00F561FE" w:rsidP="00F561FE">
      <w:pPr>
        <w:pStyle w:val="6pointlinespace"/>
        <w:rPr>
          <w:rFonts w:eastAsia="Times"/>
        </w:rPr>
      </w:pPr>
    </w:p>
    <w:p w:rsidR="00F561FE" w:rsidRDefault="00387426" w:rsidP="00F561FE">
      <w:pPr>
        <w:jc w:val="center"/>
        <w:rPr>
          <w:rFonts w:eastAsia="Times" w:cs="Tahoma"/>
          <w:b/>
          <w:szCs w:val="20"/>
        </w:rPr>
      </w:pPr>
      <w:r>
        <w:rPr>
          <w:rFonts w:eastAsia="Times" w:cs="Tahoma"/>
          <w:b/>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496.5pt">
            <v:imagedata r:id="rId7" o:title="Filled in Chapter 1 Form"/>
          </v:shape>
        </w:pict>
      </w:r>
    </w:p>
    <w:p w:rsidR="00F561FE" w:rsidRDefault="00F561FE" w:rsidP="00F561FE">
      <w:pPr>
        <w:rPr>
          <w:rFonts w:eastAsia="Times"/>
          <w:color w:val="000000"/>
          <w:szCs w:val="20"/>
        </w:rPr>
      </w:pPr>
      <w:r>
        <w:rPr>
          <w:rFonts w:eastAsia="Times"/>
        </w:rPr>
        <w:br w:type="page"/>
      </w:r>
    </w:p>
    <w:p w:rsidR="00F561FE" w:rsidRDefault="00387426" w:rsidP="00F561FE">
      <w:pPr>
        <w:pStyle w:val="Exercisenumber"/>
      </w:pPr>
      <w:r>
        <w:lastRenderedPageBreak/>
        <w:t>Chapter 1</w:t>
      </w:r>
      <w:r w:rsidR="00F561FE">
        <w:t xml:space="preserve">: </w:t>
      </w:r>
      <w:r w:rsidR="004536EB">
        <w:t>Applying Excel</w:t>
      </w:r>
      <w:r w:rsidR="00F561FE">
        <w:t xml:space="preserve"> </w:t>
      </w:r>
      <w:r w:rsidR="00F561FE" w:rsidRPr="00A94B22">
        <w:rPr>
          <w:b w:val="0"/>
        </w:rPr>
        <w:t>(continued)</w:t>
      </w:r>
    </w:p>
    <w:p w:rsidR="00FD1ECF" w:rsidRDefault="00FF6B3A" w:rsidP="00FF6B3A">
      <w:pPr>
        <w:pStyle w:val="TextLeft"/>
        <w:rPr>
          <w:rFonts w:eastAsia="Times"/>
        </w:rPr>
      </w:pPr>
      <w:r>
        <w:rPr>
          <w:rFonts w:eastAsia="Times"/>
        </w:rPr>
        <w:t>The completed worksheet, with formulas displayed, is shown below.</w:t>
      </w:r>
    </w:p>
    <w:p w:rsidR="00FF6B3A" w:rsidRDefault="00FF6B3A" w:rsidP="00F91E4C">
      <w:pPr>
        <w:pStyle w:val="6pointlinespace"/>
        <w:rPr>
          <w:rFonts w:eastAsia="Times"/>
        </w:rPr>
      </w:pPr>
    </w:p>
    <w:p w:rsidR="00FF6B3A" w:rsidRDefault="00387426" w:rsidP="00F91E4C">
      <w:pPr>
        <w:jc w:val="center"/>
        <w:rPr>
          <w:rFonts w:eastAsia="Times" w:cs="Tahoma"/>
          <w:b/>
          <w:szCs w:val="20"/>
        </w:rPr>
      </w:pPr>
      <w:r>
        <w:rPr>
          <w:rFonts w:eastAsia="Times" w:cs="Tahoma"/>
          <w:b/>
          <w:noProof/>
          <w:szCs w:val="20"/>
        </w:rPr>
        <w:pict>
          <v:shape id="_x0000_i1026" type="#_x0000_t75" style="width:466.5pt;height:495pt">
            <v:imagedata r:id="rId8" o:title="Chapter 1 Formulas"/>
          </v:shape>
        </w:pict>
      </w:r>
    </w:p>
    <w:p w:rsidR="00FF6B3A" w:rsidRPr="0006285C" w:rsidRDefault="00FF6B3A" w:rsidP="00F91E4C">
      <w:pPr>
        <w:pStyle w:val="6pointlinespace"/>
        <w:rPr>
          <w:rFonts w:eastAsia="Times"/>
        </w:rPr>
      </w:pPr>
    </w:p>
    <w:p w:rsidR="0006285C" w:rsidRPr="0006285C" w:rsidRDefault="0006285C" w:rsidP="0006285C">
      <w:pPr>
        <w:pStyle w:val="TextLeft"/>
        <w:rPr>
          <w:rFonts w:eastAsia="Times"/>
        </w:rPr>
      </w:pPr>
      <w:r>
        <w:rPr>
          <w:rFonts w:eastAsia="Times"/>
        </w:rPr>
        <w:t>[</w:t>
      </w:r>
      <w:r w:rsidRPr="0006285C">
        <w:rPr>
          <w:rFonts w:eastAsia="Times"/>
        </w:rPr>
        <w:t>Note:</w:t>
      </w:r>
      <w:r>
        <w:rPr>
          <w:rFonts w:eastAsia="Times"/>
        </w:rPr>
        <w:t xml:space="preserve"> </w:t>
      </w:r>
      <w:r w:rsidR="00F91E4C">
        <w:rPr>
          <w:rFonts w:eastAsia="Times"/>
        </w:rPr>
        <w:t>To display</w:t>
      </w:r>
      <w:r>
        <w:rPr>
          <w:rFonts w:eastAsia="Times"/>
        </w:rPr>
        <w:t xml:space="preserve"> formulas in </w:t>
      </w:r>
      <w:r w:rsidR="00F91E4C">
        <w:rPr>
          <w:rFonts w:eastAsia="Times"/>
        </w:rPr>
        <w:t>cells instead of their calculated amounts, consult Excel Help.</w:t>
      </w:r>
      <w:r>
        <w:rPr>
          <w:rFonts w:eastAsia="Times"/>
        </w:rPr>
        <w:t>]</w:t>
      </w:r>
    </w:p>
    <w:p w:rsidR="00FF6B3A" w:rsidRDefault="00FF6B3A">
      <w:pPr>
        <w:rPr>
          <w:rFonts w:eastAsia="Times"/>
          <w:color w:val="000000"/>
          <w:szCs w:val="20"/>
        </w:rPr>
      </w:pPr>
      <w:r>
        <w:rPr>
          <w:rFonts w:eastAsia="Times"/>
        </w:rPr>
        <w:br w:type="page"/>
      </w:r>
    </w:p>
    <w:p w:rsidR="00A94B22" w:rsidRDefault="00387426" w:rsidP="00A94B22">
      <w:pPr>
        <w:pStyle w:val="Exercisenumber"/>
      </w:pPr>
      <w:r>
        <w:lastRenderedPageBreak/>
        <w:t>Chapter 1</w:t>
      </w:r>
      <w:r w:rsidR="00A94B22">
        <w:t>:</w:t>
      </w:r>
      <w:bookmarkStart w:id="0" w:name="_GoBack"/>
      <w:bookmarkEnd w:id="0"/>
      <w:r w:rsidR="00A94B22">
        <w:t xml:space="preserve"> </w:t>
      </w:r>
      <w:r w:rsidR="004536EB">
        <w:t>Applying Excel</w:t>
      </w:r>
      <w:r w:rsidR="00A94B22">
        <w:t xml:space="preserve"> </w:t>
      </w:r>
      <w:r w:rsidR="00A94B22" w:rsidRPr="00A94B22">
        <w:rPr>
          <w:b w:val="0"/>
        </w:rPr>
        <w:t>(continued)</w:t>
      </w:r>
    </w:p>
    <w:p w:rsidR="00FF6B3A" w:rsidRDefault="00FF6B3A" w:rsidP="00FF6B3A">
      <w:pPr>
        <w:pStyle w:val="NumberedPart"/>
        <w:rPr>
          <w:rFonts w:eastAsia="Times"/>
        </w:rPr>
      </w:pPr>
      <w:r>
        <w:rPr>
          <w:rFonts w:eastAsia="Times"/>
        </w:rPr>
        <w:t>1.</w:t>
      </w:r>
      <w:r>
        <w:rPr>
          <w:rFonts w:eastAsia="Times"/>
        </w:rPr>
        <w:tab/>
        <w:t xml:space="preserve">When the </w:t>
      </w:r>
      <w:r w:rsidR="00C34803">
        <w:rPr>
          <w:rFonts w:eastAsia="Times"/>
        </w:rPr>
        <w:t xml:space="preserve">variable selling cost is changed to $900, the </w:t>
      </w:r>
      <w:r w:rsidR="00B17388">
        <w:rPr>
          <w:rFonts w:eastAsia="Times"/>
        </w:rPr>
        <w:t>work</w:t>
      </w:r>
      <w:r w:rsidR="00C34803">
        <w:rPr>
          <w:rFonts w:eastAsia="Times"/>
        </w:rPr>
        <w:t>sheet changes as show below:</w:t>
      </w:r>
    </w:p>
    <w:p w:rsidR="00C34803" w:rsidRDefault="00C34803" w:rsidP="00C34803">
      <w:pPr>
        <w:pStyle w:val="6pointlinespace"/>
        <w:rPr>
          <w:rFonts w:eastAsia="Times"/>
        </w:rPr>
      </w:pPr>
    </w:p>
    <w:p w:rsidR="00C34803" w:rsidRDefault="00387426" w:rsidP="00C34803">
      <w:pPr>
        <w:jc w:val="center"/>
        <w:rPr>
          <w:rFonts w:eastAsia="Times" w:cs="Tahoma"/>
          <w:b/>
          <w:noProof/>
          <w:szCs w:val="20"/>
        </w:rPr>
      </w:pPr>
      <w:r>
        <w:rPr>
          <w:rFonts w:eastAsia="Times" w:cs="Tahoma"/>
          <w:b/>
          <w:noProof/>
          <w:szCs w:val="20"/>
        </w:rPr>
        <w:pict>
          <v:shape id="_x0000_i1027" type="#_x0000_t75" style="width:358.5pt;height:496.5pt">
            <v:imagedata r:id="rId9" o:title="Chapter 1 Requirement 1"/>
          </v:shape>
        </w:pict>
      </w:r>
    </w:p>
    <w:p w:rsidR="00C34803" w:rsidRDefault="00C34803" w:rsidP="00C34803">
      <w:pPr>
        <w:pStyle w:val="6pointlinespace"/>
        <w:rPr>
          <w:rFonts w:eastAsia="Times"/>
          <w:noProof/>
        </w:rPr>
      </w:pPr>
    </w:p>
    <w:p w:rsidR="00C34803" w:rsidRDefault="00C34803" w:rsidP="00C34803">
      <w:pPr>
        <w:pStyle w:val="NumberedPart"/>
        <w:rPr>
          <w:rFonts w:eastAsia="Times"/>
        </w:rPr>
      </w:pPr>
      <w:r>
        <w:rPr>
          <w:rFonts w:eastAsia="Times"/>
        </w:rPr>
        <w:tab/>
      </w:r>
      <w:r>
        <w:rPr>
          <w:rFonts w:eastAsia="Times"/>
        </w:rPr>
        <w:tab/>
        <w:t xml:space="preserve">The gross margin is $6,000; the same as it was before. It did not change because the variable selling expense is deducted </w:t>
      </w:r>
      <w:r w:rsidRPr="00DE36D9">
        <w:rPr>
          <w:rFonts w:eastAsia="Times"/>
          <w:i/>
        </w:rPr>
        <w:t>after</w:t>
      </w:r>
      <w:r>
        <w:rPr>
          <w:rFonts w:eastAsia="Times"/>
        </w:rPr>
        <w:t xml:space="preserve"> the gross margin, not before it on the traditional format income statement.</w:t>
      </w:r>
    </w:p>
    <w:p w:rsidR="00C34803" w:rsidRDefault="00C34803">
      <w:pPr>
        <w:rPr>
          <w:rFonts w:eastAsia="Times"/>
          <w:color w:val="000000"/>
          <w:szCs w:val="20"/>
        </w:rPr>
      </w:pPr>
      <w:r>
        <w:rPr>
          <w:rFonts w:eastAsia="Times"/>
        </w:rPr>
        <w:br w:type="page"/>
      </w:r>
    </w:p>
    <w:p w:rsidR="00A94B22" w:rsidRDefault="00387426" w:rsidP="00A94B22">
      <w:pPr>
        <w:pStyle w:val="Exercisenumber"/>
      </w:pPr>
      <w:r>
        <w:lastRenderedPageBreak/>
        <w:t>Chapter 1</w:t>
      </w:r>
      <w:r w:rsidR="00A94B22">
        <w:t xml:space="preserve">: </w:t>
      </w:r>
      <w:r w:rsidR="004536EB">
        <w:t>Applying Excel</w:t>
      </w:r>
      <w:r w:rsidR="00A94B22">
        <w:t xml:space="preserve"> </w:t>
      </w:r>
      <w:r w:rsidR="00A94B22" w:rsidRPr="00A94B22">
        <w:rPr>
          <w:b w:val="0"/>
        </w:rPr>
        <w:t>(continued)</w:t>
      </w:r>
    </w:p>
    <w:p w:rsidR="00C34803" w:rsidRDefault="00C34803" w:rsidP="00C34803">
      <w:pPr>
        <w:pStyle w:val="NumberedPart"/>
        <w:rPr>
          <w:rFonts w:eastAsia="Times"/>
        </w:rPr>
      </w:pPr>
      <w:r>
        <w:rPr>
          <w:rFonts w:eastAsia="Times"/>
        </w:rPr>
        <w:t>2.</w:t>
      </w:r>
      <w:r>
        <w:rPr>
          <w:rFonts w:eastAsia="Times"/>
        </w:rPr>
        <w:tab/>
        <w:t xml:space="preserve">The new </w:t>
      </w:r>
      <w:r w:rsidR="003A2209">
        <w:rPr>
          <w:rFonts w:eastAsia="Times"/>
        </w:rPr>
        <w:t>work</w:t>
      </w:r>
      <w:r>
        <w:rPr>
          <w:rFonts w:eastAsia="Times"/>
        </w:rPr>
        <w:t>sheet appears below:</w:t>
      </w:r>
    </w:p>
    <w:p w:rsidR="00C34803" w:rsidRDefault="00C34803" w:rsidP="00C34803">
      <w:pPr>
        <w:pStyle w:val="6pointlinespace"/>
        <w:rPr>
          <w:rFonts w:eastAsia="Times"/>
        </w:rPr>
      </w:pPr>
    </w:p>
    <w:p w:rsidR="00C34803" w:rsidRDefault="00387426" w:rsidP="00C34803">
      <w:pPr>
        <w:jc w:val="center"/>
        <w:rPr>
          <w:rFonts w:eastAsia="Times" w:cs="Tahoma"/>
          <w:b/>
          <w:noProof/>
          <w:szCs w:val="20"/>
        </w:rPr>
      </w:pPr>
      <w:r>
        <w:rPr>
          <w:rFonts w:eastAsia="Times" w:cs="Tahoma"/>
          <w:b/>
          <w:noProof/>
          <w:szCs w:val="20"/>
        </w:rPr>
        <w:pict>
          <v:shape id="_x0000_i1028" type="#_x0000_t75" style="width:358.5pt;height:496.5pt">
            <v:imagedata r:id="rId10" o:title="Chapter 1 Requirement 2"/>
          </v:shape>
        </w:pict>
      </w:r>
    </w:p>
    <w:p w:rsidR="00A94B22" w:rsidRDefault="00BF2B33" w:rsidP="00A94B22">
      <w:pPr>
        <w:pStyle w:val="NumberedPart"/>
        <w:rPr>
          <w:rFonts w:eastAsia="Times"/>
        </w:rPr>
      </w:pPr>
      <w:r>
        <w:rPr>
          <w:rFonts w:eastAsia="Times"/>
        </w:rPr>
        <w:tab/>
      </w:r>
      <w:r w:rsidR="00A94B22">
        <w:rPr>
          <w:rFonts w:eastAsia="Times"/>
        </w:rPr>
        <w:br w:type="page"/>
      </w:r>
    </w:p>
    <w:p w:rsidR="00A94B22" w:rsidRDefault="00387426" w:rsidP="00A94B22">
      <w:pPr>
        <w:pStyle w:val="Exercisenumber"/>
      </w:pPr>
      <w:r>
        <w:lastRenderedPageBreak/>
        <w:t>Chapter 1</w:t>
      </w:r>
      <w:r w:rsidR="00A94B22">
        <w:t xml:space="preserve">: </w:t>
      </w:r>
      <w:r w:rsidR="004536EB">
        <w:t>Applying Excel</w:t>
      </w:r>
      <w:r w:rsidR="00A94B22">
        <w:t xml:space="preserve"> </w:t>
      </w:r>
      <w:r w:rsidR="00A94B22" w:rsidRPr="00A94B22">
        <w:rPr>
          <w:b w:val="0"/>
        </w:rPr>
        <w:t>(continued)</w:t>
      </w:r>
    </w:p>
    <w:p w:rsidR="00A94B22" w:rsidRDefault="00A94B22" w:rsidP="00C34803">
      <w:pPr>
        <w:pStyle w:val="NumberedPart"/>
        <w:rPr>
          <w:rFonts w:eastAsia="Times"/>
        </w:rPr>
      </w:pPr>
      <w:r>
        <w:rPr>
          <w:rFonts w:eastAsia="Times"/>
        </w:rPr>
        <w:tab/>
      </w:r>
      <w:r>
        <w:rPr>
          <w:rFonts w:eastAsia="Times"/>
        </w:rP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594C80" w:rsidRDefault="00594C80" w:rsidP="00594C80">
      <w:pPr>
        <w:pStyle w:val="6pointlinespace"/>
        <w:rPr>
          <w:rFonts w:eastAsia="Times"/>
        </w:rPr>
      </w:pPr>
    </w:p>
    <w:p w:rsidR="006121A8" w:rsidRDefault="00594C80" w:rsidP="00C34803">
      <w:pPr>
        <w:pStyle w:val="NumberedPart"/>
        <w:rPr>
          <w:rFonts w:eastAsia="Times"/>
        </w:rPr>
      </w:pPr>
      <w:r>
        <w:rPr>
          <w:rFonts w:eastAsia="Times"/>
        </w:rPr>
        <w:tab/>
      </w:r>
      <w:r>
        <w:rPr>
          <w:rFonts w:eastAsia="Times"/>
        </w:rPr>
        <w:tab/>
      </w:r>
      <w:r w:rsidR="008F5A33">
        <w:rPr>
          <w:rFonts w:eastAsia="Times"/>
        </w:rPr>
        <w:t>The contribution margin also increased by 10</w:t>
      </w:r>
      <w:r w:rsidR="00A94B22">
        <w:rPr>
          <w:rFonts w:eastAsia="Times"/>
        </w:rPr>
        <w:t xml:space="preserve">%, </w:t>
      </w:r>
      <w:r w:rsidR="008F5A33">
        <w:rPr>
          <w:rFonts w:eastAsia="Times"/>
        </w:rPr>
        <w:t>from $6,000 to $6,600</w:t>
      </w:r>
      <w:r w:rsidR="00A94B22">
        <w:rPr>
          <w:rFonts w:eastAsia="Times"/>
        </w:rPr>
        <w:t xml:space="preserve">, </w:t>
      </w:r>
      <w:r w:rsidR="008F5A33">
        <w:rPr>
          <w:rFonts w:eastAsia="Times"/>
        </w:rPr>
        <w:t>because both of its components—sales and variable costs—increased by 10%.</w:t>
      </w:r>
    </w:p>
    <w:p w:rsidR="00594C80" w:rsidRDefault="00594C80" w:rsidP="00594C80">
      <w:pPr>
        <w:pStyle w:val="6pointlinespace"/>
        <w:rPr>
          <w:rFonts w:eastAsia="Times"/>
        </w:rPr>
      </w:pPr>
    </w:p>
    <w:p w:rsidR="00C34803" w:rsidRPr="00C34803" w:rsidRDefault="00594C80" w:rsidP="00A94B22">
      <w:pPr>
        <w:pStyle w:val="NumberedPart"/>
        <w:rPr>
          <w:rFonts w:eastAsia="Times" w:cs="Tahoma"/>
          <w:b/>
          <w:noProof/>
        </w:rPr>
      </w:pPr>
      <w:r>
        <w:rPr>
          <w:rFonts w:eastAsia="Times"/>
        </w:rPr>
        <w:tab/>
      </w:r>
      <w:r>
        <w:rPr>
          <w:rFonts w:eastAsia="Times"/>
        </w:rPr>
        <w:tab/>
      </w:r>
      <w:r w:rsidR="008F5A33">
        <w:rPr>
          <w:rFonts w:eastAsia="Times"/>
        </w:rPr>
        <w:t>The net operating income increased by more than 10%</w:t>
      </w:r>
      <w:r w:rsidR="00A94B22">
        <w:rPr>
          <w:rFonts w:eastAsia="Times"/>
        </w:rPr>
        <w:t>, from $700 to $1,170, because even though sales and variable expenses increased by 10%, the fixed costs did not increase by 10%.</w:t>
      </w:r>
    </w:p>
    <w:sectPr w:rsidR="00C34803" w:rsidRPr="00C34803" w:rsidSect="00A94B22">
      <w:headerReference w:type="even" r:id="rId11"/>
      <w:headerReference w:type="default" r:id="rId12"/>
      <w:pgSz w:w="12240" w:h="15840" w:code="1"/>
      <w:pgMar w:top="1440" w:right="1440" w:bottom="1440" w:left="1440" w:header="720" w:footer="72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DD5" w:rsidRDefault="00143DD5">
      <w:r>
        <w:separator/>
      </w:r>
    </w:p>
    <w:p w:rsidR="00143DD5" w:rsidRDefault="00143DD5"/>
  </w:endnote>
  <w:endnote w:type="continuationSeparator" w:id="0">
    <w:p w:rsidR="00143DD5" w:rsidRDefault="00143DD5">
      <w:r>
        <w:continuationSeparator/>
      </w:r>
    </w:p>
    <w:p w:rsidR="00143DD5" w:rsidRDefault="00143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DD5" w:rsidRDefault="00143DD5">
      <w:r>
        <w:separator/>
      </w:r>
    </w:p>
    <w:p w:rsidR="00143DD5" w:rsidRDefault="00143DD5"/>
  </w:footnote>
  <w:footnote w:type="continuationSeparator" w:id="0">
    <w:p w:rsidR="00143DD5" w:rsidRDefault="00143DD5">
      <w:r>
        <w:continuationSeparator/>
      </w:r>
    </w:p>
    <w:p w:rsidR="00143DD5" w:rsidRDefault="00143D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B22" w:rsidRDefault="00387426" w:rsidP="00A94B22">
    <w:pPr>
      <w:pStyle w:val="Header"/>
      <w:jc w:val="center"/>
    </w:pPr>
    <w:r>
      <w:t>Chapter 1</w:t>
    </w:r>
    <w:r w:rsidR="00A94B22">
      <w:t xml:space="preserve"> Solutions Manual</w:t>
    </w:r>
    <w:r w:rsidR="00DE36D9">
      <w:t xml:space="preserve"> Content</w:t>
    </w:r>
  </w:p>
  <w:p w:rsidR="00A94B22" w:rsidRPr="00A94B22" w:rsidRDefault="00A94B22" w:rsidP="00A94B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B3A" w:rsidRDefault="00387426" w:rsidP="00A94B22">
    <w:pPr>
      <w:pStyle w:val="Header"/>
      <w:jc w:val="center"/>
    </w:pPr>
    <w:r>
      <w:t>Chapter 1</w:t>
    </w:r>
    <w:r w:rsidR="00FF6B3A">
      <w:t xml:space="preserve"> Solutions Manual</w:t>
    </w:r>
    <w:r w:rsidR="00DE36D9">
      <w:t xml:space="preserve"> Content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15:restartNumberingAfterBreak="0">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15:restartNumberingAfterBreak="0">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5" w15:restartNumberingAfterBreak="0">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6" w15:restartNumberingAfterBreak="0">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7" w15:restartNumberingAfterBreak="0">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docVars>
    <w:docVar w:name="DirectFormatting" w:val="လ̜䝰ဴ̜ᆠ-၌̜䕔员䞀̇뤐̕ξၤ̜င̜ၼ̜䕔员䞀̇뤸̕࿨ξ႔̜Ⴤ̜Ⴌ̜䕔员ᄴ̜䁐φ܀ξჄ̜ᄌ̜ნ̜䕔员̩䁸φξჴ̜ᄌ̜䕔员̩䂠φᅄ̜ξᄤ̜ᄼ̜䕔员̩䃈φᇌ̜ξᅔ̜ᆄ̜ᅬ̜䕔员̩䉘φᆼ̜ξᆄ̜ᆜ̜䕔员̩䊀φξᆴ̜ᇌ̜䕔员ሔ̜䊨φሄ̜ξᇤ̜ᇼ̜䕔员̩䋐φξሔ̜ቄ̜ሬ̜䕔员̩䋸φξቄ̜ዔ̜ቜ̜䕔员̩䌠φξቴ̜ዼ̜ዄ̜ኌ̜䕔员̩䍈φዄ̜ξኤ̜ኼ̜䕔员̩䍰φξዔ̜ጜ̜ዬ̜䕔员̩䔀φξጄ̜᎔̜ጜ̜䕔员̩䔨φξጴ̜፴̜ፌ̜䕔员̩䕐φᎄ̜ξ፤̜፼̜䕔员̩跀φᏌ̜ξ᎔̜Ꮔ̜Ꭼ̜䕔员̩趘φξᏄ̜Ꮬ̜䕔员ᐤ̜走φξᏴ̜ᐌ̜䕔员̩赈φᑄ̜ξᐤ̜ᑤ̜ᐼ̜䕔员ᓄ̜诠φξᑔ̜ᒄ̜ᑬ̜䕔员̩许φξᒄ̜ᓔ̜ᒜ̜䕔员̩讐φξᒴ̜ᓌ̜漳ᕜ̜ᓤ̜怀ᔬ̜ᓼ̜ᔔ̜ᕄ̜볍ᔬ̜볍怀ᕄ̜볍耀ᕜ̜刞ᖤ̜ᕴ̜怀怀ᖌ̜ᗜ̜ᖤ̜깠ᖼ̜ 怀ᗔ̜怀ᘄ̜ᗬ̜ᘴ̜✲ᘄ̜ᙄ̜㜳"/>
  </w:docVars>
  <w:rsids>
    <w:rsidRoot w:val="002256F6"/>
    <w:rsid w:val="0001736F"/>
    <w:rsid w:val="000311DD"/>
    <w:rsid w:val="00045168"/>
    <w:rsid w:val="0006285C"/>
    <w:rsid w:val="000A08D3"/>
    <w:rsid w:val="000A0FF8"/>
    <w:rsid w:val="000D4D51"/>
    <w:rsid w:val="00101C31"/>
    <w:rsid w:val="00120570"/>
    <w:rsid w:val="00136E41"/>
    <w:rsid w:val="00143DD5"/>
    <w:rsid w:val="00147EA9"/>
    <w:rsid w:val="00157ACF"/>
    <w:rsid w:val="00185CAB"/>
    <w:rsid w:val="001979B6"/>
    <w:rsid w:val="001B34B7"/>
    <w:rsid w:val="001B7E4C"/>
    <w:rsid w:val="001D104F"/>
    <w:rsid w:val="001D33BB"/>
    <w:rsid w:val="001E3E89"/>
    <w:rsid w:val="00220BAD"/>
    <w:rsid w:val="0022542F"/>
    <w:rsid w:val="002256F6"/>
    <w:rsid w:val="00240530"/>
    <w:rsid w:val="002568B1"/>
    <w:rsid w:val="002625DF"/>
    <w:rsid w:val="00270B24"/>
    <w:rsid w:val="00283061"/>
    <w:rsid w:val="002A5275"/>
    <w:rsid w:val="0030102C"/>
    <w:rsid w:val="00321C7E"/>
    <w:rsid w:val="0036403A"/>
    <w:rsid w:val="00383EEA"/>
    <w:rsid w:val="00387426"/>
    <w:rsid w:val="003A0A19"/>
    <w:rsid w:val="003A2209"/>
    <w:rsid w:val="003A542B"/>
    <w:rsid w:val="003D2B92"/>
    <w:rsid w:val="003E012E"/>
    <w:rsid w:val="003E4B3F"/>
    <w:rsid w:val="003F659A"/>
    <w:rsid w:val="00413E0A"/>
    <w:rsid w:val="004147A9"/>
    <w:rsid w:val="004474E1"/>
    <w:rsid w:val="004536EB"/>
    <w:rsid w:val="00454756"/>
    <w:rsid w:val="004938AC"/>
    <w:rsid w:val="004E43E5"/>
    <w:rsid w:val="004E754B"/>
    <w:rsid w:val="00506642"/>
    <w:rsid w:val="00521EF6"/>
    <w:rsid w:val="00594C80"/>
    <w:rsid w:val="005A026E"/>
    <w:rsid w:val="005A1716"/>
    <w:rsid w:val="006121A8"/>
    <w:rsid w:val="006C3EDC"/>
    <w:rsid w:val="00724828"/>
    <w:rsid w:val="007301F5"/>
    <w:rsid w:val="007427AC"/>
    <w:rsid w:val="007738E7"/>
    <w:rsid w:val="007A2E5B"/>
    <w:rsid w:val="007A589A"/>
    <w:rsid w:val="007E4ADA"/>
    <w:rsid w:val="00846A84"/>
    <w:rsid w:val="00852760"/>
    <w:rsid w:val="00857233"/>
    <w:rsid w:val="00881656"/>
    <w:rsid w:val="0088714B"/>
    <w:rsid w:val="008A0D2E"/>
    <w:rsid w:val="008A1661"/>
    <w:rsid w:val="008A3436"/>
    <w:rsid w:val="008D5547"/>
    <w:rsid w:val="008D6CAB"/>
    <w:rsid w:val="008E26BC"/>
    <w:rsid w:val="008F5A33"/>
    <w:rsid w:val="00922D10"/>
    <w:rsid w:val="00953A75"/>
    <w:rsid w:val="00954B97"/>
    <w:rsid w:val="009A4EB9"/>
    <w:rsid w:val="009E6048"/>
    <w:rsid w:val="009F279C"/>
    <w:rsid w:val="00A509F1"/>
    <w:rsid w:val="00A94B22"/>
    <w:rsid w:val="00A9740A"/>
    <w:rsid w:val="00AA0A92"/>
    <w:rsid w:val="00AF0C46"/>
    <w:rsid w:val="00B13426"/>
    <w:rsid w:val="00B13B89"/>
    <w:rsid w:val="00B17388"/>
    <w:rsid w:val="00B36779"/>
    <w:rsid w:val="00B67221"/>
    <w:rsid w:val="00BB6F25"/>
    <w:rsid w:val="00BD2614"/>
    <w:rsid w:val="00BF2B33"/>
    <w:rsid w:val="00C13608"/>
    <w:rsid w:val="00C3227E"/>
    <w:rsid w:val="00C34803"/>
    <w:rsid w:val="00C80A95"/>
    <w:rsid w:val="00C837D1"/>
    <w:rsid w:val="00CA4505"/>
    <w:rsid w:val="00D03AC5"/>
    <w:rsid w:val="00D03BFC"/>
    <w:rsid w:val="00D5190B"/>
    <w:rsid w:val="00DA7792"/>
    <w:rsid w:val="00DC56B8"/>
    <w:rsid w:val="00DE286A"/>
    <w:rsid w:val="00DE36D9"/>
    <w:rsid w:val="00DE56D3"/>
    <w:rsid w:val="00E00C60"/>
    <w:rsid w:val="00E1257F"/>
    <w:rsid w:val="00E83CDC"/>
    <w:rsid w:val="00EB1E08"/>
    <w:rsid w:val="00EB4C64"/>
    <w:rsid w:val="00EE32C3"/>
    <w:rsid w:val="00EF03A0"/>
    <w:rsid w:val="00F2619E"/>
    <w:rsid w:val="00F379C3"/>
    <w:rsid w:val="00F412A5"/>
    <w:rsid w:val="00F43135"/>
    <w:rsid w:val="00F561FE"/>
    <w:rsid w:val="00F839B5"/>
    <w:rsid w:val="00F91E4C"/>
    <w:rsid w:val="00F950BF"/>
    <w:rsid w:val="00FA6F7F"/>
    <w:rsid w:val="00FB1475"/>
    <w:rsid w:val="00FC5A64"/>
    <w:rsid w:val="00FD1ECF"/>
    <w:rsid w:val="00FE0D7C"/>
    <w:rsid w:val="00FF6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A9326E-186D-40B8-802D-D08E6E0B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C837D1"/>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val="0"/>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paragraph" w:styleId="Revision">
    <w:name w:val="Revision"/>
    <w:hidden/>
    <w:uiPriority w:val="99"/>
    <w:semiHidden/>
    <w:rsid w:val="008D6CAB"/>
    <w:rPr>
      <w:rFonts w:ascii="Tahoma" w:hAnsi="Tahoma"/>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8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template.dot</Template>
  <TotalTime>137</TotalTime>
  <Pages>5</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Eric Noreen</dc:creator>
  <cp:keywords/>
  <cp:lastModifiedBy>Eric Noreen</cp:lastModifiedBy>
  <cp:revision>27</cp:revision>
  <cp:lastPrinted>2006-11-29T02:23:00Z</cp:lastPrinted>
  <dcterms:created xsi:type="dcterms:W3CDTF">2010-02-28T17:38:00Z</dcterms:created>
  <dcterms:modified xsi:type="dcterms:W3CDTF">2016-03-25T21:09:00Z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