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798" w:rsidRDefault="00E07798" w:rsidP="003B732B">
      <w:pPr>
        <w:pStyle w:val="Ch"/>
        <w:jc w:val="center"/>
        <w:rPr>
          <w:lang w:eastAsia="ar-SA"/>
        </w:rPr>
      </w:pPr>
      <w:r>
        <w:rPr>
          <w:lang w:eastAsia="ar-SA"/>
        </w:rPr>
        <w:t>Chapter 1</w:t>
      </w:r>
    </w:p>
    <w:p w:rsidR="00E07798" w:rsidRDefault="00E07798" w:rsidP="00E86C51">
      <w:pPr>
        <w:pStyle w:val="ChTitle"/>
        <w:jc w:val="center"/>
        <w:rPr>
          <w:lang w:eastAsia="ar-SA"/>
        </w:rPr>
      </w:pPr>
      <w:r>
        <w:rPr>
          <w:lang w:eastAsia="ar-SA"/>
        </w:rPr>
        <w:t>The Path of the PC Tech</w:t>
      </w:r>
    </w:p>
    <w:p w:rsidR="00E07798" w:rsidRDefault="00E07798">
      <w:pPr>
        <w:pStyle w:val="Heading1"/>
      </w:pPr>
      <w:r>
        <w:t>Learning Objectives</w:t>
      </w:r>
    </w:p>
    <w:p w:rsidR="00E07798" w:rsidRDefault="00E07798">
      <w:r>
        <w:t xml:space="preserve">In this lesson, students will learn about CompTIA A+ certification. Upon successful completion of this lesson, </w:t>
      </w:r>
      <w:r w:rsidR="00A87AFA">
        <w:t>they</w:t>
      </w:r>
      <w:r>
        <w:t xml:space="preserve"> should be able to do the following:</w:t>
      </w:r>
    </w:p>
    <w:p w:rsidR="00A87AFA" w:rsidRDefault="00E07798" w:rsidP="003B30A1">
      <w:pPr>
        <w:numPr>
          <w:ilvl w:val="0"/>
          <w:numId w:val="3"/>
        </w:numPr>
        <w:tabs>
          <w:tab w:val="clear" w:pos="360"/>
        </w:tabs>
      </w:pPr>
      <w:r>
        <w:t>Explain the importance of CompTIA A+ certification.</w:t>
      </w:r>
    </w:p>
    <w:p w:rsidR="00E07798" w:rsidRDefault="00A87AFA" w:rsidP="003B30A1">
      <w:pPr>
        <w:numPr>
          <w:ilvl w:val="0"/>
          <w:numId w:val="3"/>
        </w:numPr>
        <w:tabs>
          <w:tab w:val="clear" w:pos="360"/>
        </w:tabs>
      </w:pPr>
      <w:r>
        <w:t>Detail the CompTIA A+ certification objectives.</w:t>
      </w:r>
    </w:p>
    <w:p w:rsidR="00E07798" w:rsidRDefault="00A96EA6" w:rsidP="003B30A1">
      <w:pPr>
        <w:numPr>
          <w:ilvl w:val="0"/>
          <w:numId w:val="3"/>
        </w:numPr>
        <w:tabs>
          <w:tab w:val="clear" w:pos="360"/>
        </w:tabs>
      </w:pPr>
      <w:bookmarkStart w:id="0" w:name="OLE_LINK1"/>
      <w:bookmarkStart w:id="1" w:name="OLE_LINK2"/>
      <w:r w:rsidRPr="000B686F">
        <w:t>Describe how to become CompTIA A+ certified</w:t>
      </w:r>
      <w:bookmarkEnd w:id="0"/>
      <w:bookmarkEnd w:id="1"/>
      <w:r w:rsidR="00E07798">
        <w:t>.</w:t>
      </w:r>
    </w:p>
    <w:p w:rsidR="00E07798" w:rsidRDefault="00E07798">
      <w:pPr>
        <w:pStyle w:val="Special"/>
      </w:pPr>
      <w:r>
        <w:t>Estimated Time for Module: 1 hour</w:t>
      </w:r>
    </w:p>
    <w:p w:rsidR="00E07798" w:rsidRDefault="00E07798" w:rsidP="00E86C51">
      <w:pPr>
        <w:pStyle w:val="Heading1"/>
      </w:pPr>
      <w:r>
        <w:t>Introduction</w:t>
      </w:r>
    </w:p>
    <w:p w:rsidR="00E07798" w:rsidRDefault="00E07798" w:rsidP="0066738E">
      <w:pPr>
        <w:pStyle w:val="Heading2"/>
      </w:pPr>
      <w:r>
        <w:t>Gain Attention</w:t>
      </w:r>
    </w:p>
    <w:p w:rsidR="00E07798" w:rsidRPr="003B30A1" w:rsidRDefault="003B30A1" w:rsidP="000A72C3">
      <w:pPr>
        <w:ind w:left="900" w:hanging="540"/>
      </w:pPr>
      <w:r w:rsidRPr="003B30A1">
        <w:t>1.</w:t>
      </w:r>
      <w:r w:rsidRPr="003B30A1">
        <w:tab/>
      </w:r>
      <w:r w:rsidR="00E07798" w:rsidRPr="003B30A1">
        <w:t>Common ground</w:t>
      </w:r>
    </w:p>
    <w:p w:rsidR="00E07798" w:rsidRPr="003B30A1" w:rsidRDefault="003B30A1" w:rsidP="000A72C3">
      <w:pPr>
        <w:ind w:left="900" w:hanging="540"/>
      </w:pPr>
      <w:r w:rsidRPr="003B30A1">
        <w:t>2.</w:t>
      </w:r>
      <w:r w:rsidRPr="003B30A1">
        <w:tab/>
      </w:r>
      <w:r w:rsidR="00E07798" w:rsidRPr="003B30A1">
        <w:t>WIIFM (what’s in it for me) statement to generate interest in topic</w:t>
      </w:r>
    </w:p>
    <w:p w:rsidR="00E07798" w:rsidRDefault="00E07798">
      <w:pPr>
        <w:pStyle w:val="SpecialTitle"/>
      </w:pPr>
      <w:r>
        <w:t>Instructor Tip</w:t>
      </w:r>
    </w:p>
    <w:p w:rsidR="00E07798" w:rsidRDefault="00E07798">
      <w:pPr>
        <w:pStyle w:val="Special"/>
      </w:pPr>
      <w:r>
        <w:t>When gaining attention and establishing common ground, ask questions of the class, such as, “How many of you have heard of CompTIA or the CompTIA A+ certification?” and “How did you hear about CompTIA or the A+ certification?”</w:t>
      </w:r>
    </w:p>
    <w:p w:rsidR="00E07798" w:rsidRDefault="00E07798">
      <w:pPr>
        <w:pStyle w:val="Special"/>
      </w:pPr>
      <w:r>
        <w:t xml:space="preserve">For a WIIFM statement, say to the class, “The CompTIA A+ certification is the première entry-level certification for most IT workers. It covers the base of knowledge an IT worker should know and understand. It covers a wide breadth of material regarding computer hardware, Microsoft operating systems, printers, networking, security, and customer service. Obtaining the CompTIA </w:t>
      </w:r>
      <w:proofErr w:type="gramStart"/>
      <w:r>
        <w:t>A+</w:t>
      </w:r>
      <w:proofErr w:type="gramEnd"/>
      <w:r>
        <w:t xml:space="preserve"> certification proves you have a base of knowledge. Often employers use the CompTIA A+ as a gate or entry-level benchmark of knowledge. In fact</w:t>
      </w:r>
      <w:r w:rsidR="00DE1836">
        <w:t>,</w:t>
      </w:r>
      <w:r>
        <w:t xml:space="preserve"> many companies who employ PC technicians or computer help-desk workers require </w:t>
      </w:r>
      <w:r w:rsidR="00DE1836">
        <w:t xml:space="preserve">that </w:t>
      </w:r>
      <w:r>
        <w:t>employees have at least the CompTIA A+. Some may also train their entry-level technicians using the A+ Certification.”</w:t>
      </w:r>
    </w:p>
    <w:p w:rsidR="00E07798" w:rsidRDefault="00E07798" w:rsidP="00E86C51">
      <w:pPr>
        <w:pStyle w:val="Heading2"/>
      </w:pPr>
      <w:r>
        <w:lastRenderedPageBreak/>
        <w:t>Class Preparation</w:t>
      </w:r>
    </w:p>
    <w:p w:rsidR="00E07798" w:rsidRPr="003B30A1" w:rsidRDefault="003B30A1" w:rsidP="000A72C3">
      <w:pPr>
        <w:ind w:left="900" w:hanging="540"/>
      </w:pPr>
      <w:r>
        <w:t>1.</w:t>
      </w:r>
      <w:r>
        <w:tab/>
      </w:r>
      <w:r w:rsidR="00E07798" w:rsidRPr="003B30A1">
        <w:t>If possible, your students should have computers with Internet access to complete the exercise at the end of the chapter.</w:t>
      </w:r>
    </w:p>
    <w:p w:rsidR="00E07798" w:rsidRPr="003B30A1" w:rsidRDefault="003B30A1" w:rsidP="000A72C3">
      <w:pPr>
        <w:ind w:left="900" w:hanging="540"/>
      </w:pPr>
      <w:r>
        <w:t>2.</w:t>
      </w:r>
      <w:r>
        <w:tab/>
      </w:r>
      <w:r w:rsidR="00E07798" w:rsidRPr="003B30A1">
        <w:t>Gather a few Internet or local newspaper job listings for PC or desktop support technician jobs that mention the CompTIA A+ as a required skill.</w:t>
      </w:r>
    </w:p>
    <w:p w:rsidR="00E07798" w:rsidRDefault="00E07798" w:rsidP="00E86C51">
      <w:pPr>
        <w:pStyle w:val="Heading2"/>
      </w:pPr>
      <w:r>
        <w:t>Timing</w:t>
      </w:r>
    </w:p>
    <w:p w:rsidR="00E07798" w:rsidRPr="003B30A1" w:rsidRDefault="003B30A1" w:rsidP="000A72C3">
      <w:pPr>
        <w:ind w:left="900" w:hanging="540"/>
      </w:pPr>
      <w:r>
        <w:t>1.</w:t>
      </w:r>
      <w:r>
        <w:tab/>
      </w:r>
      <w:r w:rsidR="00E07798" w:rsidRPr="003B30A1">
        <w:t>Lecture: 30 minutes</w:t>
      </w:r>
    </w:p>
    <w:p w:rsidR="00E07798" w:rsidRPr="003B30A1" w:rsidRDefault="003B30A1" w:rsidP="000A72C3">
      <w:pPr>
        <w:ind w:left="900" w:hanging="540"/>
      </w:pPr>
      <w:r>
        <w:t>2.</w:t>
      </w:r>
      <w:r>
        <w:tab/>
      </w:r>
      <w:r w:rsidR="00E07798" w:rsidRPr="003B30A1">
        <w:t>Exercise (Exploring the CompTIA Web Site): 30 minutes</w:t>
      </w:r>
    </w:p>
    <w:p w:rsidR="00A87AFA" w:rsidRDefault="00A87AFA">
      <w:pPr>
        <w:pStyle w:val="SpecialTitle"/>
      </w:pPr>
      <w:r>
        <w:t>Instructor Tip</w:t>
      </w:r>
    </w:p>
    <w:p w:rsidR="00A87AFA" w:rsidRPr="00A87AFA" w:rsidRDefault="00A87AFA" w:rsidP="000A72C3">
      <w:pPr>
        <w:pStyle w:val="Heading1"/>
        <w:keepNext w:val="0"/>
        <w:widowControl w:val="0"/>
        <w:spacing w:before="0" w:after="120"/>
        <w:ind w:left="360"/>
        <w:rPr>
          <w:rFonts w:ascii="Times New Roman" w:hAnsi="Times New Roman" w:cs="Arial"/>
          <w:b w:val="0"/>
          <w:i/>
          <w:color w:val="auto"/>
          <w:kern w:val="0"/>
          <w:sz w:val="24"/>
        </w:rPr>
      </w:pPr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The pre-tests </w:t>
      </w:r>
      <w:proofErr w:type="gramStart"/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>are designed</w:t>
      </w:r>
      <w:proofErr w:type="gramEnd"/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 to give you an indication of how much prior knowledge your students have brought to this class. They </w:t>
      </w:r>
      <w:proofErr w:type="gramStart"/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>are meant to be used</w:t>
      </w:r>
      <w:proofErr w:type="gramEnd"/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 for class discussion rather than as real tests. As such, only a few questions are included in each test, </w:t>
      </w:r>
      <w:r w:rsidR="00186F7B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and the answers </w:t>
      </w:r>
      <w:proofErr w:type="gramStart"/>
      <w:r w:rsidR="00186F7B">
        <w:rPr>
          <w:rFonts w:ascii="Times New Roman" w:hAnsi="Times New Roman" w:cs="Arial"/>
          <w:b w:val="0"/>
          <w:i/>
          <w:color w:val="auto"/>
          <w:kern w:val="0"/>
          <w:sz w:val="24"/>
        </w:rPr>
        <w:t>are not provided</w:t>
      </w:r>
      <w:proofErr w:type="gramEnd"/>
      <w:r w:rsidR="00186F7B">
        <w:rPr>
          <w:rFonts w:ascii="Times New Roman" w:hAnsi="Times New Roman" w:cs="Arial"/>
          <w:b w:val="0"/>
          <w:i/>
          <w:color w:val="auto"/>
          <w:kern w:val="0"/>
          <w:sz w:val="24"/>
        </w:rPr>
        <w:t>.</w:t>
      </w:r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 You can use pre-tests to gain a rapport with your students </w:t>
      </w:r>
      <w:r w:rsidR="00186F7B">
        <w:rPr>
          <w:rFonts w:ascii="Times New Roman" w:hAnsi="Times New Roman" w:cs="Arial"/>
          <w:b w:val="0"/>
          <w:i/>
          <w:color w:val="auto"/>
          <w:kern w:val="0"/>
          <w:sz w:val="24"/>
        </w:rPr>
        <w:t>and measure how much time</w:t>
      </w:r>
      <w:r w:rsidRPr="00A87AFA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 you might need to take on a particular subject.</w:t>
      </w:r>
      <w:r w:rsidR="00EC624F">
        <w:rPr>
          <w:rFonts w:ascii="Times New Roman" w:hAnsi="Times New Roman" w:cs="Arial"/>
          <w:b w:val="0"/>
          <w:i/>
          <w:color w:val="auto"/>
          <w:kern w:val="0"/>
          <w:sz w:val="24"/>
        </w:rPr>
        <w:t xml:space="preserve"> </w:t>
      </w:r>
    </w:p>
    <w:p w:rsidR="00E07798" w:rsidRDefault="00E07798" w:rsidP="00A87AFA">
      <w:pPr>
        <w:pStyle w:val="Heading1"/>
      </w:pPr>
      <w:r>
        <w:t>Pre-test</w:t>
      </w:r>
    </w:p>
    <w:p w:rsidR="00E07798" w:rsidRPr="003B30A1" w:rsidRDefault="003B30A1" w:rsidP="000A72C3">
      <w:pPr>
        <w:ind w:left="900" w:hanging="540"/>
      </w:pPr>
      <w:r>
        <w:t>1.</w:t>
      </w:r>
      <w:r>
        <w:tab/>
      </w:r>
      <w:r w:rsidR="00E07798" w:rsidRPr="003B30A1">
        <w:t xml:space="preserve">What is CompTIA and what </w:t>
      </w:r>
      <w:r w:rsidR="00DC199E">
        <w:t>is its purpose</w:t>
      </w:r>
      <w:r w:rsidR="00E07798" w:rsidRPr="003B30A1">
        <w:t>?</w:t>
      </w:r>
    </w:p>
    <w:p w:rsidR="00E07798" w:rsidRPr="003B30A1" w:rsidRDefault="003B30A1" w:rsidP="000A72C3">
      <w:pPr>
        <w:ind w:left="900" w:hanging="540"/>
      </w:pPr>
      <w:r>
        <w:t>2.</w:t>
      </w:r>
      <w:r>
        <w:tab/>
      </w:r>
      <w:r w:rsidR="00E07798" w:rsidRPr="003B30A1">
        <w:t>How many exams are required for a candidate to become CompTIA A+ certified?</w:t>
      </w:r>
    </w:p>
    <w:p w:rsidR="00E07798" w:rsidRPr="003B30A1" w:rsidRDefault="003B30A1" w:rsidP="000A72C3">
      <w:pPr>
        <w:ind w:left="900" w:hanging="540"/>
      </w:pPr>
      <w:r>
        <w:t>3.</w:t>
      </w:r>
      <w:r>
        <w:tab/>
      </w:r>
      <w:r w:rsidR="00E07798" w:rsidRPr="003B30A1">
        <w:t xml:space="preserve">What topics </w:t>
      </w:r>
      <w:proofErr w:type="gramStart"/>
      <w:r w:rsidR="00E07798" w:rsidRPr="003B30A1">
        <w:t>are covered</w:t>
      </w:r>
      <w:proofErr w:type="gramEnd"/>
      <w:r w:rsidR="00E07798" w:rsidRPr="003B30A1">
        <w:t xml:space="preserve"> on the CompTIA A+ exams?</w:t>
      </w:r>
    </w:p>
    <w:p w:rsidR="00E07798" w:rsidRPr="003B30A1" w:rsidRDefault="003B30A1" w:rsidP="000A72C3">
      <w:pPr>
        <w:ind w:left="900" w:hanging="540"/>
      </w:pPr>
      <w:r>
        <w:t>4.</w:t>
      </w:r>
      <w:r>
        <w:tab/>
      </w:r>
      <w:r w:rsidR="00E07798" w:rsidRPr="003B30A1">
        <w:t>What are the advantages of CompTIA A+ certification?</w:t>
      </w:r>
    </w:p>
    <w:p w:rsidR="00E07798" w:rsidRPr="003B30A1" w:rsidRDefault="003B30A1" w:rsidP="000A72C3">
      <w:pPr>
        <w:ind w:left="900" w:hanging="540"/>
      </w:pPr>
      <w:r>
        <w:t>5.</w:t>
      </w:r>
      <w:r>
        <w:tab/>
      </w:r>
      <w:r w:rsidR="00E07798" w:rsidRPr="003B30A1">
        <w:t xml:space="preserve">Describe how the CompTIA A+ Certification exams </w:t>
      </w:r>
      <w:proofErr w:type="gramStart"/>
      <w:r w:rsidR="00E07798" w:rsidRPr="003B30A1">
        <w:t>are administered</w:t>
      </w:r>
      <w:proofErr w:type="gramEnd"/>
      <w:r w:rsidR="00DE1836" w:rsidRPr="003B30A1">
        <w:t>.</w:t>
      </w:r>
    </w:p>
    <w:p w:rsidR="00E07798" w:rsidRDefault="00E07798">
      <w:pPr>
        <w:pStyle w:val="Heading1"/>
      </w:pPr>
      <w:r>
        <w:t>Lecture Outline</w:t>
      </w:r>
    </w:p>
    <w:p w:rsidR="00DC199E" w:rsidRDefault="00DC199E">
      <w:pPr>
        <w:pStyle w:val="Outline1"/>
      </w:pPr>
      <w:r>
        <w:t>I.</w:t>
      </w:r>
      <w:r>
        <w:tab/>
        <w:t>Introduction</w:t>
      </w:r>
    </w:p>
    <w:p w:rsidR="00DC199E" w:rsidRDefault="00DC199E" w:rsidP="000A72C3">
      <w:pPr>
        <w:pStyle w:val="Outline1"/>
        <w:ind w:left="900" w:hanging="540"/>
      </w:pPr>
      <w:r>
        <w:t>A.</w:t>
      </w:r>
      <w:r>
        <w:tab/>
        <w:t>A modern PC tech works with many devices running many different systems.</w:t>
      </w:r>
    </w:p>
    <w:p w:rsidR="00DC199E" w:rsidRDefault="00DC199E" w:rsidP="000A72C3">
      <w:pPr>
        <w:ind w:left="1350" w:hanging="540"/>
      </w:pPr>
      <w:r>
        <w:t>1.</w:t>
      </w:r>
      <w:r>
        <w:tab/>
        <w:t>Almost everything interconnects as well, and a PC tech makes that connection happen.</w:t>
      </w:r>
    </w:p>
    <w:p w:rsidR="00DC199E" w:rsidRDefault="00DC199E" w:rsidP="000A72C3">
      <w:pPr>
        <w:pStyle w:val="Outline1"/>
        <w:ind w:left="900" w:hanging="540"/>
      </w:pPr>
      <w:r>
        <w:lastRenderedPageBreak/>
        <w:t>B.</w:t>
      </w:r>
      <w:r>
        <w:tab/>
        <w:t>This book provides the information you need to know to become a great tech.</w:t>
      </w:r>
    </w:p>
    <w:p w:rsidR="00DC199E" w:rsidRPr="00DC199E" w:rsidRDefault="00DC199E" w:rsidP="000A72C3">
      <w:pPr>
        <w:ind w:left="1350" w:hanging="540"/>
      </w:pPr>
      <w:r w:rsidRPr="00DC199E">
        <w:t>1.</w:t>
      </w:r>
      <w:r w:rsidRPr="00DC199E">
        <w:tab/>
        <w:t>Chapter 1 explains the importance of credentials and the steps you need to follow to obtain them.</w:t>
      </w:r>
    </w:p>
    <w:p w:rsidR="00E07798" w:rsidRDefault="00DC199E">
      <w:pPr>
        <w:pStyle w:val="Outline1"/>
      </w:pPr>
      <w:r>
        <w:t>I</w:t>
      </w:r>
      <w:r w:rsidR="00E07798">
        <w:t>I.</w:t>
      </w:r>
      <w:r w:rsidR="00E07798">
        <w:tab/>
      </w:r>
      <w:r w:rsidR="00EC624F">
        <w:t xml:space="preserve">CompTIA A+ </w:t>
      </w:r>
      <w:r>
        <w:t>c</w:t>
      </w:r>
      <w:r w:rsidR="00EC624F">
        <w:t>ertification</w:t>
      </w:r>
    </w:p>
    <w:p w:rsidR="00E07798" w:rsidRPr="003B30A1" w:rsidRDefault="00E07798" w:rsidP="000A72C3">
      <w:pPr>
        <w:ind w:left="900" w:hanging="540"/>
      </w:pPr>
      <w:r w:rsidRPr="003B30A1">
        <w:t>A.</w:t>
      </w:r>
      <w:r w:rsidRPr="003B30A1">
        <w:tab/>
        <w:t xml:space="preserve">The concept of certifications: Certifications are required in many different fields and </w:t>
      </w:r>
      <w:proofErr w:type="gramStart"/>
      <w:r w:rsidRPr="003B30A1">
        <w:t>are used</w:t>
      </w:r>
      <w:proofErr w:type="gramEnd"/>
      <w:r w:rsidRPr="003B30A1">
        <w:t xml:space="preserve"> to verify someone’s competence.</w:t>
      </w:r>
    </w:p>
    <w:p w:rsidR="00E07798" w:rsidRPr="003B30A1" w:rsidRDefault="00DC199E" w:rsidP="000A72C3">
      <w:pPr>
        <w:ind w:left="900" w:hanging="540"/>
      </w:pPr>
      <w:r>
        <w:t>B</w:t>
      </w:r>
      <w:r w:rsidR="00311A5C" w:rsidRPr="003B30A1">
        <w:t>.</w:t>
      </w:r>
      <w:r w:rsidR="003B30A1">
        <w:tab/>
      </w:r>
      <w:r w:rsidR="00E07798" w:rsidRPr="003B30A1">
        <w:t>The importance of CompTIA A+ certification</w:t>
      </w:r>
    </w:p>
    <w:p w:rsidR="00E07798" w:rsidRPr="003B30A1" w:rsidRDefault="00311A5C" w:rsidP="000A72C3">
      <w:pPr>
        <w:ind w:left="1440" w:hanging="540"/>
      </w:pPr>
      <w:r w:rsidRPr="003B30A1">
        <w:t>1.</w:t>
      </w:r>
      <w:r w:rsidR="003B30A1">
        <w:tab/>
      </w:r>
      <w:r w:rsidR="00E07798" w:rsidRPr="003B30A1">
        <w:t>Certification identifies personnel who have the skills to maintain, upgrade, and repair PCs.</w:t>
      </w:r>
    </w:p>
    <w:p w:rsidR="00E07798" w:rsidRPr="003B30A1" w:rsidRDefault="00311A5C" w:rsidP="000A72C3">
      <w:pPr>
        <w:ind w:left="1440" w:hanging="540"/>
      </w:pPr>
      <w:r w:rsidRPr="003B30A1">
        <w:t>2.</w:t>
      </w:r>
      <w:r w:rsidR="003B30A1">
        <w:tab/>
      </w:r>
      <w:r w:rsidR="00E07798" w:rsidRPr="003B30A1">
        <w:t xml:space="preserve">Many vendor-specific computer certifications are available: Microsoft Certified </w:t>
      </w:r>
      <w:r w:rsidR="00EC624F" w:rsidRPr="003B30A1">
        <w:t>Solutions Expert</w:t>
      </w:r>
      <w:r w:rsidR="00E07798" w:rsidRPr="003B30A1">
        <w:t xml:space="preserve"> (MCSE) and Cisco Certified </w:t>
      </w:r>
      <w:r w:rsidR="00633608" w:rsidRPr="003B30A1">
        <w:t>Network Associate</w:t>
      </w:r>
      <w:r w:rsidR="00E07798" w:rsidRPr="003B30A1">
        <w:t xml:space="preserve"> (CC</w:t>
      </w:r>
      <w:r w:rsidR="00633608" w:rsidRPr="003B30A1">
        <w:t>NA</w:t>
      </w:r>
      <w:r w:rsidR="00E07798" w:rsidRPr="003B30A1">
        <w:t xml:space="preserve">) are </w:t>
      </w:r>
      <w:r w:rsidR="00DC199E">
        <w:t>two examples</w:t>
      </w:r>
      <w:r w:rsidR="00E07798" w:rsidRPr="003B30A1">
        <w:t>.</w:t>
      </w:r>
    </w:p>
    <w:p w:rsidR="00E07798" w:rsidRPr="003B30A1" w:rsidRDefault="00DC199E" w:rsidP="000A72C3">
      <w:pPr>
        <w:ind w:left="900" w:hanging="540"/>
      </w:pPr>
      <w:r>
        <w:t>C</w:t>
      </w:r>
      <w:r w:rsidR="003B30A1">
        <w:t>.</w:t>
      </w:r>
      <w:r w:rsidR="003B30A1">
        <w:tab/>
      </w:r>
      <w:r w:rsidR="00E07798" w:rsidRPr="003B30A1">
        <w:t>What is CompTIA A+ certification?</w:t>
      </w:r>
    </w:p>
    <w:p w:rsidR="00E07798" w:rsidRPr="003B30A1" w:rsidRDefault="00E07798" w:rsidP="000A72C3">
      <w:pPr>
        <w:ind w:left="1440" w:hanging="540"/>
      </w:pPr>
      <w:r w:rsidRPr="003B30A1">
        <w:t>1.</w:t>
      </w:r>
      <w:r w:rsidRPr="003B30A1">
        <w:tab/>
        <w:t>Vendor-neutral certification program</w:t>
      </w:r>
    </w:p>
    <w:p w:rsidR="00E07798" w:rsidRDefault="00E07798">
      <w:pPr>
        <w:pStyle w:val="SpecialTitle"/>
      </w:pPr>
      <w:r>
        <w:t>Discussion Point</w:t>
      </w:r>
    </w:p>
    <w:p w:rsidR="00E07798" w:rsidRDefault="00E07798">
      <w:pPr>
        <w:pStyle w:val="Special"/>
      </w:pPr>
      <w:r>
        <w:t xml:space="preserve">Describe what </w:t>
      </w:r>
      <w:proofErr w:type="gramStart"/>
      <w:r>
        <w:t>is meant</w:t>
      </w:r>
      <w:proofErr w:type="gramEnd"/>
      <w:r>
        <w:t xml:space="preserve"> by “vendor-neutral.” Most hardware devices, </w:t>
      </w:r>
      <w:r w:rsidR="00A93C37">
        <w:t xml:space="preserve">whether they are </w:t>
      </w:r>
      <w:proofErr w:type="gramStart"/>
      <w:r w:rsidR="00A93C37">
        <w:t xml:space="preserve">a </w:t>
      </w:r>
      <w:r>
        <w:t xml:space="preserve"> Compaq</w:t>
      </w:r>
      <w:proofErr w:type="gramEnd"/>
      <w:r>
        <w:t xml:space="preserve">, HP, or Lenovo </w:t>
      </w:r>
      <w:r w:rsidR="00A93C37">
        <w:t>laptop</w:t>
      </w:r>
      <w:r>
        <w:t xml:space="preserve"> computer, will have many of the same components. Although they will have different makes and models of motherboards, hard drives, and RAM, they are all </w:t>
      </w:r>
      <w:r w:rsidR="00A93C37">
        <w:t>laptop</w:t>
      </w:r>
      <w:r>
        <w:t xml:space="preserve"> computers. The exam topics will focus on </w:t>
      </w:r>
      <w:r w:rsidR="00A93C37">
        <w:t xml:space="preserve">major hardware </w:t>
      </w:r>
      <w:r>
        <w:t xml:space="preserve">specifications and </w:t>
      </w:r>
      <w:r w:rsidR="00A93C37">
        <w:t xml:space="preserve">on </w:t>
      </w:r>
      <w:r>
        <w:t xml:space="preserve">best practices for installing, troubleshooting, managing, and maintaining </w:t>
      </w:r>
      <w:r w:rsidR="00A93C37">
        <w:t>c</w:t>
      </w:r>
      <w:r>
        <w:t xml:space="preserve">omputers and </w:t>
      </w:r>
      <w:r w:rsidR="00A93C37">
        <w:t xml:space="preserve">other </w:t>
      </w:r>
      <w:r>
        <w:t>devices. The one exception for vendor neutrality is the operating systems covered on the exams. Currently</w:t>
      </w:r>
      <w:r w:rsidR="006C49C7">
        <w:t>,</w:t>
      </w:r>
      <w:r>
        <w:t xml:space="preserve"> </w:t>
      </w:r>
      <w:r w:rsidR="00A93C37">
        <w:t xml:space="preserve">the majority of the content focuses on the </w:t>
      </w:r>
      <w:r>
        <w:t xml:space="preserve">Microsoft Windows </w:t>
      </w:r>
      <w:r w:rsidR="00A93C37">
        <w:t xml:space="preserve">operating systems. </w:t>
      </w:r>
      <w:proofErr w:type="gramStart"/>
      <w:r w:rsidR="00A93C37">
        <w:t>A limited scope of questions address</w:t>
      </w:r>
      <w:proofErr w:type="gramEnd"/>
      <w:r w:rsidR="00A93C37">
        <w:t xml:space="preserve"> the Linux, Mac OS S, iOS, and Android.</w:t>
      </w:r>
    </w:p>
    <w:p w:rsidR="00E07798" w:rsidRPr="003B30A1" w:rsidRDefault="00E07798" w:rsidP="000A72C3">
      <w:pPr>
        <w:ind w:left="1440" w:hanging="540"/>
      </w:pPr>
      <w:r w:rsidRPr="003B30A1">
        <w:t>2.</w:t>
      </w:r>
      <w:r w:rsidRPr="003B30A1">
        <w:tab/>
        <w:t xml:space="preserve">Demonstrates basic competency in supporting microcomputers; the test covers topics that a technician would know after </w:t>
      </w:r>
      <w:r w:rsidR="002864FC" w:rsidRPr="003B30A1">
        <w:t>twelve</w:t>
      </w:r>
      <w:r w:rsidRPr="003B30A1">
        <w:t xml:space="preserve"> months of full-time experience</w:t>
      </w:r>
    </w:p>
    <w:p w:rsidR="00E07798" w:rsidRPr="003B30A1" w:rsidRDefault="00E07798" w:rsidP="000A72C3">
      <w:pPr>
        <w:ind w:left="1440" w:hanging="540"/>
      </w:pPr>
      <w:r w:rsidRPr="003B30A1">
        <w:t>3.</w:t>
      </w:r>
      <w:r w:rsidRPr="003B30A1">
        <w:tab/>
        <w:t>Consists of two computer-based multiple-choice exams</w:t>
      </w:r>
    </w:p>
    <w:p w:rsidR="00E07798" w:rsidRPr="003B30A1" w:rsidRDefault="00E07798" w:rsidP="000A72C3">
      <w:pPr>
        <w:ind w:left="1440" w:hanging="540"/>
      </w:pPr>
      <w:r w:rsidRPr="003B30A1">
        <w:lastRenderedPageBreak/>
        <w:t>4.</w:t>
      </w:r>
      <w:r w:rsidRPr="003B30A1">
        <w:tab/>
        <w:t>Most popular of all IT certification programs with more than 800,000 technicians already certified</w:t>
      </w:r>
    </w:p>
    <w:p w:rsidR="00E07798" w:rsidRPr="003B30A1" w:rsidRDefault="00631ADD" w:rsidP="000A72C3">
      <w:pPr>
        <w:ind w:left="900" w:hanging="540"/>
      </w:pPr>
      <w:r>
        <w:t>D</w:t>
      </w:r>
      <w:r w:rsidR="003B30A1" w:rsidRPr="003B30A1">
        <w:t>.</w:t>
      </w:r>
      <w:r w:rsidR="003B30A1" w:rsidRPr="003B30A1">
        <w:tab/>
      </w:r>
      <w:r w:rsidR="00E07798" w:rsidRPr="003B30A1">
        <w:t>Who is CompTIA?</w:t>
      </w:r>
    </w:p>
    <w:p w:rsidR="00E07798" w:rsidRPr="003B30A1" w:rsidRDefault="00E07798" w:rsidP="000A72C3">
      <w:pPr>
        <w:ind w:left="1440" w:hanging="540"/>
      </w:pPr>
      <w:r w:rsidRPr="003B30A1">
        <w:t>1.</w:t>
      </w:r>
      <w:r w:rsidRPr="003B30A1">
        <w:tab/>
        <w:t>Non-profit industry trade association</w:t>
      </w:r>
    </w:p>
    <w:p w:rsidR="00E07798" w:rsidRPr="003B30A1" w:rsidRDefault="00E07798" w:rsidP="000A72C3">
      <w:pPr>
        <w:ind w:left="1440" w:hanging="540"/>
      </w:pPr>
      <w:r w:rsidRPr="003B30A1">
        <w:t>2.</w:t>
      </w:r>
      <w:r w:rsidRPr="003B30A1">
        <w:tab/>
        <w:t>Consists of more than 20,000 members in 102 countries</w:t>
      </w:r>
    </w:p>
    <w:p w:rsidR="00E07798" w:rsidRPr="000A72C3" w:rsidRDefault="00DC199E" w:rsidP="000A72C3">
      <w:pPr>
        <w:ind w:left="1440" w:hanging="540"/>
      </w:pPr>
      <w:r>
        <w:t>3.</w:t>
      </w:r>
      <w:r>
        <w:tab/>
      </w:r>
      <w:r w:rsidR="00E07798" w:rsidRPr="000A72C3">
        <w:t>Sponsors the CompTIA Network+, CompTIA Security+, and other certifications</w:t>
      </w:r>
    </w:p>
    <w:p w:rsidR="00E07798" w:rsidRPr="003B30A1" w:rsidRDefault="00631ADD" w:rsidP="000A72C3">
      <w:pPr>
        <w:ind w:left="900" w:hanging="540"/>
      </w:pPr>
      <w:r>
        <w:t>E</w:t>
      </w:r>
      <w:r w:rsidR="003B30A1" w:rsidRPr="003B30A1">
        <w:t>.</w:t>
      </w:r>
      <w:r w:rsidR="003B30A1" w:rsidRPr="003B30A1">
        <w:tab/>
      </w:r>
      <w:r w:rsidR="00E07798" w:rsidRPr="003B30A1">
        <w:t>The path to other certifications</w:t>
      </w:r>
    </w:p>
    <w:p w:rsidR="00E07798" w:rsidRPr="003B30A1" w:rsidRDefault="00E07798" w:rsidP="000A72C3">
      <w:pPr>
        <w:ind w:left="1440" w:hanging="540"/>
      </w:pPr>
      <w:r w:rsidRPr="003B30A1">
        <w:t>1.</w:t>
      </w:r>
      <w:r w:rsidRPr="003B30A1">
        <w:tab/>
        <w:t>Many IT companies regard CompTIA A+ as the entry point toward other certifications.</w:t>
      </w:r>
    </w:p>
    <w:p w:rsidR="00E07798" w:rsidRPr="003B30A1" w:rsidRDefault="00E07798" w:rsidP="000A72C3">
      <w:pPr>
        <w:ind w:left="1440" w:hanging="540"/>
      </w:pPr>
      <w:r w:rsidRPr="003B30A1">
        <w:t>2.</w:t>
      </w:r>
      <w:r w:rsidRPr="003B30A1">
        <w:tab/>
        <w:t>The following additional certifications are worth considering:</w:t>
      </w:r>
    </w:p>
    <w:p w:rsidR="00A66BA2" w:rsidRDefault="00E07798" w:rsidP="000A72C3">
      <w:pPr>
        <w:ind w:left="1980" w:hanging="540"/>
      </w:pPr>
      <w:r w:rsidRPr="003B30A1">
        <w:t>a)</w:t>
      </w:r>
      <w:r w:rsidRPr="003B30A1">
        <w:tab/>
        <w:t>CompTIA Network+ Certification</w:t>
      </w:r>
      <w:r w:rsidR="00DC199E">
        <w:t xml:space="preserve"> – t</w:t>
      </w:r>
      <w:r w:rsidRPr="003B30A1">
        <w:t>ests networking skills, including network hardware, installation, and troubleshooting</w:t>
      </w:r>
    </w:p>
    <w:p w:rsidR="00E07798" w:rsidRPr="003B30A1" w:rsidRDefault="00A66BA2" w:rsidP="000A72C3">
      <w:pPr>
        <w:ind w:left="2520" w:hanging="540"/>
      </w:pPr>
      <w:r>
        <w:t>1)</w:t>
      </w:r>
      <w:r>
        <w:tab/>
      </w:r>
      <w:r w:rsidR="00E07798" w:rsidRPr="003B30A1">
        <w:t>For more details, check www.comptia.org.</w:t>
      </w:r>
    </w:p>
    <w:p w:rsidR="00E07798" w:rsidRDefault="00E07798">
      <w:pPr>
        <w:pStyle w:val="SpecialTitle"/>
      </w:pPr>
      <w:r>
        <w:t>Instructor Tip</w:t>
      </w:r>
    </w:p>
    <w:p w:rsidR="00E07798" w:rsidRDefault="00E07798">
      <w:pPr>
        <w:pStyle w:val="Special"/>
      </w:pPr>
      <w:r>
        <w:t xml:space="preserve">The CompTIA A+ and other certifications are generally used as </w:t>
      </w:r>
      <w:proofErr w:type="gramStart"/>
      <w:r>
        <w:t>stepping stones</w:t>
      </w:r>
      <w:proofErr w:type="gramEnd"/>
      <w:r>
        <w:t xml:space="preserve"> to other, higher-level certifications. For example, many candidates obtain the CompTIA A+ and CompTIA Network+ and then move on to certifications from other vendors such as Cisco, Microsoft, VMware</w:t>
      </w:r>
      <w:r w:rsidR="006A277B">
        <w:t>,</w:t>
      </w:r>
      <w:r>
        <w:t xml:space="preserve"> or others.</w:t>
      </w:r>
    </w:p>
    <w:p w:rsidR="00A66BA2" w:rsidRDefault="00E07798" w:rsidP="000A72C3">
      <w:pPr>
        <w:ind w:left="1980" w:hanging="540"/>
      </w:pPr>
      <w:proofErr w:type="gramStart"/>
      <w:r w:rsidRPr="003B30A1">
        <w:t>b)</w:t>
      </w:r>
      <w:r w:rsidRPr="003B30A1">
        <w:tab/>
        <w:t xml:space="preserve">Microsoft </w:t>
      </w:r>
      <w:r w:rsidRPr="000A72C3">
        <w:t>Professional Certifications</w:t>
      </w:r>
      <w:r w:rsidR="00A66BA2">
        <w:t xml:space="preserve"> –</w:t>
      </w:r>
      <w:r w:rsidRPr="003B30A1">
        <w:t xml:space="preserve"> series of certifications for networking professionals.</w:t>
      </w:r>
      <w:proofErr w:type="gramEnd"/>
    </w:p>
    <w:p w:rsidR="00E07798" w:rsidRPr="003B30A1" w:rsidRDefault="00A66BA2" w:rsidP="000A72C3">
      <w:pPr>
        <w:ind w:left="2520" w:hanging="540"/>
      </w:pPr>
      <w:r>
        <w:t>1)</w:t>
      </w:r>
      <w:r>
        <w:tab/>
      </w:r>
      <w:r w:rsidR="00E07798" w:rsidRPr="003B30A1">
        <w:t>For more details, check www.microsoft.com.</w:t>
      </w:r>
    </w:p>
    <w:p w:rsidR="00A66BA2" w:rsidRDefault="00E07798" w:rsidP="000A72C3">
      <w:pPr>
        <w:ind w:left="1980" w:hanging="540"/>
      </w:pPr>
      <w:r w:rsidRPr="003B30A1">
        <w:t>c)</w:t>
      </w:r>
      <w:r w:rsidRPr="003B30A1">
        <w:tab/>
        <w:t>Cisco Certification</w:t>
      </w:r>
      <w:r w:rsidR="00A66BA2">
        <w:t xml:space="preserve"> – p</w:t>
      </w:r>
      <w:r w:rsidRPr="003B30A1">
        <w:t xml:space="preserve">rovides </w:t>
      </w:r>
      <w:r w:rsidR="000262EE" w:rsidRPr="003B30A1">
        <w:t xml:space="preserve">five </w:t>
      </w:r>
      <w:r w:rsidRPr="003B30A1">
        <w:t xml:space="preserve">levels of certification for handling various Cisco products: Certified Cisco Network Associate (CCNA) </w:t>
      </w:r>
      <w:r w:rsidR="000262EE" w:rsidRPr="003B30A1">
        <w:t xml:space="preserve">and </w:t>
      </w:r>
      <w:r w:rsidR="00C8710D" w:rsidRPr="003B30A1">
        <w:t>several</w:t>
      </w:r>
      <w:r w:rsidR="000262EE" w:rsidRPr="003B30A1">
        <w:t xml:space="preserve"> specialty certifications</w:t>
      </w:r>
      <w:r w:rsidRPr="003B30A1">
        <w:t>.</w:t>
      </w:r>
    </w:p>
    <w:p w:rsidR="00E07798" w:rsidRPr="003B30A1" w:rsidRDefault="00A66BA2" w:rsidP="000A72C3">
      <w:pPr>
        <w:ind w:left="2520" w:hanging="540"/>
      </w:pPr>
      <w:r>
        <w:t>1)</w:t>
      </w:r>
      <w:r>
        <w:tab/>
      </w:r>
      <w:r w:rsidR="00E07798" w:rsidRPr="003B30A1">
        <w:t>For more details, check www.cisco.com.</w:t>
      </w:r>
    </w:p>
    <w:p w:rsidR="00631ADD" w:rsidRDefault="00631ADD">
      <w:pPr>
        <w:spacing w:after="0" w:line="240" w:lineRule="auto"/>
      </w:pPr>
      <w:r>
        <w:br w:type="page"/>
      </w:r>
    </w:p>
    <w:p w:rsidR="00E07798" w:rsidRPr="003B30A1" w:rsidRDefault="00DC199E" w:rsidP="000A72C3">
      <w:pPr>
        <w:ind w:left="450" w:hanging="450"/>
      </w:pPr>
      <w:r>
        <w:lastRenderedPageBreak/>
        <w:t>III</w:t>
      </w:r>
      <w:r w:rsidR="00E07798" w:rsidRPr="003B30A1">
        <w:t>.</w:t>
      </w:r>
      <w:r w:rsidR="00E07798" w:rsidRPr="003B30A1">
        <w:tab/>
      </w:r>
      <w:r w:rsidR="00633608" w:rsidRPr="003B30A1">
        <w:t xml:space="preserve">CompTIA A+ </w:t>
      </w:r>
      <w:r w:rsidR="00A66BA2">
        <w:t>o</w:t>
      </w:r>
      <w:r w:rsidR="00633608" w:rsidRPr="003B30A1">
        <w:t>bjectives</w:t>
      </w:r>
    </w:p>
    <w:p w:rsidR="00E07798" w:rsidRPr="003B30A1" w:rsidRDefault="00E07798" w:rsidP="000A72C3">
      <w:pPr>
        <w:ind w:left="900" w:hanging="540"/>
      </w:pPr>
      <w:r w:rsidRPr="003B30A1">
        <w:t>A.</w:t>
      </w:r>
      <w:r w:rsidRPr="003B30A1">
        <w:tab/>
        <w:t>Pass two computer-based, multiple-choice exams to become CompTIA A+ certified:</w:t>
      </w:r>
    </w:p>
    <w:p w:rsidR="00E07798" w:rsidRPr="003B30A1" w:rsidRDefault="003B30A1" w:rsidP="000A72C3">
      <w:pPr>
        <w:ind w:left="1440" w:hanging="540"/>
      </w:pPr>
      <w:r>
        <w:t>1.</w:t>
      </w:r>
      <w:r>
        <w:tab/>
      </w:r>
      <w:r w:rsidR="00E07798" w:rsidRPr="003B30A1">
        <w:t>CompTIA 220-</w:t>
      </w:r>
      <w:r w:rsidR="00633608" w:rsidRPr="003B30A1">
        <w:t>9</w:t>
      </w:r>
      <w:r w:rsidR="00CB269A" w:rsidRPr="003B30A1">
        <w:t xml:space="preserve">01 </w:t>
      </w:r>
    </w:p>
    <w:p w:rsidR="00231490" w:rsidRPr="003B30A1" w:rsidRDefault="003B30A1" w:rsidP="000A72C3">
      <w:pPr>
        <w:ind w:left="1440" w:hanging="540"/>
      </w:pPr>
      <w:r>
        <w:t>2.</w:t>
      </w:r>
      <w:r>
        <w:tab/>
      </w:r>
      <w:r w:rsidR="00E07798" w:rsidRPr="003B30A1">
        <w:t>CompTIA 220-</w:t>
      </w:r>
      <w:r w:rsidR="00633608" w:rsidRPr="003B30A1">
        <w:t>9</w:t>
      </w:r>
      <w:r w:rsidR="00CB269A" w:rsidRPr="003B30A1">
        <w:t xml:space="preserve">02 </w:t>
      </w:r>
    </w:p>
    <w:p w:rsidR="00E07798" w:rsidRPr="003B30A1" w:rsidRDefault="00633608" w:rsidP="000A72C3">
      <w:pPr>
        <w:ind w:left="900" w:hanging="540"/>
      </w:pPr>
      <w:r w:rsidRPr="003B30A1">
        <w:t>B</w:t>
      </w:r>
      <w:r w:rsidR="00E07798" w:rsidRPr="003B30A1">
        <w:t>.</w:t>
      </w:r>
      <w:r w:rsidR="00E07798" w:rsidRPr="003B30A1">
        <w:tab/>
        <w:t>The basic exam structure</w:t>
      </w:r>
    </w:p>
    <w:p w:rsidR="00E07798" w:rsidRPr="003B30A1" w:rsidRDefault="00E07798" w:rsidP="000A72C3">
      <w:pPr>
        <w:ind w:left="1440" w:hanging="540"/>
      </w:pPr>
      <w:r w:rsidRPr="003B30A1">
        <w:t>1.</w:t>
      </w:r>
      <w:r w:rsidRPr="003B30A1">
        <w:tab/>
        <w:t>The</w:t>
      </w:r>
      <w:r w:rsidR="00CB269A" w:rsidRPr="003B30A1">
        <w:t xml:space="preserve"> CompTIA A+ 220-</w:t>
      </w:r>
      <w:r w:rsidR="00661227" w:rsidRPr="000A72C3">
        <w:t>9</w:t>
      </w:r>
      <w:r w:rsidR="00CB269A" w:rsidRPr="000A72C3">
        <w:t xml:space="preserve">01 </w:t>
      </w:r>
      <w:r w:rsidRPr="003B30A1">
        <w:t xml:space="preserve">exam </w:t>
      </w:r>
      <w:r w:rsidR="00C95C21" w:rsidRPr="003B30A1">
        <w:t>concentrates on understanding terminology and technology, how to do fundamental tasks such as upgrading RAM, and basic network and laptop support</w:t>
      </w:r>
      <w:r w:rsidRPr="003B30A1">
        <w:t>.</w:t>
      </w:r>
    </w:p>
    <w:p w:rsidR="00E07798" w:rsidRPr="003B30A1" w:rsidRDefault="00E07798" w:rsidP="000A72C3">
      <w:pPr>
        <w:ind w:left="1440" w:hanging="540"/>
      </w:pPr>
      <w:r w:rsidRPr="003B30A1">
        <w:t>2.</w:t>
      </w:r>
      <w:r w:rsidRPr="003B30A1">
        <w:tab/>
        <w:t xml:space="preserve">The </w:t>
      </w:r>
      <w:r w:rsidR="00C95C21" w:rsidRPr="003B30A1">
        <w:t xml:space="preserve">CompTIA </w:t>
      </w:r>
      <w:proofErr w:type="gramStart"/>
      <w:r w:rsidR="00C95C21" w:rsidRPr="003B30A1">
        <w:t>A</w:t>
      </w:r>
      <w:proofErr w:type="gramEnd"/>
      <w:r w:rsidR="00C95C21" w:rsidRPr="003B30A1">
        <w:t>+ 220-</w:t>
      </w:r>
      <w:r w:rsidR="00661227" w:rsidRPr="000A72C3">
        <w:t>9</w:t>
      </w:r>
      <w:r w:rsidR="00C95C21" w:rsidRPr="000A72C3">
        <w:t xml:space="preserve">02 </w:t>
      </w:r>
      <w:r w:rsidR="00C95C21" w:rsidRPr="003B30A1">
        <w:t xml:space="preserve">exam builds on the first exam, concentrating on </w:t>
      </w:r>
      <w:r w:rsidR="00661227" w:rsidRPr="003B30A1">
        <w:t xml:space="preserve">operating system </w:t>
      </w:r>
      <w:r w:rsidR="00C95C21" w:rsidRPr="003B30A1">
        <w:t>support, advanced configuration, and troubleshooting scenarios</w:t>
      </w:r>
      <w:r w:rsidRPr="003B30A1">
        <w:t xml:space="preserve">. </w:t>
      </w:r>
    </w:p>
    <w:p w:rsidR="00E07798" w:rsidRPr="003B30A1" w:rsidRDefault="00E07798" w:rsidP="000A72C3">
      <w:pPr>
        <w:ind w:left="1440" w:hanging="540"/>
      </w:pPr>
      <w:r w:rsidRPr="003B30A1">
        <w:t>3.</w:t>
      </w:r>
      <w:r w:rsidRPr="003B30A1">
        <w:tab/>
        <w:t>Exams are practical application (as opposed to theory).</w:t>
      </w:r>
    </w:p>
    <w:p w:rsidR="00E07798" w:rsidRPr="003B30A1" w:rsidRDefault="00E07798" w:rsidP="000A72C3">
      <w:pPr>
        <w:ind w:left="1980" w:hanging="540"/>
      </w:pPr>
      <w:r w:rsidRPr="003B30A1">
        <w:t>a)</w:t>
      </w:r>
      <w:r w:rsidRPr="003B30A1">
        <w:tab/>
        <w:t>Questions are multiple choice or “click on the right part of the picture.”</w:t>
      </w:r>
    </w:p>
    <w:p w:rsidR="00E07798" w:rsidRPr="003B30A1" w:rsidRDefault="00E07798" w:rsidP="000A72C3">
      <w:pPr>
        <w:ind w:left="1980" w:hanging="540"/>
      </w:pPr>
      <w:r w:rsidRPr="003B30A1">
        <w:t>b)</w:t>
      </w:r>
      <w:r w:rsidRPr="003B30A1">
        <w:tab/>
        <w:t>The question bank frequently has new questions added. Check www.totalsem.com and access the special Tech Files section for articles and updates on CompTIA A+ exam content.</w:t>
      </w:r>
    </w:p>
    <w:p w:rsidR="00E07798" w:rsidRPr="003B30A1" w:rsidRDefault="00E07798" w:rsidP="000A72C3">
      <w:pPr>
        <w:ind w:left="1440" w:hanging="540"/>
      </w:pPr>
      <w:r w:rsidRPr="003B30A1">
        <w:t>4.</w:t>
      </w:r>
      <w:r w:rsidRPr="003B30A1">
        <w:tab/>
        <w:t>Windows-centric</w:t>
      </w:r>
    </w:p>
    <w:p w:rsidR="00E07798" w:rsidRPr="003B30A1" w:rsidRDefault="00E07798" w:rsidP="000A72C3">
      <w:pPr>
        <w:ind w:left="1980" w:hanging="540"/>
      </w:pPr>
      <w:r w:rsidRPr="003B30A1">
        <w:t>a)</w:t>
      </w:r>
      <w:r w:rsidRPr="003B30A1">
        <w:tab/>
        <w:t xml:space="preserve">The exams focus on Windows </w:t>
      </w:r>
      <w:r w:rsidR="00CD6E7F" w:rsidRPr="003B30A1">
        <w:t>operating systems. The exams cover a specific and limited scope of questions on Linux, Mac OS X, iOS, and Android.</w:t>
      </w:r>
      <w:r w:rsidR="00311A5C" w:rsidRPr="003B30A1">
        <w:t xml:space="preserve"> Windows 10 </w:t>
      </w:r>
      <w:proofErr w:type="gramStart"/>
      <w:r w:rsidR="00311A5C" w:rsidRPr="003B30A1">
        <w:t>is not covered</w:t>
      </w:r>
      <w:proofErr w:type="gramEnd"/>
      <w:r w:rsidR="00A50430">
        <w:t xml:space="preserve"> at the time of this writing</w:t>
      </w:r>
      <w:r w:rsidR="00311A5C" w:rsidRPr="003B30A1">
        <w:t>.</w:t>
      </w:r>
    </w:p>
    <w:p w:rsidR="00E07798" w:rsidRDefault="00E07798">
      <w:pPr>
        <w:pStyle w:val="SpecialTitle"/>
      </w:pPr>
      <w:r>
        <w:t>Instructor Tip</w:t>
      </w:r>
    </w:p>
    <w:p w:rsidR="00E07798" w:rsidRDefault="00E07798">
      <w:pPr>
        <w:pStyle w:val="Special"/>
      </w:pPr>
      <w:r>
        <w:t>Let the students know that they should answer all the questions on the test. While some tests penalize students if they get a question wrong, this is not the case for the CompTIA A+ exams.</w:t>
      </w:r>
    </w:p>
    <w:p w:rsidR="00E07798" w:rsidRDefault="00E07798">
      <w:pPr>
        <w:pStyle w:val="Special"/>
      </w:pPr>
      <w:proofErr w:type="gramStart"/>
      <w:r>
        <w:t>How many questions?</w:t>
      </w:r>
      <w:proofErr w:type="gramEnd"/>
      <w:r>
        <w:t xml:space="preserve"> As of this writing, both exams have 100 questions.</w:t>
      </w:r>
    </w:p>
    <w:p w:rsidR="00E07798" w:rsidRDefault="00E07798">
      <w:pPr>
        <w:pStyle w:val="Special"/>
      </w:pPr>
      <w:r>
        <w:t xml:space="preserve">How much time </w:t>
      </w:r>
      <w:proofErr w:type="gramStart"/>
      <w:r>
        <w:t>is allotted</w:t>
      </w:r>
      <w:proofErr w:type="gramEnd"/>
      <w:r>
        <w:t xml:space="preserve"> for the exams? As of this writing, each candidate will have 90 minutes to take each exam. Stress that this means they have less than 1 minute to complete </w:t>
      </w:r>
      <w:r>
        <w:lastRenderedPageBreak/>
        <w:t xml:space="preserve">each question on the test. These are not deep, thought-provoking questions but are instead simple, straightforward questions that a test taker either knows or </w:t>
      </w:r>
      <w:proofErr w:type="gramStart"/>
      <w:r>
        <w:t>doesn’t</w:t>
      </w:r>
      <w:proofErr w:type="gramEnd"/>
      <w:r>
        <w:t xml:space="preserve"> know.</w:t>
      </w:r>
    </w:p>
    <w:p w:rsidR="00E07798" w:rsidRPr="003B30A1" w:rsidRDefault="00E07798" w:rsidP="000A72C3">
      <w:pPr>
        <w:ind w:left="1440" w:hanging="540"/>
      </w:pPr>
      <w:r w:rsidRPr="003B30A1">
        <w:t>5.</w:t>
      </w:r>
      <w:r w:rsidRPr="003B30A1">
        <w:tab/>
      </w:r>
      <w:r w:rsidR="00311A5C" w:rsidRPr="003B30A1">
        <w:t>Exam 220-901</w:t>
      </w:r>
    </w:p>
    <w:p w:rsidR="00E07798" w:rsidRPr="003B30A1" w:rsidRDefault="00E07798" w:rsidP="000A72C3">
      <w:pPr>
        <w:ind w:left="1980" w:hanging="540"/>
      </w:pPr>
      <w:r w:rsidRPr="003B30A1">
        <w:t>a)</w:t>
      </w:r>
      <w:r w:rsidRPr="003B30A1">
        <w:tab/>
      </w:r>
      <w:r w:rsidR="00C95C21" w:rsidRPr="003B30A1">
        <w:t xml:space="preserve">Five </w:t>
      </w:r>
      <w:r w:rsidRPr="003B30A1">
        <w:t>categories or domains</w:t>
      </w:r>
      <w:r w:rsidR="00A66BA2">
        <w:t xml:space="preserve"> </w:t>
      </w:r>
      <w:proofErr w:type="gramStart"/>
      <w:r w:rsidR="00A66BA2">
        <w:t>are covered</w:t>
      </w:r>
      <w:proofErr w:type="gramEnd"/>
      <w:r w:rsidR="00A66BA2">
        <w:t>: hardware, networking, mobile devices, hardware and network troubleshooting.</w:t>
      </w:r>
    </w:p>
    <w:p w:rsidR="00E07798" w:rsidRPr="003B30A1" w:rsidRDefault="00E07798" w:rsidP="000A72C3">
      <w:pPr>
        <w:ind w:left="1980" w:hanging="540"/>
      </w:pPr>
      <w:r w:rsidRPr="003B30A1">
        <w:t>b)</w:t>
      </w:r>
      <w:r w:rsidRPr="003B30A1">
        <w:tab/>
        <w:t xml:space="preserve">Domains </w:t>
      </w:r>
      <w:proofErr w:type="gramStart"/>
      <w:r w:rsidRPr="003B30A1">
        <w:t>are weighted</w:t>
      </w:r>
      <w:proofErr w:type="gramEnd"/>
      <w:r w:rsidRPr="003B30A1">
        <w:t xml:space="preserve"> differently to identify how many questions you can expect on any topic. For example, </w:t>
      </w:r>
      <w:r w:rsidR="00186F7B">
        <w:t>h</w:t>
      </w:r>
      <w:r w:rsidRPr="003B30A1">
        <w:t xml:space="preserve">ardware shows </w:t>
      </w:r>
      <w:r w:rsidR="00C95C21" w:rsidRPr="003B30A1">
        <w:t xml:space="preserve">40 </w:t>
      </w:r>
      <w:r w:rsidRPr="003B30A1">
        <w:t>percent</w:t>
      </w:r>
      <w:r w:rsidR="00186F7B">
        <w:t xml:space="preserve">; </w:t>
      </w:r>
      <w:r w:rsidRPr="003B30A1">
        <w:t xml:space="preserve">for a 100-question test, you </w:t>
      </w:r>
      <w:r w:rsidR="00C95C21" w:rsidRPr="003B30A1">
        <w:t xml:space="preserve">could </w:t>
      </w:r>
      <w:r w:rsidRPr="003B30A1">
        <w:t xml:space="preserve">expect </w:t>
      </w:r>
      <w:r w:rsidR="00C95C21" w:rsidRPr="003B30A1">
        <w:t xml:space="preserve">40 </w:t>
      </w:r>
      <w:r w:rsidRPr="003B30A1">
        <w:t>questions in this domain.</w:t>
      </w:r>
    </w:p>
    <w:p w:rsidR="00E07798" w:rsidRPr="003B30A1" w:rsidRDefault="00E07798" w:rsidP="000A72C3">
      <w:pPr>
        <w:ind w:left="1980" w:hanging="540"/>
      </w:pPr>
      <w:r w:rsidRPr="003B30A1">
        <w:t>c)</w:t>
      </w:r>
      <w:r w:rsidRPr="003B30A1">
        <w:tab/>
        <w:t>Know all the devices in the computer.</w:t>
      </w:r>
    </w:p>
    <w:p w:rsidR="00E07798" w:rsidRPr="003B30A1" w:rsidRDefault="00E07798" w:rsidP="000A72C3">
      <w:pPr>
        <w:ind w:left="1980" w:hanging="540"/>
      </w:pPr>
      <w:r w:rsidRPr="003B30A1">
        <w:t>d)</w:t>
      </w:r>
      <w:r w:rsidRPr="003B30A1">
        <w:tab/>
        <w:t xml:space="preserve">Expect to </w:t>
      </w:r>
      <w:proofErr w:type="gramStart"/>
      <w:r w:rsidRPr="003B30A1">
        <w:t>be tested</w:t>
      </w:r>
      <w:proofErr w:type="gramEnd"/>
      <w:r w:rsidRPr="003B30A1">
        <w:t xml:space="preserve"> on ability to install, configure, and maintain current technologies within a PC.</w:t>
      </w:r>
    </w:p>
    <w:p w:rsidR="00E07798" w:rsidRPr="003B30A1" w:rsidRDefault="00E07798" w:rsidP="000A72C3">
      <w:pPr>
        <w:ind w:left="1980" w:hanging="540"/>
      </w:pPr>
      <w:r w:rsidRPr="003B30A1">
        <w:t>e)</w:t>
      </w:r>
      <w:r w:rsidRPr="003B30A1">
        <w:tab/>
        <w:t>Security topics are included, covering both hardware and software security principles.</w:t>
      </w:r>
    </w:p>
    <w:p w:rsidR="00E07798" w:rsidRPr="003B30A1" w:rsidRDefault="00E07798" w:rsidP="000A72C3">
      <w:pPr>
        <w:ind w:left="1980" w:hanging="540"/>
      </w:pPr>
      <w:r w:rsidRPr="003B30A1">
        <w:t>f)</w:t>
      </w:r>
      <w:r w:rsidRPr="003B30A1">
        <w:tab/>
        <w:t xml:space="preserve">Extra emphasis </w:t>
      </w:r>
      <w:proofErr w:type="gramStart"/>
      <w:r w:rsidRPr="003B30A1">
        <w:t>is placed</w:t>
      </w:r>
      <w:proofErr w:type="gramEnd"/>
      <w:r w:rsidRPr="003B30A1">
        <w:t xml:space="preserve"> on safety and environmental issues, and on communication and professionalism.</w:t>
      </w:r>
    </w:p>
    <w:p w:rsidR="00E07798" w:rsidRPr="003B30A1" w:rsidRDefault="00E07798" w:rsidP="000A72C3">
      <w:pPr>
        <w:ind w:left="1440" w:hanging="540"/>
      </w:pPr>
      <w:r w:rsidRPr="003B30A1">
        <w:t>6.</w:t>
      </w:r>
      <w:r w:rsidRPr="003B30A1">
        <w:tab/>
      </w:r>
      <w:r w:rsidR="00311A5C" w:rsidRPr="003B30A1">
        <w:t>Exam 220-902</w:t>
      </w:r>
    </w:p>
    <w:p w:rsidR="00E07798" w:rsidRPr="003B30A1" w:rsidRDefault="00E07798" w:rsidP="000A72C3">
      <w:pPr>
        <w:ind w:left="1980" w:hanging="540"/>
      </w:pPr>
      <w:r w:rsidRPr="003B30A1">
        <w:t>a)</w:t>
      </w:r>
      <w:r w:rsidRPr="003B30A1">
        <w:tab/>
        <w:t>Four categories or domains</w:t>
      </w:r>
      <w:r w:rsidR="00A66BA2">
        <w:t xml:space="preserve"> </w:t>
      </w:r>
      <w:proofErr w:type="gramStart"/>
      <w:r w:rsidR="00A66BA2">
        <w:t>are covered</w:t>
      </w:r>
      <w:proofErr w:type="gramEnd"/>
      <w:r w:rsidR="00A66BA2">
        <w:t xml:space="preserve">: </w:t>
      </w:r>
      <w:r w:rsidR="00A66BA2" w:rsidRPr="00A66BA2">
        <w:t>Windows operating systems</w:t>
      </w:r>
      <w:r w:rsidR="00A66BA2">
        <w:t>, other operating systems &amp; technologies, security, software troubleshooting, and operational procedures</w:t>
      </w:r>
    </w:p>
    <w:p w:rsidR="00E07798" w:rsidRPr="003B30A1" w:rsidRDefault="00E07798" w:rsidP="000A72C3">
      <w:pPr>
        <w:ind w:left="1980" w:hanging="540"/>
      </w:pPr>
      <w:r w:rsidRPr="003B30A1">
        <w:t>b)</w:t>
      </w:r>
      <w:r w:rsidRPr="003B30A1">
        <w:tab/>
      </w:r>
      <w:r w:rsidR="00A66BA2">
        <w:t>There is m</w:t>
      </w:r>
      <w:r w:rsidRPr="003B30A1">
        <w:t>ore focus on determining the appropriate technology</w:t>
      </w:r>
      <w:r w:rsidR="00A66BA2">
        <w:t>.</w:t>
      </w:r>
    </w:p>
    <w:p w:rsidR="00E07798" w:rsidRPr="003B30A1" w:rsidRDefault="00E07798" w:rsidP="000A72C3">
      <w:pPr>
        <w:ind w:left="1980" w:hanging="540"/>
      </w:pPr>
      <w:r w:rsidRPr="003B30A1">
        <w:t>c)</w:t>
      </w:r>
      <w:r w:rsidRPr="003B30A1">
        <w:tab/>
      </w:r>
      <w:r w:rsidR="00A66BA2">
        <w:t>There is l</w:t>
      </w:r>
      <w:r w:rsidRPr="003B30A1">
        <w:t>ess focus on identification of hardware or operating system utilities</w:t>
      </w:r>
      <w:r w:rsidR="00A66BA2">
        <w:t>.</w:t>
      </w:r>
    </w:p>
    <w:p w:rsidR="00E07798" w:rsidRPr="003B30A1" w:rsidRDefault="00E07798" w:rsidP="000A72C3">
      <w:pPr>
        <w:ind w:left="1980" w:hanging="540"/>
      </w:pPr>
      <w:r w:rsidRPr="003B30A1">
        <w:t>d)</w:t>
      </w:r>
      <w:r w:rsidRPr="003B30A1">
        <w:tab/>
        <w:t xml:space="preserve">While the </w:t>
      </w:r>
      <w:r w:rsidR="00A61D0F" w:rsidRPr="003B30A1">
        <w:t xml:space="preserve">hardware </w:t>
      </w:r>
      <w:r w:rsidRPr="003B30A1">
        <w:t xml:space="preserve">exam has you identify the technology, the </w:t>
      </w:r>
      <w:r w:rsidR="00A61D0F" w:rsidRPr="003B30A1">
        <w:t>OS</w:t>
      </w:r>
      <w:r w:rsidRPr="003B30A1">
        <w:t xml:space="preserve"> exam requires that you know the details.</w:t>
      </w:r>
    </w:p>
    <w:p w:rsidR="00E07798" w:rsidRPr="003B30A1" w:rsidRDefault="00E07798" w:rsidP="000A72C3">
      <w:pPr>
        <w:ind w:left="1980" w:hanging="540"/>
      </w:pPr>
      <w:r w:rsidRPr="003B30A1">
        <w:t>e)</w:t>
      </w:r>
      <w:r w:rsidRPr="003B30A1">
        <w:tab/>
      </w:r>
      <w:r w:rsidR="00A66BA2">
        <w:t xml:space="preserve">The 220-902 </w:t>
      </w:r>
      <w:proofErr w:type="gramStart"/>
      <w:r w:rsidR="00A66BA2">
        <w:t>exam</w:t>
      </w:r>
      <w:proofErr w:type="gramEnd"/>
      <w:r w:rsidR="00A66BA2">
        <w:t xml:space="preserve"> g</w:t>
      </w:r>
      <w:r w:rsidRPr="003B30A1">
        <w:t>oes much deeper into the use of command-line tools.</w:t>
      </w:r>
    </w:p>
    <w:p w:rsidR="00E07798" w:rsidRPr="003B30A1" w:rsidRDefault="00E07798" w:rsidP="000A72C3">
      <w:pPr>
        <w:ind w:left="1980" w:hanging="540"/>
      </w:pPr>
      <w:r w:rsidRPr="003B30A1">
        <w:t>f)</w:t>
      </w:r>
      <w:r w:rsidRPr="003B30A1">
        <w:tab/>
      </w:r>
      <w:r w:rsidR="00C32669">
        <w:t>The exam</w:t>
      </w:r>
      <w:r w:rsidR="00A66BA2">
        <w:t xml:space="preserve"> c</w:t>
      </w:r>
      <w:r w:rsidRPr="003B30A1">
        <w:t xml:space="preserve">overs </w:t>
      </w:r>
      <w:r w:rsidR="00A66BA2">
        <w:t xml:space="preserve">the </w:t>
      </w:r>
      <w:r w:rsidRPr="003B30A1">
        <w:t>use of diagnostic tools, system recovery tools and techniques, and major disk management tools.</w:t>
      </w:r>
    </w:p>
    <w:p w:rsidR="00E07798" w:rsidRDefault="00E07798">
      <w:pPr>
        <w:pStyle w:val="SpecialTitle"/>
      </w:pPr>
      <w:r>
        <w:lastRenderedPageBreak/>
        <w:t>Discussion Point</w:t>
      </w:r>
    </w:p>
    <w:p w:rsidR="00E07798" w:rsidRDefault="00E07798">
      <w:pPr>
        <w:pStyle w:val="Special"/>
      </w:pPr>
      <w:r>
        <w:t>Take some time to go over the Exam Map in Appendix A and show students how they can use this to target their studying for any individual test.</w:t>
      </w:r>
    </w:p>
    <w:p w:rsidR="0026086A" w:rsidRPr="003B30A1" w:rsidRDefault="00DC199E" w:rsidP="000A72C3">
      <w:pPr>
        <w:ind w:left="450" w:hanging="450"/>
      </w:pPr>
      <w:r>
        <w:t>IV</w:t>
      </w:r>
      <w:r w:rsidR="003B30A1" w:rsidRPr="003B30A1">
        <w:t>.</w:t>
      </w:r>
      <w:r w:rsidR="003B30A1" w:rsidRPr="003B30A1">
        <w:tab/>
      </w:r>
      <w:r w:rsidR="0026086A" w:rsidRPr="003B30A1">
        <w:t xml:space="preserve">The </w:t>
      </w:r>
      <w:r w:rsidR="00A66BA2">
        <w:t>p</w:t>
      </w:r>
      <w:r w:rsidR="0026086A" w:rsidRPr="003B30A1">
        <w:t xml:space="preserve">ath to </w:t>
      </w:r>
      <w:r w:rsidR="00A66BA2">
        <w:t>c</w:t>
      </w:r>
      <w:r w:rsidR="0026086A" w:rsidRPr="003B30A1">
        <w:t>ertification</w:t>
      </w:r>
    </w:p>
    <w:p w:rsidR="0026086A" w:rsidRPr="003B30A1" w:rsidRDefault="0026086A" w:rsidP="000A72C3">
      <w:pPr>
        <w:ind w:left="900" w:hanging="540"/>
      </w:pPr>
      <w:r w:rsidRPr="003B30A1">
        <w:t>A</w:t>
      </w:r>
      <w:r w:rsidR="003B30A1" w:rsidRPr="003B30A1">
        <w:t>.</w:t>
      </w:r>
      <w:r w:rsidR="003B30A1" w:rsidRPr="003B30A1">
        <w:tab/>
      </w:r>
      <w:r w:rsidR="00A66BA2">
        <w:t>Take and p</w:t>
      </w:r>
      <w:r w:rsidRPr="003B30A1">
        <w:t xml:space="preserve">ass the two </w:t>
      </w:r>
      <w:r w:rsidR="00A66BA2">
        <w:t>exams.</w:t>
      </w:r>
    </w:p>
    <w:p w:rsidR="0026086A" w:rsidRPr="003B30A1" w:rsidRDefault="0026086A" w:rsidP="000A72C3">
      <w:pPr>
        <w:ind w:left="900" w:hanging="540"/>
      </w:pPr>
      <w:r w:rsidRPr="003B30A1">
        <w:t>B</w:t>
      </w:r>
      <w:r w:rsidR="003B30A1" w:rsidRPr="003B30A1">
        <w:t>.</w:t>
      </w:r>
      <w:r w:rsidR="003B30A1" w:rsidRPr="003B30A1">
        <w:tab/>
      </w:r>
      <w:r w:rsidRPr="003B30A1">
        <w:t xml:space="preserve">Stay </w:t>
      </w:r>
      <w:proofErr w:type="gramStart"/>
      <w:r w:rsidRPr="003B30A1">
        <w:t>certified:</w:t>
      </w:r>
      <w:proofErr w:type="gramEnd"/>
      <w:r w:rsidRPr="003B30A1">
        <w:t xml:space="preserve"> https://certification.comptia.org/stayCertified.aspx</w:t>
      </w:r>
      <w:r w:rsidR="00E07798" w:rsidRPr="003B30A1">
        <w:tab/>
      </w:r>
    </w:p>
    <w:p w:rsidR="00E07798" w:rsidRPr="003B30A1" w:rsidRDefault="0026086A" w:rsidP="000A72C3">
      <w:pPr>
        <w:ind w:left="900" w:hanging="540"/>
      </w:pPr>
      <w:r w:rsidRPr="003B30A1">
        <w:t>C</w:t>
      </w:r>
      <w:r w:rsidR="003B30A1" w:rsidRPr="003B30A1">
        <w:t>.</w:t>
      </w:r>
      <w:r w:rsidR="003B30A1" w:rsidRPr="003B30A1">
        <w:tab/>
      </w:r>
      <w:r w:rsidRPr="003B30A1">
        <w:t>Find a testing center</w:t>
      </w:r>
      <w:r w:rsidR="00A66BA2">
        <w:t>.</w:t>
      </w:r>
    </w:p>
    <w:p w:rsidR="00E07798" w:rsidRPr="003B30A1" w:rsidRDefault="00E07798" w:rsidP="000A72C3">
      <w:pPr>
        <w:ind w:left="1440" w:hanging="540"/>
      </w:pPr>
      <w:r w:rsidRPr="003B30A1">
        <w:t>1.</w:t>
      </w:r>
      <w:r w:rsidRPr="003B30A1">
        <w:tab/>
      </w:r>
      <w:proofErr w:type="spellStart"/>
      <w:r w:rsidRPr="003B30A1">
        <w:t>PearsonVUE</w:t>
      </w:r>
      <w:proofErr w:type="spellEnd"/>
      <w:r w:rsidRPr="003B30A1">
        <w:t xml:space="preserve"> administer</w:t>
      </w:r>
      <w:r w:rsidR="002864FC" w:rsidRPr="003B30A1">
        <w:t>s</w:t>
      </w:r>
      <w:r w:rsidRPr="003B30A1">
        <w:t xml:space="preserve"> the exams at various testing centers in the United States, Canada, and 75 other countries around the world.</w:t>
      </w:r>
    </w:p>
    <w:p w:rsidR="00E07798" w:rsidRPr="003B30A1" w:rsidRDefault="00E07798" w:rsidP="000A72C3">
      <w:pPr>
        <w:ind w:left="1440" w:hanging="540"/>
      </w:pPr>
      <w:r w:rsidRPr="003B30A1">
        <w:t>2.</w:t>
      </w:r>
      <w:r w:rsidRPr="003B30A1">
        <w:tab/>
        <w:t xml:space="preserve">Register online at www.vue.com Web sites or call </w:t>
      </w:r>
      <w:proofErr w:type="spellStart"/>
      <w:r w:rsidRPr="003B30A1">
        <w:t>PearsonVUE</w:t>
      </w:r>
      <w:proofErr w:type="spellEnd"/>
      <w:r w:rsidRPr="003B30A1">
        <w:t xml:space="preserve"> at 877-551-7587.</w:t>
      </w:r>
    </w:p>
    <w:p w:rsidR="00E07798" w:rsidRPr="003B30A1" w:rsidRDefault="0026086A" w:rsidP="000A72C3">
      <w:pPr>
        <w:ind w:left="900" w:hanging="540"/>
      </w:pPr>
      <w:r w:rsidRPr="003B30A1">
        <w:t>D</w:t>
      </w:r>
      <w:r w:rsidR="003B30A1" w:rsidRPr="003B30A1">
        <w:t>.</w:t>
      </w:r>
      <w:r w:rsidR="003B30A1" w:rsidRPr="003B30A1">
        <w:tab/>
      </w:r>
      <w:r w:rsidR="00E07798" w:rsidRPr="003B30A1">
        <w:t>How much do the exams cost?</w:t>
      </w:r>
    </w:p>
    <w:p w:rsidR="00A66BA2" w:rsidRDefault="00E07798" w:rsidP="000A72C3">
      <w:pPr>
        <w:ind w:left="1440" w:hanging="540"/>
      </w:pPr>
      <w:r w:rsidRPr="003B30A1">
        <w:t>1.</w:t>
      </w:r>
      <w:r w:rsidRPr="003B30A1">
        <w:tab/>
        <w:t>For non-CompTIA members, each exam costs $</w:t>
      </w:r>
      <w:r w:rsidR="00A61D0F" w:rsidRPr="003B30A1">
        <w:t>1</w:t>
      </w:r>
      <w:r w:rsidR="0026086A" w:rsidRPr="003B30A1">
        <w:t>94</w:t>
      </w:r>
      <w:r w:rsidRPr="003B30A1">
        <w:t>.</w:t>
      </w:r>
    </w:p>
    <w:p w:rsidR="00E07798" w:rsidRPr="003B30A1" w:rsidRDefault="00A66BA2" w:rsidP="000A72C3">
      <w:pPr>
        <w:ind w:left="1440" w:hanging="540"/>
      </w:pPr>
      <w:r>
        <w:t>2.</w:t>
      </w:r>
      <w:r>
        <w:tab/>
      </w:r>
      <w:r w:rsidR="00E07798" w:rsidRPr="003B30A1">
        <w:t>Discount vouchers are widely available, including from Total Seminars. Call Total Seminars at 1-800-446-6004 or log on to www.totalsem.com to purchase discount vouchers.</w:t>
      </w:r>
    </w:p>
    <w:p w:rsidR="00A61D0F" w:rsidRDefault="00CF465F" w:rsidP="000A72C3">
      <w:pPr>
        <w:pStyle w:val="Outline3"/>
        <w:tabs>
          <w:tab w:val="clear" w:pos="4860"/>
        </w:tabs>
        <w:ind w:left="900" w:hanging="540"/>
      </w:pPr>
      <w:r>
        <w:t>E</w:t>
      </w:r>
      <w:r w:rsidR="003B30A1">
        <w:t>.</w:t>
      </w:r>
      <w:r w:rsidR="003B30A1">
        <w:tab/>
      </w:r>
      <w:r w:rsidR="00A61D0F" w:rsidRPr="000B686F">
        <w:t xml:space="preserve">How to </w:t>
      </w:r>
      <w:r w:rsidR="00024440">
        <w:t>p</w:t>
      </w:r>
      <w:r w:rsidR="00A61D0F" w:rsidRPr="000B686F">
        <w:t xml:space="preserve">ass the CompTIA A+ </w:t>
      </w:r>
      <w:r w:rsidR="00024440">
        <w:t>e</w:t>
      </w:r>
      <w:r w:rsidR="00A61D0F" w:rsidRPr="000B686F">
        <w:t>xams</w:t>
      </w:r>
    </w:p>
    <w:p w:rsidR="00A61D0F" w:rsidRDefault="00A61D0F" w:rsidP="000A72C3">
      <w:pPr>
        <w:ind w:left="1440" w:hanging="540"/>
      </w:pPr>
      <w:r>
        <w:t>1.</w:t>
      </w:r>
      <w:r w:rsidR="003B30A1">
        <w:tab/>
      </w:r>
      <w:r>
        <w:t>Obligate yourself</w:t>
      </w:r>
    </w:p>
    <w:p w:rsidR="00364A68" w:rsidRPr="001C24B1" w:rsidRDefault="00364A68" w:rsidP="000A72C3">
      <w:pPr>
        <w:ind w:left="360"/>
        <w:rPr>
          <w:b/>
          <w:i/>
        </w:rPr>
      </w:pPr>
      <w:r w:rsidRPr="001C24B1">
        <w:rPr>
          <w:b/>
          <w:i/>
        </w:rPr>
        <w:t>Instructor Tip</w:t>
      </w:r>
    </w:p>
    <w:p w:rsidR="00364A68" w:rsidRDefault="00364A68" w:rsidP="000A72C3">
      <w:pPr>
        <w:pStyle w:val="Special"/>
      </w:pPr>
      <w:r>
        <w:t xml:space="preserve">“Obligate </w:t>
      </w:r>
      <w:proofErr w:type="gramStart"/>
      <w:r>
        <w:t>yourself</w:t>
      </w:r>
      <w:proofErr w:type="gramEnd"/>
      <w:r>
        <w:t xml:space="preserve">” can’t be stressed enough as a great tool to help students follow through with certification. In one certification course I teach, students register for the test on the first night of class. They register to take the test four weeks later (at the end of the night class) and </w:t>
      </w:r>
      <w:proofErr w:type="gramStart"/>
      <w:r>
        <w:t>I’ve</w:t>
      </w:r>
      <w:proofErr w:type="gramEnd"/>
      <w:r>
        <w:t xml:space="preserve"> observed 75 to 90 percent of the students take and pass the test within a week of class completion. Before I started having the </w:t>
      </w:r>
      <w:proofErr w:type="gramStart"/>
      <w:r>
        <w:t>students</w:t>
      </w:r>
      <w:proofErr w:type="gramEnd"/>
      <w:r>
        <w:t xml:space="preserve"> register for the test right away, only about 10 percent of the students took and passed the test within a month of completing the course.</w:t>
      </w:r>
    </w:p>
    <w:p w:rsidR="00A61D0F" w:rsidRPr="003B30A1" w:rsidRDefault="00A61D0F" w:rsidP="000A72C3">
      <w:pPr>
        <w:ind w:left="1440" w:hanging="540"/>
      </w:pPr>
      <w:r w:rsidRPr="003B30A1">
        <w:lastRenderedPageBreak/>
        <w:t>2</w:t>
      </w:r>
      <w:r w:rsidR="003B30A1" w:rsidRPr="003B30A1">
        <w:t>.</w:t>
      </w:r>
      <w:r w:rsidR="003B30A1" w:rsidRPr="003B30A1">
        <w:tab/>
      </w:r>
      <w:r w:rsidRPr="003B30A1">
        <w:t xml:space="preserve">Set </w:t>
      </w:r>
      <w:r w:rsidR="00024440" w:rsidRPr="003B30A1">
        <w:t>a</w:t>
      </w:r>
      <w:r w:rsidRPr="003B30A1">
        <w:t xml:space="preserve">side the </w:t>
      </w:r>
      <w:r w:rsidR="00024440" w:rsidRPr="003B30A1">
        <w:t>r</w:t>
      </w:r>
      <w:r w:rsidRPr="003B30A1">
        <w:t xml:space="preserve">ight </w:t>
      </w:r>
      <w:r w:rsidR="00024440" w:rsidRPr="003B30A1">
        <w:t>a</w:t>
      </w:r>
      <w:r w:rsidRPr="003B30A1">
        <w:t xml:space="preserve">mount of </w:t>
      </w:r>
      <w:r w:rsidR="00024440" w:rsidRPr="003B30A1">
        <w:t>s</w:t>
      </w:r>
      <w:r w:rsidRPr="003B30A1">
        <w:t xml:space="preserve">tudy </w:t>
      </w:r>
      <w:r w:rsidR="00024440" w:rsidRPr="003B30A1">
        <w:t>t</w:t>
      </w:r>
      <w:r w:rsidRPr="003B30A1">
        <w:t>ime</w:t>
      </w:r>
      <w:r w:rsidR="00CF465F" w:rsidRPr="003B30A1">
        <w:t xml:space="preserve"> based on your current experience and knowledge. Study time may range from as few as 40 hours for experienced techs to more than 200 hours for beginners.</w:t>
      </w:r>
    </w:p>
    <w:p w:rsidR="00364A68" w:rsidRDefault="00364A68" w:rsidP="000A72C3">
      <w:pPr>
        <w:pStyle w:val="SpecialTitle"/>
      </w:pPr>
      <w:r>
        <w:t>Discussion Point</w:t>
      </w:r>
    </w:p>
    <w:p w:rsidR="00364A68" w:rsidRDefault="00364A68" w:rsidP="000A72C3">
      <w:pPr>
        <w:pStyle w:val="Special"/>
      </w:pPr>
      <w:r>
        <w:t>Use the tables in the book to help the students identify how much time they need to study.</w:t>
      </w:r>
    </w:p>
    <w:p w:rsidR="00CF465F" w:rsidRPr="003B30A1" w:rsidRDefault="00CF465F" w:rsidP="000A72C3">
      <w:pPr>
        <w:ind w:left="1440" w:hanging="540"/>
      </w:pPr>
      <w:r w:rsidRPr="003B30A1">
        <w:t>3</w:t>
      </w:r>
      <w:r w:rsidR="003B30A1" w:rsidRPr="003B30A1">
        <w:t>.</w:t>
      </w:r>
      <w:r w:rsidR="003B30A1" w:rsidRPr="003B30A1">
        <w:tab/>
      </w:r>
      <w:r w:rsidRPr="003B30A1">
        <w:t xml:space="preserve">Develop a study strategy. A strategy for study </w:t>
      </w:r>
      <w:proofErr w:type="gramStart"/>
      <w:r w:rsidRPr="003B30A1">
        <w:t>should be based</w:t>
      </w:r>
      <w:proofErr w:type="gramEnd"/>
      <w:r w:rsidRPr="003B30A1">
        <w:t xml:space="preserve"> on your experience. Each chapter of the textbook usually includes four sections: “Historical/Conceptual,” “901”, “902”</w:t>
      </w:r>
      <w:r w:rsidRPr="003B30A1" w:rsidDel="00433EED">
        <w:t xml:space="preserve"> </w:t>
      </w:r>
      <w:r w:rsidRPr="003B30A1">
        <w:t>and “Beyond A+.” Experienced techs may skip the section “Historical/Conceptual” and go straight to the sections “901” and “902” Beginners will need to read the section “Historical/Conceptual.”</w:t>
      </w:r>
    </w:p>
    <w:p w:rsidR="00A66BA2" w:rsidRDefault="003B30A1" w:rsidP="000A72C3">
      <w:pPr>
        <w:ind w:left="1980" w:hanging="540"/>
      </w:pPr>
      <w:r>
        <w:t>a)</w:t>
      </w:r>
      <w:r>
        <w:tab/>
      </w:r>
      <w:r w:rsidR="00A66BA2">
        <w:t xml:space="preserve">Chapters </w:t>
      </w:r>
      <w:proofErr w:type="gramStart"/>
      <w:r w:rsidR="00A66BA2">
        <w:t>are divided</w:t>
      </w:r>
      <w:proofErr w:type="gramEnd"/>
      <w:r w:rsidR="00A66BA2">
        <w:t xml:space="preserve"> into major sections.</w:t>
      </w:r>
    </w:p>
    <w:p w:rsidR="00CF465F" w:rsidRPr="003B30A1" w:rsidRDefault="00A66BA2" w:rsidP="000A72C3">
      <w:pPr>
        <w:ind w:left="2520" w:hanging="540"/>
      </w:pPr>
      <w:r>
        <w:t>1)</w:t>
      </w:r>
      <w:r>
        <w:tab/>
      </w:r>
      <w:r w:rsidR="00CF465F" w:rsidRPr="003B30A1">
        <w:t>Historical/Conceptual</w:t>
      </w:r>
    </w:p>
    <w:p w:rsidR="00CF465F" w:rsidRPr="003B30A1" w:rsidRDefault="00A66BA2" w:rsidP="000A72C3">
      <w:pPr>
        <w:ind w:left="2520" w:hanging="540"/>
      </w:pPr>
      <w:r>
        <w:t>2</w:t>
      </w:r>
      <w:r w:rsidR="003B30A1">
        <w:t>)</w:t>
      </w:r>
      <w:r w:rsidR="003B30A1">
        <w:tab/>
      </w:r>
      <w:r w:rsidR="00CF465F" w:rsidRPr="003B30A1">
        <w:t>901 Topics</w:t>
      </w:r>
    </w:p>
    <w:p w:rsidR="00CF465F" w:rsidRDefault="00A66BA2" w:rsidP="000A72C3">
      <w:pPr>
        <w:ind w:left="2520" w:hanging="540"/>
      </w:pPr>
      <w:r>
        <w:t>3</w:t>
      </w:r>
      <w:r w:rsidR="003B30A1">
        <w:t>)</w:t>
      </w:r>
      <w:r w:rsidR="003B30A1">
        <w:tab/>
      </w:r>
      <w:r w:rsidR="00CF465F" w:rsidRPr="003B30A1">
        <w:t>902 Topics</w:t>
      </w:r>
    </w:p>
    <w:p w:rsidR="003B30A1" w:rsidRDefault="00A66BA2" w:rsidP="000A72C3">
      <w:pPr>
        <w:ind w:left="2520" w:hanging="540"/>
      </w:pPr>
      <w:r>
        <w:t>4</w:t>
      </w:r>
      <w:r w:rsidR="003B30A1">
        <w:t>)</w:t>
      </w:r>
      <w:r w:rsidR="003B30A1">
        <w:tab/>
        <w:t>Beyond A+</w:t>
      </w:r>
      <w:r w:rsidR="00186F7B">
        <w:t>\</w:t>
      </w:r>
    </w:p>
    <w:p w:rsidR="00186F7B" w:rsidRPr="00186F7B" w:rsidRDefault="00186F7B" w:rsidP="00186F7B">
      <w:pPr>
        <w:shd w:val="clear" w:color="auto" w:fill="D9D9D9"/>
        <w:tabs>
          <w:tab w:val="left" w:pos="450"/>
        </w:tabs>
        <w:ind w:left="432" w:hanging="432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Historical/Conceptual</w:t>
      </w:r>
    </w:p>
    <w:p w:rsidR="00CF465F" w:rsidRDefault="00364A68" w:rsidP="000A72C3">
      <w:pPr>
        <w:ind w:left="1440" w:hanging="540"/>
      </w:pPr>
      <w:r>
        <w:t>4</w:t>
      </w:r>
      <w:r w:rsidR="003B30A1">
        <w:t>.</w:t>
      </w:r>
      <w:r w:rsidR="003B30A1">
        <w:tab/>
      </w:r>
      <w:r w:rsidR="00CF465F">
        <w:t>Study the chapters in the sequence presented in the book to make sure you understand the terms and concepts.</w:t>
      </w:r>
    </w:p>
    <w:p w:rsidR="00186F7B" w:rsidRDefault="00186F7B" w:rsidP="000A72C3">
      <w:pPr>
        <w:ind w:left="1440" w:hanging="540"/>
      </w:pPr>
      <w:r>
        <w:t>5.</w:t>
      </w:r>
      <w:r>
        <w:tab/>
        <w:t>Make sure you are proficient at user-level Windows skills, including the following:</w:t>
      </w:r>
    </w:p>
    <w:p w:rsidR="00186F7B" w:rsidRDefault="00186F7B" w:rsidP="00186F7B">
      <w:pPr>
        <w:ind w:left="1980" w:hanging="540"/>
      </w:pPr>
      <w:r>
        <w:t>a)</w:t>
      </w:r>
      <w:r>
        <w:tab/>
        <w:t>Recognizing all the components of the standard Windows desktop (Start menu, notification area, etc.)</w:t>
      </w:r>
    </w:p>
    <w:p w:rsidR="00186F7B" w:rsidRDefault="00186F7B" w:rsidP="000A72C3">
      <w:pPr>
        <w:ind w:left="1980" w:hanging="540"/>
      </w:pPr>
      <w:r>
        <w:t>b)</w:t>
      </w:r>
      <w:r>
        <w:tab/>
        <w:t>Manipulating windows—resizing, moving, and so on</w:t>
      </w:r>
    </w:p>
    <w:p w:rsidR="00186F7B" w:rsidRDefault="00186F7B" w:rsidP="000A72C3">
      <w:pPr>
        <w:ind w:left="1980" w:hanging="540"/>
      </w:pPr>
      <w:r>
        <w:t>c)</w:t>
      </w:r>
      <w:r>
        <w:tab/>
        <w:t>Creating, deleting, renaming, moving, and copying files and folders within Windows</w:t>
      </w:r>
    </w:p>
    <w:p w:rsidR="00186F7B" w:rsidRDefault="00186F7B" w:rsidP="00186F7B">
      <w:pPr>
        <w:ind w:left="1980" w:hanging="540"/>
      </w:pPr>
      <w:r>
        <w:t>d)</w:t>
      </w:r>
      <w:r>
        <w:tab/>
        <w:t xml:space="preserve">Understanding </w:t>
      </w:r>
      <w:proofErr w:type="gramStart"/>
      <w:r>
        <w:t>file</w:t>
      </w:r>
      <w:proofErr w:type="gramEnd"/>
      <w:r>
        <w:t xml:space="preserve"> extensions and their relationship with program associations</w:t>
      </w:r>
    </w:p>
    <w:p w:rsidR="00186F7B" w:rsidRDefault="00186F7B" w:rsidP="000A72C3">
      <w:pPr>
        <w:ind w:left="1980" w:hanging="540"/>
      </w:pPr>
      <w:r>
        <w:lastRenderedPageBreak/>
        <w:t>e)</w:t>
      </w:r>
      <w:r>
        <w:tab/>
        <w:t>Using common keyboard shortcuts/hotkeys</w:t>
      </w:r>
    </w:p>
    <w:p w:rsidR="00186F7B" w:rsidRDefault="00186F7B" w:rsidP="000A72C3">
      <w:pPr>
        <w:ind w:left="1980" w:hanging="540"/>
      </w:pPr>
      <w:r>
        <w:t>f)</w:t>
      </w:r>
      <w:r>
        <w:tab/>
        <w:t>Installing, running, and closing a Windows application</w:t>
      </w:r>
    </w:p>
    <w:p w:rsidR="001C24B1" w:rsidRDefault="00E07798">
      <w:pPr>
        <w:pStyle w:val="SpecialTitle"/>
      </w:pPr>
      <w:r>
        <w:t>Exercise</w:t>
      </w:r>
    </w:p>
    <w:p w:rsidR="00E07798" w:rsidRPr="00B36782" w:rsidRDefault="00E07798" w:rsidP="000A72C3">
      <w:pPr>
        <w:pStyle w:val="SpecialTitle"/>
        <w:spacing w:before="0"/>
        <w:rPr>
          <w:b w:val="0"/>
        </w:rPr>
      </w:pPr>
      <w:r w:rsidRPr="00B36782">
        <w:rPr>
          <w:b w:val="0"/>
        </w:rPr>
        <w:t>Examining the CompTIA Web Site</w:t>
      </w:r>
    </w:p>
    <w:p w:rsidR="00E07798" w:rsidRDefault="00E07798">
      <w:pPr>
        <w:pStyle w:val="Special"/>
      </w:pPr>
      <w:r>
        <w:t>If your facility has computers that have Internet access, you c</w:t>
      </w:r>
      <w:bookmarkStart w:id="2" w:name="Instant1"/>
      <w:bookmarkEnd w:id="2"/>
      <w:r>
        <w:t>an allow the students to examine the CompTIA Web site (www.comptia.org) for more information about the A+ exams and some sample questions. You might also have them find the nearest testing centers, if your facility does not have its own testing center. If your facility has a testing center, you should go over the process of getting discount vouchers and scheduling an exam.</w:t>
      </w:r>
    </w:p>
    <w:p w:rsidR="00E07798" w:rsidRDefault="00E07798">
      <w:pPr>
        <w:pStyle w:val="SpecialTitle"/>
      </w:pPr>
      <w:r>
        <w:t>Optional Exercise (</w:t>
      </w:r>
      <w:proofErr w:type="gramStart"/>
      <w:r>
        <w:t>may be completed</w:t>
      </w:r>
      <w:proofErr w:type="gramEnd"/>
      <w:r>
        <w:t xml:space="preserve"> in class or out of class)</w:t>
      </w:r>
    </w:p>
    <w:p w:rsidR="00631ADD" w:rsidRDefault="00E07798" w:rsidP="000A72C3">
      <w:pPr>
        <w:pStyle w:val="Special"/>
        <w:spacing w:after="0"/>
      </w:pPr>
      <w:r>
        <w:t>Testing Students’ Current Knowledge of A+ Certification Tests</w:t>
      </w:r>
    </w:p>
    <w:p w:rsidR="00E07798" w:rsidRDefault="00E07798">
      <w:pPr>
        <w:pStyle w:val="Special"/>
      </w:pPr>
      <w:r>
        <w:t xml:space="preserve">The textbook comes with a CD that contains practice exams for both the </w:t>
      </w:r>
      <w:r w:rsidR="00C8710D">
        <w:t>220-801</w:t>
      </w:r>
      <w:r>
        <w:t>and exams. You might ask the students to take one of each of those tests to determine their current level of knowledge.</w:t>
      </w:r>
    </w:p>
    <w:p w:rsidR="00E07798" w:rsidRDefault="00E07798" w:rsidP="004B0DE3">
      <w:pPr>
        <w:pStyle w:val="Heading1"/>
      </w:pPr>
      <w:r>
        <w:t>Assessment Quiz</w:t>
      </w:r>
    </w:p>
    <w:p w:rsidR="00E07798" w:rsidRDefault="00E07798">
      <w:r>
        <w:t>This quiz will test the knowledge that the students have gained during the lesson.</w:t>
      </w:r>
    </w:p>
    <w:p w:rsidR="00E07798" w:rsidRDefault="00E07798">
      <w:pPr>
        <w:keepNext/>
        <w:spacing w:before="240" w:after="60"/>
        <w:outlineLvl w:val="1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Questions</w:t>
      </w:r>
    </w:p>
    <w:p w:rsidR="00E07798" w:rsidRPr="003B30A1" w:rsidRDefault="003B30A1" w:rsidP="000A72C3">
      <w:pPr>
        <w:ind w:left="900" w:hanging="540"/>
      </w:pPr>
      <w:r>
        <w:t>1.</w:t>
      </w:r>
      <w:r>
        <w:tab/>
      </w:r>
      <w:r w:rsidR="00E07798" w:rsidRPr="003B30A1">
        <w:t>What is the required training to earn the CompTIA A+ certification?</w:t>
      </w:r>
    </w:p>
    <w:p w:rsidR="00E07798" w:rsidRPr="003B30A1" w:rsidRDefault="003B30A1" w:rsidP="000A72C3">
      <w:pPr>
        <w:ind w:left="900" w:hanging="540"/>
      </w:pPr>
      <w:r>
        <w:t>2.</w:t>
      </w:r>
      <w:r>
        <w:tab/>
      </w:r>
      <w:r w:rsidR="00E07798" w:rsidRPr="003B30A1">
        <w:t>Name the exams you must pass to become CompTIA A+ Certified.</w:t>
      </w:r>
    </w:p>
    <w:p w:rsidR="00E07798" w:rsidRPr="003B30A1" w:rsidRDefault="003B30A1" w:rsidP="000A72C3">
      <w:pPr>
        <w:ind w:left="900" w:hanging="540"/>
      </w:pPr>
      <w:proofErr w:type="gramStart"/>
      <w:r>
        <w:t>3.</w:t>
      </w:r>
      <w:r>
        <w:tab/>
      </w:r>
      <w:r w:rsidR="00E07798" w:rsidRPr="003B30A1">
        <w:t xml:space="preserve">CompTIA A+ </w:t>
      </w:r>
      <w:r w:rsidR="00024440" w:rsidRPr="003B30A1">
        <w:t xml:space="preserve">certification </w:t>
      </w:r>
      <w:r w:rsidR="00E07798" w:rsidRPr="003B30A1">
        <w:t>tests skills equivalent to what period of time working as a full-time technician?</w:t>
      </w:r>
      <w:proofErr w:type="gramEnd"/>
    </w:p>
    <w:p w:rsidR="00E07798" w:rsidRPr="003B30A1" w:rsidRDefault="003B30A1" w:rsidP="000A72C3">
      <w:pPr>
        <w:ind w:left="900" w:hanging="540"/>
      </w:pPr>
      <w:r>
        <w:t>4.</w:t>
      </w:r>
      <w:r>
        <w:tab/>
      </w:r>
      <w:r w:rsidR="00E07798" w:rsidRPr="003B30A1">
        <w:t>Who administers the A+ exams?</w:t>
      </w:r>
    </w:p>
    <w:p w:rsidR="00E07798" w:rsidRPr="003B30A1" w:rsidRDefault="003B30A1" w:rsidP="000A72C3">
      <w:pPr>
        <w:ind w:left="900" w:hanging="540"/>
      </w:pPr>
      <w:r>
        <w:t>5.</w:t>
      </w:r>
      <w:r>
        <w:tab/>
      </w:r>
      <w:r w:rsidR="00E07798" w:rsidRPr="003B30A1">
        <w:t>What is the format of the A+ exams?</w:t>
      </w:r>
    </w:p>
    <w:p w:rsidR="00E07798" w:rsidRPr="003B30A1" w:rsidRDefault="003B30A1" w:rsidP="000A72C3">
      <w:pPr>
        <w:ind w:left="900" w:hanging="540"/>
      </w:pPr>
      <w:r>
        <w:t>6.</w:t>
      </w:r>
      <w:r>
        <w:tab/>
      </w:r>
      <w:r w:rsidR="00E07798" w:rsidRPr="003B30A1">
        <w:t>What happens if you fail one of the exams?</w:t>
      </w:r>
    </w:p>
    <w:p w:rsidR="00E07798" w:rsidRPr="003B30A1" w:rsidRDefault="003B30A1" w:rsidP="000A72C3">
      <w:pPr>
        <w:ind w:left="900" w:hanging="540"/>
      </w:pPr>
      <w:r>
        <w:t>7.</w:t>
      </w:r>
      <w:r>
        <w:tab/>
      </w:r>
      <w:r w:rsidR="00E07798" w:rsidRPr="003B30A1">
        <w:t>How is CompTIA keeping the exams current with today’s technology?</w:t>
      </w:r>
    </w:p>
    <w:p w:rsidR="00E07798" w:rsidRPr="003B30A1" w:rsidRDefault="003B30A1" w:rsidP="000A72C3">
      <w:pPr>
        <w:ind w:left="900" w:hanging="540"/>
      </w:pPr>
      <w:r>
        <w:t>8.</w:t>
      </w:r>
      <w:r>
        <w:tab/>
      </w:r>
      <w:r w:rsidR="00E07798" w:rsidRPr="003B30A1">
        <w:t>Name at least one other certification offered by CompTIA.</w:t>
      </w:r>
    </w:p>
    <w:p w:rsidR="00E07798" w:rsidRPr="003B30A1" w:rsidRDefault="003B30A1" w:rsidP="000A72C3">
      <w:pPr>
        <w:ind w:left="900" w:hanging="540"/>
      </w:pPr>
      <w:r>
        <w:lastRenderedPageBreak/>
        <w:t>9.</w:t>
      </w:r>
      <w:r>
        <w:tab/>
      </w:r>
      <w:r w:rsidR="00E07798" w:rsidRPr="003B30A1">
        <w:t>How much do the A+ exams cost and how can you get reduced price exams?</w:t>
      </w:r>
    </w:p>
    <w:p w:rsidR="00E07798" w:rsidRPr="003B30A1" w:rsidRDefault="003B30A1" w:rsidP="000A72C3">
      <w:pPr>
        <w:ind w:left="900" w:hanging="540"/>
      </w:pPr>
      <w:r>
        <w:t>10.</w:t>
      </w:r>
      <w:r>
        <w:tab/>
      </w:r>
      <w:r w:rsidR="00E07798" w:rsidRPr="003B30A1">
        <w:t>Name at least two advantages to becoming CompTIA A+ Certified.</w:t>
      </w:r>
    </w:p>
    <w:p w:rsidR="00E07798" w:rsidRDefault="00E07798">
      <w:pPr>
        <w:keepNext/>
        <w:spacing w:before="240" w:after="60"/>
        <w:outlineLvl w:val="1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Answers</w:t>
      </w:r>
    </w:p>
    <w:p w:rsidR="00E07798" w:rsidRPr="003B30A1" w:rsidRDefault="003B30A1" w:rsidP="000A72C3">
      <w:pPr>
        <w:ind w:left="900" w:hanging="540"/>
      </w:pPr>
      <w:r w:rsidRPr="003B30A1">
        <w:t>1.</w:t>
      </w:r>
      <w:r w:rsidRPr="003B30A1">
        <w:tab/>
      </w:r>
      <w:r w:rsidR="00E07798" w:rsidRPr="003B30A1">
        <w:t>There is no prerequisite training.</w:t>
      </w:r>
    </w:p>
    <w:p w:rsidR="00E07798" w:rsidRPr="003B30A1" w:rsidRDefault="003B30A1" w:rsidP="000A72C3">
      <w:pPr>
        <w:ind w:left="900" w:hanging="540"/>
      </w:pPr>
      <w:r w:rsidRPr="003B30A1">
        <w:t>2.</w:t>
      </w:r>
      <w:r w:rsidRPr="003B30A1">
        <w:tab/>
      </w:r>
      <w:r w:rsidR="00E07798" w:rsidRPr="003B30A1">
        <w:t xml:space="preserve">You must pass two exams: the </w:t>
      </w:r>
      <w:r w:rsidR="0052331C" w:rsidRPr="003B30A1">
        <w:t>220-</w:t>
      </w:r>
      <w:r w:rsidR="002D7E02" w:rsidRPr="003B30A1">
        <w:t>9</w:t>
      </w:r>
      <w:r w:rsidR="0052331C" w:rsidRPr="003B30A1">
        <w:t>01</w:t>
      </w:r>
      <w:r w:rsidR="00E07798" w:rsidRPr="003B30A1">
        <w:t xml:space="preserve"> </w:t>
      </w:r>
      <w:proofErr w:type="gramStart"/>
      <w:r w:rsidR="00E07798" w:rsidRPr="003B30A1">
        <w:t>exam</w:t>
      </w:r>
      <w:proofErr w:type="gramEnd"/>
      <w:r w:rsidR="00E07798" w:rsidRPr="003B30A1">
        <w:t xml:space="preserve"> and </w:t>
      </w:r>
      <w:r w:rsidR="00433EED" w:rsidRPr="003B30A1">
        <w:t>the 220-</w:t>
      </w:r>
      <w:r w:rsidR="002D7E02" w:rsidRPr="003B30A1">
        <w:t>9</w:t>
      </w:r>
      <w:r w:rsidR="00433EED" w:rsidRPr="003B30A1">
        <w:t xml:space="preserve">02 </w:t>
      </w:r>
      <w:r w:rsidR="0052331C" w:rsidRPr="003B30A1">
        <w:t>exam.</w:t>
      </w:r>
    </w:p>
    <w:p w:rsidR="00E07798" w:rsidRPr="003B30A1" w:rsidRDefault="003B30A1" w:rsidP="000A72C3">
      <w:pPr>
        <w:ind w:left="900" w:hanging="540"/>
      </w:pPr>
      <w:r w:rsidRPr="003B30A1">
        <w:t>3.</w:t>
      </w:r>
      <w:r w:rsidRPr="003B30A1">
        <w:tab/>
      </w:r>
      <w:r w:rsidR="00E07798" w:rsidRPr="003B30A1">
        <w:t>A+ tests skills equivalent to having worked nine months as a full-time tech.</w:t>
      </w:r>
    </w:p>
    <w:p w:rsidR="00E07798" w:rsidRPr="003B30A1" w:rsidRDefault="003B30A1" w:rsidP="000A72C3">
      <w:pPr>
        <w:ind w:left="900" w:hanging="540"/>
      </w:pPr>
      <w:proofErr w:type="gramStart"/>
      <w:r w:rsidRPr="003B30A1">
        <w:t>4.</w:t>
      </w:r>
      <w:r w:rsidRPr="003B30A1">
        <w:tab/>
      </w:r>
      <w:r w:rsidR="00E07798" w:rsidRPr="003B30A1">
        <w:t xml:space="preserve">The exams are administered by </w:t>
      </w:r>
      <w:proofErr w:type="spellStart"/>
      <w:r w:rsidR="00E07798" w:rsidRPr="003B30A1">
        <w:t>PearsonVUE</w:t>
      </w:r>
      <w:proofErr w:type="spellEnd"/>
      <w:r w:rsidR="00E07798" w:rsidRPr="003B30A1">
        <w:t xml:space="preserve"> at various testing centers worldwide</w:t>
      </w:r>
      <w:proofErr w:type="gramEnd"/>
      <w:r w:rsidR="00E07798" w:rsidRPr="003B30A1">
        <w:t>.</w:t>
      </w:r>
    </w:p>
    <w:p w:rsidR="00E07798" w:rsidRPr="003B30A1" w:rsidRDefault="003B30A1" w:rsidP="000A72C3">
      <w:pPr>
        <w:ind w:left="900" w:hanging="540"/>
      </w:pPr>
      <w:r w:rsidRPr="003B30A1">
        <w:t>5.</w:t>
      </w:r>
      <w:r w:rsidRPr="003B30A1">
        <w:tab/>
      </w:r>
      <w:r w:rsidR="00E07798" w:rsidRPr="003B30A1">
        <w:t>The exams are given on the computer, and all questions are either multiple-choice or require that you click a picture to identify the correct part.</w:t>
      </w:r>
    </w:p>
    <w:p w:rsidR="00E07798" w:rsidRPr="003B30A1" w:rsidRDefault="003B30A1" w:rsidP="000A72C3">
      <w:pPr>
        <w:ind w:left="900" w:hanging="540"/>
      </w:pPr>
      <w:r w:rsidRPr="003B30A1">
        <w:t>6.</w:t>
      </w:r>
      <w:r w:rsidRPr="003B30A1">
        <w:tab/>
      </w:r>
      <w:r w:rsidR="00E07798" w:rsidRPr="003B30A1">
        <w:t xml:space="preserve">You may retake the exam, but you will have to pay again. You </w:t>
      </w:r>
      <w:proofErr w:type="gramStart"/>
      <w:r w:rsidR="00E07798" w:rsidRPr="003B30A1">
        <w:t>will not become certified</w:t>
      </w:r>
      <w:proofErr w:type="gramEnd"/>
      <w:r w:rsidR="00E07798" w:rsidRPr="003B30A1">
        <w:t xml:space="preserve"> until you have passed both exams.</w:t>
      </w:r>
    </w:p>
    <w:p w:rsidR="00E07798" w:rsidRPr="003B30A1" w:rsidRDefault="003B30A1" w:rsidP="000A72C3">
      <w:pPr>
        <w:ind w:left="900" w:hanging="540"/>
      </w:pPr>
      <w:proofErr w:type="gramStart"/>
      <w:r w:rsidRPr="003B30A1">
        <w:t>7.</w:t>
      </w:r>
      <w:r w:rsidRPr="003B30A1">
        <w:tab/>
      </w:r>
      <w:r w:rsidR="00E07798" w:rsidRPr="003B30A1">
        <w:t xml:space="preserve">CompTIA released the current version of the test in </w:t>
      </w:r>
      <w:r w:rsidR="0052331C" w:rsidRPr="003B30A1">
        <w:t>201</w:t>
      </w:r>
      <w:r w:rsidR="002D7E02" w:rsidRPr="003B30A1">
        <w:t>5</w:t>
      </w:r>
      <w:r w:rsidR="00E07798" w:rsidRPr="003B30A1">
        <w:t xml:space="preserve"> and plans to add new questions to the exams continually to reflect technological changes.</w:t>
      </w:r>
      <w:proofErr w:type="gramEnd"/>
    </w:p>
    <w:p w:rsidR="00E07798" w:rsidRPr="003B30A1" w:rsidRDefault="003B30A1" w:rsidP="000A72C3">
      <w:pPr>
        <w:ind w:left="900" w:hanging="540"/>
      </w:pPr>
      <w:r w:rsidRPr="003B30A1">
        <w:t>8.</w:t>
      </w:r>
      <w:r w:rsidRPr="003B30A1">
        <w:tab/>
      </w:r>
      <w:r w:rsidR="00E07798" w:rsidRPr="003B30A1">
        <w:t>CompTIA also offers Network+ and Security+ certification.</w:t>
      </w:r>
    </w:p>
    <w:p w:rsidR="00E07798" w:rsidRPr="003B30A1" w:rsidRDefault="003B30A1" w:rsidP="000A72C3">
      <w:pPr>
        <w:ind w:left="900" w:hanging="540"/>
      </w:pPr>
      <w:proofErr w:type="gramStart"/>
      <w:r w:rsidRPr="003B30A1">
        <w:t>9.</w:t>
      </w:r>
      <w:r w:rsidRPr="003B30A1">
        <w:tab/>
      </w:r>
      <w:r w:rsidR="00E07798" w:rsidRPr="003B30A1">
        <w:t>Currently</w:t>
      </w:r>
      <w:proofErr w:type="gramEnd"/>
      <w:r w:rsidR="00E07798" w:rsidRPr="003B30A1">
        <w:t xml:space="preserve"> the A+ exams are priced at $1</w:t>
      </w:r>
      <w:r w:rsidR="002D7E02" w:rsidRPr="003B30A1">
        <w:t>94</w:t>
      </w:r>
      <w:r w:rsidR="00E07798" w:rsidRPr="003B30A1">
        <w:t xml:space="preserve"> for each exam for non-CompTIA members. You can usually get discount vouchers from a CompTIA member, such as those offered by Total Seminars.</w:t>
      </w:r>
    </w:p>
    <w:p w:rsidR="00186F7B" w:rsidRDefault="003B30A1" w:rsidP="000A72C3">
      <w:pPr>
        <w:ind w:left="900" w:hanging="540"/>
      </w:pPr>
      <w:r w:rsidRPr="003B30A1">
        <w:t>10.</w:t>
      </w:r>
      <w:r w:rsidRPr="003B30A1">
        <w:tab/>
      </w:r>
      <w:r w:rsidR="00E07798" w:rsidRPr="003B30A1">
        <w:t xml:space="preserve">The advantages of becoming A+ </w:t>
      </w:r>
      <w:r w:rsidR="002947A9">
        <w:t>c</w:t>
      </w:r>
      <w:r w:rsidR="00E07798" w:rsidRPr="003B30A1">
        <w:t>ertified are numerous</w:t>
      </w:r>
      <w:r w:rsidR="00186F7B">
        <w:t>. Below are some examples:</w:t>
      </w:r>
    </w:p>
    <w:p w:rsidR="00186F7B" w:rsidRDefault="00E07798" w:rsidP="000A72C3">
      <w:pPr>
        <w:pStyle w:val="ListParagraph"/>
        <w:numPr>
          <w:ilvl w:val="0"/>
          <w:numId w:val="35"/>
        </w:numPr>
        <w:ind w:left="1260"/>
      </w:pPr>
      <w:r w:rsidRPr="003B30A1">
        <w:t xml:space="preserve">Verifies knowledge, </w:t>
      </w:r>
      <w:r w:rsidR="00065625">
        <w:t xml:space="preserve">and </w:t>
      </w:r>
      <w:r w:rsidRPr="003B30A1">
        <w:t>helps to secure a position in the industry</w:t>
      </w:r>
    </w:p>
    <w:p w:rsidR="00186F7B" w:rsidRDefault="00186F7B" w:rsidP="000A72C3">
      <w:pPr>
        <w:pStyle w:val="ListParagraph"/>
        <w:numPr>
          <w:ilvl w:val="0"/>
          <w:numId w:val="35"/>
        </w:numPr>
        <w:ind w:left="1260"/>
      </w:pPr>
      <w:r>
        <w:t>H</w:t>
      </w:r>
      <w:r w:rsidR="00E07798" w:rsidRPr="003B30A1">
        <w:t>elps to secure promotions within the industry</w:t>
      </w:r>
    </w:p>
    <w:p w:rsidR="00186F7B" w:rsidRDefault="00186F7B" w:rsidP="000A72C3">
      <w:pPr>
        <w:pStyle w:val="ListParagraph"/>
        <w:numPr>
          <w:ilvl w:val="0"/>
          <w:numId w:val="35"/>
        </w:numPr>
        <w:ind w:left="1260"/>
      </w:pPr>
      <w:r>
        <w:t>S</w:t>
      </w:r>
      <w:r w:rsidRPr="003B30A1">
        <w:t xml:space="preserve">erves </w:t>
      </w:r>
      <w:r w:rsidR="00E07798" w:rsidRPr="003B30A1">
        <w:t xml:space="preserve">as </w:t>
      </w:r>
      <w:r w:rsidR="002947A9">
        <w:t xml:space="preserve">a </w:t>
      </w:r>
      <w:r w:rsidR="00E07798" w:rsidRPr="003B30A1">
        <w:t>basis for other certifications</w:t>
      </w:r>
      <w:r>
        <w:t xml:space="preserve"> </w:t>
      </w:r>
      <w:r w:rsidR="00065625">
        <w:t>as it is i</w:t>
      </w:r>
      <w:r w:rsidR="00E07798" w:rsidRPr="003B30A1">
        <w:t>ndustry</w:t>
      </w:r>
      <w:r w:rsidR="00065625">
        <w:t>-</w:t>
      </w:r>
      <w:r w:rsidR="00E07798" w:rsidRPr="003B30A1">
        <w:t>recognized</w:t>
      </w:r>
      <w:r>
        <w:t xml:space="preserve"> as </w:t>
      </w:r>
      <w:r w:rsidR="00E07798" w:rsidRPr="000A72C3">
        <w:t>the première entry-level IT certification</w:t>
      </w:r>
    </w:p>
    <w:p w:rsidR="00E07798" w:rsidRDefault="00186F7B" w:rsidP="000A72C3">
      <w:pPr>
        <w:pStyle w:val="ListParagraph"/>
        <w:numPr>
          <w:ilvl w:val="0"/>
          <w:numId w:val="35"/>
        </w:numPr>
        <w:ind w:left="1260"/>
      </w:pPr>
      <w:proofErr w:type="gramStart"/>
      <w:r>
        <w:t>O</w:t>
      </w:r>
      <w:r w:rsidR="00E07798" w:rsidRPr="003B30A1">
        <w:t>ften required by many employers as a prerequisite for employment, etc.</w:t>
      </w:r>
      <w:proofErr w:type="gramEnd"/>
    </w:p>
    <w:p w:rsidR="003B30A1" w:rsidRPr="003B30A1" w:rsidRDefault="003B30A1" w:rsidP="000A72C3">
      <w:pPr>
        <w:ind w:left="900" w:hanging="540"/>
      </w:pPr>
      <w:bookmarkStart w:id="3" w:name="_GoBack"/>
      <w:bookmarkEnd w:id="3"/>
    </w:p>
    <w:sectPr w:rsidR="003B30A1" w:rsidRPr="003B30A1" w:rsidSect="000A72C3">
      <w:headerReference w:type="default" r:id="rId8"/>
      <w:footerReference w:type="default" r:id="rId9"/>
      <w:footnotePr>
        <w:pos w:val="beneathText"/>
      </w:footnotePr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51" w:rsidRDefault="009F4751">
      <w:pPr>
        <w:spacing w:after="0" w:line="240" w:lineRule="auto"/>
      </w:pPr>
      <w:r>
        <w:separator/>
      </w:r>
    </w:p>
  </w:endnote>
  <w:endnote w:type="continuationSeparator" w:id="0">
    <w:p w:rsidR="009F4751" w:rsidRDefault="009F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5C" w:rsidRPr="00E86C51" w:rsidRDefault="003B30A1" w:rsidP="000A72C3">
    <w:pPr>
      <w:tabs>
        <w:tab w:val="left" w:pos="8100"/>
      </w:tabs>
      <w:autoSpaceDE w:val="0"/>
      <w:autoSpaceDN w:val="0"/>
      <w:adjustRightInd w:val="0"/>
      <w:spacing w:after="100" w:line="480" w:lineRule="auto"/>
      <w:rPr>
        <w:sz w:val="20"/>
      </w:rPr>
    </w:pPr>
    <w:r w:rsidRPr="003B30A1">
      <w:rPr>
        <w:sz w:val="20"/>
      </w:rPr>
      <w:t>Copyright © 2016 by McGraw-Hill Education. All rights reserved.</w:t>
    </w:r>
    <w:r w:rsidRPr="003B30A1">
      <w:rPr>
        <w:sz w:val="20"/>
      </w:rPr>
      <w:tab/>
    </w:r>
    <w:r w:rsidR="00311A5C" w:rsidRPr="00CC6F32">
      <w:rPr>
        <w:sz w:val="20"/>
      </w:rPr>
      <w:t xml:space="preserve">Page </w:t>
    </w:r>
    <w:r w:rsidR="00311A5C" w:rsidRPr="00CC6F32">
      <w:rPr>
        <w:rStyle w:val="PageNumber"/>
        <w:sz w:val="20"/>
      </w:rPr>
      <w:fldChar w:fldCharType="begin"/>
    </w:r>
    <w:r w:rsidR="00311A5C" w:rsidRPr="00CC6F32">
      <w:rPr>
        <w:rStyle w:val="PageNumber"/>
        <w:sz w:val="20"/>
      </w:rPr>
      <w:instrText xml:space="preserve"> PAGE </w:instrText>
    </w:r>
    <w:r w:rsidR="00311A5C" w:rsidRPr="00CC6F32">
      <w:rPr>
        <w:rStyle w:val="PageNumber"/>
        <w:sz w:val="20"/>
      </w:rPr>
      <w:fldChar w:fldCharType="separate"/>
    </w:r>
    <w:r w:rsidR="00612C80">
      <w:rPr>
        <w:rStyle w:val="PageNumber"/>
        <w:noProof/>
        <w:sz w:val="20"/>
      </w:rPr>
      <w:t>10</w:t>
    </w:r>
    <w:r w:rsidR="00311A5C" w:rsidRPr="00CC6F32">
      <w:rPr>
        <w:rStyle w:val="PageNumber"/>
        <w:sz w:val="20"/>
      </w:rPr>
      <w:fldChar w:fldCharType="end"/>
    </w:r>
    <w:r w:rsidR="00311A5C" w:rsidRPr="00CC6F32">
      <w:rPr>
        <w:rStyle w:val="PageNumber"/>
        <w:sz w:val="20"/>
      </w:rPr>
      <w:t xml:space="preserve"> of </w:t>
    </w:r>
    <w:r w:rsidR="00311A5C" w:rsidRPr="00CC6F32">
      <w:rPr>
        <w:rStyle w:val="PageNumber"/>
        <w:sz w:val="20"/>
      </w:rPr>
      <w:fldChar w:fldCharType="begin"/>
    </w:r>
    <w:r w:rsidR="00311A5C" w:rsidRPr="00CC6F32">
      <w:rPr>
        <w:rStyle w:val="PageNumber"/>
        <w:sz w:val="20"/>
      </w:rPr>
      <w:instrText xml:space="preserve"> NUMPAGES </w:instrText>
    </w:r>
    <w:r w:rsidR="00311A5C" w:rsidRPr="00CC6F32">
      <w:rPr>
        <w:rStyle w:val="PageNumber"/>
        <w:sz w:val="20"/>
      </w:rPr>
      <w:fldChar w:fldCharType="separate"/>
    </w:r>
    <w:r w:rsidR="00612C80">
      <w:rPr>
        <w:rStyle w:val="PageNumber"/>
        <w:noProof/>
        <w:sz w:val="20"/>
      </w:rPr>
      <w:t>10</w:t>
    </w:r>
    <w:r w:rsidR="00311A5C" w:rsidRPr="00CC6F32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51" w:rsidRDefault="009F4751">
      <w:pPr>
        <w:spacing w:after="0" w:line="240" w:lineRule="auto"/>
      </w:pPr>
      <w:r>
        <w:separator/>
      </w:r>
    </w:p>
  </w:footnote>
  <w:footnote w:type="continuationSeparator" w:id="0">
    <w:p w:rsidR="009F4751" w:rsidRDefault="009F4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5C" w:rsidRDefault="00311A5C" w:rsidP="000A72C3">
    <w:pPr>
      <w:pStyle w:val="Header"/>
      <w:tabs>
        <w:tab w:val="clear" w:pos="4320"/>
        <w:tab w:val="clear" w:pos="8640"/>
        <w:tab w:val="right" w:pos="9360"/>
      </w:tabs>
      <w:rPr>
        <w:sz w:val="20"/>
        <w:lang w:eastAsia="ar-SA"/>
      </w:rPr>
    </w:pPr>
    <w:r>
      <w:rPr>
        <w:i/>
        <w:sz w:val="20"/>
        <w:lang w:eastAsia="ar-SA"/>
      </w:rPr>
      <w:t>Mike Meyers’ CompTIA A+ Guide to Managing and Troubleshooting PCs Instructor’s Manual</w:t>
    </w:r>
    <w:r>
      <w:rPr>
        <w:sz w:val="20"/>
        <w:lang w:eastAsia="ar-SA"/>
      </w:rPr>
      <w:tab/>
      <w:t>Chapter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9410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8"/>
    <w:lvl w:ilvl="0">
      <w:start w:val="3"/>
      <w:numFmt w:val="decimal"/>
      <w:lvlText w:val="%1."/>
      <w:lvlJc w:val="left"/>
      <w:pPr>
        <w:tabs>
          <w:tab w:val="num" w:pos="1224"/>
        </w:tabs>
        <w:ind w:left="1224" w:hanging="360"/>
      </w:pPr>
    </w:lvl>
  </w:abstractNum>
  <w:abstractNum w:abstractNumId="2">
    <w:nsid w:val="00000002"/>
    <w:multiLevelType w:val="multilevel"/>
    <w:tmpl w:val="00000002"/>
    <w:name w:val="Outlin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firstLine="0"/>
      </w:pPr>
    </w:lvl>
  </w:abstractNum>
  <w:abstractNum w:abstractNumId="3">
    <w:nsid w:val="00000018"/>
    <w:multiLevelType w:val="multilevel"/>
    <w:tmpl w:val="0000000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023563A8"/>
    <w:multiLevelType w:val="hybridMultilevel"/>
    <w:tmpl w:val="ECD09058"/>
    <w:lvl w:ilvl="0" w:tplc="63EE03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897A85"/>
    <w:multiLevelType w:val="hybridMultilevel"/>
    <w:tmpl w:val="0630C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403E4"/>
    <w:multiLevelType w:val="hybridMultilevel"/>
    <w:tmpl w:val="021AD83E"/>
    <w:lvl w:ilvl="0" w:tplc="BA1E8B9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55F"/>
    <w:multiLevelType w:val="hybridMultilevel"/>
    <w:tmpl w:val="EC701634"/>
    <w:lvl w:ilvl="0" w:tplc="47DE7E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E91BFD"/>
    <w:multiLevelType w:val="hybridMultilevel"/>
    <w:tmpl w:val="60E0FBA2"/>
    <w:lvl w:ilvl="0" w:tplc="47DE7E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FC2E79"/>
    <w:multiLevelType w:val="hybridMultilevel"/>
    <w:tmpl w:val="22EE7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036AF"/>
    <w:multiLevelType w:val="hybridMultilevel"/>
    <w:tmpl w:val="50BCCF5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531F8C"/>
    <w:multiLevelType w:val="hybridMultilevel"/>
    <w:tmpl w:val="FFD88846"/>
    <w:lvl w:ilvl="0" w:tplc="47DE7E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233E9"/>
    <w:multiLevelType w:val="hybridMultilevel"/>
    <w:tmpl w:val="5A423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043D6"/>
    <w:multiLevelType w:val="hybridMultilevel"/>
    <w:tmpl w:val="50A2E7C4"/>
    <w:lvl w:ilvl="0" w:tplc="47DE7E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D10D7"/>
    <w:multiLevelType w:val="hybridMultilevel"/>
    <w:tmpl w:val="78A4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018DA"/>
    <w:multiLevelType w:val="hybridMultilevel"/>
    <w:tmpl w:val="491C130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8840BC"/>
    <w:multiLevelType w:val="hybridMultilevel"/>
    <w:tmpl w:val="5DDAD8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BD7ECC"/>
    <w:multiLevelType w:val="hybridMultilevel"/>
    <w:tmpl w:val="90FC935E"/>
    <w:lvl w:ilvl="0" w:tplc="C74EB12C">
      <w:start w:val="1"/>
      <w:numFmt w:val="decimal"/>
      <w:lvlText w:val="%1."/>
      <w:lvlJc w:val="left"/>
      <w:pPr>
        <w:ind w:left="1584" w:hanging="720"/>
      </w:pPr>
      <w:rPr>
        <w:rFonts w:hint="default"/>
      </w:rPr>
    </w:lvl>
    <w:lvl w:ilvl="1" w:tplc="E146C3D0">
      <w:start w:val="1"/>
      <w:numFmt w:val="lowerLetter"/>
      <w:lvlText w:val="%2."/>
      <w:lvlJc w:val="left"/>
      <w:pPr>
        <w:ind w:left="19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8">
    <w:nsid w:val="45E07246"/>
    <w:multiLevelType w:val="hybridMultilevel"/>
    <w:tmpl w:val="61C4F5B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0C222A8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8D7BA2"/>
    <w:multiLevelType w:val="hybridMultilevel"/>
    <w:tmpl w:val="B660F49C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0">
    <w:nsid w:val="51526D9B"/>
    <w:multiLevelType w:val="hybridMultilevel"/>
    <w:tmpl w:val="64E2BC00"/>
    <w:lvl w:ilvl="0" w:tplc="47DE7E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F0FD8"/>
    <w:multiLevelType w:val="hybridMultilevel"/>
    <w:tmpl w:val="12B408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E85C2F"/>
    <w:multiLevelType w:val="hybridMultilevel"/>
    <w:tmpl w:val="8D1AA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7A2D56"/>
    <w:multiLevelType w:val="hybridMultilevel"/>
    <w:tmpl w:val="0D0E4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2D17DE"/>
    <w:multiLevelType w:val="hybridMultilevel"/>
    <w:tmpl w:val="D0108B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C46F27"/>
    <w:multiLevelType w:val="hybridMultilevel"/>
    <w:tmpl w:val="EEB436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4A42B6F"/>
    <w:multiLevelType w:val="hybridMultilevel"/>
    <w:tmpl w:val="E4065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67120"/>
    <w:multiLevelType w:val="hybridMultilevel"/>
    <w:tmpl w:val="320C6A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D330C54"/>
    <w:multiLevelType w:val="hybridMultilevel"/>
    <w:tmpl w:val="26DC0E4A"/>
    <w:lvl w:ilvl="0" w:tplc="47DE7E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570A5"/>
    <w:multiLevelType w:val="hybridMultilevel"/>
    <w:tmpl w:val="666E1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D3A82"/>
    <w:multiLevelType w:val="hybridMultilevel"/>
    <w:tmpl w:val="AA8A117C"/>
    <w:lvl w:ilvl="0" w:tplc="0409000F">
      <w:start w:val="1"/>
      <w:numFmt w:val="decimal"/>
      <w:lvlText w:val="%1."/>
      <w:lvlJc w:val="left"/>
      <w:pPr>
        <w:ind w:left="1580" w:hanging="360"/>
      </w:pPr>
    </w:lvl>
    <w:lvl w:ilvl="1" w:tplc="04090019" w:tentative="1">
      <w:start w:val="1"/>
      <w:numFmt w:val="lowerLetter"/>
      <w:lvlText w:val="%2."/>
      <w:lvlJc w:val="left"/>
      <w:pPr>
        <w:ind w:left="2300" w:hanging="360"/>
      </w:pPr>
    </w:lvl>
    <w:lvl w:ilvl="2" w:tplc="0409001B" w:tentative="1">
      <w:start w:val="1"/>
      <w:numFmt w:val="lowerRoman"/>
      <w:lvlText w:val="%3."/>
      <w:lvlJc w:val="right"/>
      <w:pPr>
        <w:ind w:left="3020" w:hanging="180"/>
      </w:pPr>
    </w:lvl>
    <w:lvl w:ilvl="3" w:tplc="0409000F" w:tentative="1">
      <w:start w:val="1"/>
      <w:numFmt w:val="decimal"/>
      <w:lvlText w:val="%4."/>
      <w:lvlJc w:val="left"/>
      <w:pPr>
        <w:ind w:left="3740" w:hanging="360"/>
      </w:pPr>
    </w:lvl>
    <w:lvl w:ilvl="4" w:tplc="04090019" w:tentative="1">
      <w:start w:val="1"/>
      <w:numFmt w:val="lowerLetter"/>
      <w:lvlText w:val="%5."/>
      <w:lvlJc w:val="left"/>
      <w:pPr>
        <w:ind w:left="4460" w:hanging="360"/>
      </w:pPr>
    </w:lvl>
    <w:lvl w:ilvl="5" w:tplc="0409001B" w:tentative="1">
      <w:start w:val="1"/>
      <w:numFmt w:val="lowerRoman"/>
      <w:lvlText w:val="%6."/>
      <w:lvlJc w:val="right"/>
      <w:pPr>
        <w:ind w:left="5180" w:hanging="180"/>
      </w:pPr>
    </w:lvl>
    <w:lvl w:ilvl="6" w:tplc="0409000F" w:tentative="1">
      <w:start w:val="1"/>
      <w:numFmt w:val="decimal"/>
      <w:lvlText w:val="%7."/>
      <w:lvlJc w:val="left"/>
      <w:pPr>
        <w:ind w:left="5900" w:hanging="360"/>
      </w:pPr>
    </w:lvl>
    <w:lvl w:ilvl="7" w:tplc="04090019" w:tentative="1">
      <w:start w:val="1"/>
      <w:numFmt w:val="lowerLetter"/>
      <w:lvlText w:val="%8."/>
      <w:lvlJc w:val="left"/>
      <w:pPr>
        <w:ind w:left="6620" w:hanging="360"/>
      </w:pPr>
    </w:lvl>
    <w:lvl w:ilvl="8" w:tplc="040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31">
    <w:nsid w:val="792E3594"/>
    <w:multiLevelType w:val="hybridMultilevel"/>
    <w:tmpl w:val="97F05F7A"/>
    <w:lvl w:ilvl="0" w:tplc="BA1E8B9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A4E44A1"/>
    <w:multiLevelType w:val="hybridMultilevel"/>
    <w:tmpl w:val="351859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7F6040"/>
    <w:multiLevelType w:val="hybridMultilevel"/>
    <w:tmpl w:val="5F76AE04"/>
    <w:lvl w:ilvl="0" w:tplc="BA1E8B9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D555A5"/>
    <w:multiLevelType w:val="hybridMultilevel"/>
    <w:tmpl w:val="C34026A8"/>
    <w:lvl w:ilvl="0" w:tplc="47DE7E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4"/>
  </w:num>
  <w:num w:numId="5">
    <w:abstractNumId w:val="19"/>
  </w:num>
  <w:num w:numId="6">
    <w:abstractNumId w:val="23"/>
  </w:num>
  <w:num w:numId="7">
    <w:abstractNumId w:val="0"/>
  </w:num>
  <w:num w:numId="8">
    <w:abstractNumId w:val="18"/>
  </w:num>
  <w:num w:numId="9">
    <w:abstractNumId w:val="15"/>
  </w:num>
  <w:num w:numId="10">
    <w:abstractNumId w:val="21"/>
  </w:num>
  <w:num w:numId="11">
    <w:abstractNumId w:val="24"/>
  </w:num>
  <w:num w:numId="12">
    <w:abstractNumId w:val="3"/>
  </w:num>
  <w:num w:numId="13">
    <w:abstractNumId w:val="30"/>
  </w:num>
  <w:num w:numId="14">
    <w:abstractNumId w:val="31"/>
  </w:num>
  <w:num w:numId="15">
    <w:abstractNumId w:val="6"/>
  </w:num>
  <w:num w:numId="16">
    <w:abstractNumId w:val="33"/>
  </w:num>
  <w:num w:numId="17">
    <w:abstractNumId w:val="17"/>
  </w:num>
  <w:num w:numId="18">
    <w:abstractNumId w:val="10"/>
  </w:num>
  <w:num w:numId="19">
    <w:abstractNumId w:val="27"/>
  </w:num>
  <w:num w:numId="20">
    <w:abstractNumId w:val="26"/>
  </w:num>
  <w:num w:numId="21">
    <w:abstractNumId w:val="16"/>
  </w:num>
  <w:num w:numId="22">
    <w:abstractNumId w:val="22"/>
  </w:num>
  <w:num w:numId="23">
    <w:abstractNumId w:val="20"/>
  </w:num>
  <w:num w:numId="24">
    <w:abstractNumId w:val="34"/>
  </w:num>
  <w:num w:numId="25">
    <w:abstractNumId w:val="12"/>
  </w:num>
  <w:num w:numId="26">
    <w:abstractNumId w:val="32"/>
  </w:num>
  <w:num w:numId="27">
    <w:abstractNumId w:val="5"/>
  </w:num>
  <w:num w:numId="28">
    <w:abstractNumId w:val="9"/>
  </w:num>
  <w:num w:numId="29">
    <w:abstractNumId w:val="29"/>
  </w:num>
  <w:num w:numId="30">
    <w:abstractNumId w:val="7"/>
  </w:num>
  <w:num w:numId="31">
    <w:abstractNumId w:val="11"/>
  </w:num>
  <w:num w:numId="32">
    <w:abstractNumId w:val="13"/>
  </w:num>
  <w:num w:numId="33">
    <w:abstractNumId w:val="28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0"/>
  <w:proofState w:spelling="clean" w:grammar="clean"/>
  <w:attachedTemplate r:id="rId1"/>
  <w:linkStyl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B5"/>
    <w:rsid w:val="00024440"/>
    <w:rsid w:val="000262EE"/>
    <w:rsid w:val="000502AF"/>
    <w:rsid w:val="00065625"/>
    <w:rsid w:val="000A72C3"/>
    <w:rsid w:val="000D680A"/>
    <w:rsid w:val="000E460A"/>
    <w:rsid w:val="000E7D5F"/>
    <w:rsid w:val="001464B5"/>
    <w:rsid w:val="00186F7B"/>
    <w:rsid w:val="001C24B1"/>
    <w:rsid w:val="001E6A45"/>
    <w:rsid w:val="00231490"/>
    <w:rsid w:val="0026086A"/>
    <w:rsid w:val="002864FC"/>
    <w:rsid w:val="002947A9"/>
    <w:rsid w:val="002D7E02"/>
    <w:rsid w:val="002F5F66"/>
    <w:rsid w:val="00311A5C"/>
    <w:rsid w:val="00364A68"/>
    <w:rsid w:val="003B30A1"/>
    <w:rsid w:val="003B732B"/>
    <w:rsid w:val="003C45F8"/>
    <w:rsid w:val="003D38AE"/>
    <w:rsid w:val="00433EED"/>
    <w:rsid w:val="004629F6"/>
    <w:rsid w:val="004B0DE3"/>
    <w:rsid w:val="0052331C"/>
    <w:rsid w:val="00601DE1"/>
    <w:rsid w:val="00612C80"/>
    <w:rsid w:val="0062171C"/>
    <w:rsid w:val="00631ADD"/>
    <w:rsid w:val="00633608"/>
    <w:rsid w:val="00661227"/>
    <w:rsid w:val="0066738E"/>
    <w:rsid w:val="006A277B"/>
    <w:rsid w:val="006C49C7"/>
    <w:rsid w:val="006F1BEE"/>
    <w:rsid w:val="007E026C"/>
    <w:rsid w:val="00814B56"/>
    <w:rsid w:val="008D4F24"/>
    <w:rsid w:val="0092117E"/>
    <w:rsid w:val="0096693E"/>
    <w:rsid w:val="009F4751"/>
    <w:rsid w:val="00A27D26"/>
    <w:rsid w:val="00A50430"/>
    <w:rsid w:val="00A54B77"/>
    <w:rsid w:val="00A61D0F"/>
    <w:rsid w:val="00A66BA2"/>
    <w:rsid w:val="00A87AFA"/>
    <w:rsid w:val="00A93C37"/>
    <w:rsid w:val="00A96EA6"/>
    <w:rsid w:val="00AB7AAC"/>
    <w:rsid w:val="00AD70A0"/>
    <w:rsid w:val="00B02AB3"/>
    <w:rsid w:val="00B16140"/>
    <w:rsid w:val="00B36782"/>
    <w:rsid w:val="00B42EEB"/>
    <w:rsid w:val="00C22D59"/>
    <w:rsid w:val="00C32669"/>
    <w:rsid w:val="00C61767"/>
    <w:rsid w:val="00C8710D"/>
    <w:rsid w:val="00C95C21"/>
    <w:rsid w:val="00CB269A"/>
    <w:rsid w:val="00CD6E7F"/>
    <w:rsid w:val="00CF465F"/>
    <w:rsid w:val="00D5493F"/>
    <w:rsid w:val="00D70996"/>
    <w:rsid w:val="00D930EA"/>
    <w:rsid w:val="00DA2896"/>
    <w:rsid w:val="00DC199E"/>
    <w:rsid w:val="00DE1836"/>
    <w:rsid w:val="00E07798"/>
    <w:rsid w:val="00E20EF1"/>
    <w:rsid w:val="00E86C51"/>
    <w:rsid w:val="00EA78FB"/>
    <w:rsid w:val="00EC624F"/>
    <w:rsid w:val="00F06E75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Default Paragraph Font" w:uiPriority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No List" w:uiPriority="99"/>
    <w:lsdException w:name="Balloon Text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8E"/>
    <w:pPr>
      <w:spacing w:after="120" w:line="36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6738E"/>
    <w:pPr>
      <w:keepNext/>
      <w:spacing w:before="240" w:after="60"/>
      <w:outlineLvl w:val="0"/>
    </w:pPr>
    <w:rPr>
      <w:rFonts w:ascii="Arial" w:hAnsi="Arial"/>
      <w:b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6738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66738E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6738E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66738E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66738E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6738E"/>
    <w:pPr>
      <w:keepNext/>
      <w:spacing w:before="240" w:after="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6738E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673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b w:val="0"/>
      <w:i w:val="0"/>
      <w:color w:val="000000"/>
      <w:sz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color w:val="000000"/>
      <w:sz w:val="20"/>
    </w:rPr>
  </w:style>
  <w:style w:type="character" w:customStyle="1" w:styleId="WW8Num4z0">
    <w:name w:val="WW8Num4z0"/>
    <w:rPr>
      <w:rFonts w:ascii="Symbol" w:hAnsi="Symbol"/>
      <w:b w:val="0"/>
      <w:i w:val="0"/>
      <w:color w:val="000000"/>
      <w:sz w:val="20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olor w:val="000000"/>
      <w:sz w:val="20"/>
    </w:rPr>
  </w:style>
  <w:style w:type="character" w:customStyle="1" w:styleId="WW8Num6z1">
    <w:name w:val="WW8Num6z1"/>
    <w:rPr>
      <w:rFonts w:ascii="Courier" w:hAnsi="Courier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b w:val="0"/>
      <w:i w:val="0"/>
      <w:color w:val="000000"/>
      <w:sz w:val="20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Symbol" w:hAnsi="Symbol"/>
      <w:b w:val="0"/>
      <w:i w:val="0"/>
      <w:color w:val="000000"/>
      <w:sz w:val="2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</w:rPr>
  </w:style>
  <w:style w:type="character" w:customStyle="1" w:styleId="WW8Num11z1">
    <w:name w:val="WW8Num11z1"/>
    <w:rPr>
      <w:rFonts w:ascii="Courier" w:hAnsi="Courier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styleId="Hyperlink">
    <w:name w:val="Hyperlink"/>
    <w:rsid w:val="0066738E"/>
    <w:rPr>
      <w:color w:val="0000FF"/>
      <w:u w:val="single"/>
    </w:rPr>
  </w:style>
  <w:style w:type="character" w:styleId="CommentReference">
    <w:name w:val="annotation reference"/>
    <w:semiHidden/>
    <w:rsid w:val="0066738E"/>
    <w:rPr>
      <w:sz w:val="16"/>
      <w:szCs w:val="16"/>
    </w:rPr>
  </w:style>
  <w:style w:type="character" w:customStyle="1" w:styleId="CodeListingInline">
    <w:name w:val="Code Listing Inline"/>
    <w:rPr>
      <w:rFonts w:ascii="Courier" w:hAnsi="Courier"/>
      <w:sz w:val="22"/>
    </w:rPr>
  </w:style>
  <w:style w:type="character" w:styleId="PageNumber">
    <w:name w:val="page number"/>
    <w:basedOn w:val="DefaultParagraphFont"/>
    <w:rsid w:val="0066738E"/>
  </w:style>
  <w:style w:type="character" w:customStyle="1" w:styleId="SpecialChar">
    <w:name w:val="Special Char"/>
    <w:rPr>
      <w:rFonts w:ascii="Arial" w:hAnsi="Arial"/>
      <w:sz w:val="24"/>
      <w:lang w:val="en-US" w:eastAsia="ar-SA" w:bidi="ar-SA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66738E"/>
    <w:pPr>
      <w:ind w:firstLine="720"/>
    </w:pPr>
  </w:style>
  <w:style w:type="paragraph" w:styleId="List">
    <w:name w:val="List"/>
    <w:basedOn w:val="Normal"/>
    <w:pPr>
      <w:ind w:left="720"/>
    </w:pPr>
  </w:style>
  <w:style w:type="paragraph" w:styleId="Caption">
    <w:name w:val="caption"/>
    <w:basedOn w:val="Normal"/>
    <w:next w:val="Normal"/>
    <w:qFormat/>
    <w:rsid w:val="0066738E"/>
    <w:pPr>
      <w:spacing w:before="120"/>
    </w:pPr>
    <w:rPr>
      <w:b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hapterNumber">
    <w:name w:val="Chapter Number"/>
    <w:basedOn w:val="Normal"/>
    <w:next w:val="ChapterTitle"/>
  </w:style>
  <w:style w:type="paragraph" w:customStyle="1" w:styleId="ChapterTitle">
    <w:name w:val="Chapter Title"/>
    <w:basedOn w:val="Normal"/>
    <w:next w:val="Normal"/>
  </w:style>
  <w:style w:type="paragraph" w:customStyle="1" w:styleId="ListFeaturingHead">
    <w:name w:val="List Featuring Head"/>
    <w:basedOn w:val="Heading1"/>
  </w:style>
  <w:style w:type="paragraph" w:customStyle="1" w:styleId="BodyContinued">
    <w:name w:val="Body Continued"/>
    <w:basedOn w:val="Normal"/>
    <w:next w:val="ProductionDirective"/>
  </w:style>
  <w:style w:type="paragraph" w:customStyle="1" w:styleId="ChapterSummary">
    <w:name w:val="Chapter Summary"/>
    <w:basedOn w:val="BodyContinued"/>
    <w:next w:val="BodyText"/>
    <w:pPr>
      <w:spacing w:after="0"/>
    </w:pPr>
  </w:style>
  <w:style w:type="paragraph" w:customStyle="1" w:styleId="ListBulleted">
    <w:name w:val="List Bulleted"/>
    <w:basedOn w:val="Normal"/>
  </w:style>
  <w:style w:type="paragraph" w:customStyle="1" w:styleId="ListFeaturing">
    <w:name w:val="List Featuring"/>
    <w:basedOn w:val="ListBulleted"/>
    <w:pPr>
      <w:tabs>
        <w:tab w:val="left" w:pos="720"/>
      </w:tabs>
    </w:pPr>
  </w:style>
  <w:style w:type="paragraph" w:customStyle="1" w:styleId="Special">
    <w:name w:val="Special"/>
    <w:basedOn w:val="Normal"/>
    <w:next w:val="Normal"/>
    <w:autoRedefine/>
    <w:qFormat/>
    <w:rsid w:val="003B30A1"/>
    <w:pPr>
      <w:ind w:left="360"/>
    </w:pPr>
    <w:rPr>
      <w:rFonts w:cs="Arial"/>
      <w:i/>
    </w:rPr>
  </w:style>
  <w:style w:type="paragraph" w:customStyle="1" w:styleId="Outline1">
    <w:name w:val="Outline 1"/>
    <w:basedOn w:val="Normal"/>
    <w:pPr>
      <w:tabs>
        <w:tab w:val="left" w:pos="4860"/>
      </w:tabs>
      <w:ind w:left="432" w:hanging="432"/>
    </w:pPr>
  </w:style>
  <w:style w:type="paragraph" w:customStyle="1" w:styleId="Outline2">
    <w:name w:val="Outline 2"/>
    <w:basedOn w:val="Outline1"/>
    <w:pPr>
      <w:ind w:left="864"/>
    </w:pPr>
  </w:style>
  <w:style w:type="paragraph" w:customStyle="1" w:styleId="SpecialTitle">
    <w:name w:val="Special Title"/>
    <w:basedOn w:val="Special"/>
    <w:pPr>
      <w:spacing w:before="120" w:after="0"/>
    </w:pPr>
    <w:rPr>
      <w:b/>
    </w:rPr>
  </w:style>
  <w:style w:type="paragraph" w:customStyle="1" w:styleId="ListNumbered">
    <w:name w:val="List Numbered"/>
    <w:basedOn w:val="Normal"/>
    <w:pPr>
      <w:tabs>
        <w:tab w:val="left" w:pos="720"/>
      </w:tabs>
      <w:ind w:left="720" w:hanging="720"/>
    </w:pPr>
  </w:style>
  <w:style w:type="paragraph" w:customStyle="1" w:styleId="SpecialHead">
    <w:name w:val="Special Head"/>
    <w:basedOn w:val="SpecialTitle"/>
    <w:rPr>
      <w:b w:val="0"/>
    </w:rPr>
  </w:style>
  <w:style w:type="paragraph" w:styleId="CommentText">
    <w:name w:val="annotation text"/>
    <w:basedOn w:val="Normal"/>
    <w:semiHidden/>
    <w:rsid w:val="0066738E"/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66738E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deListing">
    <w:name w:val="Code Listing"/>
    <w:basedOn w:val="Normal"/>
    <w:next w:val="Normal"/>
    <w:autoRedefine/>
    <w:rsid w:val="0066738E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66738E"/>
    <w:pPr>
      <w:pBdr>
        <w:left w:val="single" w:sz="36" w:space="6" w:color="0000FF"/>
      </w:pBdr>
    </w:pPr>
    <w:rPr>
      <w:color w:val="0000FF"/>
    </w:rPr>
  </w:style>
  <w:style w:type="paragraph" w:customStyle="1" w:styleId="AuthorQuery">
    <w:name w:val="Author Query"/>
    <w:basedOn w:val="Normal"/>
    <w:next w:val="Normal"/>
    <w:rsid w:val="0066738E"/>
    <w:pPr>
      <w:pBdr>
        <w:right w:val="single" w:sz="36" w:space="12" w:color="FF0000"/>
      </w:pBdr>
      <w:ind w:left="720"/>
    </w:pPr>
    <w:rPr>
      <w:color w:val="FF0000"/>
    </w:rPr>
  </w:style>
  <w:style w:type="paragraph" w:customStyle="1" w:styleId="TechQuery">
    <w:name w:val="Tech Query"/>
    <w:basedOn w:val="AuthorQuery"/>
    <w:rPr>
      <w:b/>
      <w:color w:val="008000"/>
    </w:rPr>
  </w:style>
  <w:style w:type="paragraph" w:customStyle="1" w:styleId="EditorQuery">
    <w:name w:val="Editor Query"/>
    <w:basedOn w:val="Normal"/>
    <w:pPr>
      <w:pBdr>
        <w:right w:val="single" w:sz="32" w:space="12" w:color="FF0000"/>
      </w:pBdr>
      <w:spacing w:line="240" w:lineRule="auto"/>
      <w:ind w:left="720"/>
    </w:pPr>
    <w:rPr>
      <w:i/>
      <w:color w:val="000080"/>
    </w:rPr>
  </w:style>
  <w:style w:type="paragraph" w:customStyle="1" w:styleId="ListAlphaSub">
    <w:name w:val="List Alpha Sub"/>
    <w:basedOn w:val="Normal"/>
    <w:pPr>
      <w:tabs>
        <w:tab w:val="left" w:pos="1440"/>
      </w:tabs>
      <w:ind w:left="1440" w:hanging="720"/>
    </w:pPr>
  </w:style>
  <w:style w:type="paragraph" w:customStyle="1" w:styleId="ListNumberedSub">
    <w:name w:val="List Numbered Sub"/>
    <w:basedOn w:val="Normal"/>
    <w:pPr>
      <w:ind w:left="864"/>
    </w:pPr>
  </w:style>
  <w:style w:type="paragraph" w:customStyle="1" w:styleId="ListSub">
    <w:name w:val="List Sub"/>
    <w:basedOn w:val="Normal"/>
    <w:pPr>
      <w:ind w:left="1440"/>
    </w:pPr>
  </w:style>
  <w:style w:type="paragraph" w:customStyle="1" w:styleId="ListAnswer">
    <w:name w:val="List Answer"/>
    <w:basedOn w:val="ListNumbered"/>
    <w:pPr>
      <w:tabs>
        <w:tab w:val="left" w:pos="1080"/>
        <w:tab w:val="left" w:pos="1620"/>
      </w:tabs>
    </w:pPr>
  </w:style>
  <w:style w:type="paragraph" w:customStyle="1" w:styleId="ListAnswerContinued">
    <w:name w:val="List Answer Continued"/>
    <w:basedOn w:val="ListAnswer"/>
    <w:pPr>
      <w:ind w:firstLine="0"/>
    </w:pPr>
  </w:style>
  <w:style w:type="paragraph" w:customStyle="1" w:styleId="Outline3">
    <w:name w:val="Outline 3"/>
    <w:basedOn w:val="Outline1"/>
    <w:pPr>
      <w:ind w:left="1296"/>
    </w:pPr>
  </w:style>
  <w:style w:type="paragraph" w:customStyle="1" w:styleId="Outline4">
    <w:name w:val="Outline 4"/>
    <w:basedOn w:val="Outline1"/>
    <w:pPr>
      <w:ind w:left="1728"/>
    </w:pPr>
  </w:style>
  <w:style w:type="paragraph" w:customStyle="1" w:styleId="Outline5">
    <w:name w:val="Outline 5"/>
    <w:basedOn w:val="Outline1"/>
    <w:pPr>
      <w:ind w:left="2304"/>
    </w:pPr>
  </w:style>
  <w:style w:type="paragraph" w:customStyle="1" w:styleId="ListBulletedSub">
    <w:name w:val="List Bulleted Sub"/>
    <w:basedOn w:val="ListBulleted"/>
  </w:style>
  <w:style w:type="paragraph" w:customStyle="1" w:styleId="SpecialList">
    <w:name w:val="Special List"/>
    <w:basedOn w:val="Special"/>
    <w:pPr>
      <w:ind w:left="864" w:hanging="720"/>
    </w:pPr>
  </w:style>
  <w:style w:type="paragraph" w:customStyle="1" w:styleId="SpecialListBulleted">
    <w:name w:val="Special List Bulleted"/>
    <w:basedOn w:val="SpecialList"/>
    <w:pPr>
      <w:ind w:left="0" w:firstLine="0"/>
    </w:pPr>
  </w:style>
  <w:style w:type="paragraph" w:customStyle="1" w:styleId="SpecialListNumbered">
    <w:name w:val="Special List Numbered"/>
    <w:basedOn w:val="ListNumbered"/>
    <w:pPr>
      <w:ind w:left="0" w:firstLine="0"/>
    </w:pPr>
    <w:rPr>
      <w:i/>
    </w:rPr>
  </w:style>
  <w:style w:type="paragraph" w:customStyle="1" w:styleId="SpecialCodeListing">
    <w:name w:val="Special Code Listing"/>
    <w:basedOn w:val="SpecialList"/>
    <w:pPr>
      <w:spacing w:line="480" w:lineRule="auto"/>
      <w:ind w:left="432"/>
    </w:pPr>
    <w:rPr>
      <w:rFonts w:ascii="Courier" w:hAnsi="Courier"/>
    </w:rPr>
  </w:style>
  <w:style w:type="paragraph" w:customStyle="1" w:styleId="TableBody">
    <w:name w:val="Table Body"/>
    <w:basedOn w:val="Normal"/>
    <w:rPr>
      <w:lang w:eastAsia="he-IL" w:bidi="he-IL"/>
    </w:rPr>
  </w:style>
  <w:style w:type="paragraph" w:customStyle="1" w:styleId="TableHead">
    <w:name w:val="Table Head"/>
    <w:basedOn w:val="Normal"/>
    <w:pPr>
      <w:spacing w:line="240" w:lineRule="auto"/>
    </w:pPr>
    <w:rPr>
      <w:b/>
      <w:lang w:eastAsia="he-IL" w:bidi="he-IL"/>
    </w:rPr>
  </w:style>
  <w:style w:type="paragraph" w:customStyle="1" w:styleId="TableFootnote">
    <w:name w:val="Table Footnote"/>
    <w:basedOn w:val="Normal"/>
    <w:pPr>
      <w:ind w:left="432"/>
    </w:pPr>
    <w:rPr>
      <w:sz w:val="22"/>
      <w:lang w:eastAsia="he-IL" w:bidi="he-IL"/>
    </w:rPr>
  </w:style>
  <w:style w:type="paragraph" w:customStyle="1" w:styleId="TA">
    <w:name w:val="TA"/>
    <w:basedOn w:val="BodyText"/>
    <w:next w:val="BodyText"/>
    <w:rsid w:val="0066738E"/>
    <w:pPr>
      <w:ind w:firstLine="0"/>
    </w:pPr>
  </w:style>
  <w:style w:type="paragraph" w:customStyle="1" w:styleId="CodeListingSub">
    <w:name w:val="Code Listing Sub"/>
    <w:basedOn w:val="CodeListing"/>
    <w:pPr>
      <w:ind w:left="432" w:right="0"/>
    </w:pPr>
  </w:style>
  <w:style w:type="paragraph" w:customStyle="1" w:styleId="Part">
    <w:name w:val="Part#"/>
    <w:basedOn w:val="Normal"/>
  </w:style>
  <w:style w:type="paragraph" w:customStyle="1" w:styleId="PartTitle">
    <w:name w:val="Part Title"/>
    <w:basedOn w:val="Normal"/>
  </w:style>
  <w:style w:type="paragraph" w:customStyle="1" w:styleId="Ch">
    <w:name w:val="Ch#"/>
    <w:basedOn w:val="Normal"/>
    <w:autoRedefine/>
    <w:rsid w:val="0066738E"/>
  </w:style>
  <w:style w:type="paragraph" w:customStyle="1" w:styleId="ChTitle">
    <w:name w:val="Ch Title"/>
    <w:basedOn w:val="Normal"/>
    <w:autoRedefine/>
    <w:rsid w:val="0066738E"/>
    <w:rPr>
      <w:noProof/>
    </w:rPr>
  </w:style>
  <w:style w:type="paragraph" w:customStyle="1" w:styleId="ChOpen">
    <w:name w:val="Ch Open"/>
    <w:basedOn w:val="BodyContinued"/>
    <w:next w:val="BodyText"/>
    <w:pPr>
      <w:spacing w:after="0"/>
    </w:pPr>
  </w:style>
  <w:style w:type="paragraph" w:styleId="Header">
    <w:name w:val="header"/>
    <w:basedOn w:val="Normal"/>
    <w:link w:val="HeaderChar"/>
    <w:rsid w:val="006673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66738E"/>
    <w:pPr>
      <w:tabs>
        <w:tab w:val="center" w:pos="4680"/>
        <w:tab w:val="right" w:pos="9360"/>
      </w:tabs>
    </w:pPr>
  </w:style>
  <w:style w:type="paragraph" w:customStyle="1" w:styleId="Callout">
    <w:name w:val="Callout"/>
    <w:basedOn w:val="Normal"/>
  </w:style>
  <w:style w:type="paragraph" w:styleId="CommentSubject">
    <w:name w:val="annotation subject"/>
    <w:basedOn w:val="CommentText"/>
    <w:next w:val="CommentText"/>
    <w:rsid w:val="0066738E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738E"/>
    <w:rPr>
      <w:rFonts w:ascii="Tahoma" w:hAnsi="Tahoma"/>
      <w:sz w:val="16"/>
      <w:szCs w:val="16"/>
    </w:rPr>
  </w:style>
  <w:style w:type="character" w:customStyle="1" w:styleId="Heading1Char">
    <w:name w:val="Heading 1 Char"/>
    <w:link w:val="Heading1"/>
    <w:rsid w:val="0066738E"/>
    <w:rPr>
      <w:rFonts w:ascii="Arial" w:hAnsi="Arial" w:cs="Arial"/>
      <w:b/>
      <w:color w:val="1F497D"/>
      <w:kern w:val="28"/>
      <w:sz w:val="28"/>
    </w:rPr>
  </w:style>
  <w:style w:type="character" w:customStyle="1" w:styleId="Heading2Char">
    <w:name w:val="Heading 2 Char"/>
    <w:link w:val="Heading2"/>
    <w:rsid w:val="0066738E"/>
    <w:rPr>
      <w:rFonts w:ascii="Arial" w:hAnsi="Arial" w:cs="Arial"/>
      <w:b/>
      <w:i/>
      <w:sz w:val="28"/>
    </w:rPr>
  </w:style>
  <w:style w:type="character" w:customStyle="1" w:styleId="HeaderChar">
    <w:name w:val="Header Char"/>
    <w:link w:val="Header"/>
    <w:rsid w:val="0066738E"/>
    <w:rPr>
      <w:sz w:val="24"/>
    </w:rPr>
  </w:style>
  <w:style w:type="character" w:customStyle="1" w:styleId="BodyTextChar">
    <w:name w:val="Body Text Char"/>
    <w:link w:val="BodyText"/>
    <w:rsid w:val="0066738E"/>
    <w:rPr>
      <w:sz w:val="24"/>
    </w:rPr>
  </w:style>
  <w:style w:type="character" w:customStyle="1" w:styleId="Heading3Char">
    <w:name w:val="Heading 3 Char"/>
    <w:link w:val="Heading3"/>
    <w:rsid w:val="0066738E"/>
    <w:rPr>
      <w:b/>
      <w:sz w:val="24"/>
    </w:rPr>
  </w:style>
  <w:style w:type="character" w:customStyle="1" w:styleId="Heading4Char">
    <w:name w:val="Heading 4 Char"/>
    <w:link w:val="Heading4"/>
    <w:rsid w:val="0066738E"/>
    <w:rPr>
      <w:b/>
      <w:i/>
      <w:sz w:val="24"/>
    </w:rPr>
  </w:style>
  <w:style w:type="character" w:customStyle="1" w:styleId="Heading5Char">
    <w:name w:val="Heading 5 Char"/>
    <w:link w:val="Heading5"/>
    <w:rsid w:val="0066738E"/>
    <w:rPr>
      <w:b/>
      <w:sz w:val="24"/>
    </w:rPr>
  </w:style>
  <w:style w:type="character" w:customStyle="1" w:styleId="Heading6Char">
    <w:name w:val="Heading 6 Char"/>
    <w:link w:val="Heading6"/>
    <w:rsid w:val="0066738E"/>
    <w:rPr>
      <w:b/>
      <w:sz w:val="24"/>
    </w:rPr>
  </w:style>
  <w:style w:type="character" w:customStyle="1" w:styleId="Heading7Char">
    <w:name w:val="Heading 7 Char"/>
    <w:link w:val="Heading7"/>
    <w:rsid w:val="0066738E"/>
    <w:rPr>
      <w:b/>
      <w:sz w:val="24"/>
    </w:rPr>
  </w:style>
  <w:style w:type="character" w:customStyle="1" w:styleId="BalloonTextChar">
    <w:name w:val="Balloon Text Char"/>
    <w:link w:val="BalloonText"/>
    <w:uiPriority w:val="99"/>
    <w:rsid w:val="0066738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6738E"/>
    <w:rPr>
      <w:rFonts w:ascii="Tahoma" w:hAnsi="Tahoma"/>
      <w:sz w:val="16"/>
      <w:szCs w:val="16"/>
    </w:rPr>
  </w:style>
  <w:style w:type="character" w:customStyle="1" w:styleId="FooterChar">
    <w:name w:val="Footer Char"/>
    <w:link w:val="Footer"/>
    <w:uiPriority w:val="99"/>
    <w:rsid w:val="0066738E"/>
    <w:rPr>
      <w:sz w:val="24"/>
    </w:rPr>
  </w:style>
  <w:style w:type="paragraph" w:customStyle="1" w:styleId="ColorfulList-Accent11">
    <w:name w:val="Colorful List - Accent 11"/>
    <w:basedOn w:val="Normal"/>
    <w:uiPriority w:val="34"/>
    <w:qFormat/>
    <w:rsid w:val="003B732B"/>
    <w:pPr>
      <w:ind w:left="720"/>
    </w:pPr>
  </w:style>
  <w:style w:type="paragraph" w:customStyle="1" w:styleId="NetPlusHeader">
    <w:name w:val="Net Plus Header"/>
    <w:basedOn w:val="Normal"/>
    <w:link w:val="NetPlusHeaderChar"/>
    <w:rsid w:val="0066738E"/>
    <w:pPr>
      <w:tabs>
        <w:tab w:val="left" w:pos="7560"/>
      </w:tabs>
      <w:autoSpaceDE w:val="0"/>
      <w:autoSpaceDN w:val="0"/>
      <w:adjustRightInd w:val="0"/>
      <w:spacing w:before="100" w:after="100" w:line="240" w:lineRule="auto"/>
    </w:pPr>
    <w:rPr>
      <w:i/>
      <w:sz w:val="20"/>
    </w:rPr>
  </w:style>
  <w:style w:type="character" w:customStyle="1" w:styleId="NetPlusHeaderChar">
    <w:name w:val="Net Plus Header Char"/>
    <w:link w:val="NetPlusHeader"/>
    <w:rsid w:val="0066738E"/>
    <w:rPr>
      <w:i/>
    </w:rPr>
  </w:style>
  <w:style w:type="character" w:customStyle="1" w:styleId="Heading8Char">
    <w:name w:val="Heading 8 Char"/>
    <w:link w:val="Heading8"/>
    <w:uiPriority w:val="9"/>
    <w:rsid w:val="006673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sid w:val="0066738E"/>
    <w:rPr>
      <w:rFonts w:ascii="Cambria" w:eastAsia="Times New Roman" w:hAnsi="Cambria" w:cs="Times New Roman"/>
      <w:sz w:val="22"/>
      <w:szCs w:val="22"/>
    </w:rPr>
  </w:style>
  <w:style w:type="paragraph" w:styleId="NoSpacing">
    <w:name w:val="No Spacing"/>
    <w:uiPriority w:val="1"/>
    <w:qFormat/>
    <w:rsid w:val="0066738E"/>
    <w:rPr>
      <w:sz w:val="24"/>
    </w:rPr>
  </w:style>
  <w:style w:type="paragraph" w:styleId="ListParagraph">
    <w:name w:val="List Paragraph"/>
    <w:basedOn w:val="Normal"/>
    <w:uiPriority w:val="34"/>
    <w:qFormat/>
    <w:rsid w:val="0066738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Default Paragraph Font" w:uiPriority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No List" w:uiPriority="99"/>
    <w:lsdException w:name="Balloon Text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8E"/>
    <w:pPr>
      <w:spacing w:after="120" w:line="36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6738E"/>
    <w:pPr>
      <w:keepNext/>
      <w:spacing w:before="240" w:after="60"/>
      <w:outlineLvl w:val="0"/>
    </w:pPr>
    <w:rPr>
      <w:rFonts w:ascii="Arial" w:hAnsi="Arial"/>
      <w:b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6738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66738E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6738E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66738E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66738E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6738E"/>
    <w:pPr>
      <w:keepNext/>
      <w:spacing w:before="240" w:after="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6738E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673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b w:val="0"/>
      <w:i w:val="0"/>
      <w:color w:val="000000"/>
      <w:sz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color w:val="000000"/>
      <w:sz w:val="20"/>
    </w:rPr>
  </w:style>
  <w:style w:type="character" w:customStyle="1" w:styleId="WW8Num4z0">
    <w:name w:val="WW8Num4z0"/>
    <w:rPr>
      <w:rFonts w:ascii="Symbol" w:hAnsi="Symbol"/>
      <w:b w:val="0"/>
      <w:i w:val="0"/>
      <w:color w:val="000000"/>
      <w:sz w:val="20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olor w:val="000000"/>
      <w:sz w:val="20"/>
    </w:rPr>
  </w:style>
  <w:style w:type="character" w:customStyle="1" w:styleId="WW8Num6z1">
    <w:name w:val="WW8Num6z1"/>
    <w:rPr>
      <w:rFonts w:ascii="Courier" w:hAnsi="Courier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b w:val="0"/>
      <w:i w:val="0"/>
      <w:color w:val="000000"/>
      <w:sz w:val="20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Symbol" w:hAnsi="Symbol"/>
      <w:b w:val="0"/>
      <w:i w:val="0"/>
      <w:color w:val="000000"/>
      <w:sz w:val="2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</w:rPr>
  </w:style>
  <w:style w:type="character" w:customStyle="1" w:styleId="WW8Num11z1">
    <w:name w:val="WW8Num11z1"/>
    <w:rPr>
      <w:rFonts w:ascii="Courier" w:hAnsi="Courier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styleId="Hyperlink">
    <w:name w:val="Hyperlink"/>
    <w:rsid w:val="0066738E"/>
    <w:rPr>
      <w:color w:val="0000FF"/>
      <w:u w:val="single"/>
    </w:rPr>
  </w:style>
  <w:style w:type="character" w:styleId="CommentReference">
    <w:name w:val="annotation reference"/>
    <w:semiHidden/>
    <w:rsid w:val="0066738E"/>
    <w:rPr>
      <w:sz w:val="16"/>
      <w:szCs w:val="16"/>
    </w:rPr>
  </w:style>
  <w:style w:type="character" w:customStyle="1" w:styleId="CodeListingInline">
    <w:name w:val="Code Listing Inline"/>
    <w:rPr>
      <w:rFonts w:ascii="Courier" w:hAnsi="Courier"/>
      <w:sz w:val="22"/>
    </w:rPr>
  </w:style>
  <w:style w:type="character" w:styleId="PageNumber">
    <w:name w:val="page number"/>
    <w:basedOn w:val="DefaultParagraphFont"/>
    <w:rsid w:val="0066738E"/>
  </w:style>
  <w:style w:type="character" w:customStyle="1" w:styleId="SpecialChar">
    <w:name w:val="Special Char"/>
    <w:rPr>
      <w:rFonts w:ascii="Arial" w:hAnsi="Arial"/>
      <w:sz w:val="24"/>
      <w:lang w:val="en-US" w:eastAsia="ar-SA" w:bidi="ar-SA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66738E"/>
    <w:pPr>
      <w:ind w:firstLine="720"/>
    </w:pPr>
  </w:style>
  <w:style w:type="paragraph" w:styleId="List">
    <w:name w:val="List"/>
    <w:basedOn w:val="Normal"/>
    <w:pPr>
      <w:ind w:left="720"/>
    </w:pPr>
  </w:style>
  <w:style w:type="paragraph" w:styleId="Caption">
    <w:name w:val="caption"/>
    <w:basedOn w:val="Normal"/>
    <w:next w:val="Normal"/>
    <w:qFormat/>
    <w:rsid w:val="0066738E"/>
    <w:pPr>
      <w:spacing w:before="120"/>
    </w:pPr>
    <w:rPr>
      <w:b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hapterNumber">
    <w:name w:val="Chapter Number"/>
    <w:basedOn w:val="Normal"/>
    <w:next w:val="ChapterTitle"/>
  </w:style>
  <w:style w:type="paragraph" w:customStyle="1" w:styleId="ChapterTitle">
    <w:name w:val="Chapter Title"/>
    <w:basedOn w:val="Normal"/>
    <w:next w:val="Normal"/>
  </w:style>
  <w:style w:type="paragraph" w:customStyle="1" w:styleId="ListFeaturingHead">
    <w:name w:val="List Featuring Head"/>
    <w:basedOn w:val="Heading1"/>
  </w:style>
  <w:style w:type="paragraph" w:customStyle="1" w:styleId="BodyContinued">
    <w:name w:val="Body Continued"/>
    <w:basedOn w:val="Normal"/>
    <w:next w:val="ProductionDirective"/>
  </w:style>
  <w:style w:type="paragraph" w:customStyle="1" w:styleId="ChapterSummary">
    <w:name w:val="Chapter Summary"/>
    <w:basedOn w:val="BodyContinued"/>
    <w:next w:val="BodyText"/>
    <w:pPr>
      <w:spacing w:after="0"/>
    </w:pPr>
  </w:style>
  <w:style w:type="paragraph" w:customStyle="1" w:styleId="ListBulleted">
    <w:name w:val="List Bulleted"/>
    <w:basedOn w:val="Normal"/>
  </w:style>
  <w:style w:type="paragraph" w:customStyle="1" w:styleId="ListFeaturing">
    <w:name w:val="List Featuring"/>
    <w:basedOn w:val="ListBulleted"/>
    <w:pPr>
      <w:tabs>
        <w:tab w:val="left" w:pos="720"/>
      </w:tabs>
    </w:pPr>
  </w:style>
  <w:style w:type="paragraph" w:customStyle="1" w:styleId="Special">
    <w:name w:val="Special"/>
    <w:basedOn w:val="Normal"/>
    <w:next w:val="Normal"/>
    <w:autoRedefine/>
    <w:qFormat/>
    <w:rsid w:val="003B30A1"/>
    <w:pPr>
      <w:ind w:left="360"/>
    </w:pPr>
    <w:rPr>
      <w:rFonts w:cs="Arial"/>
      <w:i/>
    </w:rPr>
  </w:style>
  <w:style w:type="paragraph" w:customStyle="1" w:styleId="Outline1">
    <w:name w:val="Outline 1"/>
    <w:basedOn w:val="Normal"/>
    <w:pPr>
      <w:tabs>
        <w:tab w:val="left" w:pos="4860"/>
      </w:tabs>
      <w:ind w:left="432" w:hanging="432"/>
    </w:pPr>
  </w:style>
  <w:style w:type="paragraph" w:customStyle="1" w:styleId="Outline2">
    <w:name w:val="Outline 2"/>
    <w:basedOn w:val="Outline1"/>
    <w:pPr>
      <w:ind w:left="864"/>
    </w:pPr>
  </w:style>
  <w:style w:type="paragraph" w:customStyle="1" w:styleId="SpecialTitle">
    <w:name w:val="Special Title"/>
    <w:basedOn w:val="Special"/>
    <w:pPr>
      <w:spacing w:before="120" w:after="0"/>
    </w:pPr>
    <w:rPr>
      <w:b/>
    </w:rPr>
  </w:style>
  <w:style w:type="paragraph" w:customStyle="1" w:styleId="ListNumbered">
    <w:name w:val="List Numbered"/>
    <w:basedOn w:val="Normal"/>
    <w:pPr>
      <w:tabs>
        <w:tab w:val="left" w:pos="720"/>
      </w:tabs>
      <w:ind w:left="720" w:hanging="720"/>
    </w:pPr>
  </w:style>
  <w:style w:type="paragraph" w:customStyle="1" w:styleId="SpecialHead">
    <w:name w:val="Special Head"/>
    <w:basedOn w:val="SpecialTitle"/>
    <w:rPr>
      <w:b w:val="0"/>
    </w:rPr>
  </w:style>
  <w:style w:type="paragraph" w:styleId="CommentText">
    <w:name w:val="annotation text"/>
    <w:basedOn w:val="Normal"/>
    <w:semiHidden/>
    <w:rsid w:val="0066738E"/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66738E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deListing">
    <w:name w:val="Code Listing"/>
    <w:basedOn w:val="Normal"/>
    <w:next w:val="Normal"/>
    <w:autoRedefine/>
    <w:rsid w:val="0066738E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66738E"/>
    <w:pPr>
      <w:pBdr>
        <w:left w:val="single" w:sz="36" w:space="6" w:color="0000FF"/>
      </w:pBdr>
    </w:pPr>
    <w:rPr>
      <w:color w:val="0000FF"/>
    </w:rPr>
  </w:style>
  <w:style w:type="paragraph" w:customStyle="1" w:styleId="AuthorQuery">
    <w:name w:val="Author Query"/>
    <w:basedOn w:val="Normal"/>
    <w:next w:val="Normal"/>
    <w:rsid w:val="0066738E"/>
    <w:pPr>
      <w:pBdr>
        <w:right w:val="single" w:sz="36" w:space="12" w:color="FF0000"/>
      </w:pBdr>
      <w:ind w:left="720"/>
    </w:pPr>
    <w:rPr>
      <w:color w:val="FF0000"/>
    </w:rPr>
  </w:style>
  <w:style w:type="paragraph" w:customStyle="1" w:styleId="TechQuery">
    <w:name w:val="Tech Query"/>
    <w:basedOn w:val="AuthorQuery"/>
    <w:rPr>
      <w:b/>
      <w:color w:val="008000"/>
    </w:rPr>
  </w:style>
  <w:style w:type="paragraph" w:customStyle="1" w:styleId="EditorQuery">
    <w:name w:val="Editor Query"/>
    <w:basedOn w:val="Normal"/>
    <w:pPr>
      <w:pBdr>
        <w:right w:val="single" w:sz="32" w:space="12" w:color="FF0000"/>
      </w:pBdr>
      <w:spacing w:line="240" w:lineRule="auto"/>
      <w:ind w:left="720"/>
    </w:pPr>
    <w:rPr>
      <w:i/>
      <w:color w:val="000080"/>
    </w:rPr>
  </w:style>
  <w:style w:type="paragraph" w:customStyle="1" w:styleId="ListAlphaSub">
    <w:name w:val="List Alpha Sub"/>
    <w:basedOn w:val="Normal"/>
    <w:pPr>
      <w:tabs>
        <w:tab w:val="left" w:pos="1440"/>
      </w:tabs>
      <w:ind w:left="1440" w:hanging="720"/>
    </w:pPr>
  </w:style>
  <w:style w:type="paragraph" w:customStyle="1" w:styleId="ListNumberedSub">
    <w:name w:val="List Numbered Sub"/>
    <w:basedOn w:val="Normal"/>
    <w:pPr>
      <w:ind w:left="864"/>
    </w:pPr>
  </w:style>
  <w:style w:type="paragraph" w:customStyle="1" w:styleId="ListSub">
    <w:name w:val="List Sub"/>
    <w:basedOn w:val="Normal"/>
    <w:pPr>
      <w:ind w:left="1440"/>
    </w:pPr>
  </w:style>
  <w:style w:type="paragraph" w:customStyle="1" w:styleId="ListAnswer">
    <w:name w:val="List Answer"/>
    <w:basedOn w:val="ListNumbered"/>
    <w:pPr>
      <w:tabs>
        <w:tab w:val="left" w:pos="1080"/>
        <w:tab w:val="left" w:pos="1620"/>
      </w:tabs>
    </w:pPr>
  </w:style>
  <w:style w:type="paragraph" w:customStyle="1" w:styleId="ListAnswerContinued">
    <w:name w:val="List Answer Continued"/>
    <w:basedOn w:val="ListAnswer"/>
    <w:pPr>
      <w:ind w:firstLine="0"/>
    </w:pPr>
  </w:style>
  <w:style w:type="paragraph" w:customStyle="1" w:styleId="Outline3">
    <w:name w:val="Outline 3"/>
    <w:basedOn w:val="Outline1"/>
    <w:pPr>
      <w:ind w:left="1296"/>
    </w:pPr>
  </w:style>
  <w:style w:type="paragraph" w:customStyle="1" w:styleId="Outline4">
    <w:name w:val="Outline 4"/>
    <w:basedOn w:val="Outline1"/>
    <w:pPr>
      <w:ind w:left="1728"/>
    </w:pPr>
  </w:style>
  <w:style w:type="paragraph" w:customStyle="1" w:styleId="Outline5">
    <w:name w:val="Outline 5"/>
    <w:basedOn w:val="Outline1"/>
    <w:pPr>
      <w:ind w:left="2304"/>
    </w:pPr>
  </w:style>
  <w:style w:type="paragraph" w:customStyle="1" w:styleId="ListBulletedSub">
    <w:name w:val="List Bulleted Sub"/>
    <w:basedOn w:val="ListBulleted"/>
  </w:style>
  <w:style w:type="paragraph" w:customStyle="1" w:styleId="SpecialList">
    <w:name w:val="Special List"/>
    <w:basedOn w:val="Special"/>
    <w:pPr>
      <w:ind w:left="864" w:hanging="720"/>
    </w:pPr>
  </w:style>
  <w:style w:type="paragraph" w:customStyle="1" w:styleId="SpecialListBulleted">
    <w:name w:val="Special List Bulleted"/>
    <w:basedOn w:val="SpecialList"/>
    <w:pPr>
      <w:ind w:left="0" w:firstLine="0"/>
    </w:pPr>
  </w:style>
  <w:style w:type="paragraph" w:customStyle="1" w:styleId="SpecialListNumbered">
    <w:name w:val="Special List Numbered"/>
    <w:basedOn w:val="ListNumbered"/>
    <w:pPr>
      <w:ind w:left="0" w:firstLine="0"/>
    </w:pPr>
    <w:rPr>
      <w:i/>
    </w:rPr>
  </w:style>
  <w:style w:type="paragraph" w:customStyle="1" w:styleId="SpecialCodeListing">
    <w:name w:val="Special Code Listing"/>
    <w:basedOn w:val="SpecialList"/>
    <w:pPr>
      <w:spacing w:line="480" w:lineRule="auto"/>
      <w:ind w:left="432"/>
    </w:pPr>
    <w:rPr>
      <w:rFonts w:ascii="Courier" w:hAnsi="Courier"/>
    </w:rPr>
  </w:style>
  <w:style w:type="paragraph" w:customStyle="1" w:styleId="TableBody">
    <w:name w:val="Table Body"/>
    <w:basedOn w:val="Normal"/>
    <w:rPr>
      <w:lang w:eastAsia="he-IL" w:bidi="he-IL"/>
    </w:rPr>
  </w:style>
  <w:style w:type="paragraph" w:customStyle="1" w:styleId="TableHead">
    <w:name w:val="Table Head"/>
    <w:basedOn w:val="Normal"/>
    <w:pPr>
      <w:spacing w:line="240" w:lineRule="auto"/>
    </w:pPr>
    <w:rPr>
      <w:b/>
      <w:lang w:eastAsia="he-IL" w:bidi="he-IL"/>
    </w:rPr>
  </w:style>
  <w:style w:type="paragraph" w:customStyle="1" w:styleId="TableFootnote">
    <w:name w:val="Table Footnote"/>
    <w:basedOn w:val="Normal"/>
    <w:pPr>
      <w:ind w:left="432"/>
    </w:pPr>
    <w:rPr>
      <w:sz w:val="22"/>
      <w:lang w:eastAsia="he-IL" w:bidi="he-IL"/>
    </w:rPr>
  </w:style>
  <w:style w:type="paragraph" w:customStyle="1" w:styleId="TA">
    <w:name w:val="TA"/>
    <w:basedOn w:val="BodyText"/>
    <w:next w:val="BodyText"/>
    <w:rsid w:val="0066738E"/>
    <w:pPr>
      <w:ind w:firstLine="0"/>
    </w:pPr>
  </w:style>
  <w:style w:type="paragraph" w:customStyle="1" w:styleId="CodeListingSub">
    <w:name w:val="Code Listing Sub"/>
    <w:basedOn w:val="CodeListing"/>
    <w:pPr>
      <w:ind w:left="432" w:right="0"/>
    </w:pPr>
  </w:style>
  <w:style w:type="paragraph" w:customStyle="1" w:styleId="Part">
    <w:name w:val="Part#"/>
    <w:basedOn w:val="Normal"/>
  </w:style>
  <w:style w:type="paragraph" w:customStyle="1" w:styleId="PartTitle">
    <w:name w:val="Part Title"/>
    <w:basedOn w:val="Normal"/>
  </w:style>
  <w:style w:type="paragraph" w:customStyle="1" w:styleId="Ch">
    <w:name w:val="Ch#"/>
    <w:basedOn w:val="Normal"/>
    <w:autoRedefine/>
    <w:rsid w:val="0066738E"/>
  </w:style>
  <w:style w:type="paragraph" w:customStyle="1" w:styleId="ChTitle">
    <w:name w:val="Ch Title"/>
    <w:basedOn w:val="Normal"/>
    <w:autoRedefine/>
    <w:rsid w:val="0066738E"/>
    <w:rPr>
      <w:noProof/>
    </w:rPr>
  </w:style>
  <w:style w:type="paragraph" w:customStyle="1" w:styleId="ChOpen">
    <w:name w:val="Ch Open"/>
    <w:basedOn w:val="BodyContinued"/>
    <w:next w:val="BodyText"/>
    <w:pPr>
      <w:spacing w:after="0"/>
    </w:pPr>
  </w:style>
  <w:style w:type="paragraph" w:styleId="Header">
    <w:name w:val="header"/>
    <w:basedOn w:val="Normal"/>
    <w:link w:val="HeaderChar"/>
    <w:rsid w:val="006673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66738E"/>
    <w:pPr>
      <w:tabs>
        <w:tab w:val="center" w:pos="4680"/>
        <w:tab w:val="right" w:pos="9360"/>
      </w:tabs>
    </w:pPr>
  </w:style>
  <w:style w:type="paragraph" w:customStyle="1" w:styleId="Callout">
    <w:name w:val="Callout"/>
    <w:basedOn w:val="Normal"/>
  </w:style>
  <w:style w:type="paragraph" w:styleId="CommentSubject">
    <w:name w:val="annotation subject"/>
    <w:basedOn w:val="CommentText"/>
    <w:next w:val="CommentText"/>
    <w:rsid w:val="0066738E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738E"/>
    <w:rPr>
      <w:rFonts w:ascii="Tahoma" w:hAnsi="Tahoma"/>
      <w:sz w:val="16"/>
      <w:szCs w:val="16"/>
    </w:rPr>
  </w:style>
  <w:style w:type="character" w:customStyle="1" w:styleId="Heading1Char">
    <w:name w:val="Heading 1 Char"/>
    <w:link w:val="Heading1"/>
    <w:rsid w:val="0066738E"/>
    <w:rPr>
      <w:rFonts w:ascii="Arial" w:hAnsi="Arial" w:cs="Arial"/>
      <w:b/>
      <w:color w:val="1F497D"/>
      <w:kern w:val="28"/>
      <w:sz w:val="28"/>
    </w:rPr>
  </w:style>
  <w:style w:type="character" w:customStyle="1" w:styleId="Heading2Char">
    <w:name w:val="Heading 2 Char"/>
    <w:link w:val="Heading2"/>
    <w:rsid w:val="0066738E"/>
    <w:rPr>
      <w:rFonts w:ascii="Arial" w:hAnsi="Arial" w:cs="Arial"/>
      <w:b/>
      <w:i/>
      <w:sz w:val="28"/>
    </w:rPr>
  </w:style>
  <w:style w:type="character" w:customStyle="1" w:styleId="HeaderChar">
    <w:name w:val="Header Char"/>
    <w:link w:val="Header"/>
    <w:rsid w:val="0066738E"/>
    <w:rPr>
      <w:sz w:val="24"/>
    </w:rPr>
  </w:style>
  <w:style w:type="character" w:customStyle="1" w:styleId="BodyTextChar">
    <w:name w:val="Body Text Char"/>
    <w:link w:val="BodyText"/>
    <w:rsid w:val="0066738E"/>
    <w:rPr>
      <w:sz w:val="24"/>
    </w:rPr>
  </w:style>
  <w:style w:type="character" w:customStyle="1" w:styleId="Heading3Char">
    <w:name w:val="Heading 3 Char"/>
    <w:link w:val="Heading3"/>
    <w:rsid w:val="0066738E"/>
    <w:rPr>
      <w:b/>
      <w:sz w:val="24"/>
    </w:rPr>
  </w:style>
  <w:style w:type="character" w:customStyle="1" w:styleId="Heading4Char">
    <w:name w:val="Heading 4 Char"/>
    <w:link w:val="Heading4"/>
    <w:rsid w:val="0066738E"/>
    <w:rPr>
      <w:b/>
      <w:i/>
      <w:sz w:val="24"/>
    </w:rPr>
  </w:style>
  <w:style w:type="character" w:customStyle="1" w:styleId="Heading5Char">
    <w:name w:val="Heading 5 Char"/>
    <w:link w:val="Heading5"/>
    <w:rsid w:val="0066738E"/>
    <w:rPr>
      <w:b/>
      <w:sz w:val="24"/>
    </w:rPr>
  </w:style>
  <w:style w:type="character" w:customStyle="1" w:styleId="Heading6Char">
    <w:name w:val="Heading 6 Char"/>
    <w:link w:val="Heading6"/>
    <w:rsid w:val="0066738E"/>
    <w:rPr>
      <w:b/>
      <w:sz w:val="24"/>
    </w:rPr>
  </w:style>
  <w:style w:type="character" w:customStyle="1" w:styleId="Heading7Char">
    <w:name w:val="Heading 7 Char"/>
    <w:link w:val="Heading7"/>
    <w:rsid w:val="0066738E"/>
    <w:rPr>
      <w:b/>
      <w:sz w:val="24"/>
    </w:rPr>
  </w:style>
  <w:style w:type="character" w:customStyle="1" w:styleId="BalloonTextChar">
    <w:name w:val="Balloon Text Char"/>
    <w:link w:val="BalloonText"/>
    <w:uiPriority w:val="99"/>
    <w:rsid w:val="0066738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6738E"/>
    <w:rPr>
      <w:rFonts w:ascii="Tahoma" w:hAnsi="Tahoma"/>
      <w:sz w:val="16"/>
      <w:szCs w:val="16"/>
    </w:rPr>
  </w:style>
  <w:style w:type="character" w:customStyle="1" w:styleId="FooterChar">
    <w:name w:val="Footer Char"/>
    <w:link w:val="Footer"/>
    <w:uiPriority w:val="99"/>
    <w:rsid w:val="0066738E"/>
    <w:rPr>
      <w:sz w:val="24"/>
    </w:rPr>
  </w:style>
  <w:style w:type="paragraph" w:customStyle="1" w:styleId="ColorfulList-Accent11">
    <w:name w:val="Colorful List - Accent 11"/>
    <w:basedOn w:val="Normal"/>
    <w:uiPriority w:val="34"/>
    <w:qFormat/>
    <w:rsid w:val="003B732B"/>
    <w:pPr>
      <w:ind w:left="720"/>
    </w:pPr>
  </w:style>
  <w:style w:type="paragraph" w:customStyle="1" w:styleId="NetPlusHeader">
    <w:name w:val="Net Plus Header"/>
    <w:basedOn w:val="Normal"/>
    <w:link w:val="NetPlusHeaderChar"/>
    <w:rsid w:val="0066738E"/>
    <w:pPr>
      <w:tabs>
        <w:tab w:val="left" w:pos="7560"/>
      </w:tabs>
      <w:autoSpaceDE w:val="0"/>
      <w:autoSpaceDN w:val="0"/>
      <w:adjustRightInd w:val="0"/>
      <w:spacing w:before="100" w:after="100" w:line="240" w:lineRule="auto"/>
    </w:pPr>
    <w:rPr>
      <w:i/>
      <w:sz w:val="20"/>
    </w:rPr>
  </w:style>
  <w:style w:type="character" w:customStyle="1" w:styleId="NetPlusHeaderChar">
    <w:name w:val="Net Plus Header Char"/>
    <w:link w:val="NetPlusHeader"/>
    <w:rsid w:val="0066738E"/>
    <w:rPr>
      <w:i/>
    </w:rPr>
  </w:style>
  <w:style w:type="character" w:customStyle="1" w:styleId="Heading8Char">
    <w:name w:val="Heading 8 Char"/>
    <w:link w:val="Heading8"/>
    <w:uiPriority w:val="9"/>
    <w:rsid w:val="006673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sid w:val="0066738E"/>
    <w:rPr>
      <w:rFonts w:ascii="Cambria" w:eastAsia="Times New Roman" w:hAnsi="Cambria" w:cs="Times New Roman"/>
      <w:sz w:val="22"/>
      <w:szCs w:val="22"/>
    </w:rPr>
  </w:style>
  <w:style w:type="paragraph" w:styleId="NoSpacing">
    <w:name w:val="No Spacing"/>
    <w:uiPriority w:val="1"/>
    <w:qFormat/>
    <w:rsid w:val="0066738E"/>
    <w:rPr>
      <w:sz w:val="24"/>
    </w:rPr>
  </w:style>
  <w:style w:type="paragraph" w:styleId="ListParagraph">
    <w:name w:val="List Paragraph"/>
    <w:basedOn w:val="Normal"/>
    <w:uiPriority w:val="34"/>
    <w:qFormat/>
    <w:rsid w:val="006673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lly\Application%20Data\Microsoft\Templates\Net+%20IM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Net+ IM template.dotx</Template>
  <TotalTime>1</TotalTime>
  <Pages>10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Microsoft</Company>
  <LinksUpToDate>false</LinksUpToDate>
  <CharactersWithSpaces>14503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ash</dc:creator>
  <cp:lastModifiedBy>McKenzie, Jody</cp:lastModifiedBy>
  <cp:revision>2</cp:revision>
  <cp:lastPrinted>2012-07-10T04:05:00Z</cp:lastPrinted>
  <dcterms:created xsi:type="dcterms:W3CDTF">2016-03-14T22:10:00Z</dcterms:created>
  <dcterms:modified xsi:type="dcterms:W3CDTF">2016-03-14T22:10:00Z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Url">
    <vt:lpwstr/>
  </property>
  <property fmtid="{D5CDD505-2E9C-101B-9397-08002B2CF9AE}" pid="3" name="AutoVersionDisabled">
    <vt:lpwstr>0</vt:lpwstr>
  </property>
  <property fmtid="{D5CDD505-2E9C-101B-9397-08002B2CF9AE}" pid="4" name="ItemType">
    <vt:lpwstr>1</vt:lpwstr>
  </property>
  <property fmtid="{D5CDD505-2E9C-101B-9397-08002B2CF9AE}" pid="5" name="Order">
    <vt:lpwstr/>
  </property>
  <property fmtid="{D5CDD505-2E9C-101B-9397-08002B2CF9AE}" pid="6" name="MetaInfo">
    <vt:lpwstr/>
  </property>
  <property fmtid="{D5CDD505-2E9C-101B-9397-08002B2CF9AE}" pid="7" name="Description">
    <vt:lpwstr/>
  </property>
</Properties>
</file>