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17A" w:rsidRDefault="00E62F79" w:rsidP="00B62B53">
      <w:pPr>
        <w:pStyle w:val="customheading2"/>
        <w:jc w:val="left"/>
        <w:rPr>
          <w:rStyle w:val="TimesNewRomanPS8pt"/>
          <w:rFonts w:ascii="Times New Roman" w:hAnsi="Times New Roman"/>
          <w:b/>
          <w:sz w:val="24"/>
        </w:rPr>
      </w:pPr>
      <w:r w:rsidRPr="00302DFF">
        <w:rPr>
          <w:rStyle w:val="TimesNewRomanPS8pt"/>
          <w:rFonts w:ascii="Times New Roman" w:hAnsi="Times New Roman"/>
          <w:b/>
          <w:sz w:val="24"/>
        </w:rPr>
        <w:t>CHAPTER 1</w:t>
      </w:r>
    </w:p>
    <w:p w:rsidR="00E62F79" w:rsidRPr="00302DFF" w:rsidRDefault="00302DFF" w:rsidP="00B62B53">
      <w:pPr>
        <w:pStyle w:val="customheading2"/>
        <w:jc w:val="left"/>
        <w:rPr>
          <w:rStyle w:val="TimesNewRomanPS8pt"/>
          <w:rFonts w:ascii="Times New Roman" w:hAnsi="Times New Roman"/>
          <w:b/>
          <w:sz w:val="24"/>
        </w:rPr>
      </w:pPr>
      <w:r w:rsidRPr="00302DFF">
        <w:rPr>
          <w:rStyle w:val="TimesNewRomanPS8pt"/>
          <w:rFonts w:ascii="Times New Roman" w:hAnsi="Times New Roman"/>
          <w:b/>
          <w:sz w:val="24"/>
        </w:rPr>
        <w:t>THE PURPOSE AND PROCESS OF MARKETING RESEARCH</w:t>
      </w:r>
    </w:p>
    <w:p w:rsidR="00443967" w:rsidRPr="00F631DC" w:rsidRDefault="00443967" w:rsidP="00443967">
      <w:pPr>
        <w:pStyle w:val="custombodytext1"/>
        <w:jc w:val="left"/>
        <w:rPr>
          <w:rStyle w:val="Helvetica12pt"/>
          <w:rFonts w:ascii="Times New Roman" w:hAnsi="Times New Roman"/>
          <w:highlight w:val="magenta"/>
        </w:rPr>
      </w:pPr>
    </w:p>
    <w:p w:rsidR="003C725C" w:rsidRPr="003C725C" w:rsidRDefault="0022317A" w:rsidP="00443967">
      <w:pPr>
        <w:pStyle w:val="customheading2"/>
        <w:jc w:val="left"/>
        <w:rPr>
          <w:rStyle w:val="TimesNewRomanPS8pt"/>
          <w:rFonts w:ascii="Times New Roman" w:hAnsi="Times New Roman"/>
          <w:b/>
          <w:sz w:val="24"/>
        </w:rPr>
      </w:pPr>
      <w:r>
        <w:rPr>
          <w:rStyle w:val="TimesNewRomanPS8pt"/>
          <w:rFonts w:ascii="Times New Roman" w:hAnsi="Times New Roman"/>
          <w:b/>
          <w:sz w:val="24"/>
        </w:rPr>
        <w:t>CHAPTER OUTLINE</w:t>
      </w:r>
    </w:p>
    <w:p w:rsidR="00710E5A" w:rsidRPr="00E24B2D" w:rsidRDefault="00710E5A" w:rsidP="00576706">
      <w:pPr>
        <w:pStyle w:val="customheading2"/>
        <w:jc w:val="left"/>
        <w:rPr>
          <w:rFonts w:ascii="Times New Roman" w:hAnsi="Times New Roman"/>
        </w:rPr>
      </w:pPr>
    </w:p>
    <w:p w:rsidR="00710E5A" w:rsidRPr="00C92CE5" w:rsidRDefault="00710E5A" w:rsidP="00E9454C">
      <w:pPr>
        <w:pStyle w:val="custombodytext1"/>
        <w:tabs>
          <w:tab w:val="right" w:pos="9360"/>
        </w:tabs>
        <w:jc w:val="left"/>
        <w:rPr>
          <w:rStyle w:val="Helvetica12pt"/>
          <w:rFonts w:ascii="Times New Roman" w:hAnsi="Times New Roman"/>
          <w:b/>
        </w:rPr>
      </w:pPr>
      <w:r w:rsidRPr="00C92CE5">
        <w:rPr>
          <w:rStyle w:val="Helvetica12pt"/>
          <w:rFonts w:ascii="Times New Roman" w:hAnsi="Times New Roman"/>
          <w:b/>
        </w:rPr>
        <w:t>Managerial Decision-Making</w:t>
      </w:r>
      <w:r w:rsidR="00E9454C">
        <w:rPr>
          <w:rStyle w:val="Helvetica12pt"/>
          <w:rFonts w:ascii="Times New Roman" w:hAnsi="Times New Roman"/>
        </w:rPr>
        <w:tab/>
        <w:t>pg 4</w:t>
      </w:r>
    </w:p>
    <w:p w:rsidR="0022317A" w:rsidRDefault="0022317A" w:rsidP="00576706">
      <w:pPr>
        <w:pStyle w:val="custombodytext1"/>
        <w:jc w:val="left"/>
        <w:rPr>
          <w:rStyle w:val="Helvetica12pt"/>
          <w:rFonts w:ascii="Times New Roman" w:hAnsi="Times New Roman"/>
        </w:rPr>
      </w:pPr>
    </w:p>
    <w:p w:rsidR="00710E5A" w:rsidRPr="00F631DC" w:rsidRDefault="00710E5A" w:rsidP="00576706">
      <w:pPr>
        <w:pStyle w:val="custombodytext1"/>
        <w:jc w:val="left"/>
        <w:rPr>
          <w:rStyle w:val="Helvetica12pt"/>
          <w:rFonts w:ascii="Times New Roman" w:hAnsi="Times New Roman"/>
          <w:highlight w:val="magenta"/>
        </w:rPr>
      </w:pPr>
      <w:r w:rsidRPr="00C92CE5">
        <w:rPr>
          <w:rStyle w:val="Helvetica12pt"/>
          <w:rFonts w:ascii="Times New Roman" w:hAnsi="Times New Roman"/>
        </w:rPr>
        <w:t>In order to avoid poor choices and waste in production, information on consumer needs must be available to those making production decisions. Decisions related to markets require some ability to track and predict the behavior of large groups of people. The methodology of marketing research facilitates the gathering, quantification, and assessment of useful information regarding such group behavior in a systematic and unbiased manner. Its purpose is to gather information in a rigorous, scientific way that improves managerial decisions. (Instructor may wish to ask students for examples of poor choices possible when information on consumption is not available.)</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Research Methodologies for Decision-Making</w:t>
      </w:r>
    </w:p>
    <w:p w:rsidR="00710E5A" w:rsidRPr="009825BB" w:rsidRDefault="00710E5A" w:rsidP="00576706">
      <w:pPr>
        <w:pStyle w:val="custombodytext1"/>
        <w:jc w:val="left"/>
        <w:rPr>
          <w:rStyle w:val="Helvetica12pt"/>
          <w:rFonts w:ascii="Times New Roman" w:hAnsi="Times New Roman"/>
        </w:rPr>
      </w:pPr>
      <w:r w:rsidRPr="009825BB">
        <w:rPr>
          <w:rStyle w:val="Helvetica12pt"/>
          <w:rFonts w:ascii="Times New Roman" w:hAnsi="Times New Roman"/>
        </w:rPr>
        <w:t xml:space="preserve">The steps of marketing research methodology are: </w:t>
      </w:r>
    </w:p>
    <w:p w:rsidR="00710E5A" w:rsidRPr="009825BB" w:rsidRDefault="00710E5A" w:rsidP="00002165">
      <w:pPr>
        <w:pStyle w:val="custombodytext1"/>
        <w:numPr>
          <w:ilvl w:val="0"/>
          <w:numId w:val="33"/>
        </w:numPr>
        <w:ind w:left="720" w:hanging="360"/>
        <w:jc w:val="left"/>
        <w:rPr>
          <w:rStyle w:val="Helvetica12pt"/>
          <w:rFonts w:ascii="Times New Roman" w:hAnsi="Times New Roman"/>
        </w:rPr>
      </w:pPr>
      <w:r w:rsidRPr="009825BB">
        <w:rPr>
          <w:rStyle w:val="Helvetica12pt"/>
          <w:rFonts w:ascii="Times New Roman" w:hAnsi="Times New Roman"/>
        </w:rPr>
        <w:t>Determ</w:t>
      </w:r>
      <w:r w:rsidR="00002165">
        <w:rPr>
          <w:rStyle w:val="Helvetica12pt"/>
          <w:rFonts w:ascii="Times New Roman" w:hAnsi="Times New Roman"/>
        </w:rPr>
        <w:t>ine what information is needed</w:t>
      </w:r>
      <w:r w:rsidR="00667E1C">
        <w:rPr>
          <w:rStyle w:val="Helvetica12pt"/>
          <w:rFonts w:ascii="Times New Roman" w:hAnsi="Times New Roman"/>
        </w:rPr>
        <w:t>.</w:t>
      </w:r>
    </w:p>
    <w:p w:rsidR="00710E5A" w:rsidRPr="009825BB" w:rsidRDefault="00710E5A" w:rsidP="00002165">
      <w:pPr>
        <w:pStyle w:val="custombodytext1"/>
        <w:numPr>
          <w:ilvl w:val="0"/>
          <w:numId w:val="33"/>
        </w:numPr>
        <w:ind w:left="720" w:hanging="360"/>
        <w:jc w:val="left"/>
        <w:rPr>
          <w:rStyle w:val="Helvetica12pt"/>
          <w:rFonts w:ascii="Times New Roman" w:hAnsi="Times New Roman"/>
        </w:rPr>
      </w:pPr>
      <w:r w:rsidRPr="009825BB">
        <w:rPr>
          <w:rStyle w:val="Helvetica12pt"/>
          <w:rFonts w:ascii="Times New Roman" w:hAnsi="Times New Roman"/>
        </w:rPr>
        <w:t>Design a method f</w:t>
      </w:r>
      <w:r w:rsidR="00002165">
        <w:rPr>
          <w:rStyle w:val="Helvetica12pt"/>
          <w:rFonts w:ascii="Times New Roman" w:hAnsi="Times New Roman"/>
        </w:rPr>
        <w:t>or collecting this information</w:t>
      </w:r>
      <w:r w:rsidR="00667E1C">
        <w:rPr>
          <w:rStyle w:val="Helvetica12pt"/>
          <w:rFonts w:ascii="Times New Roman" w:hAnsi="Times New Roman"/>
        </w:rPr>
        <w:t>.</w:t>
      </w:r>
    </w:p>
    <w:p w:rsidR="00710E5A" w:rsidRPr="009825BB" w:rsidRDefault="00002165" w:rsidP="00002165">
      <w:pPr>
        <w:pStyle w:val="custombodytext1"/>
        <w:numPr>
          <w:ilvl w:val="0"/>
          <w:numId w:val="33"/>
        </w:numPr>
        <w:ind w:left="720" w:hanging="360"/>
        <w:jc w:val="left"/>
        <w:rPr>
          <w:rStyle w:val="Helvetica12pt"/>
          <w:rFonts w:ascii="Times New Roman" w:hAnsi="Times New Roman"/>
        </w:rPr>
      </w:pPr>
      <w:r>
        <w:rPr>
          <w:rStyle w:val="Helvetica12pt"/>
          <w:rFonts w:ascii="Times New Roman" w:hAnsi="Times New Roman"/>
        </w:rPr>
        <w:t>Manage the data collection</w:t>
      </w:r>
      <w:r w:rsidR="00667E1C">
        <w:rPr>
          <w:rStyle w:val="Helvetica12pt"/>
          <w:rFonts w:ascii="Times New Roman" w:hAnsi="Times New Roman"/>
        </w:rPr>
        <w:t>.</w:t>
      </w:r>
    </w:p>
    <w:p w:rsidR="00710E5A" w:rsidRPr="009825BB" w:rsidRDefault="00710E5A" w:rsidP="00002165">
      <w:pPr>
        <w:pStyle w:val="custombodytext1"/>
        <w:numPr>
          <w:ilvl w:val="0"/>
          <w:numId w:val="33"/>
        </w:numPr>
        <w:ind w:left="720" w:hanging="360"/>
        <w:jc w:val="left"/>
        <w:rPr>
          <w:rStyle w:val="Helvetica12pt"/>
          <w:rFonts w:ascii="Times New Roman" w:hAnsi="Times New Roman"/>
        </w:rPr>
      </w:pPr>
      <w:r w:rsidRPr="009825BB">
        <w:rPr>
          <w:rStyle w:val="Helvetica12pt"/>
          <w:rFonts w:ascii="Times New Roman" w:hAnsi="Times New Roman"/>
        </w:rPr>
        <w:t>Analyze and inte</w:t>
      </w:r>
      <w:r w:rsidR="00002165">
        <w:rPr>
          <w:rStyle w:val="Helvetica12pt"/>
          <w:rFonts w:ascii="Times New Roman" w:hAnsi="Times New Roman"/>
        </w:rPr>
        <w:t>rpret the results</w:t>
      </w:r>
      <w:r w:rsidR="00667E1C">
        <w:rPr>
          <w:rStyle w:val="Helvetica12pt"/>
          <w:rFonts w:ascii="Times New Roman" w:hAnsi="Times New Roman"/>
        </w:rPr>
        <w:t>.</w:t>
      </w:r>
    </w:p>
    <w:p w:rsidR="00710E5A" w:rsidRPr="009825BB" w:rsidRDefault="00710E5A" w:rsidP="00002165">
      <w:pPr>
        <w:pStyle w:val="custombodytext1"/>
        <w:numPr>
          <w:ilvl w:val="0"/>
          <w:numId w:val="33"/>
        </w:numPr>
        <w:ind w:left="720" w:hanging="360"/>
        <w:jc w:val="left"/>
        <w:rPr>
          <w:rStyle w:val="Helvetica12pt"/>
          <w:rFonts w:ascii="Times New Roman" w:hAnsi="Times New Roman"/>
        </w:rPr>
      </w:pPr>
      <w:r w:rsidRPr="009825BB">
        <w:rPr>
          <w:rStyle w:val="Helvetica12pt"/>
          <w:rFonts w:ascii="Times New Roman" w:hAnsi="Times New Roman"/>
        </w:rPr>
        <w:t>Communicate the findings in a way that clarifies the implications for managerial decision making.</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What is Marketing Research?</w:t>
      </w:r>
    </w:p>
    <w:p w:rsidR="00120BFB" w:rsidRPr="00120BFB" w:rsidRDefault="00710E5A" w:rsidP="00576706">
      <w:pPr>
        <w:pStyle w:val="custombodytext1"/>
        <w:jc w:val="left"/>
        <w:rPr>
          <w:rStyle w:val="Helvetica12pt"/>
          <w:rFonts w:ascii="Times New Roman" w:hAnsi="Times New Roman"/>
        </w:rPr>
      </w:pPr>
      <w:r w:rsidRPr="00120BFB">
        <w:rPr>
          <w:rStyle w:val="Helvetica12pt"/>
          <w:rFonts w:ascii="Times New Roman" w:hAnsi="Times New Roman"/>
        </w:rPr>
        <w:t xml:space="preserve">Marketing research gathers information to identify opportunities and problems in marketing, to choose more effective actions in the marketplace, to monitor the effects of these actions and to build understanding of marketing processes. Its scope encompasses all sources related to marketing (the firm, competitors, channel structure, </w:t>
      </w:r>
      <w:r w:rsidR="0027727C">
        <w:rPr>
          <w:rStyle w:val="Helvetica12pt"/>
          <w:rFonts w:ascii="Times New Roman" w:hAnsi="Times New Roman"/>
        </w:rPr>
        <w:t>“</w:t>
      </w:r>
      <w:r w:rsidRPr="00120BFB">
        <w:rPr>
          <w:rStyle w:val="Helvetica12pt"/>
          <w:rFonts w:ascii="Times New Roman" w:hAnsi="Times New Roman"/>
        </w:rPr>
        <w:t>marketing mix,</w:t>
      </w:r>
      <w:r w:rsidR="0027727C">
        <w:rPr>
          <w:rStyle w:val="Helvetica12pt"/>
          <w:rFonts w:ascii="Times New Roman" w:hAnsi="Times New Roman"/>
        </w:rPr>
        <w:t>”</w:t>
      </w:r>
      <w:r w:rsidRPr="00120BFB">
        <w:rPr>
          <w:rStyle w:val="Helvetica12pt"/>
          <w:rFonts w:ascii="Times New Roman" w:hAnsi="Times New Roman"/>
        </w:rPr>
        <w:t xml:space="preserve"> and both the social and technological environment). It plays a role in four main settings: </w:t>
      </w:r>
    </w:p>
    <w:p w:rsidR="00120BFB" w:rsidRPr="00120BFB" w:rsidRDefault="00710E5A" w:rsidP="00120BFB">
      <w:pPr>
        <w:pStyle w:val="custombodytext1"/>
        <w:numPr>
          <w:ilvl w:val="0"/>
          <w:numId w:val="35"/>
        </w:numPr>
        <w:jc w:val="left"/>
        <w:rPr>
          <w:rStyle w:val="Helvetica12pt"/>
          <w:rFonts w:ascii="Times New Roman" w:hAnsi="Times New Roman"/>
        </w:rPr>
      </w:pPr>
      <w:r w:rsidRPr="00120BFB">
        <w:rPr>
          <w:rStyle w:val="Helvetica12pt"/>
          <w:rFonts w:ascii="Times New Roman" w:hAnsi="Times New Roman"/>
        </w:rPr>
        <w:t>marketing (classic marketing functions)</w:t>
      </w:r>
    </w:p>
    <w:p w:rsidR="00120BFB" w:rsidRPr="00120BFB" w:rsidRDefault="00710E5A" w:rsidP="00120BFB">
      <w:pPr>
        <w:pStyle w:val="custombodytext1"/>
        <w:numPr>
          <w:ilvl w:val="0"/>
          <w:numId w:val="35"/>
        </w:numPr>
        <w:jc w:val="left"/>
        <w:rPr>
          <w:rStyle w:val="Helvetica12pt"/>
          <w:rFonts w:ascii="Times New Roman" w:hAnsi="Times New Roman"/>
        </w:rPr>
      </w:pPr>
      <w:r w:rsidRPr="00120BFB">
        <w:rPr>
          <w:rStyle w:val="Helvetica12pt"/>
          <w:rFonts w:ascii="Times New Roman" w:hAnsi="Times New Roman"/>
        </w:rPr>
        <w:t>firm in general (e.g., finance, firm dynamics)</w:t>
      </w:r>
    </w:p>
    <w:p w:rsidR="00120BFB" w:rsidRPr="00120BFB" w:rsidRDefault="00710E5A" w:rsidP="00120BFB">
      <w:pPr>
        <w:pStyle w:val="custombodytext1"/>
        <w:numPr>
          <w:ilvl w:val="0"/>
          <w:numId w:val="35"/>
        </w:numPr>
        <w:jc w:val="left"/>
        <w:rPr>
          <w:rStyle w:val="Helvetica12pt"/>
          <w:rFonts w:ascii="Times New Roman" w:hAnsi="Times New Roman"/>
        </w:rPr>
      </w:pPr>
      <w:r w:rsidRPr="00120BFB">
        <w:rPr>
          <w:rStyle w:val="Helvetica12pt"/>
          <w:rFonts w:ascii="Times New Roman" w:hAnsi="Times New Roman"/>
        </w:rPr>
        <w:t>marketing research industry (e.g., syndicated research services)</w:t>
      </w:r>
    </w:p>
    <w:p w:rsidR="00710E5A" w:rsidRPr="00120BFB" w:rsidRDefault="00710E5A" w:rsidP="00120BFB">
      <w:pPr>
        <w:pStyle w:val="custombodytext1"/>
        <w:numPr>
          <w:ilvl w:val="0"/>
          <w:numId w:val="35"/>
        </w:numPr>
        <w:jc w:val="left"/>
        <w:rPr>
          <w:rStyle w:val="Helvetica12pt"/>
          <w:rFonts w:ascii="Times New Roman" w:hAnsi="Times New Roman"/>
        </w:rPr>
      </w:pPr>
      <w:r w:rsidRPr="00120BFB">
        <w:rPr>
          <w:rStyle w:val="Helvetica12pt"/>
          <w:rFonts w:ascii="Times New Roman" w:hAnsi="Times New Roman"/>
        </w:rPr>
        <w:t>society (e.g., tracking behavior for educational public service campaigns)</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Marketing Research Criteria</w:t>
      </w:r>
    </w:p>
    <w:p w:rsidR="00721217" w:rsidRPr="00721217" w:rsidRDefault="00710E5A" w:rsidP="00576706">
      <w:pPr>
        <w:pStyle w:val="custombodytext1"/>
        <w:jc w:val="left"/>
        <w:rPr>
          <w:rStyle w:val="Helvetica12pt"/>
          <w:rFonts w:ascii="Times New Roman" w:hAnsi="Times New Roman"/>
        </w:rPr>
      </w:pPr>
      <w:r w:rsidRPr="00721217">
        <w:rPr>
          <w:rStyle w:val="Helvetica12pt"/>
          <w:rFonts w:ascii="Times New Roman" w:hAnsi="Times New Roman"/>
        </w:rPr>
        <w:t xml:space="preserve">The four main criteria for marketing research are that it be systematic, objective, informational, </w:t>
      </w:r>
      <w:proofErr w:type="gramStart"/>
      <w:r w:rsidRPr="00721217">
        <w:rPr>
          <w:rStyle w:val="Helvetica12pt"/>
          <w:rFonts w:ascii="Times New Roman" w:hAnsi="Times New Roman"/>
        </w:rPr>
        <w:t>an</w:t>
      </w:r>
      <w:r w:rsidR="00721217" w:rsidRPr="00721217">
        <w:rPr>
          <w:rStyle w:val="Helvetica12pt"/>
          <w:rFonts w:ascii="Times New Roman" w:hAnsi="Times New Roman"/>
        </w:rPr>
        <w:t>d</w:t>
      </w:r>
      <w:proofErr w:type="gramEnd"/>
      <w:r w:rsidR="00721217" w:rsidRPr="00721217">
        <w:rPr>
          <w:rStyle w:val="Helvetica12pt"/>
          <w:rFonts w:ascii="Times New Roman" w:hAnsi="Times New Roman"/>
        </w:rPr>
        <w:t xml:space="preserve"> targeted for decision making.</w:t>
      </w:r>
    </w:p>
    <w:p w:rsidR="00721217" w:rsidRPr="00721217" w:rsidRDefault="0027727C" w:rsidP="00721217">
      <w:pPr>
        <w:pStyle w:val="custombodytext1"/>
        <w:numPr>
          <w:ilvl w:val="0"/>
          <w:numId w:val="22"/>
        </w:numPr>
        <w:ind w:left="720"/>
        <w:jc w:val="left"/>
        <w:rPr>
          <w:rStyle w:val="Helvetica12pt"/>
          <w:rFonts w:ascii="Times New Roman" w:hAnsi="Times New Roman"/>
        </w:rPr>
      </w:pPr>
      <w:r>
        <w:rPr>
          <w:rStyle w:val="Helvetica12pt"/>
          <w:rFonts w:ascii="Times New Roman" w:hAnsi="Times New Roman"/>
        </w:rPr>
        <w:t>“</w:t>
      </w:r>
      <w:r w:rsidR="00710E5A" w:rsidRPr="00721217">
        <w:rPr>
          <w:rStyle w:val="Helvetica12pt"/>
          <w:rFonts w:ascii="Times New Roman" w:hAnsi="Times New Roman"/>
        </w:rPr>
        <w:t>Systematic</w:t>
      </w:r>
      <w:r>
        <w:rPr>
          <w:rStyle w:val="Helvetica12pt"/>
          <w:rFonts w:ascii="Times New Roman" w:hAnsi="Times New Roman"/>
        </w:rPr>
        <w:t>”</w:t>
      </w:r>
      <w:r w:rsidR="00710E5A" w:rsidRPr="00721217">
        <w:rPr>
          <w:rStyle w:val="Helvetica12pt"/>
          <w:rFonts w:ascii="Times New Roman" w:hAnsi="Times New Roman"/>
        </w:rPr>
        <w:t xml:space="preserve"> refers to the requirement that data gathering and analysis be des</w:t>
      </w:r>
      <w:r w:rsidR="00721217" w:rsidRPr="00721217">
        <w:rPr>
          <w:rStyle w:val="Helvetica12pt"/>
          <w:rFonts w:ascii="Times New Roman" w:hAnsi="Times New Roman"/>
        </w:rPr>
        <w:t>igned and organized in advance.</w:t>
      </w:r>
    </w:p>
    <w:p w:rsidR="00721217" w:rsidRPr="00721217" w:rsidRDefault="0027727C" w:rsidP="00721217">
      <w:pPr>
        <w:pStyle w:val="custombodytext1"/>
        <w:numPr>
          <w:ilvl w:val="0"/>
          <w:numId w:val="22"/>
        </w:numPr>
        <w:ind w:left="720"/>
        <w:jc w:val="left"/>
        <w:rPr>
          <w:rStyle w:val="Helvetica12pt"/>
          <w:rFonts w:ascii="Times New Roman" w:hAnsi="Times New Roman"/>
        </w:rPr>
      </w:pPr>
      <w:r>
        <w:rPr>
          <w:rStyle w:val="Helvetica12pt"/>
          <w:rFonts w:ascii="Times New Roman" w:hAnsi="Times New Roman"/>
        </w:rPr>
        <w:t>“</w:t>
      </w:r>
      <w:r w:rsidR="00710E5A" w:rsidRPr="00721217">
        <w:rPr>
          <w:rStyle w:val="Helvetica12pt"/>
          <w:rFonts w:ascii="Times New Roman" w:hAnsi="Times New Roman"/>
        </w:rPr>
        <w:t>Objective</w:t>
      </w:r>
      <w:r>
        <w:rPr>
          <w:rStyle w:val="Helvetica12pt"/>
          <w:rFonts w:ascii="Times New Roman" w:hAnsi="Times New Roman"/>
        </w:rPr>
        <w:t>”</w:t>
      </w:r>
      <w:r w:rsidR="00710E5A" w:rsidRPr="00721217">
        <w:rPr>
          <w:rStyle w:val="Helvetica12pt"/>
          <w:rFonts w:ascii="Times New Roman" w:hAnsi="Times New Roman"/>
        </w:rPr>
        <w:t xml:space="preserve"> means that marketing researchers strive to be unbiased and impartial in how they conduct their research. </w:t>
      </w:r>
    </w:p>
    <w:p w:rsidR="00710E5A" w:rsidRPr="00721217" w:rsidRDefault="0027727C" w:rsidP="00721217">
      <w:pPr>
        <w:pStyle w:val="custombodytext1"/>
        <w:numPr>
          <w:ilvl w:val="0"/>
          <w:numId w:val="22"/>
        </w:numPr>
        <w:ind w:left="720"/>
        <w:jc w:val="left"/>
        <w:rPr>
          <w:rStyle w:val="Helvetica12pt"/>
          <w:rFonts w:ascii="Times New Roman" w:hAnsi="Times New Roman"/>
        </w:rPr>
      </w:pPr>
      <w:r>
        <w:rPr>
          <w:rStyle w:val="Helvetica12pt"/>
          <w:rFonts w:ascii="Times New Roman" w:hAnsi="Times New Roman"/>
        </w:rPr>
        <w:t>“</w:t>
      </w:r>
      <w:r w:rsidR="00710E5A" w:rsidRPr="00721217">
        <w:rPr>
          <w:rStyle w:val="Helvetica12pt"/>
          <w:rFonts w:ascii="Times New Roman" w:hAnsi="Times New Roman"/>
        </w:rPr>
        <w:t>Informational</w:t>
      </w:r>
      <w:r>
        <w:rPr>
          <w:rStyle w:val="Helvetica12pt"/>
          <w:rFonts w:ascii="Times New Roman" w:hAnsi="Times New Roman"/>
        </w:rPr>
        <w:t>”</w:t>
      </w:r>
      <w:r w:rsidR="00710E5A" w:rsidRPr="00721217">
        <w:rPr>
          <w:rStyle w:val="Helvetica12pt"/>
          <w:rFonts w:ascii="Times New Roman" w:hAnsi="Times New Roman"/>
        </w:rPr>
        <w:t xml:space="preserve"> and </w:t>
      </w:r>
      <w:r>
        <w:rPr>
          <w:rStyle w:val="Helvetica12pt"/>
          <w:rFonts w:ascii="Times New Roman" w:hAnsi="Times New Roman"/>
        </w:rPr>
        <w:t>“</w:t>
      </w:r>
      <w:r w:rsidR="00710E5A" w:rsidRPr="00721217">
        <w:rPr>
          <w:rStyle w:val="Helvetica12pt"/>
          <w:rFonts w:ascii="Times New Roman" w:hAnsi="Times New Roman"/>
        </w:rPr>
        <w:t>targeted for decision making</w:t>
      </w:r>
      <w:r>
        <w:rPr>
          <w:rStyle w:val="Helvetica12pt"/>
          <w:rFonts w:ascii="Times New Roman" w:hAnsi="Times New Roman"/>
        </w:rPr>
        <w:t>”</w:t>
      </w:r>
      <w:r w:rsidR="00710E5A" w:rsidRPr="00721217">
        <w:rPr>
          <w:rStyle w:val="Helvetica12pt"/>
          <w:rFonts w:ascii="Times New Roman" w:hAnsi="Times New Roman"/>
        </w:rPr>
        <w:t xml:space="preserve"> mean that the data are gathered and interpreted with the goal of reducing uncertainty in a decision situation. Data that are not relevant to this goal are not considered informational.</w:t>
      </w:r>
    </w:p>
    <w:p w:rsidR="00710E5A" w:rsidRDefault="00710E5A" w:rsidP="00576706">
      <w:pPr>
        <w:pStyle w:val="custombodytext1"/>
        <w:jc w:val="left"/>
        <w:rPr>
          <w:rStyle w:val="Helvetica12pt"/>
          <w:rFonts w:ascii="Times New Roman" w:hAnsi="Times New Roman"/>
          <w:highlight w:val="magenta"/>
        </w:rPr>
      </w:pPr>
    </w:p>
    <w:p w:rsidR="00BE51F4" w:rsidRPr="00F631DC" w:rsidRDefault="00BE51F4" w:rsidP="00576706">
      <w:pPr>
        <w:pStyle w:val="custombodytext1"/>
        <w:jc w:val="left"/>
        <w:rPr>
          <w:rStyle w:val="Helvetica12pt"/>
          <w:rFonts w:ascii="Times New Roman" w:hAnsi="Times New Roman"/>
          <w:highlight w:val="magenta"/>
        </w:rPr>
      </w:pPr>
    </w:p>
    <w:p w:rsidR="00710E5A" w:rsidRPr="00E9454C" w:rsidRDefault="00710E5A" w:rsidP="00E9454C">
      <w:pPr>
        <w:pStyle w:val="custombodytext1"/>
        <w:tabs>
          <w:tab w:val="right" w:pos="9360"/>
        </w:tabs>
        <w:jc w:val="left"/>
        <w:rPr>
          <w:rStyle w:val="Helvetica12pt"/>
          <w:rFonts w:ascii="Times New Roman" w:hAnsi="Times New Roman"/>
          <w:b/>
        </w:rPr>
      </w:pPr>
      <w:r w:rsidRPr="00E9454C">
        <w:rPr>
          <w:rStyle w:val="Helvetica12pt"/>
          <w:rFonts w:ascii="Times New Roman" w:hAnsi="Times New Roman"/>
          <w:b/>
        </w:rPr>
        <w:t>What Is Marketing?</w:t>
      </w:r>
      <w:r w:rsidR="00E9454C" w:rsidRPr="00E9454C">
        <w:rPr>
          <w:rStyle w:val="Helvetica12pt"/>
          <w:rFonts w:ascii="Times New Roman" w:hAnsi="Times New Roman"/>
        </w:rPr>
        <w:tab/>
      </w:r>
      <w:r w:rsidR="000614F0">
        <w:rPr>
          <w:rStyle w:val="Helvetica12pt"/>
          <w:rFonts w:ascii="Times New Roman" w:hAnsi="Times New Roman"/>
        </w:rPr>
        <w:t>pg 8</w:t>
      </w:r>
    </w:p>
    <w:p w:rsidR="0022317A" w:rsidRDefault="0022317A" w:rsidP="00576706">
      <w:pPr>
        <w:pStyle w:val="custombodytext1"/>
        <w:jc w:val="left"/>
        <w:rPr>
          <w:rStyle w:val="Helvetica12pt"/>
          <w:rFonts w:ascii="Times New Roman" w:hAnsi="Times New Roman"/>
        </w:rPr>
      </w:pPr>
    </w:p>
    <w:p w:rsidR="00710E5A" w:rsidRPr="00F631DC" w:rsidRDefault="00710E5A" w:rsidP="00576706">
      <w:pPr>
        <w:pStyle w:val="custombodytext1"/>
        <w:jc w:val="left"/>
        <w:rPr>
          <w:rStyle w:val="Helvetica12pt"/>
          <w:rFonts w:ascii="Times New Roman" w:hAnsi="Times New Roman"/>
          <w:highlight w:val="magenta"/>
        </w:rPr>
      </w:pPr>
      <w:r w:rsidRPr="00B64E7A">
        <w:rPr>
          <w:rStyle w:val="Helvetica12pt"/>
          <w:rFonts w:ascii="Times New Roman" w:hAnsi="Times New Roman"/>
        </w:rPr>
        <w:t xml:space="preserve">The </w:t>
      </w:r>
      <w:r w:rsidR="0027727C">
        <w:rPr>
          <w:rStyle w:val="Helvetica12pt"/>
          <w:rFonts w:ascii="Times New Roman" w:hAnsi="Times New Roman"/>
        </w:rPr>
        <w:t>“</w:t>
      </w:r>
      <w:r w:rsidRPr="00B64E7A">
        <w:rPr>
          <w:rStyle w:val="Helvetica12pt"/>
          <w:rFonts w:ascii="Times New Roman" w:hAnsi="Times New Roman"/>
        </w:rPr>
        <w:t>marketing concept</w:t>
      </w:r>
      <w:r w:rsidR="0027727C">
        <w:rPr>
          <w:rStyle w:val="Helvetica12pt"/>
          <w:rFonts w:ascii="Times New Roman" w:hAnsi="Times New Roman"/>
        </w:rPr>
        <w:t>”</w:t>
      </w:r>
      <w:r w:rsidRPr="00B64E7A">
        <w:rPr>
          <w:rStyle w:val="Helvetica12pt"/>
          <w:rFonts w:ascii="Times New Roman" w:hAnsi="Times New Roman"/>
        </w:rPr>
        <w:t xml:space="preserve"> refers to a shift in emphasis from optimizing production processes to improving all aspects of marketing practice. The model of the marketing system used in this book is depicted in Figure 1</w:t>
      </w:r>
      <w:r w:rsidR="0022317A">
        <w:rPr>
          <w:rStyle w:val="Helvetica12pt"/>
          <w:rFonts w:ascii="Times New Roman" w:hAnsi="Times New Roman"/>
        </w:rPr>
        <w:t>.</w:t>
      </w:r>
      <w:r w:rsidRPr="00B64E7A">
        <w:rPr>
          <w:rStyle w:val="Helvetica12pt"/>
          <w:rFonts w:ascii="Times New Roman" w:hAnsi="Times New Roman"/>
        </w:rPr>
        <w:t>1</w:t>
      </w:r>
      <w:r w:rsidR="00B64E7A" w:rsidRPr="00B64E7A">
        <w:rPr>
          <w:rStyle w:val="Helvetica12pt"/>
          <w:rFonts w:ascii="Times New Roman" w:hAnsi="Times New Roman"/>
        </w:rPr>
        <w:t xml:space="preserve"> on page 8</w:t>
      </w:r>
      <w:r w:rsidRPr="00B64E7A">
        <w:rPr>
          <w:rStyle w:val="Helvetica12pt"/>
          <w:rFonts w:ascii="Times New Roman" w:hAnsi="Times New Roman"/>
        </w:rPr>
        <w:t xml:space="preserve">. This conceptual scheme includes two main types of variables: dependent variables, which are the outputs or phenomena one seeks to explain, and independent variables which are the inputs used to explain them.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Independent Variables</w:t>
      </w:r>
    </w:p>
    <w:p w:rsidR="00710E5A" w:rsidRPr="00F631DC" w:rsidRDefault="00710E5A" w:rsidP="00576706">
      <w:pPr>
        <w:pStyle w:val="custombodytext1"/>
        <w:jc w:val="left"/>
        <w:rPr>
          <w:rStyle w:val="Helvetica12pt"/>
          <w:rFonts w:ascii="Times New Roman" w:hAnsi="Times New Roman"/>
          <w:highlight w:val="magenta"/>
        </w:rPr>
      </w:pPr>
      <w:r w:rsidRPr="00C543C4">
        <w:rPr>
          <w:rStyle w:val="Helvetica12pt"/>
          <w:rFonts w:ascii="Times New Roman" w:hAnsi="Times New Roman"/>
        </w:rPr>
        <w:t>Independent variables in marketing research include situational factors, which cannot be readily controlled, and various marketing decisions made by the organization. Situational variables represent the environment to which the firm must adapt, including availability of resources, actions of competitors, economic climate, market trends, government regulation, and geography. Among the independent variables under the control of the organization are the marketing mix variables, which include pricing, manufacturer and retail promotion, point-of-purchase displays, ad spending and such aspects of distribution as trade deals. Combinations of different levels of these variables form alternative marketing programs or courses of action through which the firm attempts to steer the market.</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Dependent Variables</w:t>
      </w:r>
    </w:p>
    <w:p w:rsidR="00710E5A" w:rsidRPr="00F631DC" w:rsidRDefault="00710E5A" w:rsidP="00576706">
      <w:pPr>
        <w:pStyle w:val="custombodytext1"/>
        <w:jc w:val="left"/>
        <w:rPr>
          <w:rStyle w:val="Helvetica12pt"/>
          <w:rFonts w:ascii="Times New Roman" w:hAnsi="Times New Roman"/>
          <w:highlight w:val="magenta"/>
        </w:rPr>
      </w:pPr>
      <w:r w:rsidRPr="00CF34B4">
        <w:rPr>
          <w:rStyle w:val="Helvetica12pt"/>
          <w:rFonts w:ascii="Times New Roman" w:hAnsi="Times New Roman"/>
        </w:rPr>
        <w:t xml:space="preserve">The behavioral responses of consumers to the independent variables are the dependent variables </w:t>
      </w:r>
      <w:r w:rsidR="00410FC1" w:rsidRPr="00CF34B4">
        <w:rPr>
          <w:rStyle w:val="Helvetica12pt"/>
          <w:rFonts w:ascii="Times New Roman" w:hAnsi="Times New Roman"/>
        </w:rPr>
        <w:t xml:space="preserve">with which </w:t>
      </w:r>
      <w:r w:rsidRPr="00CF34B4">
        <w:rPr>
          <w:rStyle w:val="Helvetica12pt"/>
          <w:rFonts w:ascii="Times New Roman" w:hAnsi="Times New Roman"/>
        </w:rPr>
        <w:t>marketing research is concerned. These include purchases, buying intentions, preferences, and attitudes. Behavioral responses form the basis for the organization</w:t>
      </w:r>
      <w:r w:rsidR="0027727C">
        <w:rPr>
          <w:rStyle w:val="Helvetica12pt"/>
          <w:rFonts w:ascii="Times New Roman" w:hAnsi="Times New Roman"/>
        </w:rPr>
        <w:t>’</w:t>
      </w:r>
      <w:r w:rsidRPr="00CF34B4">
        <w:rPr>
          <w:rStyle w:val="Helvetica12pt"/>
          <w:rFonts w:ascii="Times New Roman" w:hAnsi="Times New Roman"/>
        </w:rPr>
        <w:t>s monetary and non-monetary performance measures. Monetary measures include sales, market share, profit, internal rate of return, and return on investment (ROI). Non-monetary performance measures are the organization</w:t>
      </w:r>
      <w:r w:rsidR="0027727C">
        <w:rPr>
          <w:rStyle w:val="Helvetica12pt"/>
          <w:rFonts w:ascii="Times New Roman" w:hAnsi="Times New Roman"/>
        </w:rPr>
        <w:t>’</w:t>
      </w:r>
      <w:r w:rsidRPr="00CF34B4">
        <w:rPr>
          <w:rStyle w:val="Helvetica12pt"/>
          <w:rFonts w:ascii="Times New Roman" w:hAnsi="Times New Roman"/>
        </w:rPr>
        <w:t xml:space="preserve">s image, attitudes toward the organization, consumer satisfaction, and brand </w:t>
      </w:r>
      <w:r w:rsidR="0027727C">
        <w:rPr>
          <w:rStyle w:val="Helvetica12pt"/>
          <w:rFonts w:ascii="Times New Roman" w:hAnsi="Times New Roman"/>
        </w:rPr>
        <w:t>‘</w:t>
      </w:r>
      <w:r w:rsidRPr="00CF34B4">
        <w:rPr>
          <w:rStyle w:val="Helvetica12pt"/>
          <w:rFonts w:ascii="Times New Roman" w:hAnsi="Times New Roman"/>
        </w:rPr>
        <w:t>equity,</w:t>
      </w:r>
      <w:r w:rsidR="0027727C">
        <w:rPr>
          <w:rStyle w:val="Helvetica12pt"/>
          <w:rFonts w:ascii="Times New Roman" w:hAnsi="Times New Roman"/>
        </w:rPr>
        <w:t>’</w:t>
      </w:r>
      <w:r w:rsidRPr="00CF34B4">
        <w:rPr>
          <w:rStyle w:val="Helvetica12pt"/>
          <w:rFonts w:ascii="Times New Roman" w:hAnsi="Times New Roman"/>
        </w:rPr>
        <w:t xml:space="preserve"> among others.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Connecting Variables</w:t>
      </w:r>
    </w:p>
    <w:p w:rsidR="00710E5A" w:rsidRPr="00F631DC" w:rsidRDefault="00710E5A" w:rsidP="00576706">
      <w:pPr>
        <w:pStyle w:val="custombodytext1"/>
        <w:jc w:val="left"/>
        <w:rPr>
          <w:rStyle w:val="Helvetica12pt"/>
          <w:rFonts w:ascii="Times New Roman" w:hAnsi="Times New Roman"/>
          <w:highlight w:val="magenta"/>
        </w:rPr>
      </w:pPr>
      <w:r w:rsidRPr="00CF34B4">
        <w:rPr>
          <w:rStyle w:val="Helvetica12pt"/>
          <w:rFonts w:ascii="Times New Roman" w:hAnsi="Times New Roman"/>
        </w:rPr>
        <w:t xml:space="preserve">Uncovering and analyzing the relationships between independent and dependent variables in the marketing system is the basis of marketing research and its ability to facilitate </w:t>
      </w:r>
      <w:r w:rsidR="00CF34B4" w:rsidRPr="00CF34B4">
        <w:rPr>
          <w:rStyle w:val="Helvetica12pt"/>
          <w:rFonts w:ascii="Times New Roman" w:hAnsi="Times New Roman"/>
        </w:rPr>
        <w:t xml:space="preserve">better decisions </w:t>
      </w:r>
      <w:r w:rsidRPr="00CF34B4">
        <w:rPr>
          <w:rStyle w:val="Helvetica12pt"/>
          <w:rFonts w:ascii="Times New Roman" w:hAnsi="Times New Roman"/>
        </w:rPr>
        <w:t>among alternative courses of action. This information is combined with managers</w:t>
      </w:r>
      <w:r w:rsidR="0027727C">
        <w:rPr>
          <w:rStyle w:val="Helvetica12pt"/>
          <w:rFonts w:ascii="Times New Roman" w:hAnsi="Times New Roman"/>
        </w:rPr>
        <w:t>’</w:t>
      </w:r>
      <w:r w:rsidRPr="00CF34B4">
        <w:rPr>
          <w:rStyle w:val="Helvetica12pt"/>
          <w:rFonts w:ascii="Times New Roman" w:hAnsi="Times New Roman"/>
        </w:rPr>
        <w:t xml:space="preserve"> experience, judgment and intuition in the decision-making process. The cost of gathering the information must be weighed relative to the level of confidence gained in selecting the optimal course of action in deciding whether it is worthwhile to undertake research.</w:t>
      </w:r>
    </w:p>
    <w:p w:rsidR="00710E5A" w:rsidRDefault="00710E5A" w:rsidP="00576706">
      <w:pPr>
        <w:pStyle w:val="custombodytext1"/>
        <w:jc w:val="left"/>
        <w:rPr>
          <w:rStyle w:val="Helvetica12pt"/>
          <w:rFonts w:ascii="Times New Roman" w:hAnsi="Times New Roman"/>
          <w:highlight w:val="magenta"/>
        </w:rPr>
      </w:pPr>
    </w:p>
    <w:p w:rsidR="00BE51F4" w:rsidRPr="00F631DC" w:rsidRDefault="00BE51F4" w:rsidP="00576706">
      <w:pPr>
        <w:pStyle w:val="custombodytext1"/>
        <w:jc w:val="left"/>
        <w:rPr>
          <w:rStyle w:val="Helvetica12pt"/>
          <w:rFonts w:ascii="Times New Roman" w:hAnsi="Times New Roman"/>
          <w:highlight w:val="magenta"/>
        </w:rPr>
      </w:pPr>
    </w:p>
    <w:p w:rsidR="00710E5A" w:rsidRPr="00CB092A" w:rsidRDefault="00710E5A" w:rsidP="00CB092A">
      <w:pPr>
        <w:pStyle w:val="custombodytext1"/>
        <w:tabs>
          <w:tab w:val="right" w:pos="9360"/>
        </w:tabs>
        <w:jc w:val="left"/>
        <w:rPr>
          <w:rStyle w:val="Helvetica12pt"/>
          <w:rFonts w:ascii="Times New Roman" w:hAnsi="Times New Roman"/>
          <w:b/>
        </w:rPr>
      </w:pPr>
      <w:r w:rsidRPr="00CB092A">
        <w:rPr>
          <w:rStyle w:val="Helvetica12pt"/>
          <w:rFonts w:ascii="Times New Roman" w:hAnsi="Times New Roman"/>
          <w:b/>
        </w:rPr>
        <w:t>Marketing Management Decisions</w:t>
      </w:r>
      <w:r w:rsidR="00CB092A" w:rsidRPr="00CB092A">
        <w:rPr>
          <w:rStyle w:val="Helvetica12pt"/>
          <w:rFonts w:ascii="Times New Roman" w:hAnsi="Times New Roman"/>
        </w:rPr>
        <w:tab/>
      </w:r>
      <w:r w:rsidR="00F44C0D">
        <w:rPr>
          <w:rStyle w:val="Helvetica12pt"/>
          <w:rFonts w:ascii="Times New Roman" w:hAnsi="Times New Roman"/>
        </w:rPr>
        <w:t>pg 10</w:t>
      </w:r>
    </w:p>
    <w:p w:rsidR="0022317A" w:rsidRDefault="0022317A" w:rsidP="00576706">
      <w:pPr>
        <w:pStyle w:val="custombodytext1"/>
        <w:jc w:val="left"/>
        <w:rPr>
          <w:rStyle w:val="Helvetica12pt"/>
          <w:rFonts w:ascii="Times New Roman" w:hAnsi="Times New Roman"/>
        </w:rPr>
      </w:pPr>
    </w:p>
    <w:p w:rsidR="00710E5A" w:rsidRPr="00F631DC" w:rsidRDefault="00710E5A" w:rsidP="00576706">
      <w:pPr>
        <w:pStyle w:val="custombodytext1"/>
        <w:jc w:val="left"/>
        <w:rPr>
          <w:rStyle w:val="Helvetica12pt"/>
          <w:rFonts w:ascii="Times New Roman" w:hAnsi="Times New Roman"/>
          <w:highlight w:val="magenta"/>
        </w:rPr>
      </w:pPr>
      <w:r w:rsidRPr="000A7B2E">
        <w:rPr>
          <w:rStyle w:val="Helvetica12pt"/>
          <w:rFonts w:ascii="Times New Roman" w:hAnsi="Times New Roman"/>
        </w:rPr>
        <w:t>An organization</w:t>
      </w:r>
      <w:r w:rsidR="0027727C">
        <w:rPr>
          <w:rStyle w:val="Helvetica12pt"/>
          <w:rFonts w:ascii="Times New Roman" w:hAnsi="Times New Roman"/>
        </w:rPr>
        <w:t>’</w:t>
      </w:r>
      <w:r w:rsidRPr="000A7B2E">
        <w:rPr>
          <w:rStyle w:val="Helvetica12pt"/>
          <w:rFonts w:ascii="Times New Roman" w:hAnsi="Times New Roman"/>
        </w:rPr>
        <w:t xml:space="preserve">s well-being is dependent on the wisdom of the decisions made by its managers. The vast majority of decisions made by managers involve recurring situations which are familiar to the management, involve little uncertainty and have a low potential for surprise. Managers rely heavily, if not exclusively, on their experience and judgment in making such decisions. </w:t>
      </w:r>
      <w:r w:rsidRPr="000A7B2E">
        <w:rPr>
          <w:rStyle w:val="Helvetica12pt"/>
          <w:rFonts w:ascii="Times New Roman" w:hAnsi="Times New Roman"/>
        </w:rPr>
        <w:lastRenderedPageBreak/>
        <w:t>Unfamiliar decisions that do not fit the manager</w:t>
      </w:r>
      <w:r w:rsidR="0027727C">
        <w:rPr>
          <w:rStyle w:val="Helvetica12pt"/>
          <w:rFonts w:ascii="Times New Roman" w:hAnsi="Times New Roman"/>
        </w:rPr>
        <w:t>’</w:t>
      </w:r>
      <w:r w:rsidRPr="000A7B2E">
        <w:rPr>
          <w:rStyle w:val="Helvetica12pt"/>
          <w:rFonts w:ascii="Times New Roman" w:hAnsi="Times New Roman"/>
        </w:rPr>
        <w:t xml:space="preserve">s usual </w:t>
      </w:r>
      <w:proofErr w:type="gramStart"/>
      <w:r w:rsidRPr="000A7B2E">
        <w:rPr>
          <w:rStyle w:val="Helvetica12pt"/>
          <w:rFonts w:ascii="Times New Roman" w:hAnsi="Times New Roman"/>
        </w:rPr>
        <w:t>givens,</w:t>
      </w:r>
      <w:proofErr w:type="gramEnd"/>
      <w:r w:rsidRPr="000A7B2E">
        <w:rPr>
          <w:rStyle w:val="Helvetica12pt"/>
          <w:rFonts w:ascii="Times New Roman" w:hAnsi="Times New Roman"/>
        </w:rPr>
        <w:t xml:space="preserve"> are more often aided by a more formal approach called the decision-making process.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Steps of the Decision-Making Process</w:t>
      </w:r>
    </w:p>
    <w:p w:rsidR="00710E5A" w:rsidRPr="00A957AD" w:rsidRDefault="00710E5A" w:rsidP="00576706">
      <w:pPr>
        <w:pStyle w:val="custombodytext1"/>
        <w:jc w:val="left"/>
        <w:rPr>
          <w:rStyle w:val="Helvetica12pt"/>
          <w:rFonts w:ascii="Times New Roman" w:hAnsi="Times New Roman"/>
        </w:rPr>
      </w:pPr>
      <w:r w:rsidRPr="00A957AD">
        <w:rPr>
          <w:rStyle w:val="Helvetica12pt"/>
          <w:rFonts w:ascii="Times New Roman" w:hAnsi="Times New Roman"/>
        </w:rPr>
        <w:t>The decision-making process may be conceived as a series of steps:</w:t>
      </w:r>
    </w:p>
    <w:p w:rsidR="00710E5A" w:rsidRPr="00A957AD"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R</w:t>
      </w:r>
      <w:r w:rsidR="00710E5A" w:rsidRPr="00A957AD">
        <w:rPr>
          <w:rStyle w:val="Helvetica12pt"/>
          <w:rFonts w:ascii="Times New Roman" w:hAnsi="Times New Roman"/>
        </w:rPr>
        <w:t>ecognizing a unique marketing problem or opportunity, often through performance monitoring. (Instructor may wish to ask students for examples of problems or opportunities.) Problems and opportunities are not opposites, but may be two faces of the same situation.</w:t>
      </w:r>
    </w:p>
    <w:p w:rsidR="00710E5A" w:rsidRPr="00A957AD"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C</w:t>
      </w:r>
      <w:r w:rsidR="00710E5A" w:rsidRPr="00A957AD">
        <w:rPr>
          <w:rStyle w:val="Helvetica12pt"/>
          <w:rFonts w:ascii="Times New Roman" w:hAnsi="Times New Roman"/>
        </w:rPr>
        <w:t>larifying the decision. The manager needs to define and clarify the main issues and causal factors operating in the decision situation.</w:t>
      </w:r>
    </w:p>
    <w:p w:rsidR="00710E5A" w:rsidRPr="00A957AD"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I</w:t>
      </w:r>
      <w:r w:rsidR="00710E5A" w:rsidRPr="00A957AD">
        <w:rPr>
          <w:rStyle w:val="Helvetica12pt"/>
          <w:rFonts w:ascii="Times New Roman" w:hAnsi="Times New Roman"/>
        </w:rPr>
        <w:t xml:space="preserve">dentifying alternative courses of action. In marketing, a course of action means a specific combination of marketing mix variables. </w:t>
      </w:r>
    </w:p>
    <w:p w:rsidR="00710E5A" w:rsidRPr="00A957AD"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E</w:t>
      </w:r>
      <w:r w:rsidR="00710E5A" w:rsidRPr="00A957AD">
        <w:rPr>
          <w:rStyle w:val="Helvetica12pt"/>
          <w:rFonts w:ascii="Times New Roman" w:hAnsi="Times New Roman"/>
        </w:rPr>
        <w:t xml:space="preserve">valuating alternatives. </w:t>
      </w:r>
    </w:p>
    <w:p w:rsidR="00710E5A" w:rsidRPr="00A957AD"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S</w:t>
      </w:r>
      <w:r w:rsidR="00710E5A" w:rsidRPr="00A957AD">
        <w:rPr>
          <w:rStyle w:val="Helvetica12pt"/>
          <w:rFonts w:ascii="Times New Roman" w:hAnsi="Times New Roman"/>
        </w:rPr>
        <w:t xml:space="preserve">electing a course of action. Formal marketing </w:t>
      </w:r>
      <w:proofErr w:type="gramStart"/>
      <w:r w:rsidR="00710E5A" w:rsidRPr="00A957AD">
        <w:rPr>
          <w:rStyle w:val="Helvetica12pt"/>
          <w:rFonts w:ascii="Times New Roman" w:hAnsi="Times New Roman"/>
        </w:rPr>
        <w:t>research</w:t>
      </w:r>
      <w:proofErr w:type="gramEnd"/>
      <w:r w:rsidR="00710E5A" w:rsidRPr="00A957AD">
        <w:rPr>
          <w:rStyle w:val="Helvetica12pt"/>
          <w:rFonts w:ascii="Times New Roman" w:hAnsi="Times New Roman"/>
        </w:rPr>
        <w:t xml:space="preserve"> techniques help quantify the risk relative to the expected return in a manner consistent with a firm</w:t>
      </w:r>
      <w:r w:rsidR="0027727C">
        <w:rPr>
          <w:rStyle w:val="Helvetica12pt"/>
          <w:rFonts w:ascii="Times New Roman" w:hAnsi="Times New Roman"/>
        </w:rPr>
        <w:t>’</w:t>
      </w:r>
      <w:r w:rsidR="00710E5A" w:rsidRPr="00A957AD">
        <w:rPr>
          <w:rStyle w:val="Helvetica12pt"/>
          <w:rFonts w:ascii="Times New Roman" w:hAnsi="Times New Roman"/>
        </w:rPr>
        <w:t>s stated objectives.</w:t>
      </w:r>
    </w:p>
    <w:p w:rsidR="00710E5A" w:rsidRPr="00071AAB" w:rsidRDefault="00667E1C" w:rsidP="00A957AD">
      <w:pPr>
        <w:pStyle w:val="custombodytext1"/>
        <w:numPr>
          <w:ilvl w:val="0"/>
          <w:numId w:val="37"/>
        </w:numPr>
        <w:jc w:val="left"/>
        <w:rPr>
          <w:rStyle w:val="Helvetica12pt"/>
          <w:rFonts w:ascii="Times New Roman" w:hAnsi="Times New Roman"/>
        </w:rPr>
      </w:pPr>
      <w:r>
        <w:rPr>
          <w:rStyle w:val="Helvetica12pt"/>
          <w:rFonts w:ascii="Times New Roman" w:hAnsi="Times New Roman"/>
        </w:rPr>
        <w:t>I</w:t>
      </w:r>
      <w:r w:rsidR="00710E5A" w:rsidRPr="00A957AD">
        <w:rPr>
          <w:rStyle w:val="Helvetica12pt"/>
          <w:rFonts w:ascii="Times New Roman" w:hAnsi="Times New Roman"/>
        </w:rPr>
        <w:t xml:space="preserve">mplementing the selected course of action and monitoring its effects.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The Marketing Management Process</w:t>
      </w:r>
    </w:p>
    <w:p w:rsidR="00710E5A" w:rsidRPr="00F631DC" w:rsidRDefault="00710E5A" w:rsidP="00576706">
      <w:pPr>
        <w:pStyle w:val="custombodytext1"/>
        <w:jc w:val="left"/>
        <w:rPr>
          <w:rStyle w:val="Helvetica12pt"/>
          <w:rFonts w:ascii="Times New Roman" w:hAnsi="Times New Roman"/>
          <w:highlight w:val="magenta"/>
        </w:rPr>
      </w:pPr>
      <w:r w:rsidRPr="009B0273">
        <w:rPr>
          <w:rStyle w:val="Helvetica12pt"/>
          <w:rFonts w:ascii="Times New Roman" w:hAnsi="Times New Roman"/>
        </w:rPr>
        <w:t>The informational feedback between the marketing system and the decision making process is called the marketing management process. Managers aim to influence the performance measure in a predictable manner, using both by their past experience and information gathered through marketing research.</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Information Needs</w:t>
      </w:r>
    </w:p>
    <w:p w:rsidR="00710E5A" w:rsidRPr="00F631DC" w:rsidRDefault="00710E5A" w:rsidP="00576706">
      <w:pPr>
        <w:pStyle w:val="custombodytext1"/>
        <w:jc w:val="left"/>
        <w:rPr>
          <w:rStyle w:val="Helvetica12pt"/>
          <w:rFonts w:ascii="Times New Roman" w:hAnsi="Times New Roman"/>
          <w:highlight w:val="magenta"/>
        </w:rPr>
      </w:pPr>
      <w:r w:rsidRPr="009B0273">
        <w:rPr>
          <w:rStyle w:val="Helvetica12pt"/>
          <w:rFonts w:ascii="Times New Roman" w:hAnsi="Times New Roman"/>
        </w:rPr>
        <w:t>Information needs for improved decision-making include information on situational variables, marketing mix variables, and performance measures.</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Good Planning through Marketing Research</w:t>
      </w:r>
    </w:p>
    <w:p w:rsidR="00710E5A" w:rsidRPr="00F631DC" w:rsidRDefault="00710E5A" w:rsidP="00576706">
      <w:pPr>
        <w:pStyle w:val="custombodytext1"/>
        <w:jc w:val="left"/>
        <w:rPr>
          <w:rStyle w:val="Helvetica12pt"/>
          <w:rFonts w:ascii="Times New Roman" w:hAnsi="Times New Roman"/>
          <w:highlight w:val="magenta"/>
        </w:rPr>
      </w:pPr>
      <w:r w:rsidRPr="00B71733">
        <w:rPr>
          <w:rStyle w:val="Helvetica12pt"/>
          <w:rFonts w:ascii="Times New Roman" w:hAnsi="Times New Roman"/>
        </w:rPr>
        <w:t xml:space="preserve">A systematic approach to researching the information needs of marketing management facilitates good organizational planning in developing objectives, allocating marketing resources, and auditing performance. Managers design programs of controllable marketing mix variables that will accomplish the desired level of performance measures. </w:t>
      </w:r>
    </w:p>
    <w:p w:rsidR="00710E5A" w:rsidRDefault="00710E5A" w:rsidP="00576706">
      <w:pPr>
        <w:pStyle w:val="custombodytext1"/>
        <w:jc w:val="left"/>
        <w:rPr>
          <w:rStyle w:val="Helvetica12pt"/>
          <w:rFonts w:ascii="Times New Roman" w:hAnsi="Times New Roman"/>
          <w:highlight w:val="magenta"/>
        </w:rPr>
      </w:pPr>
    </w:p>
    <w:p w:rsidR="00BE51F4" w:rsidRPr="00F631DC" w:rsidRDefault="00BE51F4" w:rsidP="00576706">
      <w:pPr>
        <w:pStyle w:val="custombodytext1"/>
        <w:jc w:val="left"/>
        <w:rPr>
          <w:rStyle w:val="Helvetica12pt"/>
          <w:rFonts w:ascii="Times New Roman" w:hAnsi="Times New Roman"/>
          <w:highlight w:val="magenta"/>
        </w:rPr>
      </w:pPr>
    </w:p>
    <w:p w:rsidR="00710E5A" w:rsidRPr="00CB092A" w:rsidRDefault="00710E5A" w:rsidP="00CB092A">
      <w:pPr>
        <w:pStyle w:val="custombodytext1"/>
        <w:tabs>
          <w:tab w:val="right" w:pos="9360"/>
        </w:tabs>
        <w:jc w:val="left"/>
        <w:rPr>
          <w:rStyle w:val="Helvetica12pt"/>
          <w:rFonts w:ascii="Times New Roman" w:hAnsi="Times New Roman"/>
          <w:b/>
        </w:rPr>
      </w:pPr>
      <w:r w:rsidRPr="00CB092A">
        <w:rPr>
          <w:rStyle w:val="Helvetica12pt"/>
          <w:rFonts w:ascii="Times New Roman" w:hAnsi="Times New Roman"/>
          <w:b/>
        </w:rPr>
        <w:t>The Marketing Research Industry</w:t>
      </w:r>
      <w:r w:rsidR="00CB092A" w:rsidRPr="00CA6427">
        <w:rPr>
          <w:rStyle w:val="Helvetica12pt"/>
          <w:rFonts w:ascii="Times New Roman" w:hAnsi="Times New Roman"/>
        </w:rPr>
        <w:tab/>
        <w:t>pg 14</w:t>
      </w:r>
    </w:p>
    <w:p w:rsidR="00710E5A" w:rsidRPr="00F631DC" w:rsidRDefault="00710E5A" w:rsidP="00576706">
      <w:pPr>
        <w:pStyle w:val="custombodytext1"/>
        <w:jc w:val="left"/>
        <w:rPr>
          <w:rStyle w:val="Helvetica12pt"/>
          <w:rFonts w:ascii="Times New Roman" w:hAnsi="Times New Roman"/>
          <w:highlight w:val="magenta"/>
        </w:rPr>
      </w:pPr>
    </w:p>
    <w:p w:rsidR="00710E5A" w:rsidRPr="00F631DC" w:rsidRDefault="00710E5A" w:rsidP="00576706">
      <w:pPr>
        <w:pStyle w:val="custombodytext1"/>
        <w:jc w:val="left"/>
        <w:rPr>
          <w:rStyle w:val="Helvetica12pt"/>
          <w:rFonts w:ascii="Times New Roman" w:hAnsi="Times New Roman"/>
          <w:highlight w:val="magenta"/>
        </w:rPr>
      </w:pPr>
      <w:r w:rsidRPr="00B63131">
        <w:rPr>
          <w:rStyle w:val="Helvetica12pt"/>
          <w:rFonts w:ascii="Times New Roman" w:hAnsi="Times New Roman"/>
        </w:rPr>
        <w:t xml:space="preserve">Since the 1930s, </w:t>
      </w:r>
      <w:r w:rsidR="00B63131">
        <w:rPr>
          <w:rStyle w:val="Helvetica12pt"/>
          <w:rFonts w:ascii="Times New Roman" w:hAnsi="Times New Roman"/>
        </w:rPr>
        <w:t>marketing</w:t>
      </w:r>
      <w:r w:rsidR="00B63131" w:rsidRPr="00B63131">
        <w:rPr>
          <w:rStyle w:val="Helvetica12pt"/>
          <w:rFonts w:ascii="Times New Roman" w:hAnsi="Times New Roman"/>
        </w:rPr>
        <w:t xml:space="preserve"> has </w:t>
      </w:r>
      <w:r w:rsidRPr="00B63131">
        <w:rPr>
          <w:rStyle w:val="Helvetica12pt"/>
          <w:rFonts w:ascii="Times New Roman" w:hAnsi="Times New Roman"/>
        </w:rPr>
        <w:t>shifted from production-oriented focus to a focus</w:t>
      </w:r>
      <w:r w:rsidR="00B63131" w:rsidRPr="00B63131">
        <w:rPr>
          <w:rStyle w:val="Helvetica12pt"/>
          <w:rFonts w:ascii="Times New Roman" w:hAnsi="Times New Roman"/>
        </w:rPr>
        <w:t xml:space="preserve"> on consumer needs and desires.</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highlight w:val="magenta"/>
        </w:rPr>
      </w:pPr>
      <w:r w:rsidRPr="007B4496">
        <w:rPr>
          <w:rStyle w:val="Helvetica12pt"/>
          <w:rFonts w:ascii="Times New Roman" w:hAnsi="Times New Roman"/>
          <w:b/>
        </w:rPr>
        <w:t>The History of Marketing Research</w:t>
      </w:r>
    </w:p>
    <w:p w:rsidR="00710E5A" w:rsidRPr="008D5EF7" w:rsidRDefault="00710E5A" w:rsidP="00576706">
      <w:pPr>
        <w:pStyle w:val="custombodytext1"/>
        <w:jc w:val="left"/>
        <w:rPr>
          <w:rStyle w:val="Helvetica12pt"/>
          <w:rFonts w:ascii="Times New Roman" w:hAnsi="Times New Roman"/>
        </w:rPr>
      </w:pPr>
      <w:r w:rsidRPr="008D5EF7">
        <w:rPr>
          <w:rStyle w:val="Helvetica12pt"/>
          <w:rFonts w:ascii="Times New Roman" w:hAnsi="Times New Roman"/>
        </w:rPr>
        <w:t xml:space="preserve">The formal beginning of marketing research was the establishment of a research firm, The Business Bourse, in 1911. In 1919, </w:t>
      </w:r>
      <w:r w:rsidRPr="008D5EF7">
        <w:rPr>
          <w:rStyle w:val="Helvetica12pt"/>
          <w:rFonts w:ascii="Times New Roman" w:hAnsi="Times New Roman"/>
          <w:i/>
        </w:rPr>
        <w:t xml:space="preserve">Commercial Research: </w:t>
      </w:r>
      <w:proofErr w:type="gramStart"/>
      <w:r w:rsidRPr="008D5EF7">
        <w:rPr>
          <w:rStyle w:val="Helvetica12pt"/>
          <w:rFonts w:ascii="Times New Roman" w:hAnsi="Times New Roman"/>
          <w:i/>
        </w:rPr>
        <w:t>An</w:t>
      </w:r>
      <w:proofErr w:type="gramEnd"/>
      <w:r w:rsidRPr="008D5EF7">
        <w:rPr>
          <w:rStyle w:val="Helvetica12pt"/>
          <w:rFonts w:ascii="Times New Roman" w:hAnsi="Times New Roman"/>
          <w:i/>
        </w:rPr>
        <w:t xml:space="preserve"> Outline of Working Principle</w:t>
      </w:r>
      <w:r w:rsidRPr="008D5EF7">
        <w:rPr>
          <w:rStyle w:val="Helvetica12pt"/>
          <w:rFonts w:ascii="Times New Roman" w:hAnsi="Times New Roman"/>
        </w:rPr>
        <w:t xml:space="preserve"> was the first major book published on the topic of marketing research. In the late 1930</w:t>
      </w:r>
      <w:r w:rsidR="0027727C">
        <w:rPr>
          <w:rStyle w:val="Helvetica12pt"/>
          <w:rFonts w:ascii="Times New Roman" w:hAnsi="Times New Roman"/>
        </w:rPr>
        <w:t>’</w:t>
      </w:r>
      <w:r w:rsidRPr="008D5EF7">
        <w:rPr>
          <w:rStyle w:val="Helvetica12pt"/>
          <w:rFonts w:ascii="Times New Roman" w:hAnsi="Times New Roman"/>
        </w:rPr>
        <w:t>s and 1940</w:t>
      </w:r>
      <w:r w:rsidR="0027727C">
        <w:rPr>
          <w:rStyle w:val="Helvetica12pt"/>
          <w:rFonts w:ascii="Times New Roman" w:hAnsi="Times New Roman"/>
        </w:rPr>
        <w:t>’</w:t>
      </w:r>
      <w:r w:rsidRPr="008D5EF7">
        <w:rPr>
          <w:rStyle w:val="Helvetica12pt"/>
          <w:rFonts w:ascii="Times New Roman" w:hAnsi="Times New Roman"/>
        </w:rPr>
        <w:t xml:space="preserve">s, textbooks and courses in marketing research became available on college campuses. Following </w:t>
      </w:r>
      <w:r w:rsidRPr="008D5EF7">
        <w:rPr>
          <w:rStyle w:val="Helvetica12pt"/>
          <w:rFonts w:ascii="Times New Roman" w:hAnsi="Times New Roman"/>
        </w:rPr>
        <w:lastRenderedPageBreak/>
        <w:t>World War II, the growth of marketing research activity dramatically increased with the growing acceptance of the marketing concept.</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Methodological Development</w:t>
      </w:r>
    </w:p>
    <w:p w:rsidR="00710E5A" w:rsidRPr="00F631DC" w:rsidRDefault="00710E5A" w:rsidP="00576706">
      <w:pPr>
        <w:pStyle w:val="custombodytext1"/>
        <w:jc w:val="left"/>
        <w:rPr>
          <w:rStyle w:val="Helvetica12pt"/>
          <w:rFonts w:ascii="Times New Roman" w:hAnsi="Times New Roman"/>
          <w:highlight w:val="magenta"/>
        </w:rPr>
      </w:pPr>
      <w:r w:rsidRPr="007E0D7B">
        <w:rPr>
          <w:rStyle w:val="Helvetica12pt"/>
          <w:rFonts w:ascii="Times New Roman" w:hAnsi="Times New Roman"/>
        </w:rPr>
        <w:t xml:space="preserve">From 1910 to 1920, questionnaires and surveys became popular modes of data collection. With the growth of survey research </w:t>
      </w:r>
      <w:proofErr w:type="gramStart"/>
      <w:r w:rsidRPr="007E0D7B">
        <w:rPr>
          <w:rStyle w:val="Helvetica12pt"/>
          <w:rFonts w:ascii="Times New Roman" w:hAnsi="Times New Roman"/>
        </w:rPr>
        <w:t>came</w:t>
      </w:r>
      <w:proofErr w:type="gramEnd"/>
      <w:r w:rsidRPr="007E0D7B">
        <w:rPr>
          <w:rStyle w:val="Helvetica12pt"/>
          <w:rFonts w:ascii="Times New Roman" w:hAnsi="Times New Roman"/>
        </w:rPr>
        <w:t xml:space="preserve"> improvements in questionnaire design and question construction, along with an awareness of biases resulting from the questioning and the interviewing process. During the 1930s, sampling became a serious methodological issue, and modern probability sampling approaches slowly gained acceptance. The commercialization of the computer rapidly increased the pace of methodological innovation, especially in the area of quantitative marketing research. Checkout scanners in supermarkets, computer-assisted telephone interviewing, data analysis by personal computer, and the advent of web surveys, email, and ecommerce have greatly impacted the marketing research profession.</w:t>
      </w:r>
    </w:p>
    <w:p w:rsidR="00710E5A" w:rsidRDefault="00710E5A" w:rsidP="00576706">
      <w:pPr>
        <w:pStyle w:val="custombodytext1"/>
        <w:jc w:val="left"/>
        <w:rPr>
          <w:rStyle w:val="Helvetica12pt"/>
          <w:rFonts w:ascii="Times New Roman" w:hAnsi="Times New Roman"/>
          <w:highlight w:val="magenta"/>
        </w:rPr>
      </w:pPr>
    </w:p>
    <w:p w:rsidR="00CB092A" w:rsidRPr="0022317A" w:rsidRDefault="007B4496" w:rsidP="00CB092A">
      <w:pPr>
        <w:pStyle w:val="custombodytext1"/>
        <w:jc w:val="left"/>
        <w:rPr>
          <w:rStyle w:val="Helvetica12pt"/>
          <w:rFonts w:ascii="Times New Roman" w:hAnsi="Times New Roman"/>
          <w:b/>
        </w:rPr>
      </w:pPr>
      <w:r w:rsidRPr="007B4496">
        <w:rPr>
          <w:rStyle w:val="Helvetica12pt"/>
          <w:rFonts w:ascii="Times New Roman" w:hAnsi="Times New Roman"/>
          <w:b/>
        </w:rPr>
        <w:t>The Marketing Research System</w:t>
      </w:r>
    </w:p>
    <w:p w:rsidR="00CB092A" w:rsidRDefault="00CB092A" w:rsidP="00CB092A">
      <w:pPr>
        <w:pStyle w:val="custombodytext1"/>
        <w:jc w:val="left"/>
        <w:rPr>
          <w:rStyle w:val="Helvetica12pt"/>
          <w:rFonts w:ascii="Times New Roman" w:hAnsi="Times New Roman"/>
          <w:highlight w:val="blue"/>
        </w:rPr>
      </w:pPr>
      <w:r w:rsidRPr="00911CCA">
        <w:rPr>
          <w:rStyle w:val="Helvetica12pt"/>
          <w:rFonts w:ascii="Times New Roman" w:hAnsi="Times New Roman"/>
        </w:rPr>
        <w:t>The marketing research system is a view of research as having a deeply involved role in the marketing management process, beyond ad hoc research for particular situations. This includes the active participation of research in the decision-making process. The marketing research system often includes intelligence systems, such as marketing information systems (MIS) or decision support systems (DSS</w:t>
      </w:r>
      <w:proofErr w:type="gramStart"/>
      <w:r w:rsidRPr="00911CCA">
        <w:rPr>
          <w:rStyle w:val="Helvetica12pt"/>
          <w:rFonts w:ascii="Times New Roman" w:hAnsi="Times New Roman"/>
        </w:rPr>
        <w:t>), that</w:t>
      </w:r>
      <w:proofErr w:type="gramEnd"/>
      <w:r w:rsidRPr="00911CCA">
        <w:rPr>
          <w:rStyle w:val="Helvetica12pt"/>
          <w:rFonts w:ascii="Times New Roman" w:hAnsi="Times New Roman"/>
        </w:rPr>
        <w:t xml:space="preserve"> involve the modeling of recurring information based on ongoing data collection.</w:t>
      </w:r>
    </w:p>
    <w:p w:rsidR="00CB092A" w:rsidRPr="00F631DC" w:rsidRDefault="00CB092A" w:rsidP="00CB092A">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Marketing Research Institutions</w:t>
      </w:r>
    </w:p>
    <w:p w:rsidR="00710E5A" w:rsidRPr="00F631DC" w:rsidRDefault="00710E5A" w:rsidP="00576706">
      <w:pPr>
        <w:pStyle w:val="custombodytext1"/>
        <w:jc w:val="left"/>
        <w:rPr>
          <w:rStyle w:val="Helvetica12pt"/>
          <w:rFonts w:ascii="Times New Roman" w:hAnsi="Times New Roman"/>
          <w:highlight w:val="magenta"/>
        </w:rPr>
      </w:pPr>
      <w:r w:rsidRPr="00256C72">
        <w:rPr>
          <w:rStyle w:val="Helvetica12pt"/>
          <w:rFonts w:ascii="Times New Roman" w:hAnsi="Times New Roman"/>
        </w:rPr>
        <w:t xml:space="preserve">The main types of marketing research institutions are organizations which use marketing research (e.g., manufacturers, wholesalers, retailers, service organizations, trade associations, and government agencies), those which do marketing research for the use of other organizations (e.g. research firms for ad hoc studies, syndicated data sources, universities, and research institutes), and those organizations which fill both roles, undertaking research studies for their own planning purposes as well as doing research on behalf of clients (e.g., advertising agencies and advertising media).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Consumer versus Industrial Research</w:t>
      </w:r>
    </w:p>
    <w:p w:rsidR="00415697" w:rsidRPr="00415697" w:rsidRDefault="00710E5A" w:rsidP="00576706">
      <w:pPr>
        <w:pStyle w:val="custombodytext1"/>
        <w:jc w:val="left"/>
        <w:rPr>
          <w:rStyle w:val="Helvetica12pt"/>
          <w:rFonts w:ascii="Times New Roman" w:hAnsi="Times New Roman"/>
        </w:rPr>
      </w:pPr>
      <w:r w:rsidRPr="00415697">
        <w:rPr>
          <w:rStyle w:val="Helvetica12pt"/>
          <w:rFonts w:ascii="Times New Roman" w:hAnsi="Times New Roman"/>
        </w:rPr>
        <w:t>Consumer and industrial research differ in</w:t>
      </w:r>
      <w:r w:rsidR="00415697" w:rsidRPr="00415697">
        <w:rPr>
          <w:rStyle w:val="Helvetica12pt"/>
          <w:rFonts w:ascii="Times New Roman" w:hAnsi="Times New Roman"/>
        </w:rPr>
        <w:t>:</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scope (consumer deals with large populations, industrial with small ones)</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respondent accessibility and cooperation (consumers are easier to access and increasingly uncooperative)</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sample size (industrial uses much smaller samples)</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respondent definition (more difficult in industrial)</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 xml:space="preserve">interviewers (more difficult to train for industrial) </w:t>
      </w:r>
    </w:p>
    <w:p w:rsidR="00415697" w:rsidRPr="00415697" w:rsidRDefault="00710E5A" w:rsidP="00415697">
      <w:pPr>
        <w:pStyle w:val="custombodytext1"/>
        <w:numPr>
          <w:ilvl w:val="0"/>
          <w:numId w:val="38"/>
        </w:numPr>
        <w:jc w:val="left"/>
        <w:rPr>
          <w:rStyle w:val="Helvetica12pt"/>
          <w:rFonts w:ascii="Times New Roman" w:hAnsi="Times New Roman"/>
        </w:rPr>
      </w:pPr>
      <w:r w:rsidRPr="00415697">
        <w:rPr>
          <w:rStyle w:val="Helvetica12pt"/>
          <w:rFonts w:ascii="Times New Roman" w:hAnsi="Times New Roman"/>
        </w:rPr>
        <w:t xml:space="preserve">cost (higher cost per interview for industrial) </w:t>
      </w:r>
    </w:p>
    <w:p w:rsidR="00710E5A" w:rsidRPr="00F631DC" w:rsidRDefault="00710E5A" w:rsidP="00415697">
      <w:pPr>
        <w:pStyle w:val="custombodytext1"/>
        <w:jc w:val="left"/>
        <w:rPr>
          <w:rStyle w:val="Helvetica12pt"/>
          <w:rFonts w:ascii="Times New Roman" w:hAnsi="Times New Roman"/>
          <w:highlight w:val="magenta"/>
        </w:rPr>
      </w:pPr>
      <w:r w:rsidRPr="00415697">
        <w:rPr>
          <w:rStyle w:val="Helvetica12pt"/>
          <w:rFonts w:ascii="Times New Roman" w:hAnsi="Times New Roman"/>
        </w:rPr>
        <w:t>In terms of research methodology, however, the</w:t>
      </w:r>
      <w:r w:rsidR="00415697" w:rsidRPr="00415697">
        <w:rPr>
          <w:rStyle w:val="Helvetica12pt"/>
          <w:rFonts w:ascii="Times New Roman" w:hAnsi="Times New Roman"/>
        </w:rPr>
        <w:t xml:space="preserve"> research fields</w:t>
      </w:r>
      <w:r w:rsidRPr="00415697">
        <w:rPr>
          <w:rStyle w:val="Helvetica12pt"/>
          <w:rFonts w:ascii="Times New Roman" w:hAnsi="Times New Roman"/>
        </w:rPr>
        <w:t xml:space="preserve"> very similar.</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Organizational Structures</w:t>
      </w:r>
    </w:p>
    <w:p w:rsidR="00710E5A" w:rsidRPr="00F631DC" w:rsidRDefault="00710E5A" w:rsidP="00576706">
      <w:pPr>
        <w:pStyle w:val="custombodytext1"/>
        <w:jc w:val="left"/>
        <w:rPr>
          <w:rStyle w:val="Helvetica12pt"/>
          <w:rFonts w:ascii="Times New Roman" w:hAnsi="Times New Roman"/>
          <w:highlight w:val="magenta"/>
        </w:rPr>
      </w:pPr>
      <w:r w:rsidRPr="009009FF">
        <w:rPr>
          <w:rStyle w:val="Helvetica12pt"/>
          <w:rFonts w:ascii="Times New Roman" w:hAnsi="Times New Roman"/>
        </w:rPr>
        <w:t>The primary types of organizational structure are centralized organizations, where a single corporate research department performs all research, and decentralized organizations, where company divisions have their own research departments</w:t>
      </w:r>
      <w:r w:rsidR="009009FF" w:rsidRPr="009009FF">
        <w:rPr>
          <w:rStyle w:val="Helvetica12pt"/>
          <w:rFonts w:ascii="Times New Roman" w:hAnsi="Times New Roman"/>
        </w:rPr>
        <w:t xml:space="preserve">. </w:t>
      </w:r>
      <w:r w:rsidRPr="009009FF">
        <w:rPr>
          <w:rStyle w:val="Helvetica12pt"/>
          <w:rFonts w:ascii="Times New Roman" w:hAnsi="Times New Roman"/>
        </w:rPr>
        <w:t xml:space="preserve">The primary advantages of centralized </w:t>
      </w:r>
      <w:r w:rsidRPr="009009FF">
        <w:rPr>
          <w:rStyle w:val="Helvetica12pt"/>
          <w:rFonts w:ascii="Times New Roman" w:hAnsi="Times New Roman"/>
        </w:rPr>
        <w:lastRenderedPageBreak/>
        <w:t>organizations are better coordination and control of the research activity and more economical and flexible use of facilities and personnel. The main advantages of decentralized organizations involve more direct and specific interaction with the topic under study, more specialization to the division</w:t>
      </w:r>
      <w:r w:rsidR="0027727C">
        <w:rPr>
          <w:rStyle w:val="Helvetica12pt"/>
          <w:rFonts w:ascii="Times New Roman" w:hAnsi="Times New Roman"/>
        </w:rPr>
        <w:t>’</w:t>
      </w:r>
      <w:r w:rsidRPr="009009FF">
        <w:rPr>
          <w:rStyle w:val="Helvetica12pt"/>
          <w:rFonts w:ascii="Times New Roman" w:hAnsi="Times New Roman"/>
        </w:rPr>
        <w:t>s needs and markets and better cooperation with divisional managers. In general, the marketing research function should be placed near to where the marketing decisions are most often made.</w:t>
      </w:r>
    </w:p>
    <w:p w:rsidR="00710E5A" w:rsidRDefault="00710E5A" w:rsidP="00576706">
      <w:pPr>
        <w:pStyle w:val="custombodytext1"/>
        <w:jc w:val="left"/>
        <w:rPr>
          <w:rStyle w:val="Helvetica12pt"/>
          <w:rFonts w:ascii="Times New Roman" w:hAnsi="Times New Roman"/>
          <w:highlight w:val="magenta"/>
        </w:rPr>
      </w:pPr>
    </w:p>
    <w:p w:rsidR="0094582D" w:rsidRPr="00F631DC" w:rsidRDefault="0094582D" w:rsidP="00576706">
      <w:pPr>
        <w:pStyle w:val="custombodytext1"/>
        <w:jc w:val="left"/>
        <w:rPr>
          <w:rStyle w:val="Helvetica12pt"/>
          <w:rFonts w:ascii="Times New Roman" w:hAnsi="Times New Roman"/>
          <w:highlight w:val="magenta"/>
        </w:rPr>
      </w:pPr>
    </w:p>
    <w:p w:rsidR="0094582D" w:rsidRPr="00C81077" w:rsidRDefault="007C21C8" w:rsidP="00C81077">
      <w:pPr>
        <w:pStyle w:val="custombodytext1"/>
        <w:tabs>
          <w:tab w:val="right" w:pos="9360"/>
        </w:tabs>
        <w:jc w:val="left"/>
        <w:rPr>
          <w:rStyle w:val="Helvetica12pt"/>
          <w:rFonts w:ascii="Times New Roman" w:hAnsi="Times New Roman"/>
          <w:b/>
        </w:rPr>
      </w:pPr>
      <w:r w:rsidRPr="001827D4">
        <w:rPr>
          <w:rStyle w:val="Helvetica12pt"/>
          <w:rFonts w:ascii="Times New Roman" w:hAnsi="Times New Roman"/>
          <w:b/>
        </w:rPr>
        <w:t>Occupations in</w:t>
      </w:r>
      <w:r w:rsidRPr="002A48F4">
        <w:rPr>
          <w:rStyle w:val="Helvetica12pt"/>
          <w:rFonts w:ascii="Times New Roman" w:hAnsi="Times New Roman"/>
          <w:b/>
        </w:rPr>
        <w:t xml:space="preserve"> </w:t>
      </w:r>
      <w:r w:rsidR="0094582D" w:rsidRPr="002A48F4">
        <w:rPr>
          <w:rStyle w:val="Helvetica12pt"/>
          <w:rFonts w:ascii="Times New Roman" w:hAnsi="Times New Roman"/>
          <w:b/>
        </w:rPr>
        <w:t>Marketing Research</w:t>
      </w:r>
      <w:r w:rsidR="0094582D" w:rsidRPr="007201EE">
        <w:rPr>
          <w:rStyle w:val="Helvetica12pt"/>
          <w:rFonts w:ascii="Times New Roman" w:hAnsi="Times New Roman"/>
        </w:rPr>
        <w:tab/>
        <w:t>pg 20</w:t>
      </w:r>
    </w:p>
    <w:p w:rsidR="0022317A" w:rsidRDefault="0022317A" w:rsidP="0094582D">
      <w:pPr>
        <w:pStyle w:val="custombodytext1"/>
        <w:jc w:val="left"/>
        <w:rPr>
          <w:rStyle w:val="Helvetica12pt"/>
          <w:rFonts w:ascii="Times New Roman" w:hAnsi="Times New Roman"/>
        </w:rPr>
      </w:pPr>
    </w:p>
    <w:p w:rsidR="001827D4" w:rsidRPr="001827D4" w:rsidRDefault="0094582D" w:rsidP="0094582D">
      <w:pPr>
        <w:pStyle w:val="custombodytext1"/>
        <w:jc w:val="left"/>
        <w:rPr>
          <w:rStyle w:val="Helvetica12pt"/>
          <w:rFonts w:ascii="Times New Roman" w:hAnsi="Times New Roman"/>
        </w:rPr>
      </w:pPr>
      <w:r w:rsidRPr="001827D4">
        <w:rPr>
          <w:rStyle w:val="Helvetica12pt"/>
          <w:rFonts w:ascii="Times New Roman" w:hAnsi="Times New Roman"/>
        </w:rPr>
        <w:t xml:space="preserve">There are four main categories of marketing research jobs: </w:t>
      </w:r>
    </w:p>
    <w:p w:rsidR="001827D4" w:rsidRPr="001827D4" w:rsidRDefault="0094582D" w:rsidP="001827D4">
      <w:pPr>
        <w:pStyle w:val="custombodytext1"/>
        <w:numPr>
          <w:ilvl w:val="0"/>
          <w:numId w:val="39"/>
        </w:numPr>
        <w:jc w:val="left"/>
        <w:rPr>
          <w:rStyle w:val="Helvetica12pt"/>
          <w:rFonts w:ascii="Times New Roman" w:hAnsi="Times New Roman"/>
        </w:rPr>
      </w:pPr>
      <w:r w:rsidRPr="001827D4">
        <w:rPr>
          <w:rStyle w:val="Helvetica12pt"/>
          <w:rFonts w:ascii="Times New Roman" w:hAnsi="Times New Roman"/>
        </w:rPr>
        <w:t>research director</w:t>
      </w:r>
    </w:p>
    <w:p w:rsidR="001827D4" w:rsidRPr="001827D4" w:rsidRDefault="0094582D" w:rsidP="001827D4">
      <w:pPr>
        <w:pStyle w:val="custombodytext1"/>
        <w:numPr>
          <w:ilvl w:val="0"/>
          <w:numId w:val="39"/>
        </w:numPr>
        <w:jc w:val="left"/>
        <w:rPr>
          <w:rStyle w:val="Helvetica12pt"/>
          <w:rFonts w:ascii="Times New Roman" w:hAnsi="Times New Roman"/>
        </w:rPr>
      </w:pPr>
      <w:r w:rsidRPr="001827D4">
        <w:rPr>
          <w:rStyle w:val="Helvetica12pt"/>
          <w:rFonts w:ascii="Times New Roman" w:hAnsi="Times New Roman"/>
        </w:rPr>
        <w:t>analyst</w:t>
      </w:r>
    </w:p>
    <w:p w:rsidR="001827D4" w:rsidRPr="001827D4" w:rsidRDefault="0094582D" w:rsidP="001827D4">
      <w:pPr>
        <w:pStyle w:val="custombodytext1"/>
        <w:numPr>
          <w:ilvl w:val="0"/>
          <w:numId w:val="39"/>
        </w:numPr>
        <w:jc w:val="left"/>
        <w:rPr>
          <w:rStyle w:val="Helvetica12pt"/>
          <w:rFonts w:ascii="Times New Roman" w:hAnsi="Times New Roman"/>
        </w:rPr>
      </w:pPr>
      <w:r w:rsidRPr="001827D4">
        <w:rPr>
          <w:rStyle w:val="Helvetica12pt"/>
          <w:rFonts w:ascii="Times New Roman" w:hAnsi="Times New Roman"/>
        </w:rPr>
        <w:t>techni</w:t>
      </w:r>
      <w:r w:rsidR="001827D4" w:rsidRPr="001827D4">
        <w:rPr>
          <w:rStyle w:val="Helvetica12pt"/>
          <w:rFonts w:ascii="Times New Roman" w:hAnsi="Times New Roman"/>
        </w:rPr>
        <w:t>cal specialist</w:t>
      </w:r>
    </w:p>
    <w:p w:rsidR="0094582D" w:rsidRPr="001827D4" w:rsidRDefault="001827D4" w:rsidP="001827D4">
      <w:pPr>
        <w:pStyle w:val="custombodytext1"/>
        <w:numPr>
          <w:ilvl w:val="0"/>
          <w:numId w:val="39"/>
        </w:numPr>
        <w:jc w:val="left"/>
        <w:rPr>
          <w:rStyle w:val="Helvetica12pt"/>
          <w:rFonts w:ascii="Times New Roman" w:hAnsi="Times New Roman"/>
        </w:rPr>
      </w:pPr>
      <w:r>
        <w:rPr>
          <w:rStyle w:val="Helvetica12pt"/>
          <w:rFonts w:ascii="Times New Roman" w:hAnsi="Times New Roman"/>
        </w:rPr>
        <w:t>clerical staff</w:t>
      </w:r>
    </w:p>
    <w:p w:rsidR="001C56C4" w:rsidRDefault="001C56C4" w:rsidP="0094582D">
      <w:pPr>
        <w:pStyle w:val="custombodytext1"/>
        <w:jc w:val="left"/>
        <w:rPr>
          <w:rStyle w:val="Helvetica12pt"/>
          <w:rFonts w:ascii="Times New Roman" w:hAnsi="Times New Roman"/>
        </w:rPr>
      </w:pPr>
    </w:p>
    <w:p w:rsidR="001C56C4" w:rsidRPr="0022317A" w:rsidRDefault="007B4496" w:rsidP="0094582D">
      <w:pPr>
        <w:pStyle w:val="custombodytext1"/>
        <w:jc w:val="left"/>
        <w:rPr>
          <w:rStyle w:val="Helvetica12pt"/>
          <w:rFonts w:ascii="Times New Roman" w:hAnsi="Times New Roman"/>
          <w:b/>
        </w:rPr>
      </w:pPr>
      <w:r w:rsidRPr="007B4496">
        <w:rPr>
          <w:rStyle w:val="Helvetica12pt"/>
          <w:rFonts w:ascii="Times New Roman" w:hAnsi="Times New Roman"/>
          <w:b/>
        </w:rPr>
        <w:t>Research Specialists</w:t>
      </w:r>
    </w:p>
    <w:p w:rsidR="00CD4465" w:rsidRDefault="00CD4465" w:rsidP="001E0A31">
      <w:pPr>
        <w:pStyle w:val="custombodytext1"/>
        <w:jc w:val="left"/>
        <w:rPr>
          <w:rStyle w:val="Helvetica12pt"/>
          <w:rFonts w:ascii="Times New Roman" w:hAnsi="Times New Roman"/>
          <w:highlight w:val="blue"/>
        </w:rPr>
      </w:pPr>
      <w:r w:rsidRPr="00CD4465">
        <w:rPr>
          <w:rStyle w:val="Helvetica12pt"/>
          <w:rFonts w:ascii="Times New Roman" w:hAnsi="Times New Roman"/>
        </w:rPr>
        <w:t>Researchers often specialize i</w:t>
      </w:r>
      <w:r w:rsidR="001E0A31" w:rsidRPr="00CD4465">
        <w:rPr>
          <w:rStyle w:val="Helvetica12pt"/>
          <w:rFonts w:ascii="Times New Roman" w:hAnsi="Times New Roman"/>
        </w:rPr>
        <w:t>n various steps of the research process (e.g., questionnaire design, field supervision, data analysis)</w:t>
      </w:r>
      <w:r w:rsidRPr="00CD4465">
        <w:rPr>
          <w:rStyle w:val="Helvetica12pt"/>
          <w:rFonts w:ascii="Times New Roman" w:hAnsi="Times New Roman"/>
        </w:rPr>
        <w:t xml:space="preserve"> or in particular marketing areas.</w:t>
      </w:r>
      <w:r w:rsidR="001E0A31" w:rsidRPr="00CD4465">
        <w:rPr>
          <w:rStyle w:val="Helvetica12pt"/>
          <w:rFonts w:ascii="Times New Roman" w:hAnsi="Times New Roman"/>
        </w:rPr>
        <w:t xml:space="preserve"> </w:t>
      </w:r>
      <w:r w:rsidRPr="00CD4465">
        <w:rPr>
          <w:rStyle w:val="Helvetica12pt"/>
          <w:rFonts w:ascii="Times New Roman" w:hAnsi="Times New Roman"/>
        </w:rPr>
        <w:t>Although the special training in statistics, mathematics and other technical fields required for much research work naturally leads to specialization, it can also lead to a weak understanding of the role of applied research within the management decision-making process.</w:t>
      </w:r>
      <w:r>
        <w:rPr>
          <w:rStyle w:val="Helvetica12pt"/>
          <w:rFonts w:ascii="Times New Roman" w:hAnsi="Times New Roman"/>
          <w:highlight w:val="blue"/>
        </w:rPr>
        <w:t xml:space="preserve"> </w:t>
      </w:r>
    </w:p>
    <w:p w:rsidR="00CD4465" w:rsidRDefault="00CD4465" w:rsidP="001E0A31">
      <w:pPr>
        <w:pStyle w:val="custombodytext1"/>
        <w:jc w:val="left"/>
        <w:rPr>
          <w:rStyle w:val="Helvetica12pt"/>
          <w:rFonts w:ascii="Times New Roman" w:hAnsi="Times New Roman"/>
          <w:highlight w:val="blue"/>
        </w:rPr>
      </w:pPr>
    </w:p>
    <w:p w:rsidR="00710E5A" w:rsidRPr="0022317A" w:rsidRDefault="007B4496" w:rsidP="0094582D">
      <w:pPr>
        <w:pStyle w:val="custombodytext1"/>
        <w:jc w:val="left"/>
        <w:rPr>
          <w:rStyle w:val="Helvetica12pt"/>
          <w:rFonts w:ascii="Times New Roman" w:hAnsi="Times New Roman"/>
          <w:b/>
        </w:rPr>
      </w:pPr>
      <w:r w:rsidRPr="007B4496">
        <w:rPr>
          <w:rStyle w:val="Helvetica12pt"/>
          <w:rFonts w:ascii="Times New Roman" w:hAnsi="Times New Roman"/>
          <w:b/>
        </w:rPr>
        <w:t>The Management-Research Relationship</w:t>
      </w:r>
    </w:p>
    <w:p w:rsidR="00A22EDE" w:rsidRDefault="00A22EDE" w:rsidP="00576706">
      <w:pPr>
        <w:pStyle w:val="custombodytext1"/>
        <w:jc w:val="left"/>
        <w:rPr>
          <w:rStyle w:val="Helvetica12pt"/>
          <w:rFonts w:ascii="Times New Roman" w:hAnsi="Times New Roman"/>
        </w:rPr>
      </w:pPr>
      <w:r w:rsidRPr="00460CB4">
        <w:rPr>
          <w:rStyle w:val="Helvetica12pt"/>
          <w:rFonts w:ascii="Times New Roman" w:hAnsi="Times New Roman"/>
        </w:rPr>
        <w:t>The success of a research project and the effectiveness of the research system depend on the ability of the managers and researchers to work together. Understanding the various factors that affect this interaction can facilita</w:t>
      </w:r>
      <w:r w:rsidR="00460CB4">
        <w:rPr>
          <w:rStyle w:val="Helvetica12pt"/>
          <w:rFonts w:ascii="Times New Roman" w:hAnsi="Times New Roman"/>
        </w:rPr>
        <w:t>te communications:</w:t>
      </w:r>
    </w:p>
    <w:p w:rsidR="00460CB4" w:rsidRPr="00460CB4" w:rsidRDefault="00460CB4" w:rsidP="00460CB4">
      <w:pPr>
        <w:pStyle w:val="custombodytext1"/>
        <w:numPr>
          <w:ilvl w:val="0"/>
          <w:numId w:val="40"/>
        </w:numPr>
        <w:jc w:val="left"/>
        <w:rPr>
          <w:rStyle w:val="Helvetica12pt"/>
          <w:rFonts w:ascii="Times New Roman" w:hAnsi="Times New Roman"/>
          <w:i/>
        </w:rPr>
      </w:pPr>
      <w:r w:rsidRPr="00460CB4">
        <w:rPr>
          <w:rStyle w:val="Helvetica12pt"/>
          <w:rFonts w:ascii="Times New Roman" w:hAnsi="Times New Roman"/>
          <w:i/>
        </w:rPr>
        <w:t>Organizational Design</w:t>
      </w:r>
      <w:r w:rsidRPr="00460CB4">
        <w:rPr>
          <w:rStyle w:val="Helvetica12pt"/>
          <w:rFonts w:ascii="Times New Roman" w:hAnsi="Times New Roman"/>
          <w:i/>
        </w:rPr>
        <w:br/>
      </w:r>
      <w:r w:rsidRPr="00460CB4">
        <w:rPr>
          <w:rStyle w:val="Helvetica12pt"/>
          <w:rFonts w:ascii="Times New Roman" w:hAnsi="Times New Roman"/>
        </w:rPr>
        <w:t>In organizations where management bears primary responsibility for research, researchers serve as advisors during the initial and final stages and focus primarily on data collection and processing. In organizations where researchers bear primary responsibility for research, researchers have a more powerful organizational role and are viewed as part of the management team</w:t>
      </w:r>
      <w:r w:rsidR="008C4567">
        <w:rPr>
          <w:rStyle w:val="Helvetica12pt"/>
          <w:rFonts w:ascii="Times New Roman" w:hAnsi="Times New Roman"/>
        </w:rPr>
        <w:t>. A compromise between the two</w:t>
      </w:r>
      <w:r w:rsidRPr="00460CB4">
        <w:rPr>
          <w:rStyle w:val="Helvetica12pt"/>
          <w:rFonts w:ascii="Times New Roman" w:hAnsi="Times New Roman"/>
        </w:rPr>
        <w:t xml:space="preserve"> </w:t>
      </w:r>
      <w:r w:rsidR="008C4567">
        <w:rPr>
          <w:rStyle w:val="Helvetica12pt"/>
          <w:rFonts w:ascii="Times New Roman" w:hAnsi="Times New Roman"/>
        </w:rPr>
        <w:t>creates</w:t>
      </w:r>
      <w:r w:rsidRPr="00460CB4">
        <w:rPr>
          <w:rStyle w:val="Helvetica12pt"/>
          <w:rFonts w:ascii="Times New Roman" w:hAnsi="Times New Roman"/>
        </w:rPr>
        <w:t xml:space="preserve"> research generalists who promote effective contacts between decision-makers and researchers.</w:t>
      </w:r>
    </w:p>
    <w:p w:rsidR="00460CB4" w:rsidRPr="008C4567" w:rsidRDefault="00460CB4" w:rsidP="00460CB4">
      <w:pPr>
        <w:pStyle w:val="custombodytext1"/>
        <w:numPr>
          <w:ilvl w:val="0"/>
          <w:numId w:val="40"/>
        </w:numPr>
        <w:jc w:val="left"/>
        <w:rPr>
          <w:rStyle w:val="Helvetica12pt"/>
          <w:rFonts w:ascii="Times New Roman" w:hAnsi="Times New Roman"/>
          <w:i/>
        </w:rPr>
      </w:pPr>
      <w:r w:rsidRPr="008C4567">
        <w:rPr>
          <w:rStyle w:val="Helvetica12pt"/>
          <w:rFonts w:ascii="Times New Roman" w:hAnsi="Times New Roman"/>
          <w:i/>
        </w:rPr>
        <w:t>Role of Researchers</w:t>
      </w:r>
      <w:r w:rsidR="008C4567" w:rsidRPr="008C4567">
        <w:rPr>
          <w:rStyle w:val="Helvetica12pt"/>
          <w:rFonts w:ascii="Times New Roman" w:hAnsi="Times New Roman"/>
          <w:i/>
        </w:rPr>
        <w:br/>
      </w:r>
      <w:r w:rsidR="008C4567" w:rsidRPr="008C4567">
        <w:rPr>
          <w:rStyle w:val="Helvetica12pt"/>
          <w:rFonts w:ascii="Times New Roman" w:hAnsi="Times New Roman"/>
        </w:rPr>
        <w:t>Researchers actively support the decision-making process, yet their role is advisory. The responsibility for making the decision ultimately rests with management.</w:t>
      </w:r>
    </w:p>
    <w:p w:rsidR="00460CB4" w:rsidRPr="00604CF4" w:rsidRDefault="00460CB4" w:rsidP="00460CB4">
      <w:pPr>
        <w:pStyle w:val="custombodytext1"/>
        <w:numPr>
          <w:ilvl w:val="0"/>
          <w:numId w:val="40"/>
        </w:numPr>
        <w:jc w:val="left"/>
        <w:rPr>
          <w:rStyle w:val="Helvetica12pt"/>
          <w:rFonts w:ascii="Times New Roman" w:hAnsi="Times New Roman"/>
          <w:i/>
        </w:rPr>
      </w:pPr>
      <w:r w:rsidRPr="00604CF4">
        <w:rPr>
          <w:rStyle w:val="Helvetica12pt"/>
          <w:rFonts w:ascii="Times New Roman" w:hAnsi="Times New Roman"/>
          <w:i/>
        </w:rPr>
        <w:t>Role of Managers</w:t>
      </w:r>
      <w:r w:rsidR="00604CF4" w:rsidRPr="00604CF4">
        <w:rPr>
          <w:rStyle w:val="Helvetica12pt"/>
          <w:rFonts w:ascii="Times New Roman" w:hAnsi="Times New Roman"/>
          <w:i/>
        </w:rPr>
        <w:br/>
      </w:r>
      <w:r w:rsidR="00604CF4" w:rsidRPr="00604CF4">
        <w:rPr>
          <w:rStyle w:val="Helvetica12pt"/>
          <w:rFonts w:ascii="Times New Roman" w:hAnsi="Times New Roman"/>
        </w:rPr>
        <w:t>Some managers have little training in marketing research and don</w:t>
      </w:r>
      <w:r w:rsidR="0027727C">
        <w:rPr>
          <w:rStyle w:val="Helvetica12pt"/>
          <w:rFonts w:ascii="Times New Roman" w:hAnsi="Times New Roman"/>
        </w:rPr>
        <w:t>’</w:t>
      </w:r>
      <w:r w:rsidR="00604CF4" w:rsidRPr="00604CF4">
        <w:rPr>
          <w:rStyle w:val="Helvetica12pt"/>
          <w:rFonts w:ascii="Times New Roman" w:hAnsi="Times New Roman"/>
        </w:rPr>
        <w:t>t understand its role or value in the decision-making process. The effectiveness of marketing research is dependent on the skills of the manager in using the research to appropriately inform decision-making.</w:t>
      </w:r>
    </w:p>
    <w:p w:rsidR="00460CB4" w:rsidRPr="004A1D29" w:rsidRDefault="00460CB4" w:rsidP="00460CB4">
      <w:pPr>
        <w:pStyle w:val="custombodytext1"/>
        <w:numPr>
          <w:ilvl w:val="0"/>
          <w:numId w:val="40"/>
        </w:numPr>
        <w:jc w:val="left"/>
        <w:rPr>
          <w:rStyle w:val="Helvetica12pt"/>
          <w:rFonts w:ascii="Times New Roman" w:hAnsi="Times New Roman"/>
        </w:rPr>
      </w:pPr>
      <w:r w:rsidRPr="004A1D29">
        <w:rPr>
          <w:rStyle w:val="Helvetica12pt"/>
          <w:rFonts w:ascii="Times New Roman" w:hAnsi="Times New Roman"/>
          <w:i/>
        </w:rPr>
        <w:t>Role of Research Suppliers</w:t>
      </w:r>
      <w:r w:rsidR="004A1D29" w:rsidRPr="004A1D29">
        <w:rPr>
          <w:rStyle w:val="Helvetica12pt"/>
          <w:rFonts w:ascii="Times New Roman" w:hAnsi="Times New Roman"/>
          <w:i/>
        </w:rPr>
        <w:br/>
      </w:r>
      <w:r w:rsidR="004A1D29" w:rsidRPr="004A1D29">
        <w:rPr>
          <w:rStyle w:val="Helvetica12pt"/>
          <w:rFonts w:ascii="Times New Roman" w:hAnsi="Times New Roman"/>
        </w:rPr>
        <w:t xml:space="preserve">Research suppliers can lower costs, because they work only as needed, offer special skills and a wider range of options for specific problems, provide a more objective assessment, and allow the sponsoring firm to remain anonymous. On the down side, they may also be </w:t>
      </w:r>
      <w:r w:rsidR="004A1D29" w:rsidRPr="004A1D29">
        <w:rPr>
          <w:rStyle w:val="Helvetica12pt"/>
          <w:rFonts w:ascii="Times New Roman" w:hAnsi="Times New Roman"/>
        </w:rPr>
        <w:lastRenderedPageBreak/>
        <w:t>less familiar with the firm or the industry, increase the risks of the research, or increase costs overall.</w:t>
      </w:r>
    </w:p>
    <w:p w:rsidR="00460CB4" w:rsidRPr="004A1D29" w:rsidRDefault="00460CB4" w:rsidP="00460CB4">
      <w:pPr>
        <w:pStyle w:val="custombodytext1"/>
        <w:numPr>
          <w:ilvl w:val="0"/>
          <w:numId w:val="40"/>
        </w:numPr>
        <w:jc w:val="left"/>
        <w:rPr>
          <w:rStyle w:val="Helvetica12pt"/>
          <w:rFonts w:ascii="Times New Roman" w:hAnsi="Times New Roman"/>
        </w:rPr>
      </w:pPr>
      <w:r w:rsidRPr="004A1D29">
        <w:rPr>
          <w:rStyle w:val="Helvetica12pt"/>
          <w:rFonts w:ascii="Times New Roman" w:hAnsi="Times New Roman"/>
          <w:i/>
        </w:rPr>
        <w:t>Obstacles to Effective Use of Research</w:t>
      </w:r>
      <w:r w:rsidR="004A1D29" w:rsidRPr="004A1D29">
        <w:rPr>
          <w:rStyle w:val="Helvetica12pt"/>
          <w:rFonts w:ascii="Times New Roman" w:hAnsi="Times New Roman"/>
          <w:i/>
        </w:rPr>
        <w:br/>
      </w:r>
      <w:r w:rsidR="004A1D29" w:rsidRPr="004A1D29">
        <w:rPr>
          <w:rStyle w:val="Helvetica12pt"/>
          <w:rFonts w:ascii="Times New Roman" w:hAnsi="Times New Roman"/>
        </w:rPr>
        <w:t>Barriers to the effective use of marketing research by management:</w:t>
      </w:r>
    </w:p>
    <w:p w:rsidR="004A1D29" w:rsidRPr="004A1D29" w:rsidRDefault="004A1D29" w:rsidP="004A1D29">
      <w:pPr>
        <w:pStyle w:val="custombodytext1"/>
        <w:numPr>
          <w:ilvl w:val="1"/>
          <w:numId w:val="30"/>
        </w:numPr>
        <w:jc w:val="left"/>
        <w:rPr>
          <w:rStyle w:val="Helvetica12pt"/>
          <w:rFonts w:ascii="Times New Roman" w:hAnsi="Times New Roman"/>
        </w:rPr>
      </w:pPr>
      <w:r w:rsidRPr="004A1D29">
        <w:rPr>
          <w:rStyle w:val="Helvetica12pt"/>
          <w:rFonts w:ascii="Times New Roman" w:hAnsi="Times New Roman"/>
        </w:rPr>
        <w:t>viewing research as a threat to their s</w:t>
      </w:r>
      <w:r w:rsidR="000D565E">
        <w:rPr>
          <w:rStyle w:val="Helvetica12pt"/>
          <w:rFonts w:ascii="Times New Roman" w:hAnsi="Times New Roman"/>
        </w:rPr>
        <w:t>tatus</w:t>
      </w:r>
    </w:p>
    <w:p w:rsidR="004A1D29" w:rsidRPr="004A1D29" w:rsidRDefault="004A1D29" w:rsidP="004A1D29">
      <w:pPr>
        <w:pStyle w:val="custombodytext1"/>
        <w:numPr>
          <w:ilvl w:val="1"/>
          <w:numId w:val="30"/>
        </w:numPr>
        <w:jc w:val="left"/>
        <w:rPr>
          <w:rStyle w:val="Helvetica12pt"/>
          <w:rFonts w:ascii="Times New Roman" w:hAnsi="Times New Roman"/>
        </w:rPr>
      </w:pPr>
      <w:r w:rsidRPr="004A1D29">
        <w:rPr>
          <w:rStyle w:val="Helvetica12pt"/>
          <w:rFonts w:ascii="Times New Roman" w:hAnsi="Times New Roman"/>
        </w:rPr>
        <w:t>absence of planning procedures and organizational objectives</w:t>
      </w:r>
    </w:p>
    <w:p w:rsidR="004A1D29" w:rsidRPr="004A1D29" w:rsidRDefault="004A1D29" w:rsidP="004A1D29">
      <w:pPr>
        <w:pStyle w:val="custombodytext1"/>
        <w:numPr>
          <w:ilvl w:val="1"/>
          <w:numId w:val="30"/>
        </w:numPr>
        <w:jc w:val="left"/>
        <w:rPr>
          <w:rStyle w:val="Helvetica12pt"/>
          <w:rFonts w:ascii="Times New Roman" w:hAnsi="Times New Roman"/>
        </w:rPr>
      </w:pPr>
      <w:r w:rsidRPr="004A1D29">
        <w:rPr>
          <w:rStyle w:val="Helvetica12pt"/>
          <w:rFonts w:ascii="Times New Roman" w:hAnsi="Times New Roman"/>
        </w:rPr>
        <w:t>inability to work with researchers</w:t>
      </w:r>
    </w:p>
    <w:p w:rsidR="000D565E" w:rsidRDefault="004A1D29" w:rsidP="004A1D29">
      <w:pPr>
        <w:pStyle w:val="custombodytext1"/>
        <w:numPr>
          <w:ilvl w:val="1"/>
          <w:numId w:val="30"/>
        </w:numPr>
        <w:jc w:val="left"/>
        <w:rPr>
          <w:rStyle w:val="Helvetica12pt"/>
          <w:rFonts w:ascii="Times New Roman" w:hAnsi="Times New Roman"/>
        </w:rPr>
      </w:pPr>
      <w:r w:rsidRPr="004A1D29">
        <w:rPr>
          <w:rStyle w:val="Helvetica12pt"/>
          <w:rFonts w:ascii="Times New Roman" w:hAnsi="Times New Roman"/>
        </w:rPr>
        <w:t>isolation of marketing research personnel from managers</w:t>
      </w:r>
    </w:p>
    <w:p w:rsidR="00A22EDE" w:rsidRPr="004A1D29" w:rsidRDefault="004A1D29" w:rsidP="004A1D29">
      <w:pPr>
        <w:pStyle w:val="custombodytext1"/>
        <w:numPr>
          <w:ilvl w:val="1"/>
          <w:numId w:val="30"/>
        </w:numPr>
        <w:jc w:val="left"/>
        <w:rPr>
          <w:rStyle w:val="Helvetica12pt"/>
          <w:rFonts w:ascii="Times New Roman" w:hAnsi="Times New Roman"/>
        </w:rPr>
      </w:pPr>
      <w:r w:rsidRPr="004A1D29">
        <w:rPr>
          <w:rStyle w:val="Helvetica12pt"/>
          <w:rFonts w:ascii="Times New Roman" w:hAnsi="Times New Roman"/>
        </w:rPr>
        <w:t>differences in emphasis and temperament</w:t>
      </w:r>
    </w:p>
    <w:p w:rsidR="00F345AB" w:rsidRPr="00F631DC" w:rsidRDefault="00F345AB" w:rsidP="00576706">
      <w:pPr>
        <w:pStyle w:val="custombodytext1"/>
        <w:jc w:val="left"/>
        <w:rPr>
          <w:rStyle w:val="Helvetica12pt"/>
          <w:rFonts w:ascii="Times New Roman" w:hAnsi="Times New Roman"/>
          <w:highlight w:val="magenta"/>
        </w:rPr>
      </w:pPr>
    </w:p>
    <w:p w:rsidR="0022317A" w:rsidRDefault="0022317A" w:rsidP="00C81077">
      <w:pPr>
        <w:pStyle w:val="custombodytext1"/>
        <w:tabs>
          <w:tab w:val="right" w:pos="9360"/>
        </w:tabs>
        <w:jc w:val="left"/>
        <w:rPr>
          <w:rStyle w:val="Helvetica12pt"/>
          <w:rFonts w:ascii="Times New Roman" w:hAnsi="Times New Roman"/>
          <w:b/>
        </w:rPr>
      </w:pPr>
    </w:p>
    <w:p w:rsidR="00710E5A" w:rsidRPr="00C81077" w:rsidRDefault="00710E5A" w:rsidP="00C81077">
      <w:pPr>
        <w:pStyle w:val="custombodytext1"/>
        <w:tabs>
          <w:tab w:val="right" w:pos="9360"/>
        </w:tabs>
        <w:jc w:val="left"/>
        <w:rPr>
          <w:rStyle w:val="Helvetica12pt"/>
          <w:rFonts w:ascii="Times New Roman" w:hAnsi="Times New Roman"/>
          <w:b/>
        </w:rPr>
      </w:pPr>
      <w:r w:rsidRPr="00C81077">
        <w:rPr>
          <w:rStyle w:val="Helvetica12pt"/>
          <w:rFonts w:ascii="Times New Roman" w:hAnsi="Times New Roman"/>
          <w:b/>
        </w:rPr>
        <w:t>Global Themes in Marketing Research</w:t>
      </w:r>
      <w:r w:rsidR="00D46847" w:rsidRPr="00C81077">
        <w:rPr>
          <w:rStyle w:val="Helvetica12pt"/>
          <w:rFonts w:ascii="Times New Roman" w:hAnsi="Times New Roman"/>
        </w:rPr>
        <w:tab/>
        <w:t>pg 2</w:t>
      </w:r>
      <w:r w:rsidR="00E7728C">
        <w:rPr>
          <w:rStyle w:val="Helvetica12pt"/>
          <w:rFonts w:ascii="Times New Roman" w:hAnsi="Times New Roman"/>
        </w:rPr>
        <w:t>4</w:t>
      </w:r>
    </w:p>
    <w:p w:rsidR="0022317A" w:rsidRDefault="0022317A" w:rsidP="00576706">
      <w:pPr>
        <w:pStyle w:val="custombodytext1"/>
        <w:jc w:val="left"/>
        <w:rPr>
          <w:rStyle w:val="Helvetica12pt"/>
          <w:rFonts w:ascii="Times New Roman" w:hAnsi="Times New Roman"/>
        </w:rPr>
      </w:pPr>
    </w:p>
    <w:p w:rsidR="00710E5A" w:rsidRPr="00F631DC" w:rsidRDefault="00710E5A" w:rsidP="00576706">
      <w:pPr>
        <w:pStyle w:val="custombodytext1"/>
        <w:jc w:val="left"/>
        <w:rPr>
          <w:rStyle w:val="Helvetica12pt"/>
          <w:rFonts w:ascii="Times New Roman" w:hAnsi="Times New Roman"/>
          <w:highlight w:val="magenta"/>
        </w:rPr>
      </w:pPr>
      <w:r w:rsidRPr="00151FCA">
        <w:rPr>
          <w:rStyle w:val="Helvetica12pt"/>
          <w:rFonts w:ascii="Times New Roman" w:hAnsi="Times New Roman"/>
        </w:rPr>
        <w:t>Since experience and knowledge in one country or region are not always applicable in another, marketing research is particularly valuable for entering foreign markets. Challenges include language and cultural differences, less available or lower quality secondary data, less institutional infrastructure for syndicated data, sample selection and interviewing, fear of government surveillance affecting response rates or biasing responses, higher costs, government-mandated regulations, and prejudice against imports.</w:t>
      </w:r>
    </w:p>
    <w:p w:rsidR="00710E5A" w:rsidRPr="00F57FB7" w:rsidRDefault="00710E5A" w:rsidP="00F57FB7">
      <w:pPr>
        <w:pStyle w:val="custombodytext1"/>
        <w:jc w:val="left"/>
        <w:rPr>
          <w:rStyle w:val="Helvetica12pt"/>
          <w:rFonts w:ascii="Times New Roman" w:hAnsi="Times New Roman"/>
          <w:highlight w:val="blue"/>
        </w:rPr>
      </w:pPr>
    </w:p>
    <w:p w:rsidR="00710E5A" w:rsidRPr="00F631DC" w:rsidRDefault="00710E5A" w:rsidP="00576706">
      <w:pPr>
        <w:pStyle w:val="custombodytext1"/>
        <w:jc w:val="left"/>
        <w:rPr>
          <w:rStyle w:val="Helvetica12pt"/>
          <w:rFonts w:ascii="Times New Roman" w:hAnsi="Times New Roman"/>
          <w:highlight w:val="magenta"/>
        </w:rPr>
      </w:pPr>
    </w:p>
    <w:p w:rsidR="00710E5A" w:rsidRPr="00C81077" w:rsidRDefault="00710E5A" w:rsidP="00C81077">
      <w:pPr>
        <w:pStyle w:val="custombodytext1"/>
        <w:tabs>
          <w:tab w:val="right" w:pos="9360"/>
        </w:tabs>
        <w:jc w:val="left"/>
        <w:rPr>
          <w:rStyle w:val="Helvetica12pt"/>
          <w:rFonts w:ascii="Times New Roman" w:hAnsi="Times New Roman"/>
          <w:b/>
        </w:rPr>
      </w:pPr>
      <w:r w:rsidRPr="00C81077">
        <w:rPr>
          <w:rStyle w:val="Helvetica12pt"/>
          <w:rFonts w:ascii="Times New Roman" w:hAnsi="Times New Roman"/>
          <w:b/>
        </w:rPr>
        <w:t>Ethical Themes in Market Research</w:t>
      </w:r>
      <w:r w:rsidR="00F345AB" w:rsidRPr="003C7B61">
        <w:rPr>
          <w:rStyle w:val="Helvetica12pt"/>
          <w:rFonts w:ascii="Times New Roman" w:hAnsi="Times New Roman"/>
        </w:rPr>
        <w:tab/>
        <w:t>pg 2</w:t>
      </w:r>
      <w:r w:rsidR="003C7B61" w:rsidRPr="003C7B61">
        <w:rPr>
          <w:rStyle w:val="Helvetica12pt"/>
          <w:rFonts w:ascii="Times New Roman" w:hAnsi="Times New Roman"/>
        </w:rPr>
        <w:t>6</w:t>
      </w:r>
    </w:p>
    <w:p w:rsidR="0022317A" w:rsidRDefault="0022317A" w:rsidP="00576706">
      <w:pPr>
        <w:pStyle w:val="custombodytext1"/>
        <w:jc w:val="left"/>
        <w:rPr>
          <w:rStyle w:val="Helvetica12pt"/>
          <w:rFonts w:ascii="Times New Roman" w:hAnsi="Times New Roman"/>
        </w:rPr>
      </w:pPr>
    </w:p>
    <w:p w:rsidR="00710E5A" w:rsidRPr="00F631DC" w:rsidRDefault="00710E5A" w:rsidP="00576706">
      <w:pPr>
        <w:pStyle w:val="custombodytext1"/>
        <w:jc w:val="left"/>
        <w:rPr>
          <w:rStyle w:val="Helvetica12pt"/>
          <w:rFonts w:ascii="Times New Roman" w:hAnsi="Times New Roman"/>
          <w:highlight w:val="magenta"/>
        </w:rPr>
      </w:pPr>
      <w:r w:rsidRPr="00746A72">
        <w:rPr>
          <w:rStyle w:val="Helvetica12pt"/>
          <w:rFonts w:ascii="Times New Roman" w:hAnsi="Times New Roman"/>
        </w:rPr>
        <w:t xml:space="preserve">Marketing research methodology neither speaks to nor replaces the need for ethical criteria in decision-making. An ethical dimension must be overlaid and constantly considered by the decision-making team. </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Ethics of Performing Research</w:t>
      </w:r>
    </w:p>
    <w:p w:rsidR="00710E5A" w:rsidRPr="00F20039" w:rsidRDefault="00710E5A" w:rsidP="00576706">
      <w:pPr>
        <w:pStyle w:val="custombodytext1"/>
        <w:jc w:val="left"/>
        <w:rPr>
          <w:rStyle w:val="Helvetica12pt"/>
          <w:rFonts w:ascii="Times New Roman" w:hAnsi="Times New Roman"/>
        </w:rPr>
      </w:pPr>
      <w:r w:rsidRPr="00F20039">
        <w:rPr>
          <w:rStyle w:val="Helvetica12pt"/>
          <w:rFonts w:ascii="Times New Roman" w:hAnsi="Times New Roman"/>
        </w:rPr>
        <w:t>Ethical issues in the performance of research:</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integrity of the research (e.g., withholding, altering, or misinterpreting data)</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treatment of participants and clients (e.g., subjects</w:t>
      </w:r>
      <w:r w:rsidR="0027727C">
        <w:rPr>
          <w:rStyle w:val="Helvetica12pt"/>
          <w:rFonts w:ascii="Times New Roman" w:hAnsi="Times New Roman"/>
        </w:rPr>
        <w:t>’</w:t>
      </w:r>
      <w:r w:rsidRPr="00F20039">
        <w:rPr>
          <w:rStyle w:val="Helvetica12pt"/>
          <w:rFonts w:ascii="Times New Roman" w:hAnsi="Times New Roman"/>
        </w:rPr>
        <w:t xml:space="preserve"> rights to privacy violated, respondents misled as to the purpose of the study, data sharing)</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espionage</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bias toward a particular viewpoint</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subcontractors allowed to violate research requirements</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study design errors found after a report was written</w:t>
      </w:r>
    </w:p>
    <w:p w:rsidR="00710E5A" w:rsidRPr="00F20039" w:rsidRDefault="00710E5A" w:rsidP="00576706">
      <w:pPr>
        <w:pStyle w:val="custombodytext1"/>
        <w:numPr>
          <w:ilvl w:val="0"/>
          <w:numId w:val="15"/>
        </w:numPr>
        <w:jc w:val="left"/>
        <w:rPr>
          <w:rStyle w:val="Helvetica12pt"/>
          <w:rFonts w:ascii="Times New Roman" w:hAnsi="Times New Roman"/>
        </w:rPr>
      </w:pPr>
      <w:r w:rsidRPr="00F20039">
        <w:rPr>
          <w:rStyle w:val="Helvetica12pt"/>
          <w:rFonts w:ascii="Times New Roman" w:hAnsi="Times New Roman"/>
        </w:rPr>
        <w:t>data not stored securely</w:t>
      </w:r>
    </w:p>
    <w:p w:rsidR="00710E5A" w:rsidRPr="00F20039" w:rsidRDefault="00710E5A" w:rsidP="00576706">
      <w:pPr>
        <w:pStyle w:val="custombodytext1"/>
        <w:jc w:val="left"/>
        <w:rPr>
          <w:rStyle w:val="Helvetica12pt"/>
          <w:rFonts w:ascii="Times New Roman" w:hAnsi="Times New Roman"/>
        </w:rPr>
      </w:pPr>
      <w:r w:rsidRPr="00F20039">
        <w:rPr>
          <w:rStyle w:val="Helvetica12pt"/>
          <w:rFonts w:ascii="Times New Roman" w:hAnsi="Times New Roman"/>
        </w:rPr>
        <w:t xml:space="preserve">A number of codes of ethics have been developed to guide researchers, such as the </w:t>
      </w:r>
      <w:r w:rsidR="00F20039" w:rsidRPr="00F20039">
        <w:rPr>
          <w:rStyle w:val="Helvetica12pt"/>
          <w:rFonts w:ascii="Times New Roman" w:hAnsi="Times New Roman"/>
        </w:rPr>
        <w:t>one presented on page 28.</w:t>
      </w:r>
    </w:p>
    <w:p w:rsidR="00710E5A" w:rsidRPr="00F631DC" w:rsidRDefault="00710E5A" w:rsidP="00576706">
      <w:pPr>
        <w:pStyle w:val="custombodytext1"/>
        <w:jc w:val="left"/>
        <w:rPr>
          <w:rStyle w:val="Helvetica12pt"/>
          <w:rFonts w:ascii="Times New Roman" w:hAnsi="Times New Roman"/>
          <w:highlight w:val="magenta"/>
        </w:rPr>
      </w:pPr>
    </w:p>
    <w:p w:rsidR="00710E5A"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Ethics of Using Research</w:t>
      </w:r>
    </w:p>
    <w:p w:rsidR="00710E5A" w:rsidRPr="00F06853" w:rsidRDefault="00710E5A" w:rsidP="00576706">
      <w:pPr>
        <w:pStyle w:val="custombodytext1"/>
        <w:jc w:val="left"/>
        <w:rPr>
          <w:rStyle w:val="Helvetica12pt"/>
          <w:rFonts w:ascii="Times New Roman" w:hAnsi="Times New Roman"/>
        </w:rPr>
      </w:pPr>
      <w:r w:rsidRPr="00F06853">
        <w:rPr>
          <w:rStyle w:val="Helvetica12pt"/>
          <w:rFonts w:ascii="Times New Roman" w:hAnsi="Times New Roman"/>
        </w:rPr>
        <w:t>Ethical issues in the use of research:</w:t>
      </w:r>
    </w:p>
    <w:p w:rsidR="00710E5A" w:rsidRPr="00F06853" w:rsidRDefault="00710E5A" w:rsidP="00576706">
      <w:pPr>
        <w:pStyle w:val="custombodytext1"/>
        <w:numPr>
          <w:ilvl w:val="0"/>
          <w:numId w:val="16"/>
        </w:numPr>
        <w:jc w:val="left"/>
        <w:rPr>
          <w:rStyle w:val="Helvetica12pt"/>
          <w:rFonts w:ascii="Times New Roman" w:hAnsi="Times New Roman"/>
        </w:rPr>
      </w:pPr>
      <w:r w:rsidRPr="00F06853">
        <w:rPr>
          <w:rStyle w:val="Helvetica12pt"/>
          <w:rFonts w:ascii="Times New Roman" w:hAnsi="Times New Roman"/>
        </w:rPr>
        <w:t>deception of research suppliers to take their proposed designs</w:t>
      </w:r>
    </w:p>
    <w:p w:rsidR="00710E5A" w:rsidRPr="00F06853" w:rsidRDefault="00710E5A" w:rsidP="00576706">
      <w:pPr>
        <w:pStyle w:val="custombodytext1"/>
        <w:numPr>
          <w:ilvl w:val="0"/>
          <w:numId w:val="16"/>
        </w:numPr>
        <w:jc w:val="left"/>
        <w:rPr>
          <w:rStyle w:val="Helvetica12pt"/>
          <w:rFonts w:ascii="Times New Roman" w:hAnsi="Times New Roman"/>
        </w:rPr>
      </w:pPr>
      <w:r w:rsidRPr="00F06853">
        <w:rPr>
          <w:rStyle w:val="Helvetica12pt"/>
          <w:rFonts w:ascii="Times New Roman" w:hAnsi="Times New Roman"/>
        </w:rPr>
        <w:t>pressure to favor their viewpoint of what should be done</w:t>
      </w:r>
    </w:p>
    <w:p w:rsidR="00710E5A" w:rsidRPr="00F06853" w:rsidRDefault="00710E5A" w:rsidP="00576706">
      <w:pPr>
        <w:pStyle w:val="custombodytext1"/>
        <w:numPr>
          <w:ilvl w:val="0"/>
          <w:numId w:val="16"/>
        </w:numPr>
        <w:jc w:val="left"/>
        <w:rPr>
          <w:rStyle w:val="Helvetica12pt"/>
          <w:rFonts w:ascii="Times New Roman" w:hAnsi="Times New Roman"/>
        </w:rPr>
      </w:pPr>
      <w:r w:rsidRPr="00F06853">
        <w:rPr>
          <w:rStyle w:val="Helvetica12pt"/>
          <w:rFonts w:ascii="Times New Roman" w:hAnsi="Times New Roman"/>
        </w:rPr>
        <w:t>misuse of statistics to support claims based on data that are not statistically meaningful</w:t>
      </w:r>
    </w:p>
    <w:p w:rsidR="00710E5A" w:rsidRPr="00F06853" w:rsidRDefault="00710E5A" w:rsidP="00576706">
      <w:pPr>
        <w:pStyle w:val="custombodytext1"/>
        <w:numPr>
          <w:ilvl w:val="0"/>
          <w:numId w:val="16"/>
        </w:numPr>
        <w:jc w:val="left"/>
        <w:rPr>
          <w:rStyle w:val="Helvetica12pt"/>
          <w:rFonts w:ascii="Times New Roman" w:hAnsi="Times New Roman"/>
        </w:rPr>
      </w:pPr>
      <w:r w:rsidRPr="00F06853">
        <w:rPr>
          <w:rStyle w:val="Helvetica12pt"/>
          <w:rFonts w:ascii="Times New Roman" w:hAnsi="Times New Roman"/>
        </w:rPr>
        <w:t>details withheld to make a pet project look better</w:t>
      </w:r>
    </w:p>
    <w:p w:rsidR="00710E5A" w:rsidRPr="00F06853" w:rsidRDefault="00710E5A" w:rsidP="00576706">
      <w:pPr>
        <w:pStyle w:val="custombodytext1"/>
        <w:numPr>
          <w:ilvl w:val="0"/>
          <w:numId w:val="16"/>
        </w:numPr>
        <w:jc w:val="left"/>
        <w:rPr>
          <w:rStyle w:val="Helvetica12pt"/>
          <w:rFonts w:ascii="Times New Roman" w:hAnsi="Times New Roman"/>
        </w:rPr>
      </w:pPr>
      <w:r w:rsidRPr="00F06853">
        <w:rPr>
          <w:rStyle w:val="Helvetica12pt"/>
          <w:rFonts w:ascii="Times New Roman" w:hAnsi="Times New Roman"/>
        </w:rPr>
        <w:lastRenderedPageBreak/>
        <w:t xml:space="preserve">social context issues, such as pollution, not covered by the research </w:t>
      </w:r>
    </w:p>
    <w:p w:rsidR="003C725C" w:rsidRPr="00F06853" w:rsidRDefault="00710E5A" w:rsidP="00576706">
      <w:pPr>
        <w:pStyle w:val="customheading2"/>
        <w:jc w:val="left"/>
        <w:rPr>
          <w:rStyle w:val="Helvetica12pt"/>
          <w:rFonts w:ascii="Times New Roman" w:hAnsi="Times New Roman"/>
        </w:rPr>
      </w:pPr>
      <w:r w:rsidRPr="00F06853">
        <w:rPr>
          <w:rStyle w:val="Helvetica12pt"/>
          <w:rFonts w:ascii="Times New Roman" w:hAnsi="Times New Roman"/>
        </w:rPr>
        <w:t>Marketing research must be considered with its scope and limitations kept in mind.</w:t>
      </w:r>
    </w:p>
    <w:p w:rsidR="00576706" w:rsidRDefault="00576706" w:rsidP="00633959">
      <w:pPr>
        <w:pStyle w:val="customheading2"/>
        <w:jc w:val="left"/>
        <w:rPr>
          <w:rStyle w:val="Helvetica12pt"/>
          <w:rFonts w:ascii="Times New Roman" w:hAnsi="Times New Roman"/>
          <w:highlight w:val="magenta"/>
        </w:rPr>
      </w:pPr>
    </w:p>
    <w:p w:rsidR="008369A2" w:rsidRPr="00F631DC" w:rsidRDefault="008369A2" w:rsidP="00633959">
      <w:pPr>
        <w:pStyle w:val="customheading2"/>
        <w:jc w:val="left"/>
        <w:rPr>
          <w:rStyle w:val="Helvetica12pt"/>
          <w:rFonts w:ascii="Times New Roman" w:hAnsi="Times New Roman"/>
          <w:highlight w:val="magenta"/>
        </w:rPr>
      </w:pPr>
    </w:p>
    <w:p w:rsidR="0022317A" w:rsidRDefault="00576706" w:rsidP="00C81077">
      <w:pPr>
        <w:pStyle w:val="custombodytext1"/>
        <w:tabs>
          <w:tab w:val="right" w:pos="9360"/>
        </w:tabs>
        <w:jc w:val="left"/>
        <w:rPr>
          <w:rStyle w:val="Helvetica12pt"/>
          <w:rFonts w:ascii="Times New Roman" w:hAnsi="Times New Roman"/>
          <w:b/>
        </w:rPr>
      </w:pPr>
      <w:r w:rsidRPr="00C81077">
        <w:rPr>
          <w:rStyle w:val="Helvetica12pt"/>
          <w:rFonts w:ascii="Times New Roman" w:hAnsi="Times New Roman"/>
          <w:b/>
        </w:rPr>
        <w:t>Overview of the Research Process</w:t>
      </w:r>
    </w:p>
    <w:p w:rsidR="00576706" w:rsidRPr="00C81077" w:rsidRDefault="00C543C4" w:rsidP="00C81077">
      <w:pPr>
        <w:pStyle w:val="custombodytext1"/>
        <w:tabs>
          <w:tab w:val="right" w:pos="9360"/>
        </w:tabs>
        <w:jc w:val="left"/>
        <w:rPr>
          <w:rStyle w:val="Helvetica12pt"/>
          <w:rFonts w:ascii="Times New Roman" w:hAnsi="Times New Roman"/>
          <w:b/>
        </w:rPr>
      </w:pPr>
      <w:r w:rsidRPr="00F32BB1">
        <w:rPr>
          <w:rStyle w:val="Helvetica12pt"/>
          <w:rFonts w:ascii="Times New Roman" w:hAnsi="Times New Roman"/>
        </w:rPr>
        <w:tab/>
      </w:r>
      <w:r w:rsidR="008369A2" w:rsidRPr="00F32BB1">
        <w:rPr>
          <w:rStyle w:val="Helvetica12pt"/>
          <w:rFonts w:ascii="Times New Roman" w:hAnsi="Times New Roman"/>
        </w:rPr>
        <w:t>pg 29</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Establish </w:t>
      </w:r>
      <w:r w:rsidR="00667E1C">
        <w:rPr>
          <w:rStyle w:val="Helvetica12pt"/>
          <w:rFonts w:ascii="Times New Roman" w:hAnsi="Times New Roman"/>
        </w:rPr>
        <w:t>n</w:t>
      </w:r>
      <w:r w:rsidRPr="00F32BB1">
        <w:rPr>
          <w:rStyle w:val="Helvetica12pt"/>
          <w:rFonts w:ascii="Times New Roman" w:hAnsi="Times New Roman"/>
        </w:rPr>
        <w:t xml:space="preserve">eed for </w:t>
      </w:r>
      <w:r w:rsidR="00667E1C">
        <w:rPr>
          <w:rStyle w:val="Helvetica12pt"/>
          <w:rFonts w:ascii="Times New Roman" w:hAnsi="Times New Roman"/>
        </w:rPr>
        <w:t>i</w:t>
      </w:r>
      <w:r w:rsidRPr="00F32BB1">
        <w:rPr>
          <w:rStyle w:val="Helvetica12pt"/>
          <w:rFonts w:ascii="Times New Roman" w:hAnsi="Times New Roman"/>
        </w:rPr>
        <w:t>nformation</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Detail </w:t>
      </w:r>
      <w:r w:rsidR="00667E1C">
        <w:rPr>
          <w:rStyle w:val="Helvetica12pt"/>
          <w:rFonts w:ascii="Times New Roman" w:hAnsi="Times New Roman"/>
        </w:rPr>
        <w:t>r</w:t>
      </w:r>
      <w:r w:rsidRPr="00F32BB1">
        <w:rPr>
          <w:rStyle w:val="Helvetica12pt"/>
          <w:rFonts w:ascii="Times New Roman" w:hAnsi="Times New Roman"/>
        </w:rPr>
        <w:t xml:space="preserve">esearch </w:t>
      </w:r>
      <w:r w:rsidR="00667E1C">
        <w:rPr>
          <w:rStyle w:val="Helvetica12pt"/>
          <w:rFonts w:ascii="Times New Roman" w:hAnsi="Times New Roman"/>
        </w:rPr>
        <w:t>o</w:t>
      </w:r>
      <w:r w:rsidRPr="00F32BB1">
        <w:rPr>
          <w:rStyle w:val="Helvetica12pt"/>
          <w:rFonts w:ascii="Times New Roman" w:hAnsi="Times New Roman"/>
        </w:rPr>
        <w:t xml:space="preserve">bjectives and </w:t>
      </w:r>
      <w:r w:rsidR="00667E1C">
        <w:rPr>
          <w:rStyle w:val="Helvetica12pt"/>
          <w:rFonts w:ascii="Times New Roman" w:hAnsi="Times New Roman"/>
        </w:rPr>
        <w:t>i</w:t>
      </w:r>
      <w:r w:rsidRPr="00F32BB1">
        <w:rPr>
          <w:rStyle w:val="Helvetica12pt"/>
          <w:rFonts w:ascii="Times New Roman" w:hAnsi="Times New Roman"/>
        </w:rPr>
        <w:t xml:space="preserve">nformation </w:t>
      </w:r>
      <w:r w:rsidR="00667E1C">
        <w:rPr>
          <w:rStyle w:val="Helvetica12pt"/>
          <w:rFonts w:ascii="Times New Roman" w:hAnsi="Times New Roman"/>
        </w:rPr>
        <w:t>n</w:t>
      </w:r>
      <w:r w:rsidRPr="00F32BB1">
        <w:rPr>
          <w:rStyle w:val="Helvetica12pt"/>
          <w:rFonts w:ascii="Times New Roman" w:hAnsi="Times New Roman"/>
        </w:rPr>
        <w:t>eeds</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Design </w:t>
      </w:r>
      <w:r w:rsidR="00667E1C">
        <w:rPr>
          <w:rStyle w:val="Helvetica12pt"/>
          <w:rFonts w:ascii="Times New Roman" w:hAnsi="Times New Roman"/>
        </w:rPr>
        <w:t>r</w:t>
      </w:r>
      <w:r w:rsidRPr="00F32BB1">
        <w:rPr>
          <w:rStyle w:val="Helvetica12pt"/>
          <w:rFonts w:ascii="Times New Roman" w:hAnsi="Times New Roman"/>
        </w:rPr>
        <w:t xml:space="preserve">esearch and </w:t>
      </w:r>
      <w:r w:rsidR="00667E1C">
        <w:rPr>
          <w:rStyle w:val="Helvetica12pt"/>
          <w:rFonts w:ascii="Times New Roman" w:hAnsi="Times New Roman"/>
        </w:rPr>
        <w:t>d</w:t>
      </w:r>
      <w:r w:rsidRPr="00F32BB1">
        <w:rPr>
          <w:rStyle w:val="Helvetica12pt"/>
          <w:rFonts w:ascii="Times New Roman" w:hAnsi="Times New Roman"/>
        </w:rPr>
        <w:t xml:space="preserve">ata </w:t>
      </w:r>
      <w:r w:rsidR="00667E1C">
        <w:rPr>
          <w:rStyle w:val="Helvetica12pt"/>
          <w:rFonts w:ascii="Times New Roman" w:hAnsi="Times New Roman"/>
        </w:rPr>
        <w:t>s</w:t>
      </w:r>
      <w:r w:rsidRPr="00F32BB1">
        <w:rPr>
          <w:rStyle w:val="Helvetica12pt"/>
          <w:rFonts w:ascii="Times New Roman" w:hAnsi="Times New Roman"/>
        </w:rPr>
        <w:t>ources</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Design </w:t>
      </w:r>
      <w:r w:rsidR="00667E1C">
        <w:rPr>
          <w:rStyle w:val="Helvetica12pt"/>
          <w:rFonts w:ascii="Times New Roman" w:hAnsi="Times New Roman"/>
        </w:rPr>
        <w:t>d</w:t>
      </w:r>
      <w:r w:rsidRPr="00F32BB1">
        <w:rPr>
          <w:rStyle w:val="Helvetica12pt"/>
          <w:rFonts w:ascii="Times New Roman" w:hAnsi="Times New Roman"/>
        </w:rPr>
        <w:t>ata-</w:t>
      </w:r>
      <w:r w:rsidR="00667E1C">
        <w:rPr>
          <w:rStyle w:val="Helvetica12pt"/>
          <w:rFonts w:ascii="Times New Roman" w:hAnsi="Times New Roman"/>
        </w:rPr>
        <w:t>c</w:t>
      </w:r>
      <w:r w:rsidRPr="00F32BB1">
        <w:rPr>
          <w:rStyle w:val="Helvetica12pt"/>
          <w:rFonts w:ascii="Times New Roman" w:hAnsi="Times New Roman"/>
        </w:rPr>
        <w:t xml:space="preserve">ollection </w:t>
      </w:r>
      <w:r w:rsidR="00667E1C">
        <w:rPr>
          <w:rStyle w:val="Helvetica12pt"/>
          <w:rFonts w:ascii="Times New Roman" w:hAnsi="Times New Roman"/>
        </w:rPr>
        <w:t>p</w:t>
      </w:r>
      <w:r w:rsidRPr="00F32BB1">
        <w:rPr>
          <w:rStyle w:val="Helvetica12pt"/>
          <w:rFonts w:ascii="Times New Roman" w:hAnsi="Times New Roman"/>
        </w:rPr>
        <w:t>rocedure</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Design </w:t>
      </w:r>
      <w:r w:rsidR="00667E1C">
        <w:rPr>
          <w:rStyle w:val="Helvetica12pt"/>
          <w:rFonts w:ascii="Times New Roman" w:hAnsi="Times New Roman"/>
        </w:rPr>
        <w:t>s</w:t>
      </w:r>
      <w:r w:rsidRPr="00F32BB1">
        <w:rPr>
          <w:rStyle w:val="Helvetica12pt"/>
          <w:rFonts w:ascii="Times New Roman" w:hAnsi="Times New Roman"/>
        </w:rPr>
        <w:t>ample</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Collect </w:t>
      </w:r>
      <w:r w:rsidR="00667E1C">
        <w:rPr>
          <w:rStyle w:val="Helvetica12pt"/>
          <w:rFonts w:ascii="Times New Roman" w:hAnsi="Times New Roman"/>
        </w:rPr>
        <w:t>d</w:t>
      </w:r>
      <w:r w:rsidRPr="00F32BB1">
        <w:rPr>
          <w:rStyle w:val="Helvetica12pt"/>
          <w:rFonts w:ascii="Times New Roman" w:hAnsi="Times New Roman"/>
        </w:rPr>
        <w:t>ata</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Process and </w:t>
      </w:r>
      <w:r w:rsidR="00667E1C">
        <w:rPr>
          <w:rStyle w:val="Helvetica12pt"/>
          <w:rFonts w:ascii="Times New Roman" w:hAnsi="Times New Roman"/>
        </w:rPr>
        <w:t>c</w:t>
      </w:r>
      <w:r w:rsidRPr="00F32BB1">
        <w:rPr>
          <w:rStyle w:val="Helvetica12pt"/>
          <w:rFonts w:ascii="Times New Roman" w:hAnsi="Times New Roman"/>
        </w:rPr>
        <w:t xml:space="preserve">ode </w:t>
      </w:r>
      <w:r w:rsidR="00667E1C">
        <w:rPr>
          <w:rStyle w:val="Helvetica12pt"/>
          <w:rFonts w:ascii="Times New Roman" w:hAnsi="Times New Roman"/>
        </w:rPr>
        <w:t>d</w:t>
      </w:r>
      <w:r w:rsidRPr="00F32BB1">
        <w:rPr>
          <w:rStyle w:val="Helvetica12pt"/>
          <w:rFonts w:ascii="Times New Roman" w:hAnsi="Times New Roman"/>
        </w:rPr>
        <w:t>ata</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Analyze </w:t>
      </w:r>
      <w:r w:rsidR="00667E1C">
        <w:rPr>
          <w:rStyle w:val="Helvetica12pt"/>
          <w:rFonts w:ascii="Times New Roman" w:hAnsi="Times New Roman"/>
        </w:rPr>
        <w:t>d</w:t>
      </w:r>
      <w:r w:rsidRPr="00F32BB1">
        <w:rPr>
          <w:rStyle w:val="Helvetica12pt"/>
          <w:rFonts w:ascii="Times New Roman" w:hAnsi="Times New Roman"/>
        </w:rPr>
        <w:t>ata</w:t>
      </w:r>
    </w:p>
    <w:p w:rsidR="007B4496" w:rsidRDefault="00576706" w:rsidP="007B4496">
      <w:pPr>
        <w:pStyle w:val="custombodytext1"/>
        <w:numPr>
          <w:ilvl w:val="0"/>
          <w:numId w:val="25"/>
        </w:numPr>
        <w:tabs>
          <w:tab w:val="clear" w:pos="1152"/>
          <w:tab w:val="num" w:pos="720"/>
        </w:tabs>
        <w:ind w:left="720"/>
        <w:jc w:val="left"/>
        <w:rPr>
          <w:rStyle w:val="Helvetica12pt"/>
          <w:rFonts w:ascii="Times New Roman" w:hAnsi="Times New Roman"/>
        </w:rPr>
      </w:pPr>
      <w:r w:rsidRPr="00F32BB1">
        <w:rPr>
          <w:rStyle w:val="Helvetica12pt"/>
          <w:rFonts w:ascii="Times New Roman" w:hAnsi="Times New Roman"/>
        </w:rPr>
        <w:t xml:space="preserve">Present </w:t>
      </w:r>
      <w:r w:rsidR="00667E1C">
        <w:rPr>
          <w:rStyle w:val="Helvetica12pt"/>
          <w:rFonts w:ascii="Times New Roman" w:hAnsi="Times New Roman"/>
        </w:rPr>
        <w:t>r</w:t>
      </w:r>
      <w:r w:rsidRPr="00F32BB1">
        <w:rPr>
          <w:rStyle w:val="Helvetica12pt"/>
          <w:rFonts w:ascii="Times New Roman" w:hAnsi="Times New Roman"/>
        </w:rPr>
        <w:t>esults</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Establish Need for Information</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Rather than being based solely on hunches, symptoms, or excitement at the prospect of using research skills, a research project needs the specific information needed to facilitate management decisions to be precisely defined at the outset.</w:t>
      </w:r>
    </w:p>
    <w:p w:rsidR="00576706" w:rsidRPr="004C712B"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Detail Research Objectives and Information Needs</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 xml:space="preserve">The second step is to detail the objectives and information needs of the proposed research. This should include answering the questions </w:t>
      </w:r>
      <w:r w:rsidR="0027727C">
        <w:rPr>
          <w:rStyle w:val="Helvetica12pt"/>
          <w:rFonts w:ascii="Times New Roman" w:hAnsi="Times New Roman"/>
        </w:rPr>
        <w:t>“</w:t>
      </w:r>
      <w:r w:rsidRPr="004C712B">
        <w:rPr>
          <w:rStyle w:val="Helvetica12pt"/>
          <w:rFonts w:ascii="Times New Roman" w:hAnsi="Times New Roman"/>
        </w:rPr>
        <w:t>Why is this project being conducted?</w:t>
      </w:r>
      <w:r w:rsidR="0027727C">
        <w:rPr>
          <w:rStyle w:val="Helvetica12pt"/>
          <w:rFonts w:ascii="Times New Roman" w:hAnsi="Times New Roman"/>
        </w:rPr>
        <w:t>”</w:t>
      </w:r>
      <w:r w:rsidRPr="004C712B">
        <w:rPr>
          <w:rStyle w:val="Helvetica12pt"/>
          <w:rFonts w:ascii="Times New Roman" w:hAnsi="Times New Roman"/>
        </w:rPr>
        <w:t xml:space="preserve"> and </w:t>
      </w:r>
      <w:r w:rsidR="0027727C">
        <w:rPr>
          <w:rStyle w:val="Helvetica12pt"/>
          <w:rFonts w:ascii="Times New Roman" w:hAnsi="Times New Roman"/>
        </w:rPr>
        <w:t>“</w:t>
      </w:r>
      <w:r w:rsidRPr="004C712B">
        <w:rPr>
          <w:rStyle w:val="Helvetica12pt"/>
          <w:rFonts w:ascii="Times New Roman" w:hAnsi="Times New Roman"/>
        </w:rPr>
        <w:t>What specific information is required to attain the objectives?</w:t>
      </w:r>
      <w:r w:rsidR="0027727C">
        <w:rPr>
          <w:rStyle w:val="Helvetica12pt"/>
          <w:rFonts w:ascii="Times New Roman" w:hAnsi="Times New Roman"/>
        </w:rPr>
        <w:t>”</w:t>
      </w:r>
    </w:p>
    <w:p w:rsidR="00576706" w:rsidRPr="004C712B"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Design Research and Data Sources</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The third step is to design the research project, including the type of information to be collected, the appropriate sources of data, and a general plan guiding the data collection and analysis</w:t>
      </w:r>
      <w:r w:rsidR="00667E1C">
        <w:rPr>
          <w:rStyle w:val="Helvetica12pt"/>
          <w:rFonts w:ascii="Times New Roman" w:hAnsi="Times New Roman"/>
        </w:rPr>
        <w:t xml:space="preserve"> </w:t>
      </w:r>
      <w:r w:rsidRPr="004C712B">
        <w:rPr>
          <w:rStyle w:val="Helvetica12pt"/>
          <w:rFonts w:ascii="Times New Roman" w:hAnsi="Times New Roman"/>
        </w:rPr>
        <w:t xml:space="preserve">phases. </w:t>
      </w:r>
    </w:p>
    <w:p w:rsidR="00576706" w:rsidRPr="004C712B" w:rsidRDefault="00576706" w:rsidP="00576706">
      <w:pPr>
        <w:pStyle w:val="custombodytext1"/>
        <w:jc w:val="left"/>
        <w:rPr>
          <w:rStyle w:val="Helvetica12pt"/>
          <w:rFonts w:ascii="Times New Roman" w:hAnsi="Times New Roman"/>
        </w:rPr>
      </w:pPr>
    </w:p>
    <w:p w:rsidR="007B4496" w:rsidRPr="007B4496" w:rsidRDefault="007B4496" w:rsidP="007B4496">
      <w:pPr>
        <w:pStyle w:val="custombodytext1"/>
        <w:tabs>
          <w:tab w:val="num" w:pos="720"/>
        </w:tabs>
        <w:jc w:val="left"/>
        <w:rPr>
          <w:rStyle w:val="Helvetica12pt"/>
          <w:rFonts w:ascii="Times New Roman" w:hAnsi="Times New Roman"/>
          <w:b/>
        </w:rPr>
      </w:pPr>
      <w:r w:rsidRPr="007B4496">
        <w:rPr>
          <w:rStyle w:val="Helvetica12pt"/>
          <w:rFonts w:ascii="Times New Roman" w:hAnsi="Times New Roman"/>
          <w:b/>
        </w:rPr>
        <w:t>Design Data-Collection Procedure</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 xml:space="preserve">The fourth step is to design a data-collection procedure that elicits the information needed by the project. </w:t>
      </w:r>
    </w:p>
    <w:p w:rsidR="00576706" w:rsidRPr="004C712B" w:rsidRDefault="00576706" w:rsidP="00576706">
      <w:pPr>
        <w:pStyle w:val="custombodytext1"/>
        <w:jc w:val="left"/>
        <w:rPr>
          <w:rStyle w:val="Helvetica12pt"/>
          <w:rFonts w:ascii="Times New Roman" w:hAnsi="Times New Roman"/>
        </w:rPr>
      </w:pPr>
    </w:p>
    <w:p w:rsidR="007B4496" w:rsidRPr="007B4496" w:rsidRDefault="007B4496" w:rsidP="007B4496">
      <w:pPr>
        <w:pStyle w:val="custombodytext1"/>
        <w:tabs>
          <w:tab w:val="num" w:pos="720"/>
        </w:tabs>
        <w:jc w:val="left"/>
        <w:rPr>
          <w:rStyle w:val="Helvetica12pt"/>
          <w:rFonts w:ascii="Times New Roman" w:hAnsi="Times New Roman"/>
          <w:b/>
        </w:rPr>
      </w:pPr>
      <w:r w:rsidRPr="007B4496">
        <w:rPr>
          <w:rStyle w:val="Helvetica12pt"/>
          <w:rFonts w:ascii="Times New Roman" w:hAnsi="Times New Roman"/>
          <w:b/>
        </w:rPr>
        <w:t>Design Sample</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 xml:space="preserve">The fifth step is to define the population from which the sample is to be drawn, the methods used to select the sample, and the sample size. </w:t>
      </w:r>
    </w:p>
    <w:p w:rsidR="00576706" w:rsidRPr="004C712B" w:rsidRDefault="00576706" w:rsidP="00576706">
      <w:pPr>
        <w:pStyle w:val="custombodytext1"/>
        <w:jc w:val="left"/>
        <w:rPr>
          <w:rStyle w:val="Helvetica12pt"/>
          <w:rFonts w:ascii="Times New Roman" w:hAnsi="Times New Roman"/>
        </w:rPr>
      </w:pPr>
    </w:p>
    <w:p w:rsidR="007B4496" w:rsidRPr="007B4496" w:rsidRDefault="007B4496" w:rsidP="007B4496">
      <w:pPr>
        <w:pStyle w:val="custombodytext1"/>
        <w:tabs>
          <w:tab w:val="num" w:pos="720"/>
        </w:tabs>
        <w:jc w:val="left"/>
        <w:rPr>
          <w:rStyle w:val="Helvetica12pt"/>
          <w:rFonts w:ascii="Times New Roman" w:hAnsi="Times New Roman"/>
          <w:b/>
        </w:rPr>
      </w:pPr>
      <w:r w:rsidRPr="007B4496">
        <w:rPr>
          <w:rStyle w:val="Helvetica12pt"/>
          <w:rFonts w:ascii="Times New Roman" w:hAnsi="Times New Roman"/>
          <w:b/>
        </w:rPr>
        <w:t>Collect Data</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The sixth step is to collect the data. This is generally the most costly part of the project.</w:t>
      </w:r>
    </w:p>
    <w:p w:rsidR="00576706" w:rsidRPr="004C712B"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Process and Code Data</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The seventh step is editing data forms for legibility, consistency, and completeness and coding the data by categorizing responses or groups of responses and assigning numbers to those categories.</w:t>
      </w:r>
    </w:p>
    <w:p w:rsidR="00576706" w:rsidRPr="004C712B"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Analyze Data</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The eighth step is analyzing the data, generally using statistical software packages.</w:t>
      </w:r>
    </w:p>
    <w:p w:rsidR="00576706" w:rsidRPr="004C712B"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Presentation of Results</w:t>
      </w:r>
    </w:p>
    <w:p w:rsidR="00576706" w:rsidRPr="004C712B" w:rsidRDefault="00576706" w:rsidP="00576706">
      <w:pPr>
        <w:pStyle w:val="custombodytext1"/>
        <w:jc w:val="left"/>
        <w:rPr>
          <w:rStyle w:val="Helvetica12pt"/>
          <w:rFonts w:ascii="Times New Roman" w:hAnsi="Times New Roman"/>
        </w:rPr>
      </w:pPr>
      <w:r w:rsidRPr="004C712B">
        <w:rPr>
          <w:rStyle w:val="Helvetica12pt"/>
          <w:rFonts w:ascii="Times New Roman" w:hAnsi="Times New Roman"/>
        </w:rPr>
        <w:t xml:space="preserve">The final step is to communicate the results to the decision-maker through a written report and an oral presentation. </w:t>
      </w:r>
    </w:p>
    <w:p w:rsidR="00576706" w:rsidRDefault="00576706" w:rsidP="00576706">
      <w:pPr>
        <w:pStyle w:val="custombodytext1"/>
        <w:jc w:val="left"/>
        <w:rPr>
          <w:rStyle w:val="Helvetica12pt"/>
          <w:rFonts w:ascii="Times New Roman" w:hAnsi="Times New Roman"/>
          <w:highlight w:val="magenta"/>
        </w:rPr>
      </w:pPr>
    </w:p>
    <w:p w:rsidR="00554D15" w:rsidRPr="00F631DC" w:rsidRDefault="00554D15" w:rsidP="00576706">
      <w:pPr>
        <w:pStyle w:val="custombodytext1"/>
        <w:jc w:val="left"/>
        <w:rPr>
          <w:rStyle w:val="Helvetica12pt"/>
          <w:rFonts w:ascii="Times New Roman" w:hAnsi="Times New Roman"/>
          <w:highlight w:val="magenta"/>
        </w:rPr>
      </w:pPr>
    </w:p>
    <w:p w:rsidR="00576706" w:rsidRPr="00C81077" w:rsidRDefault="00576706" w:rsidP="00C81077">
      <w:pPr>
        <w:pStyle w:val="custombodytext1"/>
        <w:tabs>
          <w:tab w:val="right" w:pos="9360"/>
        </w:tabs>
        <w:jc w:val="left"/>
        <w:rPr>
          <w:rStyle w:val="Helvetica12pt"/>
          <w:rFonts w:ascii="Times New Roman" w:hAnsi="Times New Roman"/>
          <w:b/>
        </w:rPr>
      </w:pPr>
      <w:r w:rsidRPr="00C81077">
        <w:rPr>
          <w:rStyle w:val="Helvetica12pt"/>
          <w:rFonts w:ascii="Times New Roman" w:hAnsi="Times New Roman"/>
          <w:b/>
        </w:rPr>
        <w:t>Is Research Needed?</w:t>
      </w:r>
      <w:r w:rsidR="00554D15" w:rsidRPr="009451A6">
        <w:rPr>
          <w:rStyle w:val="Helvetica12pt"/>
          <w:rFonts w:ascii="Times New Roman" w:hAnsi="Times New Roman"/>
        </w:rPr>
        <w:tab/>
        <w:t>pg 31</w:t>
      </w:r>
    </w:p>
    <w:p w:rsidR="0022317A" w:rsidRDefault="0022317A" w:rsidP="00576706">
      <w:pPr>
        <w:pStyle w:val="custombodytext1"/>
        <w:jc w:val="left"/>
        <w:rPr>
          <w:rStyle w:val="Helvetica12pt"/>
          <w:rFonts w:ascii="Times New Roman" w:hAnsi="Times New Roman"/>
        </w:rPr>
      </w:pPr>
    </w:p>
    <w:p w:rsidR="00576706" w:rsidRPr="007A6480" w:rsidRDefault="00576706" w:rsidP="00576706">
      <w:pPr>
        <w:pStyle w:val="custombodytext1"/>
        <w:jc w:val="left"/>
        <w:rPr>
          <w:rStyle w:val="Helvetica12pt"/>
          <w:rFonts w:ascii="Times New Roman" w:hAnsi="Times New Roman"/>
        </w:rPr>
      </w:pPr>
      <w:r w:rsidRPr="0046155F">
        <w:rPr>
          <w:rStyle w:val="Helvetica12pt"/>
          <w:rFonts w:ascii="Times New Roman" w:hAnsi="Times New Roman"/>
        </w:rPr>
        <w:t>Effective research requires that the questions being asked are the right ones for determining an appropriate strategy or effective course of action. In unfamiliar situations, the formal decision-making process can be applied to the decision to undertake research.</w:t>
      </w:r>
      <w:r w:rsidR="007A6480">
        <w:rPr>
          <w:rStyle w:val="Helvetica12pt"/>
          <w:rFonts w:ascii="Times New Roman" w:hAnsi="Times New Roman"/>
        </w:rPr>
        <w:t xml:space="preserve"> </w:t>
      </w:r>
      <w:r w:rsidR="007A6480" w:rsidRPr="007A6480">
        <w:rPr>
          <w:rStyle w:val="Helvetica12pt"/>
          <w:rFonts w:ascii="Times New Roman" w:hAnsi="Times New Roman"/>
        </w:rPr>
        <w:t xml:space="preserve">Researchers </w:t>
      </w:r>
      <w:r w:rsidR="007A6480">
        <w:rPr>
          <w:rStyle w:val="Helvetica12pt"/>
          <w:rFonts w:ascii="Times New Roman" w:hAnsi="Times New Roman"/>
        </w:rPr>
        <w:t xml:space="preserve">also </w:t>
      </w:r>
      <w:r w:rsidR="007A6480" w:rsidRPr="007A6480">
        <w:rPr>
          <w:rStyle w:val="Helvetica12pt"/>
          <w:rFonts w:ascii="Times New Roman" w:hAnsi="Times New Roman"/>
        </w:rPr>
        <w:t>need to remember to clearly establish the need for research before accepting requests for research.</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Recognition of a Decision Situation</w:t>
      </w:r>
    </w:p>
    <w:p w:rsidR="00576706" w:rsidRPr="009F0BD5" w:rsidRDefault="00576706" w:rsidP="00576706">
      <w:pPr>
        <w:pStyle w:val="custombodytext1"/>
        <w:jc w:val="left"/>
        <w:rPr>
          <w:rStyle w:val="Helvetica12pt"/>
          <w:rFonts w:ascii="Times New Roman" w:hAnsi="Times New Roman"/>
        </w:rPr>
      </w:pPr>
      <w:r w:rsidRPr="009F0BD5">
        <w:rPr>
          <w:rStyle w:val="Helvetica12pt"/>
          <w:rFonts w:ascii="Times New Roman" w:hAnsi="Times New Roman"/>
        </w:rPr>
        <w:t>Analyze the problems and opportunities underlying the symptoms revealed by performance measures:</w:t>
      </w:r>
    </w:p>
    <w:p w:rsidR="00576706" w:rsidRPr="009F0BD5" w:rsidRDefault="00576706" w:rsidP="00576706">
      <w:pPr>
        <w:pStyle w:val="custombodytext1"/>
        <w:numPr>
          <w:ilvl w:val="0"/>
          <w:numId w:val="26"/>
        </w:numPr>
        <w:jc w:val="left"/>
        <w:rPr>
          <w:rStyle w:val="Helvetica12pt"/>
          <w:rFonts w:ascii="Times New Roman" w:hAnsi="Times New Roman"/>
        </w:rPr>
      </w:pPr>
      <w:r w:rsidRPr="009F0BD5">
        <w:rPr>
          <w:rStyle w:val="Helvetica12pt"/>
          <w:rFonts w:ascii="Times New Roman" w:hAnsi="Times New Roman"/>
        </w:rPr>
        <w:t>notice symptoms</w:t>
      </w:r>
    </w:p>
    <w:p w:rsidR="00576706" w:rsidRPr="009F0BD5" w:rsidRDefault="00576706" w:rsidP="00576706">
      <w:pPr>
        <w:pStyle w:val="custombodytext1"/>
        <w:numPr>
          <w:ilvl w:val="0"/>
          <w:numId w:val="26"/>
        </w:numPr>
        <w:jc w:val="left"/>
        <w:rPr>
          <w:rStyle w:val="Helvetica12pt"/>
          <w:rFonts w:ascii="Times New Roman" w:hAnsi="Times New Roman"/>
        </w:rPr>
      </w:pPr>
      <w:r w:rsidRPr="009F0BD5">
        <w:rPr>
          <w:rStyle w:val="Helvetica12pt"/>
          <w:rFonts w:ascii="Times New Roman" w:hAnsi="Times New Roman"/>
        </w:rPr>
        <w:t>identify underlying problems</w:t>
      </w:r>
    </w:p>
    <w:p w:rsidR="00576706" w:rsidRPr="009F0BD5" w:rsidRDefault="00576706" w:rsidP="00576706">
      <w:pPr>
        <w:pStyle w:val="custombodytext1"/>
        <w:numPr>
          <w:ilvl w:val="0"/>
          <w:numId w:val="26"/>
        </w:numPr>
        <w:jc w:val="left"/>
        <w:rPr>
          <w:rStyle w:val="Helvetica12pt"/>
          <w:rFonts w:ascii="Times New Roman" w:hAnsi="Times New Roman"/>
        </w:rPr>
      </w:pPr>
      <w:r w:rsidRPr="009F0BD5">
        <w:rPr>
          <w:rStyle w:val="Helvetica12pt"/>
          <w:rFonts w:ascii="Times New Roman" w:hAnsi="Times New Roman"/>
        </w:rPr>
        <w:t>identify underlying opportunities</w:t>
      </w:r>
    </w:p>
    <w:p w:rsidR="00605B5B" w:rsidRDefault="00605B5B" w:rsidP="009F0BD5">
      <w:pPr>
        <w:pStyle w:val="custombodytext1"/>
        <w:numPr>
          <w:ilvl w:val="0"/>
          <w:numId w:val="26"/>
        </w:numPr>
        <w:jc w:val="left"/>
        <w:rPr>
          <w:rStyle w:val="Helvetica12pt"/>
          <w:rFonts w:ascii="Times New Roman" w:hAnsi="Times New Roman"/>
        </w:rPr>
      </w:pPr>
      <w:r w:rsidRPr="009F0BD5">
        <w:rPr>
          <w:rStyle w:val="Helvetica12pt"/>
          <w:rFonts w:ascii="Times New Roman" w:hAnsi="Times New Roman"/>
        </w:rPr>
        <w:t>avoid pseudo-research</w:t>
      </w:r>
      <w:r w:rsidR="000B696C">
        <w:rPr>
          <w:rStyle w:val="Helvetica12pt"/>
          <w:rFonts w:ascii="Times New Roman" w:hAnsi="Times New Roman"/>
        </w:rPr>
        <w:t xml:space="preserve"> (research </w:t>
      </w:r>
      <w:r w:rsidR="000B696C" w:rsidRPr="000B696C">
        <w:rPr>
          <w:rStyle w:val="Helvetica12pt"/>
          <w:rFonts w:ascii="Times New Roman" w:hAnsi="Times New Roman"/>
        </w:rPr>
        <w:t>undertaken for motives other than those related to decision making</w:t>
      </w:r>
      <w:r w:rsidR="000B696C">
        <w:rPr>
          <w:rStyle w:val="Helvetica12pt"/>
          <w:rFonts w:ascii="Times New Roman" w:hAnsi="Times New Roman"/>
        </w:rPr>
        <w:t>),</w:t>
      </w:r>
      <w:r w:rsidR="000B696C" w:rsidRPr="000B696C">
        <w:rPr>
          <w:rStyle w:val="Helvetica12pt"/>
          <w:rFonts w:ascii="Times New Roman" w:hAnsi="Times New Roman"/>
        </w:rPr>
        <w:t xml:space="preserve"> such as:</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using marketing research as a way to gain status</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justifying decisions already made</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establishing a scapegoat for marketing decisions that do not accomplish objectives</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impressing clients</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 xml:space="preserve">soothing anxieties with the impression that </w:t>
      </w:r>
      <w:r w:rsidR="0027727C">
        <w:rPr>
          <w:rStyle w:val="Helvetica12pt"/>
          <w:rFonts w:ascii="Times New Roman" w:hAnsi="Times New Roman"/>
        </w:rPr>
        <w:t>“</w:t>
      </w:r>
      <w:r w:rsidRPr="000B696C">
        <w:rPr>
          <w:rStyle w:val="Helvetica12pt"/>
          <w:rFonts w:ascii="Times New Roman" w:hAnsi="Times New Roman"/>
        </w:rPr>
        <w:t>something is being done</w:t>
      </w:r>
      <w:r w:rsidR="0027727C">
        <w:rPr>
          <w:rStyle w:val="Helvetica12pt"/>
          <w:rFonts w:ascii="Times New Roman" w:hAnsi="Times New Roman"/>
        </w:rPr>
        <w:t>”</w:t>
      </w:r>
    </w:p>
    <w:p w:rsidR="000B696C" w:rsidRPr="000B696C" w:rsidRDefault="000B696C" w:rsidP="000B696C">
      <w:pPr>
        <w:pStyle w:val="custombodytext1"/>
        <w:numPr>
          <w:ilvl w:val="1"/>
          <w:numId w:val="29"/>
        </w:numPr>
        <w:jc w:val="left"/>
        <w:rPr>
          <w:rStyle w:val="Helvetica12pt"/>
          <w:rFonts w:ascii="Times New Roman" w:hAnsi="Times New Roman"/>
        </w:rPr>
      </w:pPr>
      <w:r w:rsidRPr="000B696C">
        <w:rPr>
          <w:rStyle w:val="Helvetica12pt"/>
          <w:rFonts w:ascii="Times New Roman" w:hAnsi="Times New Roman"/>
        </w:rPr>
        <w:t>buying time</w:t>
      </w:r>
    </w:p>
    <w:p w:rsidR="000B696C" w:rsidRPr="000B696C" w:rsidRDefault="000B696C" w:rsidP="000B696C">
      <w:pPr>
        <w:pStyle w:val="custombodytext1"/>
        <w:numPr>
          <w:ilvl w:val="1"/>
          <w:numId w:val="26"/>
        </w:numPr>
        <w:jc w:val="left"/>
        <w:rPr>
          <w:rStyle w:val="Helvetica12pt"/>
          <w:rFonts w:ascii="Times New Roman" w:hAnsi="Times New Roman"/>
        </w:rPr>
      </w:pPr>
      <w:r w:rsidRPr="000B696C">
        <w:rPr>
          <w:rStyle w:val="Helvetica12pt"/>
          <w:rFonts w:ascii="Times New Roman" w:hAnsi="Times New Roman"/>
        </w:rPr>
        <w:t>following latest trends in research</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Defining the Decision</w:t>
      </w:r>
    </w:p>
    <w:p w:rsidR="00576706" w:rsidRPr="00B3077F" w:rsidRDefault="00576706" w:rsidP="00576706">
      <w:pPr>
        <w:pStyle w:val="custombodytext1"/>
        <w:jc w:val="left"/>
        <w:rPr>
          <w:rStyle w:val="Helvetica12pt"/>
          <w:rFonts w:ascii="Times New Roman" w:hAnsi="Times New Roman"/>
        </w:rPr>
      </w:pPr>
      <w:r w:rsidRPr="00B3077F">
        <w:rPr>
          <w:rStyle w:val="Helvetica12pt"/>
          <w:rFonts w:ascii="Times New Roman" w:hAnsi="Times New Roman"/>
        </w:rPr>
        <w:t xml:space="preserve">Clearly define the nature of the decision. This may be formulated on the basis of existing information, experience and judgment or with the assistance of exploratory research. </w:t>
      </w:r>
    </w:p>
    <w:p w:rsidR="00576706" w:rsidRPr="00B3077F" w:rsidRDefault="00576706" w:rsidP="00576706">
      <w:pPr>
        <w:pStyle w:val="custombodytext1"/>
        <w:numPr>
          <w:ilvl w:val="0"/>
          <w:numId w:val="27"/>
        </w:numPr>
        <w:jc w:val="left"/>
        <w:rPr>
          <w:rStyle w:val="Helvetica12pt"/>
          <w:rFonts w:ascii="Times New Roman" w:hAnsi="Times New Roman"/>
        </w:rPr>
      </w:pPr>
      <w:r w:rsidRPr="00B3077F">
        <w:rPr>
          <w:rStyle w:val="Helvetica12pt"/>
          <w:rFonts w:ascii="Times New Roman" w:hAnsi="Times New Roman"/>
        </w:rPr>
        <w:t>define decision objectives (include organizational goals and the personal objectives of the decision-makers)</w:t>
      </w:r>
    </w:p>
    <w:p w:rsidR="00576706" w:rsidRPr="00B3077F" w:rsidRDefault="00576706" w:rsidP="00576706">
      <w:pPr>
        <w:pStyle w:val="custombodytext1"/>
        <w:numPr>
          <w:ilvl w:val="0"/>
          <w:numId w:val="27"/>
        </w:numPr>
        <w:jc w:val="left"/>
        <w:rPr>
          <w:rStyle w:val="Helvetica12pt"/>
          <w:rFonts w:ascii="Times New Roman" w:hAnsi="Times New Roman"/>
        </w:rPr>
      </w:pPr>
      <w:r w:rsidRPr="00B3077F">
        <w:rPr>
          <w:rStyle w:val="Helvetica12pt"/>
          <w:rFonts w:ascii="Times New Roman" w:hAnsi="Times New Roman"/>
        </w:rPr>
        <w:t xml:space="preserve">write </w:t>
      </w:r>
      <w:r w:rsidR="00667E1C">
        <w:rPr>
          <w:rStyle w:val="Helvetica12pt"/>
          <w:rFonts w:ascii="Times New Roman" w:hAnsi="Times New Roman"/>
        </w:rPr>
        <w:t>a s</w:t>
      </w:r>
      <w:r w:rsidRPr="00B3077F">
        <w:rPr>
          <w:rStyle w:val="Helvetica12pt"/>
          <w:rFonts w:ascii="Times New Roman" w:hAnsi="Times New Roman"/>
        </w:rPr>
        <w:t xml:space="preserve">tatement of </w:t>
      </w:r>
      <w:r w:rsidR="00667E1C">
        <w:rPr>
          <w:rStyle w:val="Helvetica12pt"/>
          <w:rFonts w:ascii="Times New Roman" w:hAnsi="Times New Roman"/>
        </w:rPr>
        <w:t>p</w:t>
      </w:r>
      <w:r w:rsidRPr="00B3077F">
        <w:rPr>
          <w:rStyle w:val="Helvetica12pt"/>
          <w:rFonts w:ascii="Times New Roman" w:hAnsi="Times New Roman"/>
        </w:rPr>
        <w:t xml:space="preserve">roblems and </w:t>
      </w:r>
      <w:r w:rsidR="00667E1C">
        <w:rPr>
          <w:rStyle w:val="Helvetica12pt"/>
          <w:rFonts w:ascii="Times New Roman" w:hAnsi="Times New Roman"/>
        </w:rPr>
        <w:t>o</w:t>
      </w:r>
      <w:r w:rsidRPr="00B3077F">
        <w:rPr>
          <w:rStyle w:val="Helvetica12pt"/>
          <w:rFonts w:ascii="Times New Roman" w:hAnsi="Times New Roman"/>
        </w:rPr>
        <w:t>pportunities (situational analysis)</w:t>
      </w:r>
    </w:p>
    <w:p w:rsidR="00605B5B" w:rsidRPr="00F631DC" w:rsidRDefault="00605B5B" w:rsidP="00605B5B">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Identifying Alternative Courses of Action</w:t>
      </w:r>
    </w:p>
    <w:p w:rsidR="00576706" w:rsidRPr="00377276" w:rsidRDefault="00576706" w:rsidP="00576706">
      <w:pPr>
        <w:pStyle w:val="custombodytext1"/>
        <w:jc w:val="left"/>
        <w:rPr>
          <w:rStyle w:val="Helvetica12pt"/>
          <w:rFonts w:ascii="Times New Roman" w:hAnsi="Times New Roman"/>
        </w:rPr>
      </w:pPr>
      <w:r w:rsidRPr="00377276">
        <w:rPr>
          <w:rStyle w:val="Helvetica12pt"/>
          <w:rFonts w:ascii="Times New Roman" w:hAnsi="Times New Roman"/>
        </w:rPr>
        <w:t>Identify alternative courses of action. (A course of action specifies how the organization</w:t>
      </w:r>
      <w:r w:rsidR="0027727C">
        <w:rPr>
          <w:rStyle w:val="Helvetica12pt"/>
          <w:rFonts w:ascii="Times New Roman" w:hAnsi="Times New Roman"/>
        </w:rPr>
        <w:t>’</w:t>
      </w:r>
      <w:r w:rsidRPr="00377276">
        <w:rPr>
          <w:rStyle w:val="Helvetica12pt"/>
          <w:rFonts w:ascii="Times New Roman" w:hAnsi="Times New Roman"/>
        </w:rPr>
        <w:t xml:space="preserve">s resources are to be deployed in a given time period, including the option of </w:t>
      </w:r>
      <w:r w:rsidR="0027727C">
        <w:rPr>
          <w:rStyle w:val="Helvetica12pt"/>
          <w:rFonts w:ascii="Times New Roman" w:hAnsi="Times New Roman"/>
        </w:rPr>
        <w:t>“</w:t>
      </w:r>
      <w:r w:rsidRPr="00377276">
        <w:rPr>
          <w:rStyle w:val="Helvetica12pt"/>
          <w:rFonts w:ascii="Times New Roman" w:hAnsi="Times New Roman"/>
        </w:rPr>
        <w:t>doing nothing new.</w:t>
      </w:r>
      <w:r w:rsidR="0027727C">
        <w:rPr>
          <w:rStyle w:val="Helvetica12pt"/>
          <w:rFonts w:ascii="Times New Roman" w:hAnsi="Times New Roman"/>
        </w:rPr>
        <w:t>”</w:t>
      </w:r>
      <w:r w:rsidRPr="00377276">
        <w:rPr>
          <w:rStyle w:val="Helvetica12pt"/>
          <w:rFonts w:ascii="Times New Roman" w:hAnsi="Times New Roman"/>
        </w:rPr>
        <w:t xml:space="preserve">) This can be aided by exploratory research and/or creative thinking processes. The goal of the research is to identify the course of action that will result in high performance and give the organization a competitive edge. </w:t>
      </w:r>
    </w:p>
    <w:p w:rsidR="00576706" w:rsidRPr="00377276"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lastRenderedPageBreak/>
        <w:t>Evaluating Courses of Action</w:t>
      </w:r>
    </w:p>
    <w:p w:rsidR="00576706" w:rsidRPr="00377276" w:rsidRDefault="00576706" w:rsidP="00576706">
      <w:pPr>
        <w:pStyle w:val="custombodytext1"/>
        <w:jc w:val="left"/>
        <w:rPr>
          <w:rStyle w:val="Helvetica12pt"/>
          <w:rFonts w:ascii="Times New Roman" w:hAnsi="Times New Roman"/>
        </w:rPr>
      </w:pPr>
      <w:r w:rsidRPr="00377276">
        <w:rPr>
          <w:rStyle w:val="Helvetica12pt"/>
          <w:rFonts w:ascii="Times New Roman" w:hAnsi="Times New Roman"/>
        </w:rPr>
        <w:t>What information is needed to properly choose among the courses of action? If this information can be ascertained without a formal research project, the research is not needed. If not, the time and cost of implementing research must be weighed against the potential value of gaining the information.</w:t>
      </w:r>
    </w:p>
    <w:p w:rsidR="00985887" w:rsidRDefault="00985887" w:rsidP="00576706">
      <w:pPr>
        <w:pStyle w:val="custombodytext1"/>
        <w:jc w:val="left"/>
        <w:rPr>
          <w:rStyle w:val="Helvetica12pt"/>
          <w:rFonts w:ascii="Times New Roman" w:hAnsi="Times New Roman"/>
          <w:highlight w:val="magenta"/>
        </w:rPr>
      </w:pPr>
    </w:p>
    <w:p w:rsidR="00985887" w:rsidRDefault="00985887" w:rsidP="00576706">
      <w:pPr>
        <w:pStyle w:val="custombodytext1"/>
        <w:jc w:val="left"/>
        <w:rPr>
          <w:rStyle w:val="Helvetica12pt"/>
          <w:rFonts w:ascii="Times New Roman" w:hAnsi="Times New Roman"/>
          <w:highlight w:val="magenta"/>
        </w:rPr>
      </w:pPr>
    </w:p>
    <w:p w:rsidR="00576706" w:rsidRPr="00C81077" w:rsidRDefault="00576706" w:rsidP="00C81077">
      <w:pPr>
        <w:pStyle w:val="custombodytext1"/>
        <w:tabs>
          <w:tab w:val="right" w:pos="9360"/>
        </w:tabs>
        <w:jc w:val="left"/>
        <w:rPr>
          <w:rStyle w:val="Helvetica12pt"/>
          <w:rFonts w:ascii="Times New Roman" w:hAnsi="Times New Roman"/>
          <w:b/>
        </w:rPr>
      </w:pPr>
      <w:r w:rsidRPr="00C81077">
        <w:rPr>
          <w:rStyle w:val="Helvetica12pt"/>
          <w:rFonts w:ascii="Times New Roman" w:hAnsi="Times New Roman"/>
          <w:b/>
        </w:rPr>
        <w:t>Conclusive Research</w:t>
      </w:r>
      <w:r w:rsidR="00985887" w:rsidRPr="00877553">
        <w:rPr>
          <w:rStyle w:val="Helvetica12pt"/>
          <w:rFonts w:ascii="Times New Roman" w:hAnsi="Times New Roman"/>
        </w:rPr>
        <w:tab/>
        <w:t>pg 39</w:t>
      </w:r>
    </w:p>
    <w:p w:rsidR="0022317A" w:rsidRDefault="0022317A" w:rsidP="00576706">
      <w:pPr>
        <w:pStyle w:val="custombodytext1"/>
        <w:jc w:val="left"/>
        <w:rPr>
          <w:rStyle w:val="Helvetica12pt"/>
          <w:rFonts w:ascii="Times New Roman" w:hAnsi="Times New Roman"/>
        </w:rPr>
      </w:pPr>
    </w:p>
    <w:p w:rsidR="00576706" w:rsidRPr="00F631DC" w:rsidRDefault="00576706" w:rsidP="00576706">
      <w:pPr>
        <w:pStyle w:val="custombodytext1"/>
        <w:jc w:val="left"/>
        <w:rPr>
          <w:rStyle w:val="Helvetica12pt"/>
          <w:rFonts w:ascii="Times New Roman" w:hAnsi="Times New Roman"/>
          <w:highlight w:val="magenta"/>
        </w:rPr>
      </w:pPr>
      <w:r w:rsidRPr="00C34FE2">
        <w:rPr>
          <w:rStyle w:val="Helvetica12pt"/>
          <w:rFonts w:ascii="Times New Roman" w:hAnsi="Times New Roman"/>
        </w:rPr>
        <w:t xml:space="preserve">Conclusive research is designed to provide information to help the decision-maker evaluate and select a specific course of action from among the alternative courses of action. This section details Steps 1 and 2 of the research process for conclusive research; the remaining steps are </w:t>
      </w:r>
      <w:r w:rsidR="00C34FE2">
        <w:rPr>
          <w:rStyle w:val="Helvetica12pt"/>
          <w:rFonts w:ascii="Times New Roman" w:hAnsi="Times New Roman"/>
        </w:rPr>
        <w:t>detailed</w:t>
      </w:r>
      <w:r w:rsidRPr="00C34FE2">
        <w:rPr>
          <w:rStyle w:val="Helvetica12pt"/>
          <w:rFonts w:ascii="Times New Roman" w:hAnsi="Times New Roman"/>
        </w:rPr>
        <w:t xml:space="preserve"> in later chapters.</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Establish the Need for Information</w:t>
      </w:r>
    </w:p>
    <w:p w:rsidR="00576706" w:rsidRPr="0036206D" w:rsidRDefault="00576706" w:rsidP="00576706">
      <w:pPr>
        <w:pStyle w:val="custombodytext1"/>
        <w:jc w:val="left"/>
        <w:rPr>
          <w:rStyle w:val="Helvetica12pt"/>
          <w:rFonts w:ascii="Times New Roman" w:hAnsi="Times New Roman"/>
        </w:rPr>
      </w:pPr>
      <w:r w:rsidRPr="0036206D">
        <w:rPr>
          <w:rStyle w:val="Helvetica12pt"/>
          <w:rFonts w:ascii="Times New Roman" w:hAnsi="Times New Roman"/>
        </w:rPr>
        <w:t xml:space="preserve">If the decision to undertake the research project has not involved the preliminary steps described in </w:t>
      </w:r>
      <w:r w:rsidR="0036206D" w:rsidRPr="0036206D">
        <w:rPr>
          <w:rStyle w:val="Helvetica12pt"/>
          <w:rFonts w:ascii="Times New Roman" w:hAnsi="Times New Roman"/>
        </w:rPr>
        <w:t>above</w:t>
      </w:r>
      <w:r w:rsidRPr="0036206D">
        <w:rPr>
          <w:rStyle w:val="Helvetica12pt"/>
          <w:rFonts w:ascii="Times New Roman" w:hAnsi="Times New Roman"/>
        </w:rPr>
        <w:t xml:space="preserve">, the research team must </w:t>
      </w:r>
    </w:p>
    <w:p w:rsidR="00576706" w:rsidRPr="0036206D" w:rsidRDefault="00576706" w:rsidP="00576706">
      <w:pPr>
        <w:pStyle w:val="custombodytext1"/>
        <w:numPr>
          <w:ilvl w:val="0"/>
          <w:numId w:val="28"/>
        </w:numPr>
        <w:jc w:val="left"/>
        <w:rPr>
          <w:rStyle w:val="Helvetica12pt"/>
          <w:rFonts w:ascii="Times New Roman" w:hAnsi="Times New Roman"/>
        </w:rPr>
      </w:pPr>
      <w:r w:rsidRPr="0036206D">
        <w:rPr>
          <w:rStyle w:val="Helvetica12pt"/>
          <w:rFonts w:ascii="Times New Roman" w:hAnsi="Times New Roman"/>
        </w:rPr>
        <w:t>identify the decision-maker</w:t>
      </w:r>
    </w:p>
    <w:p w:rsidR="00576706" w:rsidRPr="0036206D" w:rsidRDefault="00576706" w:rsidP="00576706">
      <w:pPr>
        <w:pStyle w:val="custombodytext1"/>
        <w:numPr>
          <w:ilvl w:val="0"/>
          <w:numId w:val="28"/>
        </w:numPr>
        <w:jc w:val="left"/>
        <w:rPr>
          <w:rStyle w:val="Helvetica12pt"/>
          <w:rFonts w:ascii="Times New Roman" w:hAnsi="Times New Roman"/>
        </w:rPr>
      </w:pPr>
      <w:r w:rsidRPr="0036206D">
        <w:rPr>
          <w:rStyle w:val="Helvetica12pt"/>
          <w:rFonts w:ascii="Times New Roman" w:hAnsi="Times New Roman"/>
        </w:rPr>
        <w:t>identify the decision-</w:t>
      </w:r>
      <w:proofErr w:type="spellStart"/>
      <w:r w:rsidRPr="0036206D">
        <w:rPr>
          <w:rStyle w:val="Helvetica12pt"/>
          <w:rFonts w:ascii="Times New Roman" w:hAnsi="Times New Roman"/>
        </w:rPr>
        <w:t>maker</w:t>
      </w:r>
      <w:r w:rsidR="0027727C">
        <w:rPr>
          <w:rStyle w:val="Helvetica12pt"/>
          <w:rFonts w:ascii="Times New Roman" w:hAnsi="Times New Roman"/>
        </w:rPr>
        <w:t>’</w:t>
      </w:r>
      <w:r w:rsidRPr="0036206D">
        <w:rPr>
          <w:rStyle w:val="Helvetica12pt"/>
          <w:rFonts w:ascii="Times New Roman" w:hAnsi="Times New Roman"/>
        </w:rPr>
        <w:t>s</w:t>
      </w:r>
      <w:proofErr w:type="spellEnd"/>
      <w:r w:rsidRPr="0036206D">
        <w:rPr>
          <w:rStyle w:val="Helvetica12pt"/>
          <w:rFonts w:ascii="Times New Roman" w:hAnsi="Times New Roman"/>
        </w:rPr>
        <w:t xml:space="preserve"> objectives</w:t>
      </w:r>
    </w:p>
    <w:p w:rsidR="00576706" w:rsidRPr="0036206D" w:rsidRDefault="00576706" w:rsidP="00576706">
      <w:pPr>
        <w:pStyle w:val="custombodytext1"/>
        <w:numPr>
          <w:ilvl w:val="0"/>
          <w:numId w:val="28"/>
        </w:numPr>
        <w:jc w:val="left"/>
        <w:rPr>
          <w:rStyle w:val="Helvetica12pt"/>
          <w:rFonts w:ascii="Times New Roman" w:hAnsi="Times New Roman"/>
        </w:rPr>
      </w:pPr>
      <w:r w:rsidRPr="0036206D">
        <w:rPr>
          <w:rStyle w:val="Helvetica12pt"/>
          <w:rFonts w:ascii="Times New Roman" w:hAnsi="Times New Roman"/>
        </w:rPr>
        <w:t xml:space="preserve">identify problems and opportunities </w:t>
      </w:r>
    </w:p>
    <w:p w:rsidR="00576706" w:rsidRPr="0036206D" w:rsidRDefault="00576706" w:rsidP="00576706">
      <w:pPr>
        <w:pStyle w:val="custombodytext1"/>
        <w:numPr>
          <w:ilvl w:val="0"/>
          <w:numId w:val="28"/>
        </w:numPr>
        <w:jc w:val="left"/>
        <w:rPr>
          <w:rStyle w:val="Helvetica12pt"/>
          <w:rFonts w:ascii="Times New Roman" w:hAnsi="Times New Roman"/>
        </w:rPr>
      </w:pPr>
      <w:r w:rsidRPr="0036206D">
        <w:rPr>
          <w:rStyle w:val="Helvetica12pt"/>
          <w:rFonts w:ascii="Times New Roman" w:hAnsi="Times New Roman"/>
        </w:rPr>
        <w:t>identify alternative courses of action</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Determine Research Objectives</w:t>
      </w:r>
    </w:p>
    <w:p w:rsidR="00576706" w:rsidRPr="00F631DC" w:rsidRDefault="00576706" w:rsidP="00576706">
      <w:pPr>
        <w:pStyle w:val="custombodytext1"/>
        <w:jc w:val="left"/>
        <w:rPr>
          <w:rStyle w:val="Helvetica12pt"/>
          <w:rFonts w:ascii="Times New Roman" w:hAnsi="Times New Roman"/>
          <w:highlight w:val="magenta"/>
        </w:rPr>
      </w:pPr>
      <w:r w:rsidRPr="00E6797A">
        <w:rPr>
          <w:rStyle w:val="Helvetica12pt"/>
          <w:rFonts w:ascii="Times New Roman" w:hAnsi="Times New Roman"/>
        </w:rPr>
        <w:t xml:space="preserve">Research objectives answer the question, </w:t>
      </w:r>
      <w:r w:rsidR="0027727C">
        <w:rPr>
          <w:rStyle w:val="Helvetica12pt"/>
          <w:rFonts w:ascii="Times New Roman" w:hAnsi="Times New Roman"/>
        </w:rPr>
        <w:t>“</w:t>
      </w:r>
      <w:r w:rsidRPr="00E6797A">
        <w:rPr>
          <w:rStyle w:val="Helvetica12pt"/>
          <w:rFonts w:ascii="Times New Roman" w:hAnsi="Times New Roman"/>
        </w:rPr>
        <w:t>What is the purpose of the research project?</w:t>
      </w:r>
      <w:r w:rsidR="0027727C">
        <w:rPr>
          <w:rStyle w:val="Helvetica12pt"/>
          <w:rFonts w:ascii="Times New Roman" w:hAnsi="Times New Roman"/>
        </w:rPr>
        <w:t>”</w:t>
      </w:r>
      <w:r w:rsidRPr="00E6797A">
        <w:rPr>
          <w:rStyle w:val="Helvetica12pt"/>
          <w:rFonts w:ascii="Times New Roman" w:hAnsi="Times New Roman"/>
        </w:rPr>
        <w:t xml:space="preserve"> These need to be stated in detail precise enough to communicate the specifics of why the study is being conducted.</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Specify Information Needs</w:t>
      </w:r>
    </w:p>
    <w:p w:rsidR="00576706" w:rsidRPr="00566B21" w:rsidRDefault="00576706" w:rsidP="00576706">
      <w:pPr>
        <w:pStyle w:val="custombodytext1"/>
        <w:jc w:val="left"/>
        <w:rPr>
          <w:rStyle w:val="Helvetica12pt"/>
          <w:rFonts w:ascii="Times New Roman" w:hAnsi="Times New Roman"/>
        </w:rPr>
      </w:pPr>
      <w:r w:rsidRPr="00566B21">
        <w:rPr>
          <w:rStyle w:val="Helvetica12pt"/>
          <w:rFonts w:ascii="Times New Roman" w:hAnsi="Times New Roman"/>
        </w:rPr>
        <w:t>What specific information is needed by the decision-maker? The list of information needs generally corresponds to an elaboration of the research objectives in a finer degree of detail. Each question on the questionnaire should have a direct correspondence to an information need, and each information need should have a direct correspondence to at least one research objective.  Those developing the list of information needs should keep in mind whether the information can be realistically obtained.</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Visualize the Research Findings</w:t>
      </w:r>
    </w:p>
    <w:p w:rsidR="00576706" w:rsidRPr="00F631DC" w:rsidRDefault="00576706" w:rsidP="00576706">
      <w:pPr>
        <w:pStyle w:val="custombodytext1"/>
        <w:jc w:val="left"/>
        <w:rPr>
          <w:rStyle w:val="Helvetica12pt"/>
          <w:rFonts w:ascii="Times New Roman" w:hAnsi="Times New Roman"/>
          <w:highlight w:val="magenta"/>
        </w:rPr>
      </w:pPr>
      <w:r w:rsidRPr="00566B21">
        <w:rPr>
          <w:rStyle w:val="Helvetica12pt"/>
          <w:rFonts w:ascii="Times New Roman" w:hAnsi="Times New Roman"/>
        </w:rPr>
        <w:t xml:space="preserve">Potential research findings must be concretely conceptualized, while considering, </w:t>
      </w:r>
      <w:r w:rsidR="0027727C">
        <w:rPr>
          <w:rStyle w:val="Helvetica12pt"/>
          <w:rFonts w:ascii="Times New Roman" w:hAnsi="Times New Roman"/>
        </w:rPr>
        <w:t>“</w:t>
      </w:r>
      <w:r w:rsidRPr="00566B21">
        <w:rPr>
          <w:rStyle w:val="Helvetica12pt"/>
          <w:rFonts w:ascii="Times New Roman" w:hAnsi="Times New Roman"/>
        </w:rPr>
        <w:t>Of what use are these data to the decision situation?</w:t>
      </w:r>
      <w:r w:rsidR="0027727C">
        <w:rPr>
          <w:rStyle w:val="Helvetica12pt"/>
          <w:rFonts w:ascii="Times New Roman" w:hAnsi="Times New Roman"/>
        </w:rPr>
        <w:t>”</w:t>
      </w:r>
      <w:r w:rsidRPr="00566B21">
        <w:rPr>
          <w:rStyle w:val="Helvetica12pt"/>
          <w:rFonts w:ascii="Times New Roman" w:hAnsi="Times New Roman"/>
        </w:rPr>
        <w:t xml:space="preserve"> Mocking up potential research findings helps ensure that the data to be collected will fit the information needs. This helps decision-makers identify gaps and more clearly specify how the data should be analyzed and presented.</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Develop Decision Criteria</w:t>
      </w:r>
    </w:p>
    <w:p w:rsidR="00576706" w:rsidRPr="00F631DC" w:rsidRDefault="00576706" w:rsidP="00576706">
      <w:pPr>
        <w:pStyle w:val="custombodytext1"/>
        <w:jc w:val="left"/>
        <w:rPr>
          <w:rStyle w:val="Helvetica12pt"/>
          <w:rFonts w:ascii="Times New Roman" w:hAnsi="Times New Roman"/>
          <w:highlight w:val="magenta"/>
        </w:rPr>
      </w:pPr>
      <w:r w:rsidRPr="00C56699">
        <w:rPr>
          <w:rStyle w:val="Helvetica12pt"/>
          <w:rFonts w:ascii="Times New Roman" w:hAnsi="Times New Roman"/>
        </w:rPr>
        <w:t xml:space="preserve">Decision criteria are rules for selecting among courses of action, generally in the form of a series of </w:t>
      </w:r>
      <w:r w:rsidR="0027727C">
        <w:rPr>
          <w:rStyle w:val="Helvetica12pt"/>
          <w:rFonts w:ascii="Times New Roman" w:hAnsi="Times New Roman"/>
        </w:rPr>
        <w:t>“</w:t>
      </w:r>
      <w:r w:rsidRPr="00C56699">
        <w:rPr>
          <w:rStyle w:val="Helvetica12pt"/>
          <w:rFonts w:ascii="Times New Roman" w:hAnsi="Times New Roman"/>
        </w:rPr>
        <w:t>if-then</w:t>
      </w:r>
      <w:r w:rsidR="0027727C">
        <w:rPr>
          <w:rStyle w:val="Helvetica12pt"/>
          <w:rFonts w:ascii="Times New Roman" w:hAnsi="Times New Roman"/>
        </w:rPr>
        <w:t>”</w:t>
      </w:r>
      <w:r w:rsidRPr="00C56699">
        <w:rPr>
          <w:rStyle w:val="Helvetica12pt"/>
          <w:rFonts w:ascii="Times New Roman" w:hAnsi="Times New Roman"/>
        </w:rPr>
        <w:t xml:space="preserve"> statements, given various data outcomes. Decision criteria must be developed before anyone involved learns the actual results. This ensures that organizational objectives take priority over personal objectives.</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Determine the Cost and Value of the Research</w:t>
      </w:r>
    </w:p>
    <w:p w:rsidR="00576706" w:rsidRPr="00F631DC" w:rsidRDefault="00576706" w:rsidP="00576706">
      <w:pPr>
        <w:pStyle w:val="custombodytext1"/>
        <w:jc w:val="left"/>
        <w:rPr>
          <w:rStyle w:val="Helvetica12pt"/>
          <w:rFonts w:ascii="Times New Roman" w:hAnsi="Times New Roman"/>
          <w:highlight w:val="magenta"/>
        </w:rPr>
      </w:pPr>
      <w:r w:rsidRPr="0041081C">
        <w:rPr>
          <w:rStyle w:val="Helvetica12pt"/>
          <w:rFonts w:ascii="Times New Roman" w:hAnsi="Times New Roman"/>
        </w:rPr>
        <w:t>Cost-benefit analyses of research involve quantification of costs and subjective evaluation of potential benefits. Breakeven points—the number of units of a product that need to be sold to break even on the cost of the research project—indicate the level of benefit needed to cover the cost of research. They represent a relatively small share of market in large markets (e.g., 1 million units) than for much smaller market (e.g., 10,000 units), so research is more justifiable in large markets than small. It is also easier to justify as the ratio of variable cost to selling price decreases. The benefit increases with the level of uncertainty around the outcomes of alternative courses of action.</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Formally Propose Research</w:t>
      </w:r>
    </w:p>
    <w:p w:rsidR="00576706" w:rsidRPr="00F631DC" w:rsidRDefault="00576706" w:rsidP="00576706">
      <w:pPr>
        <w:pStyle w:val="custombodytext1"/>
        <w:jc w:val="left"/>
        <w:rPr>
          <w:rStyle w:val="Helvetica12pt"/>
          <w:rFonts w:ascii="Times New Roman" w:hAnsi="Times New Roman"/>
          <w:highlight w:val="magenta"/>
        </w:rPr>
      </w:pPr>
      <w:r w:rsidRPr="0041081C">
        <w:rPr>
          <w:rStyle w:val="Helvetica12pt"/>
          <w:rFonts w:ascii="Times New Roman" w:hAnsi="Times New Roman"/>
        </w:rPr>
        <w:t>Submit written research request, including all points to be covered. For projects conducted predominantly within the organization, this doubles as the research proposal.</w:t>
      </w:r>
    </w:p>
    <w:p w:rsidR="00576706" w:rsidRPr="00F631DC" w:rsidRDefault="00576706" w:rsidP="00576706">
      <w:pPr>
        <w:pStyle w:val="custombodytext1"/>
        <w:jc w:val="left"/>
        <w:rPr>
          <w:rStyle w:val="Helvetica12pt"/>
          <w:rFonts w:ascii="Times New Roman" w:hAnsi="Times New Roman"/>
          <w:highlight w:val="magenta"/>
        </w:rPr>
      </w:pPr>
    </w:p>
    <w:p w:rsidR="00E172BB" w:rsidRPr="0022317A" w:rsidRDefault="007B4496" w:rsidP="00E172BB">
      <w:pPr>
        <w:pStyle w:val="custombodytext1"/>
        <w:jc w:val="left"/>
        <w:rPr>
          <w:rStyle w:val="Helvetica12pt"/>
          <w:rFonts w:ascii="Times New Roman" w:hAnsi="Times New Roman"/>
          <w:b/>
        </w:rPr>
      </w:pPr>
      <w:r w:rsidRPr="007B4496">
        <w:rPr>
          <w:rStyle w:val="Helvetica12pt"/>
          <w:rFonts w:ascii="Times New Roman" w:hAnsi="Times New Roman"/>
          <w:b/>
        </w:rPr>
        <w:t>Proposal Guidelines</w:t>
      </w:r>
    </w:p>
    <w:p w:rsidR="00E172BB" w:rsidRPr="00645B78" w:rsidRDefault="00E172BB" w:rsidP="00645B78">
      <w:pPr>
        <w:pStyle w:val="custombodytext1"/>
        <w:jc w:val="left"/>
        <w:rPr>
          <w:rStyle w:val="Helvetica12pt"/>
          <w:rFonts w:ascii="Times New Roman" w:hAnsi="Times New Roman"/>
        </w:rPr>
      </w:pPr>
      <w:r w:rsidRPr="00645B78">
        <w:rPr>
          <w:rStyle w:val="Helvetica12pt"/>
          <w:rFonts w:ascii="Times New Roman" w:hAnsi="Times New Roman"/>
        </w:rPr>
        <w:t>Research proposals include a definition of the problem, the decision objectives and information needs of the research, the alternative course of action, personnel qualifications, how the project will be evaluated, and the project budget and timetable.</w:t>
      </w:r>
    </w:p>
    <w:p w:rsidR="00576706" w:rsidRDefault="00576706" w:rsidP="00576706">
      <w:pPr>
        <w:pStyle w:val="custombodytext1"/>
        <w:jc w:val="left"/>
        <w:rPr>
          <w:rStyle w:val="Helvetica12pt"/>
          <w:rFonts w:ascii="Times New Roman" w:hAnsi="Times New Roman"/>
          <w:highlight w:val="magenta"/>
        </w:rPr>
      </w:pPr>
    </w:p>
    <w:p w:rsidR="00AB012F" w:rsidRPr="00F631DC" w:rsidRDefault="00AB012F" w:rsidP="00576706">
      <w:pPr>
        <w:pStyle w:val="custombodytext1"/>
        <w:jc w:val="left"/>
        <w:rPr>
          <w:rStyle w:val="Helvetica12pt"/>
          <w:rFonts w:ascii="Times New Roman" w:hAnsi="Times New Roman"/>
          <w:highlight w:val="magenta"/>
        </w:rPr>
      </w:pPr>
    </w:p>
    <w:p w:rsidR="00576706" w:rsidRPr="00D47262" w:rsidRDefault="00576706" w:rsidP="00D47262">
      <w:pPr>
        <w:pStyle w:val="custombodytext1"/>
        <w:tabs>
          <w:tab w:val="right" w:pos="9360"/>
        </w:tabs>
        <w:jc w:val="left"/>
        <w:rPr>
          <w:rStyle w:val="Helvetica12pt"/>
          <w:rFonts w:ascii="Times New Roman" w:hAnsi="Times New Roman"/>
          <w:b/>
        </w:rPr>
      </w:pPr>
      <w:r w:rsidRPr="00D47262">
        <w:rPr>
          <w:rStyle w:val="Helvetica12pt"/>
          <w:rFonts w:ascii="Times New Roman" w:hAnsi="Times New Roman"/>
          <w:b/>
        </w:rPr>
        <w:t>Errors in Marketing Research</w:t>
      </w:r>
      <w:r w:rsidR="004D3278" w:rsidRPr="00D47262">
        <w:rPr>
          <w:rStyle w:val="Helvetica12pt"/>
          <w:rFonts w:ascii="Times New Roman" w:hAnsi="Times New Roman"/>
        </w:rPr>
        <w:tab/>
        <w:t>pg 45</w:t>
      </w:r>
    </w:p>
    <w:p w:rsidR="0022317A" w:rsidRDefault="0022317A" w:rsidP="00576706">
      <w:pPr>
        <w:pStyle w:val="custombodytext1"/>
        <w:jc w:val="left"/>
        <w:rPr>
          <w:rStyle w:val="Helvetica12pt"/>
          <w:rFonts w:ascii="Times New Roman" w:hAnsi="Times New Roman"/>
        </w:rPr>
      </w:pPr>
    </w:p>
    <w:p w:rsidR="00576706" w:rsidRPr="00D47262" w:rsidRDefault="00576706" w:rsidP="00576706">
      <w:pPr>
        <w:pStyle w:val="custombodytext1"/>
        <w:jc w:val="left"/>
        <w:rPr>
          <w:rStyle w:val="Helvetica12pt"/>
          <w:rFonts w:ascii="Times New Roman" w:hAnsi="Times New Roman"/>
        </w:rPr>
      </w:pPr>
      <w:r w:rsidRPr="00D47262">
        <w:rPr>
          <w:rStyle w:val="Helvetica12pt"/>
          <w:rFonts w:ascii="Times New Roman" w:hAnsi="Times New Roman"/>
        </w:rPr>
        <w:t>The two main types of errors in marketing research are sampling errors and non</w:t>
      </w:r>
      <w:r w:rsidR="00535FC2">
        <w:rPr>
          <w:rStyle w:val="Helvetica12pt"/>
          <w:rFonts w:ascii="Times New Roman" w:hAnsi="Times New Roman"/>
        </w:rPr>
        <w:t>-</w:t>
      </w:r>
      <w:r w:rsidRPr="00D47262">
        <w:rPr>
          <w:rStyle w:val="Helvetica12pt"/>
          <w:rFonts w:ascii="Times New Roman" w:hAnsi="Times New Roman"/>
        </w:rPr>
        <w:t xml:space="preserve">sampling errors. </w:t>
      </w:r>
    </w:p>
    <w:p w:rsidR="00576706" w:rsidRPr="00F631DC" w:rsidRDefault="00576706" w:rsidP="00576706">
      <w:pPr>
        <w:pStyle w:val="custombodytext1"/>
        <w:jc w:val="left"/>
        <w:rPr>
          <w:rStyle w:val="Helvetica12pt"/>
          <w:rFonts w:ascii="Times New Roman" w:hAnsi="Times New Roman"/>
          <w:highlight w:val="magenta"/>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Sampling Errors</w:t>
      </w:r>
    </w:p>
    <w:p w:rsidR="00576706" w:rsidRPr="007D2CE3" w:rsidRDefault="00576706" w:rsidP="00576706">
      <w:pPr>
        <w:pStyle w:val="custombodytext1"/>
        <w:jc w:val="left"/>
        <w:rPr>
          <w:rStyle w:val="Helvetica12pt"/>
          <w:rFonts w:ascii="Times New Roman" w:hAnsi="Times New Roman"/>
        </w:rPr>
      </w:pPr>
      <w:r w:rsidRPr="007D2CE3">
        <w:rPr>
          <w:rStyle w:val="Helvetica12pt"/>
          <w:rFonts w:ascii="Times New Roman" w:hAnsi="Times New Roman"/>
        </w:rPr>
        <w:t>Samples are used in marketing research to estimate certain quantities in the population. The difference between the sample value and the true underlying population value is called sampling error</w:t>
      </w:r>
      <w:r w:rsidR="00667E1C" w:rsidRPr="00565995">
        <w:rPr>
          <w:rFonts w:ascii="Times" w:hAnsi="Times"/>
        </w:rPr>
        <w:t>—</w:t>
      </w:r>
      <w:r w:rsidRPr="007D2CE3">
        <w:rPr>
          <w:rStyle w:val="Helvetica12pt"/>
          <w:rFonts w:ascii="Times New Roman" w:hAnsi="Times New Roman"/>
        </w:rPr>
        <w:t>the unavoidable inaccuracy stemming from not having a huge quantity of data.</w:t>
      </w:r>
    </w:p>
    <w:p w:rsidR="00576706" w:rsidRPr="007D2CE3"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Non</w:t>
      </w:r>
      <w:r w:rsidR="00667E1C">
        <w:rPr>
          <w:rStyle w:val="Helvetica12pt"/>
          <w:rFonts w:ascii="Times New Roman" w:hAnsi="Times New Roman"/>
          <w:b/>
        </w:rPr>
        <w:t>-S</w:t>
      </w:r>
      <w:r w:rsidRPr="007B4496">
        <w:rPr>
          <w:rStyle w:val="Helvetica12pt"/>
          <w:rFonts w:ascii="Times New Roman" w:hAnsi="Times New Roman"/>
          <w:b/>
        </w:rPr>
        <w:t>ampling Errors</w:t>
      </w:r>
    </w:p>
    <w:p w:rsidR="00576706" w:rsidRPr="007D2CE3" w:rsidRDefault="00576706" w:rsidP="00576706">
      <w:pPr>
        <w:pStyle w:val="custombodytext1"/>
        <w:jc w:val="left"/>
        <w:rPr>
          <w:rStyle w:val="Helvetica12pt"/>
          <w:rFonts w:ascii="Times New Roman" w:hAnsi="Times New Roman"/>
        </w:rPr>
      </w:pPr>
      <w:r w:rsidRPr="007D2CE3">
        <w:rPr>
          <w:rStyle w:val="Helvetica12pt"/>
          <w:rFonts w:ascii="Times New Roman" w:hAnsi="Times New Roman"/>
        </w:rPr>
        <w:t>Non</w:t>
      </w:r>
      <w:r w:rsidR="00535FC2">
        <w:rPr>
          <w:rStyle w:val="Helvetica12pt"/>
          <w:rFonts w:ascii="Times New Roman" w:hAnsi="Times New Roman"/>
        </w:rPr>
        <w:t>-</w:t>
      </w:r>
      <w:r w:rsidRPr="007D2CE3">
        <w:rPr>
          <w:rStyle w:val="Helvetica12pt"/>
          <w:rFonts w:ascii="Times New Roman" w:hAnsi="Times New Roman"/>
        </w:rPr>
        <w:t xml:space="preserve">sampling errors are errors that occur in the research process over and above the sampling error, including those arising from both inadvertent mistakes and deliberate deceptions. </w:t>
      </w:r>
    </w:p>
    <w:p w:rsidR="00576706" w:rsidRPr="007D2CE3" w:rsidRDefault="00576706" w:rsidP="00576706">
      <w:pPr>
        <w:pStyle w:val="custombodytext1"/>
        <w:jc w:val="left"/>
        <w:rPr>
          <w:rStyle w:val="Helvetica12pt"/>
          <w:rFonts w:ascii="Times New Roman" w:hAnsi="Times New Roman"/>
        </w:rPr>
      </w:pPr>
    </w:p>
    <w:p w:rsidR="00576706" w:rsidRPr="0022317A" w:rsidRDefault="007B4496" w:rsidP="00576706">
      <w:pPr>
        <w:pStyle w:val="custombodytext1"/>
        <w:jc w:val="left"/>
        <w:rPr>
          <w:rStyle w:val="Helvetica12pt"/>
          <w:rFonts w:ascii="Times New Roman" w:hAnsi="Times New Roman"/>
          <w:b/>
        </w:rPr>
      </w:pPr>
      <w:r w:rsidRPr="007B4496">
        <w:rPr>
          <w:rStyle w:val="Helvetica12pt"/>
          <w:rFonts w:ascii="Times New Roman" w:hAnsi="Times New Roman"/>
          <w:b/>
        </w:rPr>
        <w:t>Types of Non</w:t>
      </w:r>
      <w:r w:rsidR="00667E1C">
        <w:rPr>
          <w:rStyle w:val="Helvetica12pt"/>
          <w:rFonts w:ascii="Times New Roman" w:hAnsi="Times New Roman"/>
          <w:b/>
        </w:rPr>
        <w:t>-S</w:t>
      </w:r>
      <w:r w:rsidRPr="007B4496">
        <w:rPr>
          <w:rStyle w:val="Helvetica12pt"/>
          <w:rFonts w:ascii="Times New Roman" w:hAnsi="Times New Roman"/>
          <w:b/>
        </w:rPr>
        <w:t>ampling Errors</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faulty problem definition</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incorrect population definition</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sampling frame not representative of the population</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non-response errors</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poor questionnaire design</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measurement error</w:t>
      </w:r>
    </w:p>
    <w:p w:rsidR="00576706" w:rsidRPr="007D2CE3" w:rsidRDefault="00576706" w:rsidP="00576706">
      <w:pPr>
        <w:pStyle w:val="custombodytext1"/>
        <w:numPr>
          <w:ilvl w:val="0"/>
          <w:numId w:val="31"/>
        </w:numPr>
        <w:tabs>
          <w:tab w:val="clear" w:pos="360"/>
          <w:tab w:val="num" w:pos="720"/>
        </w:tabs>
        <w:ind w:left="720"/>
        <w:jc w:val="left"/>
        <w:rPr>
          <w:rStyle w:val="Helvetica12pt"/>
          <w:rFonts w:ascii="Times New Roman" w:hAnsi="Times New Roman"/>
        </w:rPr>
      </w:pPr>
      <w:r w:rsidRPr="007D2CE3">
        <w:rPr>
          <w:rStyle w:val="Helvetica12pt"/>
          <w:rFonts w:ascii="Times New Roman" w:hAnsi="Times New Roman"/>
        </w:rPr>
        <w:t>improper causal inferences</w:t>
      </w:r>
    </w:p>
    <w:p w:rsidR="00B97C2A" w:rsidRDefault="00B97C2A" w:rsidP="00710E5A">
      <w:pPr>
        <w:pStyle w:val="customheading2"/>
        <w:jc w:val="left"/>
        <w:rPr>
          <w:rStyle w:val="Helvetica12pt"/>
          <w:rFonts w:ascii="Times New Roman" w:hAnsi="Times New Roman"/>
        </w:rPr>
      </w:pPr>
    </w:p>
    <w:p w:rsidR="00F631DC" w:rsidRDefault="00F631DC" w:rsidP="00710E5A">
      <w:pPr>
        <w:pStyle w:val="customheading2"/>
        <w:jc w:val="left"/>
        <w:rPr>
          <w:rStyle w:val="Helvetica12pt"/>
          <w:rFonts w:ascii="Times New Roman" w:hAnsi="Times New Roman"/>
        </w:rPr>
      </w:pPr>
    </w:p>
    <w:p w:rsidR="00B97C2A" w:rsidRPr="006D7588" w:rsidRDefault="0022317A" w:rsidP="006D7588">
      <w:pPr>
        <w:pStyle w:val="custombodytext1"/>
        <w:tabs>
          <w:tab w:val="right" w:pos="9360"/>
        </w:tabs>
        <w:jc w:val="left"/>
        <w:rPr>
          <w:rStyle w:val="Helvetica12pt"/>
          <w:rFonts w:ascii="Times New Roman" w:hAnsi="Times New Roman"/>
          <w:b/>
        </w:rPr>
      </w:pPr>
      <w:r>
        <w:rPr>
          <w:rStyle w:val="Helvetica12pt"/>
          <w:rFonts w:ascii="Times New Roman" w:hAnsi="Times New Roman"/>
          <w:b/>
        </w:rPr>
        <w:br w:type="page"/>
      </w:r>
      <w:r w:rsidR="00B97C2A" w:rsidRPr="006D7588">
        <w:rPr>
          <w:rStyle w:val="Helvetica12pt"/>
          <w:rFonts w:ascii="Times New Roman" w:hAnsi="Times New Roman"/>
          <w:b/>
        </w:rPr>
        <w:lastRenderedPageBreak/>
        <w:t>KEY TERMS</w:t>
      </w:r>
      <w:r w:rsidR="004D3278" w:rsidRPr="006D7588">
        <w:rPr>
          <w:rStyle w:val="Helvetica12pt"/>
          <w:rFonts w:ascii="Times New Roman" w:hAnsi="Times New Roman"/>
        </w:rPr>
        <w:tab/>
        <w:t>pg 50</w:t>
      </w:r>
    </w:p>
    <w:p w:rsidR="0022317A" w:rsidRDefault="0022317A" w:rsidP="00782B1B">
      <w:pPr>
        <w:autoSpaceDE w:val="0"/>
        <w:autoSpaceDN w:val="0"/>
        <w:adjustRightInd w:val="0"/>
        <w:rPr>
          <w:b/>
          <w:color w:val="000000"/>
        </w:rPr>
      </w:pPr>
    </w:p>
    <w:p w:rsidR="002A51EE" w:rsidRDefault="002A51EE" w:rsidP="00782B1B">
      <w:pPr>
        <w:autoSpaceDE w:val="0"/>
        <w:autoSpaceDN w:val="0"/>
        <w:adjustRightInd w:val="0"/>
        <w:rPr>
          <w:color w:val="000000"/>
        </w:rPr>
      </w:pPr>
      <w:r w:rsidRPr="008E6E06">
        <w:rPr>
          <w:b/>
          <w:color w:val="000000"/>
        </w:rPr>
        <w:t>behavioral response</w:t>
      </w:r>
      <w:r w:rsidRPr="008E6E06">
        <w:rPr>
          <w:b/>
          <w:color w:val="000000"/>
        </w:rPr>
        <w:br/>
      </w:r>
      <w:r w:rsidRPr="008E6E06">
        <w:rPr>
          <w:color w:val="000000"/>
        </w:rPr>
        <w:t>Any of a number of actions or mental states triggered by marketing actions, which can include actual purchases, intentions to purchase, feelings, attitudes, or beliefs.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code</w:t>
      </w:r>
      <w:proofErr w:type="gramEnd"/>
      <w:r w:rsidRPr="008E6E06">
        <w:rPr>
          <w:b/>
          <w:color w:val="000000"/>
        </w:rPr>
        <w:t xml:space="preserve"> of ethics</w:t>
      </w:r>
      <w:r w:rsidRPr="008E6E06">
        <w:rPr>
          <w:b/>
          <w:color w:val="000000"/>
        </w:rPr>
        <w:br/>
      </w:r>
      <w:r w:rsidRPr="008E6E06">
        <w:rPr>
          <w:color w:val="000000"/>
        </w:rPr>
        <w:t>A system of rules, standards, and guidelines defining ethical behavior within professional organizations and in relation to the general public.</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bCs/>
        </w:rPr>
        <w:t>conclusive</w:t>
      </w:r>
      <w:proofErr w:type="gramEnd"/>
      <w:r w:rsidRPr="008E6E06">
        <w:rPr>
          <w:b/>
          <w:bCs/>
        </w:rPr>
        <w:t xml:space="preserve"> research</w:t>
      </w:r>
      <w:r w:rsidRPr="008E6E06">
        <w:rPr>
          <w:b/>
          <w:bCs/>
        </w:rPr>
        <w:br/>
      </w:r>
      <w:r w:rsidRPr="00C94366">
        <w:t>Research aimed at evaluating and predicting the outcomes of several possible courses of action, ordinarily to select the best among them.</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pPr>
      <w:proofErr w:type="gramStart"/>
      <w:r w:rsidRPr="008E6E06">
        <w:rPr>
          <w:b/>
        </w:rPr>
        <w:t>consumer</w:t>
      </w:r>
      <w:proofErr w:type="gramEnd"/>
      <w:r w:rsidRPr="008E6E06">
        <w:rPr>
          <w:b/>
        </w:rPr>
        <w:t xml:space="preserve"> research</w:t>
      </w:r>
      <w:r w:rsidRPr="008E6E06">
        <w:rPr>
          <w:b/>
        </w:rPr>
        <w:br/>
      </w:r>
      <w:r w:rsidRPr="00C94366">
        <w:t>Marketing research into consumer characteristics, attitudes, beliefs, opinions, and behavior.</w:t>
      </w:r>
    </w:p>
    <w:p w:rsidR="002A51EE" w:rsidRPr="00C94366" w:rsidRDefault="002A51EE" w:rsidP="00782B1B">
      <w:pPr>
        <w:autoSpaceDE w:val="0"/>
        <w:autoSpaceDN w:val="0"/>
        <w:adjustRightInd w:val="0"/>
      </w:pPr>
    </w:p>
    <w:p w:rsidR="002A51EE" w:rsidRDefault="002A51EE" w:rsidP="00782B1B">
      <w:pPr>
        <w:widowControl w:val="0"/>
        <w:autoSpaceDE w:val="0"/>
        <w:autoSpaceDN w:val="0"/>
        <w:adjustRightInd w:val="0"/>
      </w:pPr>
      <w:proofErr w:type="gramStart"/>
      <w:r w:rsidRPr="008E6E06">
        <w:rPr>
          <w:b/>
          <w:bCs/>
        </w:rPr>
        <w:t>contribution</w:t>
      </w:r>
      <w:proofErr w:type="gramEnd"/>
      <w:r w:rsidRPr="008E6E06">
        <w:rPr>
          <w:b/>
          <w:bCs/>
        </w:rPr>
        <w:t xml:space="preserve"> margin</w:t>
      </w:r>
      <w:r w:rsidRPr="008E6E06">
        <w:rPr>
          <w:b/>
          <w:bCs/>
        </w:rPr>
        <w:br/>
      </w:r>
      <w:r w:rsidRPr="00C94366">
        <w:t>Sales revenue minus variable costs</w:t>
      </w:r>
      <w:r w:rsidRPr="008E6E06">
        <w:rPr>
          <w:color w:val="000000"/>
        </w:rPr>
        <w:t>—w</w:t>
      </w:r>
      <w:r w:rsidRPr="00C94366">
        <w:t xml:space="preserve">hen calculated for a single product (unit), often called </w:t>
      </w:r>
      <w:r w:rsidR="0027727C">
        <w:t>“</w:t>
      </w:r>
      <w:r w:rsidRPr="00C94366">
        <w:t>unit contribution,</w:t>
      </w:r>
      <w:r w:rsidR="0027727C">
        <w:t>”</w:t>
      </w:r>
      <w:r w:rsidRPr="00C94366">
        <w:t xml:space="preserve"> and represents the pure profit made by selling one additional unit.</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course</w:t>
      </w:r>
      <w:proofErr w:type="gramEnd"/>
      <w:r w:rsidRPr="008E6E06">
        <w:rPr>
          <w:b/>
          <w:bCs/>
        </w:rPr>
        <w:t xml:space="preserve"> of action</w:t>
      </w:r>
      <w:r w:rsidRPr="008E6E06">
        <w:rPr>
          <w:b/>
          <w:bCs/>
        </w:rPr>
        <w:br/>
      </w:r>
      <w:r w:rsidRPr="00C94366">
        <w:t>One of the specific possible sets of actions to be evaluated via conclusive research.</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r w:rsidRPr="008E6E06">
        <w:rPr>
          <w:b/>
          <w:bCs/>
        </w:rPr>
        <w:t>data sources</w:t>
      </w:r>
      <w:r w:rsidRPr="008E6E06">
        <w:rPr>
          <w:b/>
          <w:bCs/>
        </w:rPr>
        <w:br/>
      </w:r>
      <w:r w:rsidRPr="00C94366">
        <w:t>Any of a number of commercial vendors or internal repositories of information used to improve marketing research decisions; typically includes prior primary research, internal firm records, various trade publications, and both industry and government reports.</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r w:rsidRPr="008E6E06">
        <w:rPr>
          <w:b/>
          <w:bCs/>
        </w:rPr>
        <w:t>decision criteria</w:t>
      </w:r>
      <w:r w:rsidRPr="008E6E06">
        <w:rPr>
          <w:b/>
          <w:bCs/>
        </w:rPr>
        <w:br/>
      </w:r>
      <w:r w:rsidRPr="00C94366">
        <w:t>A set of if-then guidelines that help managers select among predetermined courses of action (e.g., a product will be introduced nationally if its share at test market is above a certain threshold value).</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decision</w:t>
      </w:r>
      <w:proofErr w:type="gramEnd"/>
      <w:r w:rsidRPr="008E6E06">
        <w:rPr>
          <w:b/>
          <w:bCs/>
        </w:rPr>
        <w:t xml:space="preserve"> objectives</w:t>
      </w:r>
      <w:r w:rsidRPr="008E6E06">
        <w:rPr>
          <w:b/>
          <w:bCs/>
        </w:rPr>
        <w:br/>
      </w:r>
      <w:r w:rsidRPr="00C94366">
        <w:t>The goals of the company (and decision-makers) that the marketing research project will help to achieve; must be explicitly recognized when identifying the project</w:t>
      </w:r>
      <w:r w:rsidR="0027727C">
        <w:t>’</w:t>
      </w:r>
      <w:r w:rsidRPr="00C94366">
        <w:t>s information needs.</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proofErr w:type="gramStart"/>
      <w:r w:rsidRPr="008E6E06">
        <w:rPr>
          <w:b/>
          <w:color w:val="000000"/>
        </w:rPr>
        <w:t>decision</w:t>
      </w:r>
      <w:proofErr w:type="gramEnd"/>
      <w:r w:rsidRPr="008E6E06">
        <w:rPr>
          <w:b/>
          <w:color w:val="000000"/>
        </w:rPr>
        <w:t xml:space="preserve"> support system (DSS)</w:t>
      </w:r>
      <w:r w:rsidRPr="008E6E06">
        <w:rPr>
          <w:b/>
          <w:color w:val="000000"/>
        </w:rPr>
        <w:br/>
      </w:r>
      <w:r w:rsidRPr="008E6E06">
        <w:rPr>
          <w:color w:val="000000"/>
        </w:rPr>
        <w:t xml:space="preserve">A dedicated system—usually comprising both hardware (e.g., computer systems and the databases they house) and software (e.g., custom-coded programs for collecting, managing, and analyzing data)—useful for making marketing decisions and analyzing the expected outcomes of specific marketing actions (also known as </w:t>
      </w:r>
      <w:r w:rsidR="0027727C">
        <w:rPr>
          <w:color w:val="000000"/>
        </w:rPr>
        <w:t>“</w:t>
      </w:r>
      <w:r w:rsidRPr="008E6E06">
        <w:rPr>
          <w:color w:val="000000"/>
        </w:rPr>
        <w:t>what if?</w:t>
      </w:r>
      <w:r w:rsidR="0027727C">
        <w:rPr>
          <w:color w:val="000000"/>
        </w:rPr>
        <w:t>”</w:t>
      </w:r>
      <w:r w:rsidRPr="008E6E06">
        <w:rPr>
          <w:color w:val="000000"/>
        </w:rPr>
        <w:t xml:space="preserve"> or sensitivity analyses).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r w:rsidRPr="008E6E06">
        <w:rPr>
          <w:b/>
          <w:color w:val="000000"/>
        </w:rPr>
        <w:lastRenderedPageBreak/>
        <w:t>decision variables</w:t>
      </w:r>
      <w:r w:rsidRPr="008E6E06">
        <w:rPr>
          <w:b/>
          <w:color w:val="000000"/>
        </w:rPr>
        <w:br/>
      </w:r>
      <w:r w:rsidRPr="008E6E06">
        <w:rPr>
          <w:color w:val="000000"/>
        </w:rPr>
        <w:t>The quantities that must be determined, as in a particular marketing research project, typically including pricing, distribution, promotion levels, and sales goals.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decision-making</w:t>
      </w:r>
      <w:proofErr w:type="gramEnd"/>
      <w:r w:rsidRPr="008E6E06">
        <w:rPr>
          <w:b/>
          <w:color w:val="000000"/>
        </w:rPr>
        <w:t xml:space="preserve"> process</w:t>
      </w:r>
      <w:r w:rsidRPr="008E6E06">
        <w:rPr>
          <w:b/>
          <w:color w:val="000000"/>
        </w:rPr>
        <w:br/>
      </w:r>
      <w:r w:rsidRPr="008E6E06">
        <w:rPr>
          <w:color w:val="000000"/>
        </w:rPr>
        <w:t xml:space="preserve">A series of steps undertaken in the course of making a marketing-related decision. </w:t>
      </w:r>
      <w:proofErr w:type="gramStart"/>
      <w:r w:rsidRPr="008E6E06">
        <w:rPr>
          <w:color w:val="000000"/>
        </w:rPr>
        <w:t>Conceptualized as: (1) recognizing a problem or opportunity, (2) clarifying the decision, (3) identifying alternative courses of action, (4) evaluating alternatives, and (5) selecting a specific course of action.</w:t>
      </w:r>
      <w:proofErr w:type="gramEnd"/>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r w:rsidRPr="008E6E06">
        <w:rPr>
          <w:b/>
          <w:color w:val="000000"/>
        </w:rPr>
        <w:t>demand analysis</w:t>
      </w:r>
      <w:r w:rsidRPr="008E6E06">
        <w:rPr>
          <w:b/>
          <w:color w:val="000000"/>
        </w:rPr>
        <w:br/>
      </w:r>
      <w:r w:rsidRPr="008E6E06">
        <w:rPr>
          <w:color w:val="000000"/>
        </w:rPr>
        <w:t>A formal model that will help forecast demand (either unit or volume sales) for a product, consisting of determining the variables giving rise to demand as well as tying them in statistically to a demand forecast, usually via regression and time-series techniques.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dependent</w:t>
      </w:r>
      <w:proofErr w:type="gramEnd"/>
      <w:r w:rsidRPr="008E6E06">
        <w:rPr>
          <w:b/>
          <w:color w:val="000000"/>
        </w:rPr>
        <w:t xml:space="preserve"> variables</w:t>
      </w:r>
      <w:r w:rsidRPr="008E6E06">
        <w:rPr>
          <w:b/>
          <w:color w:val="000000"/>
        </w:rPr>
        <w:br/>
      </w:r>
      <w:r w:rsidRPr="008E6E06">
        <w:rPr>
          <w:color w:val="000000"/>
        </w:rPr>
        <w:t xml:space="preserve">Variables whose value is related to or determined by the values of a number of independent variables; often called the </w:t>
      </w:r>
      <w:r w:rsidR="0027727C">
        <w:rPr>
          <w:color w:val="000000"/>
        </w:rPr>
        <w:t>“</w:t>
      </w:r>
      <w:r w:rsidRPr="008E6E06">
        <w:rPr>
          <w:color w:val="000000"/>
        </w:rPr>
        <w:t>outcome variables.</w:t>
      </w:r>
      <w:r w:rsidR="0027727C">
        <w:rPr>
          <w:color w:val="000000"/>
        </w:rPr>
        <w:t>”</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bCs/>
        </w:rPr>
        <w:t>exploratory</w:t>
      </w:r>
      <w:proofErr w:type="gramEnd"/>
      <w:r w:rsidRPr="008E6E06">
        <w:rPr>
          <w:b/>
          <w:bCs/>
        </w:rPr>
        <w:t xml:space="preserve"> research</w:t>
      </w:r>
      <w:r w:rsidRPr="008E6E06">
        <w:rPr>
          <w:b/>
          <w:bCs/>
        </w:rPr>
        <w:br/>
      </w:r>
      <w:r w:rsidRPr="00C94366">
        <w:t xml:space="preserve">Research less focused on quantification than on generating qualitative insights; helps to generate hypotheses rather than </w:t>
      </w:r>
      <w:r>
        <w:t>systematically investigate them</w:t>
      </w:r>
      <w:r w:rsidRPr="00C94366">
        <w:t xml:space="preserve"> and is useful in breaking down broad, complex problems into smaller, more tractable ones.</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proofErr w:type="gramStart"/>
      <w:r w:rsidRPr="008E6E06">
        <w:rPr>
          <w:b/>
          <w:color w:val="000000"/>
        </w:rPr>
        <w:t>independent</w:t>
      </w:r>
      <w:proofErr w:type="gramEnd"/>
      <w:r w:rsidRPr="008E6E06">
        <w:rPr>
          <w:b/>
          <w:color w:val="000000"/>
        </w:rPr>
        <w:t xml:space="preserve"> variables</w:t>
      </w:r>
      <w:r w:rsidRPr="008E6E06">
        <w:rPr>
          <w:b/>
          <w:color w:val="000000"/>
        </w:rPr>
        <w:br/>
      </w:r>
      <w:r w:rsidRPr="008E6E06">
        <w:rPr>
          <w:color w:val="000000"/>
        </w:rPr>
        <w:t>Variables that can be controlled or measured, which one hopes to relate to the dependent variable, ordinarily via a statistical model.</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pPr>
      <w:proofErr w:type="gramStart"/>
      <w:r w:rsidRPr="008E6E06">
        <w:rPr>
          <w:b/>
        </w:rPr>
        <w:t>industrial</w:t>
      </w:r>
      <w:proofErr w:type="gramEnd"/>
      <w:r w:rsidRPr="008E6E06">
        <w:rPr>
          <w:b/>
        </w:rPr>
        <w:t xml:space="preserve"> research</w:t>
      </w:r>
      <w:r w:rsidRPr="008E6E06">
        <w:rPr>
          <w:b/>
        </w:rPr>
        <w:br/>
      </w:r>
      <w:r w:rsidRPr="00C94366">
        <w:t xml:space="preserve">Marketing research aimed not at individual consumers, but at interactions between firms and their representatives; for example, in so-called </w:t>
      </w:r>
      <w:r w:rsidR="0027727C">
        <w:t>“</w:t>
      </w:r>
      <w:r w:rsidRPr="00C94366">
        <w:t>B2B</w:t>
      </w:r>
      <w:r w:rsidR="0027727C">
        <w:t>”</w:t>
      </w:r>
      <w:r w:rsidRPr="00C94366">
        <w:t xml:space="preserve"> contexts.</w:t>
      </w:r>
    </w:p>
    <w:p w:rsidR="002A51EE" w:rsidRPr="00C94366" w:rsidRDefault="002A51EE" w:rsidP="00782B1B">
      <w:pPr>
        <w:autoSpaceDE w:val="0"/>
        <w:autoSpaceDN w:val="0"/>
        <w:adjustRightInd w:val="0"/>
      </w:pPr>
    </w:p>
    <w:p w:rsidR="002A51EE" w:rsidRDefault="002A51EE" w:rsidP="00782B1B">
      <w:pPr>
        <w:widowControl w:val="0"/>
        <w:autoSpaceDE w:val="0"/>
        <w:autoSpaceDN w:val="0"/>
        <w:adjustRightInd w:val="0"/>
      </w:pPr>
      <w:proofErr w:type="gramStart"/>
      <w:r w:rsidRPr="008E6E06">
        <w:rPr>
          <w:b/>
          <w:bCs/>
        </w:rPr>
        <w:t>information</w:t>
      </w:r>
      <w:proofErr w:type="gramEnd"/>
      <w:r w:rsidRPr="008E6E06">
        <w:rPr>
          <w:b/>
          <w:bCs/>
        </w:rPr>
        <w:t xml:space="preserve"> needs</w:t>
      </w:r>
      <w:r w:rsidRPr="008E6E06">
        <w:rPr>
          <w:b/>
          <w:bCs/>
        </w:rPr>
        <w:br/>
      </w:r>
      <w:r w:rsidRPr="00C94366">
        <w:t>The specific information required to attain the stated objectives of a marketing research project.</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proofErr w:type="gramStart"/>
      <w:r w:rsidRPr="008E6E06">
        <w:rPr>
          <w:b/>
          <w:color w:val="000000"/>
        </w:rPr>
        <w:t>information</w:t>
      </w:r>
      <w:proofErr w:type="gramEnd"/>
      <w:r w:rsidRPr="008E6E06">
        <w:rPr>
          <w:b/>
          <w:color w:val="000000"/>
        </w:rPr>
        <w:br/>
      </w:r>
      <w:r w:rsidRPr="008E6E06">
        <w:rPr>
          <w:color w:val="000000"/>
        </w:rPr>
        <w:t>The specific data required by decision-makers to reduce uncertainty in a known decision situation.</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color w:val="000000"/>
        </w:rPr>
        <w:t>informed</w:t>
      </w:r>
      <w:proofErr w:type="gramEnd"/>
      <w:r w:rsidRPr="008E6E06">
        <w:rPr>
          <w:b/>
          <w:color w:val="000000"/>
        </w:rPr>
        <w:t xml:space="preserve"> consent</w:t>
      </w:r>
      <w:r w:rsidRPr="008E6E06">
        <w:rPr>
          <w:b/>
          <w:color w:val="000000"/>
        </w:rPr>
        <w:br/>
      </w:r>
      <w:r w:rsidRPr="00C94366">
        <w:t>A policy of informing study participants about the procedures and risks involved in research that ensures that all participants give their consent to participate based on adequate information.</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r w:rsidRPr="008E6E06">
        <w:rPr>
          <w:b/>
          <w:color w:val="000000"/>
        </w:rPr>
        <w:t>intelligence system</w:t>
      </w:r>
      <w:r w:rsidRPr="008E6E06">
        <w:rPr>
          <w:b/>
          <w:color w:val="000000"/>
        </w:rPr>
        <w:br/>
      </w:r>
      <w:r w:rsidRPr="008E6E06">
        <w:rPr>
          <w:color w:val="000000"/>
        </w:rPr>
        <w:t xml:space="preserve">An integrated computer system/database that collects and stores recurring marketing data, </w:t>
      </w:r>
      <w:r w:rsidRPr="008E6E06">
        <w:rPr>
          <w:color w:val="000000"/>
        </w:rPr>
        <w:lastRenderedPageBreak/>
        <w:t>interprets it for managers via statistical models, and provides a user interface for accessing the resulting information.</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market</w:t>
      </w:r>
      <w:proofErr w:type="gramEnd"/>
      <w:r w:rsidRPr="008E6E06">
        <w:rPr>
          <w:b/>
          <w:color w:val="000000"/>
        </w:rPr>
        <w:t xml:space="preserve"> research</w:t>
      </w:r>
      <w:r w:rsidRPr="008E6E06">
        <w:rPr>
          <w:b/>
          <w:color w:val="000000"/>
        </w:rPr>
        <w:br/>
      </w:r>
      <w:r w:rsidRPr="008E6E06">
        <w:rPr>
          <w:color w:val="000000"/>
        </w:rPr>
        <w:t>The collection, storage, and analysis of data for a specific marketing and/or consumer group; often contrasted with marketing research by its limitation to a particular market or segment.</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r w:rsidRPr="008E6E06">
        <w:rPr>
          <w:b/>
          <w:color w:val="000000"/>
        </w:rPr>
        <w:t>marketing concept</w:t>
      </w:r>
      <w:r w:rsidRPr="008E6E06">
        <w:rPr>
          <w:b/>
          <w:color w:val="000000"/>
        </w:rPr>
        <w:br/>
      </w:r>
      <w:r w:rsidRPr="008E6E06">
        <w:rPr>
          <w:color w:val="000000"/>
        </w:rPr>
        <w:t>A focus on the role of marketing mix variables (e.g., price, distribution, promotion) and not merely what</w:t>
      </w:r>
      <w:r w:rsidR="0027727C">
        <w:rPr>
          <w:color w:val="000000"/>
        </w:rPr>
        <w:t>’</w:t>
      </w:r>
      <w:r w:rsidRPr="008E6E06">
        <w:rPr>
          <w:color w:val="000000"/>
        </w:rPr>
        <w:t xml:space="preserve">s </w:t>
      </w:r>
      <w:r w:rsidR="0027727C">
        <w:rPr>
          <w:color w:val="000000"/>
        </w:rPr>
        <w:t>“</w:t>
      </w:r>
      <w:r w:rsidRPr="008E6E06">
        <w:rPr>
          <w:color w:val="000000"/>
        </w:rPr>
        <w:t>inside the box</w:t>
      </w:r>
      <w:r w:rsidR="0027727C">
        <w:rPr>
          <w:color w:val="000000"/>
        </w:rPr>
        <w:t>”</w:t>
      </w:r>
      <w:r w:rsidRPr="008E6E06">
        <w:rPr>
          <w:color w:val="000000"/>
        </w:rPr>
        <w:t xml:space="preserve"> in driving the success of a product.</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marketing</w:t>
      </w:r>
      <w:proofErr w:type="gramEnd"/>
      <w:r w:rsidRPr="008E6E06">
        <w:rPr>
          <w:b/>
          <w:color w:val="000000"/>
        </w:rPr>
        <w:t xml:space="preserve"> information systems (MIS)</w:t>
      </w:r>
      <w:r w:rsidRPr="008E6E06">
        <w:rPr>
          <w:b/>
          <w:color w:val="000000"/>
        </w:rPr>
        <w:br/>
      </w:r>
      <w:r w:rsidRPr="008E6E06">
        <w:rPr>
          <w:color w:val="000000"/>
        </w:rPr>
        <w:t>Large-scale databases and explicit procedures for the collection, storage, and analysis of data useful in making ongoing marketing decisions.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pPr>
      <w:proofErr w:type="gramStart"/>
      <w:r w:rsidRPr="008E6E06">
        <w:rPr>
          <w:b/>
        </w:rPr>
        <w:t>marketing</w:t>
      </w:r>
      <w:proofErr w:type="gramEnd"/>
      <w:r w:rsidRPr="008E6E06">
        <w:rPr>
          <w:b/>
        </w:rPr>
        <w:t xml:space="preserve"> management process</w:t>
      </w:r>
      <w:r w:rsidRPr="008E6E06">
        <w:rPr>
          <w:b/>
        </w:rPr>
        <w:br/>
      </w:r>
      <w:r w:rsidRPr="00C94366">
        <w:t>A process formally relating three ongoing, interactive elements: information inputs (from marketing research and managerial judgment), the decision-making process within the marketing organization, and the marketing system itself (marketing mix, situational actors, performance measures, and behavioral responses).</w:t>
      </w:r>
    </w:p>
    <w:p w:rsidR="002A51EE" w:rsidRPr="00C94366" w:rsidRDefault="002A51EE" w:rsidP="00782B1B">
      <w:pPr>
        <w:autoSpaceDE w:val="0"/>
        <w:autoSpaceDN w:val="0"/>
        <w:adjustRightInd w:val="0"/>
      </w:pPr>
    </w:p>
    <w:p w:rsidR="002A51EE" w:rsidRDefault="002A51EE" w:rsidP="00782B1B">
      <w:pPr>
        <w:autoSpaceDE w:val="0"/>
        <w:autoSpaceDN w:val="0"/>
        <w:adjustRightInd w:val="0"/>
        <w:rPr>
          <w:color w:val="000000"/>
        </w:rPr>
      </w:pPr>
      <w:r w:rsidRPr="008E6E06">
        <w:rPr>
          <w:b/>
          <w:color w:val="000000"/>
        </w:rPr>
        <w:t>marketing mix</w:t>
      </w:r>
      <w:r w:rsidRPr="008E6E06">
        <w:rPr>
          <w:b/>
          <w:color w:val="000000"/>
        </w:rPr>
        <w:br/>
      </w:r>
      <w:r w:rsidRPr="008E6E06">
        <w:rPr>
          <w:color w:val="000000"/>
        </w:rPr>
        <w:t xml:space="preserve">The set of variables that a manager or firm can use to influence a marketing outcome of interest, usually sales or market share; usually comprised of the </w:t>
      </w:r>
      <w:r w:rsidR="0027727C">
        <w:rPr>
          <w:color w:val="000000"/>
        </w:rPr>
        <w:t>“</w:t>
      </w:r>
      <w:r w:rsidRPr="008E6E06">
        <w:rPr>
          <w:color w:val="000000"/>
        </w:rPr>
        <w:t>Four Ps</w:t>
      </w:r>
      <w:r w:rsidR="0027727C">
        <w:rPr>
          <w:color w:val="000000"/>
        </w:rPr>
        <w:t>”</w:t>
      </w:r>
      <w:r w:rsidRPr="008E6E06">
        <w:rPr>
          <w:color w:val="000000"/>
        </w:rPr>
        <w:t>—price, product (characteristics, packaging), place (distribution channels), and promotion (consumer and trade)—as well as ad expenditures.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r w:rsidRPr="008E6E06">
        <w:rPr>
          <w:b/>
          <w:color w:val="000000"/>
        </w:rPr>
        <w:t>marketing research system</w:t>
      </w:r>
      <w:r w:rsidRPr="008E6E06">
        <w:rPr>
          <w:b/>
          <w:color w:val="000000"/>
        </w:rPr>
        <w:br/>
      </w:r>
      <w:r w:rsidRPr="008E6E06">
        <w:rPr>
          <w:color w:val="000000"/>
        </w:rPr>
        <w:t>The series of steps involved in a research project from inception to completion, including definition of a problem or opportunity, exploratory research, design of sample, survey and data collection method, data collection, data analysis, interpretation, and presentation of results.</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proofErr w:type="gramStart"/>
      <w:r w:rsidRPr="008E6E06">
        <w:rPr>
          <w:b/>
          <w:color w:val="000000"/>
        </w:rPr>
        <w:t>marketing</w:t>
      </w:r>
      <w:proofErr w:type="gramEnd"/>
      <w:r w:rsidRPr="008E6E06">
        <w:rPr>
          <w:b/>
          <w:color w:val="000000"/>
        </w:rPr>
        <w:t xml:space="preserve"> research</w:t>
      </w:r>
      <w:r w:rsidRPr="008E6E06">
        <w:rPr>
          <w:b/>
          <w:color w:val="000000"/>
        </w:rPr>
        <w:br/>
      </w:r>
      <w:r w:rsidRPr="008E6E06">
        <w:rPr>
          <w:color w:val="000000"/>
        </w:rPr>
        <w:t>The systematic process of using formal research and consistent data gathering to improve the marketing function within an organization: Information from marketing research is used to identify opportunities and problems, to monitor performance, and to link marketing inputs with outputs of interest, such as awareness, satisfaction, sales, share, and profitability.</w:t>
      </w:r>
    </w:p>
    <w:p w:rsidR="002A51EE" w:rsidRPr="008E6E06" w:rsidRDefault="002A51EE" w:rsidP="00782B1B">
      <w:pPr>
        <w:autoSpaceDE w:val="0"/>
        <w:autoSpaceDN w:val="0"/>
        <w:adjustRightInd w:val="0"/>
        <w:rPr>
          <w:color w:val="000000"/>
        </w:rPr>
      </w:pPr>
    </w:p>
    <w:p w:rsidR="002A51EE" w:rsidRDefault="002A51EE" w:rsidP="00782B1B">
      <w:pPr>
        <w:autoSpaceDE w:val="0"/>
        <w:autoSpaceDN w:val="0"/>
        <w:adjustRightInd w:val="0"/>
        <w:rPr>
          <w:color w:val="000000"/>
        </w:rPr>
      </w:pPr>
      <w:r w:rsidRPr="008E6E06">
        <w:rPr>
          <w:b/>
          <w:color w:val="000000"/>
        </w:rPr>
        <w:t>marketing system</w:t>
      </w:r>
      <w:r w:rsidRPr="008E6E06">
        <w:rPr>
          <w:b/>
          <w:color w:val="000000"/>
        </w:rPr>
        <w:br/>
      </w:r>
      <w:r w:rsidRPr="008E6E06">
        <w:rPr>
          <w:color w:val="000000"/>
        </w:rPr>
        <w:t>A conceptual model viewing the marketing mix (what managers can control: price, product, and so forth) and situational variables (what managers cannot: competition, legal factors, and so forth) as independent variables (</w:t>
      </w:r>
      <w:r w:rsidR="0027727C">
        <w:rPr>
          <w:color w:val="000000"/>
        </w:rPr>
        <w:t>“</w:t>
      </w:r>
      <w:r w:rsidRPr="008E6E06">
        <w:rPr>
          <w:color w:val="000000"/>
        </w:rPr>
        <w:t>inputs</w:t>
      </w:r>
      <w:r w:rsidR="0027727C">
        <w:rPr>
          <w:color w:val="000000"/>
        </w:rPr>
        <w:t>”</w:t>
      </w:r>
      <w:r w:rsidRPr="008E6E06">
        <w:rPr>
          <w:color w:val="000000"/>
        </w:rPr>
        <w:t>) that give rise to consumers</w:t>
      </w:r>
      <w:r w:rsidR="0027727C">
        <w:rPr>
          <w:color w:val="000000"/>
        </w:rPr>
        <w:t>’</w:t>
      </w:r>
      <w:r w:rsidRPr="008E6E06">
        <w:rPr>
          <w:color w:val="000000"/>
        </w:rPr>
        <w:t xml:space="preserve"> behavioral responses, which in turn determine performance measures (</w:t>
      </w:r>
      <w:r w:rsidR="0027727C">
        <w:rPr>
          <w:color w:val="000000"/>
        </w:rPr>
        <w:t>“</w:t>
      </w:r>
      <w:r w:rsidRPr="008E6E06">
        <w:rPr>
          <w:color w:val="000000"/>
        </w:rPr>
        <w:t>output variables</w:t>
      </w:r>
      <w:r w:rsidR="0027727C">
        <w:rPr>
          <w:color w:val="000000"/>
        </w:rPr>
        <w:t>”</w:t>
      </w:r>
      <w:r w:rsidRPr="008E6E06">
        <w:rPr>
          <w:color w:val="000000"/>
        </w:rPr>
        <w:t>), such as sales, share, and profit levels.</w:t>
      </w:r>
    </w:p>
    <w:p w:rsidR="002A51EE" w:rsidRPr="008E6E06" w:rsidRDefault="002A51EE" w:rsidP="00782B1B">
      <w:pPr>
        <w:autoSpaceDE w:val="0"/>
        <w:autoSpaceDN w:val="0"/>
        <w:adjustRightInd w:val="0"/>
        <w:rPr>
          <w:color w:val="000000"/>
        </w:rPr>
      </w:pPr>
    </w:p>
    <w:p w:rsidR="007B4496" w:rsidRDefault="002A51EE" w:rsidP="007B4496">
      <w:pPr>
        <w:keepLines/>
        <w:widowControl w:val="0"/>
        <w:autoSpaceDE w:val="0"/>
        <w:autoSpaceDN w:val="0"/>
        <w:adjustRightInd w:val="0"/>
      </w:pPr>
      <w:proofErr w:type="gramStart"/>
      <w:r w:rsidRPr="008E6E06">
        <w:rPr>
          <w:b/>
          <w:bCs/>
        </w:rPr>
        <w:lastRenderedPageBreak/>
        <w:t>non-response</w:t>
      </w:r>
      <w:proofErr w:type="gramEnd"/>
      <w:r w:rsidRPr="008E6E06">
        <w:rPr>
          <w:b/>
          <w:bCs/>
        </w:rPr>
        <w:t xml:space="preserve"> error</w:t>
      </w:r>
      <w:r w:rsidRPr="008E6E06">
        <w:rPr>
          <w:b/>
          <w:bCs/>
        </w:rPr>
        <w:br/>
      </w:r>
      <w:r w:rsidRPr="00C94366">
        <w:t>A form of non-sampling error that occurs when some elements meant to be included in the sample are either unavailable for measurement or choose not to reply.</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r w:rsidRPr="008E6E06">
        <w:rPr>
          <w:b/>
          <w:bCs/>
        </w:rPr>
        <w:t>non-sampling error</w:t>
      </w:r>
      <w:r w:rsidRPr="008E6E06">
        <w:rPr>
          <w:b/>
          <w:bCs/>
        </w:rPr>
        <w:br/>
      </w:r>
      <w:r w:rsidRPr="00C94366">
        <w:t>Any error that occurs that is not due to the vagaries of sampling itself; these errors can introduce biases of unknown direction and magnitude, and they can arise because of faulty or incorrect problem definition, a non</w:t>
      </w:r>
      <w:r w:rsidR="00535FC2">
        <w:t>-</w:t>
      </w:r>
      <w:r w:rsidRPr="00C94366">
        <w:t>representative sampling frame, non</w:t>
      </w:r>
      <w:r w:rsidR="00535FC2">
        <w:t>-</w:t>
      </w:r>
      <w:r w:rsidRPr="00C94366">
        <w:t>response or measurement errors, poor questionnaire design, improper causal inferences, or even poor arithmetic.</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r w:rsidRPr="008E6E06">
        <w:rPr>
          <w:b/>
          <w:color w:val="000000"/>
        </w:rPr>
        <w:t>objective</w:t>
      </w:r>
      <w:r w:rsidRPr="008E6E06">
        <w:rPr>
          <w:b/>
          <w:color w:val="000000"/>
        </w:rPr>
        <w:br/>
      </w:r>
      <w:r w:rsidRPr="008E6E06">
        <w:rPr>
          <w:color w:val="000000"/>
        </w:rPr>
        <w:t>A key criterion of marketing research that involves careful screening of possible biases, as well as impartial application of quantifiable empirical methods during the design, implementation, interpretation, and presentation of a research project.</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bCs/>
        </w:rPr>
        <w:t>opportunities</w:t>
      </w:r>
      <w:proofErr w:type="gramEnd"/>
      <w:r w:rsidRPr="008E6E06">
        <w:rPr>
          <w:b/>
          <w:bCs/>
        </w:rPr>
        <w:br/>
      </w:r>
      <w:r w:rsidRPr="00C94366">
        <w:t>Situations in which a company can improve its performance by adopting a new course of action, usually stated in terms of changes in its marketing mix.</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proofErr w:type="gramStart"/>
      <w:r w:rsidRPr="008E6E06">
        <w:rPr>
          <w:b/>
          <w:color w:val="000000"/>
        </w:rPr>
        <w:t>performance</w:t>
      </w:r>
      <w:proofErr w:type="gramEnd"/>
      <w:r w:rsidRPr="008E6E06">
        <w:rPr>
          <w:b/>
          <w:color w:val="000000"/>
        </w:rPr>
        <w:t xml:space="preserve"> measures</w:t>
      </w:r>
      <w:r w:rsidRPr="008E6E06">
        <w:rPr>
          <w:b/>
          <w:color w:val="000000"/>
        </w:rPr>
        <w:br/>
      </w:r>
      <w:r w:rsidRPr="008E6E06">
        <w:rPr>
          <w:color w:val="000000"/>
        </w:rPr>
        <w:t>The output variables of the marketing system, including brand equity, consumer satisfaction or loyalty, sales, share, and profit levels.</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bCs/>
        </w:rPr>
        <w:t>population</w:t>
      </w:r>
      <w:proofErr w:type="gramEnd"/>
      <w:r w:rsidRPr="008E6E06">
        <w:rPr>
          <w:b/>
          <w:bCs/>
        </w:rPr>
        <w:t xml:space="preserve"> value</w:t>
      </w:r>
      <w:r w:rsidRPr="008E6E06">
        <w:rPr>
          <w:b/>
          <w:bCs/>
        </w:rPr>
        <w:br/>
      </w:r>
      <w:r w:rsidRPr="00C94366">
        <w:t>The value a statistic would take on if the sample were the entire population.</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problem</w:t>
      </w:r>
      <w:proofErr w:type="gramEnd"/>
      <w:r w:rsidRPr="008E6E06">
        <w:rPr>
          <w:b/>
          <w:bCs/>
        </w:rPr>
        <w:t xml:space="preserve"> definition</w:t>
      </w:r>
      <w:r w:rsidRPr="008E6E06">
        <w:rPr>
          <w:b/>
          <w:bCs/>
        </w:rPr>
        <w:br/>
      </w:r>
      <w:r w:rsidRPr="00C94366">
        <w:t>A crucial step in the marketing research process that precisely identifies the problem for study and</w:t>
      </w:r>
      <w:r>
        <w:t xml:space="preserve"> is</w:t>
      </w:r>
      <w:r w:rsidRPr="00C94366">
        <w:t xml:space="preserve"> solved via the acquisition and analysis of data.</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problems</w:t>
      </w:r>
      <w:proofErr w:type="gramEnd"/>
      <w:r w:rsidRPr="008E6E06">
        <w:rPr>
          <w:b/>
          <w:bCs/>
        </w:rPr>
        <w:br/>
      </w:r>
      <w:r w:rsidRPr="00C94366">
        <w:t>Conditions resulting in decreased performance (assessed by standard output measures) that may be rectified through alternate courses of action.</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pseudo-research</w:t>
      </w:r>
      <w:proofErr w:type="gramEnd"/>
      <w:r w:rsidRPr="008E6E06">
        <w:rPr>
          <w:b/>
          <w:bCs/>
        </w:rPr>
        <w:br/>
      </w:r>
      <w:r w:rsidRPr="00C94366">
        <w:t>Projects presented as true marketing research that are aimed toward goals unrelated to reducing uncertainty in a decision situation or to meeting the stated information needs of the research.</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research</w:t>
      </w:r>
      <w:proofErr w:type="gramEnd"/>
      <w:r w:rsidRPr="008E6E06">
        <w:rPr>
          <w:b/>
          <w:bCs/>
        </w:rPr>
        <w:t xml:space="preserve"> design</w:t>
      </w:r>
      <w:r w:rsidRPr="008E6E06">
        <w:rPr>
          <w:b/>
          <w:bCs/>
        </w:rPr>
        <w:br/>
      </w:r>
      <w:r w:rsidRPr="00C94366">
        <w:t>The general plan guiding the data collection and analysis phases of the research: a framework that specifies the type of information to collect, the sources of data, and all data collection procedures and analysis.</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rPr>
          <w:color w:val="000000"/>
        </w:rPr>
      </w:pPr>
      <w:r w:rsidRPr="008E6E06">
        <w:rPr>
          <w:b/>
          <w:color w:val="000000"/>
        </w:rPr>
        <w:t>research proposal</w:t>
      </w:r>
      <w:r w:rsidRPr="008E6E06">
        <w:rPr>
          <w:b/>
          <w:color w:val="000000"/>
        </w:rPr>
        <w:br/>
      </w:r>
      <w:r w:rsidRPr="008E6E06">
        <w:rPr>
          <w:color w:val="000000"/>
        </w:rPr>
        <w:t xml:space="preserve">A document submitted by a marketing research firm to a potential client, detailing the problem, </w:t>
      </w:r>
      <w:r w:rsidRPr="008E6E06">
        <w:rPr>
          <w:color w:val="000000"/>
        </w:rPr>
        <w:lastRenderedPageBreak/>
        <w:t>objectives, possible courses of action, information needs, personnel qualifications of the research team, budget, and timeline of deliverables for the research project.</w:t>
      </w:r>
    </w:p>
    <w:p w:rsidR="002A51EE" w:rsidRPr="008E6E06" w:rsidRDefault="002A51EE" w:rsidP="00782B1B">
      <w:pPr>
        <w:autoSpaceDE w:val="0"/>
        <w:autoSpaceDN w:val="0"/>
        <w:adjustRightInd w:val="0"/>
        <w:rPr>
          <w:color w:val="000000"/>
        </w:rPr>
      </w:pPr>
    </w:p>
    <w:p w:rsidR="002A51EE" w:rsidRDefault="002A51EE" w:rsidP="00782B1B">
      <w:pPr>
        <w:widowControl w:val="0"/>
        <w:autoSpaceDE w:val="0"/>
        <w:autoSpaceDN w:val="0"/>
        <w:adjustRightInd w:val="0"/>
      </w:pPr>
      <w:proofErr w:type="gramStart"/>
      <w:r w:rsidRPr="008E6E06">
        <w:rPr>
          <w:b/>
          <w:bCs/>
        </w:rPr>
        <w:t>sample</w:t>
      </w:r>
      <w:proofErr w:type="gramEnd"/>
      <w:r w:rsidRPr="008E6E06">
        <w:rPr>
          <w:b/>
          <w:bCs/>
        </w:rPr>
        <w:t xml:space="preserve"> value</w:t>
      </w:r>
      <w:r w:rsidRPr="008E6E06">
        <w:rPr>
          <w:b/>
          <w:bCs/>
        </w:rPr>
        <w:br/>
      </w:r>
      <w:r w:rsidRPr="00C94366">
        <w:t>The value of a statistic within a particular sample drawn from a target population.</w:t>
      </w:r>
    </w:p>
    <w:p w:rsidR="002A51EE" w:rsidRPr="00C94366" w:rsidRDefault="002A51EE" w:rsidP="00782B1B">
      <w:pPr>
        <w:widowControl w:val="0"/>
        <w:autoSpaceDE w:val="0"/>
        <w:autoSpaceDN w:val="0"/>
        <w:adjustRightInd w:val="0"/>
      </w:pPr>
    </w:p>
    <w:p w:rsidR="002A51EE" w:rsidRDefault="002A51EE" w:rsidP="00782B1B">
      <w:pPr>
        <w:widowControl w:val="0"/>
        <w:autoSpaceDE w:val="0"/>
        <w:autoSpaceDN w:val="0"/>
        <w:adjustRightInd w:val="0"/>
      </w:pPr>
      <w:proofErr w:type="gramStart"/>
      <w:r w:rsidRPr="008E6E06">
        <w:rPr>
          <w:b/>
          <w:bCs/>
        </w:rPr>
        <w:t>sampling</w:t>
      </w:r>
      <w:proofErr w:type="gramEnd"/>
      <w:r w:rsidRPr="008E6E06">
        <w:rPr>
          <w:b/>
          <w:bCs/>
        </w:rPr>
        <w:t xml:space="preserve"> error</w:t>
      </w:r>
      <w:r w:rsidRPr="008E6E06">
        <w:rPr>
          <w:b/>
          <w:bCs/>
        </w:rPr>
        <w:br/>
      </w:r>
      <w:r w:rsidRPr="00C94366">
        <w:t xml:space="preserve">The error in any measurement associated only with the randomness intrinsic to sampling itself; often defined as the difference between the observed value of a variable and the </w:t>
      </w:r>
      <w:r w:rsidRPr="008E6E06">
        <w:rPr>
          <w:iCs/>
        </w:rPr>
        <w:t>long-run average</w:t>
      </w:r>
      <w:r w:rsidRPr="008E6E06">
        <w:rPr>
          <w:i/>
          <w:iCs/>
        </w:rPr>
        <w:t xml:space="preserve"> </w:t>
      </w:r>
      <w:r w:rsidRPr="00C94366">
        <w:t>of its repeated measurement.</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pPr>
      <w:proofErr w:type="gramStart"/>
      <w:r w:rsidRPr="008E6E06">
        <w:rPr>
          <w:b/>
        </w:rPr>
        <w:t>secondary</w:t>
      </w:r>
      <w:proofErr w:type="gramEnd"/>
      <w:r w:rsidRPr="008E6E06">
        <w:rPr>
          <w:b/>
        </w:rPr>
        <w:t xml:space="preserve"> data</w:t>
      </w:r>
      <w:r w:rsidRPr="008E6E06">
        <w:rPr>
          <w:b/>
        </w:rPr>
        <w:br/>
      </w:r>
      <w:r w:rsidRPr="00C94366">
        <w:t>Data collected, usually by an outside firm, for a purpose other than the study at hand (e.g., U.S. Census); the appropriate starting point for almost all marketing research projects.</w:t>
      </w:r>
    </w:p>
    <w:p w:rsidR="002A51EE" w:rsidRPr="00C94366" w:rsidRDefault="002A51EE" w:rsidP="00782B1B">
      <w:pPr>
        <w:autoSpaceDE w:val="0"/>
        <w:autoSpaceDN w:val="0"/>
        <w:adjustRightInd w:val="0"/>
      </w:pPr>
    </w:p>
    <w:p w:rsidR="002A51EE" w:rsidRDefault="002A51EE" w:rsidP="00782B1B">
      <w:pPr>
        <w:widowControl w:val="0"/>
        <w:autoSpaceDE w:val="0"/>
        <w:autoSpaceDN w:val="0"/>
        <w:adjustRightInd w:val="0"/>
      </w:pPr>
      <w:r w:rsidRPr="008E6E06">
        <w:rPr>
          <w:b/>
          <w:bCs/>
        </w:rPr>
        <w:t>self-selection bias</w:t>
      </w:r>
      <w:r w:rsidRPr="008E6E06">
        <w:rPr>
          <w:b/>
          <w:bCs/>
        </w:rPr>
        <w:br/>
      </w:r>
      <w:r w:rsidRPr="00C94366">
        <w:t>Sample selection arises when some respondents, firms, or other entities decide not to supply data for reasons related to the study itself or to any variable germane to the research study; the resulting data will not only fail to be a random sample of the underlying population, but will typically lead to biased results.</w:t>
      </w:r>
    </w:p>
    <w:p w:rsidR="002A51EE" w:rsidRPr="00C94366" w:rsidRDefault="002A51EE" w:rsidP="00782B1B">
      <w:pPr>
        <w:widowControl w:val="0"/>
        <w:autoSpaceDE w:val="0"/>
        <w:autoSpaceDN w:val="0"/>
        <w:adjustRightInd w:val="0"/>
      </w:pPr>
    </w:p>
    <w:p w:rsidR="002A51EE" w:rsidRDefault="002A51EE" w:rsidP="00782B1B">
      <w:pPr>
        <w:autoSpaceDE w:val="0"/>
        <w:autoSpaceDN w:val="0"/>
        <w:adjustRightInd w:val="0"/>
      </w:pPr>
      <w:proofErr w:type="gramStart"/>
      <w:r w:rsidRPr="008E6E06">
        <w:rPr>
          <w:b/>
        </w:rPr>
        <w:t>situational</w:t>
      </w:r>
      <w:proofErr w:type="gramEnd"/>
      <w:r w:rsidRPr="008E6E06">
        <w:rPr>
          <w:b/>
        </w:rPr>
        <w:t xml:space="preserve"> analysis</w:t>
      </w:r>
      <w:r w:rsidRPr="008E6E06">
        <w:rPr>
          <w:b/>
        </w:rPr>
        <w:br/>
      </w:r>
      <w:r w:rsidRPr="00C94366">
        <w:t>The use of present and/or historical data to determine which variables and factors affect business performance; often aided by SWOT analysis to identify both internal and external factors.</w:t>
      </w:r>
    </w:p>
    <w:p w:rsidR="002A51EE" w:rsidRPr="00C94366" w:rsidRDefault="002A51EE" w:rsidP="00782B1B">
      <w:pPr>
        <w:autoSpaceDE w:val="0"/>
        <w:autoSpaceDN w:val="0"/>
        <w:adjustRightInd w:val="0"/>
      </w:pPr>
    </w:p>
    <w:p w:rsidR="002A51EE" w:rsidRDefault="002A51EE" w:rsidP="00782B1B">
      <w:pPr>
        <w:autoSpaceDE w:val="0"/>
        <w:autoSpaceDN w:val="0"/>
        <w:adjustRightInd w:val="0"/>
      </w:pPr>
      <w:r w:rsidRPr="008E6E06">
        <w:rPr>
          <w:b/>
        </w:rPr>
        <w:t>situational factors</w:t>
      </w:r>
      <w:r w:rsidRPr="008E6E06">
        <w:rPr>
          <w:b/>
        </w:rPr>
        <w:br/>
      </w:r>
      <w:r w:rsidRPr="00C94366">
        <w:t>Independent variables that feed into the marketing system from the general business environment and which are therefore less affected or controlled by the choices of any single firm, including demand; competition; the legal, political, and economic climates; technological innovations; and governmental regulation.</w:t>
      </w:r>
    </w:p>
    <w:p w:rsidR="002A51EE" w:rsidRPr="00C94366" w:rsidRDefault="002A51EE" w:rsidP="00782B1B">
      <w:pPr>
        <w:autoSpaceDE w:val="0"/>
        <w:autoSpaceDN w:val="0"/>
        <w:adjustRightInd w:val="0"/>
      </w:pPr>
    </w:p>
    <w:p w:rsidR="002A51EE" w:rsidRDefault="002A51EE" w:rsidP="00782B1B">
      <w:pPr>
        <w:autoSpaceDE w:val="0"/>
        <w:autoSpaceDN w:val="0"/>
        <w:adjustRightInd w:val="0"/>
      </w:pPr>
      <w:r w:rsidRPr="008E6E06">
        <w:rPr>
          <w:b/>
          <w:bCs/>
        </w:rPr>
        <w:t>symptoms</w:t>
      </w:r>
      <w:r w:rsidRPr="008E6E06">
        <w:rPr>
          <w:b/>
          <w:bCs/>
        </w:rPr>
        <w:br/>
      </w:r>
      <w:r w:rsidRPr="00C94366">
        <w:t>Marketing measures, often those of particular concern (e.g., decreasing sales or loyalty), which in themselves lack meaningful information for improving management decisions, but that signal that corrective action may need to be undertaken.</w:t>
      </w:r>
    </w:p>
    <w:p w:rsidR="002A51EE" w:rsidRPr="00C94366" w:rsidRDefault="002A51EE" w:rsidP="00782B1B">
      <w:pPr>
        <w:autoSpaceDE w:val="0"/>
        <w:autoSpaceDN w:val="0"/>
        <w:adjustRightInd w:val="0"/>
      </w:pPr>
    </w:p>
    <w:p w:rsidR="002A51EE" w:rsidRDefault="002A51EE" w:rsidP="00782B1B">
      <w:pPr>
        <w:autoSpaceDE w:val="0"/>
        <w:autoSpaceDN w:val="0"/>
        <w:adjustRightInd w:val="0"/>
        <w:rPr>
          <w:color w:val="000000"/>
        </w:rPr>
      </w:pPr>
      <w:proofErr w:type="gramStart"/>
      <w:r w:rsidRPr="008E6E06">
        <w:rPr>
          <w:b/>
          <w:color w:val="000000"/>
        </w:rPr>
        <w:t>systematic</w:t>
      </w:r>
      <w:proofErr w:type="gramEnd"/>
      <w:r w:rsidRPr="008E6E06">
        <w:rPr>
          <w:b/>
          <w:color w:val="000000"/>
        </w:rPr>
        <w:br/>
      </w:r>
      <w:r w:rsidRPr="008E6E06">
        <w:rPr>
          <w:color w:val="000000"/>
        </w:rPr>
        <w:t>The requirements that a research project be planned and well-organized, the strategic and tactical aspects of the research designed in advance, the nature of the data gathered, and the mode of analysis predetermined.</w:t>
      </w:r>
    </w:p>
    <w:p w:rsidR="002A51EE" w:rsidRPr="008E6E06" w:rsidRDefault="002A51EE" w:rsidP="00782B1B">
      <w:pPr>
        <w:autoSpaceDE w:val="0"/>
        <w:autoSpaceDN w:val="0"/>
        <w:adjustRightInd w:val="0"/>
        <w:rPr>
          <w:color w:val="000000"/>
        </w:rPr>
      </w:pPr>
    </w:p>
    <w:p w:rsidR="002A51EE" w:rsidRPr="008E6E06" w:rsidRDefault="002A51EE" w:rsidP="00782B1B">
      <w:pPr>
        <w:autoSpaceDE w:val="0"/>
        <w:autoSpaceDN w:val="0"/>
        <w:adjustRightInd w:val="0"/>
        <w:rPr>
          <w:color w:val="000000"/>
        </w:rPr>
      </w:pPr>
      <w:proofErr w:type="gramStart"/>
      <w:r w:rsidRPr="008E6E06">
        <w:rPr>
          <w:b/>
          <w:color w:val="000000"/>
        </w:rPr>
        <w:t>variable</w:t>
      </w:r>
      <w:proofErr w:type="gramEnd"/>
      <w:r w:rsidRPr="008E6E06">
        <w:rPr>
          <w:b/>
          <w:color w:val="000000"/>
        </w:rPr>
        <w:br/>
      </w:r>
      <w:r w:rsidRPr="008E6E06">
        <w:rPr>
          <w:color w:val="000000"/>
        </w:rPr>
        <w:t>Anything that can take on different (usually numerical) values (e.g., in marketing, age, gender, price, package size, sales, and share are commonly used).</w:t>
      </w:r>
    </w:p>
    <w:p w:rsidR="00710E5A" w:rsidRDefault="00710E5A" w:rsidP="00302DFF">
      <w:pPr>
        <w:pStyle w:val="customheading2"/>
        <w:jc w:val="left"/>
        <w:rPr>
          <w:rStyle w:val="TimesNewRomanPS8pt"/>
          <w:rFonts w:ascii="Times New Roman" w:hAnsi="Times New Roman"/>
          <w:sz w:val="24"/>
        </w:rPr>
      </w:pPr>
    </w:p>
    <w:p w:rsidR="00710E5A" w:rsidRPr="003C725C" w:rsidRDefault="00710E5A" w:rsidP="00302DFF">
      <w:pPr>
        <w:pStyle w:val="customheading2"/>
        <w:jc w:val="left"/>
        <w:rPr>
          <w:rStyle w:val="TimesNewRomanPS8pt"/>
          <w:rFonts w:ascii="Times New Roman" w:hAnsi="Times New Roman"/>
          <w:sz w:val="24"/>
        </w:rPr>
      </w:pPr>
    </w:p>
    <w:p w:rsidR="003C725C" w:rsidRPr="003C725C" w:rsidRDefault="0022317A" w:rsidP="00302DFF">
      <w:pPr>
        <w:pStyle w:val="customheading2"/>
        <w:jc w:val="left"/>
        <w:rPr>
          <w:rStyle w:val="TimesNewRomanPS8pt"/>
          <w:rFonts w:ascii="Times New Roman" w:hAnsi="Times New Roman"/>
          <w:b/>
          <w:sz w:val="24"/>
          <w:highlight w:val="yellow"/>
        </w:rPr>
      </w:pPr>
      <w:r>
        <w:rPr>
          <w:rStyle w:val="TimesNewRomanPS8pt"/>
          <w:rFonts w:ascii="Times New Roman" w:hAnsi="Times New Roman"/>
          <w:b/>
          <w:sz w:val="24"/>
        </w:rPr>
        <w:br w:type="page"/>
      </w:r>
      <w:r w:rsidR="003C725C" w:rsidRPr="003C725C">
        <w:rPr>
          <w:rStyle w:val="TimesNewRomanPS8pt"/>
          <w:rFonts w:ascii="Times New Roman" w:hAnsi="Times New Roman"/>
          <w:b/>
          <w:sz w:val="24"/>
        </w:rPr>
        <w:lastRenderedPageBreak/>
        <w:t>DISCUSSION QUESTIONS</w:t>
      </w:r>
    </w:p>
    <w:p w:rsidR="003C725C" w:rsidRPr="00D61F68" w:rsidRDefault="003C725C" w:rsidP="00302DFF">
      <w:pPr>
        <w:pStyle w:val="customheading2"/>
        <w:jc w:val="left"/>
        <w:rPr>
          <w:rStyle w:val="TimesNewRomanPS8pt"/>
          <w:rFonts w:ascii="Times New Roman" w:hAnsi="Times New Roman"/>
          <w:sz w:val="24"/>
          <w:highlight w:val="yellow"/>
        </w:rPr>
      </w:pPr>
    </w:p>
    <w:p w:rsidR="00687ECA" w:rsidRDefault="00687ECA" w:rsidP="00687ECA">
      <w:pPr>
        <w:tabs>
          <w:tab w:val="left" w:pos="397"/>
        </w:tabs>
        <w:autoSpaceDE w:val="0"/>
        <w:autoSpaceDN w:val="0"/>
        <w:adjustRightInd w:val="0"/>
        <w:ind w:left="360" w:hanging="360"/>
      </w:pPr>
      <w:r>
        <w:rPr>
          <w:b/>
        </w:rPr>
        <w:t>1</w:t>
      </w:r>
      <w:r w:rsidRPr="00297D60">
        <w:tab/>
      </w:r>
      <w:r w:rsidRPr="00A9412F">
        <w:rPr>
          <w:i/>
        </w:rPr>
        <w:t>What factors determine the relative importance of managerial experience versus marketing research in a given situation?</w:t>
      </w:r>
    </w:p>
    <w:p w:rsidR="00A9412F" w:rsidRDefault="00A9412F" w:rsidP="003A1559">
      <w:pPr>
        <w:pStyle w:val="customheading2"/>
        <w:jc w:val="left"/>
        <w:rPr>
          <w:rStyle w:val="TimesNewRomanPS8pt"/>
          <w:rFonts w:ascii="Times New Roman" w:hAnsi="Times New Roman"/>
          <w:sz w:val="24"/>
          <w:highlight w:val="yellow"/>
        </w:rPr>
      </w:pPr>
    </w:p>
    <w:p w:rsidR="005D7093" w:rsidRPr="00E24B2D" w:rsidRDefault="005D7093" w:rsidP="005D7093">
      <w:pPr>
        <w:rPr>
          <w:rStyle w:val="Helvetica12pt"/>
          <w:rFonts w:ascii="Times New Roman" w:hAnsi="Times New Roman"/>
        </w:rPr>
      </w:pPr>
      <w:r w:rsidRPr="00437190">
        <w:rPr>
          <w:rStyle w:val="Helvetica12pt"/>
          <w:rFonts w:ascii="Times New Roman" w:hAnsi="Times New Roman"/>
        </w:rPr>
        <w:t>The factors determining the relative importance of managerial experience versus marketing research in a specific decision situation include how relevant the manager</w:t>
      </w:r>
      <w:r w:rsidR="0027727C">
        <w:rPr>
          <w:rStyle w:val="Helvetica12pt"/>
          <w:rFonts w:ascii="Times New Roman" w:hAnsi="Times New Roman"/>
        </w:rPr>
        <w:t>’</w:t>
      </w:r>
      <w:r w:rsidRPr="00437190">
        <w:rPr>
          <w:rStyle w:val="Helvetica12pt"/>
          <w:rFonts w:ascii="Times New Roman" w:hAnsi="Times New Roman"/>
        </w:rPr>
        <w:t>s experience is to the situation, how familiar the situation is to the manager, the degree of uncertainty in the situation, and whether a decrease in the uncertainty of the decision is worth the cost of a marketing research project. Recurring, familiar decisions involve little uncertainty, so managers can generally rely on their experience and judgment. In unfamiliar decision situations, the level of uncertainty and the size of the risk are weighed against the costs of reducing the uncertainty through marketing research.</w:t>
      </w:r>
    </w:p>
    <w:p w:rsidR="005D7093" w:rsidRPr="00D61F68" w:rsidRDefault="005D7093" w:rsidP="003A1559">
      <w:pPr>
        <w:pStyle w:val="customheading2"/>
        <w:jc w:val="left"/>
        <w:rPr>
          <w:rStyle w:val="TimesNewRomanPS8pt"/>
          <w:rFonts w:ascii="Times New Roman" w:hAnsi="Times New Roman"/>
          <w:sz w:val="24"/>
          <w:highlight w:val="yellow"/>
        </w:rPr>
      </w:pPr>
    </w:p>
    <w:p w:rsidR="00CE1C5B" w:rsidRPr="003B0B0C" w:rsidRDefault="00D04038" w:rsidP="003A1559">
      <w:pPr>
        <w:pStyle w:val="customheading2"/>
        <w:jc w:val="left"/>
        <w:rPr>
          <w:rStyle w:val="TimesNewRomanPS8pt"/>
          <w:rFonts w:ascii="Times New Roman" w:hAnsi="Times New Roman"/>
          <w:sz w:val="24"/>
        </w:rPr>
      </w:pPr>
      <w:r w:rsidRPr="00D04038">
        <w:rPr>
          <w:rStyle w:val="TimesNewRomanPS8pt"/>
          <w:rFonts w:ascii="Times New Roman" w:hAnsi="Times New Roman"/>
          <w:i/>
          <w:sz w:val="24"/>
        </w:rPr>
        <w:t>I</w:t>
      </w:r>
      <w:r>
        <w:rPr>
          <w:rStyle w:val="TimesNewRomanPS8pt"/>
          <w:rFonts w:ascii="Times New Roman" w:hAnsi="Times New Roman"/>
          <w:i/>
          <w:sz w:val="24"/>
        </w:rPr>
        <w:t>nstructor’s Further Probe</w:t>
      </w:r>
      <w:r w:rsidR="002E46E3">
        <w:rPr>
          <w:rStyle w:val="TimesNewRomanPS8pt"/>
          <w:rFonts w:ascii="Times New Roman" w:hAnsi="Times New Roman"/>
          <w:i/>
          <w:sz w:val="24"/>
        </w:rPr>
        <w:t xml:space="preserve">: </w:t>
      </w:r>
      <w:r w:rsidR="003A1559" w:rsidRPr="003B0B0C">
        <w:rPr>
          <w:rStyle w:val="TimesNewRomanPS8pt"/>
          <w:rFonts w:ascii="Times New Roman" w:hAnsi="Times New Roman"/>
          <w:sz w:val="24"/>
        </w:rPr>
        <w:t>If you were the hiring manager of a consumer goods</w:t>
      </w:r>
      <w:r w:rsidR="00CE1C5B" w:rsidRPr="003B0B0C">
        <w:rPr>
          <w:rStyle w:val="TimesNewRomanPS8pt"/>
          <w:rFonts w:ascii="Times New Roman" w:hAnsi="Times New Roman"/>
          <w:sz w:val="24"/>
        </w:rPr>
        <w:t xml:space="preserve"> </w:t>
      </w:r>
      <w:r w:rsidR="003A1559" w:rsidRPr="003B0B0C">
        <w:rPr>
          <w:rStyle w:val="TimesNewRomanPS8pt"/>
          <w:rFonts w:ascii="Times New Roman" w:hAnsi="Times New Roman"/>
          <w:sz w:val="24"/>
        </w:rPr>
        <w:t>company and were lo</w:t>
      </w:r>
      <w:r w:rsidR="00CE1C5B" w:rsidRPr="003B0B0C">
        <w:rPr>
          <w:rStyle w:val="TimesNewRomanPS8pt"/>
          <w:rFonts w:ascii="Times New Roman" w:hAnsi="Times New Roman"/>
          <w:sz w:val="24"/>
        </w:rPr>
        <w:t>oking for a new marketing manag</w:t>
      </w:r>
      <w:r w:rsidR="003A1559" w:rsidRPr="003B0B0C">
        <w:rPr>
          <w:rStyle w:val="TimesNewRomanPS8pt"/>
          <w:rFonts w:ascii="Times New Roman" w:hAnsi="Times New Roman"/>
          <w:sz w:val="24"/>
        </w:rPr>
        <w:t>er, which of these two candidates</w:t>
      </w:r>
      <w:r w:rsidR="00CE1C5B" w:rsidRPr="003B0B0C">
        <w:rPr>
          <w:rStyle w:val="TimesNewRomanPS8pt"/>
          <w:rFonts w:ascii="Times New Roman" w:hAnsi="Times New Roman"/>
          <w:sz w:val="24"/>
        </w:rPr>
        <w:t xml:space="preserve"> would you choose, and why?</w:t>
      </w:r>
    </w:p>
    <w:p w:rsidR="00CE1C5B" w:rsidRPr="003B0B0C" w:rsidRDefault="00CE1C5B" w:rsidP="00CE1C5B">
      <w:pPr>
        <w:pStyle w:val="customheading2"/>
        <w:numPr>
          <w:ilvl w:val="0"/>
          <w:numId w:val="23"/>
        </w:numPr>
        <w:jc w:val="left"/>
        <w:rPr>
          <w:rStyle w:val="TimesNewRomanPS8pt"/>
          <w:rFonts w:ascii="Times New Roman" w:hAnsi="Times New Roman"/>
          <w:sz w:val="24"/>
        </w:rPr>
      </w:pPr>
      <w:r w:rsidRPr="003B0B0C">
        <w:rPr>
          <w:rStyle w:val="TimesNewRomanPS8pt"/>
          <w:rFonts w:ascii="Times New Roman" w:hAnsi="Times New Roman"/>
          <w:sz w:val="24"/>
        </w:rPr>
        <w:t xml:space="preserve">A </w:t>
      </w:r>
      <w:r w:rsidR="003A1559" w:rsidRPr="003B0B0C">
        <w:rPr>
          <w:rStyle w:val="TimesNewRomanPS8pt"/>
          <w:rFonts w:ascii="Times New Roman" w:hAnsi="Times New Roman"/>
          <w:sz w:val="24"/>
        </w:rPr>
        <w:t>marketing vete</w:t>
      </w:r>
      <w:r w:rsidRPr="003B0B0C">
        <w:rPr>
          <w:rStyle w:val="TimesNewRomanPS8pt"/>
          <w:rFonts w:ascii="Times New Roman" w:hAnsi="Times New Roman"/>
          <w:sz w:val="24"/>
        </w:rPr>
        <w:t>ran who has enormous experience</w:t>
      </w:r>
      <w:r w:rsidR="003A1559" w:rsidRPr="003B0B0C">
        <w:rPr>
          <w:rStyle w:val="TimesNewRomanPS8pt"/>
          <w:rFonts w:ascii="Times New Roman" w:hAnsi="Times New Roman"/>
          <w:sz w:val="24"/>
        </w:rPr>
        <w:t xml:space="preserve"> but has</w:t>
      </w:r>
      <w:r w:rsidRPr="003B0B0C">
        <w:rPr>
          <w:rStyle w:val="TimesNewRomanPS8pt"/>
          <w:rFonts w:ascii="Times New Roman" w:hAnsi="Times New Roman"/>
          <w:sz w:val="24"/>
        </w:rPr>
        <w:t xml:space="preserve"> </w:t>
      </w:r>
      <w:r w:rsidR="003A1559" w:rsidRPr="003B0B0C">
        <w:rPr>
          <w:rStyle w:val="TimesNewRomanPS8pt"/>
          <w:rFonts w:ascii="Times New Roman" w:hAnsi="Times New Roman"/>
          <w:sz w:val="24"/>
        </w:rPr>
        <w:t>never had education in formal market</w:t>
      </w:r>
      <w:r w:rsidRPr="003B0B0C">
        <w:rPr>
          <w:rStyle w:val="TimesNewRomanPS8pt"/>
          <w:rFonts w:ascii="Times New Roman" w:hAnsi="Times New Roman"/>
          <w:sz w:val="24"/>
        </w:rPr>
        <w:t>ing research steps or concepts</w:t>
      </w:r>
    </w:p>
    <w:p w:rsidR="00CE1C5B" w:rsidRPr="003B0B0C" w:rsidRDefault="00CE1C5B" w:rsidP="00CE1C5B">
      <w:pPr>
        <w:pStyle w:val="customheading2"/>
        <w:numPr>
          <w:ilvl w:val="0"/>
          <w:numId w:val="23"/>
        </w:numPr>
        <w:jc w:val="left"/>
        <w:rPr>
          <w:rStyle w:val="TimesNewRomanPS8pt"/>
          <w:rFonts w:ascii="Times New Roman" w:hAnsi="Times New Roman"/>
          <w:sz w:val="24"/>
        </w:rPr>
      </w:pPr>
      <w:r w:rsidRPr="003B0B0C">
        <w:rPr>
          <w:rStyle w:val="TimesNewRomanPS8pt"/>
          <w:rFonts w:ascii="Times New Roman" w:hAnsi="Times New Roman"/>
          <w:sz w:val="24"/>
        </w:rPr>
        <w:t xml:space="preserve">A </w:t>
      </w:r>
      <w:r w:rsidR="003A1559" w:rsidRPr="003B0B0C">
        <w:rPr>
          <w:rStyle w:val="TimesNewRomanPS8pt"/>
          <w:rFonts w:ascii="Times New Roman" w:hAnsi="Times New Roman"/>
          <w:sz w:val="24"/>
        </w:rPr>
        <w:t>new marketing</w:t>
      </w:r>
      <w:r w:rsidRPr="003B0B0C">
        <w:rPr>
          <w:rStyle w:val="TimesNewRomanPS8pt"/>
          <w:rFonts w:ascii="Times New Roman" w:hAnsi="Times New Roman"/>
          <w:sz w:val="24"/>
        </w:rPr>
        <w:t xml:space="preserve"> </w:t>
      </w:r>
      <w:r w:rsidR="00CD1016" w:rsidRPr="003B0B0C">
        <w:rPr>
          <w:rStyle w:val="TimesNewRomanPS8pt"/>
          <w:rFonts w:ascii="Times New Roman" w:hAnsi="Times New Roman"/>
          <w:sz w:val="24"/>
        </w:rPr>
        <w:t>manager</w:t>
      </w:r>
      <w:r w:rsidR="003A1559" w:rsidRPr="003B0B0C">
        <w:rPr>
          <w:rStyle w:val="TimesNewRomanPS8pt"/>
          <w:rFonts w:ascii="Times New Roman" w:hAnsi="Times New Roman"/>
          <w:sz w:val="24"/>
        </w:rPr>
        <w:t xml:space="preserve"> who</w:t>
      </w:r>
      <w:r w:rsidR="00CD1016" w:rsidRPr="003B0B0C">
        <w:rPr>
          <w:rStyle w:val="TimesNewRomanPS8pt"/>
          <w:rFonts w:ascii="Times New Roman" w:hAnsi="Times New Roman"/>
          <w:sz w:val="24"/>
        </w:rPr>
        <w:t>, through education,</w:t>
      </w:r>
      <w:r w:rsidR="003A1559" w:rsidRPr="003B0B0C">
        <w:rPr>
          <w:rStyle w:val="TimesNewRomanPS8pt"/>
          <w:rFonts w:ascii="Times New Roman" w:hAnsi="Times New Roman"/>
          <w:sz w:val="24"/>
        </w:rPr>
        <w:t xml:space="preserve"> has a solid grasp on the steps and concepts of marketing</w:t>
      </w:r>
      <w:r w:rsidRPr="003B0B0C">
        <w:rPr>
          <w:rStyle w:val="TimesNewRomanPS8pt"/>
          <w:rFonts w:ascii="Times New Roman" w:hAnsi="Times New Roman"/>
          <w:sz w:val="24"/>
        </w:rPr>
        <w:t xml:space="preserve"> research</w:t>
      </w:r>
      <w:r w:rsidR="003A1559" w:rsidRPr="003B0B0C">
        <w:rPr>
          <w:rStyle w:val="TimesNewRomanPS8pt"/>
          <w:rFonts w:ascii="Times New Roman" w:hAnsi="Times New Roman"/>
          <w:sz w:val="24"/>
        </w:rPr>
        <w:t xml:space="preserve"> but lacks the experience of a veteran</w:t>
      </w:r>
    </w:p>
    <w:p w:rsidR="00CE1C5B" w:rsidRPr="003B0B0C" w:rsidRDefault="00CE1C5B" w:rsidP="00CE1C5B">
      <w:pPr>
        <w:pStyle w:val="customheading2"/>
        <w:jc w:val="left"/>
        <w:rPr>
          <w:rStyle w:val="TimesNewRomanPS8pt"/>
          <w:rFonts w:ascii="Times New Roman" w:hAnsi="Times New Roman"/>
          <w:sz w:val="24"/>
        </w:rPr>
      </w:pPr>
    </w:p>
    <w:p w:rsidR="003A1559" w:rsidRPr="00D61F68" w:rsidRDefault="003A1559" w:rsidP="00CE1C5B">
      <w:pPr>
        <w:pStyle w:val="customheading2"/>
        <w:jc w:val="left"/>
        <w:rPr>
          <w:rStyle w:val="TimesNewRomanPS8pt"/>
          <w:rFonts w:ascii="Times New Roman" w:hAnsi="Times New Roman"/>
          <w:sz w:val="24"/>
          <w:highlight w:val="yellow"/>
        </w:rPr>
      </w:pPr>
      <w:proofErr w:type="gramStart"/>
      <w:r w:rsidRPr="003B0B0C">
        <w:rPr>
          <w:rStyle w:val="TimesNewRomanPS8pt"/>
          <w:rFonts w:ascii="Times New Roman" w:hAnsi="Times New Roman"/>
          <w:i/>
          <w:sz w:val="24"/>
        </w:rPr>
        <w:t>Suggested Probe Response</w:t>
      </w:r>
      <w:r w:rsidRPr="003B0B0C">
        <w:rPr>
          <w:rStyle w:val="TimesNewRomanPS8pt"/>
          <w:rFonts w:ascii="Times New Roman" w:hAnsi="Times New Roman"/>
          <w:sz w:val="24"/>
        </w:rPr>
        <w:t xml:space="preserve">: As in most cases, this </w:t>
      </w:r>
      <w:r w:rsidR="003B0B0C" w:rsidRPr="003B0B0C">
        <w:rPr>
          <w:rStyle w:val="TimesNewRomanPS8pt"/>
          <w:rFonts w:ascii="Times New Roman" w:hAnsi="Times New Roman"/>
          <w:sz w:val="24"/>
        </w:rPr>
        <w:t>depends very much on the situation</w:t>
      </w:r>
      <w:r w:rsidRPr="003B0B0C">
        <w:rPr>
          <w:rStyle w:val="TimesNewRomanPS8pt"/>
          <w:rFonts w:ascii="Times New Roman" w:hAnsi="Times New Roman"/>
          <w:sz w:val="24"/>
        </w:rPr>
        <w:t>.</w:t>
      </w:r>
      <w:proofErr w:type="gramEnd"/>
      <w:r w:rsidRPr="003B0B0C">
        <w:rPr>
          <w:rStyle w:val="TimesNewRomanPS8pt"/>
          <w:rFonts w:ascii="Times New Roman" w:hAnsi="Times New Roman"/>
          <w:sz w:val="24"/>
        </w:rPr>
        <w:t xml:space="preserve"> If the hiring</w:t>
      </w:r>
      <w:r w:rsidR="00CE1C5B" w:rsidRPr="003B0B0C">
        <w:rPr>
          <w:rStyle w:val="TimesNewRomanPS8pt"/>
          <w:rFonts w:ascii="Times New Roman" w:hAnsi="Times New Roman"/>
          <w:sz w:val="24"/>
        </w:rPr>
        <w:t xml:space="preserve"> </w:t>
      </w:r>
      <w:r w:rsidRPr="003B0B0C">
        <w:rPr>
          <w:rStyle w:val="TimesNewRomanPS8pt"/>
          <w:rFonts w:ascii="Times New Roman" w:hAnsi="Times New Roman"/>
          <w:sz w:val="24"/>
        </w:rPr>
        <w:t>firm needs someone to be able to make major decisions quickly, a veteran is the most likely</w:t>
      </w:r>
      <w:r w:rsidR="00CE1C5B" w:rsidRPr="003B0B0C">
        <w:rPr>
          <w:rStyle w:val="TimesNewRomanPS8pt"/>
          <w:rFonts w:ascii="Times New Roman" w:hAnsi="Times New Roman"/>
          <w:sz w:val="24"/>
        </w:rPr>
        <w:t xml:space="preserve"> </w:t>
      </w:r>
      <w:r w:rsidRPr="003B0B0C">
        <w:rPr>
          <w:rStyle w:val="TimesNewRomanPS8pt"/>
          <w:rFonts w:ascii="Times New Roman" w:hAnsi="Times New Roman"/>
          <w:sz w:val="24"/>
        </w:rPr>
        <w:t>choice. On the other hand, a newcomer to the marketing field has the structure and tools to</w:t>
      </w:r>
      <w:r w:rsidR="00CE1C5B" w:rsidRPr="003B0B0C">
        <w:rPr>
          <w:rStyle w:val="TimesNewRomanPS8pt"/>
          <w:rFonts w:ascii="Times New Roman" w:hAnsi="Times New Roman"/>
          <w:sz w:val="24"/>
        </w:rPr>
        <w:t xml:space="preserve"> </w:t>
      </w:r>
      <w:r w:rsidRPr="003B0B0C">
        <w:rPr>
          <w:rStyle w:val="TimesNewRomanPS8pt"/>
          <w:rFonts w:ascii="Times New Roman" w:hAnsi="Times New Roman"/>
          <w:sz w:val="24"/>
        </w:rPr>
        <w:t>analyze a situation and present an analysis to others, if time and money allows him/her to do</w:t>
      </w:r>
      <w:r w:rsidR="00CE1C5B" w:rsidRPr="003B0B0C">
        <w:rPr>
          <w:rStyle w:val="TimesNewRomanPS8pt"/>
          <w:rFonts w:ascii="Times New Roman" w:hAnsi="Times New Roman"/>
          <w:sz w:val="24"/>
        </w:rPr>
        <w:t xml:space="preserve"> </w:t>
      </w:r>
      <w:r w:rsidRPr="003B0B0C">
        <w:rPr>
          <w:rStyle w:val="TimesNewRomanPS8pt"/>
          <w:rFonts w:ascii="Times New Roman" w:hAnsi="Times New Roman"/>
          <w:sz w:val="24"/>
        </w:rPr>
        <w:t>so.</w:t>
      </w:r>
      <w:r w:rsidR="003B0B0C" w:rsidRPr="003B0B0C">
        <w:rPr>
          <w:rStyle w:val="TimesNewRomanPS8pt"/>
          <w:rFonts w:ascii="Times New Roman" w:hAnsi="Times New Roman"/>
          <w:sz w:val="24"/>
        </w:rPr>
        <w:t xml:space="preserve"> Of course, someone with both formal understanding and experience may often be necessary. This question simply highlights the trade-off between the two in specific settings.</w:t>
      </w:r>
    </w:p>
    <w:p w:rsidR="003A1559" w:rsidRDefault="003A1559" w:rsidP="00687ECA">
      <w:pPr>
        <w:tabs>
          <w:tab w:val="left" w:pos="397"/>
        </w:tabs>
        <w:autoSpaceDE w:val="0"/>
        <w:autoSpaceDN w:val="0"/>
        <w:adjustRightInd w:val="0"/>
        <w:ind w:left="360" w:hanging="360"/>
      </w:pPr>
    </w:p>
    <w:p w:rsidR="001C27A6" w:rsidRPr="00297D60" w:rsidRDefault="001C27A6" w:rsidP="00687ECA">
      <w:pPr>
        <w:tabs>
          <w:tab w:val="left" w:pos="397"/>
        </w:tabs>
        <w:autoSpaceDE w:val="0"/>
        <w:autoSpaceDN w:val="0"/>
        <w:adjustRightInd w:val="0"/>
        <w:ind w:left="360" w:hanging="360"/>
      </w:pPr>
    </w:p>
    <w:p w:rsidR="00687ECA" w:rsidRDefault="00687ECA" w:rsidP="00687ECA">
      <w:pPr>
        <w:tabs>
          <w:tab w:val="left" w:pos="397"/>
        </w:tabs>
        <w:autoSpaceDE w:val="0"/>
        <w:autoSpaceDN w:val="0"/>
        <w:adjustRightInd w:val="0"/>
        <w:ind w:left="360" w:hanging="360"/>
        <w:rPr>
          <w:i/>
        </w:rPr>
      </w:pPr>
      <w:r>
        <w:rPr>
          <w:b/>
        </w:rPr>
        <w:t>2</w:t>
      </w:r>
      <w:r w:rsidRPr="00297D60">
        <w:tab/>
      </w:r>
      <w:r w:rsidRPr="002F1C31">
        <w:rPr>
          <w:i/>
        </w:rPr>
        <w:t>How might the following organizations effectively employ marketing research?</w:t>
      </w:r>
    </w:p>
    <w:p w:rsidR="00B3357C" w:rsidRDefault="00B3357C" w:rsidP="00687ECA">
      <w:pPr>
        <w:tabs>
          <w:tab w:val="left" w:pos="397"/>
        </w:tabs>
        <w:autoSpaceDE w:val="0"/>
        <w:autoSpaceDN w:val="0"/>
        <w:adjustRightInd w:val="0"/>
        <w:ind w:left="360" w:hanging="360"/>
      </w:pPr>
    </w:p>
    <w:p w:rsidR="001C27A6" w:rsidRPr="001C27A6" w:rsidRDefault="001C27A6" w:rsidP="001C27A6">
      <w:pPr>
        <w:pStyle w:val="customheading2"/>
        <w:jc w:val="left"/>
        <w:rPr>
          <w:rStyle w:val="TimesNewRomanPS8pt"/>
          <w:rFonts w:ascii="Times New Roman" w:hAnsi="Times New Roman"/>
          <w:sz w:val="24"/>
        </w:rPr>
      </w:pPr>
      <w:r w:rsidRPr="001C27A6">
        <w:rPr>
          <w:rStyle w:val="TimesNewRomanPS8pt"/>
          <w:rFonts w:ascii="Times New Roman" w:hAnsi="Times New Roman"/>
          <w:sz w:val="24"/>
        </w:rPr>
        <w:t xml:space="preserve">[Answers provided </w:t>
      </w:r>
      <w:r>
        <w:rPr>
          <w:rStyle w:val="TimesNewRomanPS8pt"/>
          <w:rFonts w:ascii="Times New Roman" w:hAnsi="Times New Roman"/>
          <w:sz w:val="24"/>
        </w:rPr>
        <w:t xml:space="preserve">below </w:t>
      </w:r>
      <w:r w:rsidRPr="001C27A6">
        <w:rPr>
          <w:rStyle w:val="TimesNewRomanPS8pt"/>
          <w:rFonts w:ascii="Times New Roman" w:hAnsi="Times New Roman"/>
          <w:sz w:val="24"/>
        </w:rPr>
        <w:t>are suggesti</w:t>
      </w:r>
      <w:r w:rsidR="00D34139">
        <w:rPr>
          <w:rStyle w:val="TimesNewRomanPS8pt"/>
          <w:rFonts w:ascii="Times New Roman" w:hAnsi="Times New Roman"/>
          <w:sz w:val="24"/>
        </w:rPr>
        <w:t xml:space="preserve">ons </w:t>
      </w:r>
      <w:r w:rsidR="00AF5EC5">
        <w:rPr>
          <w:rStyle w:val="TimesNewRomanPS8pt"/>
          <w:rFonts w:ascii="Times New Roman" w:hAnsi="Times New Roman"/>
          <w:sz w:val="24"/>
        </w:rPr>
        <w:t xml:space="preserve">and </w:t>
      </w:r>
      <w:r w:rsidR="00D34139">
        <w:rPr>
          <w:rStyle w:val="TimesNewRomanPS8pt"/>
          <w:rFonts w:ascii="Times New Roman" w:hAnsi="Times New Roman"/>
          <w:sz w:val="24"/>
        </w:rPr>
        <w:t>do not constitute</w:t>
      </w:r>
      <w:r w:rsidR="00AF0259">
        <w:rPr>
          <w:rStyle w:val="TimesNewRomanPS8pt"/>
          <w:rFonts w:ascii="Times New Roman" w:hAnsi="Times New Roman"/>
          <w:sz w:val="24"/>
        </w:rPr>
        <w:t xml:space="preserve"> </w:t>
      </w:r>
      <w:r w:rsidR="009E038D">
        <w:rPr>
          <w:rStyle w:val="TimesNewRomanPS8pt"/>
          <w:rFonts w:ascii="Times New Roman" w:hAnsi="Times New Roman"/>
          <w:sz w:val="24"/>
        </w:rPr>
        <w:t xml:space="preserve">an </w:t>
      </w:r>
      <w:r w:rsidRPr="001C27A6">
        <w:rPr>
          <w:rStyle w:val="TimesNewRomanPS8pt"/>
          <w:rFonts w:ascii="Times New Roman" w:hAnsi="Times New Roman"/>
          <w:sz w:val="24"/>
        </w:rPr>
        <w:t>exhaustive</w:t>
      </w:r>
      <w:r w:rsidR="009E038D">
        <w:rPr>
          <w:rStyle w:val="TimesNewRomanPS8pt"/>
          <w:rFonts w:ascii="Times New Roman" w:hAnsi="Times New Roman"/>
          <w:sz w:val="24"/>
        </w:rPr>
        <w:t xml:space="preserve"> list of all possible correct responses</w:t>
      </w:r>
      <w:r w:rsidRPr="001C27A6">
        <w:rPr>
          <w:rStyle w:val="TimesNewRomanPS8pt"/>
          <w:rFonts w:ascii="Times New Roman" w:hAnsi="Times New Roman"/>
          <w:sz w:val="24"/>
        </w:rPr>
        <w:t>.]</w:t>
      </w:r>
    </w:p>
    <w:p w:rsidR="001C27A6" w:rsidRPr="00297D60" w:rsidRDefault="001C27A6" w:rsidP="00687ECA">
      <w:pPr>
        <w:tabs>
          <w:tab w:val="left" w:pos="397"/>
        </w:tabs>
        <w:autoSpaceDE w:val="0"/>
        <w:autoSpaceDN w:val="0"/>
        <w:adjustRightInd w:val="0"/>
        <w:ind w:left="360" w:hanging="360"/>
      </w:pPr>
    </w:p>
    <w:p w:rsidR="00687ECA" w:rsidRPr="00297D60" w:rsidRDefault="00687ECA" w:rsidP="00687ECA">
      <w:pPr>
        <w:tabs>
          <w:tab w:val="left" w:pos="720"/>
        </w:tabs>
        <w:autoSpaceDE w:val="0"/>
        <w:autoSpaceDN w:val="0"/>
        <w:adjustRightInd w:val="0"/>
        <w:ind w:left="720" w:hanging="360"/>
      </w:pPr>
      <w:proofErr w:type="gramStart"/>
      <w:r w:rsidRPr="00297D60">
        <w:rPr>
          <w:b/>
        </w:rPr>
        <w:t>a</w:t>
      </w:r>
      <w:proofErr w:type="gramEnd"/>
      <w:r w:rsidRPr="00297D60">
        <w:rPr>
          <w:b/>
        </w:rPr>
        <w:tab/>
      </w:r>
      <w:r w:rsidRPr="00B3357C">
        <w:rPr>
          <w:i/>
        </w:rPr>
        <w:t>National Museum of Art</w:t>
      </w:r>
    </w:p>
    <w:p w:rsidR="003A1559" w:rsidRPr="00B3357C" w:rsidRDefault="003A1559" w:rsidP="00B3357C">
      <w:pPr>
        <w:pStyle w:val="customheading2"/>
        <w:numPr>
          <w:ilvl w:val="0"/>
          <w:numId w:val="22"/>
        </w:numPr>
        <w:jc w:val="left"/>
        <w:rPr>
          <w:rStyle w:val="TimesNewRomanPS8pt"/>
          <w:rFonts w:ascii="Times New Roman" w:hAnsi="Times New Roman"/>
          <w:sz w:val="24"/>
        </w:rPr>
      </w:pPr>
      <w:r w:rsidRPr="00B3357C">
        <w:rPr>
          <w:rStyle w:val="TimesNewRomanPS8pt"/>
          <w:rFonts w:ascii="Times New Roman" w:hAnsi="Times New Roman"/>
          <w:sz w:val="24"/>
        </w:rPr>
        <w:t>Determine popularity of various permanent a</w:t>
      </w:r>
      <w:r w:rsidR="00F624B7">
        <w:rPr>
          <w:rStyle w:val="TimesNewRomanPS8pt"/>
          <w:rFonts w:ascii="Times New Roman" w:hAnsi="Times New Roman"/>
          <w:sz w:val="24"/>
        </w:rPr>
        <w:t>n</w:t>
      </w:r>
      <w:r w:rsidRPr="00B3357C">
        <w:rPr>
          <w:rStyle w:val="TimesNewRomanPS8pt"/>
          <w:rFonts w:ascii="Times New Roman" w:hAnsi="Times New Roman"/>
          <w:sz w:val="24"/>
        </w:rPr>
        <w:t>d temporary exhibits.</w:t>
      </w:r>
    </w:p>
    <w:p w:rsidR="003A1559" w:rsidRDefault="003A1559" w:rsidP="00B3357C">
      <w:pPr>
        <w:pStyle w:val="customheading2"/>
        <w:numPr>
          <w:ilvl w:val="0"/>
          <w:numId w:val="22"/>
        </w:numPr>
        <w:jc w:val="left"/>
        <w:rPr>
          <w:rStyle w:val="TimesNewRomanPS8pt"/>
          <w:rFonts w:ascii="Times New Roman" w:hAnsi="Times New Roman"/>
          <w:sz w:val="24"/>
        </w:rPr>
      </w:pPr>
      <w:r w:rsidRPr="00B3357C">
        <w:rPr>
          <w:rStyle w:val="TimesNewRomanPS8pt"/>
          <w:rFonts w:ascii="Times New Roman" w:hAnsi="Times New Roman"/>
          <w:sz w:val="24"/>
        </w:rPr>
        <w:t>Find ideas for new exhibits.</w:t>
      </w:r>
    </w:p>
    <w:p w:rsidR="005D7093" w:rsidRPr="00B3357C" w:rsidRDefault="005D7093" w:rsidP="00B3357C">
      <w:pPr>
        <w:pStyle w:val="customheading2"/>
        <w:numPr>
          <w:ilvl w:val="0"/>
          <w:numId w:val="22"/>
        </w:numPr>
        <w:jc w:val="left"/>
        <w:rPr>
          <w:rStyle w:val="TimesNewRomanPS8pt"/>
          <w:rFonts w:ascii="Times New Roman" w:hAnsi="Times New Roman"/>
          <w:sz w:val="24"/>
        </w:rPr>
      </w:pPr>
      <w:r>
        <w:rPr>
          <w:rStyle w:val="TimesNewRomanPS8pt"/>
          <w:rFonts w:ascii="Times New Roman" w:hAnsi="Times New Roman"/>
          <w:sz w:val="24"/>
        </w:rPr>
        <w:t>Determine optimal hours of operation and entrance fees.</w:t>
      </w:r>
    </w:p>
    <w:p w:rsidR="003A1559" w:rsidRPr="00B3357C" w:rsidRDefault="003A1559" w:rsidP="00B3357C">
      <w:pPr>
        <w:pStyle w:val="customheading2"/>
        <w:numPr>
          <w:ilvl w:val="0"/>
          <w:numId w:val="22"/>
        </w:numPr>
        <w:jc w:val="left"/>
        <w:rPr>
          <w:rStyle w:val="TimesNewRomanPS8pt"/>
          <w:rFonts w:ascii="Times New Roman" w:hAnsi="Times New Roman"/>
          <w:sz w:val="24"/>
        </w:rPr>
      </w:pPr>
      <w:r w:rsidRPr="00B3357C">
        <w:rPr>
          <w:rStyle w:val="TimesNewRomanPS8pt"/>
          <w:rFonts w:ascii="Times New Roman" w:hAnsi="Times New Roman"/>
          <w:sz w:val="24"/>
        </w:rPr>
        <w:t>Better understand reasons people choose to attend or not attend the</w:t>
      </w:r>
      <w:r w:rsidR="00B3357C" w:rsidRPr="00B3357C">
        <w:rPr>
          <w:rStyle w:val="TimesNewRomanPS8pt"/>
          <w:rFonts w:ascii="Times New Roman" w:hAnsi="Times New Roman"/>
          <w:sz w:val="24"/>
        </w:rPr>
        <w:t xml:space="preserve"> </w:t>
      </w:r>
      <w:r w:rsidR="00B3357C">
        <w:rPr>
          <w:rStyle w:val="TimesNewRomanPS8pt"/>
          <w:rFonts w:ascii="Times New Roman" w:hAnsi="Times New Roman"/>
          <w:sz w:val="24"/>
        </w:rPr>
        <w:t>m</w:t>
      </w:r>
      <w:r w:rsidRPr="00B3357C">
        <w:rPr>
          <w:rStyle w:val="TimesNewRomanPS8pt"/>
          <w:rFonts w:ascii="Times New Roman" w:hAnsi="Times New Roman"/>
          <w:sz w:val="24"/>
        </w:rPr>
        <w:t>useum.</w:t>
      </w:r>
    </w:p>
    <w:p w:rsidR="00B3357C" w:rsidRDefault="00B3357C" w:rsidP="00687ECA">
      <w:pPr>
        <w:tabs>
          <w:tab w:val="left" w:pos="720"/>
        </w:tabs>
        <w:autoSpaceDE w:val="0"/>
        <w:autoSpaceDN w:val="0"/>
        <w:adjustRightInd w:val="0"/>
        <w:ind w:left="720" w:hanging="360"/>
        <w:rPr>
          <w:b/>
        </w:rPr>
      </w:pPr>
    </w:p>
    <w:p w:rsidR="00687ECA" w:rsidRPr="00297D60" w:rsidRDefault="00687ECA" w:rsidP="00687ECA">
      <w:pPr>
        <w:tabs>
          <w:tab w:val="left" w:pos="720"/>
        </w:tabs>
        <w:autoSpaceDE w:val="0"/>
        <w:autoSpaceDN w:val="0"/>
        <w:adjustRightInd w:val="0"/>
        <w:ind w:left="720" w:hanging="360"/>
      </w:pPr>
      <w:proofErr w:type="gramStart"/>
      <w:r w:rsidRPr="00297D60">
        <w:rPr>
          <w:b/>
        </w:rPr>
        <w:t>b</w:t>
      </w:r>
      <w:proofErr w:type="gramEnd"/>
      <w:r w:rsidRPr="00297D60">
        <w:rPr>
          <w:b/>
        </w:rPr>
        <w:tab/>
      </w:r>
      <w:r w:rsidRPr="00B3357C">
        <w:rPr>
          <w:i/>
        </w:rPr>
        <w:t>American Airlines</w:t>
      </w:r>
    </w:p>
    <w:p w:rsidR="003A1559" w:rsidRPr="001D0284"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t>Determine appropriate market segmentation scheme.</w:t>
      </w:r>
    </w:p>
    <w:p w:rsidR="003A1559" w:rsidRPr="001D0284"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t>Examine differing needs and purchase decision criteria of various</w:t>
      </w:r>
      <w:r w:rsidR="001D0284" w:rsidRPr="001D0284">
        <w:rPr>
          <w:rStyle w:val="TimesNewRomanPS8pt"/>
          <w:rFonts w:ascii="Times New Roman" w:hAnsi="Times New Roman"/>
          <w:sz w:val="24"/>
        </w:rPr>
        <w:t xml:space="preserve"> </w:t>
      </w:r>
      <w:r w:rsidRPr="001D0284">
        <w:rPr>
          <w:rStyle w:val="TimesNewRomanPS8pt"/>
          <w:rFonts w:ascii="Times New Roman" w:hAnsi="Times New Roman"/>
          <w:sz w:val="24"/>
        </w:rPr>
        <w:t>segments.</w:t>
      </w:r>
    </w:p>
    <w:p w:rsidR="003A1559" w:rsidRPr="001D0284"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t>Determine appropriate pricing structure for various segments.</w:t>
      </w:r>
    </w:p>
    <w:p w:rsidR="003A1559" w:rsidRPr="001D0284"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t>Test new advertising or promotional campaign.</w:t>
      </w:r>
    </w:p>
    <w:p w:rsidR="003A1559" w:rsidRPr="001D0284"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lastRenderedPageBreak/>
        <w:t>Find ways to encourage infrequent flyers to fly American Airlines more.</w:t>
      </w:r>
    </w:p>
    <w:p w:rsidR="003A1559" w:rsidRDefault="003A1559" w:rsidP="001D0284">
      <w:pPr>
        <w:pStyle w:val="customheading2"/>
        <w:numPr>
          <w:ilvl w:val="0"/>
          <w:numId w:val="22"/>
        </w:numPr>
        <w:jc w:val="left"/>
        <w:rPr>
          <w:rStyle w:val="TimesNewRomanPS8pt"/>
          <w:rFonts w:ascii="Times New Roman" w:hAnsi="Times New Roman"/>
          <w:sz w:val="24"/>
        </w:rPr>
      </w:pPr>
      <w:r w:rsidRPr="001D0284">
        <w:rPr>
          <w:rStyle w:val="TimesNewRomanPS8pt"/>
          <w:rFonts w:ascii="Times New Roman" w:hAnsi="Times New Roman"/>
          <w:sz w:val="24"/>
        </w:rPr>
        <w:t>Measure level of customer satisfaction with all aspects of airline service.</w:t>
      </w:r>
    </w:p>
    <w:p w:rsidR="005D7093" w:rsidRPr="001D0284" w:rsidRDefault="005D7093" w:rsidP="001D0284">
      <w:pPr>
        <w:pStyle w:val="customheading2"/>
        <w:numPr>
          <w:ilvl w:val="0"/>
          <w:numId w:val="22"/>
        </w:numPr>
        <w:jc w:val="left"/>
        <w:rPr>
          <w:rStyle w:val="TimesNewRomanPS8pt"/>
          <w:rFonts w:ascii="Times New Roman" w:hAnsi="Times New Roman"/>
          <w:sz w:val="24"/>
        </w:rPr>
      </w:pPr>
      <w:r>
        <w:rPr>
          <w:rStyle w:val="TimesNewRomanPS8pt"/>
          <w:rFonts w:ascii="Times New Roman" w:hAnsi="Times New Roman"/>
          <w:sz w:val="24"/>
        </w:rPr>
        <w:t>Evaluate whether changing a main hub will increase revenue.</w:t>
      </w:r>
    </w:p>
    <w:p w:rsidR="001D0284" w:rsidRDefault="001D0284" w:rsidP="00687ECA">
      <w:pPr>
        <w:tabs>
          <w:tab w:val="left" w:pos="720"/>
        </w:tabs>
        <w:autoSpaceDE w:val="0"/>
        <w:autoSpaceDN w:val="0"/>
        <w:adjustRightInd w:val="0"/>
        <w:ind w:left="720" w:hanging="360"/>
        <w:rPr>
          <w:b/>
        </w:rPr>
      </w:pPr>
    </w:p>
    <w:p w:rsidR="00687ECA" w:rsidRDefault="00687ECA" w:rsidP="00687ECA">
      <w:pPr>
        <w:tabs>
          <w:tab w:val="left" w:pos="720"/>
        </w:tabs>
        <w:autoSpaceDE w:val="0"/>
        <w:autoSpaceDN w:val="0"/>
        <w:adjustRightInd w:val="0"/>
        <w:ind w:left="720" w:hanging="360"/>
      </w:pPr>
      <w:proofErr w:type="gramStart"/>
      <w:r w:rsidRPr="00297D60">
        <w:rPr>
          <w:b/>
        </w:rPr>
        <w:t>c</w:t>
      </w:r>
      <w:proofErr w:type="gramEnd"/>
      <w:r w:rsidRPr="00297D60">
        <w:rPr>
          <w:b/>
        </w:rPr>
        <w:tab/>
      </w:r>
      <w:r w:rsidRPr="00BA380C">
        <w:rPr>
          <w:i/>
        </w:rPr>
        <w:t>the</w:t>
      </w:r>
      <w:r w:rsidR="009E038D" w:rsidRPr="00BA380C">
        <w:rPr>
          <w:i/>
        </w:rPr>
        <w:t xml:space="preserve"> </w:t>
      </w:r>
      <w:r w:rsidR="009A0FF5" w:rsidRPr="00BA380C">
        <w:rPr>
          <w:i/>
        </w:rPr>
        <w:t>c</w:t>
      </w:r>
      <w:r w:rsidR="005D7093" w:rsidRPr="00BA380C">
        <w:rPr>
          <w:i/>
        </w:rPr>
        <w:t>ensus</w:t>
      </w:r>
    </w:p>
    <w:p w:rsidR="00DD62CF" w:rsidRPr="00F87684" w:rsidRDefault="00DD62CF" w:rsidP="009E038D">
      <w:pPr>
        <w:pStyle w:val="customheading2"/>
        <w:numPr>
          <w:ilvl w:val="0"/>
          <w:numId w:val="22"/>
        </w:numPr>
        <w:jc w:val="left"/>
        <w:rPr>
          <w:rStyle w:val="TimesNewRomanPS8pt"/>
          <w:rFonts w:ascii="Times New Roman" w:hAnsi="Times New Roman"/>
          <w:sz w:val="24"/>
        </w:rPr>
      </w:pPr>
      <w:r w:rsidRPr="00F87684">
        <w:rPr>
          <w:rStyle w:val="TimesNewRomanPS8pt"/>
          <w:rFonts w:ascii="Times New Roman" w:hAnsi="Times New Roman"/>
          <w:sz w:val="24"/>
        </w:rPr>
        <w:t>Compare growth rates of various ethnic groups.</w:t>
      </w:r>
    </w:p>
    <w:p w:rsidR="005D7093" w:rsidRPr="00F87684" w:rsidRDefault="005D7093" w:rsidP="009E038D">
      <w:pPr>
        <w:pStyle w:val="customheading2"/>
        <w:numPr>
          <w:ilvl w:val="0"/>
          <w:numId w:val="22"/>
        </w:numPr>
        <w:jc w:val="left"/>
        <w:rPr>
          <w:rStyle w:val="TimesNewRomanPS8pt"/>
          <w:rFonts w:ascii="Times New Roman" w:hAnsi="Times New Roman"/>
          <w:sz w:val="24"/>
        </w:rPr>
      </w:pPr>
      <w:r w:rsidRPr="00F87684">
        <w:rPr>
          <w:rStyle w:val="TimesNewRomanPS8pt"/>
          <w:rFonts w:ascii="Times New Roman" w:hAnsi="Times New Roman"/>
          <w:sz w:val="24"/>
        </w:rPr>
        <w:t>Evaluate how accurately families without fixed residences are being represented in the census.</w:t>
      </w:r>
    </w:p>
    <w:p w:rsidR="00F87684" w:rsidRPr="00F87684" w:rsidRDefault="00F87684" w:rsidP="00F87684">
      <w:pPr>
        <w:pStyle w:val="customheading2"/>
        <w:numPr>
          <w:ilvl w:val="0"/>
          <w:numId w:val="22"/>
        </w:numPr>
        <w:jc w:val="left"/>
        <w:rPr>
          <w:rStyle w:val="TimesNewRomanPS8pt"/>
          <w:rFonts w:ascii="Times New Roman" w:hAnsi="Times New Roman"/>
          <w:sz w:val="24"/>
        </w:rPr>
      </w:pPr>
      <w:r w:rsidRPr="00F87684">
        <w:rPr>
          <w:rStyle w:val="TimesNewRomanPS8pt"/>
          <w:rFonts w:ascii="Times New Roman" w:hAnsi="Times New Roman"/>
          <w:sz w:val="24"/>
        </w:rPr>
        <w:t>Analyze how measured economic activity in various sectors relates to measured population migrations.</w:t>
      </w:r>
    </w:p>
    <w:p w:rsidR="00530DD7" w:rsidRPr="00297D60" w:rsidRDefault="00530DD7" w:rsidP="00687ECA">
      <w:pPr>
        <w:tabs>
          <w:tab w:val="left" w:pos="720"/>
        </w:tabs>
        <w:autoSpaceDE w:val="0"/>
        <w:autoSpaceDN w:val="0"/>
        <w:adjustRightInd w:val="0"/>
        <w:ind w:left="720" w:hanging="360"/>
      </w:pPr>
    </w:p>
    <w:p w:rsidR="00687ECA" w:rsidRPr="00297D60" w:rsidRDefault="00687ECA" w:rsidP="00687ECA">
      <w:pPr>
        <w:tabs>
          <w:tab w:val="left" w:pos="720"/>
        </w:tabs>
        <w:autoSpaceDE w:val="0"/>
        <w:autoSpaceDN w:val="0"/>
        <w:adjustRightInd w:val="0"/>
        <w:ind w:left="720" w:hanging="360"/>
      </w:pPr>
      <w:proofErr w:type="gramStart"/>
      <w:r w:rsidRPr="00297D60">
        <w:rPr>
          <w:b/>
        </w:rPr>
        <w:t>d</w:t>
      </w:r>
      <w:proofErr w:type="gramEnd"/>
      <w:r w:rsidRPr="00297D60">
        <w:rPr>
          <w:b/>
        </w:rPr>
        <w:tab/>
      </w:r>
      <w:r w:rsidRPr="00BA380C">
        <w:rPr>
          <w:i/>
        </w:rPr>
        <w:t>American Consumer Satisfaction Index</w:t>
      </w:r>
    </w:p>
    <w:p w:rsidR="009E038D" w:rsidRPr="00241BA3" w:rsidRDefault="008A6A85"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Measure consumer attitudes toward specific companies an</w:t>
      </w:r>
      <w:r w:rsidR="005D7093" w:rsidRPr="00241BA3">
        <w:rPr>
          <w:rStyle w:val="TimesNewRomanPS8pt"/>
          <w:rFonts w:ascii="Times New Roman" w:hAnsi="Times New Roman"/>
          <w:sz w:val="24"/>
        </w:rPr>
        <w:t>d products.</w:t>
      </w:r>
    </w:p>
    <w:p w:rsidR="008A6A85" w:rsidRPr="00241BA3" w:rsidRDefault="005D7093"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Assess</w:t>
      </w:r>
      <w:r w:rsidR="008A6A85" w:rsidRPr="00241BA3">
        <w:rPr>
          <w:rStyle w:val="TimesNewRomanPS8pt"/>
          <w:rFonts w:ascii="Times New Roman" w:hAnsi="Times New Roman"/>
          <w:sz w:val="24"/>
        </w:rPr>
        <w:t xml:space="preserve"> trends in consumer satisfaction with a brand over the past decade.</w:t>
      </w:r>
    </w:p>
    <w:p w:rsidR="008A6A85" w:rsidRPr="00241BA3" w:rsidRDefault="008A6A85"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Compare various companies in an industry on specific satisfaction measures.</w:t>
      </w:r>
    </w:p>
    <w:p w:rsidR="009E038D" w:rsidRPr="00241BA3" w:rsidRDefault="009E038D" w:rsidP="009E038D">
      <w:pPr>
        <w:tabs>
          <w:tab w:val="left" w:pos="720"/>
        </w:tabs>
        <w:autoSpaceDE w:val="0"/>
        <w:autoSpaceDN w:val="0"/>
        <w:adjustRightInd w:val="0"/>
        <w:ind w:left="720" w:hanging="360"/>
      </w:pPr>
    </w:p>
    <w:p w:rsidR="00687ECA" w:rsidRPr="00241BA3" w:rsidRDefault="00687ECA" w:rsidP="00687ECA">
      <w:pPr>
        <w:tabs>
          <w:tab w:val="left" w:pos="720"/>
        </w:tabs>
        <w:autoSpaceDE w:val="0"/>
        <w:autoSpaceDN w:val="0"/>
        <w:adjustRightInd w:val="0"/>
        <w:ind w:left="720" w:hanging="360"/>
      </w:pPr>
      <w:proofErr w:type="gramStart"/>
      <w:r w:rsidRPr="00241BA3">
        <w:rPr>
          <w:b/>
        </w:rPr>
        <w:t>e</w:t>
      </w:r>
      <w:proofErr w:type="gramEnd"/>
      <w:r w:rsidRPr="00241BA3">
        <w:rPr>
          <w:b/>
        </w:rPr>
        <w:tab/>
      </w:r>
      <w:r w:rsidRPr="00241BA3">
        <w:rPr>
          <w:i/>
        </w:rPr>
        <w:t xml:space="preserve">a </w:t>
      </w:r>
      <w:r w:rsidR="009A0FF5" w:rsidRPr="00241BA3">
        <w:rPr>
          <w:i/>
        </w:rPr>
        <w:t>s</w:t>
      </w:r>
      <w:r w:rsidR="005D7093" w:rsidRPr="00241BA3">
        <w:rPr>
          <w:i/>
        </w:rPr>
        <w:t xml:space="preserve">enatorial </w:t>
      </w:r>
      <w:r w:rsidRPr="00241BA3">
        <w:rPr>
          <w:i/>
        </w:rPr>
        <w:t>campaign</w:t>
      </w:r>
    </w:p>
    <w:p w:rsidR="009E038D" w:rsidRPr="00241BA3" w:rsidRDefault="009E038D"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Determine demographic characteristics of segments of supporters.</w:t>
      </w:r>
    </w:p>
    <w:p w:rsidR="009E038D" w:rsidRPr="00241BA3" w:rsidRDefault="009E038D"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 xml:space="preserve">Test </w:t>
      </w:r>
      <w:r w:rsidR="00386003" w:rsidRPr="00241BA3">
        <w:rPr>
          <w:rStyle w:val="TimesNewRomanPS8pt"/>
          <w:rFonts w:ascii="Times New Roman" w:hAnsi="Times New Roman"/>
          <w:sz w:val="24"/>
        </w:rPr>
        <w:t>appeal of various messages to different segments.</w:t>
      </w:r>
    </w:p>
    <w:p w:rsidR="009E038D" w:rsidRPr="00241BA3" w:rsidRDefault="005D7093" w:rsidP="009E038D">
      <w:pPr>
        <w:pStyle w:val="customheading2"/>
        <w:numPr>
          <w:ilvl w:val="0"/>
          <w:numId w:val="22"/>
        </w:numPr>
        <w:jc w:val="left"/>
        <w:rPr>
          <w:rStyle w:val="TimesNewRomanPS8pt"/>
          <w:rFonts w:ascii="Times New Roman" w:hAnsi="Times New Roman"/>
          <w:sz w:val="24"/>
        </w:rPr>
      </w:pPr>
      <w:r w:rsidRPr="00241BA3">
        <w:rPr>
          <w:rStyle w:val="TimesNewRomanPS8pt"/>
          <w:rFonts w:ascii="Times New Roman" w:hAnsi="Times New Roman"/>
          <w:sz w:val="24"/>
        </w:rPr>
        <w:t xml:space="preserve">Target likely voters for </w:t>
      </w:r>
      <w:r w:rsidRPr="00241BA3">
        <w:rPr>
          <w:rStyle w:val="Helvetica12pt"/>
          <w:rFonts w:ascii="Times New Roman" w:hAnsi="Times New Roman"/>
        </w:rPr>
        <w:t>Get-Out-The-Vote campaign based on consumer preferences.</w:t>
      </w:r>
      <w:r w:rsidRPr="00241BA3">
        <w:rPr>
          <w:rStyle w:val="TimesNewRomanPS8pt"/>
          <w:rFonts w:ascii="Times New Roman" w:hAnsi="Times New Roman"/>
          <w:sz w:val="24"/>
        </w:rPr>
        <w:t xml:space="preserve"> </w:t>
      </w:r>
    </w:p>
    <w:p w:rsidR="009E038D" w:rsidRPr="00297D60" w:rsidRDefault="009E038D" w:rsidP="009E038D">
      <w:pPr>
        <w:tabs>
          <w:tab w:val="left" w:pos="720"/>
        </w:tabs>
        <w:autoSpaceDE w:val="0"/>
        <w:autoSpaceDN w:val="0"/>
        <w:adjustRightInd w:val="0"/>
        <w:ind w:left="720" w:hanging="360"/>
      </w:pPr>
    </w:p>
    <w:p w:rsidR="00687ECA" w:rsidRPr="00297D60" w:rsidRDefault="00687ECA" w:rsidP="00687ECA">
      <w:pPr>
        <w:tabs>
          <w:tab w:val="left" w:pos="720"/>
        </w:tabs>
        <w:autoSpaceDE w:val="0"/>
        <w:autoSpaceDN w:val="0"/>
        <w:adjustRightInd w:val="0"/>
        <w:ind w:left="720" w:hanging="360"/>
      </w:pPr>
      <w:proofErr w:type="gramStart"/>
      <w:r w:rsidRPr="00297D60">
        <w:rPr>
          <w:b/>
        </w:rPr>
        <w:t>f</w:t>
      </w:r>
      <w:proofErr w:type="gramEnd"/>
      <w:r w:rsidRPr="00297D60">
        <w:rPr>
          <w:b/>
        </w:rPr>
        <w:tab/>
      </w:r>
      <w:r w:rsidRPr="00BA380C">
        <w:rPr>
          <w:i/>
        </w:rPr>
        <w:t>Dell Computer</w:t>
      </w:r>
    </w:p>
    <w:p w:rsidR="003A1559" w:rsidRDefault="003A1559" w:rsidP="009E038D">
      <w:pPr>
        <w:pStyle w:val="customheading2"/>
        <w:numPr>
          <w:ilvl w:val="0"/>
          <w:numId w:val="22"/>
        </w:numPr>
        <w:jc w:val="left"/>
        <w:rPr>
          <w:rStyle w:val="TimesNewRomanPS8pt"/>
          <w:rFonts w:ascii="Times New Roman" w:hAnsi="Times New Roman"/>
          <w:sz w:val="24"/>
        </w:rPr>
      </w:pPr>
      <w:r w:rsidRPr="009E038D">
        <w:rPr>
          <w:rStyle w:val="TimesNewRomanPS8pt"/>
          <w:rFonts w:ascii="Times New Roman" w:hAnsi="Times New Roman"/>
          <w:sz w:val="24"/>
        </w:rPr>
        <w:t>Get feedback on new market segments.</w:t>
      </w:r>
    </w:p>
    <w:p w:rsidR="00001642" w:rsidRPr="009E038D" w:rsidRDefault="00001642" w:rsidP="009E038D">
      <w:pPr>
        <w:pStyle w:val="customheading2"/>
        <w:numPr>
          <w:ilvl w:val="0"/>
          <w:numId w:val="22"/>
        </w:numPr>
        <w:jc w:val="left"/>
        <w:rPr>
          <w:rStyle w:val="TimesNewRomanPS8pt"/>
          <w:rFonts w:ascii="Times New Roman" w:hAnsi="Times New Roman"/>
          <w:sz w:val="24"/>
        </w:rPr>
      </w:pPr>
      <w:r>
        <w:rPr>
          <w:rStyle w:val="TimesNewRomanPS8pt"/>
          <w:rFonts w:ascii="Times New Roman" w:hAnsi="Times New Roman"/>
          <w:sz w:val="24"/>
        </w:rPr>
        <w:t xml:space="preserve">Evaluate preferred </w:t>
      </w:r>
      <w:proofErr w:type="spellStart"/>
      <w:r>
        <w:rPr>
          <w:rStyle w:val="TimesNewRomanPS8pt"/>
          <w:rFonts w:ascii="Times New Roman" w:hAnsi="Times New Roman"/>
          <w:sz w:val="24"/>
        </w:rPr>
        <w:t>trade offs</w:t>
      </w:r>
      <w:proofErr w:type="spellEnd"/>
      <w:r>
        <w:rPr>
          <w:rStyle w:val="TimesNewRomanPS8pt"/>
          <w:rFonts w:ascii="Times New Roman" w:hAnsi="Times New Roman"/>
          <w:sz w:val="24"/>
        </w:rPr>
        <w:t xml:space="preserve"> of memory (RAM) versus screen size at given price.</w:t>
      </w:r>
    </w:p>
    <w:p w:rsidR="003A1559" w:rsidRPr="009E038D" w:rsidRDefault="003A1559" w:rsidP="009E038D">
      <w:pPr>
        <w:pStyle w:val="customheading2"/>
        <w:numPr>
          <w:ilvl w:val="0"/>
          <w:numId w:val="22"/>
        </w:numPr>
        <w:jc w:val="left"/>
        <w:rPr>
          <w:rStyle w:val="TimesNewRomanPS8pt"/>
          <w:rFonts w:ascii="Times New Roman" w:hAnsi="Times New Roman"/>
          <w:sz w:val="24"/>
        </w:rPr>
      </w:pPr>
      <w:r w:rsidRPr="009E038D">
        <w:rPr>
          <w:rStyle w:val="TimesNewRomanPS8pt"/>
          <w:rFonts w:ascii="Times New Roman" w:hAnsi="Times New Roman"/>
          <w:sz w:val="24"/>
        </w:rPr>
        <w:t>Deter</w:t>
      </w:r>
      <w:r w:rsidR="00001642">
        <w:rPr>
          <w:rStyle w:val="TimesNewRomanPS8pt"/>
          <w:rFonts w:ascii="Times New Roman" w:hAnsi="Times New Roman"/>
          <w:sz w:val="24"/>
        </w:rPr>
        <w:t>mine appropriate pricing levels.</w:t>
      </w:r>
    </w:p>
    <w:p w:rsidR="003A1559" w:rsidRPr="009E038D" w:rsidRDefault="003A1559" w:rsidP="009E038D">
      <w:pPr>
        <w:pStyle w:val="customheading2"/>
        <w:numPr>
          <w:ilvl w:val="0"/>
          <w:numId w:val="22"/>
        </w:numPr>
        <w:jc w:val="left"/>
        <w:rPr>
          <w:rStyle w:val="TimesNewRomanPS8pt"/>
          <w:rFonts w:ascii="Times New Roman" w:hAnsi="Times New Roman"/>
          <w:sz w:val="24"/>
        </w:rPr>
      </w:pPr>
      <w:r w:rsidRPr="009E038D">
        <w:rPr>
          <w:rStyle w:val="TimesNewRomanPS8pt"/>
          <w:rFonts w:ascii="Times New Roman" w:hAnsi="Times New Roman"/>
          <w:sz w:val="24"/>
        </w:rPr>
        <w:t>Test advertising copy.</w:t>
      </w:r>
    </w:p>
    <w:p w:rsidR="003A1559" w:rsidRPr="009E038D" w:rsidRDefault="003A1559" w:rsidP="009E038D">
      <w:pPr>
        <w:pStyle w:val="customheading2"/>
        <w:numPr>
          <w:ilvl w:val="0"/>
          <w:numId w:val="22"/>
        </w:numPr>
        <w:jc w:val="left"/>
        <w:rPr>
          <w:rStyle w:val="TimesNewRomanPS8pt"/>
          <w:rFonts w:ascii="Times New Roman" w:hAnsi="Times New Roman"/>
          <w:sz w:val="24"/>
        </w:rPr>
      </w:pPr>
      <w:r w:rsidRPr="009E038D">
        <w:rPr>
          <w:rStyle w:val="TimesNewRomanPS8pt"/>
          <w:rFonts w:ascii="Times New Roman" w:hAnsi="Times New Roman"/>
          <w:sz w:val="24"/>
        </w:rPr>
        <w:t>Test various sales techniques.</w:t>
      </w:r>
    </w:p>
    <w:p w:rsidR="003A1559" w:rsidRPr="009E038D" w:rsidRDefault="003A1559" w:rsidP="009E038D">
      <w:pPr>
        <w:pStyle w:val="customheading2"/>
        <w:numPr>
          <w:ilvl w:val="0"/>
          <w:numId w:val="22"/>
        </w:numPr>
        <w:jc w:val="left"/>
        <w:rPr>
          <w:rStyle w:val="TimesNewRomanPS8pt"/>
          <w:rFonts w:ascii="Times New Roman" w:hAnsi="Times New Roman"/>
          <w:sz w:val="24"/>
        </w:rPr>
      </w:pPr>
      <w:r w:rsidRPr="009E038D">
        <w:rPr>
          <w:rStyle w:val="TimesNewRomanPS8pt"/>
          <w:rFonts w:ascii="Times New Roman" w:hAnsi="Times New Roman"/>
          <w:sz w:val="24"/>
        </w:rPr>
        <w:t>Test product configuration preferences (hardware and software).</w:t>
      </w:r>
    </w:p>
    <w:p w:rsidR="009E038D" w:rsidRDefault="009E038D" w:rsidP="00687ECA">
      <w:pPr>
        <w:tabs>
          <w:tab w:val="left" w:pos="720"/>
        </w:tabs>
        <w:autoSpaceDE w:val="0"/>
        <w:autoSpaceDN w:val="0"/>
        <w:adjustRightInd w:val="0"/>
        <w:ind w:left="720" w:hanging="360"/>
        <w:rPr>
          <w:b/>
        </w:rPr>
      </w:pPr>
    </w:p>
    <w:p w:rsidR="00687ECA" w:rsidRDefault="00687ECA" w:rsidP="00687ECA">
      <w:pPr>
        <w:tabs>
          <w:tab w:val="left" w:pos="720"/>
        </w:tabs>
        <w:autoSpaceDE w:val="0"/>
        <w:autoSpaceDN w:val="0"/>
        <w:adjustRightInd w:val="0"/>
        <w:ind w:left="720" w:hanging="360"/>
      </w:pPr>
      <w:r w:rsidRPr="00297D60">
        <w:rPr>
          <w:b/>
        </w:rPr>
        <w:t>g</w:t>
      </w:r>
      <w:r w:rsidRPr="00297D60">
        <w:rPr>
          <w:b/>
        </w:rPr>
        <w:tab/>
      </w:r>
      <w:r w:rsidRPr="00BA380C">
        <w:rPr>
          <w:i/>
        </w:rPr>
        <w:t>a public campaign against cigarette smoking</w:t>
      </w:r>
    </w:p>
    <w:p w:rsidR="009E038D" w:rsidRPr="009F58AB" w:rsidRDefault="004E6297" w:rsidP="009E038D">
      <w:pPr>
        <w:pStyle w:val="customheading2"/>
        <w:numPr>
          <w:ilvl w:val="0"/>
          <w:numId w:val="22"/>
        </w:numPr>
        <w:jc w:val="left"/>
        <w:rPr>
          <w:rStyle w:val="TimesNewRomanPS8pt"/>
          <w:rFonts w:ascii="Times New Roman" w:hAnsi="Times New Roman"/>
          <w:sz w:val="24"/>
        </w:rPr>
      </w:pPr>
      <w:r w:rsidRPr="009F58AB">
        <w:rPr>
          <w:rStyle w:val="TimesNewRomanPS8pt"/>
          <w:rFonts w:ascii="Times New Roman" w:hAnsi="Times New Roman"/>
          <w:sz w:val="24"/>
        </w:rPr>
        <w:t>Measure</w:t>
      </w:r>
      <w:r w:rsidR="00294D16" w:rsidRPr="009F58AB">
        <w:rPr>
          <w:rStyle w:val="TimesNewRomanPS8pt"/>
          <w:rFonts w:ascii="Times New Roman" w:hAnsi="Times New Roman"/>
          <w:sz w:val="24"/>
        </w:rPr>
        <w:t xml:space="preserve"> impact of specific public service announcements or billboard ads on teen smoking.</w:t>
      </w:r>
    </w:p>
    <w:p w:rsidR="00294D16" w:rsidRPr="009F58AB" w:rsidRDefault="00693295" w:rsidP="009E038D">
      <w:pPr>
        <w:pStyle w:val="customheading2"/>
        <w:numPr>
          <w:ilvl w:val="0"/>
          <w:numId w:val="22"/>
        </w:numPr>
        <w:jc w:val="left"/>
        <w:rPr>
          <w:rStyle w:val="TimesNewRomanPS8pt"/>
          <w:rFonts w:ascii="Times New Roman" w:hAnsi="Times New Roman"/>
          <w:sz w:val="24"/>
        </w:rPr>
      </w:pPr>
      <w:r w:rsidRPr="009F58AB">
        <w:rPr>
          <w:rStyle w:val="TimesNewRomanPS8pt"/>
          <w:rFonts w:ascii="Times New Roman" w:hAnsi="Times New Roman"/>
          <w:sz w:val="24"/>
        </w:rPr>
        <w:t>Compare effect on attitudes with effect on behavior.</w:t>
      </w:r>
    </w:p>
    <w:p w:rsidR="00693295" w:rsidRPr="009F58AB" w:rsidRDefault="00693295" w:rsidP="009E038D">
      <w:pPr>
        <w:pStyle w:val="customheading2"/>
        <w:numPr>
          <w:ilvl w:val="0"/>
          <w:numId w:val="22"/>
        </w:numPr>
        <w:jc w:val="left"/>
        <w:rPr>
          <w:rStyle w:val="TimesNewRomanPS8pt"/>
          <w:rFonts w:ascii="Times New Roman" w:hAnsi="Times New Roman"/>
          <w:sz w:val="24"/>
        </w:rPr>
      </w:pPr>
      <w:r w:rsidRPr="009F58AB">
        <w:rPr>
          <w:rStyle w:val="TimesNewRomanPS8pt"/>
          <w:rFonts w:ascii="Times New Roman" w:hAnsi="Times New Roman"/>
          <w:sz w:val="24"/>
        </w:rPr>
        <w:t>Compare effectiveness of various messages on different demographic groups.</w:t>
      </w:r>
    </w:p>
    <w:p w:rsidR="00521028" w:rsidRPr="003A1559" w:rsidRDefault="00521028" w:rsidP="00687ECA">
      <w:pPr>
        <w:tabs>
          <w:tab w:val="left" w:pos="397"/>
        </w:tabs>
        <w:autoSpaceDE w:val="0"/>
        <w:autoSpaceDN w:val="0"/>
        <w:adjustRightInd w:val="0"/>
        <w:ind w:left="360" w:hanging="360"/>
      </w:pPr>
    </w:p>
    <w:p w:rsidR="00687ECA" w:rsidRDefault="00687ECA" w:rsidP="00687ECA">
      <w:pPr>
        <w:tabs>
          <w:tab w:val="left" w:pos="397"/>
        </w:tabs>
        <w:autoSpaceDE w:val="0"/>
        <w:autoSpaceDN w:val="0"/>
        <w:adjustRightInd w:val="0"/>
        <w:ind w:left="360" w:hanging="360"/>
      </w:pPr>
      <w:r>
        <w:rPr>
          <w:b/>
        </w:rPr>
        <w:t>3</w:t>
      </w:r>
      <w:r w:rsidRPr="00297D60">
        <w:tab/>
      </w:r>
      <w:r w:rsidRPr="00BA380C">
        <w:rPr>
          <w:i/>
        </w:rPr>
        <w:t>If you were to undertake a research project involving a country with which you had no familiarity, what sorts of issues would you study before starting to design the project? What special considerations would you need to remain aware of after the project was underway?</w:t>
      </w:r>
    </w:p>
    <w:p w:rsidR="00572C37" w:rsidRDefault="00572C37" w:rsidP="00F60838">
      <w:pPr>
        <w:autoSpaceDE w:val="0"/>
        <w:autoSpaceDN w:val="0"/>
        <w:adjustRightInd w:val="0"/>
        <w:rPr>
          <w:highlight w:val="yellow"/>
        </w:rPr>
      </w:pPr>
    </w:p>
    <w:p w:rsidR="00572C37" w:rsidRDefault="00572C37" w:rsidP="00F60838">
      <w:pPr>
        <w:autoSpaceDE w:val="0"/>
        <w:autoSpaceDN w:val="0"/>
        <w:adjustRightInd w:val="0"/>
      </w:pPr>
      <w:r w:rsidRPr="00572C37">
        <w:t>[Answer</w:t>
      </w:r>
      <w:r>
        <w:t>s</w:t>
      </w:r>
      <w:r w:rsidRPr="00572C37">
        <w:t xml:space="preserve"> provided </w:t>
      </w:r>
      <w:r>
        <w:t>are</w:t>
      </w:r>
      <w:r w:rsidRPr="00572C37">
        <w:t xml:space="preserve"> suggesti</w:t>
      </w:r>
      <w:r w:rsidR="009833EA">
        <w:t>ons</w:t>
      </w:r>
      <w:r>
        <w:t>; many other responses are acceptable</w:t>
      </w:r>
      <w:r w:rsidRPr="00572C37">
        <w:t>.]</w:t>
      </w:r>
    </w:p>
    <w:p w:rsidR="00572C37" w:rsidRDefault="00572C37" w:rsidP="00F60838">
      <w:pPr>
        <w:autoSpaceDE w:val="0"/>
        <w:autoSpaceDN w:val="0"/>
        <w:adjustRightInd w:val="0"/>
      </w:pPr>
    </w:p>
    <w:p w:rsidR="00001642" w:rsidRPr="00F22029" w:rsidRDefault="009C4E78" w:rsidP="00F60838">
      <w:pPr>
        <w:autoSpaceDE w:val="0"/>
        <w:autoSpaceDN w:val="0"/>
        <w:adjustRightInd w:val="0"/>
      </w:pPr>
      <w:r w:rsidRPr="00F22029">
        <w:t xml:space="preserve">Local laws, </w:t>
      </w:r>
      <w:r w:rsidR="00001642" w:rsidRPr="00F22029">
        <w:t>regulations</w:t>
      </w:r>
      <w:r w:rsidRPr="00F22029">
        <w:t>, and infrastructure</w:t>
      </w:r>
      <w:r w:rsidR="00001642" w:rsidRPr="00F22029">
        <w:t xml:space="preserve"> must be researched </w:t>
      </w:r>
      <w:r w:rsidRPr="00F22029">
        <w:t>in advance</w:t>
      </w:r>
      <w:r w:rsidR="00001642" w:rsidRPr="00F22029">
        <w:t xml:space="preserve">. </w:t>
      </w:r>
      <w:r w:rsidR="00077977" w:rsidRPr="00F22029">
        <w:t xml:space="preserve">Differences in language, local idioms and culture must be considered. </w:t>
      </w:r>
      <w:r w:rsidRPr="00F22029">
        <w:t>It is advisable to hire</w:t>
      </w:r>
      <w:r w:rsidR="00077977" w:rsidRPr="00F22029">
        <w:t xml:space="preserve"> </w:t>
      </w:r>
      <w:r w:rsidRPr="00F22029">
        <w:t>an advisor</w:t>
      </w:r>
      <w:r w:rsidR="00077977" w:rsidRPr="00F22029">
        <w:t xml:space="preserve"> from the region of interest </w:t>
      </w:r>
      <w:r w:rsidRPr="00F22029">
        <w:t>who is familiar with local business and cultural standards</w:t>
      </w:r>
      <w:r w:rsidR="00001642" w:rsidRPr="00F22029">
        <w:t xml:space="preserve"> to ensure </w:t>
      </w:r>
      <w:r w:rsidRPr="00F22029">
        <w:t xml:space="preserve">that the </w:t>
      </w:r>
      <w:r w:rsidR="00001642" w:rsidRPr="00F22029">
        <w:lastRenderedPageBreak/>
        <w:t>project is feasible and its goals achievable</w:t>
      </w:r>
      <w:r w:rsidR="00077977" w:rsidRPr="00F22029">
        <w:t>. In countries with well-developed infrastructures</w:t>
      </w:r>
      <w:r w:rsidR="005E14BD" w:rsidRPr="00F22029">
        <w:t>,</w:t>
      </w:r>
      <w:r w:rsidR="00077977" w:rsidRPr="00F22029">
        <w:t xml:space="preserve"> such as the U.S., marketing research is more structured, and information resources are well-defined and readily accessible. In countries where marketing research has not been established for as long or where access to internet or phone is much more limited, far fewer secondary data sources are available and more effort is required upfront to collect primary data</w:t>
      </w:r>
      <w:r w:rsidR="001B7613" w:rsidRPr="00F22029">
        <w:t xml:space="preserve"> (with the possible exception of one-on-one interviews)</w:t>
      </w:r>
      <w:r w:rsidR="00077977" w:rsidRPr="00F22029">
        <w:t>.</w:t>
      </w:r>
      <w:r w:rsidR="00001642" w:rsidRPr="00F22029">
        <w:t xml:space="preserve"> </w:t>
      </w:r>
      <w:r w:rsidRPr="00F22029">
        <w:t>Whenever operating in a foreign market, it is important to check one</w:t>
      </w:r>
      <w:r w:rsidR="0027727C" w:rsidRPr="00F22029">
        <w:t>’</w:t>
      </w:r>
      <w:r w:rsidRPr="00F22029">
        <w:t xml:space="preserve">s </w:t>
      </w:r>
      <w:r w:rsidR="00001642" w:rsidRPr="00F22029">
        <w:t>assumptions on an ongoing basis</w:t>
      </w:r>
      <w:r w:rsidR="00F22029" w:rsidRPr="00F22029">
        <w:t xml:space="preserve"> and consult those with native cultural and linguistic fluency</w:t>
      </w:r>
      <w:r w:rsidR="00001642" w:rsidRPr="00F22029">
        <w:t>.</w:t>
      </w:r>
    </w:p>
    <w:p w:rsidR="009C4E78" w:rsidRPr="005A5AC9" w:rsidRDefault="009C4E78" w:rsidP="00F60838">
      <w:pPr>
        <w:autoSpaceDE w:val="0"/>
        <w:autoSpaceDN w:val="0"/>
        <w:adjustRightInd w:val="0"/>
        <w:rPr>
          <w:highlight w:val="yellow"/>
        </w:rPr>
      </w:pPr>
    </w:p>
    <w:p w:rsidR="00077977" w:rsidRDefault="00077977" w:rsidP="00F60838">
      <w:pPr>
        <w:autoSpaceDE w:val="0"/>
        <w:autoSpaceDN w:val="0"/>
        <w:adjustRightInd w:val="0"/>
      </w:pPr>
      <w:r w:rsidRPr="00F53CAD">
        <w:t>[Note that scale usage differences should be considered, although this issue is not covered until</w:t>
      </w:r>
      <w:r w:rsidR="005A5AC9" w:rsidRPr="00F53CAD">
        <w:t xml:space="preserve"> Chapter 3.</w:t>
      </w:r>
      <w:r w:rsidR="004F1512" w:rsidRPr="00F53CAD">
        <w:t xml:space="preserve"> See </w:t>
      </w:r>
      <w:r w:rsidR="0062337A" w:rsidRPr="00F53CAD">
        <w:t>International Issues 3.2 on page 140.</w:t>
      </w:r>
      <w:r w:rsidR="005A5AC9" w:rsidRPr="00F53CAD">
        <w:t>]</w:t>
      </w:r>
      <w:r>
        <w:t xml:space="preserve"> </w:t>
      </w:r>
    </w:p>
    <w:p w:rsidR="00001642" w:rsidRDefault="00001642" w:rsidP="00F60838">
      <w:pPr>
        <w:autoSpaceDE w:val="0"/>
        <w:autoSpaceDN w:val="0"/>
        <w:adjustRightInd w:val="0"/>
      </w:pPr>
    </w:p>
    <w:p w:rsidR="001C1799" w:rsidRDefault="009D7103" w:rsidP="001C1799">
      <w:pPr>
        <w:pStyle w:val="customheading2"/>
        <w:jc w:val="left"/>
        <w:rPr>
          <w:rStyle w:val="TimesNewRomanPS8pt"/>
          <w:rFonts w:ascii="Times New Roman" w:hAnsi="Times New Roman"/>
          <w:sz w:val="24"/>
          <w:highlight w:val="yellow"/>
        </w:rPr>
      </w:pPr>
      <w:r w:rsidRPr="00221A65">
        <w:rPr>
          <w:rStyle w:val="TimesNewRomanPS8pt"/>
          <w:rFonts w:ascii="Times New Roman" w:hAnsi="Times New Roman"/>
          <w:i/>
          <w:sz w:val="24"/>
        </w:rPr>
        <w:t>Instructor’s Further Probe</w:t>
      </w:r>
      <w:r w:rsidRPr="00221A65">
        <w:rPr>
          <w:rStyle w:val="TimesNewRomanPS8pt"/>
          <w:rFonts w:ascii="Times New Roman" w:hAnsi="Times New Roman"/>
          <w:sz w:val="24"/>
        </w:rPr>
        <w:t xml:space="preserve">: </w:t>
      </w:r>
      <w:r w:rsidR="001C1799" w:rsidRPr="001C1799">
        <w:rPr>
          <w:rStyle w:val="TimesNewRomanPS8pt"/>
          <w:rFonts w:ascii="Times New Roman" w:hAnsi="Times New Roman"/>
          <w:sz w:val="24"/>
        </w:rPr>
        <w:t>What effect has the increase in development and marketing to international markets had on marketing research?</w:t>
      </w:r>
    </w:p>
    <w:p w:rsidR="001C1799" w:rsidRPr="00D61F68" w:rsidRDefault="001C1799" w:rsidP="001C1799">
      <w:pPr>
        <w:pStyle w:val="customheading2"/>
        <w:jc w:val="left"/>
        <w:rPr>
          <w:rStyle w:val="TimesNewRomanPS8pt"/>
          <w:rFonts w:ascii="Times New Roman" w:hAnsi="Times New Roman"/>
          <w:sz w:val="24"/>
          <w:highlight w:val="yellow"/>
        </w:rPr>
      </w:pPr>
    </w:p>
    <w:p w:rsidR="00572C37" w:rsidRDefault="001C1799" w:rsidP="001C1799">
      <w:pPr>
        <w:pStyle w:val="customheading2"/>
        <w:jc w:val="left"/>
        <w:rPr>
          <w:rStyle w:val="TimesNewRomanPS8pt"/>
          <w:rFonts w:ascii="Times New Roman" w:hAnsi="Times New Roman"/>
          <w:sz w:val="24"/>
          <w:highlight w:val="yellow"/>
        </w:rPr>
      </w:pPr>
      <w:r w:rsidRPr="00E14847">
        <w:rPr>
          <w:rStyle w:val="TimesNewRomanPS8pt"/>
          <w:rFonts w:ascii="Times New Roman" w:hAnsi="Times New Roman"/>
          <w:i/>
          <w:sz w:val="24"/>
        </w:rPr>
        <w:t>Suggested Probe Response</w:t>
      </w:r>
      <w:r w:rsidRPr="00E14847">
        <w:rPr>
          <w:rStyle w:val="TimesNewRomanPS8pt"/>
          <w:rFonts w:ascii="Times New Roman" w:hAnsi="Times New Roman"/>
          <w:sz w:val="24"/>
        </w:rPr>
        <w:t xml:space="preserve">: Answer should focus on concepts </w:t>
      </w:r>
      <w:r w:rsidR="001E5F93">
        <w:rPr>
          <w:rStyle w:val="TimesNewRomanPS8pt"/>
          <w:rFonts w:ascii="Times New Roman" w:hAnsi="Times New Roman"/>
          <w:sz w:val="24"/>
        </w:rPr>
        <w:t>o</w:t>
      </w:r>
      <w:r w:rsidRPr="00E14847">
        <w:rPr>
          <w:rStyle w:val="TimesNewRomanPS8pt"/>
          <w:rFonts w:ascii="Times New Roman" w:hAnsi="Times New Roman"/>
          <w:sz w:val="24"/>
        </w:rPr>
        <w:t xml:space="preserve">f cultural differences and </w:t>
      </w:r>
      <w:r w:rsidR="001E5F93">
        <w:rPr>
          <w:rStyle w:val="TimesNewRomanPS8pt"/>
          <w:rFonts w:ascii="Times New Roman" w:hAnsi="Times New Roman"/>
          <w:sz w:val="24"/>
        </w:rPr>
        <w:t>the adaptation</w:t>
      </w:r>
      <w:r w:rsidRPr="00E14847">
        <w:rPr>
          <w:rStyle w:val="TimesNewRomanPS8pt"/>
          <w:rFonts w:ascii="Times New Roman" w:hAnsi="Times New Roman"/>
          <w:sz w:val="24"/>
        </w:rPr>
        <w:t xml:space="preserve"> of marketing research </w:t>
      </w:r>
      <w:r w:rsidR="001E5F93">
        <w:rPr>
          <w:rStyle w:val="TimesNewRomanPS8pt"/>
          <w:rFonts w:ascii="Times New Roman" w:hAnsi="Times New Roman"/>
          <w:sz w:val="24"/>
        </w:rPr>
        <w:t xml:space="preserve">methods </w:t>
      </w:r>
      <w:r w:rsidRPr="00E14847">
        <w:rPr>
          <w:rStyle w:val="TimesNewRomanPS8pt"/>
          <w:rFonts w:ascii="Times New Roman" w:hAnsi="Times New Roman"/>
          <w:sz w:val="24"/>
        </w:rPr>
        <w:t>to accommodate and take advantage of these</w:t>
      </w:r>
      <w:r w:rsidR="00135B2E">
        <w:rPr>
          <w:rStyle w:val="TimesNewRomanPS8pt"/>
          <w:rFonts w:ascii="Times New Roman" w:hAnsi="Times New Roman"/>
          <w:sz w:val="24"/>
        </w:rPr>
        <w:t xml:space="preserve"> </w:t>
      </w:r>
      <w:r w:rsidRPr="00E14847">
        <w:rPr>
          <w:rStyle w:val="TimesNewRomanPS8pt"/>
          <w:rFonts w:ascii="Times New Roman" w:hAnsi="Times New Roman"/>
          <w:sz w:val="24"/>
        </w:rPr>
        <w:t>differences.</w:t>
      </w:r>
    </w:p>
    <w:p w:rsidR="001C1799" w:rsidRDefault="001C1799" w:rsidP="001C1799">
      <w:pPr>
        <w:autoSpaceDE w:val="0"/>
        <w:autoSpaceDN w:val="0"/>
        <w:adjustRightInd w:val="0"/>
        <w:rPr>
          <w:highlight w:val="yellow"/>
        </w:rPr>
      </w:pPr>
    </w:p>
    <w:p w:rsidR="00521028" w:rsidRPr="00D74AE0" w:rsidRDefault="00521028" w:rsidP="001C1799">
      <w:pPr>
        <w:autoSpaceDE w:val="0"/>
        <w:autoSpaceDN w:val="0"/>
        <w:adjustRightInd w:val="0"/>
        <w:rPr>
          <w:highlight w:val="yellow"/>
        </w:rPr>
      </w:pPr>
    </w:p>
    <w:p w:rsidR="00687ECA" w:rsidRDefault="00687ECA" w:rsidP="00687ECA">
      <w:pPr>
        <w:widowControl w:val="0"/>
        <w:autoSpaceDE w:val="0"/>
        <w:autoSpaceDN w:val="0"/>
        <w:adjustRightInd w:val="0"/>
        <w:ind w:left="360" w:hanging="360"/>
      </w:pPr>
      <w:r>
        <w:rPr>
          <w:b/>
          <w:bCs/>
        </w:rPr>
        <w:t>4</w:t>
      </w:r>
      <w:r w:rsidRPr="003B3967">
        <w:rPr>
          <w:b/>
          <w:bCs/>
        </w:rPr>
        <w:tab/>
      </w:r>
      <w:r w:rsidRPr="003B3967">
        <w:t>Why is the analysis preceding the decision to undertake research so crucial to the success of the project?</w:t>
      </w:r>
    </w:p>
    <w:p w:rsidR="003A1559" w:rsidRDefault="003A1559" w:rsidP="00687ECA">
      <w:pPr>
        <w:widowControl w:val="0"/>
        <w:autoSpaceDE w:val="0"/>
        <w:autoSpaceDN w:val="0"/>
        <w:adjustRightInd w:val="0"/>
        <w:ind w:left="360" w:hanging="360"/>
      </w:pPr>
    </w:p>
    <w:p w:rsidR="00CC7F57" w:rsidRDefault="009A0FF5" w:rsidP="00CC7F57">
      <w:pPr>
        <w:pStyle w:val="customheading2"/>
        <w:jc w:val="left"/>
        <w:rPr>
          <w:rStyle w:val="TimesNewRomanPS8pt"/>
          <w:rFonts w:ascii="Times New Roman" w:hAnsi="Times New Roman"/>
          <w:sz w:val="24"/>
          <w:highlight w:val="yellow"/>
        </w:rPr>
      </w:pPr>
      <w:r w:rsidRPr="009A0FF5">
        <w:rPr>
          <w:rStyle w:val="TimesNewRomanPS8pt"/>
          <w:rFonts w:ascii="Times New Roman" w:hAnsi="Times New Roman"/>
          <w:sz w:val="24"/>
        </w:rPr>
        <w:t>Research is costly and time-consuming. It is only justified when its benefits in terms of reducing uncertainty in a decision situation outweigh its costs. If analysis is skipped prior to research or done poorly, the research budget may be spent on research that is unnecessary or unlikely to aid decision-making.</w:t>
      </w:r>
    </w:p>
    <w:p w:rsidR="0073643F" w:rsidRDefault="0073643F" w:rsidP="00CC7F57">
      <w:pPr>
        <w:pStyle w:val="customheading2"/>
        <w:jc w:val="left"/>
        <w:rPr>
          <w:rStyle w:val="TimesNewRomanPS8pt"/>
          <w:rFonts w:ascii="Times New Roman" w:hAnsi="Times New Roman"/>
          <w:sz w:val="24"/>
        </w:rPr>
      </w:pPr>
    </w:p>
    <w:p w:rsidR="0073643F" w:rsidRDefault="009D7103" w:rsidP="0073643F">
      <w:pPr>
        <w:pStyle w:val="customheading2"/>
        <w:jc w:val="left"/>
        <w:rPr>
          <w:rStyle w:val="TimesNewRomanPS8pt"/>
          <w:rFonts w:ascii="Times New Roman" w:hAnsi="Times New Roman"/>
          <w:sz w:val="24"/>
          <w:highlight w:val="yellow"/>
        </w:rPr>
      </w:pPr>
      <w:r w:rsidRPr="00221A65">
        <w:rPr>
          <w:rStyle w:val="TimesNewRomanPS8pt"/>
          <w:rFonts w:ascii="Times New Roman" w:hAnsi="Times New Roman"/>
          <w:i/>
          <w:sz w:val="24"/>
        </w:rPr>
        <w:t>Instructor’s Further Probe</w:t>
      </w:r>
      <w:r w:rsidRPr="00221A65">
        <w:rPr>
          <w:rStyle w:val="TimesNewRomanPS8pt"/>
          <w:rFonts w:ascii="Times New Roman" w:hAnsi="Times New Roman"/>
          <w:sz w:val="24"/>
        </w:rPr>
        <w:t xml:space="preserve">: </w:t>
      </w:r>
      <w:r w:rsidR="0073643F">
        <w:rPr>
          <w:rStyle w:val="TimesNewRomanPS8pt"/>
          <w:rFonts w:ascii="Times New Roman" w:hAnsi="Times New Roman"/>
          <w:sz w:val="24"/>
        </w:rPr>
        <w:t>Can you think of examples of unneeded research</w:t>
      </w:r>
      <w:r w:rsidR="0073643F" w:rsidRPr="001C1799">
        <w:rPr>
          <w:rStyle w:val="TimesNewRomanPS8pt"/>
          <w:rFonts w:ascii="Times New Roman" w:hAnsi="Times New Roman"/>
          <w:sz w:val="24"/>
        </w:rPr>
        <w:t>?</w:t>
      </w:r>
    </w:p>
    <w:p w:rsidR="0073643F" w:rsidRPr="00D61F68" w:rsidRDefault="0073643F" w:rsidP="0073643F">
      <w:pPr>
        <w:pStyle w:val="customheading2"/>
        <w:jc w:val="left"/>
        <w:rPr>
          <w:rStyle w:val="TimesNewRomanPS8pt"/>
          <w:rFonts w:ascii="Times New Roman" w:hAnsi="Times New Roman"/>
          <w:sz w:val="24"/>
          <w:highlight w:val="yellow"/>
        </w:rPr>
      </w:pPr>
    </w:p>
    <w:p w:rsidR="00CC7F57" w:rsidRDefault="0073643F" w:rsidP="0073643F">
      <w:pPr>
        <w:pStyle w:val="customheading2"/>
        <w:jc w:val="left"/>
        <w:rPr>
          <w:rStyle w:val="TimesNewRomanPS8pt"/>
          <w:rFonts w:ascii="Times New Roman" w:hAnsi="Times New Roman"/>
          <w:sz w:val="24"/>
        </w:rPr>
      </w:pPr>
      <w:r w:rsidRPr="00E14847">
        <w:rPr>
          <w:rStyle w:val="TimesNewRomanPS8pt"/>
          <w:rFonts w:ascii="Times New Roman" w:hAnsi="Times New Roman"/>
          <w:i/>
          <w:sz w:val="24"/>
        </w:rPr>
        <w:t>Suggested Probe Response</w:t>
      </w:r>
      <w:r w:rsidRPr="00E14847">
        <w:rPr>
          <w:rStyle w:val="TimesNewRomanPS8pt"/>
          <w:rFonts w:ascii="Times New Roman" w:hAnsi="Times New Roman"/>
          <w:sz w:val="24"/>
        </w:rPr>
        <w:t xml:space="preserve">: </w:t>
      </w:r>
      <w:r w:rsidRPr="0013129B">
        <w:rPr>
          <w:rStyle w:val="TimesNewRomanPS8pt"/>
          <w:rFonts w:ascii="Times New Roman" w:hAnsi="Times New Roman"/>
          <w:sz w:val="24"/>
        </w:rPr>
        <w:t xml:space="preserve">Unneeded research (called </w:t>
      </w:r>
      <w:r w:rsidR="0027727C" w:rsidRPr="0013129B">
        <w:rPr>
          <w:rStyle w:val="TimesNewRomanPS8pt"/>
          <w:rFonts w:ascii="Times New Roman" w:hAnsi="Times New Roman"/>
          <w:sz w:val="24"/>
        </w:rPr>
        <w:t>“</w:t>
      </w:r>
      <w:r w:rsidRPr="0013129B">
        <w:rPr>
          <w:rStyle w:val="TimesNewRomanPS8pt"/>
          <w:rFonts w:ascii="Times New Roman" w:hAnsi="Times New Roman"/>
          <w:sz w:val="24"/>
        </w:rPr>
        <w:t>pseudo-research</w:t>
      </w:r>
      <w:r w:rsidR="0027727C" w:rsidRPr="0013129B">
        <w:rPr>
          <w:rStyle w:val="TimesNewRomanPS8pt"/>
          <w:rFonts w:ascii="Times New Roman" w:hAnsi="Times New Roman"/>
          <w:sz w:val="24"/>
        </w:rPr>
        <w:t>”</w:t>
      </w:r>
      <w:r w:rsidRPr="0013129B">
        <w:rPr>
          <w:rStyle w:val="TimesNewRomanPS8pt"/>
          <w:rFonts w:ascii="Times New Roman" w:hAnsi="Times New Roman"/>
          <w:sz w:val="24"/>
        </w:rPr>
        <w:t xml:space="preserve"> in the text) means research that does not provide information for a decision, including situations where a decision is pre-determined, where research is conducted that gathers data that is not relevant to a decision situation, and where research is conducted when decision criteria have not been defined in relation to the data to be collected. </w:t>
      </w:r>
      <w:r w:rsidR="004E3990" w:rsidRPr="0013129B">
        <w:rPr>
          <w:rStyle w:val="TimesNewRomanPS8pt"/>
          <w:rFonts w:ascii="Times New Roman" w:hAnsi="Times New Roman"/>
          <w:sz w:val="24"/>
        </w:rPr>
        <w:t>Instructor may discuss various examples of pseudo-research in the text (see page 31 in particular) or ask students to imagine situations where this might happen, leading into the discussion of question 6 below.</w:t>
      </w:r>
    </w:p>
    <w:p w:rsidR="0073643F" w:rsidRDefault="0073643F" w:rsidP="0073643F">
      <w:pPr>
        <w:pStyle w:val="customheading2"/>
        <w:jc w:val="left"/>
        <w:rPr>
          <w:rStyle w:val="TimesNewRomanPS8pt"/>
          <w:rFonts w:ascii="Times New Roman" w:hAnsi="Times New Roman"/>
          <w:sz w:val="24"/>
        </w:rPr>
      </w:pPr>
    </w:p>
    <w:p w:rsidR="00521028" w:rsidRPr="00CC7F57" w:rsidRDefault="00521028" w:rsidP="0073643F">
      <w:pPr>
        <w:pStyle w:val="customheading2"/>
        <w:jc w:val="left"/>
        <w:rPr>
          <w:rStyle w:val="TimesNewRomanPS8pt"/>
          <w:rFonts w:ascii="Times New Roman" w:hAnsi="Times New Roman"/>
          <w:sz w:val="24"/>
        </w:rPr>
      </w:pPr>
    </w:p>
    <w:p w:rsidR="00687ECA" w:rsidRDefault="00687ECA" w:rsidP="00687ECA">
      <w:pPr>
        <w:widowControl w:val="0"/>
        <w:autoSpaceDE w:val="0"/>
        <w:autoSpaceDN w:val="0"/>
        <w:adjustRightInd w:val="0"/>
        <w:ind w:left="360" w:hanging="360"/>
      </w:pPr>
      <w:r>
        <w:rPr>
          <w:b/>
          <w:bCs/>
        </w:rPr>
        <w:t>5</w:t>
      </w:r>
      <w:r w:rsidRPr="003B3967">
        <w:rPr>
          <w:b/>
          <w:bCs/>
        </w:rPr>
        <w:tab/>
      </w:r>
      <w:r w:rsidRPr="00BA380C">
        <w:rPr>
          <w:i/>
        </w:rPr>
        <w:t>The Wool Producers Board of New Zealand wants to stimulate the primary demand for wool in the world. What marketing research could the board do to facilitate the development of such a primary demand stimulation campaign? Describe a program of marketing research in detail. Explain how potential errors in marketing research will be controlled in this program.</w:t>
      </w:r>
    </w:p>
    <w:p w:rsidR="003A1559" w:rsidRDefault="003A1559" w:rsidP="00687ECA">
      <w:pPr>
        <w:widowControl w:val="0"/>
        <w:autoSpaceDE w:val="0"/>
        <w:autoSpaceDN w:val="0"/>
        <w:adjustRightInd w:val="0"/>
        <w:ind w:left="360" w:hanging="360"/>
      </w:pPr>
    </w:p>
    <w:p w:rsidR="00A85C31" w:rsidRDefault="0024569A" w:rsidP="00AC0E12">
      <w:pPr>
        <w:pStyle w:val="customheading2"/>
        <w:jc w:val="left"/>
        <w:rPr>
          <w:rStyle w:val="TimesNewRomanPS8pt"/>
          <w:rFonts w:ascii="Times New Roman" w:hAnsi="Times New Roman"/>
          <w:sz w:val="24"/>
        </w:rPr>
      </w:pPr>
      <w:r w:rsidRPr="0024569A">
        <w:rPr>
          <w:rStyle w:val="TimesNewRomanPS8pt"/>
          <w:rFonts w:ascii="Times New Roman" w:hAnsi="Times New Roman"/>
          <w:sz w:val="24"/>
        </w:rPr>
        <w:t>Key areas that need to be addressed in this mini-case: global marketing research, error minimization, and developing a program using the marketin</w:t>
      </w:r>
      <w:r w:rsidR="003E470A">
        <w:rPr>
          <w:rStyle w:val="TimesNewRomanPS8pt"/>
          <w:rFonts w:ascii="Times New Roman" w:hAnsi="Times New Roman"/>
          <w:sz w:val="24"/>
        </w:rPr>
        <w:t>g</w:t>
      </w:r>
      <w:r w:rsidRPr="0024569A">
        <w:rPr>
          <w:rStyle w:val="TimesNewRomanPS8pt"/>
          <w:rFonts w:ascii="Times New Roman" w:hAnsi="Times New Roman"/>
          <w:sz w:val="24"/>
        </w:rPr>
        <w:t xml:space="preserve"> research process.</w:t>
      </w:r>
      <w:r>
        <w:rPr>
          <w:rStyle w:val="TimesNewRomanPS8pt"/>
          <w:rFonts w:ascii="Times New Roman" w:hAnsi="Times New Roman"/>
          <w:sz w:val="24"/>
        </w:rPr>
        <w:t xml:space="preserve"> </w:t>
      </w:r>
      <w:r w:rsidRPr="00A85C31">
        <w:rPr>
          <w:rStyle w:val="TimesNewRomanPS8pt"/>
          <w:rFonts w:ascii="Times New Roman" w:hAnsi="Times New Roman"/>
          <w:sz w:val="24"/>
        </w:rPr>
        <w:t xml:space="preserve">Types of </w:t>
      </w:r>
      <w:r w:rsidRPr="00A85C31">
        <w:rPr>
          <w:rStyle w:val="TimesNewRomanPS8pt"/>
          <w:rFonts w:ascii="Times New Roman" w:hAnsi="Times New Roman"/>
          <w:sz w:val="24"/>
        </w:rPr>
        <w:lastRenderedPageBreak/>
        <w:t>marketing research that could be performed in this case include</w:t>
      </w:r>
      <w:r w:rsidR="007C0808">
        <w:rPr>
          <w:rStyle w:val="TimesNewRomanPS8pt"/>
          <w:rFonts w:ascii="Times New Roman" w:hAnsi="Times New Roman"/>
          <w:sz w:val="24"/>
        </w:rPr>
        <w:t xml:space="preserve"> </w:t>
      </w:r>
      <w:r w:rsidRPr="00A85C31">
        <w:rPr>
          <w:rStyle w:val="TimesNewRomanPS8pt"/>
          <w:rFonts w:ascii="Times New Roman" w:hAnsi="Times New Roman"/>
          <w:sz w:val="24"/>
        </w:rPr>
        <w:t>trend analysis</w:t>
      </w:r>
      <w:r w:rsidR="007C0808">
        <w:rPr>
          <w:rStyle w:val="TimesNewRomanPS8pt"/>
          <w:rFonts w:ascii="Times New Roman" w:hAnsi="Times New Roman"/>
          <w:sz w:val="24"/>
        </w:rPr>
        <w:t xml:space="preserve"> and</w:t>
      </w:r>
      <w:r w:rsidR="00A85C31">
        <w:rPr>
          <w:rStyle w:val="TimesNewRomanPS8pt"/>
          <w:rFonts w:ascii="Times New Roman" w:hAnsi="Times New Roman"/>
          <w:sz w:val="24"/>
        </w:rPr>
        <w:t xml:space="preserve"> </w:t>
      </w:r>
      <w:r w:rsidRPr="00A85C31">
        <w:rPr>
          <w:rStyle w:val="TimesNewRomanPS8pt"/>
          <w:rFonts w:ascii="Times New Roman" w:hAnsi="Times New Roman"/>
          <w:sz w:val="24"/>
        </w:rPr>
        <w:t xml:space="preserve">demographic analysis in each </w:t>
      </w:r>
      <w:r w:rsidR="0013129B">
        <w:rPr>
          <w:rStyle w:val="TimesNewRomanPS8pt"/>
          <w:rFonts w:ascii="Times New Roman" w:hAnsi="Times New Roman"/>
          <w:sz w:val="24"/>
        </w:rPr>
        <w:t>region</w:t>
      </w:r>
      <w:r w:rsidRPr="00A85C31">
        <w:rPr>
          <w:rStyle w:val="TimesNewRomanPS8pt"/>
          <w:rFonts w:ascii="Times New Roman" w:hAnsi="Times New Roman"/>
          <w:sz w:val="24"/>
        </w:rPr>
        <w:t xml:space="preserve"> of the world</w:t>
      </w:r>
      <w:r w:rsidR="0013129B">
        <w:rPr>
          <w:rStyle w:val="TimesNewRomanPS8pt"/>
          <w:rFonts w:ascii="Times New Roman" w:hAnsi="Times New Roman"/>
          <w:sz w:val="24"/>
        </w:rPr>
        <w:t xml:space="preserve"> under consideration</w:t>
      </w:r>
      <w:r w:rsidR="007C0808">
        <w:rPr>
          <w:rStyle w:val="TimesNewRomanPS8pt"/>
          <w:rFonts w:ascii="Times New Roman" w:hAnsi="Times New Roman"/>
          <w:sz w:val="24"/>
        </w:rPr>
        <w:t xml:space="preserve"> through investigation of secondary data;</w:t>
      </w:r>
      <w:r w:rsidRPr="00A85C31">
        <w:rPr>
          <w:rStyle w:val="TimesNewRomanPS8pt"/>
          <w:rFonts w:ascii="Times New Roman" w:hAnsi="Times New Roman"/>
          <w:sz w:val="24"/>
        </w:rPr>
        <w:t xml:space="preserve"> exploratory research </w:t>
      </w:r>
      <w:r w:rsidR="00D168F3">
        <w:rPr>
          <w:rStyle w:val="TimesNewRomanPS8pt"/>
          <w:rFonts w:ascii="Times New Roman" w:hAnsi="Times New Roman"/>
          <w:sz w:val="24"/>
        </w:rPr>
        <w:t>of</w:t>
      </w:r>
      <w:r w:rsidR="00A85C31">
        <w:rPr>
          <w:rStyle w:val="TimesNewRomanPS8pt"/>
          <w:rFonts w:ascii="Times New Roman" w:hAnsi="Times New Roman"/>
          <w:sz w:val="24"/>
        </w:rPr>
        <w:t xml:space="preserve"> </w:t>
      </w:r>
      <w:r w:rsidR="00E15CDA" w:rsidRPr="00E15CDA">
        <w:rPr>
          <w:rStyle w:val="TimesNewRomanPS8pt"/>
          <w:rFonts w:ascii="Times New Roman" w:hAnsi="Times New Roman"/>
          <w:sz w:val="24"/>
        </w:rPr>
        <w:t>both major distributors and important consumers groups</w:t>
      </w:r>
      <w:r w:rsidR="002A7BFC">
        <w:rPr>
          <w:rStyle w:val="TimesNewRomanPS8pt"/>
          <w:rFonts w:ascii="Times New Roman" w:hAnsi="Times New Roman"/>
          <w:sz w:val="24"/>
        </w:rPr>
        <w:t xml:space="preserve"> </w:t>
      </w:r>
      <w:r w:rsidR="00E15CDA">
        <w:rPr>
          <w:rStyle w:val="TimesNewRomanPS8pt"/>
          <w:rFonts w:ascii="Times New Roman" w:hAnsi="Times New Roman"/>
          <w:sz w:val="24"/>
        </w:rPr>
        <w:t>for</w:t>
      </w:r>
      <w:r w:rsidR="002A7BFC">
        <w:rPr>
          <w:rStyle w:val="TimesNewRomanPS8pt"/>
          <w:rFonts w:ascii="Times New Roman" w:hAnsi="Times New Roman"/>
          <w:sz w:val="24"/>
        </w:rPr>
        <w:t xml:space="preserve"> wool</w:t>
      </w:r>
      <w:r w:rsidR="00D168F3" w:rsidRPr="00163C61">
        <w:rPr>
          <w:rStyle w:val="TimesNewRomanPS8pt"/>
          <w:rFonts w:ascii="Times New Roman" w:hAnsi="Times New Roman"/>
          <w:sz w:val="24"/>
        </w:rPr>
        <w:t xml:space="preserve"> </w:t>
      </w:r>
      <w:r w:rsidR="00D168F3">
        <w:rPr>
          <w:rStyle w:val="TimesNewRomanPS8pt"/>
          <w:rFonts w:ascii="Times New Roman" w:hAnsi="Times New Roman"/>
          <w:sz w:val="24"/>
        </w:rPr>
        <w:t>regarding</w:t>
      </w:r>
      <w:r w:rsidR="00D168F3" w:rsidRPr="00163C61">
        <w:rPr>
          <w:rStyle w:val="TimesNewRomanPS8pt"/>
          <w:rFonts w:ascii="Times New Roman" w:hAnsi="Times New Roman"/>
          <w:sz w:val="24"/>
        </w:rPr>
        <w:t xml:space="preserve"> consumer perceptions about and uses for wool,</w:t>
      </w:r>
      <w:r w:rsidR="007C0808">
        <w:rPr>
          <w:rStyle w:val="TimesNewRomanPS8pt"/>
          <w:rFonts w:ascii="Times New Roman" w:hAnsi="Times New Roman"/>
          <w:sz w:val="24"/>
        </w:rPr>
        <w:t xml:space="preserve"> and</w:t>
      </w:r>
      <w:r w:rsidR="00D168F3" w:rsidRPr="00163C61">
        <w:rPr>
          <w:rStyle w:val="TimesNewRomanPS8pt"/>
          <w:rFonts w:ascii="Times New Roman" w:hAnsi="Times New Roman"/>
          <w:sz w:val="24"/>
        </w:rPr>
        <w:t xml:space="preserve"> </w:t>
      </w:r>
      <w:r w:rsidR="00D168F3">
        <w:rPr>
          <w:rStyle w:val="TimesNewRomanPS8pt"/>
          <w:rFonts w:ascii="Times New Roman" w:hAnsi="Times New Roman"/>
          <w:sz w:val="24"/>
        </w:rPr>
        <w:t>possible messages for</w:t>
      </w:r>
      <w:r w:rsidR="00D168F3" w:rsidRPr="00163C61">
        <w:rPr>
          <w:rStyle w:val="TimesNewRomanPS8pt"/>
          <w:rFonts w:ascii="Times New Roman" w:hAnsi="Times New Roman"/>
          <w:sz w:val="24"/>
        </w:rPr>
        <w:t xml:space="preserve"> ad campaigns</w:t>
      </w:r>
      <w:r w:rsidR="007C0808">
        <w:rPr>
          <w:rStyle w:val="TimesNewRomanPS8pt"/>
          <w:rFonts w:ascii="Times New Roman" w:hAnsi="Times New Roman"/>
          <w:sz w:val="24"/>
        </w:rPr>
        <w:t xml:space="preserve">; and conclusive research regarding </w:t>
      </w:r>
      <w:r w:rsidR="007C0808" w:rsidRPr="00163C61">
        <w:rPr>
          <w:rStyle w:val="TimesNewRomanPS8pt"/>
          <w:rFonts w:ascii="Times New Roman" w:hAnsi="Times New Roman"/>
          <w:sz w:val="24"/>
        </w:rPr>
        <w:t>alternative courses of action</w:t>
      </w:r>
      <w:r w:rsidRPr="00A85C31">
        <w:rPr>
          <w:rStyle w:val="TimesNewRomanPS8pt"/>
          <w:rFonts w:ascii="Times New Roman" w:hAnsi="Times New Roman"/>
          <w:sz w:val="24"/>
        </w:rPr>
        <w:t>. This type of research would lead researc</w:t>
      </w:r>
      <w:r w:rsidR="00A85C31">
        <w:rPr>
          <w:rStyle w:val="TimesNewRomanPS8pt"/>
          <w:rFonts w:ascii="Times New Roman" w:hAnsi="Times New Roman"/>
          <w:sz w:val="24"/>
        </w:rPr>
        <w:t>h</w:t>
      </w:r>
      <w:r w:rsidRPr="00A85C31">
        <w:rPr>
          <w:rStyle w:val="TimesNewRomanPS8pt"/>
          <w:rFonts w:ascii="Times New Roman" w:hAnsi="Times New Roman"/>
          <w:sz w:val="24"/>
        </w:rPr>
        <w:t>ers to</w:t>
      </w:r>
      <w:r w:rsidR="00A85C31">
        <w:rPr>
          <w:rStyle w:val="TimesNewRomanPS8pt"/>
          <w:rFonts w:ascii="Times New Roman" w:hAnsi="Times New Roman"/>
          <w:sz w:val="24"/>
        </w:rPr>
        <w:t xml:space="preserve"> </w:t>
      </w:r>
      <w:r w:rsidRPr="00A85C31">
        <w:rPr>
          <w:rStyle w:val="TimesNewRomanPS8pt"/>
          <w:rFonts w:ascii="Times New Roman" w:hAnsi="Times New Roman"/>
          <w:sz w:val="24"/>
        </w:rPr>
        <w:t>the factors influencing the purchase and use of wool</w:t>
      </w:r>
      <w:r w:rsidR="00DC3AA6">
        <w:rPr>
          <w:rStyle w:val="TimesNewRomanPS8pt"/>
          <w:rFonts w:ascii="Times New Roman" w:hAnsi="Times New Roman"/>
          <w:sz w:val="24"/>
        </w:rPr>
        <w:t xml:space="preserve">, </w:t>
      </w:r>
      <w:r w:rsidR="00DC3AA6" w:rsidRPr="00DC3AA6">
        <w:rPr>
          <w:rStyle w:val="TimesNewRomanPS8pt"/>
          <w:rFonts w:ascii="Times New Roman" w:hAnsi="Times New Roman"/>
          <w:sz w:val="24"/>
        </w:rPr>
        <w:t>including how wool might be substituted for other fabrics in wide current use</w:t>
      </w:r>
      <w:r w:rsidRPr="00A85C31">
        <w:rPr>
          <w:rStyle w:val="TimesNewRomanPS8pt"/>
          <w:rFonts w:ascii="Times New Roman" w:hAnsi="Times New Roman"/>
          <w:sz w:val="24"/>
        </w:rPr>
        <w:t>. With these factors identified, marketers</w:t>
      </w:r>
      <w:r w:rsidR="00A85C31">
        <w:rPr>
          <w:rStyle w:val="TimesNewRomanPS8pt"/>
          <w:rFonts w:ascii="Times New Roman" w:hAnsi="Times New Roman"/>
          <w:sz w:val="24"/>
        </w:rPr>
        <w:t xml:space="preserve"> </w:t>
      </w:r>
      <w:r w:rsidR="00D168F3">
        <w:rPr>
          <w:rStyle w:val="TimesNewRomanPS8pt"/>
          <w:rFonts w:ascii="Times New Roman" w:hAnsi="Times New Roman"/>
          <w:sz w:val="24"/>
        </w:rPr>
        <w:t>could</w:t>
      </w:r>
      <w:r w:rsidRPr="00A85C31">
        <w:rPr>
          <w:rStyle w:val="TimesNewRomanPS8pt"/>
          <w:rFonts w:ascii="Times New Roman" w:hAnsi="Times New Roman"/>
          <w:sz w:val="24"/>
        </w:rPr>
        <w:t xml:space="preserve"> then focus on using this knowledge to stimulate demand for wool.</w:t>
      </w:r>
    </w:p>
    <w:p w:rsidR="00A85C31" w:rsidRDefault="00A85C31" w:rsidP="00AC0E12">
      <w:pPr>
        <w:pStyle w:val="customheading2"/>
        <w:jc w:val="left"/>
        <w:rPr>
          <w:rStyle w:val="TimesNewRomanPS8pt"/>
          <w:rFonts w:ascii="Times New Roman" w:hAnsi="Times New Roman"/>
          <w:sz w:val="24"/>
        </w:rPr>
      </w:pPr>
    </w:p>
    <w:p w:rsidR="00CD1BFC" w:rsidRDefault="00644904" w:rsidP="00AC0E12">
      <w:pPr>
        <w:pStyle w:val="customheading2"/>
        <w:jc w:val="left"/>
        <w:rPr>
          <w:rStyle w:val="TimesNewRomanPS8pt"/>
          <w:rFonts w:ascii="Times New Roman" w:hAnsi="Times New Roman"/>
          <w:sz w:val="24"/>
        </w:rPr>
      </w:pPr>
      <w:r>
        <w:rPr>
          <w:rStyle w:val="TimesNewRomanPS8pt"/>
          <w:rFonts w:ascii="Times New Roman" w:hAnsi="Times New Roman"/>
          <w:sz w:val="24"/>
        </w:rPr>
        <w:t>The e</w:t>
      </w:r>
      <w:r w:rsidR="00BA380C" w:rsidRPr="00163C61">
        <w:rPr>
          <w:rStyle w:val="TimesNewRomanPS8pt"/>
          <w:rFonts w:ascii="Times New Roman" w:hAnsi="Times New Roman"/>
          <w:sz w:val="24"/>
        </w:rPr>
        <w:t>rror control plan should consider both sampling and non</w:t>
      </w:r>
      <w:r w:rsidR="00FB3DBE">
        <w:rPr>
          <w:rStyle w:val="TimesNewRomanPS8pt"/>
          <w:rFonts w:ascii="Times New Roman" w:hAnsi="Times New Roman"/>
          <w:sz w:val="24"/>
        </w:rPr>
        <w:t>-</w:t>
      </w:r>
      <w:r w:rsidR="00BA380C" w:rsidRPr="00163C61">
        <w:rPr>
          <w:rStyle w:val="TimesNewRomanPS8pt"/>
          <w:rFonts w:ascii="Times New Roman" w:hAnsi="Times New Roman"/>
          <w:sz w:val="24"/>
        </w:rPr>
        <w:t xml:space="preserve">sampling sources of </w:t>
      </w:r>
      <w:r w:rsidR="00B87B6E">
        <w:rPr>
          <w:rStyle w:val="TimesNewRomanPS8pt"/>
          <w:rFonts w:ascii="Times New Roman" w:hAnsi="Times New Roman"/>
          <w:sz w:val="24"/>
        </w:rPr>
        <w:t xml:space="preserve">potential </w:t>
      </w:r>
      <w:r w:rsidR="00BA380C" w:rsidRPr="00163C61">
        <w:rPr>
          <w:rStyle w:val="TimesNewRomanPS8pt"/>
          <w:rFonts w:ascii="Times New Roman" w:hAnsi="Times New Roman"/>
          <w:sz w:val="24"/>
        </w:rPr>
        <w:t>error, particularly for any proposed primary research</w:t>
      </w:r>
      <w:r w:rsidR="00B87B6E">
        <w:rPr>
          <w:rStyle w:val="TimesNewRomanPS8pt"/>
          <w:rFonts w:ascii="Times New Roman" w:hAnsi="Times New Roman"/>
          <w:sz w:val="24"/>
        </w:rPr>
        <w:t xml:space="preserve"> (</w:t>
      </w:r>
      <w:r w:rsidR="00C80B51" w:rsidRPr="00C80B51">
        <w:rPr>
          <w:rStyle w:val="TimesNewRomanPS8pt"/>
          <w:rFonts w:ascii="Times New Roman" w:hAnsi="Times New Roman"/>
          <w:sz w:val="24"/>
        </w:rPr>
        <w:t xml:space="preserve">for example, </w:t>
      </w:r>
      <w:proofErr w:type="spellStart"/>
      <w:r w:rsidR="00C80B51" w:rsidRPr="00C80B51">
        <w:rPr>
          <w:rStyle w:val="TimesNewRomanPS8pt"/>
          <w:rFonts w:ascii="Times New Roman" w:hAnsi="Times New Roman"/>
          <w:sz w:val="24"/>
        </w:rPr>
        <w:t>undersampling</w:t>
      </w:r>
      <w:proofErr w:type="spellEnd"/>
      <w:r w:rsidR="00C80B51" w:rsidRPr="00C80B51">
        <w:rPr>
          <w:rStyle w:val="TimesNewRomanPS8pt"/>
          <w:rFonts w:ascii="Times New Roman" w:hAnsi="Times New Roman"/>
          <w:sz w:val="24"/>
        </w:rPr>
        <w:t xml:space="preserve"> of consumers who are not currently purchasers of wool-based products</w:t>
      </w:r>
      <w:r w:rsidR="00B87B6E">
        <w:rPr>
          <w:rStyle w:val="TimesNewRomanPS8pt"/>
          <w:rFonts w:ascii="Times New Roman" w:hAnsi="Times New Roman"/>
          <w:sz w:val="24"/>
        </w:rPr>
        <w:t>)</w:t>
      </w:r>
      <w:r w:rsidR="00BA380C" w:rsidRPr="00163C61">
        <w:rPr>
          <w:rStyle w:val="TimesNewRomanPS8pt"/>
          <w:rFonts w:ascii="Times New Roman" w:hAnsi="Times New Roman"/>
          <w:sz w:val="24"/>
        </w:rPr>
        <w:t>.</w:t>
      </w:r>
    </w:p>
    <w:p w:rsidR="00CD1BFC" w:rsidRDefault="00CD1BFC" w:rsidP="00AC0E12">
      <w:pPr>
        <w:pStyle w:val="customheading2"/>
        <w:jc w:val="left"/>
        <w:rPr>
          <w:rStyle w:val="TimesNewRomanPS8pt"/>
          <w:rFonts w:ascii="Times New Roman" w:hAnsi="Times New Roman"/>
          <w:sz w:val="24"/>
        </w:rPr>
      </w:pPr>
    </w:p>
    <w:p w:rsidR="0024569A" w:rsidRDefault="00BA380C" w:rsidP="00AC0E12">
      <w:pPr>
        <w:pStyle w:val="customheading2"/>
        <w:jc w:val="left"/>
        <w:rPr>
          <w:rStyle w:val="TimesNewRomanPS8pt"/>
          <w:rFonts w:ascii="Times New Roman" w:hAnsi="Times New Roman"/>
          <w:sz w:val="24"/>
        </w:rPr>
      </w:pPr>
      <w:r w:rsidRPr="00163C61">
        <w:rPr>
          <w:rStyle w:val="TimesNewRomanPS8pt"/>
          <w:rFonts w:ascii="Times New Roman" w:hAnsi="Times New Roman"/>
          <w:sz w:val="24"/>
        </w:rPr>
        <w:t>Th</w:t>
      </w:r>
      <w:r w:rsidRPr="00A85C31">
        <w:rPr>
          <w:rStyle w:val="TimesNewRomanPS8pt"/>
          <w:rFonts w:ascii="Times New Roman" w:hAnsi="Times New Roman"/>
          <w:sz w:val="24"/>
        </w:rPr>
        <w:t xml:space="preserve">e following is </w:t>
      </w:r>
      <w:r>
        <w:rPr>
          <w:rStyle w:val="TimesNewRomanPS8pt"/>
          <w:rFonts w:ascii="Times New Roman" w:hAnsi="Times New Roman"/>
          <w:sz w:val="24"/>
        </w:rPr>
        <w:t>just one</w:t>
      </w:r>
      <w:r w:rsidRPr="00A85C31">
        <w:rPr>
          <w:rStyle w:val="TimesNewRomanPS8pt"/>
          <w:rFonts w:ascii="Times New Roman" w:hAnsi="Times New Roman"/>
          <w:sz w:val="24"/>
        </w:rPr>
        <w:t xml:space="preserve"> example of various issues</w:t>
      </w:r>
      <w:r>
        <w:rPr>
          <w:rStyle w:val="TimesNewRomanPS8pt"/>
          <w:rFonts w:ascii="Times New Roman" w:hAnsi="Times New Roman"/>
          <w:sz w:val="24"/>
        </w:rPr>
        <w:t xml:space="preserve"> </w:t>
      </w:r>
      <w:r w:rsidRPr="00A85C31">
        <w:rPr>
          <w:rStyle w:val="TimesNewRomanPS8pt"/>
          <w:rFonts w:ascii="Times New Roman" w:hAnsi="Times New Roman"/>
          <w:sz w:val="24"/>
        </w:rPr>
        <w:t xml:space="preserve">involved in creating a program for </w:t>
      </w:r>
      <w:r>
        <w:rPr>
          <w:rStyle w:val="TimesNewRomanPS8pt"/>
          <w:rFonts w:ascii="Times New Roman" w:hAnsi="Times New Roman"/>
          <w:sz w:val="24"/>
        </w:rPr>
        <w:t>marketing research in this case.</w:t>
      </w:r>
    </w:p>
    <w:p w:rsidR="00A85C31" w:rsidRPr="00A85C31" w:rsidRDefault="00A85C31" w:rsidP="00AC0E12">
      <w:pPr>
        <w:pStyle w:val="customheading2"/>
        <w:jc w:val="left"/>
        <w:rPr>
          <w:rStyle w:val="TimesNewRomanPS8pt"/>
          <w:rFonts w:ascii="Times New Roman" w:hAnsi="Times New Roman"/>
          <w:sz w:val="24"/>
        </w:rPr>
      </w:pPr>
    </w:p>
    <w:p w:rsidR="0024569A" w:rsidRDefault="003E3022" w:rsidP="0043634E">
      <w:pPr>
        <w:pStyle w:val="customheading2"/>
        <w:numPr>
          <w:ilvl w:val="0"/>
          <w:numId w:val="24"/>
        </w:numPr>
        <w:jc w:val="left"/>
        <w:rPr>
          <w:rStyle w:val="TimesNewRomanPS8pt"/>
          <w:rFonts w:ascii="Times New Roman" w:hAnsi="Times New Roman"/>
          <w:sz w:val="24"/>
        </w:rPr>
      </w:pPr>
      <w:r>
        <w:rPr>
          <w:rStyle w:val="TimesNewRomanPS8pt"/>
          <w:rFonts w:ascii="Times New Roman" w:hAnsi="Times New Roman"/>
          <w:sz w:val="24"/>
        </w:rPr>
        <w:t>Recognize and define the problem.</w:t>
      </w:r>
      <w:r w:rsidR="008A2A73">
        <w:rPr>
          <w:rStyle w:val="TimesNewRomanPS8pt"/>
          <w:rFonts w:ascii="Times New Roman" w:hAnsi="Times New Roman"/>
          <w:sz w:val="24"/>
        </w:rPr>
        <w:t xml:space="preserve"> </w:t>
      </w:r>
      <w:r w:rsidR="0043634E">
        <w:rPr>
          <w:rStyle w:val="TimesNewRomanPS8pt"/>
          <w:rFonts w:ascii="Times New Roman" w:hAnsi="Times New Roman"/>
          <w:sz w:val="24"/>
        </w:rPr>
        <w:br/>
      </w:r>
      <w:r w:rsidR="0024569A" w:rsidRPr="00A85C31">
        <w:rPr>
          <w:rStyle w:val="TimesNewRomanPS8pt"/>
          <w:rFonts w:ascii="Times New Roman" w:hAnsi="Times New Roman"/>
          <w:sz w:val="24"/>
        </w:rPr>
        <w:t>In this case, the</w:t>
      </w:r>
      <w:r w:rsidR="0043634E">
        <w:rPr>
          <w:rStyle w:val="TimesNewRomanPS8pt"/>
          <w:rFonts w:ascii="Times New Roman" w:hAnsi="Times New Roman"/>
          <w:sz w:val="24"/>
        </w:rPr>
        <w:t xml:space="preserve"> </w:t>
      </w:r>
      <w:r w:rsidR="0024569A" w:rsidRPr="00A85C31">
        <w:rPr>
          <w:rStyle w:val="TimesNewRomanPS8pt"/>
          <w:rFonts w:ascii="Times New Roman" w:hAnsi="Times New Roman"/>
          <w:sz w:val="24"/>
        </w:rPr>
        <w:t>problem is finding a way to stimulate the primary demand for wool in the world</w:t>
      </w:r>
      <w:r w:rsidR="00B469F3" w:rsidRPr="00B469F3">
        <w:rPr>
          <w:rStyle w:val="TimesNewRomanPS8pt"/>
          <w:rFonts w:ascii="Times New Roman" w:hAnsi="Times New Roman"/>
          <w:sz w:val="24"/>
        </w:rPr>
        <w:t>, especially so in areas where utilization is below expectations</w:t>
      </w:r>
      <w:r w:rsidR="0024569A" w:rsidRPr="00A85C31">
        <w:rPr>
          <w:rStyle w:val="TimesNewRomanPS8pt"/>
          <w:rFonts w:ascii="Times New Roman" w:hAnsi="Times New Roman"/>
          <w:sz w:val="24"/>
        </w:rPr>
        <w:t>.</w:t>
      </w:r>
      <w:r w:rsidR="0043634E">
        <w:rPr>
          <w:rStyle w:val="TimesNewRomanPS8pt"/>
          <w:rFonts w:ascii="Times New Roman" w:hAnsi="Times New Roman"/>
          <w:sz w:val="24"/>
        </w:rPr>
        <w:t xml:space="preserve"> </w:t>
      </w:r>
      <w:r w:rsidR="0024569A" w:rsidRPr="00A85C31">
        <w:rPr>
          <w:rStyle w:val="TimesNewRomanPS8pt"/>
          <w:rFonts w:ascii="Times New Roman" w:hAnsi="Times New Roman"/>
          <w:sz w:val="24"/>
        </w:rPr>
        <w:t>Further definition is needed to identify what areas of the world have the potential to</w:t>
      </w:r>
      <w:r w:rsidR="0043634E">
        <w:rPr>
          <w:rStyle w:val="TimesNewRomanPS8pt"/>
          <w:rFonts w:ascii="Times New Roman" w:hAnsi="Times New Roman"/>
          <w:sz w:val="24"/>
        </w:rPr>
        <w:t xml:space="preserve"> </w:t>
      </w:r>
      <w:r w:rsidR="0024569A" w:rsidRPr="00A85C31">
        <w:rPr>
          <w:rStyle w:val="TimesNewRomanPS8pt"/>
          <w:rFonts w:ascii="Times New Roman" w:hAnsi="Times New Roman"/>
          <w:sz w:val="24"/>
        </w:rPr>
        <w:t>use wool (e.g.</w:t>
      </w:r>
      <w:r w:rsidR="0043634E">
        <w:rPr>
          <w:rStyle w:val="TimesNewRomanPS8pt"/>
          <w:rFonts w:ascii="Times New Roman" w:hAnsi="Times New Roman"/>
          <w:sz w:val="24"/>
        </w:rPr>
        <w:t>,</w:t>
      </w:r>
      <w:r w:rsidR="0024569A" w:rsidRPr="00A85C31">
        <w:rPr>
          <w:rStyle w:val="TimesNewRomanPS8pt"/>
          <w:rFonts w:ascii="Times New Roman" w:hAnsi="Times New Roman"/>
          <w:sz w:val="24"/>
        </w:rPr>
        <w:t xml:space="preserve"> areas with continual warm climates will have far less demand for</w:t>
      </w:r>
      <w:r w:rsidR="0043634E">
        <w:rPr>
          <w:rStyle w:val="TimesNewRomanPS8pt"/>
          <w:rFonts w:ascii="Times New Roman" w:hAnsi="Times New Roman"/>
          <w:sz w:val="24"/>
        </w:rPr>
        <w:t xml:space="preserve"> </w:t>
      </w:r>
      <w:r w:rsidR="0024569A" w:rsidRPr="00A85C31">
        <w:rPr>
          <w:rStyle w:val="TimesNewRomanPS8pt"/>
          <w:rFonts w:ascii="Times New Roman" w:hAnsi="Times New Roman"/>
          <w:sz w:val="24"/>
        </w:rPr>
        <w:t>wool than cooler regions).</w:t>
      </w:r>
    </w:p>
    <w:p w:rsidR="0043634E" w:rsidRDefault="007D391A" w:rsidP="0043634E">
      <w:pPr>
        <w:pStyle w:val="customheading2"/>
        <w:numPr>
          <w:ilvl w:val="0"/>
          <w:numId w:val="24"/>
        </w:numPr>
        <w:jc w:val="left"/>
        <w:rPr>
          <w:rStyle w:val="TimesNewRomanPS8pt"/>
          <w:rFonts w:ascii="Times New Roman" w:hAnsi="Times New Roman"/>
          <w:sz w:val="24"/>
        </w:rPr>
      </w:pPr>
      <w:r>
        <w:rPr>
          <w:rStyle w:val="TimesNewRomanPS8pt"/>
          <w:rFonts w:ascii="Times New Roman" w:hAnsi="Times New Roman"/>
          <w:sz w:val="24"/>
        </w:rPr>
        <w:t>Determine</w:t>
      </w:r>
      <w:r w:rsidR="0043634E" w:rsidRPr="00A85C31">
        <w:rPr>
          <w:rStyle w:val="TimesNewRomanPS8pt"/>
          <w:rFonts w:ascii="Times New Roman" w:hAnsi="Times New Roman"/>
          <w:sz w:val="24"/>
        </w:rPr>
        <w:t xml:space="preserve"> the research objectives</w:t>
      </w:r>
      <w:r>
        <w:rPr>
          <w:rStyle w:val="TimesNewRomanPS8pt"/>
          <w:rFonts w:ascii="Times New Roman" w:hAnsi="Times New Roman"/>
          <w:sz w:val="24"/>
        </w:rPr>
        <w:t xml:space="preserve"> and information needs.</w:t>
      </w:r>
      <w:r w:rsidR="0043634E" w:rsidRPr="00A85C31">
        <w:rPr>
          <w:rStyle w:val="TimesNewRomanPS8pt"/>
          <w:rFonts w:ascii="Times New Roman" w:hAnsi="Times New Roman"/>
          <w:sz w:val="24"/>
        </w:rPr>
        <w:t xml:space="preserve"> </w:t>
      </w:r>
      <w:r w:rsidR="00CD1BFC">
        <w:rPr>
          <w:rStyle w:val="TimesNewRomanPS8pt"/>
          <w:rFonts w:ascii="Times New Roman" w:hAnsi="Times New Roman"/>
          <w:sz w:val="24"/>
        </w:rPr>
        <w:br/>
      </w:r>
      <w:r w:rsidR="0043634E" w:rsidRPr="00A85C31">
        <w:rPr>
          <w:rStyle w:val="TimesNewRomanPS8pt"/>
          <w:rFonts w:ascii="Times New Roman" w:hAnsi="Times New Roman"/>
          <w:sz w:val="24"/>
        </w:rPr>
        <w:t>T</w:t>
      </w:r>
      <w:r w:rsidR="0043634E">
        <w:rPr>
          <w:rStyle w:val="TimesNewRomanPS8pt"/>
          <w:rFonts w:ascii="Times New Roman" w:hAnsi="Times New Roman"/>
          <w:sz w:val="24"/>
        </w:rPr>
        <w:t xml:space="preserve">o </w:t>
      </w:r>
      <w:r w:rsidR="0043634E" w:rsidRPr="00A85C31">
        <w:rPr>
          <w:rStyle w:val="TimesNewRomanPS8pt"/>
          <w:rFonts w:ascii="Times New Roman" w:hAnsi="Times New Roman"/>
          <w:sz w:val="24"/>
        </w:rPr>
        <w:t>stimulate the demand for wool, research must determine who uses wool, why they</w:t>
      </w:r>
      <w:r w:rsidR="0043634E">
        <w:rPr>
          <w:rStyle w:val="TimesNewRomanPS8pt"/>
          <w:rFonts w:ascii="Times New Roman" w:hAnsi="Times New Roman"/>
          <w:sz w:val="24"/>
        </w:rPr>
        <w:t xml:space="preserve"> </w:t>
      </w:r>
      <w:r w:rsidR="0043634E" w:rsidRPr="00A85C31">
        <w:rPr>
          <w:rStyle w:val="TimesNewRomanPS8pt"/>
          <w:rFonts w:ascii="Times New Roman" w:hAnsi="Times New Roman"/>
          <w:sz w:val="24"/>
        </w:rPr>
        <w:t xml:space="preserve">use it, and how they use it. </w:t>
      </w:r>
      <w:r w:rsidR="0043634E">
        <w:rPr>
          <w:rStyle w:val="TimesNewRomanPS8pt"/>
          <w:rFonts w:ascii="Times New Roman" w:hAnsi="Times New Roman"/>
          <w:sz w:val="24"/>
        </w:rPr>
        <w:t>I</w:t>
      </w:r>
      <w:r w:rsidR="0043634E" w:rsidRPr="00A85C31">
        <w:rPr>
          <w:rStyle w:val="TimesNewRomanPS8pt"/>
          <w:rFonts w:ascii="Times New Roman" w:hAnsi="Times New Roman"/>
          <w:sz w:val="24"/>
        </w:rPr>
        <w:t xml:space="preserve">nformation needed </w:t>
      </w:r>
      <w:r w:rsidR="0043634E">
        <w:rPr>
          <w:rStyle w:val="TimesNewRomanPS8pt"/>
          <w:rFonts w:ascii="Times New Roman" w:hAnsi="Times New Roman"/>
          <w:sz w:val="24"/>
        </w:rPr>
        <w:t xml:space="preserve">therefore </w:t>
      </w:r>
      <w:r w:rsidR="0043634E" w:rsidRPr="00A85C31">
        <w:rPr>
          <w:rStyle w:val="TimesNewRomanPS8pt"/>
          <w:rFonts w:ascii="Times New Roman" w:hAnsi="Times New Roman"/>
          <w:sz w:val="24"/>
        </w:rPr>
        <w:t>includes demographics and</w:t>
      </w:r>
      <w:r w:rsidR="0043634E">
        <w:rPr>
          <w:rStyle w:val="TimesNewRomanPS8pt"/>
          <w:rFonts w:ascii="Times New Roman" w:hAnsi="Times New Roman"/>
          <w:sz w:val="24"/>
        </w:rPr>
        <w:t xml:space="preserve"> industry trend analysis</w:t>
      </w:r>
      <w:r w:rsidR="0043634E" w:rsidRPr="00A85C31">
        <w:rPr>
          <w:rStyle w:val="TimesNewRomanPS8pt"/>
          <w:rFonts w:ascii="Times New Roman" w:hAnsi="Times New Roman"/>
          <w:sz w:val="24"/>
        </w:rPr>
        <w:t xml:space="preserve"> on a global scale.</w:t>
      </w:r>
    </w:p>
    <w:p w:rsidR="0043634E" w:rsidRPr="001A2D51" w:rsidRDefault="001A2D51" w:rsidP="0043634E">
      <w:pPr>
        <w:pStyle w:val="customheading2"/>
        <w:numPr>
          <w:ilvl w:val="0"/>
          <w:numId w:val="24"/>
        </w:numPr>
        <w:jc w:val="left"/>
        <w:rPr>
          <w:rStyle w:val="TimesNewRomanPS8pt"/>
          <w:rFonts w:ascii="Times New Roman" w:hAnsi="Times New Roman"/>
          <w:sz w:val="24"/>
        </w:rPr>
      </w:pPr>
      <w:r>
        <w:rPr>
          <w:rStyle w:val="TimesNewRomanPS8pt"/>
          <w:rFonts w:ascii="Times New Roman" w:hAnsi="Times New Roman"/>
          <w:sz w:val="24"/>
        </w:rPr>
        <w:t>D</w:t>
      </w:r>
      <w:r w:rsidR="0043634E" w:rsidRPr="001A2D51">
        <w:rPr>
          <w:rStyle w:val="TimesNewRomanPS8pt"/>
          <w:rFonts w:ascii="Times New Roman" w:hAnsi="Times New Roman"/>
          <w:sz w:val="24"/>
        </w:rPr>
        <w:t>ata sources include interviews in various countries with industry experts, focus groups, and access to reference information regarding consumer buying patterns (both from wool manufacturers and from reports done by outside firms).</w:t>
      </w:r>
      <w:r>
        <w:rPr>
          <w:rStyle w:val="TimesNewRomanPS8pt"/>
          <w:rFonts w:ascii="Times New Roman" w:hAnsi="Times New Roman"/>
          <w:sz w:val="24"/>
        </w:rPr>
        <w:t xml:space="preserve"> </w:t>
      </w:r>
      <w:r w:rsidR="0043634E" w:rsidRPr="001A2D51">
        <w:rPr>
          <w:rStyle w:val="TimesNewRomanPS8pt"/>
          <w:rFonts w:ascii="Times New Roman" w:hAnsi="Times New Roman"/>
          <w:sz w:val="24"/>
        </w:rPr>
        <w:t>Data collection procedure</w:t>
      </w:r>
      <w:r>
        <w:rPr>
          <w:rStyle w:val="TimesNewRomanPS8pt"/>
          <w:rFonts w:ascii="Times New Roman" w:hAnsi="Times New Roman"/>
          <w:sz w:val="24"/>
        </w:rPr>
        <w:t>s</w:t>
      </w:r>
      <w:r w:rsidR="0043634E" w:rsidRPr="001A2D51">
        <w:rPr>
          <w:rStyle w:val="TimesNewRomanPS8pt"/>
          <w:rFonts w:ascii="Times New Roman" w:hAnsi="Times New Roman"/>
          <w:sz w:val="24"/>
        </w:rPr>
        <w:t xml:space="preserve"> can be complex when performing marketing research on a global scale</w:t>
      </w:r>
      <w:r w:rsidR="00617DE8">
        <w:rPr>
          <w:rStyle w:val="TimesNewRomanPS8pt"/>
          <w:rFonts w:ascii="Times New Roman" w:hAnsi="Times New Roman"/>
          <w:sz w:val="24"/>
        </w:rPr>
        <w:t xml:space="preserve"> </w:t>
      </w:r>
      <w:r w:rsidR="00617DE8" w:rsidRPr="00617DE8">
        <w:rPr>
          <w:rStyle w:val="TimesNewRomanPS8pt"/>
          <w:rFonts w:ascii="Times New Roman" w:hAnsi="Times New Roman"/>
          <w:sz w:val="24"/>
        </w:rPr>
        <w:t>and when surveying both end-users and other businesses</w:t>
      </w:r>
      <w:r w:rsidR="0043634E" w:rsidRPr="001A2D51">
        <w:rPr>
          <w:rStyle w:val="TimesNewRomanPS8pt"/>
          <w:rFonts w:ascii="Times New Roman" w:hAnsi="Times New Roman"/>
          <w:sz w:val="24"/>
        </w:rPr>
        <w:t xml:space="preserve">. Researchers will have to use the expertise of local </w:t>
      </w:r>
      <w:r w:rsidRPr="001A2D51">
        <w:rPr>
          <w:rStyle w:val="TimesNewRomanPS8pt"/>
          <w:rFonts w:ascii="Times New Roman" w:hAnsi="Times New Roman"/>
          <w:sz w:val="24"/>
        </w:rPr>
        <w:t>firms</w:t>
      </w:r>
      <w:r w:rsidR="0043634E" w:rsidRPr="001A2D51">
        <w:rPr>
          <w:rStyle w:val="TimesNewRomanPS8pt"/>
          <w:rFonts w:ascii="Times New Roman" w:hAnsi="Times New Roman"/>
          <w:sz w:val="24"/>
        </w:rPr>
        <w:t xml:space="preserve"> and people to plan the collection of the data.</w:t>
      </w:r>
    </w:p>
    <w:p w:rsidR="0043634E" w:rsidRDefault="0043634E" w:rsidP="0043634E">
      <w:pPr>
        <w:pStyle w:val="customheading2"/>
        <w:numPr>
          <w:ilvl w:val="0"/>
          <w:numId w:val="24"/>
        </w:numPr>
        <w:jc w:val="left"/>
        <w:rPr>
          <w:rStyle w:val="TimesNewRomanPS8pt"/>
          <w:rFonts w:ascii="Times New Roman" w:hAnsi="Times New Roman"/>
          <w:sz w:val="24"/>
        </w:rPr>
      </w:pPr>
      <w:r w:rsidRPr="00A85C31">
        <w:rPr>
          <w:rStyle w:val="TimesNewRomanPS8pt"/>
          <w:rFonts w:ascii="Times New Roman" w:hAnsi="Times New Roman"/>
          <w:sz w:val="24"/>
        </w:rPr>
        <w:t xml:space="preserve">Sample design will have to be planned carefully since there are many </w:t>
      </w:r>
      <w:r w:rsidR="008403BF" w:rsidRPr="008403BF">
        <w:rPr>
          <w:rStyle w:val="TimesNewRomanPS8pt"/>
          <w:rFonts w:ascii="Times New Roman" w:hAnsi="Times New Roman"/>
          <w:sz w:val="24"/>
        </w:rPr>
        <w:t>vagaries and variables</w:t>
      </w:r>
      <w:r w:rsidR="008403BF">
        <w:rPr>
          <w:rStyle w:val="TimesNewRomanPS8pt"/>
          <w:rFonts w:ascii="Times New Roman" w:hAnsi="Times New Roman"/>
          <w:sz w:val="24"/>
        </w:rPr>
        <w:t xml:space="preserve"> </w:t>
      </w:r>
      <w:r w:rsidRPr="00A85C31">
        <w:rPr>
          <w:rStyle w:val="TimesNewRomanPS8pt"/>
          <w:rFonts w:ascii="Times New Roman" w:hAnsi="Times New Roman"/>
          <w:sz w:val="24"/>
        </w:rPr>
        <w:t>in</w:t>
      </w:r>
      <w:r>
        <w:rPr>
          <w:rStyle w:val="TimesNewRomanPS8pt"/>
          <w:rFonts w:ascii="Times New Roman" w:hAnsi="Times New Roman"/>
          <w:sz w:val="24"/>
        </w:rPr>
        <w:t xml:space="preserve"> </w:t>
      </w:r>
      <w:r w:rsidRPr="00A85C31">
        <w:rPr>
          <w:rStyle w:val="TimesNewRomanPS8pt"/>
          <w:rFonts w:ascii="Times New Roman" w:hAnsi="Times New Roman"/>
          <w:sz w:val="24"/>
        </w:rPr>
        <w:t>the sample population on a global scale. Segmented research may have to be</w:t>
      </w:r>
      <w:r>
        <w:rPr>
          <w:rStyle w:val="TimesNewRomanPS8pt"/>
          <w:rFonts w:ascii="Times New Roman" w:hAnsi="Times New Roman"/>
          <w:sz w:val="24"/>
        </w:rPr>
        <w:t xml:space="preserve"> </w:t>
      </w:r>
      <w:r w:rsidRPr="00A85C31">
        <w:rPr>
          <w:rStyle w:val="TimesNewRomanPS8pt"/>
          <w:rFonts w:ascii="Times New Roman" w:hAnsi="Times New Roman"/>
          <w:sz w:val="24"/>
        </w:rPr>
        <w:t>performed.</w:t>
      </w:r>
    </w:p>
    <w:p w:rsidR="003E3022" w:rsidRDefault="003E3022" w:rsidP="0043634E">
      <w:pPr>
        <w:pStyle w:val="customheading2"/>
        <w:numPr>
          <w:ilvl w:val="0"/>
          <w:numId w:val="24"/>
        </w:numPr>
        <w:jc w:val="left"/>
        <w:rPr>
          <w:rStyle w:val="TimesNewRomanPS8pt"/>
          <w:rFonts w:ascii="Times New Roman" w:hAnsi="Times New Roman"/>
          <w:sz w:val="24"/>
        </w:rPr>
      </w:pPr>
      <w:r>
        <w:rPr>
          <w:rStyle w:val="TimesNewRomanPS8pt"/>
          <w:rFonts w:ascii="Times New Roman" w:hAnsi="Times New Roman"/>
          <w:sz w:val="24"/>
        </w:rPr>
        <w:t>Collect, process, and analyze data.</w:t>
      </w:r>
      <w:r>
        <w:rPr>
          <w:rStyle w:val="TimesNewRomanPS8pt"/>
          <w:rFonts w:ascii="Times New Roman" w:hAnsi="Times New Roman"/>
          <w:sz w:val="24"/>
        </w:rPr>
        <w:br/>
      </w:r>
      <w:r w:rsidRPr="00A85C31">
        <w:rPr>
          <w:rStyle w:val="TimesNewRomanPS8pt"/>
          <w:rFonts w:ascii="Times New Roman" w:hAnsi="Times New Roman"/>
          <w:sz w:val="24"/>
        </w:rPr>
        <w:t>Potential errors in this marketing research program could result in sampling errors</w:t>
      </w:r>
      <w:r>
        <w:rPr>
          <w:rStyle w:val="TimesNewRomanPS8pt"/>
          <w:rFonts w:ascii="Times New Roman" w:hAnsi="Times New Roman"/>
          <w:sz w:val="24"/>
        </w:rPr>
        <w:t xml:space="preserve"> </w:t>
      </w:r>
      <w:r w:rsidRPr="00A85C31">
        <w:rPr>
          <w:rStyle w:val="TimesNewRomanPS8pt"/>
          <w:rFonts w:ascii="Times New Roman" w:hAnsi="Times New Roman"/>
          <w:sz w:val="24"/>
        </w:rPr>
        <w:t>and non</w:t>
      </w:r>
      <w:r w:rsidR="00FB3DBE">
        <w:rPr>
          <w:rStyle w:val="TimesNewRomanPS8pt"/>
          <w:rFonts w:ascii="Times New Roman" w:hAnsi="Times New Roman"/>
          <w:sz w:val="24"/>
        </w:rPr>
        <w:t>-</w:t>
      </w:r>
      <w:r w:rsidRPr="00A85C31">
        <w:rPr>
          <w:rStyle w:val="TimesNewRomanPS8pt"/>
          <w:rFonts w:ascii="Times New Roman" w:hAnsi="Times New Roman"/>
          <w:sz w:val="24"/>
        </w:rPr>
        <w:t>sampling errors. To minimize errors, it will be important to carefully</w:t>
      </w:r>
      <w:r>
        <w:rPr>
          <w:rStyle w:val="TimesNewRomanPS8pt"/>
          <w:rFonts w:ascii="Times New Roman" w:hAnsi="Times New Roman"/>
          <w:sz w:val="24"/>
        </w:rPr>
        <w:t xml:space="preserve"> </w:t>
      </w:r>
      <w:r w:rsidRPr="00A85C31">
        <w:rPr>
          <w:rStyle w:val="TimesNewRomanPS8pt"/>
          <w:rFonts w:ascii="Times New Roman" w:hAnsi="Times New Roman"/>
          <w:sz w:val="24"/>
        </w:rPr>
        <w:t>regulate the data collection process (especially since data from various sources</w:t>
      </w:r>
      <w:r>
        <w:rPr>
          <w:rStyle w:val="TimesNewRomanPS8pt"/>
          <w:rFonts w:ascii="Times New Roman" w:hAnsi="Times New Roman"/>
          <w:sz w:val="24"/>
        </w:rPr>
        <w:t xml:space="preserve"> </w:t>
      </w:r>
      <w:r w:rsidRPr="00A85C31">
        <w:rPr>
          <w:rStyle w:val="TimesNewRomanPS8pt"/>
          <w:rFonts w:ascii="Times New Roman" w:hAnsi="Times New Roman"/>
          <w:sz w:val="24"/>
        </w:rPr>
        <w:t>around the world will be collected), provide standards for the various procedures</w:t>
      </w:r>
      <w:r>
        <w:rPr>
          <w:rStyle w:val="TimesNewRomanPS8pt"/>
          <w:rFonts w:ascii="Times New Roman" w:hAnsi="Times New Roman"/>
          <w:sz w:val="24"/>
        </w:rPr>
        <w:t xml:space="preserve"> </w:t>
      </w:r>
      <w:r w:rsidRPr="00A85C31">
        <w:rPr>
          <w:rStyle w:val="TimesNewRomanPS8pt"/>
          <w:rFonts w:ascii="Times New Roman" w:hAnsi="Times New Roman"/>
          <w:sz w:val="24"/>
        </w:rPr>
        <w:t>used in analyzing and coding the collected data, and provide verification procedures</w:t>
      </w:r>
      <w:r>
        <w:rPr>
          <w:rStyle w:val="TimesNewRomanPS8pt"/>
          <w:rFonts w:ascii="Times New Roman" w:hAnsi="Times New Roman"/>
          <w:sz w:val="24"/>
        </w:rPr>
        <w:t xml:space="preserve"> </w:t>
      </w:r>
      <w:r w:rsidRPr="00A85C31">
        <w:rPr>
          <w:rStyle w:val="TimesNewRomanPS8pt"/>
          <w:rFonts w:ascii="Times New Roman" w:hAnsi="Times New Roman"/>
          <w:sz w:val="24"/>
        </w:rPr>
        <w:t xml:space="preserve">to ensure that the data </w:t>
      </w:r>
      <w:r w:rsidR="0015743A">
        <w:rPr>
          <w:rStyle w:val="TimesNewRomanPS8pt"/>
          <w:rFonts w:ascii="Times New Roman" w:hAnsi="Times New Roman"/>
          <w:sz w:val="24"/>
        </w:rPr>
        <w:t>are</w:t>
      </w:r>
      <w:r w:rsidRPr="00A85C31">
        <w:rPr>
          <w:rStyle w:val="TimesNewRomanPS8pt"/>
          <w:rFonts w:ascii="Times New Roman" w:hAnsi="Times New Roman"/>
          <w:sz w:val="24"/>
        </w:rPr>
        <w:t xml:space="preserve"> accurate.</w:t>
      </w:r>
    </w:p>
    <w:p w:rsidR="0043634E" w:rsidRPr="00A85C31" w:rsidRDefault="003E3022" w:rsidP="0043634E">
      <w:pPr>
        <w:pStyle w:val="customheading2"/>
        <w:numPr>
          <w:ilvl w:val="0"/>
          <w:numId w:val="24"/>
        </w:numPr>
        <w:jc w:val="left"/>
        <w:rPr>
          <w:rStyle w:val="TimesNewRomanPS8pt"/>
          <w:rFonts w:ascii="Times New Roman" w:hAnsi="Times New Roman"/>
          <w:sz w:val="24"/>
        </w:rPr>
      </w:pPr>
      <w:r>
        <w:rPr>
          <w:rStyle w:val="TimesNewRomanPS8pt"/>
          <w:rFonts w:ascii="Times New Roman" w:hAnsi="Times New Roman"/>
          <w:sz w:val="24"/>
        </w:rPr>
        <w:t>Present results (oral presentation and/or written report).</w:t>
      </w:r>
    </w:p>
    <w:p w:rsidR="0024569A" w:rsidRDefault="0024569A" w:rsidP="00687ECA">
      <w:pPr>
        <w:widowControl w:val="0"/>
        <w:autoSpaceDE w:val="0"/>
        <w:autoSpaceDN w:val="0"/>
        <w:adjustRightInd w:val="0"/>
        <w:ind w:left="360" w:hanging="360"/>
      </w:pPr>
    </w:p>
    <w:p w:rsidR="00521028" w:rsidRPr="003B3967" w:rsidRDefault="00521028" w:rsidP="00687ECA">
      <w:pPr>
        <w:widowControl w:val="0"/>
        <w:autoSpaceDE w:val="0"/>
        <w:autoSpaceDN w:val="0"/>
        <w:adjustRightInd w:val="0"/>
        <w:ind w:left="360" w:hanging="360"/>
      </w:pPr>
    </w:p>
    <w:p w:rsidR="00687ECA" w:rsidRPr="00687ECA" w:rsidRDefault="00687ECA" w:rsidP="00687ECA">
      <w:pPr>
        <w:widowControl w:val="0"/>
        <w:autoSpaceDE w:val="0"/>
        <w:autoSpaceDN w:val="0"/>
        <w:adjustRightInd w:val="0"/>
        <w:ind w:left="360" w:hanging="360"/>
        <w:rPr>
          <w:b/>
          <w:bCs/>
        </w:rPr>
      </w:pPr>
      <w:r>
        <w:rPr>
          <w:b/>
          <w:bCs/>
        </w:rPr>
        <w:t>6</w:t>
      </w:r>
      <w:r w:rsidRPr="003B3967">
        <w:rPr>
          <w:b/>
          <w:bCs/>
        </w:rPr>
        <w:tab/>
      </w:r>
      <w:r w:rsidRPr="0054631C">
        <w:rPr>
          <w:bCs/>
          <w:i/>
        </w:rPr>
        <w:t xml:space="preserve">Suppose that your role in a research project were to perform statistical analyses and help explain them for the research report. You realize later that, of the many dozens of analyses </w:t>
      </w:r>
      <w:r w:rsidRPr="0054631C">
        <w:rPr>
          <w:bCs/>
          <w:i/>
        </w:rPr>
        <w:lastRenderedPageBreak/>
        <w:t>run, only those explicitly supporting a costly departmental expansion—and not those that either failed to support it or called it directly into question—were included in the final report put together by other members of the research team to be read by upper management. What might you do, and how would it affect how you carried out future analyses?</w:t>
      </w:r>
    </w:p>
    <w:p w:rsidR="00E62F79" w:rsidRDefault="00E62F79" w:rsidP="00D61F68">
      <w:pPr>
        <w:pStyle w:val="customheading2"/>
        <w:jc w:val="left"/>
        <w:rPr>
          <w:rStyle w:val="TimesNewRomanPS8pt"/>
          <w:rFonts w:ascii="Times New Roman" w:hAnsi="Times New Roman"/>
          <w:sz w:val="24"/>
          <w:highlight w:val="yellow"/>
        </w:rPr>
      </w:pPr>
    </w:p>
    <w:p w:rsidR="004E3990" w:rsidRDefault="005E4BD3" w:rsidP="001B1A18">
      <w:pPr>
        <w:pStyle w:val="customheading2"/>
        <w:jc w:val="left"/>
        <w:rPr>
          <w:rStyle w:val="TimesNewRomanPS8pt"/>
          <w:rFonts w:ascii="Times New Roman" w:hAnsi="Times New Roman"/>
          <w:sz w:val="24"/>
        </w:rPr>
      </w:pPr>
      <w:r>
        <w:rPr>
          <w:rStyle w:val="TimesNewRomanPS8pt"/>
          <w:rFonts w:ascii="Times New Roman" w:hAnsi="Times New Roman"/>
          <w:sz w:val="24"/>
        </w:rPr>
        <w:t xml:space="preserve">Answers will vary, </w:t>
      </w:r>
      <w:r w:rsidRPr="005E4BD3">
        <w:rPr>
          <w:rStyle w:val="TimesNewRomanPS8pt"/>
          <w:rFonts w:ascii="Times New Roman" w:hAnsi="Times New Roman"/>
          <w:sz w:val="24"/>
        </w:rPr>
        <w:t>as they will necessarily reflect students’ individual senses of ethics</w:t>
      </w:r>
      <w:r>
        <w:rPr>
          <w:rStyle w:val="TimesNewRomanPS8pt"/>
          <w:rFonts w:ascii="Times New Roman" w:hAnsi="Times New Roman"/>
          <w:sz w:val="24"/>
        </w:rPr>
        <w:t>.</w:t>
      </w:r>
      <w:r w:rsidR="00AF4FF4" w:rsidRPr="00DD0CBE">
        <w:rPr>
          <w:rStyle w:val="TimesNewRomanPS8pt"/>
          <w:rFonts w:ascii="Times New Roman" w:hAnsi="Times New Roman"/>
          <w:sz w:val="24"/>
        </w:rPr>
        <w:t xml:space="preserve"> The choices would include keeping silent in deference to fellow researchers, confronting this issue with those responsible, bringing it to the attention of a trusted manager, and in some cases even whistle-blowing to the outside world. Options for the future might include greater vigilance in noticing such a situation earlier, building connections with those involved in decision-making in order to educate them on the dangers of such a course of action as well as the value of impeccable marketing research, greater involvement in the writing of future reports, and leaving the company if its standards for behavior remain at an unacceptable level.</w:t>
      </w:r>
    </w:p>
    <w:p w:rsidR="009772DB" w:rsidRDefault="009772DB" w:rsidP="001B1A18">
      <w:pPr>
        <w:pStyle w:val="customheading2"/>
        <w:jc w:val="left"/>
        <w:rPr>
          <w:rStyle w:val="TimesNewRomanPS8pt"/>
          <w:rFonts w:ascii="Times New Roman" w:hAnsi="Times New Roman"/>
          <w:sz w:val="24"/>
        </w:rPr>
      </w:pPr>
    </w:p>
    <w:p w:rsidR="001B1A18" w:rsidRPr="00595802" w:rsidRDefault="004E3990" w:rsidP="001B1A18">
      <w:pPr>
        <w:pStyle w:val="customheading2"/>
        <w:jc w:val="left"/>
        <w:rPr>
          <w:rStyle w:val="TimesNewRomanPS8pt"/>
          <w:rFonts w:ascii="Times New Roman" w:hAnsi="Times New Roman"/>
          <w:sz w:val="24"/>
        </w:rPr>
      </w:pPr>
      <w:r w:rsidRPr="00595802">
        <w:rPr>
          <w:rStyle w:val="TimesNewRomanPS8pt"/>
          <w:rFonts w:ascii="Times New Roman" w:hAnsi="Times New Roman"/>
          <w:sz w:val="24"/>
        </w:rPr>
        <w:t xml:space="preserve">Because such discussion </w:t>
      </w:r>
      <w:r w:rsidR="002422F3" w:rsidRPr="00595802">
        <w:rPr>
          <w:rStyle w:val="TimesNewRomanPS8pt"/>
          <w:rFonts w:ascii="Times New Roman" w:hAnsi="Times New Roman"/>
          <w:sz w:val="24"/>
        </w:rPr>
        <w:t>often</w:t>
      </w:r>
      <w:r w:rsidRPr="00595802">
        <w:rPr>
          <w:rStyle w:val="TimesNewRomanPS8pt"/>
          <w:rFonts w:ascii="Times New Roman" w:hAnsi="Times New Roman"/>
          <w:sz w:val="24"/>
        </w:rPr>
        <w:t xml:space="preserve"> touches on internal politics within companies, </w:t>
      </w:r>
      <w:r w:rsidR="0024569A" w:rsidRPr="00595802">
        <w:rPr>
          <w:rStyle w:val="TimesNewRomanPS8pt"/>
          <w:rFonts w:ascii="Times New Roman" w:hAnsi="Times New Roman"/>
          <w:sz w:val="24"/>
        </w:rPr>
        <w:t>the instructor may wish to connect it to discussion of</w:t>
      </w:r>
      <w:r w:rsidRPr="00595802">
        <w:rPr>
          <w:rStyle w:val="TimesNewRomanPS8pt"/>
          <w:rFonts w:ascii="Times New Roman" w:hAnsi="Times New Roman"/>
          <w:sz w:val="24"/>
        </w:rPr>
        <w:t xml:space="preserve"> Marketing Research Focus 1.4, Handling Common Differences between Researchers and Marketers, on page 22, and Case 1.5, Ethical Dimensions in Marketing Research on page </w:t>
      </w:r>
      <w:r w:rsidR="002422F3" w:rsidRPr="00595802">
        <w:rPr>
          <w:rStyle w:val="TimesNewRomanPS8pt"/>
          <w:rFonts w:ascii="Times New Roman" w:hAnsi="Times New Roman"/>
          <w:sz w:val="24"/>
        </w:rPr>
        <w:t>171</w:t>
      </w:r>
      <w:r w:rsidRPr="00595802">
        <w:rPr>
          <w:rStyle w:val="TimesNewRomanPS8pt"/>
          <w:rFonts w:ascii="Times New Roman" w:hAnsi="Times New Roman"/>
          <w:sz w:val="24"/>
        </w:rPr>
        <w:t>.</w:t>
      </w:r>
    </w:p>
    <w:p w:rsidR="0024569A" w:rsidRDefault="0024569A" w:rsidP="00D61F68">
      <w:pPr>
        <w:pStyle w:val="customheading2"/>
        <w:jc w:val="left"/>
        <w:rPr>
          <w:rStyle w:val="TimesNewRomanPS8pt"/>
          <w:rFonts w:ascii="Times New Roman" w:hAnsi="Times New Roman"/>
          <w:sz w:val="24"/>
          <w:highlight w:val="yellow"/>
        </w:rPr>
      </w:pPr>
    </w:p>
    <w:p w:rsidR="00F03DF5" w:rsidRDefault="00F03DF5" w:rsidP="00D61F68">
      <w:pPr>
        <w:pStyle w:val="customheading2"/>
        <w:jc w:val="left"/>
        <w:rPr>
          <w:rStyle w:val="TimesNewRomanPS8pt"/>
          <w:rFonts w:ascii="Times New Roman" w:hAnsi="Times New Roman"/>
          <w:sz w:val="24"/>
          <w:highlight w:val="yellow"/>
        </w:rPr>
      </w:pPr>
    </w:p>
    <w:p w:rsidR="002D5A00" w:rsidRPr="003C725C" w:rsidRDefault="008A1EFE" w:rsidP="002D5A00">
      <w:pPr>
        <w:pStyle w:val="customheading2"/>
        <w:jc w:val="left"/>
        <w:rPr>
          <w:rStyle w:val="TimesNewRomanPS8pt"/>
          <w:rFonts w:ascii="Times New Roman" w:hAnsi="Times New Roman"/>
          <w:b/>
          <w:sz w:val="24"/>
          <w:highlight w:val="yellow"/>
        </w:rPr>
      </w:pPr>
      <w:r>
        <w:rPr>
          <w:rStyle w:val="TimesNewRomanPS8pt"/>
          <w:rFonts w:ascii="Times New Roman" w:hAnsi="Times New Roman"/>
          <w:b/>
          <w:sz w:val="24"/>
        </w:rPr>
        <w:br w:type="page"/>
      </w:r>
      <w:r w:rsidR="002D5A00" w:rsidRPr="002D5A00">
        <w:rPr>
          <w:rStyle w:val="TimesNewRomanPS8pt"/>
          <w:rFonts w:ascii="Times New Roman" w:hAnsi="Times New Roman"/>
          <w:b/>
          <w:sz w:val="24"/>
        </w:rPr>
        <w:lastRenderedPageBreak/>
        <w:t>REVIEW</w:t>
      </w:r>
      <w:r w:rsidR="002D5A00" w:rsidRPr="003C725C">
        <w:rPr>
          <w:rStyle w:val="TimesNewRomanPS8pt"/>
          <w:rFonts w:ascii="Times New Roman" w:hAnsi="Times New Roman"/>
          <w:b/>
          <w:sz w:val="24"/>
        </w:rPr>
        <w:t xml:space="preserve"> QUESTIONS</w:t>
      </w:r>
    </w:p>
    <w:p w:rsidR="00C072B3" w:rsidRPr="00E24B2D" w:rsidRDefault="00C072B3" w:rsidP="002D5A00">
      <w:pPr>
        <w:pStyle w:val="customheading2"/>
        <w:jc w:val="left"/>
        <w:rPr>
          <w:rStyle w:val="Helvetica12pt"/>
          <w:rFonts w:ascii="Times New Roman" w:hAnsi="Times New Roman"/>
        </w:rPr>
      </w:pPr>
    </w:p>
    <w:p w:rsidR="00D61F68" w:rsidRPr="009C2953" w:rsidRDefault="00D61F68" w:rsidP="00D61F68">
      <w:pPr>
        <w:tabs>
          <w:tab w:val="left" w:pos="360"/>
        </w:tabs>
        <w:autoSpaceDE w:val="0"/>
        <w:autoSpaceDN w:val="0"/>
        <w:adjustRightInd w:val="0"/>
        <w:ind w:left="360" w:hanging="360"/>
      </w:pPr>
      <w:r w:rsidRPr="009C2953">
        <w:rPr>
          <w:b/>
        </w:rPr>
        <w:t>1</w:t>
      </w:r>
      <w:r w:rsidRPr="009C2953">
        <w:tab/>
        <w:t>Which of the following is not an example of statistical reasoning?</w:t>
      </w:r>
    </w:p>
    <w:p w:rsidR="00D61F68" w:rsidRPr="009C2953" w:rsidRDefault="00D61F68" w:rsidP="00D61F68">
      <w:pPr>
        <w:tabs>
          <w:tab w:val="left" w:pos="720"/>
        </w:tabs>
        <w:autoSpaceDE w:val="0"/>
        <w:autoSpaceDN w:val="0"/>
        <w:adjustRightInd w:val="0"/>
        <w:ind w:left="720" w:hanging="360"/>
      </w:pPr>
      <w:r w:rsidRPr="009C2953">
        <w:rPr>
          <w:b/>
        </w:rPr>
        <w:t>a</w:t>
      </w:r>
      <w:r w:rsidRPr="009C2953">
        <w:rPr>
          <w:b/>
        </w:rPr>
        <w:tab/>
      </w:r>
      <w:r w:rsidRPr="009C2953">
        <w:t>What are the chances of that happening?</w:t>
      </w:r>
    </w:p>
    <w:p w:rsidR="00D61F68" w:rsidRPr="009C2953" w:rsidRDefault="00D61F68" w:rsidP="00D61F68">
      <w:pPr>
        <w:tabs>
          <w:tab w:val="left" w:pos="720"/>
        </w:tabs>
        <w:autoSpaceDE w:val="0"/>
        <w:autoSpaceDN w:val="0"/>
        <w:adjustRightInd w:val="0"/>
        <w:ind w:left="720" w:hanging="360"/>
      </w:pPr>
      <w:proofErr w:type="gramStart"/>
      <w:r w:rsidRPr="009C2953">
        <w:rPr>
          <w:b/>
        </w:rPr>
        <w:t>b</w:t>
      </w:r>
      <w:proofErr w:type="gramEnd"/>
      <w:r w:rsidRPr="009C2953">
        <w:rPr>
          <w:b/>
        </w:rPr>
        <w:tab/>
      </w:r>
      <w:r w:rsidR="008A1EFE">
        <w:t>C</w:t>
      </w:r>
      <w:r w:rsidRPr="009C2953">
        <w:t>andidate B received 16 votes out of 19</w:t>
      </w:r>
    </w:p>
    <w:p w:rsidR="00D61F68" w:rsidRPr="009C2953" w:rsidRDefault="00D61F68" w:rsidP="00D61F68">
      <w:pPr>
        <w:tabs>
          <w:tab w:val="left" w:pos="720"/>
        </w:tabs>
        <w:autoSpaceDE w:val="0"/>
        <w:autoSpaceDN w:val="0"/>
        <w:adjustRightInd w:val="0"/>
        <w:ind w:left="720" w:hanging="360"/>
      </w:pPr>
      <w:r w:rsidRPr="009C2953">
        <w:rPr>
          <w:b/>
        </w:rPr>
        <w:t>c</w:t>
      </w:r>
      <w:r w:rsidRPr="009C2953">
        <w:rPr>
          <w:b/>
        </w:rPr>
        <w:tab/>
      </w:r>
      <w:r w:rsidRPr="009C2953">
        <w:t>We</w:t>
      </w:r>
      <w:r w:rsidR="0027727C">
        <w:t>’</w:t>
      </w:r>
      <w:r w:rsidRPr="009C2953">
        <w:t>re more likely to get what we want if we don</w:t>
      </w:r>
      <w:r w:rsidR="0027727C">
        <w:t>’</w:t>
      </w:r>
      <w:r w:rsidRPr="009C2953">
        <w:t>t compromise up front.</w:t>
      </w:r>
    </w:p>
    <w:p w:rsidR="00D61F68" w:rsidRPr="009C2953" w:rsidRDefault="00D61F68" w:rsidP="00D61F68">
      <w:pPr>
        <w:tabs>
          <w:tab w:val="left" w:pos="720"/>
        </w:tabs>
        <w:autoSpaceDE w:val="0"/>
        <w:autoSpaceDN w:val="0"/>
        <w:adjustRightInd w:val="0"/>
        <w:ind w:left="720" w:hanging="360"/>
      </w:pPr>
      <w:r w:rsidRPr="009C2953">
        <w:rPr>
          <w:b/>
        </w:rPr>
        <w:t>d</w:t>
      </w:r>
      <w:r w:rsidRPr="009C2953">
        <w:rPr>
          <w:b/>
        </w:rPr>
        <w:tab/>
      </w:r>
      <w:r w:rsidRPr="009C2953">
        <w:t>Is there enough interest in this idea to be worth going ahead with it?</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b</w:t>
      </w:r>
    </w:p>
    <w:p w:rsidR="00D61F68" w:rsidRPr="009C2953" w:rsidRDefault="00D61F68" w:rsidP="00D61F68">
      <w:pPr>
        <w:tabs>
          <w:tab w:val="left" w:pos="720"/>
        </w:tabs>
        <w:autoSpaceDE w:val="0"/>
        <w:autoSpaceDN w:val="0"/>
        <w:adjustRightInd w:val="0"/>
      </w:pPr>
      <w:r w:rsidRPr="009C2953">
        <w:t>Rationale: Statement b merely states data, without using any kind of statistical reasoning regarding that data. Question a asks for an evaluation of the probability of a certain event happening. Statement c interprets the chances of a certain outcome based on one course of action. Question d asks for an evaluation of a course of action based on available data regarding the proportion of people interested in that course of action. See Marketing Research Focus 1</w:t>
      </w:r>
      <w:r w:rsidR="00FE7DE4" w:rsidRPr="009C2953">
        <w:t>.1,</w:t>
      </w:r>
      <w:r w:rsidRPr="009C2953">
        <w:t xml:space="preserve"> What </w:t>
      </w:r>
      <w:r w:rsidR="008A1EFE">
        <w:t>I</w:t>
      </w:r>
      <w:r w:rsidRPr="009C2953">
        <w:t>s Research</w:t>
      </w:r>
      <w:r w:rsidR="008A1EFE">
        <w:t>?</w:t>
      </w:r>
    </w:p>
    <w:p w:rsidR="007820D1" w:rsidRPr="009C2953" w:rsidRDefault="007820D1" w:rsidP="00D61F68">
      <w:pPr>
        <w:tabs>
          <w:tab w:val="left" w:pos="360"/>
        </w:tabs>
        <w:autoSpaceDE w:val="0"/>
        <w:autoSpaceDN w:val="0"/>
        <w:adjustRightInd w:val="0"/>
        <w:ind w:left="360" w:hanging="360"/>
        <w:rPr>
          <w:b/>
        </w:rPr>
      </w:pPr>
    </w:p>
    <w:p w:rsidR="00D61F68" w:rsidRPr="009C2953" w:rsidRDefault="00D61F68" w:rsidP="00D61F68">
      <w:pPr>
        <w:tabs>
          <w:tab w:val="left" w:pos="360"/>
        </w:tabs>
        <w:autoSpaceDE w:val="0"/>
        <w:autoSpaceDN w:val="0"/>
        <w:adjustRightInd w:val="0"/>
        <w:ind w:left="360" w:hanging="360"/>
      </w:pPr>
      <w:r w:rsidRPr="009C2953">
        <w:rPr>
          <w:b/>
        </w:rPr>
        <w:t>2</w:t>
      </w:r>
      <w:r w:rsidRPr="009C2953">
        <w:tab/>
        <w:t>Over which independent variables does a company exert control?</w:t>
      </w:r>
    </w:p>
    <w:p w:rsidR="00D61F68" w:rsidRPr="009C2953" w:rsidRDefault="00D61F68" w:rsidP="00D61F68">
      <w:pPr>
        <w:tabs>
          <w:tab w:val="left" w:pos="720"/>
        </w:tabs>
        <w:autoSpaceDE w:val="0"/>
        <w:autoSpaceDN w:val="0"/>
        <w:adjustRightInd w:val="0"/>
        <w:ind w:left="720" w:hanging="360"/>
      </w:pPr>
      <w:r w:rsidRPr="009C2953">
        <w:rPr>
          <w:b/>
        </w:rPr>
        <w:t>a</w:t>
      </w:r>
      <w:r w:rsidRPr="009C2953">
        <w:rPr>
          <w:b/>
        </w:rPr>
        <w:tab/>
      </w:r>
      <w:r w:rsidRPr="009C2953">
        <w:t>marketing mix</w:t>
      </w:r>
    </w:p>
    <w:p w:rsidR="00D61F68" w:rsidRPr="009C2953" w:rsidRDefault="00D61F68" w:rsidP="00D61F68">
      <w:pPr>
        <w:tabs>
          <w:tab w:val="left" w:pos="720"/>
        </w:tabs>
        <w:autoSpaceDE w:val="0"/>
        <w:autoSpaceDN w:val="0"/>
        <w:adjustRightInd w:val="0"/>
        <w:ind w:left="720" w:hanging="360"/>
      </w:pPr>
      <w:r w:rsidRPr="009C2953">
        <w:rPr>
          <w:b/>
        </w:rPr>
        <w:t>b</w:t>
      </w:r>
      <w:r w:rsidRPr="009C2953">
        <w:rPr>
          <w:b/>
        </w:rPr>
        <w:tab/>
      </w:r>
      <w:r w:rsidRPr="009C2953">
        <w:t>performance measures</w:t>
      </w:r>
    </w:p>
    <w:p w:rsidR="00D61F68" w:rsidRPr="009C2953" w:rsidRDefault="00D61F68" w:rsidP="00D61F68">
      <w:pPr>
        <w:tabs>
          <w:tab w:val="left" w:pos="720"/>
        </w:tabs>
        <w:autoSpaceDE w:val="0"/>
        <w:autoSpaceDN w:val="0"/>
        <w:adjustRightInd w:val="0"/>
        <w:ind w:left="720" w:hanging="360"/>
      </w:pPr>
      <w:r w:rsidRPr="009C2953">
        <w:rPr>
          <w:b/>
        </w:rPr>
        <w:t>c</w:t>
      </w:r>
      <w:r w:rsidRPr="009C2953">
        <w:rPr>
          <w:b/>
        </w:rPr>
        <w:tab/>
      </w:r>
      <w:r w:rsidRPr="009C2953">
        <w:t>situational variables</w:t>
      </w:r>
    </w:p>
    <w:p w:rsidR="00D61F68" w:rsidRPr="009C2953" w:rsidRDefault="00D61F68" w:rsidP="00D61F68">
      <w:pPr>
        <w:tabs>
          <w:tab w:val="left" w:pos="720"/>
        </w:tabs>
        <w:autoSpaceDE w:val="0"/>
        <w:autoSpaceDN w:val="0"/>
        <w:adjustRightInd w:val="0"/>
        <w:ind w:left="720" w:hanging="360"/>
      </w:pPr>
      <w:r w:rsidRPr="009C2953">
        <w:rPr>
          <w:b/>
        </w:rPr>
        <w:t>d</w:t>
      </w:r>
      <w:r w:rsidRPr="009C2953">
        <w:rPr>
          <w:b/>
        </w:rPr>
        <w:tab/>
      </w:r>
      <w:r w:rsidRPr="009C2953">
        <w:t>all independent variables</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a</w:t>
      </w:r>
    </w:p>
    <w:p w:rsidR="00D61F68" w:rsidRPr="009C2953" w:rsidRDefault="00D61F68" w:rsidP="00D61F68">
      <w:pPr>
        <w:tabs>
          <w:tab w:val="left" w:pos="720"/>
        </w:tabs>
        <w:autoSpaceDE w:val="0"/>
        <w:autoSpaceDN w:val="0"/>
        <w:adjustRightInd w:val="0"/>
      </w:pPr>
      <w:r w:rsidRPr="009C2953">
        <w:t>Rationale: Performance measures are variables dependent on the behavioral response. Situational variables are not controllable. Independent variables include both the marketing mix and the uncontrollable situational variables.</w:t>
      </w:r>
    </w:p>
    <w:p w:rsidR="00D61F68" w:rsidRPr="009C2953" w:rsidRDefault="00D61F68" w:rsidP="00D61F68">
      <w:pPr>
        <w:tabs>
          <w:tab w:val="left" w:pos="720"/>
        </w:tabs>
        <w:autoSpaceDE w:val="0"/>
        <w:autoSpaceDN w:val="0"/>
        <w:adjustRightInd w:val="0"/>
      </w:pPr>
    </w:p>
    <w:p w:rsidR="00D61F68" w:rsidRPr="009C2953" w:rsidRDefault="00D61F68" w:rsidP="00D61F68">
      <w:pPr>
        <w:tabs>
          <w:tab w:val="left" w:pos="360"/>
        </w:tabs>
        <w:autoSpaceDE w:val="0"/>
        <w:autoSpaceDN w:val="0"/>
        <w:adjustRightInd w:val="0"/>
        <w:ind w:left="360" w:hanging="360"/>
      </w:pPr>
      <w:r w:rsidRPr="009C2953">
        <w:rPr>
          <w:b/>
        </w:rPr>
        <w:t>3</w:t>
      </w:r>
      <w:r w:rsidRPr="009C2953">
        <w:tab/>
        <w:t>What distinguishes marketing research from what is usually referred to as market research, as well as other sorts of social science research?</w:t>
      </w:r>
    </w:p>
    <w:p w:rsidR="00D61F68" w:rsidRPr="009C2953" w:rsidRDefault="00D61F68" w:rsidP="00D61F68">
      <w:pPr>
        <w:tabs>
          <w:tab w:val="left" w:pos="720"/>
        </w:tabs>
        <w:autoSpaceDE w:val="0"/>
        <w:autoSpaceDN w:val="0"/>
        <w:adjustRightInd w:val="0"/>
        <w:ind w:left="720" w:hanging="360"/>
      </w:pPr>
      <w:r w:rsidRPr="009C2953">
        <w:rPr>
          <w:b/>
        </w:rPr>
        <w:t>a</w:t>
      </w:r>
      <w:r w:rsidRPr="009C2953">
        <w:rPr>
          <w:b/>
        </w:rPr>
        <w:tab/>
      </w:r>
      <w:r w:rsidRPr="009C2953">
        <w:t>the application of rigorous methodology</w:t>
      </w:r>
    </w:p>
    <w:p w:rsidR="00D61F68" w:rsidRPr="009C2953" w:rsidRDefault="00D61F68" w:rsidP="00D61F68">
      <w:pPr>
        <w:tabs>
          <w:tab w:val="left" w:pos="720"/>
        </w:tabs>
        <w:autoSpaceDE w:val="0"/>
        <w:autoSpaceDN w:val="0"/>
        <w:adjustRightInd w:val="0"/>
        <w:ind w:left="720" w:hanging="360"/>
      </w:pPr>
      <w:r w:rsidRPr="009C2953">
        <w:rPr>
          <w:b/>
        </w:rPr>
        <w:t>b</w:t>
      </w:r>
      <w:r w:rsidRPr="009C2953">
        <w:rPr>
          <w:b/>
        </w:rPr>
        <w:tab/>
      </w:r>
      <w:r w:rsidRPr="009C2953">
        <w:t>focus on managerial decision making, broader than markets and consumers</w:t>
      </w:r>
    </w:p>
    <w:p w:rsidR="00D61F68" w:rsidRPr="009C2953" w:rsidRDefault="00D61F68" w:rsidP="00D61F68">
      <w:pPr>
        <w:tabs>
          <w:tab w:val="left" w:pos="720"/>
        </w:tabs>
        <w:autoSpaceDE w:val="0"/>
        <w:autoSpaceDN w:val="0"/>
        <w:adjustRightInd w:val="0"/>
        <w:ind w:left="720" w:hanging="360"/>
      </w:pPr>
      <w:r w:rsidRPr="009C2953">
        <w:rPr>
          <w:b/>
        </w:rPr>
        <w:t>c</w:t>
      </w:r>
      <w:r w:rsidRPr="009C2953">
        <w:rPr>
          <w:b/>
        </w:rPr>
        <w:tab/>
      </w:r>
      <w:r w:rsidRPr="009C2953">
        <w:t>the systematic collection of multiple, different types of data</w:t>
      </w:r>
    </w:p>
    <w:p w:rsidR="00D61F68" w:rsidRPr="009C2953" w:rsidRDefault="00D61F68" w:rsidP="00D61F68">
      <w:pPr>
        <w:tabs>
          <w:tab w:val="left" w:pos="720"/>
        </w:tabs>
        <w:autoSpaceDE w:val="0"/>
        <w:autoSpaceDN w:val="0"/>
        <w:adjustRightInd w:val="0"/>
        <w:ind w:left="720" w:hanging="360"/>
      </w:pPr>
      <w:r w:rsidRPr="009C2953">
        <w:rPr>
          <w:b/>
        </w:rPr>
        <w:t>d</w:t>
      </w:r>
      <w:r w:rsidRPr="009C2953">
        <w:rPr>
          <w:b/>
        </w:rPr>
        <w:tab/>
      </w:r>
      <w:r w:rsidRPr="009C2953">
        <w:t>the overall approach to data processing and statistical analysis</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b</w:t>
      </w:r>
    </w:p>
    <w:p w:rsidR="00D61F68" w:rsidRPr="009C2953" w:rsidRDefault="00D61F68" w:rsidP="00D61F68">
      <w:pPr>
        <w:tabs>
          <w:tab w:val="left" w:pos="720"/>
        </w:tabs>
        <w:autoSpaceDE w:val="0"/>
        <w:autoSpaceDN w:val="0"/>
        <w:adjustRightInd w:val="0"/>
      </w:pPr>
      <w:r w:rsidRPr="009C2953">
        <w:t>Rationale: All forms of research, if carried out well, rely on rigorous methodology, data processing, multiple data types, and statistical analysis. Marketing research is distinguished by the emphasis on supporting the decision-making process.</w:t>
      </w:r>
    </w:p>
    <w:p w:rsidR="009C2953" w:rsidRPr="009C2953" w:rsidRDefault="009C2953" w:rsidP="00D61F68">
      <w:pPr>
        <w:tabs>
          <w:tab w:val="left" w:pos="360"/>
        </w:tabs>
        <w:autoSpaceDE w:val="0"/>
        <w:autoSpaceDN w:val="0"/>
        <w:adjustRightInd w:val="0"/>
        <w:ind w:left="360" w:hanging="360"/>
      </w:pPr>
    </w:p>
    <w:p w:rsidR="00D61F68" w:rsidRPr="009C2953" w:rsidRDefault="00D61F68" w:rsidP="00D61F68">
      <w:pPr>
        <w:tabs>
          <w:tab w:val="left" w:pos="360"/>
        </w:tabs>
        <w:autoSpaceDE w:val="0"/>
        <w:autoSpaceDN w:val="0"/>
        <w:adjustRightInd w:val="0"/>
        <w:ind w:left="360" w:hanging="360"/>
      </w:pPr>
      <w:r w:rsidRPr="009C2953">
        <w:rPr>
          <w:b/>
        </w:rPr>
        <w:t>4</w:t>
      </w:r>
      <w:r w:rsidRPr="009C2953">
        <w:tab/>
        <w:t>Which of the following data are most likely to be considered information for someone anticipating voting in an upcoming election?</w:t>
      </w:r>
    </w:p>
    <w:p w:rsidR="00D61F68" w:rsidRPr="009C2953" w:rsidRDefault="00D61F68" w:rsidP="00D61F68">
      <w:pPr>
        <w:tabs>
          <w:tab w:val="left" w:pos="720"/>
        </w:tabs>
        <w:autoSpaceDE w:val="0"/>
        <w:autoSpaceDN w:val="0"/>
        <w:adjustRightInd w:val="0"/>
        <w:ind w:left="720" w:hanging="360"/>
      </w:pPr>
      <w:r w:rsidRPr="009C2953">
        <w:rPr>
          <w:b/>
        </w:rPr>
        <w:t xml:space="preserve">a </w:t>
      </w:r>
      <w:r w:rsidRPr="009C2953">
        <w:rPr>
          <w:b/>
        </w:rPr>
        <w:tab/>
      </w:r>
      <w:r w:rsidRPr="009C2953">
        <w:t>the number of people voting, according to recent polls</w:t>
      </w:r>
    </w:p>
    <w:p w:rsidR="00D61F68" w:rsidRPr="009C2953" w:rsidRDefault="00D61F68" w:rsidP="00D61F68">
      <w:pPr>
        <w:tabs>
          <w:tab w:val="left" w:pos="720"/>
        </w:tabs>
        <w:autoSpaceDE w:val="0"/>
        <w:autoSpaceDN w:val="0"/>
        <w:adjustRightInd w:val="0"/>
        <w:ind w:left="720" w:hanging="360"/>
      </w:pPr>
      <w:r w:rsidRPr="009C2953">
        <w:rPr>
          <w:b/>
        </w:rPr>
        <w:t>b</w:t>
      </w:r>
      <w:r w:rsidRPr="009C2953">
        <w:rPr>
          <w:b/>
        </w:rPr>
        <w:tab/>
      </w:r>
      <w:r w:rsidRPr="009C2953">
        <w:t>the prior occupations of the candidates</w:t>
      </w:r>
      <w:r w:rsidR="0027727C">
        <w:t>’</w:t>
      </w:r>
      <w:r w:rsidRPr="009C2953">
        <w:t xml:space="preserve"> staff</w:t>
      </w:r>
    </w:p>
    <w:p w:rsidR="00D61F68" w:rsidRPr="009C2953" w:rsidRDefault="00D61F68" w:rsidP="00D61F68">
      <w:pPr>
        <w:tabs>
          <w:tab w:val="left" w:pos="720"/>
        </w:tabs>
        <w:autoSpaceDE w:val="0"/>
        <w:autoSpaceDN w:val="0"/>
        <w:adjustRightInd w:val="0"/>
        <w:ind w:left="720" w:hanging="360"/>
      </w:pPr>
      <w:r w:rsidRPr="009C2953">
        <w:rPr>
          <w:b/>
        </w:rPr>
        <w:t>c</w:t>
      </w:r>
      <w:r w:rsidRPr="009C2953">
        <w:rPr>
          <w:b/>
        </w:rPr>
        <w:tab/>
      </w:r>
      <w:r w:rsidRPr="009C2953">
        <w:t>the candidates</w:t>
      </w:r>
      <w:r w:rsidR="0027727C">
        <w:t>’</w:t>
      </w:r>
      <w:r w:rsidRPr="009C2953">
        <w:t xml:space="preserve"> stated platforms</w:t>
      </w:r>
    </w:p>
    <w:p w:rsidR="00D61F68" w:rsidRPr="009C2953" w:rsidRDefault="00D61F68" w:rsidP="00D61F68">
      <w:pPr>
        <w:tabs>
          <w:tab w:val="left" w:pos="720"/>
        </w:tabs>
        <w:autoSpaceDE w:val="0"/>
        <w:autoSpaceDN w:val="0"/>
        <w:adjustRightInd w:val="0"/>
        <w:ind w:left="720" w:hanging="360"/>
      </w:pPr>
      <w:r w:rsidRPr="009C2953">
        <w:rPr>
          <w:b/>
        </w:rPr>
        <w:t>d</w:t>
      </w:r>
      <w:r w:rsidRPr="009C2953">
        <w:rPr>
          <w:b/>
        </w:rPr>
        <w:tab/>
      </w:r>
      <w:r w:rsidRPr="009C2953">
        <w:t>the countries that candidates have visited recently</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c</w:t>
      </w:r>
    </w:p>
    <w:p w:rsidR="00D61F68" w:rsidRPr="009C2953" w:rsidRDefault="00D61F68" w:rsidP="00D61F68">
      <w:pPr>
        <w:tabs>
          <w:tab w:val="left" w:pos="720"/>
        </w:tabs>
        <w:autoSpaceDE w:val="0"/>
        <w:autoSpaceDN w:val="0"/>
        <w:adjustRightInd w:val="0"/>
      </w:pPr>
      <w:r w:rsidRPr="009C2953">
        <w:t>Rationale: Information refers to data which reduce uncertainty in decision situations. Of the listed data sources, the platforms of the candidates are most directly relevant to the decision of whom to vote for.</w:t>
      </w:r>
    </w:p>
    <w:p w:rsidR="009C2953" w:rsidRPr="009C2953" w:rsidRDefault="009C2953" w:rsidP="00D61F68">
      <w:pPr>
        <w:tabs>
          <w:tab w:val="left" w:pos="360"/>
        </w:tabs>
        <w:autoSpaceDE w:val="0"/>
        <w:autoSpaceDN w:val="0"/>
        <w:adjustRightInd w:val="0"/>
        <w:ind w:left="360" w:hanging="360"/>
      </w:pPr>
    </w:p>
    <w:p w:rsidR="00D61F68" w:rsidRPr="009C2953" w:rsidRDefault="00D61F68" w:rsidP="00D61F68">
      <w:pPr>
        <w:tabs>
          <w:tab w:val="left" w:pos="360"/>
        </w:tabs>
        <w:autoSpaceDE w:val="0"/>
        <w:autoSpaceDN w:val="0"/>
        <w:adjustRightInd w:val="0"/>
        <w:ind w:left="360" w:hanging="360"/>
      </w:pPr>
      <w:r w:rsidRPr="009C2953">
        <w:rPr>
          <w:b/>
        </w:rPr>
        <w:t>5</w:t>
      </w:r>
      <w:r w:rsidRPr="009C2953">
        <w:tab/>
        <w:t>Examples of inputs (independent variables) and outputs (dependent variables) studied in marketing research are, respectively:</w:t>
      </w:r>
    </w:p>
    <w:p w:rsidR="00D61F68" w:rsidRPr="009C2953" w:rsidRDefault="00D61F68" w:rsidP="00D61F68">
      <w:pPr>
        <w:tabs>
          <w:tab w:val="left" w:pos="720"/>
        </w:tabs>
        <w:autoSpaceDE w:val="0"/>
        <w:autoSpaceDN w:val="0"/>
        <w:adjustRightInd w:val="0"/>
        <w:ind w:left="720" w:hanging="360"/>
      </w:pPr>
      <w:r w:rsidRPr="009C2953">
        <w:rPr>
          <w:b/>
        </w:rPr>
        <w:t>a</w:t>
      </w:r>
      <w:r w:rsidRPr="009C2953">
        <w:rPr>
          <w:b/>
        </w:rPr>
        <w:tab/>
      </w:r>
      <w:r w:rsidRPr="009C2953">
        <w:t>marketing mix; profits.</w:t>
      </w:r>
    </w:p>
    <w:p w:rsidR="00D61F68" w:rsidRPr="009C2953" w:rsidRDefault="00D61F68" w:rsidP="00D61F68">
      <w:pPr>
        <w:tabs>
          <w:tab w:val="left" w:pos="720"/>
        </w:tabs>
        <w:autoSpaceDE w:val="0"/>
        <w:autoSpaceDN w:val="0"/>
        <w:adjustRightInd w:val="0"/>
        <w:ind w:left="720" w:hanging="360"/>
      </w:pPr>
      <w:r w:rsidRPr="009C2953">
        <w:rPr>
          <w:b/>
        </w:rPr>
        <w:t>b</w:t>
      </w:r>
      <w:r w:rsidRPr="009C2953">
        <w:rPr>
          <w:b/>
        </w:rPr>
        <w:tab/>
      </w:r>
      <w:r w:rsidRPr="009C2953">
        <w:t>performance measures; pricing.</w:t>
      </w:r>
    </w:p>
    <w:p w:rsidR="00D61F68" w:rsidRPr="009C2953" w:rsidRDefault="00D61F68" w:rsidP="00D61F68">
      <w:pPr>
        <w:tabs>
          <w:tab w:val="left" w:pos="720"/>
        </w:tabs>
        <w:autoSpaceDE w:val="0"/>
        <w:autoSpaceDN w:val="0"/>
        <w:adjustRightInd w:val="0"/>
        <w:ind w:left="720" w:hanging="360"/>
      </w:pPr>
      <w:r w:rsidRPr="009C2953">
        <w:rPr>
          <w:b/>
        </w:rPr>
        <w:t>c</w:t>
      </w:r>
      <w:r w:rsidRPr="009C2953">
        <w:rPr>
          <w:b/>
        </w:rPr>
        <w:tab/>
      </w:r>
      <w:r w:rsidRPr="009C2953">
        <w:t>behavioral responses; situational factors.</w:t>
      </w:r>
    </w:p>
    <w:p w:rsidR="00D61F68" w:rsidRPr="009C2953" w:rsidRDefault="00D61F68" w:rsidP="00D61F68">
      <w:pPr>
        <w:tabs>
          <w:tab w:val="left" w:pos="720"/>
        </w:tabs>
        <w:autoSpaceDE w:val="0"/>
        <w:autoSpaceDN w:val="0"/>
        <w:adjustRightInd w:val="0"/>
        <w:ind w:left="720" w:hanging="360"/>
      </w:pPr>
      <w:r w:rsidRPr="009C2953">
        <w:rPr>
          <w:b/>
        </w:rPr>
        <w:t>d</w:t>
      </w:r>
      <w:r w:rsidRPr="009C2953">
        <w:rPr>
          <w:b/>
        </w:rPr>
        <w:tab/>
      </w:r>
      <w:r w:rsidRPr="009C2953">
        <w:t>government regulation; economic climate.</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a</w:t>
      </w:r>
    </w:p>
    <w:p w:rsidR="00D61F68" w:rsidRPr="009C2953" w:rsidRDefault="00D61F68" w:rsidP="00D61F68">
      <w:pPr>
        <w:tabs>
          <w:tab w:val="left" w:pos="720"/>
        </w:tabs>
        <w:autoSpaceDE w:val="0"/>
        <w:autoSpaceDN w:val="0"/>
        <w:adjustRightInd w:val="0"/>
      </w:pPr>
      <w:r w:rsidRPr="009C2953">
        <w:t>Rationale: Inputs/independent variables include situational factors (such as government regulation and economic climate) and the marketing mix; outputs/dependent variables include behavioral responses and performance measures. Marketers wish to relate variables they can either control or measure to those which indicate favorable marketing outcomes, like sales and profit.</w:t>
      </w:r>
    </w:p>
    <w:p w:rsidR="00D61F68" w:rsidRPr="009C2953" w:rsidRDefault="00D61F68" w:rsidP="00D61F68">
      <w:pPr>
        <w:tabs>
          <w:tab w:val="left" w:pos="720"/>
        </w:tabs>
        <w:autoSpaceDE w:val="0"/>
        <w:autoSpaceDN w:val="0"/>
        <w:adjustRightInd w:val="0"/>
      </w:pPr>
    </w:p>
    <w:p w:rsidR="00D61F68" w:rsidRPr="009C2953" w:rsidRDefault="00D61F68" w:rsidP="00D61F68">
      <w:pPr>
        <w:widowControl w:val="0"/>
        <w:autoSpaceDE w:val="0"/>
        <w:autoSpaceDN w:val="0"/>
        <w:adjustRightInd w:val="0"/>
        <w:ind w:left="360" w:hanging="360"/>
      </w:pPr>
      <w:r w:rsidRPr="009C2953">
        <w:rPr>
          <w:b/>
          <w:bCs/>
        </w:rPr>
        <w:t>6</w:t>
      </w:r>
      <w:r w:rsidRPr="009C2953">
        <w:rPr>
          <w:b/>
          <w:bCs/>
        </w:rPr>
        <w:tab/>
      </w:r>
      <w:r w:rsidRPr="009C2953">
        <w:t>The variable cost of a new anti-depressant is $0.50 per pill. The market size is 600,000 pills, and a bottle of 20 pills sells for $35. If the firm decides that marketing research is justified up to 5%, what is the maximum available for marketing research?</w:t>
      </w:r>
    </w:p>
    <w:p w:rsidR="00D61F68" w:rsidRPr="009C2953" w:rsidRDefault="00D61F68" w:rsidP="00D61F68">
      <w:pPr>
        <w:widowControl w:val="0"/>
        <w:autoSpaceDE w:val="0"/>
        <w:autoSpaceDN w:val="0"/>
        <w:adjustRightInd w:val="0"/>
        <w:ind w:left="720" w:hanging="360"/>
      </w:pPr>
      <w:r w:rsidRPr="009C2953">
        <w:rPr>
          <w:b/>
          <w:bCs/>
        </w:rPr>
        <w:t>a</w:t>
      </w:r>
      <w:r w:rsidRPr="009C2953">
        <w:rPr>
          <w:b/>
          <w:bCs/>
        </w:rPr>
        <w:tab/>
      </w:r>
      <w:r w:rsidRPr="009C2953">
        <w:t>$1,050,000</w:t>
      </w:r>
    </w:p>
    <w:p w:rsidR="00D61F68" w:rsidRPr="009C2953" w:rsidRDefault="00D61F68" w:rsidP="00D61F68">
      <w:pPr>
        <w:widowControl w:val="0"/>
        <w:autoSpaceDE w:val="0"/>
        <w:autoSpaceDN w:val="0"/>
        <w:adjustRightInd w:val="0"/>
        <w:ind w:left="720" w:hanging="360"/>
      </w:pPr>
      <w:r w:rsidRPr="009C2953">
        <w:rPr>
          <w:b/>
          <w:bCs/>
        </w:rPr>
        <w:t>b</w:t>
      </w:r>
      <w:r w:rsidRPr="009C2953">
        <w:rPr>
          <w:b/>
          <w:bCs/>
        </w:rPr>
        <w:tab/>
      </w:r>
      <w:r w:rsidRPr="009C2953">
        <w:t>$51,750</w:t>
      </w:r>
    </w:p>
    <w:p w:rsidR="00D61F68" w:rsidRPr="009C2953" w:rsidRDefault="00D61F68" w:rsidP="00D61F68">
      <w:pPr>
        <w:widowControl w:val="0"/>
        <w:autoSpaceDE w:val="0"/>
        <w:autoSpaceDN w:val="0"/>
        <w:adjustRightInd w:val="0"/>
        <w:ind w:left="720" w:hanging="360"/>
      </w:pPr>
      <w:r w:rsidRPr="009C2953">
        <w:rPr>
          <w:b/>
          <w:bCs/>
        </w:rPr>
        <w:t>c</w:t>
      </w:r>
      <w:r w:rsidRPr="009C2953">
        <w:rPr>
          <w:b/>
          <w:bCs/>
        </w:rPr>
        <w:tab/>
      </w:r>
      <w:r w:rsidRPr="009C2953">
        <w:t>$37,500</w:t>
      </w:r>
    </w:p>
    <w:p w:rsidR="00D61F68" w:rsidRPr="009C2953" w:rsidRDefault="00D61F68" w:rsidP="00D61F68">
      <w:pPr>
        <w:widowControl w:val="0"/>
        <w:autoSpaceDE w:val="0"/>
        <w:autoSpaceDN w:val="0"/>
        <w:adjustRightInd w:val="0"/>
        <w:ind w:left="720" w:hanging="360"/>
      </w:pPr>
      <w:r w:rsidRPr="009C2953">
        <w:rPr>
          <w:b/>
          <w:bCs/>
        </w:rPr>
        <w:t>d</w:t>
      </w:r>
      <w:r w:rsidRPr="009C2953">
        <w:rPr>
          <w:b/>
          <w:bCs/>
        </w:rPr>
        <w:tab/>
      </w:r>
      <w:r w:rsidRPr="009C2953">
        <w:t>$17,143</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c</w:t>
      </w:r>
    </w:p>
    <w:p w:rsidR="00D61F68" w:rsidRPr="009C2953" w:rsidRDefault="00D61F68" w:rsidP="00D61F68">
      <w:pPr>
        <w:tabs>
          <w:tab w:val="left" w:pos="720"/>
        </w:tabs>
        <w:autoSpaceDE w:val="0"/>
        <w:autoSpaceDN w:val="0"/>
        <w:adjustRightInd w:val="0"/>
      </w:pPr>
      <w:r w:rsidRPr="009C2953">
        <w:t>Rationale: Contribution margin = ($35/20) – $0.50 = $1.25 /</w:t>
      </w:r>
      <w:r w:rsidR="0090284E">
        <w:t xml:space="preserve"> </w:t>
      </w:r>
      <w:r w:rsidRPr="009C2953">
        <w:t xml:space="preserve">pill </w:t>
      </w:r>
      <w:r w:rsidRPr="009C2953">
        <w:br/>
        <w:t>5%*600,000*$1.25 = $37,500</w:t>
      </w:r>
    </w:p>
    <w:p w:rsidR="009C2953" w:rsidRPr="009C2953" w:rsidRDefault="009C2953" w:rsidP="00D61F68">
      <w:pPr>
        <w:widowControl w:val="0"/>
        <w:autoSpaceDE w:val="0"/>
        <w:autoSpaceDN w:val="0"/>
        <w:adjustRightInd w:val="0"/>
        <w:ind w:left="360" w:hanging="360"/>
      </w:pPr>
    </w:p>
    <w:p w:rsidR="00D61F68" w:rsidRPr="009C2953" w:rsidRDefault="00D61F68" w:rsidP="00D61F68">
      <w:pPr>
        <w:widowControl w:val="0"/>
        <w:autoSpaceDE w:val="0"/>
        <w:autoSpaceDN w:val="0"/>
        <w:adjustRightInd w:val="0"/>
        <w:ind w:left="360" w:hanging="360"/>
      </w:pPr>
      <w:r w:rsidRPr="009C2953">
        <w:rPr>
          <w:b/>
          <w:bCs/>
        </w:rPr>
        <w:t>7</w:t>
      </w:r>
      <w:r w:rsidRPr="009C2953">
        <w:rPr>
          <w:b/>
          <w:bCs/>
        </w:rPr>
        <w:tab/>
      </w:r>
      <w:r w:rsidRPr="009C2953">
        <w:t>Which of the following is a problem? In the past 6 months:</w:t>
      </w:r>
    </w:p>
    <w:p w:rsidR="00D61F68" w:rsidRPr="009C2953" w:rsidRDefault="00D61F68" w:rsidP="00D61F68">
      <w:pPr>
        <w:widowControl w:val="0"/>
        <w:autoSpaceDE w:val="0"/>
        <w:autoSpaceDN w:val="0"/>
        <w:adjustRightInd w:val="0"/>
        <w:ind w:left="720" w:hanging="360"/>
      </w:pPr>
      <w:proofErr w:type="gramStart"/>
      <w:r w:rsidRPr="009C2953">
        <w:rPr>
          <w:b/>
          <w:bCs/>
        </w:rPr>
        <w:t>a</w:t>
      </w:r>
      <w:proofErr w:type="gramEnd"/>
      <w:r w:rsidRPr="009C2953">
        <w:rPr>
          <w:b/>
          <w:bCs/>
        </w:rPr>
        <w:tab/>
      </w:r>
      <w:r w:rsidR="00FF4AEA">
        <w:t>s</w:t>
      </w:r>
      <w:r w:rsidRPr="009C2953">
        <w:t>ales revenue has increased half as quickly as projected.</w:t>
      </w:r>
    </w:p>
    <w:p w:rsidR="00D61F68" w:rsidRPr="009C2953" w:rsidRDefault="00D61F68" w:rsidP="00D61F68">
      <w:pPr>
        <w:widowControl w:val="0"/>
        <w:autoSpaceDE w:val="0"/>
        <w:autoSpaceDN w:val="0"/>
        <w:adjustRightInd w:val="0"/>
        <w:ind w:left="720" w:hanging="360"/>
      </w:pPr>
      <w:proofErr w:type="gramStart"/>
      <w:r w:rsidRPr="009C2953">
        <w:rPr>
          <w:b/>
          <w:bCs/>
        </w:rPr>
        <w:t>b</w:t>
      </w:r>
      <w:proofErr w:type="gramEnd"/>
      <w:r w:rsidRPr="009C2953">
        <w:rPr>
          <w:b/>
          <w:bCs/>
        </w:rPr>
        <w:tab/>
      </w:r>
      <w:r w:rsidR="00FF4AEA">
        <w:t>s</w:t>
      </w:r>
      <w:r w:rsidRPr="009C2953">
        <w:t>ales revenue has decreased 20% overall.</w:t>
      </w:r>
    </w:p>
    <w:p w:rsidR="00D61F68" w:rsidRPr="009C2953" w:rsidRDefault="00D61F68" w:rsidP="00D61F68">
      <w:pPr>
        <w:widowControl w:val="0"/>
        <w:autoSpaceDE w:val="0"/>
        <w:autoSpaceDN w:val="0"/>
        <w:adjustRightInd w:val="0"/>
        <w:ind w:left="720" w:hanging="360"/>
      </w:pPr>
      <w:proofErr w:type="gramStart"/>
      <w:r w:rsidRPr="009C2953">
        <w:rPr>
          <w:b/>
          <w:bCs/>
        </w:rPr>
        <w:t>c</w:t>
      </w:r>
      <w:proofErr w:type="gramEnd"/>
      <w:r w:rsidRPr="009C2953">
        <w:rPr>
          <w:b/>
          <w:bCs/>
        </w:rPr>
        <w:tab/>
      </w:r>
      <w:r w:rsidR="00FF4AEA">
        <w:t>c</w:t>
      </w:r>
      <w:r w:rsidRPr="009C2953">
        <w:t>ustomer satisfaction with the company has decreased 5%.</w:t>
      </w:r>
    </w:p>
    <w:p w:rsidR="00D61F68" w:rsidRPr="009C2953" w:rsidRDefault="00D61F68" w:rsidP="00D61F68">
      <w:pPr>
        <w:widowControl w:val="0"/>
        <w:autoSpaceDE w:val="0"/>
        <w:autoSpaceDN w:val="0"/>
        <w:adjustRightInd w:val="0"/>
        <w:ind w:left="720" w:hanging="360"/>
      </w:pPr>
      <w:proofErr w:type="gramStart"/>
      <w:r w:rsidRPr="009C2953">
        <w:rPr>
          <w:b/>
          <w:bCs/>
        </w:rPr>
        <w:t>d</w:t>
      </w:r>
      <w:proofErr w:type="gramEnd"/>
      <w:r w:rsidRPr="009C2953">
        <w:rPr>
          <w:b/>
          <w:bCs/>
        </w:rPr>
        <w:tab/>
      </w:r>
      <w:r w:rsidR="00FF4AEA">
        <w:t>a</w:t>
      </w:r>
      <w:r w:rsidRPr="009C2953">
        <w:t xml:space="preserve"> new competitor is charging a lower price on quality-matched items.</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d</w:t>
      </w:r>
    </w:p>
    <w:p w:rsidR="00D61F68" w:rsidRPr="009C2953" w:rsidRDefault="00D61F68" w:rsidP="00D61F68">
      <w:pPr>
        <w:tabs>
          <w:tab w:val="left" w:pos="720"/>
        </w:tabs>
        <w:autoSpaceDE w:val="0"/>
        <w:autoSpaceDN w:val="0"/>
        <w:adjustRightInd w:val="0"/>
      </w:pPr>
      <w:r w:rsidRPr="009C2953">
        <w:t>Rationale: The other three are symptoms, not problems.</w:t>
      </w:r>
    </w:p>
    <w:p w:rsidR="00FB3DBE" w:rsidRDefault="00FB3DBE" w:rsidP="00D61F68">
      <w:pPr>
        <w:widowControl w:val="0"/>
        <w:autoSpaceDE w:val="0"/>
        <w:autoSpaceDN w:val="0"/>
        <w:adjustRightInd w:val="0"/>
        <w:ind w:left="360" w:hanging="360"/>
        <w:rPr>
          <w:b/>
          <w:bCs/>
        </w:rPr>
      </w:pPr>
    </w:p>
    <w:p w:rsidR="00D61F68" w:rsidRPr="009C2953" w:rsidRDefault="00D61F68" w:rsidP="00D61F68">
      <w:pPr>
        <w:widowControl w:val="0"/>
        <w:autoSpaceDE w:val="0"/>
        <w:autoSpaceDN w:val="0"/>
        <w:adjustRightInd w:val="0"/>
        <w:ind w:left="360" w:hanging="360"/>
      </w:pPr>
      <w:r w:rsidRPr="009C2953">
        <w:rPr>
          <w:b/>
          <w:bCs/>
        </w:rPr>
        <w:t>8</w:t>
      </w:r>
      <w:r w:rsidRPr="009C2953">
        <w:rPr>
          <w:b/>
          <w:bCs/>
        </w:rPr>
        <w:tab/>
      </w:r>
      <w:r w:rsidRPr="009C2953">
        <w:t>A mock-up of research findings using simulated data is valuable because:</w:t>
      </w:r>
    </w:p>
    <w:p w:rsidR="00D61F68" w:rsidRPr="009C2953" w:rsidRDefault="00D61F68" w:rsidP="00D61F68">
      <w:pPr>
        <w:widowControl w:val="0"/>
        <w:autoSpaceDE w:val="0"/>
        <w:autoSpaceDN w:val="0"/>
        <w:adjustRightInd w:val="0"/>
        <w:ind w:left="720" w:hanging="360"/>
      </w:pPr>
      <w:proofErr w:type="gramStart"/>
      <w:r w:rsidRPr="009C2953">
        <w:rPr>
          <w:b/>
          <w:bCs/>
        </w:rPr>
        <w:t>a</w:t>
      </w:r>
      <w:proofErr w:type="gramEnd"/>
      <w:r w:rsidRPr="009C2953">
        <w:rPr>
          <w:b/>
          <w:bCs/>
        </w:rPr>
        <w:tab/>
      </w:r>
      <w:r w:rsidR="00FF4AEA">
        <w:t>i</w:t>
      </w:r>
      <w:r w:rsidRPr="009C2953">
        <w:t>t prepares managers for the experience.</w:t>
      </w:r>
    </w:p>
    <w:p w:rsidR="00D61F68" w:rsidRPr="009C2953" w:rsidRDefault="00D61F68" w:rsidP="00D61F68">
      <w:pPr>
        <w:widowControl w:val="0"/>
        <w:autoSpaceDE w:val="0"/>
        <w:autoSpaceDN w:val="0"/>
        <w:adjustRightInd w:val="0"/>
        <w:ind w:left="720" w:hanging="360"/>
      </w:pPr>
      <w:proofErr w:type="gramStart"/>
      <w:r w:rsidRPr="009C2953">
        <w:rPr>
          <w:b/>
          <w:bCs/>
        </w:rPr>
        <w:t>b</w:t>
      </w:r>
      <w:proofErr w:type="gramEnd"/>
      <w:r w:rsidRPr="009C2953">
        <w:rPr>
          <w:b/>
          <w:bCs/>
        </w:rPr>
        <w:tab/>
      </w:r>
      <w:r w:rsidR="00FF4AEA">
        <w:t>i</w:t>
      </w:r>
      <w:r w:rsidRPr="009C2953">
        <w:t>t reduces the expense of collecting actual data.</w:t>
      </w:r>
    </w:p>
    <w:p w:rsidR="00D61F68" w:rsidRPr="009C2953" w:rsidRDefault="00D61F68" w:rsidP="00D61F68">
      <w:pPr>
        <w:widowControl w:val="0"/>
        <w:autoSpaceDE w:val="0"/>
        <w:autoSpaceDN w:val="0"/>
        <w:adjustRightInd w:val="0"/>
        <w:ind w:left="720" w:hanging="360"/>
      </w:pPr>
      <w:proofErr w:type="gramStart"/>
      <w:r w:rsidRPr="009C2953">
        <w:rPr>
          <w:b/>
          <w:bCs/>
        </w:rPr>
        <w:t>c</w:t>
      </w:r>
      <w:proofErr w:type="gramEnd"/>
      <w:r w:rsidRPr="009C2953">
        <w:rPr>
          <w:b/>
          <w:bCs/>
        </w:rPr>
        <w:tab/>
      </w:r>
      <w:r w:rsidR="00FF4AEA">
        <w:t>i</w:t>
      </w:r>
      <w:r w:rsidRPr="009C2953">
        <w:t>t helps managers to notice omissions and develop decision criteria.</w:t>
      </w:r>
    </w:p>
    <w:p w:rsidR="00D61F68" w:rsidRPr="009C2953" w:rsidRDefault="00D61F68" w:rsidP="00D61F68">
      <w:pPr>
        <w:widowControl w:val="0"/>
        <w:autoSpaceDE w:val="0"/>
        <w:autoSpaceDN w:val="0"/>
        <w:adjustRightInd w:val="0"/>
        <w:ind w:left="720" w:hanging="360"/>
      </w:pPr>
      <w:proofErr w:type="gramStart"/>
      <w:r w:rsidRPr="009C2953">
        <w:rPr>
          <w:b/>
          <w:bCs/>
        </w:rPr>
        <w:t>d</w:t>
      </w:r>
      <w:proofErr w:type="gramEnd"/>
      <w:r w:rsidRPr="009C2953">
        <w:rPr>
          <w:b/>
          <w:bCs/>
        </w:rPr>
        <w:tab/>
      </w:r>
      <w:r w:rsidR="00FF4AEA">
        <w:t>m</w:t>
      </w:r>
      <w:r w:rsidRPr="009C2953">
        <w:t>arketing researchers tend to be better at visualization than managers.</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c</w:t>
      </w:r>
    </w:p>
    <w:p w:rsidR="00D61F68" w:rsidRPr="009C2953" w:rsidRDefault="00D61F68" w:rsidP="00D61F68">
      <w:pPr>
        <w:tabs>
          <w:tab w:val="left" w:pos="720"/>
        </w:tabs>
        <w:autoSpaceDE w:val="0"/>
        <w:autoSpaceDN w:val="0"/>
        <w:adjustRightInd w:val="0"/>
      </w:pPr>
      <w:r w:rsidRPr="009C2953">
        <w:t>Rationale: Although mock-ups are helpful in many ways, they are most useful in noticing what might have been done differently, or information needed that wasn</w:t>
      </w:r>
      <w:r w:rsidR="0027727C">
        <w:t>’</w:t>
      </w:r>
      <w:r w:rsidRPr="009C2953">
        <w:t>t collected, so that decision criteria can be developed in advance.</w:t>
      </w:r>
    </w:p>
    <w:p w:rsidR="009C2953" w:rsidRPr="009C2953" w:rsidRDefault="009C2953" w:rsidP="00D61F68">
      <w:pPr>
        <w:widowControl w:val="0"/>
        <w:autoSpaceDE w:val="0"/>
        <w:autoSpaceDN w:val="0"/>
        <w:adjustRightInd w:val="0"/>
        <w:ind w:left="360" w:hanging="360"/>
      </w:pPr>
    </w:p>
    <w:p w:rsidR="00D61F68" w:rsidRPr="009C2953" w:rsidRDefault="00D61F68" w:rsidP="00D61F68">
      <w:pPr>
        <w:widowControl w:val="0"/>
        <w:autoSpaceDE w:val="0"/>
        <w:autoSpaceDN w:val="0"/>
        <w:adjustRightInd w:val="0"/>
        <w:ind w:left="360" w:hanging="360"/>
      </w:pPr>
      <w:r w:rsidRPr="009C2953">
        <w:rPr>
          <w:b/>
          <w:bCs/>
        </w:rPr>
        <w:t>9</w:t>
      </w:r>
      <w:r w:rsidRPr="009C2953">
        <w:rPr>
          <w:b/>
          <w:bCs/>
        </w:rPr>
        <w:tab/>
      </w:r>
      <w:r w:rsidRPr="009C2953">
        <w:t>Which is a valid reason for undertaking a marketing research project?</w:t>
      </w:r>
    </w:p>
    <w:p w:rsidR="00D61F68" w:rsidRPr="009C2953" w:rsidRDefault="00D61F68" w:rsidP="00D61F68">
      <w:pPr>
        <w:widowControl w:val="0"/>
        <w:autoSpaceDE w:val="0"/>
        <w:autoSpaceDN w:val="0"/>
        <w:adjustRightInd w:val="0"/>
        <w:ind w:left="720" w:hanging="360"/>
      </w:pPr>
      <w:r w:rsidRPr="009C2953">
        <w:rPr>
          <w:b/>
          <w:bCs/>
        </w:rPr>
        <w:t>a</w:t>
      </w:r>
      <w:r w:rsidRPr="009C2953">
        <w:rPr>
          <w:b/>
          <w:bCs/>
        </w:rPr>
        <w:tab/>
      </w:r>
      <w:r w:rsidRPr="009C2953">
        <w:t>The contribution margin and the market size are large.</w:t>
      </w:r>
    </w:p>
    <w:p w:rsidR="00D61F68" w:rsidRPr="009C2953" w:rsidRDefault="00D61F68" w:rsidP="00D61F68">
      <w:pPr>
        <w:widowControl w:val="0"/>
        <w:autoSpaceDE w:val="0"/>
        <w:autoSpaceDN w:val="0"/>
        <w:adjustRightInd w:val="0"/>
        <w:ind w:left="720" w:hanging="360"/>
      </w:pPr>
      <w:r w:rsidRPr="009C2953">
        <w:rPr>
          <w:b/>
          <w:bCs/>
        </w:rPr>
        <w:t>b</w:t>
      </w:r>
      <w:r w:rsidRPr="009C2953">
        <w:rPr>
          <w:b/>
          <w:bCs/>
        </w:rPr>
        <w:tab/>
      </w:r>
      <w:r w:rsidRPr="009C2953">
        <w:t>A major decision has been made, and managers wish to be able to justify the decision.</w:t>
      </w:r>
    </w:p>
    <w:p w:rsidR="00D61F68" w:rsidRPr="009C2953" w:rsidRDefault="00D61F68" w:rsidP="00D61F68">
      <w:pPr>
        <w:widowControl w:val="0"/>
        <w:autoSpaceDE w:val="0"/>
        <w:autoSpaceDN w:val="0"/>
        <w:adjustRightInd w:val="0"/>
        <w:ind w:left="720" w:hanging="360"/>
      </w:pPr>
      <w:r w:rsidRPr="009C2953">
        <w:rPr>
          <w:b/>
          <w:bCs/>
        </w:rPr>
        <w:lastRenderedPageBreak/>
        <w:t>c</w:t>
      </w:r>
      <w:r w:rsidRPr="009C2953">
        <w:rPr>
          <w:b/>
          <w:bCs/>
        </w:rPr>
        <w:tab/>
      </w:r>
      <w:r w:rsidRPr="009C2953">
        <w:t>A top manager is anxious and needs assurance about courses of action.</w:t>
      </w:r>
    </w:p>
    <w:p w:rsidR="00D61F68" w:rsidRPr="009C2953" w:rsidRDefault="00D61F68" w:rsidP="00D61F68">
      <w:pPr>
        <w:widowControl w:val="0"/>
        <w:autoSpaceDE w:val="0"/>
        <w:autoSpaceDN w:val="0"/>
        <w:adjustRightInd w:val="0"/>
        <w:ind w:left="720" w:hanging="360"/>
      </w:pPr>
      <w:r w:rsidRPr="009C2953">
        <w:rPr>
          <w:b/>
          <w:bCs/>
        </w:rPr>
        <w:t>d</w:t>
      </w:r>
      <w:r w:rsidRPr="009C2953">
        <w:rPr>
          <w:b/>
          <w:bCs/>
        </w:rPr>
        <w:tab/>
      </w:r>
      <w:r w:rsidRPr="009C2953">
        <w:t>A manager is uncertain about a decision and wishes to decrease this uncertainty.</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d</w:t>
      </w:r>
    </w:p>
    <w:p w:rsidR="00D61F68" w:rsidRPr="009C2953" w:rsidRDefault="00D61F68" w:rsidP="00D61F68">
      <w:pPr>
        <w:tabs>
          <w:tab w:val="left" w:pos="720"/>
        </w:tabs>
        <w:autoSpaceDE w:val="0"/>
        <w:autoSpaceDN w:val="0"/>
        <w:adjustRightInd w:val="0"/>
      </w:pPr>
      <w:r w:rsidRPr="009C2953">
        <w:t>Rationale: Marketing research information helps reduce uncertainty in a decision that needs to be made; it should not be undertaken simply because the market is large, one needs justifications, or due to anxiety.</w:t>
      </w:r>
    </w:p>
    <w:p w:rsidR="009C2953" w:rsidRPr="009C2953" w:rsidRDefault="009C2953" w:rsidP="00D61F68">
      <w:pPr>
        <w:widowControl w:val="0"/>
        <w:autoSpaceDE w:val="0"/>
        <w:autoSpaceDN w:val="0"/>
        <w:adjustRightInd w:val="0"/>
        <w:ind w:left="360" w:hanging="360"/>
      </w:pPr>
    </w:p>
    <w:p w:rsidR="00D61F68" w:rsidRPr="009C2953" w:rsidRDefault="00D61F68" w:rsidP="00D61F68">
      <w:pPr>
        <w:widowControl w:val="0"/>
        <w:autoSpaceDE w:val="0"/>
        <w:autoSpaceDN w:val="0"/>
        <w:adjustRightInd w:val="0"/>
        <w:ind w:left="360" w:hanging="360"/>
      </w:pPr>
      <w:r w:rsidRPr="009C2953">
        <w:rPr>
          <w:b/>
          <w:bCs/>
        </w:rPr>
        <w:t>10</w:t>
      </w:r>
      <w:r w:rsidRPr="009C2953">
        <w:rPr>
          <w:b/>
          <w:bCs/>
        </w:rPr>
        <w:tab/>
      </w:r>
      <w:r w:rsidR="0027727C">
        <w:t>“</w:t>
      </w:r>
      <w:r w:rsidRPr="009C2953">
        <w:t>The reduction of customer service was responsible for a 15% increase in revenues over the past year.</w:t>
      </w:r>
      <w:r w:rsidR="0027727C">
        <w:t>”</w:t>
      </w:r>
      <w:r w:rsidRPr="009C2953">
        <w:t xml:space="preserve"> This is an example of which non-sampling error</w:t>
      </w:r>
      <w:r w:rsidR="00FB3DBE">
        <w:t>?</w:t>
      </w:r>
    </w:p>
    <w:p w:rsidR="00D61F68" w:rsidRPr="009C2953" w:rsidRDefault="00D61F68" w:rsidP="00D61F68">
      <w:pPr>
        <w:widowControl w:val="0"/>
        <w:autoSpaceDE w:val="0"/>
        <w:autoSpaceDN w:val="0"/>
        <w:adjustRightInd w:val="0"/>
        <w:ind w:left="720" w:hanging="360"/>
      </w:pPr>
      <w:proofErr w:type="gramStart"/>
      <w:r w:rsidRPr="009C2953">
        <w:rPr>
          <w:b/>
          <w:bCs/>
        </w:rPr>
        <w:t>a</w:t>
      </w:r>
      <w:proofErr w:type="gramEnd"/>
      <w:r w:rsidRPr="009C2953">
        <w:rPr>
          <w:b/>
          <w:bCs/>
        </w:rPr>
        <w:tab/>
      </w:r>
      <w:r w:rsidRPr="009C2953">
        <w:t>improper causal inference</w:t>
      </w:r>
    </w:p>
    <w:p w:rsidR="00D61F68" w:rsidRPr="009C2953" w:rsidRDefault="00D61F68" w:rsidP="00D61F68">
      <w:pPr>
        <w:widowControl w:val="0"/>
        <w:autoSpaceDE w:val="0"/>
        <w:autoSpaceDN w:val="0"/>
        <w:adjustRightInd w:val="0"/>
        <w:ind w:left="720" w:hanging="360"/>
      </w:pPr>
      <w:proofErr w:type="gramStart"/>
      <w:r w:rsidRPr="009C2953">
        <w:rPr>
          <w:b/>
          <w:bCs/>
        </w:rPr>
        <w:t>b</w:t>
      </w:r>
      <w:proofErr w:type="gramEnd"/>
      <w:r w:rsidRPr="009C2953">
        <w:rPr>
          <w:b/>
          <w:bCs/>
        </w:rPr>
        <w:tab/>
      </w:r>
      <w:r w:rsidRPr="009C2953">
        <w:t>faulty problem definition</w:t>
      </w:r>
    </w:p>
    <w:p w:rsidR="00D61F68" w:rsidRPr="009C2953" w:rsidRDefault="00D61F68" w:rsidP="00D61F68">
      <w:pPr>
        <w:widowControl w:val="0"/>
        <w:autoSpaceDE w:val="0"/>
        <w:autoSpaceDN w:val="0"/>
        <w:adjustRightInd w:val="0"/>
        <w:ind w:left="720" w:hanging="360"/>
      </w:pPr>
      <w:proofErr w:type="gramStart"/>
      <w:r w:rsidRPr="009C2953">
        <w:rPr>
          <w:b/>
          <w:bCs/>
        </w:rPr>
        <w:t>c</w:t>
      </w:r>
      <w:proofErr w:type="gramEnd"/>
      <w:r w:rsidRPr="009C2953">
        <w:rPr>
          <w:b/>
          <w:bCs/>
        </w:rPr>
        <w:tab/>
      </w:r>
      <w:r w:rsidRPr="009C2953">
        <w:t>sampling frame non-representative of the population</w:t>
      </w:r>
    </w:p>
    <w:p w:rsidR="00D61F68" w:rsidRPr="009C2953" w:rsidRDefault="00D61F68" w:rsidP="00D61F68">
      <w:pPr>
        <w:widowControl w:val="0"/>
        <w:autoSpaceDE w:val="0"/>
        <w:autoSpaceDN w:val="0"/>
        <w:adjustRightInd w:val="0"/>
        <w:ind w:left="720" w:hanging="360"/>
      </w:pPr>
      <w:proofErr w:type="gramStart"/>
      <w:r w:rsidRPr="009C2953">
        <w:rPr>
          <w:b/>
          <w:bCs/>
        </w:rPr>
        <w:t>d</w:t>
      </w:r>
      <w:proofErr w:type="gramEnd"/>
      <w:r w:rsidRPr="009C2953">
        <w:rPr>
          <w:b/>
          <w:bCs/>
        </w:rPr>
        <w:tab/>
      </w:r>
      <w:r w:rsidRPr="009C2953">
        <w:t>poor questionnaire design</w:t>
      </w:r>
    </w:p>
    <w:p w:rsidR="00D61F68" w:rsidRPr="009C2953" w:rsidRDefault="00D61F68" w:rsidP="00D61F68">
      <w:pPr>
        <w:tabs>
          <w:tab w:val="left" w:pos="720"/>
        </w:tabs>
        <w:autoSpaceDE w:val="0"/>
        <w:autoSpaceDN w:val="0"/>
        <w:adjustRightInd w:val="0"/>
      </w:pPr>
      <w:proofErr w:type="spellStart"/>
      <w:r w:rsidRPr="009C2953">
        <w:t>Ans</w:t>
      </w:r>
      <w:proofErr w:type="spellEnd"/>
      <w:r w:rsidRPr="009C2953">
        <w:t>: a</w:t>
      </w:r>
    </w:p>
    <w:p w:rsidR="009C2953" w:rsidRPr="009C2953" w:rsidRDefault="00D61F68" w:rsidP="009C2953">
      <w:pPr>
        <w:tabs>
          <w:tab w:val="left" w:pos="720"/>
        </w:tabs>
        <w:autoSpaceDE w:val="0"/>
        <w:autoSpaceDN w:val="0"/>
        <w:adjustRightInd w:val="0"/>
      </w:pPr>
      <w:r w:rsidRPr="009C2953">
        <w:t>Rationale: Many factors could have led to, or combined to lead to, the increase in revenues; attributing to one alone is improper causal inference.</w:t>
      </w:r>
    </w:p>
    <w:p w:rsidR="009C2953" w:rsidRPr="009C2953" w:rsidRDefault="009C2953" w:rsidP="009C2953">
      <w:pPr>
        <w:tabs>
          <w:tab w:val="left" w:pos="720"/>
        </w:tabs>
        <w:autoSpaceDE w:val="0"/>
        <w:autoSpaceDN w:val="0"/>
        <w:adjustRightInd w:val="0"/>
        <w:rPr>
          <w:highlight w:val="cyan"/>
        </w:rPr>
      </w:pPr>
    </w:p>
    <w:p w:rsidR="000C21F1" w:rsidRPr="00E24B2D" w:rsidRDefault="000C21F1" w:rsidP="000C21F1">
      <w:pPr>
        <w:pStyle w:val="customheading2"/>
        <w:jc w:val="left"/>
        <w:rPr>
          <w:rFonts w:ascii="Times New Roman" w:hAnsi="Times New Roman"/>
        </w:rPr>
      </w:pPr>
    </w:p>
    <w:p w:rsidR="003D3EF7" w:rsidRPr="00EF5111" w:rsidRDefault="008A1EFE" w:rsidP="00EF5111">
      <w:pPr>
        <w:pStyle w:val="customheading2"/>
        <w:jc w:val="left"/>
        <w:rPr>
          <w:rFonts w:ascii="Times New Roman" w:hAnsi="Times New Roman"/>
          <w:b/>
        </w:rPr>
      </w:pPr>
      <w:r>
        <w:rPr>
          <w:rStyle w:val="TimesNewRomanPS8pt"/>
          <w:rFonts w:ascii="Times New Roman" w:hAnsi="Times New Roman"/>
          <w:b/>
          <w:sz w:val="24"/>
        </w:rPr>
        <w:br w:type="page"/>
      </w:r>
      <w:r w:rsidR="00634DFD">
        <w:rPr>
          <w:rStyle w:val="TimesNewRomanPS8pt"/>
          <w:rFonts w:ascii="Times New Roman" w:hAnsi="Times New Roman"/>
          <w:b/>
          <w:sz w:val="24"/>
        </w:rPr>
        <w:lastRenderedPageBreak/>
        <w:t>TOPICS</w:t>
      </w:r>
      <w:r w:rsidR="0090092B">
        <w:rPr>
          <w:rStyle w:val="TimesNewRomanPS8pt"/>
          <w:rFonts w:ascii="Times New Roman" w:hAnsi="Times New Roman"/>
          <w:b/>
          <w:sz w:val="24"/>
        </w:rPr>
        <w:t xml:space="preserve"> FOR FURTHER DISCUSSION</w:t>
      </w:r>
    </w:p>
    <w:p w:rsidR="003D3EF7" w:rsidRPr="00E24B2D" w:rsidRDefault="003D3EF7" w:rsidP="003D3EF7">
      <w:pPr>
        <w:widowControl w:val="0"/>
        <w:suppressAutoHyphens/>
        <w:jc w:val="center"/>
      </w:pPr>
    </w:p>
    <w:p w:rsidR="00E055B8" w:rsidRDefault="00A75E76" w:rsidP="00EF5111">
      <w:pPr>
        <w:pStyle w:val="custombodytext1"/>
        <w:jc w:val="left"/>
        <w:rPr>
          <w:rStyle w:val="Helvetica12pt"/>
          <w:rFonts w:ascii="Times New Roman" w:hAnsi="Times New Roman"/>
        </w:rPr>
      </w:pPr>
      <w:r>
        <w:rPr>
          <w:rStyle w:val="Helvetica12pt"/>
          <w:rFonts w:ascii="Times New Roman" w:hAnsi="Times New Roman"/>
        </w:rPr>
        <w:t>A</w:t>
      </w:r>
      <w:r w:rsidR="00C072B3" w:rsidRPr="00E24B2D">
        <w:rPr>
          <w:rStyle w:val="Helvetica12pt"/>
          <w:rFonts w:ascii="Times New Roman" w:hAnsi="Times New Roman"/>
        </w:rPr>
        <w:t xml:space="preserve">. </w:t>
      </w:r>
      <w:r w:rsidR="008A1EFE">
        <w:rPr>
          <w:rStyle w:val="Helvetica12pt"/>
          <w:rFonts w:ascii="Times New Roman" w:hAnsi="Times New Roman"/>
        </w:rPr>
        <w:tab/>
      </w:r>
      <w:r w:rsidR="00C072B3" w:rsidRPr="00E24B2D">
        <w:rPr>
          <w:rStyle w:val="Helvetica12pt"/>
          <w:rFonts w:ascii="Times New Roman" w:hAnsi="Times New Roman"/>
        </w:rPr>
        <w:t xml:space="preserve">A public service organization has found that its membership consists almost entirely of wealthy Caucasian women over 60. While it has been open to males for decades and has sought to diversify its membership across age, income and ethnic groups, it has not succeeded. </w:t>
      </w:r>
      <w:r w:rsidR="00E055B8">
        <w:rPr>
          <w:rStyle w:val="Helvetica12pt"/>
          <w:rFonts w:ascii="Times New Roman" w:hAnsi="Times New Roman"/>
        </w:rPr>
        <w:t>Discuss with the</w:t>
      </w:r>
      <w:r w:rsidR="00C072B3" w:rsidRPr="00E24B2D">
        <w:rPr>
          <w:rStyle w:val="Helvetica12pt"/>
          <w:rFonts w:ascii="Times New Roman" w:hAnsi="Times New Roman"/>
        </w:rPr>
        <w:t xml:space="preserve"> students</w:t>
      </w:r>
    </w:p>
    <w:p w:rsidR="00E055B8" w:rsidRDefault="00C072B3" w:rsidP="00E055B8">
      <w:pPr>
        <w:pStyle w:val="custombodytext1"/>
        <w:numPr>
          <w:ilvl w:val="0"/>
          <w:numId w:val="41"/>
        </w:numPr>
        <w:jc w:val="left"/>
        <w:rPr>
          <w:rStyle w:val="Helvetica12pt"/>
          <w:rFonts w:ascii="Times New Roman" w:hAnsi="Times New Roman"/>
        </w:rPr>
      </w:pPr>
      <w:r w:rsidRPr="00E24B2D">
        <w:rPr>
          <w:rStyle w:val="Helvetica12pt"/>
          <w:rFonts w:ascii="Times New Roman" w:hAnsi="Times New Roman"/>
        </w:rPr>
        <w:t>what they think the decision and the informati</w:t>
      </w:r>
      <w:r w:rsidR="00E055B8">
        <w:rPr>
          <w:rStyle w:val="Helvetica12pt"/>
          <w:rFonts w:ascii="Times New Roman" w:hAnsi="Times New Roman"/>
        </w:rPr>
        <w:t>on needs should be in this case</w:t>
      </w:r>
    </w:p>
    <w:p w:rsidR="00E055B8" w:rsidRDefault="00E055B8" w:rsidP="00E055B8">
      <w:pPr>
        <w:pStyle w:val="custombodytext1"/>
        <w:numPr>
          <w:ilvl w:val="0"/>
          <w:numId w:val="41"/>
        </w:numPr>
        <w:jc w:val="left"/>
        <w:rPr>
          <w:rStyle w:val="Helvetica12pt"/>
          <w:rFonts w:ascii="Times New Roman" w:hAnsi="Times New Roman"/>
        </w:rPr>
      </w:pPr>
      <w:r>
        <w:rPr>
          <w:rStyle w:val="Helvetica12pt"/>
          <w:rFonts w:ascii="Times New Roman" w:hAnsi="Times New Roman"/>
        </w:rPr>
        <w:t xml:space="preserve">whether they think </w:t>
      </w:r>
      <w:r w:rsidR="00C072B3" w:rsidRPr="00E24B2D">
        <w:rPr>
          <w:rStyle w:val="Helvetica12pt"/>
          <w:rFonts w:ascii="Times New Roman" w:hAnsi="Times New Roman"/>
        </w:rPr>
        <w:t xml:space="preserve">the first priority </w:t>
      </w:r>
      <w:r>
        <w:rPr>
          <w:rStyle w:val="Helvetica12pt"/>
          <w:rFonts w:ascii="Times New Roman" w:hAnsi="Times New Roman"/>
        </w:rPr>
        <w:t xml:space="preserve">should be </w:t>
      </w:r>
      <w:r w:rsidR="00C072B3" w:rsidRPr="00E24B2D">
        <w:rPr>
          <w:rStyle w:val="Helvetica12pt"/>
          <w:rFonts w:ascii="Times New Roman" w:hAnsi="Times New Roman"/>
        </w:rPr>
        <w:t>to determine wh</w:t>
      </w:r>
      <w:r>
        <w:rPr>
          <w:rStyle w:val="Helvetica12pt"/>
          <w:rFonts w:ascii="Times New Roman" w:hAnsi="Times New Roman"/>
        </w:rPr>
        <w:t>y previous efforts have failed</w:t>
      </w:r>
    </w:p>
    <w:p w:rsidR="00E055B8" w:rsidRDefault="00E055B8" w:rsidP="00E055B8">
      <w:pPr>
        <w:pStyle w:val="custombodytext1"/>
        <w:numPr>
          <w:ilvl w:val="0"/>
          <w:numId w:val="41"/>
        </w:numPr>
        <w:jc w:val="left"/>
        <w:rPr>
          <w:rStyle w:val="Helvetica12pt"/>
          <w:rFonts w:ascii="Times New Roman" w:hAnsi="Times New Roman"/>
        </w:rPr>
      </w:pPr>
      <w:r>
        <w:rPr>
          <w:rStyle w:val="Helvetica12pt"/>
          <w:rFonts w:ascii="Times New Roman" w:hAnsi="Times New Roman"/>
        </w:rPr>
        <w:t>w</w:t>
      </w:r>
      <w:r w:rsidR="00C072B3" w:rsidRPr="00E24B2D">
        <w:rPr>
          <w:rStyle w:val="Helvetica12pt"/>
          <w:rFonts w:ascii="Times New Roman" w:hAnsi="Times New Roman"/>
        </w:rPr>
        <w:t>hat alternative courses of action would they recommend evaluating through research</w:t>
      </w:r>
    </w:p>
    <w:p w:rsidR="00C072B3" w:rsidRPr="00E24B2D" w:rsidRDefault="00E055B8" w:rsidP="00E055B8">
      <w:pPr>
        <w:pStyle w:val="custombodytext1"/>
        <w:numPr>
          <w:ilvl w:val="0"/>
          <w:numId w:val="41"/>
        </w:numPr>
        <w:jc w:val="left"/>
        <w:rPr>
          <w:rStyle w:val="Helvetica12pt"/>
          <w:rFonts w:ascii="Times New Roman" w:hAnsi="Times New Roman"/>
        </w:rPr>
      </w:pPr>
      <w:r>
        <w:rPr>
          <w:rStyle w:val="Helvetica12pt"/>
          <w:rFonts w:ascii="Times New Roman" w:hAnsi="Times New Roman"/>
        </w:rPr>
        <w:t>what</w:t>
      </w:r>
      <w:r w:rsidR="00C072B3" w:rsidRPr="00E24B2D">
        <w:rPr>
          <w:rStyle w:val="Helvetica12pt"/>
          <w:rFonts w:ascii="Times New Roman" w:hAnsi="Times New Roman"/>
        </w:rPr>
        <w:t xml:space="preserve"> assumptions</w:t>
      </w:r>
      <w:r>
        <w:rPr>
          <w:rStyle w:val="Helvetica12pt"/>
          <w:rFonts w:ascii="Times New Roman" w:hAnsi="Times New Roman"/>
        </w:rPr>
        <w:t xml:space="preserve"> may</w:t>
      </w:r>
      <w:r w:rsidR="00C072B3" w:rsidRPr="00E24B2D">
        <w:rPr>
          <w:rStyle w:val="Helvetica12pt"/>
          <w:rFonts w:ascii="Times New Roman" w:hAnsi="Times New Roman"/>
        </w:rPr>
        <w:t xml:space="preserve"> be involved and how marketing research might be used to get past these</w:t>
      </w:r>
    </w:p>
    <w:p w:rsidR="00C072B3" w:rsidRPr="00E24B2D" w:rsidRDefault="00C072B3" w:rsidP="00EF5111">
      <w:pPr>
        <w:pStyle w:val="custombodytext1"/>
        <w:jc w:val="left"/>
        <w:rPr>
          <w:rStyle w:val="Helvetica12pt"/>
          <w:rFonts w:ascii="Times New Roman" w:hAnsi="Times New Roman"/>
        </w:rPr>
      </w:pPr>
    </w:p>
    <w:p w:rsidR="00A75E76" w:rsidRDefault="00A75E76" w:rsidP="00EF5111">
      <w:pPr>
        <w:pStyle w:val="custombodytext1"/>
        <w:jc w:val="left"/>
        <w:rPr>
          <w:rStyle w:val="Helvetica12pt"/>
          <w:rFonts w:ascii="Times New Roman" w:hAnsi="Times New Roman"/>
        </w:rPr>
      </w:pPr>
      <w:r>
        <w:rPr>
          <w:rStyle w:val="Helvetica12pt"/>
          <w:rFonts w:ascii="Times New Roman" w:hAnsi="Times New Roman"/>
        </w:rPr>
        <w:t>B</w:t>
      </w:r>
      <w:r w:rsidR="00C072B3" w:rsidRPr="00E24B2D">
        <w:rPr>
          <w:rStyle w:val="Helvetica12pt"/>
          <w:rFonts w:ascii="Times New Roman" w:hAnsi="Times New Roman"/>
        </w:rPr>
        <w:t xml:space="preserve">. </w:t>
      </w:r>
      <w:r w:rsidR="008A1EFE">
        <w:rPr>
          <w:rStyle w:val="Helvetica12pt"/>
          <w:rFonts w:ascii="Times New Roman" w:hAnsi="Times New Roman"/>
        </w:rPr>
        <w:tab/>
      </w:r>
      <w:r w:rsidR="00C072B3" w:rsidRPr="00E24B2D">
        <w:rPr>
          <w:rStyle w:val="Helvetica12pt"/>
          <w:rFonts w:ascii="Times New Roman" w:hAnsi="Times New Roman"/>
        </w:rPr>
        <w:t xml:space="preserve">A small company that sells hand-made wooden furniture in the U.S. has imported some of its stock from the Philippines for the past 10 years. The fees for shipping the furniture from the Philippines to the U.S. is regularly double to triple the cost of the furniture itself. It has decided to look into the possibility of setting up its own small shipping company to improve shipping service in a way that directly reduces its own costs and makes extra revenue by providing shipping to other companies. Ask the students what information the company would need to make this decision. </w:t>
      </w:r>
      <w:r>
        <w:rPr>
          <w:rStyle w:val="Helvetica12pt"/>
          <w:rFonts w:ascii="Times New Roman" w:hAnsi="Times New Roman"/>
        </w:rPr>
        <w:t>Discuss with the students</w:t>
      </w:r>
    </w:p>
    <w:p w:rsidR="00A75E76" w:rsidRDefault="00A75E76" w:rsidP="00A75E76">
      <w:pPr>
        <w:pStyle w:val="custombodytext1"/>
        <w:numPr>
          <w:ilvl w:val="0"/>
          <w:numId w:val="42"/>
        </w:numPr>
        <w:jc w:val="left"/>
        <w:rPr>
          <w:rStyle w:val="Helvetica12pt"/>
          <w:rFonts w:ascii="Times New Roman" w:hAnsi="Times New Roman"/>
        </w:rPr>
      </w:pPr>
      <w:r>
        <w:rPr>
          <w:rStyle w:val="Helvetica12pt"/>
          <w:rFonts w:ascii="Times New Roman" w:hAnsi="Times New Roman"/>
        </w:rPr>
        <w:t xml:space="preserve">whether they think </w:t>
      </w:r>
      <w:r w:rsidRPr="00E24B2D">
        <w:rPr>
          <w:rStyle w:val="Helvetica12pt"/>
          <w:rFonts w:ascii="Times New Roman" w:hAnsi="Times New Roman"/>
        </w:rPr>
        <w:t>a marketing research project is still warranted</w:t>
      </w:r>
      <w:r>
        <w:rPr>
          <w:rStyle w:val="Helvetica12pt"/>
          <w:rFonts w:ascii="Times New Roman" w:hAnsi="Times New Roman"/>
        </w:rPr>
        <w:t xml:space="preserve"> i</w:t>
      </w:r>
      <w:r w:rsidR="00C072B3" w:rsidRPr="00E24B2D">
        <w:rPr>
          <w:rStyle w:val="Helvetica12pt"/>
          <w:rFonts w:ascii="Times New Roman" w:hAnsi="Times New Roman"/>
        </w:rPr>
        <w:t>f the company has some familiarity with the Philippines from its past years of business and is reluctant to invest tens of thousands of dollars into research</w:t>
      </w:r>
    </w:p>
    <w:p w:rsidR="00A75E76" w:rsidRDefault="00C072B3" w:rsidP="00A75E76">
      <w:pPr>
        <w:pStyle w:val="custombodytext1"/>
        <w:numPr>
          <w:ilvl w:val="0"/>
          <w:numId w:val="42"/>
        </w:numPr>
        <w:jc w:val="left"/>
        <w:rPr>
          <w:rStyle w:val="Helvetica12pt"/>
          <w:rFonts w:ascii="Times New Roman" w:hAnsi="Times New Roman"/>
        </w:rPr>
      </w:pPr>
      <w:r w:rsidRPr="00E24B2D">
        <w:rPr>
          <w:rStyle w:val="Helvetica12pt"/>
          <w:rFonts w:ascii="Times New Roman" w:hAnsi="Times New Roman"/>
        </w:rPr>
        <w:t>possible obstacles relative to possible gain</w:t>
      </w:r>
    </w:p>
    <w:p w:rsidR="00C072B3" w:rsidRDefault="00C072B3" w:rsidP="00A75E76">
      <w:pPr>
        <w:pStyle w:val="custombodytext1"/>
        <w:numPr>
          <w:ilvl w:val="0"/>
          <w:numId w:val="42"/>
        </w:numPr>
        <w:jc w:val="left"/>
        <w:rPr>
          <w:rStyle w:val="Helvetica12pt"/>
          <w:rFonts w:ascii="Times New Roman" w:hAnsi="Times New Roman"/>
        </w:rPr>
      </w:pPr>
      <w:r w:rsidRPr="00E24B2D">
        <w:rPr>
          <w:rStyle w:val="Helvetica12pt"/>
          <w:rFonts w:ascii="Times New Roman" w:hAnsi="Times New Roman"/>
        </w:rPr>
        <w:t xml:space="preserve">the nature of risk, the degree to which some risks can be quantified while others are subjective, and the individual differences in evaluating which risks are </w:t>
      </w:r>
      <w:r w:rsidR="0027727C">
        <w:rPr>
          <w:rStyle w:val="Helvetica12pt"/>
          <w:rFonts w:ascii="Times New Roman" w:hAnsi="Times New Roman"/>
        </w:rPr>
        <w:t>“</w:t>
      </w:r>
      <w:r w:rsidRPr="00E24B2D">
        <w:rPr>
          <w:rStyle w:val="Helvetica12pt"/>
          <w:rFonts w:ascii="Times New Roman" w:hAnsi="Times New Roman"/>
        </w:rPr>
        <w:t>worth it</w:t>
      </w:r>
      <w:r w:rsidR="0027727C">
        <w:rPr>
          <w:rStyle w:val="Helvetica12pt"/>
          <w:rFonts w:ascii="Times New Roman" w:hAnsi="Times New Roman"/>
        </w:rPr>
        <w:t>”</w:t>
      </w:r>
    </w:p>
    <w:p w:rsidR="00F044C2" w:rsidRDefault="00F044C2" w:rsidP="00BA2088">
      <w:pPr>
        <w:pStyle w:val="custombodytext1"/>
        <w:jc w:val="left"/>
        <w:rPr>
          <w:rStyle w:val="Helvetica12pt"/>
          <w:rFonts w:ascii="Times New Roman" w:hAnsi="Times New Roman"/>
        </w:rPr>
      </w:pPr>
    </w:p>
    <w:p w:rsidR="00F044C2" w:rsidRPr="00F044C2" w:rsidRDefault="00C54FAC" w:rsidP="00BA2088">
      <w:pPr>
        <w:pStyle w:val="custombodytext1"/>
        <w:jc w:val="left"/>
        <w:rPr>
          <w:rFonts w:ascii="Times New Roman" w:hAnsi="Times New Roman"/>
        </w:rPr>
      </w:pPr>
      <w:r w:rsidRPr="00F044C2">
        <w:rPr>
          <w:rFonts w:ascii="Times New Roman" w:hAnsi="Times New Roman"/>
        </w:rPr>
        <w:t>C.</w:t>
      </w:r>
      <w:r w:rsidR="00BA2088" w:rsidRPr="00F044C2">
        <w:rPr>
          <w:rFonts w:ascii="Times New Roman" w:hAnsi="Times New Roman"/>
        </w:rPr>
        <w:t xml:space="preserve"> </w:t>
      </w:r>
      <w:r w:rsidR="008A1EFE">
        <w:rPr>
          <w:rFonts w:ascii="Times New Roman" w:hAnsi="Times New Roman"/>
        </w:rPr>
        <w:tab/>
      </w:r>
      <w:r w:rsidR="00BA2088" w:rsidRPr="00F044C2">
        <w:rPr>
          <w:rFonts w:ascii="Times New Roman" w:hAnsi="Times New Roman"/>
        </w:rPr>
        <w:t xml:space="preserve">Data has shown that minority groups in the U.S. tend to use polling places over absentee voting at a greater frequency than Caucasian voters. A state bill to give counties the option of holding all-postal elections </w:t>
      </w:r>
      <w:r w:rsidR="00F044C2" w:rsidRPr="00F044C2">
        <w:rPr>
          <w:rFonts w:ascii="Times New Roman" w:hAnsi="Times New Roman"/>
        </w:rPr>
        <w:t>came</w:t>
      </w:r>
      <w:r w:rsidR="00BA2088" w:rsidRPr="00F044C2">
        <w:rPr>
          <w:rFonts w:ascii="Times New Roman" w:hAnsi="Times New Roman"/>
        </w:rPr>
        <w:t xml:space="preserve"> under fire from minority groups for this re</w:t>
      </w:r>
      <w:r w:rsidR="00F044C2" w:rsidRPr="00F044C2">
        <w:rPr>
          <w:rFonts w:ascii="Times New Roman" w:hAnsi="Times New Roman"/>
        </w:rPr>
        <w:t>ason. Discuss with the students</w:t>
      </w:r>
    </w:p>
    <w:p w:rsidR="00F044C2" w:rsidRPr="00F044C2" w:rsidRDefault="00BA2088" w:rsidP="00F044C2">
      <w:pPr>
        <w:pStyle w:val="custombodytext1"/>
        <w:numPr>
          <w:ilvl w:val="0"/>
          <w:numId w:val="44"/>
        </w:numPr>
        <w:jc w:val="left"/>
        <w:rPr>
          <w:rFonts w:ascii="Times New Roman" w:hAnsi="Times New Roman"/>
        </w:rPr>
      </w:pPr>
      <w:r w:rsidRPr="00F044C2">
        <w:rPr>
          <w:rFonts w:ascii="Times New Roman" w:hAnsi="Times New Roman"/>
        </w:rPr>
        <w:t>what causal inference is being made and how to determine if it is prope</w:t>
      </w:r>
      <w:r w:rsidR="00FF4AEA">
        <w:rPr>
          <w:rFonts w:ascii="Times New Roman" w:hAnsi="Times New Roman"/>
        </w:rPr>
        <w:t>r</w:t>
      </w:r>
    </w:p>
    <w:p w:rsidR="00F044C2" w:rsidRPr="00F044C2" w:rsidRDefault="00F044C2" w:rsidP="00F044C2">
      <w:pPr>
        <w:pStyle w:val="custombodytext1"/>
        <w:numPr>
          <w:ilvl w:val="0"/>
          <w:numId w:val="44"/>
        </w:numPr>
        <w:jc w:val="left"/>
        <w:rPr>
          <w:rFonts w:ascii="Times New Roman" w:hAnsi="Times New Roman"/>
        </w:rPr>
      </w:pPr>
      <w:r w:rsidRPr="00F044C2">
        <w:rPr>
          <w:rFonts w:ascii="Times New Roman" w:hAnsi="Times New Roman"/>
        </w:rPr>
        <w:t xml:space="preserve">what kind of research activities might need to be done to determine whether minority turnout would be increased or decreased, given that </w:t>
      </w:r>
      <w:r w:rsidR="00BA2088" w:rsidRPr="00F044C2">
        <w:rPr>
          <w:rFonts w:ascii="Times New Roman" w:hAnsi="Times New Roman"/>
        </w:rPr>
        <w:t xml:space="preserve">all-postal elections </w:t>
      </w:r>
      <w:r w:rsidRPr="00F044C2">
        <w:rPr>
          <w:rFonts w:ascii="Times New Roman" w:hAnsi="Times New Roman"/>
        </w:rPr>
        <w:t>have</w:t>
      </w:r>
      <w:r w:rsidR="00BA2088" w:rsidRPr="00F044C2">
        <w:rPr>
          <w:rFonts w:ascii="Times New Roman" w:hAnsi="Times New Roman"/>
        </w:rPr>
        <w:t xml:space="preserve"> greater voter turnout overall</w:t>
      </w:r>
    </w:p>
    <w:p w:rsidR="00F044C2" w:rsidRPr="00F044C2" w:rsidRDefault="00F044C2" w:rsidP="00F044C2">
      <w:pPr>
        <w:pStyle w:val="custombodytext1"/>
        <w:numPr>
          <w:ilvl w:val="0"/>
          <w:numId w:val="44"/>
        </w:numPr>
        <w:jc w:val="left"/>
        <w:rPr>
          <w:rFonts w:ascii="Times New Roman" w:hAnsi="Times New Roman"/>
        </w:rPr>
      </w:pPr>
      <w:r w:rsidRPr="00F044C2">
        <w:rPr>
          <w:rFonts w:ascii="Times New Roman" w:hAnsi="Times New Roman"/>
        </w:rPr>
        <w:t>w</w:t>
      </w:r>
      <w:r w:rsidR="00BA2088" w:rsidRPr="00F044C2">
        <w:rPr>
          <w:rFonts w:ascii="Times New Roman" w:hAnsi="Times New Roman"/>
        </w:rPr>
        <w:t xml:space="preserve">hat other options </w:t>
      </w:r>
      <w:r w:rsidRPr="00F044C2">
        <w:rPr>
          <w:rFonts w:ascii="Times New Roman" w:hAnsi="Times New Roman"/>
        </w:rPr>
        <w:t>might</w:t>
      </w:r>
      <w:r w:rsidR="00BA2088" w:rsidRPr="00F044C2">
        <w:rPr>
          <w:rFonts w:ascii="Times New Roman" w:hAnsi="Times New Roman"/>
        </w:rPr>
        <w:t xml:space="preserve"> ensure that minority turnout </w:t>
      </w:r>
      <w:r w:rsidRPr="00F044C2">
        <w:rPr>
          <w:rFonts w:ascii="Times New Roman" w:hAnsi="Times New Roman"/>
        </w:rPr>
        <w:t>did</w:t>
      </w:r>
      <w:r w:rsidR="00BA2088" w:rsidRPr="00F044C2">
        <w:rPr>
          <w:rFonts w:ascii="Times New Roman" w:hAnsi="Times New Roman"/>
        </w:rPr>
        <w:t xml:space="preserve"> not decrease</w:t>
      </w:r>
      <w:r w:rsidRPr="00F044C2">
        <w:rPr>
          <w:rFonts w:ascii="Times New Roman" w:hAnsi="Times New Roman"/>
        </w:rPr>
        <w:t xml:space="preserve"> during all-postal elections</w:t>
      </w:r>
    </w:p>
    <w:p w:rsidR="00BA2088" w:rsidRPr="00F044C2" w:rsidRDefault="00F044C2" w:rsidP="00F044C2">
      <w:pPr>
        <w:pStyle w:val="custombodytext1"/>
        <w:numPr>
          <w:ilvl w:val="0"/>
          <w:numId w:val="44"/>
        </w:numPr>
        <w:jc w:val="left"/>
        <w:rPr>
          <w:rFonts w:ascii="Times New Roman" w:hAnsi="Times New Roman"/>
        </w:rPr>
      </w:pPr>
      <w:r w:rsidRPr="00F044C2">
        <w:rPr>
          <w:rFonts w:ascii="Times New Roman" w:hAnsi="Times New Roman"/>
        </w:rPr>
        <w:t xml:space="preserve">how causal inferences made in the press may or not be proper. </w:t>
      </w:r>
      <w:r w:rsidR="00BA2088" w:rsidRPr="00F044C2">
        <w:rPr>
          <w:rFonts w:ascii="Times New Roman" w:hAnsi="Times New Roman"/>
        </w:rPr>
        <w:t xml:space="preserve">Ask students </w:t>
      </w:r>
      <w:r w:rsidRPr="00F044C2">
        <w:rPr>
          <w:rFonts w:ascii="Times New Roman" w:hAnsi="Times New Roman"/>
        </w:rPr>
        <w:t xml:space="preserve">if they can think of examples, and discuss whether each is proper. The answer to each may be somewhat a matter of option </w:t>
      </w:r>
      <w:r w:rsidR="00FF4AEA">
        <w:rPr>
          <w:rFonts w:ascii="Times New Roman" w:hAnsi="Times New Roman"/>
        </w:rPr>
        <w:t>(</w:t>
      </w:r>
      <w:r w:rsidRPr="00F044C2">
        <w:rPr>
          <w:rFonts w:ascii="Times New Roman" w:hAnsi="Times New Roman"/>
        </w:rPr>
        <w:t>e.g., some causal inferences will be clearly improper whereas others will be debatable</w:t>
      </w:r>
      <w:r w:rsidR="00FF4AEA">
        <w:rPr>
          <w:rFonts w:ascii="Times New Roman" w:hAnsi="Times New Roman"/>
        </w:rPr>
        <w:t>)</w:t>
      </w:r>
      <w:r w:rsidRPr="00F044C2">
        <w:rPr>
          <w:rFonts w:ascii="Times New Roman" w:hAnsi="Times New Roman"/>
        </w:rPr>
        <w:t>.</w:t>
      </w:r>
    </w:p>
    <w:p w:rsidR="00EF5111" w:rsidRDefault="00EF5111" w:rsidP="00EF5111">
      <w:pPr>
        <w:pStyle w:val="custombodytext1"/>
        <w:jc w:val="left"/>
        <w:rPr>
          <w:rStyle w:val="Helvetica12pt"/>
          <w:rFonts w:ascii="Times New Roman" w:hAnsi="Times New Roman"/>
        </w:rPr>
      </w:pPr>
    </w:p>
    <w:p w:rsidR="00EF5111" w:rsidRPr="00E24B2D" w:rsidRDefault="00EF5111" w:rsidP="00EF5111">
      <w:pPr>
        <w:pStyle w:val="custombodytext1"/>
        <w:jc w:val="left"/>
        <w:rPr>
          <w:rStyle w:val="Helvetica12pt"/>
          <w:rFonts w:ascii="Times New Roman" w:hAnsi="Times New Roman"/>
        </w:rPr>
      </w:pPr>
    </w:p>
    <w:p w:rsidR="003D3EF7" w:rsidRPr="00EF5111" w:rsidRDefault="008A1EFE" w:rsidP="00EF5111">
      <w:pPr>
        <w:pStyle w:val="customheading2"/>
        <w:jc w:val="left"/>
        <w:rPr>
          <w:rStyle w:val="TimesNewRomanPS8pt"/>
          <w:rFonts w:ascii="Times New Roman" w:hAnsi="Times New Roman"/>
          <w:b/>
          <w:sz w:val="24"/>
        </w:rPr>
      </w:pPr>
      <w:r>
        <w:rPr>
          <w:rStyle w:val="TimesNewRomanPS8pt"/>
          <w:rFonts w:ascii="Times New Roman" w:hAnsi="Times New Roman"/>
          <w:b/>
          <w:sz w:val="24"/>
        </w:rPr>
        <w:br w:type="page"/>
      </w:r>
      <w:r w:rsidR="00BD73CD">
        <w:rPr>
          <w:rStyle w:val="TimesNewRomanPS8pt"/>
          <w:rFonts w:ascii="Times New Roman" w:hAnsi="Times New Roman"/>
          <w:b/>
          <w:sz w:val="24"/>
        </w:rPr>
        <w:lastRenderedPageBreak/>
        <w:t>FURTHER READING</w:t>
      </w:r>
    </w:p>
    <w:p w:rsidR="003D3EF7" w:rsidRDefault="003D3EF7" w:rsidP="00EF5111"/>
    <w:p w:rsidR="000850EE" w:rsidRDefault="000850EE" w:rsidP="000850EE">
      <w:pPr>
        <w:widowControl w:val="0"/>
        <w:autoSpaceDE w:val="0"/>
        <w:autoSpaceDN w:val="0"/>
        <w:adjustRightInd w:val="0"/>
      </w:pPr>
      <w:r>
        <w:t xml:space="preserve">Bethlehem, </w:t>
      </w:r>
      <w:proofErr w:type="spellStart"/>
      <w:r>
        <w:t>Jelke</w:t>
      </w:r>
      <w:proofErr w:type="spellEnd"/>
      <w:r>
        <w:t xml:space="preserve">, Fannie </w:t>
      </w:r>
      <w:proofErr w:type="spellStart"/>
      <w:r>
        <w:t>Cobben</w:t>
      </w:r>
      <w:proofErr w:type="spellEnd"/>
      <w:r>
        <w:t xml:space="preserve">, and Barry Schouten. </w:t>
      </w:r>
      <w:r w:rsidRPr="005A7C53">
        <w:rPr>
          <w:i/>
        </w:rPr>
        <w:t xml:space="preserve">Handbook of </w:t>
      </w:r>
      <w:proofErr w:type="spellStart"/>
      <w:r w:rsidRPr="005A7C53">
        <w:rPr>
          <w:i/>
        </w:rPr>
        <w:t>Nonresponse</w:t>
      </w:r>
      <w:proofErr w:type="spellEnd"/>
      <w:r w:rsidRPr="005A7C53">
        <w:rPr>
          <w:i/>
        </w:rPr>
        <w:t xml:space="preserve"> in Household Surveys</w:t>
      </w:r>
      <w:r w:rsidRPr="005A7C53">
        <w:t xml:space="preserve"> (Wiley Handbooks in Survey Methodology)</w:t>
      </w:r>
      <w:r>
        <w:t>. Hoboken, NJ: John Wiley &amp; Sons, Ltd</w:t>
      </w:r>
      <w:r w:rsidRPr="003B3967">
        <w:t>.</w:t>
      </w:r>
      <w:r w:rsidRPr="005A7C53">
        <w:t>, 201</w:t>
      </w:r>
      <w:r>
        <w:t>1.</w:t>
      </w:r>
    </w:p>
    <w:p w:rsidR="000850EE" w:rsidRPr="003B3967" w:rsidRDefault="000850EE" w:rsidP="000850EE">
      <w:pPr>
        <w:widowControl w:val="0"/>
        <w:autoSpaceDE w:val="0"/>
        <w:autoSpaceDN w:val="0"/>
        <w:adjustRightInd w:val="0"/>
      </w:pPr>
    </w:p>
    <w:p w:rsidR="000850EE" w:rsidRDefault="000850EE" w:rsidP="000850EE">
      <w:pPr>
        <w:autoSpaceDE w:val="0"/>
        <w:autoSpaceDN w:val="0"/>
        <w:adjustRightInd w:val="0"/>
      </w:pPr>
      <w:proofErr w:type="spellStart"/>
      <w:r>
        <w:t>Ferrel</w:t>
      </w:r>
      <w:proofErr w:type="spellEnd"/>
      <w:r>
        <w:t xml:space="preserve">, O. C., and Michael Hartline. </w:t>
      </w:r>
      <w:r w:rsidRPr="00BC1636">
        <w:rPr>
          <w:i/>
        </w:rPr>
        <w:t>Marketing Strategy</w:t>
      </w:r>
      <w:r>
        <w:t xml:space="preserve">, 5th ed. Mason, OH: South-Western Cengage Learning, </w:t>
      </w:r>
      <w:r w:rsidRPr="00BC1636">
        <w:t>2010</w:t>
      </w:r>
      <w:r>
        <w:t>.</w:t>
      </w:r>
    </w:p>
    <w:p w:rsidR="000850EE" w:rsidRDefault="000850EE" w:rsidP="000850EE">
      <w:pPr>
        <w:autoSpaceDE w:val="0"/>
        <w:autoSpaceDN w:val="0"/>
        <w:adjustRightInd w:val="0"/>
      </w:pPr>
    </w:p>
    <w:p w:rsidR="000850EE" w:rsidRDefault="000850EE" w:rsidP="000850EE">
      <w:pPr>
        <w:widowControl w:val="0"/>
        <w:autoSpaceDE w:val="0"/>
        <w:autoSpaceDN w:val="0"/>
        <w:adjustRightInd w:val="0"/>
      </w:pPr>
      <w:r>
        <w:rPr>
          <w:iCs/>
        </w:rPr>
        <w:t xml:space="preserve">Groves, Robert M., Don A. </w:t>
      </w:r>
      <w:proofErr w:type="spellStart"/>
      <w:r>
        <w:rPr>
          <w:iCs/>
        </w:rPr>
        <w:t>Dillman</w:t>
      </w:r>
      <w:proofErr w:type="spellEnd"/>
      <w:r>
        <w:rPr>
          <w:iCs/>
        </w:rPr>
        <w:t xml:space="preserve">, John L. </w:t>
      </w:r>
      <w:proofErr w:type="spellStart"/>
      <w:r>
        <w:rPr>
          <w:iCs/>
        </w:rPr>
        <w:t>Eltinge</w:t>
      </w:r>
      <w:proofErr w:type="spellEnd"/>
      <w:r>
        <w:rPr>
          <w:iCs/>
        </w:rPr>
        <w:t xml:space="preserve">, and Roderick J. A. Little. </w:t>
      </w:r>
      <w:r w:rsidRPr="003B3967">
        <w:rPr>
          <w:i/>
          <w:iCs/>
        </w:rPr>
        <w:t xml:space="preserve">Survey </w:t>
      </w:r>
      <w:proofErr w:type="spellStart"/>
      <w:r w:rsidRPr="003B3967">
        <w:rPr>
          <w:i/>
          <w:iCs/>
        </w:rPr>
        <w:t>Nonresponse</w:t>
      </w:r>
      <w:proofErr w:type="spellEnd"/>
      <w:r w:rsidRPr="003B3967">
        <w:rPr>
          <w:i/>
          <w:iCs/>
        </w:rPr>
        <w:t xml:space="preserve"> </w:t>
      </w:r>
      <w:r w:rsidRPr="003B3967">
        <w:t xml:space="preserve">(Wiley Series in Survey Methodology). </w:t>
      </w:r>
      <w:r>
        <w:t>Hoboken, NJ: John Wiley &amp; Sons, Ltd</w:t>
      </w:r>
      <w:r w:rsidRPr="003B3967">
        <w:t>.</w:t>
      </w:r>
      <w:r w:rsidR="008A1EFE">
        <w:t>,</w:t>
      </w:r>
      <w:r w:rsidRPr="003B3967">
        <w:t xml:space="preserve"> 2001.</w:t>
      </w:r>
    </w:p>
    <w:p w:rsidR="000850EE" w:rsidRPr="003B3967" w:rsidRDefault="000850EE" w:rsidP="000850EE">
      <w:pPr>
        <w:widowControl w:val="0"/>
        <w:autoSpaceDE w:val="0"/>
        <w:autoSpaceDN w:val="0"/>
        <w:adjustRightInd w:val="0"/>
      </w:pPr>
    </w:p>
    <w:p w:rsidR="000850EE" w:rsidRDefault="000850EE" w:rsidP="000850EE">
      <w:pPr>
        <w:autoSpaceDE w:val="0"/>
        <w:autoSpaceDN w:val="0"/>
        <w:adjustRightInd w:val="0"/>
      </w:pPr>
      <w:r>
        <w:t xml:space="preserve">Iacobucci, Dawn. </w:t>
      </w:r>
      <w:r w:rsidRPr="003B3117">
        <w:rPr>
          <w:i/>
        </w:rPr>
        <w:t>MM</w:t>
      </w:r>
      <w:r>
        <w:rPr>
          <w:i/>
        </w:rPr>
        <w:t>.</w:t>
      </w:r>
      <w:r>
        <w:t xml:space="preserve"> Mason, OH: South-Western Cengage Learning, </w:t>
      </w:r>
      <w:r w:rsidRPr="003B3117">
        <w:t>2011</w:t>
      </w:r>
      <w:r>
        <w:t>.</w:t>
      </w:r>
    </w:p>
    <w:p w:rsidR="000850EE" w:rsidRDefault="000850EE" w:rsidP="000850EE">
      <w:pPr>
        <w:autoSpaceDE w:val="0"/>
        <w:autoSpaceDN w:val="0"/>
        <w:adjustRightInd w:val="0"/>
      </w:pPr>
    </w:p>
    <w:p w:rsidR="000850EE" w:rsidRDefault="000850EE" w:rsidP="000850EE">
      <w:pPr>
        <w:autoSpaceDE w:val="0"/>
        <w:autoSpaceDN w:val="0"/>
        <w:adjustRightInd w:val="0"/>
      </w:pPr>
      <w:r>
        <w:t xml:space="preserve">Jain, </w:t>
      </w:r>
      <w:proofErr w:type="spellStart"/>
      <w:r>
        <w:t>Subhash</w:t>
      </w:r>
      <w:proofErr w:type="spellEnd"/>
      <w:r>
        <w:t xml:space="preserve"> C. </w:t>
      </w:r>
      <w:r w:rsidRPr="003B3117">
        <w:rPr>
          <w:i/>
        </w:rPr>
        <w:t>Marketing: Planning and Strategy</w:t>
      </w:r>
      <w:r>
        <w:t xml:space="preserve">, 8th ed. Mason, OH: South-Western Cengage Learning, </w:t>
      </w:r>
      <w:r w:rsidRPr="003B3117">
        <w:t>2009</w:t>
      </w:r>
      <w:r>
        <w:t>.</w:t>
      </w:r>
    </w:p>
    <w:p w:rsidR="000850EE" w:rsidRDefault="000850EE" w:rsidP="000850EE">
      <w:pPr>
        <w:autoSpaceDE w:val="0"/>
        <w:autoSpaceDN w:val="0"/>
        <w:adjustRightInd w:val="0"/>
      </w:pPr>
    </w:p>
    <w:p w:rsidR="000850EE" w:rsidRDefault="000850EE" w:rsidP="000850EE">
      <w:pPr>
        <w:autoSpaceDE w:val="0"/>
        <w:autoSpaceDN w:val="0"/>
        <w:adjustRightInd w:val="0"/>
      </w:pPr>
      <w:r>
        <w:t xml:space="preserve">Lamb, Charles W. </w:t>
      </w:r>
      <w:r w:rsidRPr="005B7DFA">
        <w:rPr>
          <w:i/>
        </w:rPr>
        <w:t>Essentials of Marketing</w:t>
      </w:r>
      <w:r w:rsidRPr="003B3117">
        <w:t xml:space="preserve">, 7th </w:t>
      </w:r>
      <w:r>
        <w:t>ed. Mason, OH: South-Western Cengage Learning, 2012.</w:t>
      </w:r>
    </w:p>
    <w:p w:rsidR="000850EE" w:rsidRDefault="000850EE" w:rsidP="000850EE">
      <w:pPr>
        <w:autoSpaceDE w:val="0"/>
        <w:autoSpaceDN w:val="0"/>
        <w:adjustRightInd w:val="0"/>
      </w:pPr>
    </w:p>
    <w:p w:rsidR="000850EE" w:rsidRDefault="000850EE" w:rsidP="000850EE">
      <w:pPr>
        <w:autoSpaceDE w:val="0"/>
        <w:autoSpaceDN w:val="0"/>
        <w:adjustRightInd w:val="0"/>
      </w:pPr>
      <w:r>
        <w:t xml:space="preserve">Lamb, Charles, W., Joseph F. Hair, and Carl McDaniel. </w:t>
      </w:r>
      <w:r w:rsidRPr="005B7DFA">
        <w:rPr>
          <w:i/>
        </w:rPr>
        <w:t>MKTG</w:t>
      </w:r>
      <w:r>
        <w:t>, 5th ed. Mason, OH: South-Western Cengage Learning, 2012.</w:t>
      </w:r>
    </w:p>
    <w:p w:rsidR="000850EE" w:rsidRDefault="000850EE" w:rsidP="000850EE">
      <w:pPr>
        <w:autoSpaceDE w:val="0"/>
        <w:autoSpaceDN w:val="0"/>
        <w:adjustRightInd w:val="0"/>
      </w:pPr>
    </w:p>
    <w:p w:rsidR="000850EE" w:rsidRDefault="000850EE" w:rsidP="000850EE">
      <w:pPr>
        <w:widowControl w:val="0"/>
        <w:autoSpaceDE w:val="0"/>
        <w:autoSpaceDN w:val="0"/>
        <w:adjustRightInd w:val="0"/>
      </w:pPr>
      <w:proofErr w:type="spellStart"/>
      <w:r>
        <w:rPr>
          <w:iCs/>
        </w:rPr>
        <w:t>McQuarrie</w:t>
      </w:r>
      <w:proofErr w:type="spellEnd"/>
      <w:r>
        <w:rPr>
          <w:iCs/>
        </w:rPr>
        <w:t xml:space="preserve">, Edward F. </w:t>
      </w:r>
      <w:r w:rsidRPr="003B3967">
        <w:rPr>
          <w:i/>
          <w:iCs/>
        </w:rPr>
        <w:t>The Market Research Toolbox: A Concise Guide for Beginners</w:t>
      </w:r>
      <w:r w:rsidRPr="003B3967">
        <w:t xml:space="preserve">, 2nd </w:t>
      </w:r>
      <w:r>
        <w:t>ed</w:t>
      </w:r>
      <w:r w:rsidRPr="003B3967">
        <w:t>. Thousand</w:t>
      </w:r>
      <w:r>
        <w:t xml:space="preserve"> </w:t>
      </w:r>
      <w:r w:rsidRPr="003B3967">
        <w:t>Oaks, CA: Sage Publications, 2005.</w:t>
      </w:r>
    </w:p>
    <w:p w:rsidR="000850EE" w:rsidRDefault="000850EE" w:rsidP="000850EE">
      <w:pPr>
        <w:widowControl w:val="0"/>
        <w:autoSpaceDE w:val="0"/>
        <w:autoSpaceDN w:val="0"/>
        <w:adjustRightInd w:val="0"/>
      </w:pPr>
    </w:p>
    <w:p w:rsidR="000850EE" w:rsidRDefault="000850EE" w:rsidP="000850EE">
      <w:pPr>
        <w:widowControl w:val="0"/>
        <w:autoSpaceDE w:val="0"/>
        <w:autoSpaceDN w:val="0"/>
        <w:adjustRightInd w:val="0"/>
      </w:pPr>
      <w:r>
        <w:rPr>
          <w:iCs/>
        </w:rPr>
        <w:t xml:space="preserve">Ogden, Thomas E., and Israel A. Goldberg. </w:t>
      </w:r>
      <w:r w:rsidRPr="003B3967">
        <w:rPr>
          <w:i/>
          <w:iCs/>
        </w:rPr>
        <w:t>Research Proposals: A Guide to Success</w:t>
      </w:r>
      <w:r w:rsidRPr="003B3967">
        <w:t xml:space="preserve">, 3rd </w:t>
      </w:r>
      <w:r>
        <w:t xml:space="preserve">ed. </w:t>
      </w:r>
      <w:r w:rsidRPr="003B3967">
        <w:t>Burlington, MA:</w:t>
      </w:r>
      <w:r>
        <w:t xml:space="preserve"> </w:t>
      </w:r>
      <w:r w:rsidRPr="003B3967">
        <w:t>Academic Press, Elsevier</w:t>
      </w:r>
      <w:r>
        <w:t>,</w:t>
      </w:r>
      <w:r w:rsidRPr="003B3967">
        <w:t xml:space="preserve"> 2002.</w:t>
      </w:r>
    </w:p>
    <w:p w:rsidR="000850EE" w:rsidRPr="003B3967" w:rsidRDefault="000850EE" w:rsidP="000850EE">
      <w:pPr>
        <w:widowControl w:val="0"/>
        <w:autoSpaceDE w:val="0"/>
        <w:autoSpaceDN w:val="0"/>
        <w:adjustRightInd w:val="0"/>
      </w:pPr>
    </w:p>
    <w:p w:rsidR="00E25FA3" w:rsidRDefault="000850EE" w:rsidP="000850EE">
      <w:pPr>
        <w:autoSpaceDE w:val="0"/>
        <w:autoSpaceDN w:val="0"/>
        <w:adjustRightInd w:val="0"/>
      </w:pPr>
      <w:r>
        <w:rPr>
          <w:iCs/>
        </w:rPr>
        <w:t xml:space="preserve">Robson, Colin. </w:t>
      </w:r>
      <w:r w:rsidRPr="003B3967">
        <w:rPr>
          <w:i/>
          <w:iCs/>
        </w:rPr>
        <w:t>Real World Research</w:t>
      </w:r>
      <w:r w:rsidRPr="0069787D">
        <w:rPr>
          <w:iCs/>
        </w:rPr>
        <w:t xml:space="preserve">, </w:t>
      </w:r>
      <w:r>
        <w:rPr>
          <w:iCs/>
        </w:rPr>
        <w:t>2nd</w:t>
      </w:r>
      <w:r w:rsidRPr="0069787D">
        <w:rPr>
          <w:iCs/>
        </w:rPr>
        <w:t xml:space="preserve"> </w:t>
      </w:r>
      <w:r>
        <w:rPr>
          <w:iCs/>
        </w:rPr>
        <w:t>ed</w:t>
      </w:r>
      <w:r w:rsidRPr="003B3967">
        <w:t>.</w:t>
      </w:r>
      <w:r>
        <w:t xml:space="preserve"> Malden, MA: Blackwell Publishers Ltd.</w:t>
      </w:r>
      <w:r w:rsidRPr="005A7C53">
        <w:t>, 2011</w:t>
      </w:r>
      <w:r w:rsidRPr="003B3967">
        <w:t>.</w:t>
      </w:r>
    </w:p>
    <w:p w:rsidR="00E25FA3" w:rsidRDefault="00E25FA3" w:rsidP="000850EE">
      <w:pPr>
        <w:autoSpaceDE w:val="0"/>
        <w:autoSpaceDN w:val="0"/>
        <w:adjustRightInd w:val="0"/>
      </w:pPr>
    </w:p>
    <w:p w:rsidR="000850EE" w:rsidRDefault="000850EE" w:rsidP="000850EE">
      <w:pPr>
        <w:autoSpaceDE w:val="0"/>
        <w:autoSpaceDN w:val="0"/>
        <w:adjustRightInd w:val="0"/>
      </w:pPr>
      <w:proofErr w:type="spellStart"/>
      <w:r>
        <w:t>Rosenbloom</w:t>
      </w:r>
      <w:proofErr w:type="spellEnd"/>
      <w:r>
        <w:t xml:space="preserve">, Bert. </w:t>
      </w:r>
      <w:r w:rsidRPr="005B7DFA">
        <w:rPr>
          <w:i/>
        </w:rPr>
        <w:t>Marketing Channels</w:t>
      </w:r>
      <w:r>
        <w:t>, 8th ed. Mason, OH: South-Western Cengage Learning, 2011.</w:t>
      </w:r>
    </w:p>
    <w:p w:rsidR="000850EE" w:rsidRPr="003B3967" w:rsidRDefault="000850EE" w:rsidP="000850EE">
      <w:pPr>
        <w:autoSpaceDE w:val="0"/>
        <w:autoSpaceDN w:val="0"/>
        <w:adjustRightInd w:val="0"/>
      </w:pPr>
    </w:p>
    <w:p w:rsidR="000850EE" w:rsidRDefault="000850EE" w:rsidP="000850EE">
      <w:pPr>
        <w:widowControl w:val="0"/>
        <w:autoSpaceDE w:val="0"/>
        <w:autoSpaceDN w:val="0"/>
        <w:adjustRightInd w:val="0"/>
      </w:pPr>
      <w:r>
        <w:t xml:space="preserve">Stoop, </w:t>
      </w:r>
      <w:proofErr w:type="spellStart"/>
      <w:r>
        <w:t>Ineke</w:t>
      </w:r>
      <w:proofErr w:type="spellEnd"/>
      <w:r>
        <w:t xml:space="preserve">, </w:t>
      </w:r>
      <w:proofErr w:type="spellStart"/>
      <w:r>
        <w:t>Jaak</w:t>
      </w:r>
      <w:proofErr w:type="spellEnd"/>
      <w:r>
        <w:t xml:space="preserve"> </w:t>
      </w:r>
      <w:proofErr w:type="spellStart"/>
      <w:r>
        <w:t>Billiet</w:t>
      </w:r>
      <w:proofErr w:type="spellEnd"/>
      <w:r>
        <w:t xml:space="preserve">, </w:t>
      </w:r>
      <w:proofErr w:type="spellStart"/>
      <w:r>
        <w:t>Achim</w:t>
      </w:r>
      <w:proofErr w:type="spellEnd"/>
      <w:r>
        <w:t xml:space="preserve"> Koch, and Rory Fitzgerald. </w:t>
      </w:r>
      <w:r w:rsidRPr="005A7C53">
        <w:rPr>
          <w:i/>
        </w:rPr>
        <w:t>Improving Survey Response: Lessons Learned from the European Social Survey</w:t>
      </w:r>
      <w:r w:rsidRPr="005A7C53">
        <w:t xml:space="preserve"> (Wiley Series in Survey Methodology)</w:t>
      </w:r>
      <w:r>
        <w:t>. Hoboken, NJ: John Wiley &amp; Sons, Ltd</w:t>
      </w:r>
      <w:r w:rsidRPr="003B3967">
        <w:t>.</w:t>
      </w:r>
      <w:r w:rsidRPr="005A7C53">
        <w:t>, 2010</w:t>
      </w:r>
      <w:r>
        <w:t>.</w:t>
      </w:r>
    </w:p>
    <w:p w:rsidR="000850EE" w:rsidRDefault="000850EE" w:rsidP="000850EE">
      <w:pPr>
        <w:widowControl w:val="0"/>
        <w:autoSpaceDE w:val="0"/>
        <w:autoSpaceDN w:val="0"/>
        <w:adjustRightInd w:val="0"/>
      </w:pPr>
    </w:p>
    <w:p w:rsidR="000850EE" w:rsidRDefault="000850EE" w:rsidP="000850EE">
      <w:pPr>
        <w:widowControl w:val="0"/>
        <w:autoSpaceDE w:val="0"/>
        <w:autoSpaceDN w:val="0"/>
        <w:adjustRightInd w:val="0"/>
      </w:pPr>
      <w:proofErr w:type="spellStart"/>
      <w:r>
        <w:rPr>
          <w:iCs/>
        </w:rPr>
        <w:t>Viswanathan</w:t>
      </w:r>
      <w:proofErr w:type="spellEnd"/>
      <w:r>
        <w:rPr>
          <w:iCs/>
        </w:rPr>
        <w:t xml:space="preserve">, </w:t>
      </w:r>
      <w:proofErr w:type="spellStart"/>
      <w:r>
        <w:rPr>
          <w:iCs/>
        </w:rPr>
        <w:t>Madhu</w:t>
      </w:r>
      <w:proofErr w:type="spellEnd"/>
      <w:r>
        <w:rPr>
          <w:iCs/>
        </w:rPr>
        <w:t xml:space="preserve">. </w:t>
      </w:r>
      <w:r w:rsidRPr="003B3967">
        <w:rPr>
          <w:i/>
          <w:iCs/>
        </w:rPr>
        <w:t>Measurement Error and Research Design</w:t>
      </w:r>
      <w:r w:rsidRPr="003B3967">
        <w:t>. Thousand Oaks, CA: Sage Publications, 2005.</w:t>
      </w:r>
    </w:p>
    <w:p w:rsidR="000850EE" w:rsidRPr="003B3967" w:rsidRDefault="000850EE" w:rsidP="000850EE">
      <w:pPr>
        <w:widowControl w:val="0"/>
        <w:autoSpaceDE w:val="0"/>
        <w:autoSpaceDN w:val="0"/>
        <w:adjustRightInd w:val="0"/>
      </w:pPr>
    </w:p>
    <w:p w:rsidR="000850EE" w:rsidRDefault="000850EE" w:rsidP="000850EE">
      <w:pPr>
        <w:autoSpaceDE w:val="0"/>
        <w:autoSpaceDN w:val="0"/>
        <w:adjustRightInd w:val="0"/>
      </w:pPr>
      <w:r w:rsidRPr="0069787D">
        <w:t>http://www.knowthis.com</w:t>
      </w:r>
    </w:p>
    <w:p w:rsidR="000850EE" w:rsidRPr="00297D60" w:rsidRDefault="000850EE" w:rsidP="000850EE">
      <w:pPr>
        <w:autoSpaceDE w:val="0"/>
        <w:autoSpaceDN w:val="0"/>
        <w:adjustRightInd w:val="0"/>
      </w:pPr>
    </w:p>
    <w:p w:rsidR="000850EE" w:rsidRDefault="000850EE" w:rsidP="000850EE">
      <w:pPr>
        <w:autoSpaceDE w:val="0"/>
        <w:autoSpaceDN w:val="0"/>
        <w:adjustRightInd w:val="0"/>
      </w:pPr>
      <w:r w:rsidRPr="00297D60">
        <w:t>http://www.marketingpower.com [American Marketing Association]</w:t>
      </w:r>
    </w:p>
    <w:p w:rsidR="000850EE" w:rsidRPr="00297D60" w:rsidRDefault="000850EE" w:rsidP="000850EE">
      <w:pPr>
        <w:autoSpaceDE w:val="0"/>
        <w:autoSpaceDN w:val="0"/>
        <w:adjustRightInd w:val="0"/>
      </w:pPr>
    </w:p>
    <w:p w:rsidR="000850EE" w:rsidRDefault="000850EE" w:rsidP="000850EE">
      <w:pPr>
        <w:autoSpaceDE w:val="0"/>
        <w:autoSpaceDN w:val="0"/>
        <w:adjustRightInd w:val="0"/>
      </w:pPr>
      <w:r w:rsidRPr="00297D60">
        <w:lastRenderedPageBreak/>
        <w:t>http://www.mra-net.org [Marketing Research Association]</w:t>
      </w:r>
    </w:p>
    <w:p w:rsidR="000850EE" w:rsidRPr="00297D60" w:rsidRDefault="000850EE" w:rsidP="000850EE">
      <w:pPr>
        <w:autoSpaceDE w:val="0"/>
        <w:autoSpaceDN w:val="0"/>
        <w:adjustRightInd w:val="0"/>
      </w:pPr>
    </w:p>
    <w:p w:rsidR="000850EE" w:rsidRPr="00297D60" w:rsidRDefault="000850EE" w:rsidP="000850EE">
      <w:pPr>
        <w:autoSpaceDE w:val="0"/>
        <w:autoSpaceDN w:val="0"/>
        <w:adjustRightInd w:val="0"/>
      </w:pPr>
      <w:r w:rsidRPr="0069787D">
        <w:t>http://www.quirks.com</w:t>
      </w:r>
    </w:p>
    <w:sectPr w:rsidR="000850EE" w:rsidRPr="00297D60" w:rsidSect="00D7385A">
      <w:footerReference w:type="default" r:id="rId8"/>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0A3" w:rsidRDefault="00A630A3">
      <w:r>
        <w:separator/>
      </w:r>
    </w:p>
  </w:endnote>
  <w:endnote w:type="continuationSeparator" w:id="0">
    <w:p w:rsidR="00A630A3" w:rsidRDefault="00A630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Bold">
    <w:panose1 w:val="00000000000000000000"/>
    <w:charset w:val="00"/>
    <w:family w:val="swiss"/>
    <w:notTrueType/>
    <w:pitch w:val="variable"/>
    <w:sig w:usb0="00000003" w:usb1="00000000" w:usb2="00000000" w:usb3="00000000" w:csb0="00000001" w:csb1="00000000"/>
  </w:font>
  <w:font w:name="TimesNewRomanPS-Italic">
    <w:panose1 w:val="00000000000000000000"/>
    <w:charset w:val="00"/>
    <w:family w:val="swiss"/>
    <w:notTrueType/>
    <w:pitch w:val="variable"/>
    <w:sig w:usb0="00000003" w:usb1="00000000" w:usb2="00000000" w:usb3="00000000" w:csb0="00000001" w:csb1="00000000"/>
  </w:font>
  <w:font w:name="TimesNewRomanPS-BoldItalic">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swiss"/>
    <w:notTrueType/>
    <w:pitch w:val="variable"/>
    <w:sig w:usb0="00000003" w:usb1="00000000" w:usb2="00000000" w:usb3="00000000" w:csb0="00000001" w:csb1="00000000"/>
  </w:font>
  <w:font w:name="Helvetica-BoldOblique">
    <w:panose1 w:val="00000000000000000000"/>
    <w:charset w:val="00"/>
    <w:family w:val="swiss"/>
    <w:notTrueType/>
    <w:pitch w:val="variable"/>
    <w:sig w:usb0="00000003" w:usb1="00000000" w:usb2="00000000" w:usb3="00000000" w:csb0="00000001" w:csb1="00000000"/>
  </w:font>
  <w:font w:name="Helvetica-Obliqu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7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525" w:rsidRPr="00BA1525" w:rsidRDefault="00BA1525">
    <w:pPr>
      <w:pStyle w:val="Footer"/>
      <w:rPr>
        <w:sz w:val="20"/>
        <w:szCs w:val="20"/>
      </w:rPr>
    </w:pPr>
    <w:r w:rsidRPr="00BA1525">
      <w:rPr>
        <w:sz w:val="20"/>
        <w:szCs w:val="20"/>
      </w:rPr>
      <w:t>© 2013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0A3" w:rsidRDefault="00A630A3">
      <w:r>
        <w:separator/>
      </w:r>
    </w:p>
  </w:footnote>
  <w:footnote w:type="continuationSeparator" w:id="0">
    <w:p w:rsidR="00A630A3" w:rsidRDefault="00A630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233E"/>
    <w:multiLevelType w:val="hybridMultilevel"/>
    <w:tmpl w:val="5A5270F4"/>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0C544E"/>
    <w:multiLevelType w:val="multilevel"/>
    <w:tmpl w:val="0409001D"/>
    <w:numStyleLink w:val="custombodyindent2"/>
  </w:abstractNum>
  <w:abstractNum w:abstractNumId="2">
    <w:nsid w:val="01A36D40"/>
    <w:multiLevelType w:val="hybridMultilevel"/>
    <w:tmpl w:val="2460F0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0C01E4"/>
    <w:multiLevelType w:val="multilevel"/>
    <w:tmpl w:val="DA4E66F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9355E3"/>
    <w:multiLevelType w:val="hybridMultilevel"/>
    <w:tmpl w:val="83C0C894"/>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B86917"/>
    <w:multiLevelType w:val="hybridMultilevel"/>
    <w:tmpl w:val="C5D04ED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7936E8"/>
    <w:multiLevelType w:val="multilevel"/>
    <w:tmpl w:val="492469F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897349A"/>
    <w:multiLevelType w:val="hybridMultilevel"/>
    <w:tmpl w:val="62FE4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C1465A"/>
    <w:multiLevelType w:val="multilevel"/>
    <w:tmpl w:val="0409001D"/>
    <w:numStyleLink w:val="custombodyindent1"/>
  </w:abstractNum>
  <w:abstractNum w:abstractNumId="9">
    <w:nsid w:val="0C461CB7"/>
    <w:multiLevelType w:val="hybridMultilevel"/>
    <w:tmpl w:val="85381F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ED40775"/>
    <w:multiLevelType w:val="hybridMultilevel"/>
    <w:tmpl w:val="A27E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F670FE"/>
    <w:multiLevelType w:val="hybridMultilevel"/>
    <w:tmpl w:val="1648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750EF6"/>
    <w:multiLevelType w:val="hybridMultilevel"/>
    <w:tmpl w:val="67803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BD4A71"/>
    <w:multiLevelType w:val="hybridMultilevel"/>
    <w:tmpl w:val="4B2A1B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18F7D12"/>
    <w:multiLevelType w:val="multilevel"/>
    <w:tmpl w:val="0409001D"/>
    <w:styleLink w:val="custombodyindent2"/>
    <w:lvl w:ilvl="0">
      <w:start w:val="1"/>
      <w:numFmt w:val="bullet"/>
      <w:lvlText w:val=""/>
      <w:lvlJc w:val="left"/>
      <w:pPr>
        <w:tabs>
          <w:tab w:val="num" w:pos="360"/>
        </w:tabs>
        <w:ind w:left="1080" w:hanging="360"/>
      </w:pPr>
      <w:rPr>
        <w:rFonts w:ascii="TimesNewRomanPS" w:hAnsi="TimesNewRomanPS" w:hint="default"/>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218794E"/>
    <w:multiLevelType w:val="multilevel"/>
    <w:tmpl w:val="0409001D"/>
    <w:numStyleLink w:val="custombodyindent20"/>
  </w:abstractNum>
  <w:abstractNum w:abstractNumId="16">
    <w:nsid w:val="3286054F"/>
    <w:multiLevelType w:val="hybridMultilevel"/>
    <w:tmpl w:val="961E6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4F25DD"/>
    <w:multiLevelType w:val="hybridMultilevel"/>
    <w:tmpl w:val="71C64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0F46B2"/>
    <w:multiLevelType w:val="multilevel"/>
    <w:tmpl w:val="0409001D"/>
    <w:numStyleLink w:val="custombodyindent20"/>
  </w:abstractNum>
  <w:abstractNum w:abstractNumId="19">
    <w:nsid w:val="373B225B"/>
    <w:multiLevelType w:val="hybridMultilevel"/>
    <w:tmpl w:val="8FDA3D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nsid w:val="375E505C"/>
    <w:multiLevelType w:val="hybridMultilevel"/>
    <w:tmpl w:val="48A2EBA6"/>
    <w:lvl w:ilvl="0" w:tplc="FFFFFFFF">
      <w:start w:val="1"/>
      <w:numFmt w:val="decimal"/>
      <w:lvlText w:val="%1."/>
      <w:lvlJc w:val="left"/>
      <w:pPr>
        <w:tabs>
          <w:tab w:val="num" w:pos="1152"/>
        </w:tabs>
        <w:ind w:left="115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B93FC0"/>
    <w:multiLevelType w:val="hybridMultilevel"/>
    <w:tmpl w:val="CC067C8E"/>
    <w:lvl w:ilvl="0" w:tplc="72769BD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45A663F"/>
    <w:multiLevelType w:val="hybridMultilevel"/>
    <w:tmpl w:val="BC4AFA2A"/>
    <w:lvl w:ilvl="0" w:tplc="A934B2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641BDE"/>
    <w:multiLevelType w:val="hybridMultilevel"/>
    <w:tmpl w:val="B5FE62A6"/>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185549"/>
    <w:multiLevelType w:val="multilevel"/>
    <w:tmpl w:val="0409001D"/>
    <w:numStyleLink w:val="custombodyindent2"/>
  </w:abstractNum>
  <w:abstractNum w:abstractNumId="25">
    <w:nsid w:val="50ED4F8D"/>
    <w:multiLevelType w:val="hybridMultilevel"/>
    <w:tmpl w:val="3070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F902AF"/>
    <w:multiLevelType w:val="hybridMultilevel"/>
    <w:tmpl w:val="3578ABF6"/>
    <w:lvl w:ilvl="0" w:tplc="E7F2F3B8">
      <w:start w:val="1"/>
      <w:numFmt w:val="bullet"/>
      <w:lvlText w:val=""/>
      <w:lvlJc w:val="left"/>
      <w:pPr>
        <w:tabs>
          <w:tab w:val="num" w:pos="360"/>
        </w:tabs>
        <w:ind w:left="36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7B50D25"/>
    <w:multiLevelType w:val="hybridMultilevel"/>
    <w:tmpl w:val="0F0ECC9C"/>
    <w:lvl w:ilvl="0" w:tplc="E7F2F3B8">
      <w:start w:val="1"/>
      <w:numFmt w:val="bullet"/>
      <w:lvlText w:val=""/>
      <w:lvlJc w:val="left"/>
      <w:pPr>
        <w:tabs>
          <w:tab w:val="num" w:pos="360"/>
        </w:tabs>
        <w:ind w:left="36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486AAA"/>
    <w:multiLevelType w:val="hybridMultilevel"/>
    <w:tmpl w:val="101C77F0"/>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AAF25E0"/>
    <w:multiLevelType w:val="multilevel"/>
    <w:tmpl w:val="0409001D"/>
    <w:styleLink w:val="custombodyindent20"/>
    <w:lvl w:ilvl="0">
      <w:start w:val="1"/>
      <w:numFmt w:val="bullet"/>
      <w:lvlText w:val=""/>
      <w:lvlJc w:val="left"/>
      <w:pPr>
        <w:tabs>
          <w:tab w:val="num" w:pos="360"/>
        </w:tabs>
        <w:ind w:left="1800" w:hanging="360"/>
      </w:pPr>
      <w:rPr>
        <w:rFonts w:ascii="TimesNewRomanPS" w:hAnsi="TimesNewRomanPS" w:hint="default"/>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C0D2140"/>
    <w:multiLevelType w:val="hybridMultilevel"/>
    <w:tmpl w:val="833631DC"/>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1C59E4"/>
    <w:multiLevelType w:val="hybridMultilevel"/>
    <w:tmpl w:val="3C5CF1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C621C9"/>
    <w:multiLevelType w:val="hybridMultilevel"/>
    <w:tmpl w:val="B8B0B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0B6E3D"/>
    <w:multiLevelType w:val="hybridMultilevel"/>
    <w:tmpl w:val="75BC3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3652E1"/>
    <w:multiLevelType w:val="hybridMultilevel"/>
    <w:tmpl w:val="348C3468"/>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6E07AE"/>
    <w:multiLevelType w:val="multilevel"/>
    <w:tmpl w:val="0409001D"/>
    <w:numStyleLink w:val="custombodyindent2"/>
  </w:abstractNum>
  <w:abstractNum w:abstractNumId="36">
    <w:nsid w:val="6C64776C"/>
    <w:multiLevelType w:val="hybridMultilevel"/>
    <w:tmpl w:val="54246678"/>
    <w:lvl w:ilvl="0" w:tplc="A934B2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95794D"/>
    <w:multiLevelType w:val="hybridMultilevel"/>
    <w:tmpl w:val="F15C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9565ED"/>
    <w:multiLevelType w:val="multilevel"/>
    <w:tmpl w:val="0409001D"/>
    <w:styleLink w:val="custombodyindent1"/>
    <w:lvl w:ilvl="0">
      <w:start w:val="1"/>
      <w:numFmt w:val="decimal"/>
      <w:lvlText w:val="%1)"/>
      <w:lvlJc w:val="left"/>
      <w:pPr>
        <w:tabs>
          <w:tab w:val="num" w:pos="360"/>
        </w:tabs>
        <w:ind w:left="1080" w:hanging="360"/>
      </w:pPr>
      <w:rPr>
        <w:rFonts w:ascii="TimesNewRomanPS" w:hAnsi="TimesNewRomanPS"/>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58A092A"/>
    <w:multiLevelType w:val="hybridMultilevel"/>
    <w:tmpl w:val="7CBA5DC4"/>
    <w:lvl w:ilvl="0" w:tplc="72769BD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8C200F"/>
    <w:multiLevelType w:val="hybridMultilevel"/>
    <w:tmpl w:val="0E4A8672"/>
    <w:lvl w:ilvl="0" w:tplc="E7F2F3B8">
      <w:start w:val="1"/>
      <w:numFmt w:val="bullet"/>
      <w:lvlText w:val=""/>
      <w:lvlJc w:val="left"/>
      <w:pPr>
        <w:tabs>
          <w:tab w:val="num" w:pos="360"/>
        </w:tabs>
        <w:ind w:left="360" w:hanging="360"/>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B11B24"/>
    <w:multiLevelType w:val="hybridMultilevel"/>
    <w:tmpl w:val="D82EF5D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7BDC0B72"/>
    <w:multiLevelType w:val="hybridMultilevel"/>
    <w:tmpl w:val="2B4EB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45491B"/>
    <w:multiLevelType w:val="hybridMultilevel"/>
    <w:tmpl w:val="98CA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8"/>
  </w:num>
  <w:num w:numId="3">
    <w:abstractNumId w:val="29"/>
  </w:num>
  <w:num w:numId="4">
    <w:abstractNumId w:val="15"/>
  </w:num>
  <w:num w:numId="5">
    <w:abstractNumId w:val="18"/>
  </w:num>
  <w:num w:numId="6">
    <w:abstractNumId w:val="35"/>
  </w:num>
  <w:num w:numId="7">
    <w:abstractNumId w:val="14"/>
  </w:num>
  <w:num w:numId="8">
    <w:abstractNumId w:val="9"/>
  </w:num>
  <w:num w:numId="9">
    <w:abstractNumId w:val="1"/>
  </w:num>
  <w:num w:numId="10">
    <w:abstractNumId w:val="24"/>
  </w:num>
  <w:num w:numId="11">
    <w:abstractNumId w:val="6"/>
  </w:num>
  <w:num w:numId="12">
    <w:abstractNumId w:val="39"/>
  </w:num>
  <w:num w:numId="13">
    <w:abstractNumId w:val="23"/>
  </w:num>
  <w:num w:numId="14">
    <w:abstractNumId w:val="34"/>
  </w:num>
  <w:num w:numId="15">
    <w:abstractNumId w:val="0"/>
  </w:num>
  <w:num w:numId="16">
    <w:abstractNumId w:val="30"/>
  </w:num>
  <w:num w:numId="17">
    <w:abstractNumId w:val="3"/>
  </w:num>
  <w:num w:numId="18">
    <w:abstractNumId w:val="41"/>
  </w:num>
  <w:num w:numId="19">
    <w:abstractNumId w:val="5"/>
  </w:num>
  <w:num w:numId="20">
    <w:abstractNumId w:val="31"/>
  </w:num>
  <w:num w:numId="21">
    <w:abstractNumId w:val="19"/>
  </w:num>
  <w:num w:numId="22">
    <w:abstractNumId w:val="13"/>
  </w:num>
  <w:num w:numId="23">
    <w:abstractNumId w:val="7"/>
  </w:num>
  <w:num w:numId="24">
    <w:abstractNumId w:val="42"/>
  </w:num>
  <w:num w:numId="25">
    <w:abstractNumId w:val="20"/>
  </w:num>
  <w:num w:numId="26">
    <w:abstractNumId w:val="21"/>
  </w:num>
  <w:num w:numId="27">
    <w:abstractNumId w:val="28"/>
  </w:num>
  <w:num w:numId="28">
    <w:abstractNumId w:val="4"/>
  </w:num>
  <w:num w:numId="29">
    <w:abstractNumId w:val="40"/>
  </w:num>
  <w:num w:numId="30">
    <w:abstractNumId w:val="26"/>
  </w:num>
  <w:num w:numId="31">
    <w:abstractNumId w:val="27"/>
  </w:num>
  <w:num w:numId="32">
    <w:abstractNumId w:val="12"/>
  </w:num>
  <w:num w:numId="33">
    <w:abstractNumId w:val="36"/>
  </w:num>
  <w:num w:numId="34">
    <w:abstractNumId w:val="22"/>
  </w:num>
  <w:num w:numId="35">
    <w:abstractNumId w:val="37"/>
  </w:num>
  <w:num w:numId="36">
    <w:abstractNumId w:val="32"/>
  </w:num>
  <w:num w:numId="37">
    <w:abstractNumId w:val="33"/>
  </w:num>
  <w:num w:numId="38">
    <w:abstractNumId w:val="16"/>
  </w:num>
  <w:num w:numId="39">
    <w:abstractNumId w:val="17"/>
  </w:num>
  <w:num w:numId="40">
    <w:abstractNumId w:val="2"/>
  </w:num>
  <w:num w:numId="41">
    <w:abstractNumId w:val="25"/>
  </w:num>
  <w:num w:numId="42">
    <w:abstractNumId w:val="10"/>
  </w:num>
  <w:num w:numId="43">
    <w:abstractNumId w:val="43"/>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802"/>
  <w:documentProtection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rsids>
    <w:rsidRoot w:val="00C91B5F"/>
    <w:rsid w:val="00001642"/>
    <w:rsid w:val="00002165"/>
    <w:rsid w:val="0001005B"/>
    <w:rsid w:val="0001121B"/>
    <w:rsid w:val="000146F2"/>
    <w:rsid w:val="00017831"/>
    <w:rsid w:val="00020FC0"/>
    <w:rsid w:val="000220ED"/>
    <w:rsid w:val="00023F2F"/>
    <w:rsid w:val="00031C0C"/>
    <w:rsid w:val="000355E3"/>
    <w:rsid w:val="0003642C"/>
    <w:rsid w:val="000449CB"/>
    <w:rsid w:val="00050BED"/>
    <w:rsid w:val="000543D2"/>
    <w:rsid w:val="00054C2B"/>
    <w:rsid w:val="000614F0"/>
    <w:rsid w:val="00071AAB"/>
    <w:rsid w:val="000723B9"/>
    <w:rsid w:val="00077977"/>
    <w:rsid w:val="000850EE"/>
    <w:rsid w:val="000A7B2E"/>
    <w:rsid w:val="000B3ECD"/>
    <w:rsid w:val="000B56D7"/>
    <w:rsid w:val="000B696C"/>
    <w:rsid w:val="000B7309"/>
    <w:rsid w:val="000C04A4"/>
    <w:rsid w:val="000C21F1"/>
    <w:rsid w:val="000C3E6D"/>
    <w:rsid w:val="000D0EA9"/>
    <w:rsid w:val="000D565E"/>
    <w:rsid w:val="000F1176"/>
    <w:rsid w:val="00103597"/>
    <w:rsid w:val="00112FA9"/>
    <w:rsid w:val="00114BA3"/>
    <w:rsid w:val="0011750E"/>
    <w:rsid w:val="001178C0"/>
    <w:rsid w:val="00120262"/>
    <w:rsid w:val="00120BFB"/>
    <w:rsid w:val="00121893"/>
    <w:rsid w:val="00122453"/>
    <w:rsid w:val="00123339"/>
    <w:rsid w:val="00130789"/>
    <w:rsid w:val="00130CDB"/>
    <w:rsid w:val="0013129B"/>
    <w:rsid w:val="00133BD3"/>
    <w:rsid w:val="00135B2E"/>
    <w:rsid w:val="00146F9C"/>
    <w:rsid w:val="00151FCA"/>
    <w:rsid w:val="0015743A"/>
    <w:rsid w:val="00163C61"/>
    <w:rsid w:val="00165A5D"/>
    <w:rsid w:val="00165D59"/>
    <w:rsid w:val="0017277B"/>
    <w:rsid w:val="001827D4"/>
    <w:rsid w:val="00192394"/>
    <w:rsid w:val="00195C81"/>
    <w:rsid w:val="001A1309"/>
    <w:rsid w:val="001A2D51"/>
    <w:rsid w:val="001A34CB"/>
    <w:rsid w:val="001B0C82"/>
    <w:rsid w:val="001B1A18"/>
    <w:rsid w:val="001B3ABF"/>
    <w:rsid w:val="001B7613"/>
    <w:rsid w:val="001C1799"/>
    <w:rsid w:val="001C27A6"/>
    <w:rsid w:val="001C3BEE"/>
    <w:rsid w:val="001C56C4"/>
    <w:rsid w:val="001D0284"/>
    <w:rsid w:val="001E0A31"/>
    <w:rsid w:val="001E5F93"/>
    <w:rsid w:val="001F0F20"/>
    <w:rsid w:val="00203A29"/>
    <w:rsid w:val="00207288"/>
    <w:rsid w:val="00214543"/>
    <w:rsid w:val="00216DB9"/>
    <w:rsid w:val="0022317A"/>
    <w:rsid w:val="00241BA3"/>
    <w:rsid w:val="002422F3"/>
    <w:rsid w:val="0024569A"/>
    <w:rsid w:val="00250BBC"/>
    <w:rsid w:val="00256C72"/>
    <w:rsid w:val="002574A6"/>
    <w:rsid w:val="00273897"/>
    <w:rsid w:val="00274384"/>
    <w:rsid w:val="00274B4A"/>
    <w:rsid w:val="0027727C"/>
    <w:rsid w:val="002871D4"/>
    <w:rsid w:val="0029265C"/>
    <w:rsid w:val="00294D16"/>
    <w:rsid w:val="002A48F4"/>
    <w:rsid w:val="002A51EE"/>
    <w:rsid w:val="002A7BFC"/>
    <w:rsid w:val="002B2D1D"/>
    <w:rsid w:val="002C1340"/>
    <w:rsid w:val="002C2418"/>
    <w:rsid w:val="002C4F3E"/>
    <w:rsid w:val="002D2CFB"/>
    <w:rsid w:val="002D5883"/>
    <w:rsid w:val="002D5A00"/>
    <w:rsid w:val="002E46E3"/>
    <w:rsid w:val="002F1C31"/>
    <w:rsid w:val="002F52E3"/>
    <w:rsid w:val="002F6B91"/>
    <w:rsid w:val="00302DFF"/>
    <w:rsid w:val="003067CA"/>
    <w:rsid w:val="003070A6"/>
    <w:rsid w:val="0030748F"/>
    <w:rsid w:val="00310BED"/>
    <w:rsid w:val="00316025"/>
    <w:rsid w:val="00316EF7"/>
    <w:rsid w:val="003403E5"/>
    <w:rsid w:val="00340B79"/>
    <w:rsid w:val="00341736"/>
    <w:rsid w:val="003446E5"/>
    <w:rsid w:val="003474CF"/>
    <w:rsid w:val="003519DE"/>
    <w:rsid w:val="00352914"/>
    <w:rsid w:val="003556F0"/>
    <w:rsid w:val="00357633"/>
    <w:rsid w:val="0036206D"/>
    <w:rsid w:val="00377276"/>
    <w:rsid w:val="00380616"/>
    <w:rsid w:val="003826A1"/>
    <w:rsid w:val="00386003"/>
    <w:rsid w:val="00387256"/>
    <w:rsid w:val="0039168C"/>
    <w:rsid w:val="003A0C6A"/>
    <w:rsid w:val="003A1559"/>
    <w:rsid w:val="003A1DCA"/>
    <w:rsid w:val="003A2567"/>
    <w:rsid w:val="003A5FE7"/>
    <w:rsid w:val="003A6D0B"/>
    <w:rsid w:val="003B0B0C"/>
    <w:rsid w:val="003B1C2B"/>
    <w:rsid w:val="003B3FB0"/>
    <w:rsid w:val="003B6B17"/>
    <w:rsid w:val="003C010D"/>
    <w:rsid w:val="003C2F69"/>
    <w:rsid w:val="003C5962"/>
    <w:rsid w:val="003C725C"/>
    <w:rsid w:val="003C7B61"/>
    <w:rsid w:val="003D1F40"/>
    <w:rsid w:val="003D2C09"/>
    <w:rsid w:val="003D3EF7"/>
    <w:rsid w:val="003D502D"/>
    <w:rsid w:val="003D75A7"/>
    <w:rsid w:val="003E3022"/>
    <w:rsid w:val="003E470A"/>
    <w:rsid w:val="003E7B87"/>
    <w:rsid w:val="0040009D"/>
    <w:rsid w:val="0040659D"/>
    <w:rsid w:val="0041081C"/>
    <w:rsid w:val="004108A6"/>
    <w:rsid w:val="00410FC1"/>
    <w:rsid w:val="00415697"/>
    <w:rsid w:val="0041791C"/>
    <w:rsid w:val="00420DAE"/>
    <w:rsid w:val="00425250"/>
    <w:rsid w:val="0043634E"/>
    <w:rsid w:val="00437190"/>
    <w:rsid w:val="004432E4"/>
    <w:rsid w:val="00443967"/>
    <w:rsid w:val="00447A17"/>
    <w:rsid w:val="00460CB4"/>
    <w:rsid w:val="0046155F"/>
    <w:rsid w:val="004627BF"/>
    <w:rsid w:val="0046464C"/>
    <w:rsid w:val="00466C58"/>
    <w:rsid w:val="0046776F"/>
    <w:rsid w:val="00482EBD"/>
    <w:rsid w:val="00494B20"/>
    <w:rsid w:val="004A03C7"/>
    <w:rsid w:val="004A1D29"/>
    <w:rsid w:val="004A56E3"/>
    <w:rsid w:val="004A5909"/>
    <w:rsid w:val="004B170A"/>
    <w:rsid w:val="004B70C4"/>
    <w:rsid w:val="004C1B15"/>
    <w:rsid w:val="004C1E45"/>
    <w:rsid w:val="004C4AAD"/>
    <w:rsid w:val="004C712B"/>
    <w:rsid w:val="004D3278"/>
    <w:rsid w:val="004E3990"/>
    <w:rsid w:val="004E6297"/>
    <w:rsid w:val="004F0E77"/>
    <w:rsid w:val="004F1512"/>
    <w:rsid w:val="004F3A4B"/>
    <w:rsid w:val="00501932"/>
    <w:rsid w:val="00507A81"/>
    <w:rsid w:val="00511098"/>
    <w:rsid w:val="005206F9"/>
    <w:rsid w:val="00521028"/>
    <w:rsid w:val="00521091"/>
    <w:rsid w:val="00523556"/>
    <w:rsid w:val="00530DD7"/>
    <w:rsid w:val="005320D8"/>
    <w:rsid w:val="00535FC2"/>
    <w:rsid w:val="00537125"/>
    <w:rsid w:val="005408B1"/>
    <w:rsid w:val="00542D5B"/>
    <w:rsid w:val="0054631C"/>
    <w:rsid w:val="005473BD"/>
    <w:rsid w:val="00554D15"/>
    <w:rsid w:val="0056176D"/>
    <w:rsid w:val="0056209B"/>
    <w:rsid w:val="005641A5"/>
    <w:rsid w:val="00566B21"/>
    <w:rsid w:val="00572C37"/>
    <w:rsid w:val="00576706"/>
    <w:rsid w:val="00577E5B"/>
    <w:rsid w:val="005848A8"/>
    <w:rsid w:val="00584B35"/>
    <w:rsid w:val="00595802"/>
    <w:rsid w:val="005A0391"/>
    <w:rsid w:val="005A5AC9"/>
    <w:rsid w:val="005B075D"/>
    <w:rsid w:val="005C6E11"/>
    <w:rsid w:val="005D7093"/>
    <w:rsid w:val="005E14BD"/>
    <w:rsid w:val="005E38A7"/>
    <w:rsid w:val="005E4BD3"/>
    <w:rsid w:val="005F79D3"/>
    <w:rsid w:val="00604CF4"/>
    <w:rsid w:val="00605B5B"/>
    <w:rsid w:val="00615466"/>
    <w:rsid w:val="00616BAE"/>
    <w:rsid w:val="00617DE8"/>
    <w:rsid w:val="0062337A"/>
    <w:rsid w:val="00623B11"/>
    <w:rsid w:val="00630DAF"/>
    <w:rsid w:val="00633959"/>
    <w:rsid w:val="00634DFD"/>
    <w:rsid w:val="00644904"/>
    <w:rsid w:val="00645B78"/>
    <w:rsid w:val="00654B3E"/>
    <w:rsid w:val="00665151"/>
    <w:rsid w:val="00667E1C"/>
    <w:rsid w:val="00677F0E"/>
    <w:rsid w:val="00683CDD"/>
    <w:rsid w:val="00687ECA"/>
    <w:rsid w:val="0069175A"/>
    <w:rsid w:val="00693295"/>
    <w:rsid w:val="006A1176"/>
    <w:rsid w:val="006A5203"/>
    <w:rsid w:val="006D1D54"/>
    <w:rsid w:val="006D5BB7"/>
    <w:rsid w:val="006D7588"/>
    <w:rsid w:val="006D76F8"/>
    <w:rsid w:val="006E6D9A"/>
    <w:rsid w:val="006F2B5F"/>
    <w:rsid w:val="00704C6C"/>
    <w:rsid w:val="00710E5A"/>
    <w:rsid w:val="007201EE"/>
    <w:rsid w:val="00720A05"/>
    <w:rsid w:val="00721217"/>
    <w:rsid w:val="007247F6"/>
    <w:rsid w:val="007359D3"/>
    <w:rsid w:val="0073643F"/>
    <w:rsid w:val="00746A72"/>
    <w:rsid w:val="00753D33"/>
    <w:rsid w:val="00757544"/>
    <w:rsid w:val="0076165C"/>
    <w:rsid w:val="007648F9"/>
    <w:rsid w:val="007809F6"/>
    <w:rsid w:val="00781494"/>
    <w:rsid w:val="007820D1"/>
    <w:rsid w:val="00782B1B"/>
    <w:rsid w:val="007877C6"/>
    <w:rsid w:val="00793F70"/>
    <w:rsid w:val="00793F97"/>
    <w:rsid w:val="00794172"/>
    <w:rsid w:val="0079741C"/>
    <w:rsid w:val="007A2FFB"/>
    <w:rsid w:val="007A6480"/>
    <w:rsid w:val="007B1430"/>
    <w:rsid w:val="007B4496"/>
    <w:rsid w:val="007C0808"/>
    <w:rsid w:val="007C21C8"/>
    <w:rsid w:val="007D2CE3"/>
    <w:rsid w:val="007D391A"/>
    <w:rsid w:val="007D5D47"/>
    <w:rsid w:val="007E0D7B"/>
    <w:rsid w:val="007E69A4"/>
    <w:rsid w:val="008035CA"/>
    <w:rsid w:val="00805217"/>
    <w:rsid w:val="00807E21"/>
    <w:rsid w:val="00810959"/>
    <w:rsid w:val="008132A4"/>
    <w:rsid w:val="00816E39"/>
    <w:rsid w:val="00822336"/>
    <w:rsid w:val="008369A2"/>
    <w:rsid w:val="008403BF"/>
    <w:rsid w:val="0084455D"/>
    <w:rsid w:val="00845694"/>
    <w:rsid w:val="008621F5"/>
    <w:rsid w:val="00864D22"/>
    <w:rsid w:val="00877553"/>
    <w:rsid w:val="00880619"/>
    <w:rsid w:val="00881545"/>
    <w:rsid w:val="008844D8"/>
    <w:rsid w:val="008879D5"/>
    <w:rsid w:val="00890528"/>
    <w:rsid w:val="008972C2"/>
    <w:rsid w:val="008A171F"/>
    <w:rsid w:val="008A1EFE"/>
    <w:rsid w:val="008A2A73"/>
    <w:rsid w:val="008A6A85"/>
    <w:rsid w:val="008B42F8"/>
    <w:rsid w:val="008B6AE3"/>
    <w:rsid w:val="008B70E6"/>
    <w:rsid w:val="008C0334"/>
    <w:rsid w:val="008C3412"/>
    <w:rsid w:val="008C4567"/>
    <w:rsid w:val="008C4652"/>
    <w:rsid w:val="008D42F7"/>
    <w:rsid w:val="008D456F"/>
    <w:rsid w:val="008D5EF7"/>
    <w:rsid w:val="008D797C"/>
    <w:rsid w:val="008E0CFF"/>
    <w:rsid w:val="008E1248"/>
    <w:rsid w:val="008E6EE6"/>
    <w:rsid w:val="008F15F5"/>
    <w:rsid w:val="0090092B"/>
    <w:rsid w:val="009009FF"/>
    <w:rsid w:val="00901B3C"/>
    <w:rsid w:val="0090284E"/>
    <w:rsid w:val="00904AC4"/>
    <w:rsid w:val="00904D0F"/>
    <w:rsid w:val="00906FC5"/>
    <w:rsid w:val="00911CCA"/>
    <w:rsid w:val="0091285C"/>
    <w:rsid w:val="009451A6"/>
    <w:rsid w:val="0094582D"/>
    <w:rsid w:val="00950516"/>
    <w:rsid w:val="00951684"/>
    <w:rsid w:val="00960BF6"/>
    <w:rsid w:val="00962697"/>
    <w:rsid w:val="00974CC4"/>
    <w:rsid w:val="009772DB"/>
    <w:rsid w:val="009825BB"/>
    <w:rsid w:val="009833EA"/>
    <w:rsid w:val="00985887"/>
    <w:rsid w:val="009873C5"/>
    <w:rsid w:val="0099456E"/>
    <w:rsid w:val="009A0FF5"/>
    <w:rsid w:val="009B0273"/>
    <w:rsid w:val="009B2323"/>
    <w:rsid w:val="009C1BFA"/>
    <w:rsid w:val="009C2953"/>
    <w:rsid w:val="009C4E78"/>
    <w:rsid w:val="009D7103"/>
    <w:rsid w:val="009E038D"/>
    <w:rsid w:val="009F0BD5"/>
    <w:rsid w:val="009F27FD"/>
    <w:rsid w:val="009F2D4B"/>
    <w:rsid w:val="009F58AB"/>
    <w:rsid w:val="00A1352F"/>
    <w:rsid w:val="00A13E78"/>
    <w:rsid w:val="00A22EDE"/>
    <w:rsid w:val="00A30877"/>
    <w:rsid w:val="00A40840"/>
    <w:rsid w:val="00A50721"/>
    <w:rsid w:val="00A53140"/>
    <w:rsid w:val="00A630A3"/>
    <w:rsid w:val="00A730C8"/>
    <w:rsid w:val="00A75DDB"/>
    <w:rsid w:val="00A75E76"/>
    <w:rsid w:val="00A773B9"/>
    <w:rsid w:val="00A80252"/>
    <w:rsid w:val="00A85C31"/>
    <w:rsid w:val="00A9207B"/>
    <w:rsid w:val="00A9412F"/>
    <w:rsid w:val="00A957AD"/>
    <w:rsid w:val="00A978F8"/>
    <w:rsid w:val="00A97D84"/>
    <w:rsid w:val="00AB012F"/>
    <w:rsid w:val="00AB71FB"/>
    <w:rsid w:val="00AC0E12"/>
    <w:rsid w:val="00AC59FB"/>
    <w:rsid w:val="00AD46F8"/>
    <w:rsid w:val="00AD6AE2"/>
    <w:rsid w:val="00AE3981"/>
    <w:rsid w:val="00AF0259"/>
    <w:rsid w:val="00AF1EB3"/>
    <w:rsid w:val="00AF4FF4"/>
    <w:rsid w:val="00AF5EC5"/>
    <w:rsid w:val="00B051ED"/>
    <w:rsid w:val="00B1261D"/>
    <w:rsid w:val="00B16FE4"/>
    <w:rsid w:val="00B2096D"/>
    <w:rsid w:val="00B26984"/>
    <w:rsid w:val="00B3077F"/>
    <w:rsid w:val="00B3357C"/>
    <w:rsid w:val="00B367D4"/>
    <w:rsid w:val="00B43272"/>
    <w:rsid w:val="00B4414E"/>
    <w:rsid w:val="00B444C9"/>
    <w:rsid w:val="00B469F3"/>
    <w:rsid w:val="00B53535"/>
    <w:rsid w:val="00B62B53"/>
    <w:rsid w:val="00B63131"/>
    <w:rsid w:val="00B64E7A"/>
    <w:rsid w:val="00B65C85"/>
    <w:rsid w:val="00B71733"/>
    <w:rsid w:val="00B82137"/>
    <w:rsid w:val="00B87B6E"/>
    <w:rsid w:val="00B97BCE"/>
    <w:rsid w:val="00B97C14"/>
    <w:rsid w:val="00B97C2A"/>
    <w:rsid w:val="00BA11C6"/>
    <w:rsid w:val="00BA1525"/>
    <w:rsid w:val="00BA2088"/>
    <w:rsid w:val="00BA380C"/>
    <w:rsid w:val="00BA721E"/>
    <w:rsid w:val="00BA7F79"/>
    <w:rsid w:val="00BD73CD"/>
    <w:rsid w:val="00BE44B9"/>
    <w:rsid w:val="00BE51F4"/>
    <w:rsid w:val="00C036D5"/>
    <w:rsid w:val="00C072B3"/>
    <w:rsid w:val="00C1354A"/>
    <w:rsid w:val="00C21A99"/>
    <w:rsid w:val="00C32311"/>
    <w:rsid w:val="00C34FE2"/>
    <w:rsid w:val="00C35D8C"/>
    <w:rsid w:val="00C52D4C"/>
    <w:rsid w:val="00C543C4"/>
    <w:rsid w:val="00C54FAC"/>
    <w:rsid w:val="00C56699"/>
    <w:rsid w:val="00C60572"/>
    <w:rsid w:val="00C61805"/>
    <w:rsid w:val="00C6495C"/>
    <w:rsid w:val="00C65584"/>
    <w:rsid w:val="00C7133B"/>
    <w:rsid w:val="00C759B4"/>
    <w:rsid w:val="00C77FCB"/>
    <w:rsid w:val="00C80B51"/>
    <w:rsid w:val="00C81077"/>
    <w:rsid w:val="00C87823"/>
    <w:rsid w:val="00C91B5F"/>
    <w:rsid w:val="00C92978"/>
    <w:rsid w:val="00C92CE5"/>
    <w:rsid w:val="00C9321C"/>
    <w:rsid w:val="00C96ADD"/>
    <w:rsid w:val="00CA6427"/>
    <w:rsid w:val="00CA7418"/>
    <w:rsid w:val="00CB092A"/>
    <w:rsid w:val="00CB4F99"/>
    <w:rsid w:val="00CB6911"/>
    <w:rsid w:val="00CC6641"/>
    <w:rsid w:val="00CC7F57"/>
    <w:rsid w:val="00CD1016"/>
    <w:rsid w:val="00CD1BFC"/>
    <w:rsid w:val="00CD4465"/>
    <w:rsid w:val="00CD6086"/>
    <w:rsid w:val="00CD7AB0"/>
    <w:rsid w:val="00CE1C5B"/>
    <w:rsid w:val="00CE570A"/>
    <w:rsid w:val="00CE709E"/>
    <w:rsid w:val="00CF34B4"/>
    <w:rsid w:val="00D03A2B"/>
    <w:rsid w:val="00D04038"/>
    <w:rsid w:val="00D045B3"/>
    <w:rsid w:val="00D1000A"/>
    <w:rsid w:val="00D10624"/>
    <w:rsid w:val="00D168F3"/>
    <w:rsid w:val="00D32952"/>
    <w:rsid w:val="00D34139"/>
    <w:rsid w:val="00D342F3"/>
    <w:rsid w:val="00D35C57"/>
    <w:rsid w:val="00D43864"/>
    <w:rsid w:val="00D46847"/>
    <w:rsid w:val="00D47262"/>
    <w:rsid w:val="00D5118D"/>
    <w:rsid w:val="00D5190A"/>
    <w:rsid w:val="00D61F68"/>
    <w:rsid w:val="00D7385A"/>
    <w:rsid w:val="00D74AE0"/>
    <w:rsid w:val="00D770A8"/>
    <w:rsid w:val="00D84B81"/>
    <w:rsid w:val="00D85B5B"/>
    <w:rsid w:val="00D909CA"/>
    <w:rsid w:val="00D911F8"/>
    <w:rsid w:val="00D93E34"/>
    <w:rsid w:val="00DA4644"/>
    <w:rsid w:val="00DB1CD3"/>
    <w:rsid w:val="00DB3EC5"/>
    <w:rsid w:val="00DB4536"/>
    <w:rsid w:val="00DC0376"/>
    <w:rsid w:val="00DC3AA6"/>
    <w:rsid w:val="00DC68C0"/>
    <w:rsid w:val="00DD0CBE"/>
    <w:rsid w:val="00DD16EE"/>
    <w:rsid w:val="00DD50A9"/>
    <w:rsid w:val="00DD62CF"/>
    <w:rsid w:val="00DE1A85"/>
    <w:rsid w:val="00DF6C21"/>
    <w:rsid w:val="00E04C73"/>
    <w:rsid w:val="00E055B8"/>
    <w:rsid w:val="00E0666B"/>
    <w:rsid w:val="00E06C21"/>
    <w:rsid w:val="00E12434"/>
    <w:rsid w:val="00E14847"/>
    <w:rsid w:val="00E15CDA"/>
    <w:rsid w:val="00E172BB"/>
    <w:rsid w:val="00E17EC9"/>
    <w:rsid w:val="00E2119B"/>
    <w:rsid w:val="00E24B2D"/>
    <w:rsid w:val="00E25FA3"/>
    <w:rsid w:val="00E33140"/>
    <w:rsid w:val="00E415CB"/>
    <w:rsid w:val="00E5401A"/>
    <w:rsid w:val="00E55E9A"/>
    <w:rsid w:val="00E56987"/>
    <w:rsid w:val="00E62F79"/>
    <w:rsid w:val="00E6325C"/>
    <w:rsid w:val="00E6797A"/>
    <w:rsid w:val="00E76AB6"/>
    <w:rsid w:val="00E7728C"/>
    <w:rsid w:val="00E9047D"/>
    <w:rsid w:val="00E9454C"/>
    <w:rsid w:val="00EB328B"/>
    <w:rsid w:val="00EB3334"/>
    <w:rsid w:val="00EB4C49"/>
    <w:rsid w:val="00EB6B88"/>
    <w:rsid w:val="00EC0EF3"/>
    <w:rsid w:val="00ED03B7"/>
    <w:rsid w:val="00EF5111"/>
    <w:rsid w:val="00F03DF5"/>
    <w:rsid w:val="00F044C2"/>
    <w:rsid w:val="00F06853"/>
    <w:rsid w:val="00F20039"/>
    <w:rsid w:val="00F22029"/>
    <w:rsid w:val="00F23E0D"/>
    <w:rsid w:val="00F2779B"/>
    <w:rsid w:val="00F32BB1"/>
    <w:rsid w:val="00F345AB"/>
    <w:rsid w:val="00F35F14"/>
    <w:rsid w:val="00F41794"/>
    <w:rsid w:val="00F44C0D"/>
    <w:rsid w:val="00F53CAD"/>
    <w:rsid w:val="00F57FB7"/>
    <w:rsid w:val="00F60838"/>
    <w:rsid w:val="00F624B7"/>
    <w:rsid w:val="00F631DC"/>
    <w:rsid w:val="00F646C5"/>
    <w:rsid w:val="00F87684"/>
    <w:rsid w:val="00F9342C"/>
    <w:rsid w:val="00F93E9E"/>
    <w:rsid w:val="00F94281"/>
    <w:rsid w:val="00FB28B7"/>
    <w:rsid w:val="00FB3DBE"/>
    <w:rsid w:val="00FB5B2A"/>
    <w:rsid w:val="00FC4ABC"/>
    <w:rsid w:val="00FE0F1A"/>
    <w:rsid w:val="00FE1065"/>
    <w:rsid w:val="00FE7DE4"/>
    <w:rsid w:val="00FF1CED"/>
    <w:rsid w:val="00FF4A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4CB"/>
    <w:rPr>
      <w:sz w:val="24"/>
      <w:szCs w:val="24"/>
    </w:rPr>
  </w:style>
  <w:style w:type="paragraph" w:styleId="Heading2">
    <w:name w:val="heading 2"/>
    <w:basedOn w:val="Normal"/>
    <w:next w:val="Normal"/>
    <w:qFormat/>
    <w:rsid w:val="00CA7418"/>
    <w:pPr>
      <w:keepNext/>
      <w:spacing w:before="240" w:after="60"/>
      <w:outlineLvl w:val="1"/>
    </w:pPr>
    <w:rPr>
      <w:rFonts w:ascii="Arial" w:hAnsi="Arial" w:cs="Arial"/>
      <w:b/>
      <w:bCs/>
      <w:i/>
      <w:iCs/>
      <w:sz w:val="28"/>
      <w:szCs w:val="28"/>
    </w:rPr>
  </w:style>
  <w:style w:type="paragraph" w:styleId="Heading6">
    <w:name w:val="heading 6"/>
    <w:basedOn w:val="Normal"/>
    <w:next w:val="Normal"/>
    <w:qFormat/>
    <w:rsid w:val="003D3EF7"/>
    <w:pPr>
      <w:keepNext/>
      <w:widowControl w:val="0"/>
      <w:jc w:val="center"/>
      <w:outlineLvl w:val="5"/>
    </w:pPr>
    <w:rPr>
      <w:b/>
      <w:b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mesNewRomanPS12pt">
    <w:name w:val="TimesNewRomanPS_12pt"/>
    <w:rsid w:val="00CA7418"/>
    <w:rPr>
      <w:rFonts w:ascii="TimesNewRomanPS" w:hAnsi="TimesNewRomanPS"/>
      <w:sz w:val="24"/>
    </w:rPr>
  </w:style>
  <w:style w:type="character" w:customStyle="1" w:styleId="TimesNewRomanPS16pt">
    <w:name w:val="TimesNewRomanPS_16pt"/>
    <w:rsid w:val="00CA7418"/>
    <w:rPr>
      <w:rFonts w:ascii="TimesNewRomanPS" w:hAnsi="TimesNewRomanPS"/>
      <w:sz w:val="32"/>
    </w:rPr>
  </w:style>
  <w:style w:type="character" w:customStyle="1" w:styleId="TimesNewRomanPS8pt">
    <w:name w:val="TimesNewRomanPS_8pt"/>
    <w:rsid w:val="00CA7418"/>
    <w:rPr>
      <w:rFonts w:ascii="TimesNewRomanPS" w:hAnsi="TimesNewRomanPS"/>
      <w:sz w:val="16"/>
    </w:rPr>
  </w:style>
  <w:style w:type="character" w:customStyle="1" w:styleId="TimesNewRomanPS-Bold12pt">
    <w:name w:val="TimesNewRomanPS-Bold_12pt"/>
    <w:basedOn w:val="DefaultParagraphFont"/>
    <w:rsid w:val="00CA7418"/>
    <w:rPr>
      <w:rFonts w:ascii="TimesNewRomanPS-Bold" w:hAnsi="TimesNewRomanPS-Bold"/>
      <w:sz w:val="24"/>
    </w:rPr>
  </w:style>
  <w:style w:type="character" w:customStyle="1" w:styleId="TimesNewRomanPS-Bold16pt">
    <w:name w:val="TimesNewRomanPS-Bold_16pt"/>
    <w:rsid w:val="00CA7418"/>
    <w:rPr>
      <w:rFonts w:ascii="TimesNewRomanPS-Bold" w:hAnsi="TimesNewRomanPS-Bold"/>
      <w:sz w:val="32"/>
    </w:rPr>
  </w:style>
  <w:style w:type="character" w:customStyle="1" w:styleId="TimesNewRomanPS-Bold8pt">
    <w:name w:val="TimesNewRomanPS-Bold_8pt"/>
    <w:rsid w:val="00CA7418"/>
    <w:rPr>
      <w:rFonts w:ascii="TimesNewRomanPS-Bold" w:hAnsi="TimesNewRomanPS-Bold"/>
      <w:sz w:val="16"/>
    </w:rPr>
  </w:style>
  <w:style w:type="character" w:customStyle="1" w:styleId="TimesNewRomanPS-Italic12pt">
    <w:name w:val="TimesNewRomanPS-Italic_12pt"/>
    <w:rsid w:val="00CA7418"/>
    <w:rPr>
      <w:rFonts w:ascii="TimesNewRomanPS-Italic" w:hAnsi="TimesNewRomanPS-Italic"/>
      <w:sz w:val="24"/>
    </w:rPr>
  </w:style>
  <w:style w:type="character" w:customStyle="1" w:styleId="TimesNewRomanPS-Italic16pt">
    <w:name w:val="TimesNewRomanPS-Italic_16pt"/>
    <w:rsid w:val="00CA7418"/>
    <w:rPr>
      <w:rFonts w:ascii="TimesNewRomanPS-Italic" w:hAnsi="TimesNewRomanPS-Italic"/>
      <w:sz w:val="32"/>
    </w:rPr>
  </w:style>
  <w:style w:type="character" w:customStyle="1" w:styleId="TimesNewRomanPS-Italic8pt">
    <w:name w:val="TimesNewRomanPS-Italic_8pt"/>
    <w:rsid w:val="00CA7418"/>
    <w:rPr>
      <w:rFonts w:ascii="TimesNewRomanPS-Italic" w:hAnsi="TimesNewRomanPS-Italic"/>
      <w:sz w:val="16"/>
    </w:rPr>
  </w:style>
  <w:style w:type="character" w:customStyle="1" w:styleId="TimesNewRomanPS-Italic-Bold12pt">
    <w:name w:val="TimesNewRomanPS-Italic-Bold_12pt"/>
    <w:basedOn w:val="DefaultParagraphFont"/>
    <w:rsid w:val="00CA7418"/>
    <w:rPr>
      <w:rFonts w:ascii="TimesNewRomanPS-BoldItalic" w:hAnsi="TimesNewRomanPS-BoldItalic"/>
      <w:sz w:val="24"/>
    </w:rPr>
  </w:style>
  <w:style w:type="character" w:customStyle="1" w:styleId="TimesNewRomanPS-Italic-Bold16pt">
    <w:name w:val="TimesNewRomanPS-Italic-Bold_16pt"/>
    <w:rsid w:val="00CA7418"/>
    <w:rPr>
      <w:rFonts w:ascii="TimesNewRomanPS-BoldItalic" w:hAnsi="TimesNewRomanPS-BoldItalic"/>
      <w:sz w:val="32"/>
    </w:rPr>
  </w:style>
  <w:style w:type="character" w:customStyle="1" w:styleId="TimesNewRomanPS-Italic-Bold8pt">
    <w:name w:val="TimesNewRomanPS-Italic-Bold_8pt"/>
    <w:rsid w:val="00CA7418"/>
    <w:rPr>
      <w:rFonts w:ascii="TimesNewRomanPS-BoldItalic" w:hAnsi="TimesNewRomanPS-BoldItalic"/>
      <w:sz w:val="16"/>
    </w:rPr>
  </w:style>
  <w:style w:type="character" w:customStyle="1" w:styleId="Helvetica12pt">
    <w:name w:val="Helvetica_12pt"/>
    <w:rsid w:val="00CA7418"/>
    <w:rPr>
      <w:rFonts w:ascii="Helvetica" w:hAnsi="Helvetica"/>
      <w:sz w:val="24"/>
    </w:rPr>
  </w:style>
  <w:style w:type="character" w:customStyle="1" w:styleId="Helvetica16pt">
    <w:name w:val="Helvetica_16pt"/>
    <w:basedOn w:val="DefaultParagraphFont"/>
    <w:rsid w:val="00CA7418"/>
    <w:rPr>
      <w:rFonts w:ascii="Helvetica" w:hAnsi="Helvetica"/>
      <w:sz w:val="32"/>
    </w:rPr>
  </w:style>
  <w:style w:type="character" w:customStyle="1" w:styleId="Helvetica8pt">
    <w:name w:val="Helvetica_8pt"/>
    <w:rsid w:val="00CA7418"/>
    <w:rPr>
      <w:rFonts w:ascii="Helvetica" w:hAnsi="Helvetica"/>
      <w:sz w:val="16"/>
    </w:rPr>
  </w:style>
  <w:style w:type="character" w:customStyle="1" w:styleId="Helvetica-Bold12pt">
    <w:name w:val="Helvetica-Bold_12pt"/>
    <w:rsid w:val="00CA7418"/>
    <w:rPr>
      <w:rFonts w:ascii="Helvetica-Bold" w:hAnsi="Helvetica-Bold"/>
      <w:sz w:val="24"/>
    </w:rPr>
  </w:style>
  <w:style w:type="character" w:customStyle="1" w:styleId="Helvetica-Bold16pt">
    <w:name w:val="Helvetica-Bold_16pt"/>
    <w:rsid w:val="00CA7418"/>
    <w:rPr>
      <w:rFonts w:ascii="Helvetica-Bold" w:hAnsi="Helvetica-Bold"/>
      <w:sz w:val="32"/>
    </w:rPr>
  </w:style>
  <w:style w:type="character" w:customStyle="1" w:styleId="Helvetica-Bold8pt">
    <w:name w:val="Helvetica-Bold_8pt"/>
    <w:rsid w:val="00CA7418"/>
    <w:rPr>
      <w:rFonts w:ascii="Helvetica-Bold" w:hAnsi="Helvetica-Bold"/>
      <w:sz w:val="16"/>
    </w:rPr>
  </w:style>
  <w:style w:type="character" w:customStyle="1" w:styleId="Helvetica-Bold-Italic12pt">
    <w:name w:val="Helvetica-Bold-Italic_12pt"/>
    <w:rsid w:val="00CA7418"/>
    <w:rPr>
      <w:rFonts w:ascii="Helvetica-BoldOblique" w:hAnsi="Helvetica-BoldOblique"/>
      <w:sz w:val="24"/>
    </w:rPr>
  </w:style>
  <w:style w:type="character" w:customStyle="1" w:styleId="Helvetica-Bold-Italic16pt">
    <w:name w:val="Helvetica-Bold-Italic_16pt"/>
    <w:rsid w:val="00CA7418"/>
    <w:rPr>
      <w:rFonts w:ascii="Helvetica-BoldOblique" w:hAnsi="Helvetica-BoldOblique"/>
      <w:sz w:val="32"/>
    </w:rPr>
  </w:style>
  <w:style w:type="character" w:customStyle="1" w:styleId="Helvetica-Bold-Italic8pt">
    <w:name w:val="Helvetica-Bold-Italic_8pt"/>
    <w:rsid w:val="00CA7418"/>
    <w:rPr>
      <w:rFonts w:ascii="Helvetica-BoldOblique" w:hAnsi="Helvetica-BoldOblique"/>
      <w:sz w:val="16"/>
    </w:rPr>
  </w:style>
  <w:style w:type="character" w:customStyle="1" w:styleId="Helvetica-Italic12pt">
    <w:name w:val="Helvetica-Italic_12pt"/>
    <w:basedOn w:val="DefaultParagraphFont"/>
    <w:rsid w:val="00CA7418"/>
    <w:rPr>
      <w:rFonts w:ascii="Helvetica-Oblique" w:hAnsi="Helvetica-Oblique"/>
      <w:sz w:val="24"/>
    </w:rPr>
  </w:style>
  <w:style w:type="character" w:customStyle="1" w:styleId="Helvetica-Italic16pt">
    <w:name w:val="Helvetica-Italic_16pt"/>
    <w:rsid w:val="00CA7418"/>
    <w:rPr>
      <w:rFonts w:ascii="Helvetica-Oblique" w:hAnsi="Helvetica-Oblique"/>
      <w:sz w:val="32"/>
    </w:rPr>
  </w:style>
  <w:style w:type="character" w:customStyle="1" w:styleId="Helvetica-Italic8pt">
    <w:name w:val="Helvetica-Italic_8pt"/>
    <w:rsid w:val="00CA7418"/>
    <w:rPr>
      <w:rFonts w:ascii="Helvetica-Oblique" w:hAnsi="Helvetica-Oblique"/>
      <w:sz w:val="16"/>
    </w:rPr>
  </w:style>
  <w:style w:type="paragraph" w:customStyle="1" w:styleId="customcenteredparagraph">
    <w:name w:val="~custom_centered_paragraph"/>
    <w:rsid w:val="00CA7418"/>
    <w:pPr>
      <w:jc w:val="center"/>
    </w:pPr>
    <w:rPr>
      <w:rFonts w:ascii="TimesNewRomanPS" w:hAnsi="TimesNewRomanPS"/>
      <w:sz w:val="24"/>
      <w:szCs w:val="24"/>
    </w:rPr>
  </w:style>
  <w:style w:type="paragraph" w:customStyle="1" w:styleId="customheading1">
    <w:name w:val="~custom_heading_1"/>
    <w:basedOn w:val="customcenteredparagraph"/>
    <w:rsid w:val="00054C2B"/>
    <w:rPr>
      <w:rFonts w:ascii="TimesNewRomanPS-Bold" w:hAnsi="TimesNewRomanPS-Bold"/>
      <w:sz w:val="32"/>
    </w:rPr>
  </w:style>
  <w:style w:type="paragraph" w:customStyle="1" w:styleId="custombodytext1">
    <w:name w:val="~custom_body_text_1"/>
    <w:basedOn w:val="Normal"/>
    <w:rsid w:val="00EB4C49"/>
    <w:pPr>
      <w:jc w:val="both"/>
    </w:pPr>
    <w:rPr>
      <w:rFonts w:ascii="TimesNewRomanPS" w:hAnsi="TimesNewRomanPS"/>
    </w:rPr>
  </w:style>
  <w:style w:type="paragraph" w:customStyle="1" w:styleId="customheading2">
    <w:name w:val="~custom_heading_2"/>
    <w:link w:val="customheading2Char"/>
    <w:rsid w:val="00EB4C49"/>
    <w:pPr>
      <w:jc w:val="center"/>
    </w:pPr>
    <w:rPr>
      <w:rFonts w:ascii="TimesNewRomanPS-Bold" w:hAnsi="TimesNewRomanPS-Bold"/>
      <w:sz w:val="24"/>
      <w:szCs w:val="24"/>
    </w:rPr>
  </w:style>
  <w:style w:type="numbering" w:customStyle="1" w:styleId="custombodyindent1">
    <w:name w:val="~custom_body_indent_1"/>
    <w:basedOn w:val="NoList"/>
    <w:rsid w:val="00E06C21"/>
    <w:pPr>
      <w:numPr>
        <w:numId w:val="1"/>
      </w:numPr>
    </w:pPr>
  </w:style>
  <w:style w:type="numbering" w:customStyle="1" w:styleId="custombodyindent20">
    <w:name w:val="~custom_body_indent_2"/>
    <w:basedOn w:val="NoList"/>
    <w:rsid w:val="00E06C21"/>
    <w:pPr>
      <w:numPr>
        <w:numId w:val="3"/>
      </w:numPr>
    </w:pPr>
  </w:style>
  <w:style w:type="paragraph" w:styleId="Header">
    <w:name w:val="header"/>
    <w:basedOn w:val="Normal"/>
    <w:rsid w:val="00E06C21"/>
    <w:pPr>
      <w:tabs>
        <w:tab w:val="center" w:pos="4320"/>
        <w:tab w:val="right" w:pos="8640"/>
      </w:tabs>
    </w:pPr>
  </w:style>
  <w:style w:type="paragraph" w:styleId="Footer">
    <w:name w:val="footer"/>
    <w:basedOn w:val="Normal"/>
    <w:link w:val="FooterChar"/>
    <w:uiPriority w:val="99"/>
    <w:rsid w:val="00E06C21"/>
    <w:pPr>
      <w:tabs>
        <w:tab w:val="center" w:pos="4320"/>
        <w:tab w:val="right" w:pos="8640"/>
      </w:tabs>
    </w:pPr>
  </w:style>
  <w:style w:type="paragraph" w:customStyle="1" w:styleId="custombody1stlineindent">
    <w:name w:val="~custom_body_1st line indent"/>
    <w:basedOn w:val="Normal"/>
    <w:rsid w:val="00C92978"/>
    <w:pPr>
      <w:widowControl w:val="0"/>
      <w:ind w:firstLine="360"/>
      <w:jc w:val="both"/>
    </w:pPr>
    <w:rPr>
      <w:rFonts w:ascii="TimesNewRomanPS" w:hAnsi="TimesNewRomanPS"/>
      <w:snapToGrid w:val="0"/>
      <w:szCs w:val="20"/>
    </w:rPr>
  </w:style>
  <w:style w:type="numbering" w:customStyle="1" w:styleId="custombodyindent2">
    <w:name w:val="~custom_body_indent2"/>
    <w:basedOn w:val="custombodyindent20"/>
    <w:rsid w:val="00C92978"/>
    <w:pPr>
      <w:numPr>
        <w:numId w:val="7"/>
      </w:numPr>
    </w:pPr>
  </w:style>
  <w:style w:type="character" w:customStyle="1" w:styleId="customheading2Char">
    <w:name w:val="~custom_heading_2 Char"/>
    <w:basedOn w:val="DefaultParagraphFont"/>
    <w:link w:val="customheading2"/>
    <w:rsid w:val="003D3EF7"/>
    <w:rPr>
      <w:rFonts w:ascii="TimesNewRomanPS-Bold" w:hAnsi="TimesNewRomanPS-Bold"/>
      <w:sz w:val="24"/>
      <w:szCs w:val="24"/>
      <w:lang w:val="en-US" w:eastAsia="en-US" w:bidi="ar-SA"/>
    </w:rPr>
  </w:style>
  <w:style w:type="character" w:styleId="Hyperlink">
    <w:name w:val="Hyperlink"/>
    <w:basedOn w:val="DefaultParagraphFont"/>
    <w:rsid w:val="003D3EF7"/>
    <w:rPr>
      <w:color w:val="0000FF"/>
      <w:u w:val="single"/>
    </w:rPr>
  </w:style>
  <w:style w:type="character" w:styleId="CommentReference">
    <w:name w:val="annotation reference"/>
    <w:basedOn w:val="DefaultParagraphFont"/>
    <w:uiPriority w:val="99"/>
    <w:rsid w:val="00C072B3"/>
    <w:rPr>
      <w:sz w:val="16"/>
      <w:szCs w:val="16"/>
    </w:rPr>
  </w:style>
  <w:style w:type="paragraph" w:styleId="CommentText">
    <w:name w:val="annotation text"/>
    <w:basedOn w:val="Normal"/>
    <w:link w:val="CommentTextChar"/>
    <w:rsid w:val="00C072B3"/>
    <w:rPr>
      <w:sz w:val="20"/>
      <w:szCs w:val="20"/>
    </w:rPr>
  </w:style>
  <w:style w:type="paragraph" w:styleId="BalloonText">
    <w:name w:val="Balloon Text"/>
    <w:basedOn w:val="Normal"/>
    <w:semiHidden/>
    <w:rsid w:val="00274B4A"/>
    <w:rPr>
      <w:rFonts w:cs="Tahoma"/>
      <w:sz w:val="22"/>
      <w:szCs w:val="16"/>
    </w:rPr>
  </w:style>
  <w:style w:type="paragraph" w:styleId="CommentSubject">
    <w:name w:val="annotation subject"/>
    <w:basedOn w:val="CommentText"/>
    <w:next w:val="CommentText"/>
    <w:semiHidden/>
    <w:rsid w:val="003403E5"/>
    <w:rPr>
      <w:b/>
      <w:bCs/>
    </w:rPr>
  </w:style>
  <w:style w:type="character" w:customStyle="1" w:styleId="CommentTextChar">
    <w:name w:val="Comment Text Char"/>
    <w:basedOn w:val="DefaultParagraphFont"/>
    <w:link w:val="CommentText"/>
    <w:rsid w:val="00D61F68"/>
  </w:style>
  <w:style w:type="character" w:customStyle="1" w:styleId="FooterChar">
    <w:name w:val="Footer Char"/>
    <w:basedOn w:val="DefaultParagraphFont"/>
    <w:link w:val="Footer"/>
    <w:uiPriority w:val="99"/>
    <w:rsid w:val="00BA1525"/>
    <w:rPr>
      <w:sz w:val="24"/>
      <w:szCs w:val="24"/>
    </w:rPr>
  </w:style>
  <w:style w:type="paragraph" w:styleId="NormalWeb">
    <w:name w:val="Normal (Web)"/>
    <w:basedOn w:val="Normal"/>
    <w:uiPriority w:val="99"/>
    <w:unhideWhenUsed/>
    <w:rsid w:val="00BA152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1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ranz\Local%20Settings\Temp\ch1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CFF2D-FE24-4E96-B336-F85CA180B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ch1_template.dot</Template>
  <TotalTime>2</TotalTime>
  <Pages>26</Pages>
  <Words>8531</Words>
  <Characters>48632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Chapter 1</vt:lpstr>
    </vt:vector>
  </TitlesOfParts>
  <Company>Thomson</Company>
  <LinksUpToDate>false</LinksUpToDate>
  <CharactersWithSpaces>57049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Laureen</dc:creator>
  <cp:keywords/>
  <cp:lastModifiedBy>Sarah Blasco</cp:lastModifiedBy>
  <cp:revision>3</cp:revision>
  <cp:lastPrinted>2012-05-20T18:34:00Z</cp:lastPrinted>
  <dcterms:created xsi:type="dcterms:W3CDTF">2012-05-21T16:33:00Z</dcterms:created>
  <dcterms:modified xsi:type="dcterms:W3CDTF">2012-06-01T15:03:00Z</dcterms:modified>
</cp:coreProperties>
</file>