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80" w:type="dxa"/>
          <w:right w:w="80" w:type="dxa"/>
        </w:tblCellMar>
        <w:tblLook w:val="0000"/>
      </w:tblPr>
      <w:tblGrid>
        <w:gridCol w:w="2510"/>
        <w:gridCol w:w="6850"/>
      </w:tblGrid>
      <w:tr w:rsidR="00753A30">
        <w:trPr>
          <w:cantSplit/>
        </w:trPr>
        <w:tc>
          <w:tcPr>
            <w:tcW w:w="2510" w:type="dxa"/>
          </w:tcPr>
          <w:p w:rsidR="00753A30" w:rsidRDefault="00753A30" w:rsidP="009E3EFA">
            <w:pPr>
              <w:tabs>
                <w:tab w:val="left" w:pos="-1440"/>
                <w:tab w:val="left" w:pos="-720"/>
                <w:tab w:val="left" w:pos="2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rPr>
                <w:b/>
                <w:sz w:val="40"/>
              </w:rPr>
            </w:pPr>
            <w:r>
              <w:rPr>
                <w:b/>
                <w:sz w:val="36"/>
              </w:rPr>
              <w:t>CHAPTER   2</w:t>
            </w:r>
          </w:p>
        </w:tc>
        <w:tc>
          <w:tcPr>
            <w:tcW w:w="6850" w:type="dxa"/>
            <w:tcBorders>
              <w:left w:val="single" w:sz="6" w:space="0" w:color="auto"/>
            </w:tcBorders>
          </w:tcPr>
          <w:p w:rsidR="00753A30" w:rsidRDefault="00753A30" w:rsidP="00384638">
            <w:pPr>
              <w:tabs>
                <w:tab w:val="left" w:pos="-1440"/>
                <w:tab w:val="left" w:pos="-720"/>
                <w:tab w:val="left" w:pos="2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10" w:hanging="10"/>
              <w:jc w:val="left"/>
              <w:rPr>
                <w:b/>
                <w:i/>
                <w:sz w:val="40"/>
              </w:rPr>
            </w:pPr>
            <w:r>
              <w:rPr>
                <w:b/>
                <w:i/>
                <w:sz w:val="40"/>
              </w:rPr>
              <w:t xml:space="preserve">KINEMATICS IN </w:t>
            </w:r>
            <w:r w:rsidR="00384638">
              <w:rPr>
                <w:b/>
                <w:i/>
                <w:sz w:val="40"/>
              </w:rPr>
              <w:br/>
            </w:r>
            <w:r>
              <w:rPr>
                <w:b/>
                <w:i/>
                <w:sz w:val="40"/>
              </w:rPr>
              <w:t>ONE DIMENSION</w:t>
            </w:r>
          </w:p>
        </w:tc>
      </w:tr>
    </w:tbl>
    <w:p w:rsidR="00753A30" w:rsidRDefault="00753A30" w:rsidP="00753A30">
      <w:pPr>
        <w:tabs>
          <w:tab w:val="left" w:pos="-1440"/>
          <w:tab w:val="left" w:pos="-720"/>
          <w:tab w:val="left" w:pos="9360"/>
        </w:tabs>
        <w:spacing w:line="240" w:lineRule="atLeast"/>
        <w:ind w:left="720" w:hanging="640"/>
        <w:jc w:val="center"/>
      </w:pPr>
    </w:p>
    <w:p w:rsidR="00B14AE0" w:rsidRDefault="00B14AE0" w:rsidP="00524E34">
      <w:pPr>
        <w:pBdr>
          <w:bottom w:val="single" w:sz="4" w:space="1" w:color="auto"/>
        </w:pBdr>
        <w:jc w:val="left"/>
        <w:rPr>
          <w:b/>
          <w:i/>
          <w:sz w:val="28"/>
          <w:szCs w:val="28"/>
        </w:rPr>
      </w:pPr>
      <w:r w:rsidRPr="00771ABE">
        <w:rPr>
          <w:b/>
          <w:i/>
          <w:sz w:val="28"/>
          <w:szCs w:val="28"/>
        </w:rPr>
        <w:t xml:space="preserve">ANSWERS TO </w:t>
      </w:r>
      <w:r>
        <w:rPr>
          <w:b/>
          <w:i/>
          <w:sz w:val="28"/>
          <w:szCs w:val="28"/>
        </w:rPr>
        <w:t>FOCUS ON CONCEPTS</w:t>
      </w:r>
      <w:r w:rsidRPr="00771ABE">
        <w:rPr>
          <w:b/>
          <w:i/>
          <w:sz w:val="28"/>
          <w:szCs w:val="28"/>
        </w:rPr>
        <w:t xml:space="preserve"> QUESTIONS</w:t>
      </w:r>
    </w:p>
    <w:p w:rsidR="008603BD" w:rsidRPr="00771ABE" w:rsidRDefault="008603BD" w:rsidP="008603BD">
      <w:pPr>
        <w:pBdr>
          <w:bottom w:val="single" w:sz="4" w:space="1" w:color="auto"/>
        </w:pBdr>
        <w:rPr>
          <w:b/>
          <w:i/>
          <w:sz w:val="28"/>
          <w:szCs w:val="28"/>
        </w:rPr>
      </w:pPr>
    </w:p>
    <w:p w:rsidR="008603BD" w:rsidRDefault="008603BD" w:rsidP="009324E5">
      <w:pPr>
        <w:spacing w:after="240"/>
        <w:ind w:left="360" w:hanging="360"/>
        <w:jc w:val="left"/>
      </w:pPr>
    </w:p>
    <w:p w:rsidR="00B14AE0" w:rsidRDefault="00B14AE0" w:rsidP="009324E5">
      <w:pPr>
        <w:spacing w:after="240"/>
        <w:ind w:left="360" w:hanging="360"/>
        <w:jc w:val="left"/>
      </w:pPr>
      <w:r>
        <w:t xml:space="preserve">1.  </w:t>
      </w:r>
      <w:r w:rsidR="00A97029">
        <w:t>(</w:t>
      </w:r>
      <w:proofErr w:type="gramStart"/>
      <w:r w:rsidR="00A97029">
        <w:t>b</w:t>
      </w:r>
      <w:proofErr w:type="gramEnd"/>
      <w:r w:rsidR="00A97029">
        <w:t>)</w:t>
      </w:r>
      <w:r>
        <w:t xml:space="preserve">  Displacement, being a vector, conveys information about magnitude and direction.  Distance conveys no information about direction and, hence, is not a vector.</w:t>
      </w:r>
    </w:p>
    <w:p w:rsidR="009324E5" w:rsidRDefault="00B14AE0" w:rsidP="009324E5">
      <w:pPr>
        <w:spacing w:after="240"/>
        <w:ind w:left="360" w:hanging="360"/>
        <w:jc w:val="left"/>
      </w:pPr>
      <w:r>
        <w:t xml:space="preserve">2.  </w:t>
      </w:r>
      <w:r w:rsidR="00A97029">
        <w:t>(c)</w:t>
      </w:r>
      <w:r>
        <w:t xml:space="preserve">  Since each runner starts at the same place and ends at the same place, the three displacement vectors are equal.</w:t>
      </w:r>
      <w:r w:rsidR="009324E5" w:rsidRPr="009324E5">
        <w:t xml:space="preserve"> </w:t>
      </w:r>
    </w:p>
    <w:p w:rsidR="009324E5" w:rsidRDefault="00B14AE0" w:rsidP="009324E5">
      <w:pPr>
        <w:spacing w:after="240"/>
        <w:ind w:left="360" w:hanging="360"/>
        <w:jc w:val="left"/>
      </w:pPr>
      <w:r>
        <w:t xml:space="preserve">3.  </w:t>
      </w:r>
      <w:r w:rsidR="006E299E">
        <w:t>(c)</w:t>
      </w:r>
      <w:r>
        <w:t xml:space="preserve">  The average speed is the distance of 16.0 km divided by the elapsed time of 2.0 h.  The average velocity is the displacement of 0 km divided by the elapsed time.  The displacement is 0 km, because the jogger begins and ends at the same place.</w:t>
      </w:r>
      <w:r w:rsidR="009324E5" w:rsidRPr="009324E5">
        <w:t xml:space="preserve"> </w:t>
      </w:r>
    </w:p>
    <w:p w:rsidR="009324E5" w:rsidRDefault="00B14AE0" w:rsidP="009324E5">
      <w:pPr>
        <w:spacing w:after="240"/>
        <w:ind w:left="360" w:hanging="360"/>
        <w:jc w:val="left"/>
      </w:pPr>
      <w:r>
        <w:t xml:space="preserve">4.  </w:t>
      </w:r>
      <w:r w:rsidR="006E299E">
        <w:t>(</w:t>
      </w:r>
      <w:proofErr w:type="gramStart"/>
      <w:r w:rsidR="006E299E">
        <w:t>a</w:t>
      </w:r>
      <w:proofErr w:type="gramEnd"/>
      <w:r w:rsidR="006E299E">
        <w:t>)</w:t>
      </w:r>
      <w:r>
        <w:t xml:space="preserve">  Since the bicycle covers the same number of meters per second everywhere on the track, its speed is constant.</w:t>
      </w:r>
      <w:r w:rsidR="009324E5" w:rsidRPr="009324E5">
        <w:t xml:space="preserve"> </w:t>
      </w:r>
    </w:p>
    <w:p w:rsidR="009324E5" w:rsidRDefault="00B14AE0" w:rsidP="009324E5">
      <w:pPr>
        <w:spacing w:after="240"/>
        <w:ind w:left="360" w:hanging="360"/>
        <w:jc w:val="left"/>
      </w:pPr>
      <w:r>
        <w:t xml:space="preserve">5.  </w:t>
      </w:r>
      <w:r w:rsidR="006E299E">
        <w:t>(</w:t>
      </w:r>
      <w:proofErr w:type="gramStart"/>
      <w:r w:rsidR="006E299E">
        <w:t>e</w:t>
      </w:r>
      <w:proofErr w:type="gramEnd"/>
      <w:r w:rsidR="006E299E">
        <w:t>)</w:t>
      </w:r>
      <w:r>
        <w:t xml:space="preserve">  The average velocity is the displacement (2.0 km due north) divided by the elapsed time (0.50 h), and the direction of the velocity is the same as the direction of the displacement.</w:t>
      </w:r>
      <w:r w:rsidR="009324E5" w:rsidRPr="009324E5">
        <w:t xml:space="preserve"> </w:t>
      </w:r>
    </w:p>
    <w:p w:rsidR="009324E5" w:rsidRDefault="00B14AE0" w:rsidP="009324E5">
      <w:pPr>
        <w:spacing w:after="240"/>
        <w:ind w:left="360" w:hanging="360"/>
        <w:jc w:val="left"/>
      </w:pPr>
      <w:r>
        <w:t xml:space="preserve">6.  </w:t>
      </w:r>
      <w:r w:rsidR="006E299E">
        <w:t>(c)</w:t>
      </w:r>
      <w:r>
        <w:t xml:space="preserve">  The average acceleration is the change in velocity (final velocity minus initial velocity) divided by the elapsed time.  The change in velocity has a magnitude of 15.0 km/h.  Since the change in velocity points due east, the direction of the average acceleration is also due east.</w:t>
      </w:r>
      <w:r w:rsidR="009324E5" w:rsidRPr="009324E5">
        <w:t xml:space="preserve"> </w:t>
      </w:r>
    </w:p>
    <w:p w:rsidR="009324E5" w:rsidRDefault="00B14AE0" w:rsidP="009324E5">
      <w:pPr>
        <w:spacing w:after="240"/>
        <w:ind w:left="360" w:hanging="360"/>
        <w:jc w:val="left"/>
      </w:pPr>
      <w:r>
        <w:t xml:space="preserve">7.  </w:t>
      </w:r>
      <w:r w:rsidR="006E299E">
        <w:t>(</w:t>
      </w:r>
      <w:proofErr w:type="gramStart"/>
      <w:r w:rsidR="006E299E">
        <w:t>d</w:t>
      </w:r>
      <w:proofErr w:type="gramEnd"/>
      <w:r w:rsidR="006E299E">
        <w:t>)</w:t>
      </w:r>
      <w:r>
        <w:t xml:space="preserve">  This is always the situation when an object at rest begins to move.</w:t>
      </w:r>
      <w:r w:rsidR="009324E5" w:rsidRPr="009324E5">
        <w:t xml:space="preserve"> </w:t>
      </w:r>
    </w:p>
    <w:p w:rsidR="009324E5" w:rsidRDefault="00B14AE0" w:rsidP="009324E5">
      <w:pPr>
        <w:spacing w:after="240"/>
        <w:ind w:left="360" w:hanging="360"/>
        <w:jc w:val="left"/>
      </w:pPr>
      <w:r>
        <w:t xml:space="preserve">8.  </w:t>
      </w:r>
      <w:r w:rsidR="006E299E">
        <w:t>(</w:t>
      </w:r>
      <w:proofErr w:type="gramStart"/>
      <w:r w:rsidR="006E299E">
        <w:t>b</w:t>
      </w:r>
      <w:proofErr w:type="gramEnd"/>
      <w:r w:rsidR="006E299E">
        <w:t>)</w:t>
      </w:r>
      <w:r>
        <w:t xml:space="preserve">  If neither the magnitude nor the direction of the velocity changes, then the velocity is constant, and the change in velocity is zero.  Since the average acceleration is the change in velocity divided by the elapsed time, the average acceleration is also zero.</w:t>
      </w:r>
      <w:r w:rsidR="009324E5" w:rsidRPr="009324E5">
        <w:t xml:space="preserve"> </w:t>
      </w:r>
    </w:p>
    <w:p w:rsidR="009324E5" w:rsidRDefault="00B14AE0" w:rsidP="009324E5">
      <w:pPr>
        <w:spacing w:after="240"/>
        <w:ind w:left="360" w:hanging="360"/>
        <w:jc w:val="left"/>
      </w:pPr>
      <w:r>
        <w:t xml:space="preserve">9.  </w:t>
      </w:r>
      <w:r w:rsidR="006E299E">
        <w:t>(</w:t>
      </w:r>
      <w:proofErr w:type="gramStart"/>
      <w:r w:rsidR="006E299E">
        <w:t>a</w:t>
      </w:r>
      <w:proofErr w:type="gramEnd"/>
      <w:r w:rsidR="006E299E">
        <w:t>)</w:t>
      </w:r>
      <w:r>
        <w:t xml:space="preserve">  The runners are always moving after the race starts and, therefore, have a non-zero average speed.  The average velocity is the displacement divided by the elapsed time, and the displacement is zero, since the race starts and finishes at the same place.  The average acceleration is the change in the velocity divided by the elapsed time, and the velocity changes, since the contestants start at rest and finish while running.</w:t>
      </w:r>
      <w:r w:rsidR="009324E5" w:rsidRPr="009324E5">
        <w:t xml:space="preserve"> </w:t>
      </w:r>
    </w:p>
    <w:p w:rsidR="009324E5" w:rsidRDefault="00B14AE0" w:rsidP="009324E5">
      <w:pPr>
        <w:spacing w:after="240"/>
        <w:ind w:left="360" w:hanging="360"/>
        <w:jc w:val="left"/>
      </w:pPr>
      <w:r>
        <w:t xml:space="preserve">10. </w:t>
      </w:r>
      <w:r w:rsidR="006E299E">
        <w:t>(c)</w:t>
      </w:r>
      <w:r>
        <w:t xml:space="preserve">  The equations of kinematics can be used only when the acceleration remains constant and cannot be used when it changes from moment to moment.</w:t>
      </w:r>
      <w:r w:rsidRPr="003164FA">
        <w:t xml:space="preserve"> </w:t>
      </w:r>
    </w:p>
    <w:p w:rsidR="009324E5" w:rsidRDefault="00B14AE0" w:rsidP="009324E5">
      <w:pPr>
        <w:spacing w:after="240"/>
        <w:ind w:left="360" w:hanging="360"/>
        <w:jc w:val="left"/>
      </w:pPr>
      <w:r>
        <w:t xml:space="preserve">11. </w:t>
      </w:r>
      <w:r w:rsidR="006E299E">
        <w:t>(</w:t>
      </w:r>
      <w:proofErr w:type="gramStart"/>
      <w:r w:rsidR="006E299E">
        <w:t>a</w:t>
      </w:r>
      <w:proofErr w:type="gramEnd"/>
      <w:r w:rsidR="006E299E">
        <w:t>)</w:t>
      </w:r>
      <w:r>
        <w:t xml:space="preserve">  Velocity, not speed, appears as one of the variables in the equations of kinematics.  Velocity is a vector.  The magnitude of the instantaneous velocity is the speed.</w:t>
      </w:r>
      <w:r w:rsidR="009324E5" w:rsidRPr="009324E5">
        <w:t xml:space="preserve"> </w:t>
      </w:r>
    </w:p>
    <w:p w:rsidR="009324E5" w:rsidRDefault="00B14AE0" w:rsidP="009324E5">
      <w:pPr>
        <w:spacing w:after="240"/>
        <w:ind w:left="360" w:hanging="360"/>
        <w:jc w:val="left"/>
      </w:pPr>
      <w:r>
        <w:lastRenderedPageBreak/>
        <w:t xml:space="preserve">12. </w:t>
      </w:r>
      <w:r w:rsidR="006E299E">
        <w:t>(</w:t>
      </w:r>
      <w:proofErr w:type="gramStart"/>
      <w:r w:rsidR="006E299E">
        <w:t>b</w:t>
      </w:r>
      <w:proofErr w:type="gramEnd"/>
      <w:r w:rsidR="006E299E">
        <w:t>)</w:t>
      </w:r>
      <w:r>
        <w:t xml:space="preserve">  According to one of the equation of kinematics </w:t>
      </w:r>
      <w:r w:rsidRPr="008C0985">
        <w:rPr>
          <w:position w:val="-18"/>
        </w:rPr>
        <w:object w:dxaOrig="3580"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9.5pt;height:24.5pt" o:ole="">
            <v:imagedata r:id="rId7" o:title=""/>
          </v:shape>
          <o:OLEObject Type="Embed" ProgID="Equation.DSMT4" ShapeID="_x0000_i1026" DrawAspect="Content" ObjectID="_1377284151" r:id="rId8"/>
        </w:object>
      </w:r>
      <w:r>
        <w:t>, the displacement is proportional to the square of the velocity.</w:t>
      </w:r>
      <w:r w:rsidR="009324E5" w:rsidRPr="009324E5">
        <w:t xml:space="preserve"> </w:t>
      </w:r>
    </w:p>
    <w:p w:rsidR="009324E5" w:rsidRDefault="00B14AE0" w:rsidP="009324E5">
      <w:pPr>
        <w:spacing w:after="240"/>
        <w:ind w:left="360" w:hanging="360"/>
        <w:jc w:val="left"/>
      </w:pPr>
      <w:r>
        <w:t xml:space="preserve">13. </w:t>
      </w:r>
      <w:r w:rsidR="006E299E">
        <w:t>(</w:t>
      </w:r>
      <w:proofErr w:type="gramStart"/>
      <w:r w:rsidR="006E299E">
        <w:t>d</w:t>
      </w:r>
      <w:proofErr w:type="gramEnd"/>
      <w:r w:rsidR="006E299E">
        <w:t>)</w:t>
      </w:r>
      <w:r>
        <w:t xml:space="preserve">  According to one of the equation of kinematics </w:t>
      </w:r>
      <w:r w:rsidRPr="008C0985">
        <w:rPr>
          <w:position w:val="-18"/>
        </w:rPr>
        <w:object w:dxaOrig="3600" w:dyaOrig="499">
          <v:shape id="_x0000_i1027" type="#_x0000_t75" style="width:180pt;height:24.5pt" o:ole="">
            <v:imagedata r:id="rId9" o:title=""/>
          </v:shape>
          <o:OLEObject Type="Embed" ProgID="Equation.DSMT4" ShapeID="_x0000_i1027" DrawAspect="Content" ObjectID="_1377284152" r:id="rId10"/>
        </w:object>
      </w:r>
      <w:r>
        <w:t>, the displacement is proportional to the acceleration.</w:t>
      </w:r>
      <w:r w:rsidR="009324E5" w:rsidRPr="009324E5">
        <w:t xml:space="preserve"> </w:t>
      </w:r>
    </w:p>
    <w:p w:rsidR="009324E5" w:rsidRDefault="00B14AE0" w:rsidP="009324E5">
      <w:pPr>
        <w:spacing w:after="240"/>
        <w:ind w:left="360" w:hanging="360"/>
        <w:jc w:val="left"/>
      </w:pPr>
      <w:r>
        <w:t xml:space="preserve">14. </w:t>
      </w:r>
      <w:r w:rsidR="006E299E">
        <w:t>(</w:t>
      </w:r>
      <w:proofErr w:type="gramStart"/>
      <w:r w:rsidR="006E299E">
        <w:t>b</w:t>
      </w:r>
      <w:proofErr w:type="gramEnd"/>
      <w:r w:rsidR="006E299E">
        <w:t>)</w:t>
      </w:r>
      <w:r>
        <w:t xml:space="preserve">  For a single object each equation of kinematics contains four variables, one of which is the unknown variable.</w:t>
      </w:r>
      <w:r w:rsidR="009324E5" w:rsidRPr="009324E5">
        <w:t xml:space="preserve"> </w:t>
      </w:r>
    </w:p>
    <w:p w:rsidR="009324E5" w:rsidRDefault="00B14AE0" w:rsidP="009324E5">
      <w:pPr>
        <w:spacing w:after="240"/>
        <w:ind w:left="360" w:hanging="360"/>
        <w:jc w:val="left"/>
      </w:pPr>
      <w:r>
        <w:t xml:space="preserve">15. </w:t>
      </w:r>
      <w:r w:rsidR="006E299E">
        <w:t>(</w:t>
      </w:r>
      <w:proofErr w:type="gramStart"/>
      <w:r w:rsidR="006E299E">
        <w:t>e</w:t>
      </w:r>
      <w:proofErr w:type="gramEnd"/>
      <w:r w:rsidR="006E299E">
        <w:t>)</w:t>
      </w:r>
      <w:r>
        <w:t xml:space="preserve">  An equation of kinematics </w:t>
      </w:r>
      <w:r w:rsidRPr="003A7B0E">
        <w:rPr>
          <w:position w:val="-14"/>
        </w:rPr>
        <w:object w:dxaOrig="1400" w:dyaOrig="420">
          <v:shape id="_x0000_i1028" type="#_x0000_t75" style="width:70pt;height:21pt" o:ole="">
            <v:imagedata r:id="rId11" o:title=""/>
          </v:shape>
          <o:OLEObject Type="Embed" ProgID="Equation.DSMT4" ShapeID="_x0000_i1028" DrawAspect="Content" ObjectID="_1377284153" r:id="rId12"/>
        </w:object>
      </w:r>
      <w:r>
        <w:t xml:space="preserve"> gives the answer directly, since the initial velocity, the final velocity, and the time are known.</w:t>
      </w:r>
      <w:r w:rsidR="009324E5" w:rsidRPr="009324E5">
        <w:t xml:space="preserve"> </w:t>
      </w:r>
    </w:p>
    <w:p w:rsidR="009324E5" w:rsidRDefault="00B14AE0" w:rsidP="009324E5">
      <w:pPr>
        <w:spacing w:after="240"/>
        <w:ind w:left="360" w:hanging="360"/>
        <w:jc w:val="left"/>
      </w:pPr>
      <w:r>
        <w:t xml:space="preserve">16. </w:t>
      </w:r>
      <w:r w:rsidR="006E299E">
        <w:t>(c</w:t>
      </w:r>
      <w:proofErr w:type="gramStart"/>
      <w:r w:rsidR="006E299E">
        <w:t>)</w:t>
      </w:r>
      <w:r>
        <w:t xml:space="preserve">  An</w:t>
      </w:r>
      <w:proofErr w:type="gramEnd"/>
      <w:r>
        <w:t xml:space="preserve"> equation of kinematics </w:t>
      </w:r>
      <w:r w:rsidRPr="003A7B0E">
        <w:rPr>
          <w:position w:val="-16"/>
        </w:rPr>
        <w:object w:dxaOrig="1840" w:dyaOrig="460">
          <v:shape id="_x0000_i1029" type="#_x0000_t75" style="width:92.5pt;height:23.5pt" o:ole="">
            <v:imagedata r:id="rId13" o:title=""/>
          </v:shape>
          <o:OLEObject Type="Embed" ProgID="Equation.DSMT4" ShapeID="_x0000_i1029" DrawAspect="Content" ObjectID="_1377284154" r:id="rId14"/>
        </w:object>
      </w:r>
      <w:r>
        <w:t xml:space="preserve"> gives the answer directly, since the initial velocity, the final velocity, and the time are known.</w:t>
      </w:r>
      <w:r w:rsidR="009324E5" w:rsidRPr="009324E5">
        <w:t xml:space="preserve"> </w:t>
      </w:r>
    </w:p>
    <w:p w:rsidR="009324E5" w:rsidRDefault="00B14AE0" w:rsidP="009324E5">
      <w:pPr>
        <w:spacing w:after="240"/>
        <w:ind w:left="360" w:hanging="360"/>
        <w:jc w:val="left"/>
      </w:pPr>
      <w:r>
        <w:t xml:space="preserve">17. </w:t>
      </w:r>
      <w:r w:rsidR="006E299E">
        <w:t>(</w:t>
      </w:r>
      <w:proofErr w:type="gramStart"/>
      <w:r w:rsidR="006E299E">
        <w:t>e</w:t>
      </w:r>
      <w:proofErr w:type="gramEnd"/>
      <w:r w:rsidR="006E299E">
        <w:t>)</w:t>
      </w:r>
      <w:r>
        <w:t xml:space="preserve">  An equation of kinematics </w:t>
      </w:r>
      <w:r w:rsidRPr="008C0985">
        <w:rPr>
          <w:position w:val="-18"/>
        </w:rPr>
        <w:object w:dxaOrig="1719" w:dyaOrig="499">
          <v:shape id="_x0000_i1030" type="#_x0000_t75" style="width:86pt;height:24.5pt" o:ole="">
            <v:imagedata r:id="rId15" o:title=""/>
          </v:shape>
          <o:OLEObject Type="Embed" ProgID="Equation.DSMT4" ShapeID="_x0000_i1030" DrawAspect="Content" ObjectID="_1377284155" r:id="rId16"/>
        </w:object>
      </w:r>
      <w:r>
        <w:t xml:space="preserve"> gives the answer directly, since the initial velocity, the final velocity, and the acceleration are known.</w:t>
      </w:r>
      <w:r w:rsidR="009324E5" w:rsidRPr="009324E5">
        <w:t xml:space="preserve"> </w:t>
      </w:r>
    </w:p>
    <w:p w:rsidR="009324E5" w:rsidRDefault="00B14AE0" w:rsidP="009324E5">
      <w:pPr>
        <w:spacing w:after="240"/>
        <w:ind w:left="360" w:hanging="360"/>
        <w:jc w:val="left"/>
      </w:pPr>
      <w:r>
        <w:t xml:space="preserve">18. </w:t>
      </w:r>
      <w:r w:rsidR="006E299E">
        <w:t>(</w:t>
      </w:r>
      <w:proofErr w:type="gramStart"/>
      <w:r w:rsidR="006E299E">
        <w:t>d</w:t>
      </w:r>
      <w:proofErr w:type="gramEnd"/>
      <w:r w:rsidR="006E299E">
        <w:t>)</w:t>
      </w:r>
      <w:r>
        <w:t xml:space="preserve">  This statement is false.  Near the earth’s surface the acceleration due to gravity has the approximate magnitude of 9.80 m/s</w:t>
      </w:r>
      <w:r w:rsidRPr="00AA5CF4">
        <w:rPr>
          <w:vertAlign w:val="superscript"/>
        </w:rPr>
        <w:t>2</w:t>
      </w:r>
      <w:r>
        <w:t xml:space="preserve"> and always points downward, toward the center of the earth.</w:t>
      </w:r>
      <w:r w:rsidR="009324E5" w:rsidRPr="009324E5">
        <w:t xml:space="preserve"> </w:t>
      </w:r>
    </w:p>
    <w:p w:rsidR="009324E5" w:rsidRDefault="00B14AE0" w:rsidP="009324E5">
      <w:pPr>
        <w:spacing w:after="240"/>
        <w:ind w:left="360" w:hanging="360"/>
        <w:jc w:val="left"/>
      </w:pPr>
      <w:r>
        <w:t xml:space="preserve">19. </w:t>
      </w:r>
      <w:r w:rsidR="006E299E">
        <w:t>(</w:t>
      </w:r>
      <w:proofErr w:type="gramStart"/>
      <w:r w:rsidR="006E299E">
        <w:t>b</w:t>
      </w:r>
      <w:proofErr w:type="gramEnd"/>
      <w:r w:rsidR="006E299E">
        <w:t>)</w:t>
      </w:r>
      <w:r>
        <w:t xml:space="preserve">  Free-fall is the motion that occurs while the acceleration is solely the acceleration due to gravity.  While the rocket is picking up speed in the upward direction, the acceleration is not just due to gravity, but is due to the combined effect of gravity and the engines.  In fact, the effect of the engines is greater than the effect of gravity.  Only when the engines shut down does the free-fall motion begin.</w:t>
      </w:r>
      <w:r w:rsidR="009324E5" w:rsidRPr="009324E5">
        <w:t xml:space="preserve"> </w:t>
      </w:r>
    </w:p>
    <w:p w:rsidR="009324E5" w:rsidRDefault="00B14AE0" w:rsidP="009324E5">
      <w:pPr>
        <w:spacing w:after="240"/>
        <w:ind w:left="360" w:hanging="360"/>
        <w:jc w:val="left"/>
      </w:pPr>
      <w:r>
        <w:t xml:space="preserve">20. </w:t>
      </w:r>
      <w:r w:rsidR="006E299E">
        <w:t>(c</w:t>
      </w:r>
      <w:proofErr w:type="gramStart"/>
      <w:r w:rsidR="006E299E">
        <w:t>)</w:t>
      </w:r>
      <w:r>
        <w:t xml:space="preserve">  According</w:t>
      </w:r>
      <w:proofErr w:type="gramEnd"/>
      <w:r>
        <w:t xml:space="preserve"> to an equation of kinematics </w:t>
      </w:r>
      <w:r w:rsidRPr="008C0985">
        <w:rPr>
          <w:position w:val="-18"/>
        </w:rPr>
        <w:object w:dxaOrig="3480" w:dyaOrig="499">
          <v:shape id="_x0000_i1031" type="#_x0000_t75" style="width:174pt;height:24.5pt" o:ole="">
            <v:imagedata r:id="rId17" o:title=""/>
          </v:shape>
          <o:OLEObject Type="Embed" ProgID="Equation.DSMT4" ShapeID="_x0000_i1031" DrawAspect="Content" ObjectID="_1377284156" r:id="rId18"/>
        </w:object>
      </w:r>
      <w:r>
        <w:t xml:space="preserve">, the launch speed </w:t>
      </w:r>
      <w:r w:rsidRPr="00336646">
        <w:rPr>
          <w:i/>
        </w:rPr>
        <w:t>v</w:t>
      </w:r>
      <w:r w:rsidRPr="00336646">
        <w:rPr>
          <w:position w:val="-8"/>
          <w:sz w:val="18"/>
          <w:szCs w:val="18"/>
        </w:rPr>
        <w:t>0</w:t>
      </w:r>
      <w:r>
        <w:t xml:space="preserve"> is proportional to the square root of the maximum height.</w:t>
      </w:r>
      <w:r w:rsidR="009324E5" w:rsidRPr="009324E5">
        <w:t xml:space="preserve"> </w:t>
      </w:r>
    </w:p>
    <w:p w:rsidR="00524E34" w:rsidRDefault="00B14AE0" w:rsidP="00524E34">
      <w:pPr>
        <w:spacing w:after="240"/>
        <w:ind w:left="360" w:hanging="360"/>
        <w:jc w:val="left"/>
      </w:pPr>
      <w:r>
        <w:t xml:space="preserve">21. </w:t>
      </w:r>
      <w:r w:rsidR="006E299E">
        <w:t>(</w:t>
      </w:r>
      <w:proofErr w:type="gramStart"/>
      <w:r w:rsidR="006E299E">
        <w:t>a</w:t>
      </w:r>
      <w:proofErr w:type="gramEnd"/>
      <w:r w:rsidR="006E299E">
        <w:t>)</w:t>
      </w:r>
      <w:r>
        <w:t xml:space="preserve">  An equation of kinematics </w:t>
      </w:r>
      <w:r w:rsidRPr="003A7B0E">
        <w:rPr>
          <w:position w:val="-14"/>
        </w:rPr>
        <w:object w:dxaOrig="1400" w:dyaOrig="420">
          <v:shape id="_x0000_i1032" type="#_x0000_t75" style="width:70pt;height:21pt" o:ole="">
            <v:imagedata r:id="rId11" o:title=""/>
          </v:shape>
          <o:OLEObject Type="Embed" ProgID="Equation.DSMT4" ShapeID="_x0000_i1032" DrawAspect="Content" ObjectID="_1377284157" r:id="rId19"/>
        </w:object>
      </w:r>
      <w:r>
        <w:t xml:space="preserve"> gives the answer directly.</w:t>
      </w:r>
      <w:r w:rsidR="00524E34" w:rsidRPr="00524E34">
        <w:t xml:space="preserve"> </w:t>
      </w:r>
    </w:p>
    <w:p w:rsidR="00524E34" w:rsidRDefault="00B14AE0" w:rsidP="00524E34">
      <w:pPr>
        <w:spacing w:after="240"/>
        <w:ind w:left="360" w:hanging="360"/>
        <w:jc w:val="left"/>
      </w:pPr>
      <w:r>
        <w:t xml:space="preserve">22. </w:t>
      </w:r>
      <w:r w:rsidR="006E299E">
        <w:t>(</w:t>
      </w:r>
      <w:proofErr w:type="gramStart"/>
      <w:r w:rsidR="006E299E">
        <w:t>d</w:t>
      </w:r>
      <w:proofErr w:type="gramEnd"/>
      <w:r w:rsidR="006E299E">
        <w:t>)</w:t>
      </w:r>
      <w:r>
        <w:t xml:space="preserve">  The acceleration due to gravity points downward, in the same direction as the initial velocity of the stone thrown from the top of the cliff.  Therefore, this stone picks up speed as it approaches the nest.  In contrast, the acceleration due to gravity points opposite to the initial velocity of the stone thrown from the ground, so that this stone loses speed as it approaches the nest.  The result is that, on average, the stone thrown from the top of the cliff travels faster than the stone thrown from the ground and hits the nest first.</w:t>
      </w:r>
      <w:r w:rsidR="00524E34" w:rsidRPr="00524E34">
        <w:t xml:space="preserve"> </w:t>
      </w:r>
    </w:p>
    <w:p w:rsidR="00524E34" w:rsidRDefault="00B14AE0" w:rsidP="00524E34">
      <w:pPr>
        <w:spacing w:after="240"/>
        <w:ind w:left="360" w:hanging="360"/>
        <w:jc w:val="left"/>
      </w:pPr>
      <w:r>
        <w:t>23.  1.13 s</w:t>
      </w:r>
    </w:p>
    <w:p w:rsidR="00524E34" w:rsidRDefault="00B14AE0" w:rsidP="00524E34">
      <w:pPr>
        <w:spacing w:after="240"/>
        <w:ind w:left="360" w:hanging="360"/>
        <w:jc w:val="left"/>
      </w:pPr>
      <w:r>
        <w:lastRenderedPageBreak/>
        <w:t xml:space="preserve">24. </w:t>
      </w:r>
      <w:r w:rsidR="006E299E">
        <w:t>(</w:t>
      </w:r>
      <w:proofErr w:type="gramStart"/>
      <w:r w:rsidR="006E299E">
        <w:t>a</w:t>
      </w:r>
      <w:proofErr w:type="gramEnd"/>
      <w:r w:rsidR="006E299E">
        <w:t>)</w:t>
      </w:r>
      <w:r>
        <w:t xml:space="preserve">  The slope of the line in a position versus time graph gives the velocity of the motion.  The slope for part A is positive.  For part B the slope is negative.  For part C the slope is positive.</w:t>
      </w:r>
      <w:r w:rsidR="00524E34" w:rsidRPr="00524E34">
        <w:t xml:space="preserve"> </w:t>
      </w:r>
    </w:p>
    <w:p w:rsidR="00524E34" w:rsidRDefault="00B14AE0" w:rsidP="00524E34">
      <w:pPr>
        <w:spacing w:after="240"/>
        <w:ind w:left="360" w:hanging="360"/>
        <w:jc w:val="left"/>
      </w:pPr>
      <w:r>
        <w:t xml:space="preserve">25. </w:t>
      </w:r>
      <w:r w:rsidR="006E299E">
        <w:t>(</w:t>
      </w:r>
      <w:proofErr w:type="gramStart"/>
      <w:r w:rsidR="006E299E">
        <w:t>b</w:t>
      </w:r>
      <w:proofErr w:type="gramEnd"/>
      <w:r w:rsidR="006E299E">
        <w:t>)</w:t>
      </w:r>
      <w:r>
        <w:t xml:space="preserve">  The slope of the line in a position versus time graph gives the velocity of the motion.  Section A has the smallest slope and section B the largest slope.</w:t>
      </w:r>
      <w:r w:rsidR="00524E34" w:rsidRPr="00524E34">
        <w:t xml:space="preserve"> </w:t>
      </w:r>
    </w:p>
    <w:p w:rsidR="00524E34" w:rsidRDefault="00B14AE0" w:rsidP="00524E34">
      <w:pPr>
        <w:spacing w:after="240"/>
        <w:ind w:left="360" w:hanging="360"/>
        <w:jc w:val="left"/>
      </w:pPr>
      <w:r>
        <w:t xml:space="preserve">26. </w:t>
      </w:r>
      <w:r w:rsidR="006E299E">
        <w:t>(c)</w:t>
      </w:r>
      <w:r>
        <w:t xml:space="preserve">  The slope of the line in a position versus time graph gives the velocity of the motion.  Here the slope is positive at all times, but it decreases as time increases from left to right in the graph.  This means that the positive velocity is decreasing as time increases, which is a condition of deceleration.</w:t>
      </w:r>
      <w:r w:rsidR="00524E34" w:rsidRPr="00524E34">
        <w:t xml:space="preserve"> </w:t>
      </w:r>
    </w:p>
    <w:p w:rsidR="00B14AE0" w:rsidRPr="00123CD1" w:rsidRDefault="00B14AE0" w:rsidP="00524E34">
      <w:pPr>
        <w:spacing w:after="240"/>
        <w:ind w:left="0" w:hanging="360"/>
        <w:jc w:val="left"/>
      </w:pPr>
    </w:p>
    <w:p w:rsidR="00B14AE0" w:rsidRPr="0062510C" w:rsidRDefault="00B14AE0" w:rsidP="009324E5">
      <w:pPr>
        <w:ind w:left="0"/>
        <w:jc w:val="left"/>
        <w:rPr>
          <w:szCs w:val="24"/>
        </w:rPr>
      </w:pPr>
    </w:p>
    <w:p w:rsidR="00B14AE0" w:rsidRDefault="00B14AE0" w:rsidP="009324E5">
      <w:pPr>
        <w:tabs>
          <w:tab w:val="left" w:pos="440"/>
          <w:tab w:val="left" w:pos="3320"/>
        </w:tabs>
        <w:ind w:left="0" w:hanging="440"/>
        <w:jc w:val="left"/>
      </w:pPr>
    </w:p>
    <w:p w:rsidR="00753A30" w:rsidRDefault="00753A30"/>
    <w:p w:rsidR="009A624B" w:rsidRDefault="009A624B" w:rsidP="009A624B">
      <w:pPr>
        <w:spacing w:line="240" w:lineRule="atLeast"/>
        <w:ind w:left="0" w:firstLine="0"/>
        <w:rPr>
          <w:b/>
          <w:sz w:val="36"/>
        </w:rPr>
        <w:sectPr w:rsidR="009A624B" w:rsidSect="00907656">
          <w:headerReference w:type="even" r:id="rId20"/>
          <w:headerReference w:type="default" r:id="rId21"/>
          <w:footnotePr>
            <w:numRestart w:val="eachPage"/>
          </w:footnotePr>
          <w:pgSz w:w="12240" w:h="15840" w:code="1"/>
          <w:pgMar w:top="1440" w:right="1440" w:bottom="1440" w:left="1440" w:header="720" w:footer="720" w:gutter="0"/>
          <w:pgNumType w:start="42"/>
          <w:cols w:space="720"/>
          <w:titlePg/>
        </w:sectPr>
      </w:pPr>
    </w:p>
    <w:tbl>
      <w:tblPr>
        <w:tblW w:w="0" w:type="auto"/>
        <w:tblLayout w:type="fixed"/>
        <w:tblCellMar>
          <w:left w:w="80" w:type="dxa"/>
          <w:right w:w="80" w:type="dxa"/>
        </w:tblCellMar>
        <w:tblLook w:val="0000"/>
      </w:tblPr>
      <w:tblGrid>
        <w:gridCol w:w="2420"/>
        <w:gridCol w:w="4680"/>
      </w:tblGrid>
      <w:tr w:rsidR="00EA71E5">
        <w:trPr>
          <w:cantSplit/>
        </w:trPr>
        <w:tc>
          <w:tcPr>
            <w:tcW w:w="2420" w:type="dxa"/>
          </w:tcPr>
          <w:p w:rsidR="00EA71E5" w:rsidRDefault="00EA71E5">
            <w:pPr>
              <w:spacing w:line="240" w:lineRule="atLeast"/>
              <w:rPr>
                <w:rFonts w:ascii="Helvetica" w:hAnsi="Helvetica"/>
                <w:b/>
                <w:sz w:val="40"/>
              </w:rPr>
            </w:pPr>
            <w:r>
              <w:rPr>
                <w:b/>
                <w:sz w:val="36"/>
              </w:rPr>
              <w:lastRenderedPageBreak/>
              <w:t>CHAPTER   2</w:t>
            </w:r>
          </w:p>
        </w:tc>
        <w:tc>
          <w:tcPr>
            <w:tcW w:w="4680" w:type="dxa"/>
            <w:tcBorders>
              <w:left w:val="single" w:sz="6" w:space="0" w:color="auto"/>
            </w:tcBorders>
          </w:tcPr>
          <w:p w:rsidR="00EA71E5" w:rsidRDefault="00EA71E5">
            <w:pPr>
              <w:spacing w:line="240" w:lineRule="atLeast"/>
              <w:rPr>
                <w:b/>
                <w:i/>
                <w:sz w:val="40"/>
              </w:rPr>
            </w:pPr>
            <w:r>
              <w:rPr>
                <w:b/>
                <w:i/>
                <w:sz w:val="40"/>
              </w:rPr>
              <w:t>KINEMATICS IN</w:t>
            </w:r>
          </w:p>
          <w:p w:rsidR="00EA71E5" w:rsidRDefault="00EA71E5">
            <w:pPr>
              <w:spacing w:line="240" w:lineRule="atLeast"/>
              <w:rPr>
                <w:rFonts w:ascii="Helvetica" w:hAnsi="Helvetica"/>
                <w:b/>
                <w:sz w:val="40"/>
              </w:rPr>
            </w:pPr>
            <w:r>
              <w:rPr>
                <w:b/>
                <w:i/>
                <w:sz w:val="40"/>
              </w:rPr>
              <w:t>ONE DIMENSION</w:t>
            </w:r>
          </w:p>
        </w:tc>
      </w:tr>
    </w:tbl>
    <w:p w:rsidR="00EA71E5" w:rsidRDefault="00EA71E5">
      <w:pPr>
        <w:spacing w:line="240" w:lineRule="atLeast"/>
        <w:ind w:left="720" w:hanging="640"/>
        <w:jc w:val="center"/>
      </w:pPr>
    </w:p>
    <w:p w:rsidR="00EA71E5" w:rsidRDefault="00EA71E5">
      <w:pPr>
        <w:spacing w:line="240" w:lineRule="atLeast"/>
        <w:ind w:left="630" w:hanging="640"/>
        <w:rPr>
          <w:b/>
          <w:sz w:val="36"/>
        </w:rPr>
      </w:pPr>
      <w:r>
        <w:rPr>
          <w:b/>
          <w:i/>
          <w:sz w:val="28"/>
        </w:rPr>
        <w:t>PROBLEMS</w:t>
      </w:r>
    </w:p>
    <w:p w:rsidR="00EA71E5" w:rsidRDefault="00EA71E5">
      <w:pPr>
        <w:spacing w:line="240" w:lineRule="atLeast"/>
        <w:ind w:left="720" w:hanging="720"/>
      </w:pPr>
      <w:r>
        <w:t>______________________________________________________________________________</w:t>
      </w:r>
    </w:p>
    <w:p w:rsidR="00EA71E5" w:rsidRDefault="00EA71E5">
      <w:pPr>
        <w:tabs>
          <w:tab w:val="left" w:pos="-1440"/>
          <w:tab w:val="left" w:pos="-720"/>
        </w:tabs>
        <w:spacing w:line="240" w:lineRule="atLeast"/>
        <w:ind w:left="720" w:hanging="720"/>
      </w:pPr>
    </w:p>
    <w:p w:rsidR="00175CF4" w:rsidRDefault="00175CF4" w:rsidP="00175CF4">
      <w:r>
        <w:t>1.</w:t>
      </w:r>
      <w:r>
        <w:tab/>
      </w:r>
      <w:r>
        <w:rPr>
          <w:b/>
          <w:i/>
        </w:rPr>
        <w:t xml:space="preserve">REASONING   </w:t>
      </w:r>
      <w:r>
        <w:t xml:space="preserve">The distance traveled by the Space Shuttle is equal to its speed multiplied by the time. The number of football fields is equal to this distance divided by the length </w:t>
      </w:r>
      <w:r>
        <w:rPr>
          <w:i/>
        </w:rPr>
        <w:t>L</w:t>
      </w:r>
      <w:r>
        <w:t xml:space="preserve"> of one football field.</w:t>
      </w:r>
    </w:p>
    <w:p w:rsidR="00175CF4" w:rsidRDefault="00175CF4" w:rsidP="00175CF4"/>
    <w:p w:rsidR="00175CF4" w:rsidRDefault="00175CF4" w:rsidP="00175CF4">
      <w:r>
        <w:tab/>
      </w:r>
      <w:r>
        <w:rPr>
          <w:b/>
          <w:i/>
        </w:rPr>
        <w:t>SOLUTION</w:t>
      </w:r>
      <w:r>
        <w:t xml:space="preserve">   The number of football fields is</w:t>
      </w:r>
    </w:p>
    <w:p w:rsidR="00175CF4" w:rsidRDefault="00175CF4" w:rsidP="00175CF4"/>
    <w:p w:rsidR="00175CF4" w:rsidRDefault="00175CF4" w:rsidP="00175CF4">
      <w:pPr>
        <w:pStyle w:val="eq"/>
      </w:pPr>
      <w:r w:rsidRPr="0085363C">
        <w:rPr>
          <w:position w:val="-24"/>
        </w:rPr>
        <w:object w:dxaOrig="5600" w:dyaOrig="780">
          <v:shape id="_x0000_i1033" type="#_x0000_t75" style="width:279.5pt;height:39pt" o:ole="">
            <v:imagedata r:id="rId22" o:title=""/>
          </v:shape>
          <o:OLEObject Type="Embed" ProgID="Equation.DSMT4" ShapeID="_x0000_i1033" DrawAspect="Content" ObjectID="_1377284158" r:id="rId23"/>
        </w:object>
      </w:r>
    </w:p>
    <w:p w:rsidR="00175CF4" w:rsidRDefault="00175CF4" w:rsidP="00175CF4">
      <w:r>
        <w:t>______________________________________________________________________________</w:t>
      </w:r>
    </w:p>
    <w:p w:rsidR="00175CF4" w:rsidRDefault="00175CF4" w:rsidP="00175CF4"/>
    <w:p w:rsidR="00DF3048" w:rsidRDefault="00DF3048" w:rsidP="00DF3048">
      <w:pPr>
        <w:tabs>
          <w:tab w:val="left" w:pos="450"/>
        </w:tabs>
        <w:ind w:left="450" w:hanging="450"/>
      </w:pPr>
      <w:r>
        <w:t>2.</w:t>
      </w:r>
      <w:r>
        <w:tab/>
      </w:r>
      <w:r>
        <w:rPr>
          <w:b/>
          <w:i/>
        </w:rPr>
        <w:t>REASONING</w:t>
      </w:r>
      <w:r>
        <w:t xml:space="preserve">  The displacement is a vector that points from an object’s initial position to its final position. If the final position is greater than the initial position, the displacement is positive. On the other hand, if the final position is less than the initial position, the displacement is negative.  (a) The final position is greater than the initial position, so the displacement will be positive.  (b) The final position is less than the initial position, so the displacement will be negative.  (c) The final position is greater than the initial position, so the displacement will be positive.</w:t>
      </w:r>
      <w:r w:rsidRPr="00BE43F5">
        <w:t xml:space="preserve"> </w:t>
      </w:r>
    </w:p>
    <w:p w:rsidR="00DF3048" w:rsidRDefault="00DF3048" w:rsidP="00DF3048"/>
    <w:p w:rsidR="00DF3048" w:rsidRDefault="00DF3048" w:rsidP="00DF3048">
      <w:pPr>
        <w:tabs>
          <w:tab w:val="left" w:pos="446"/>
        </w:tabs>
      </w:pPr>
      <w:r>
        <w:rPr>
          <w:b/>
          <w:i/>
        </w:rPr>
        <w:tab/>
        <w:t>SOLUTION</w:t>
      </w:r>
      <w:r>
        <w:t xml:space="preserve">   The displacement is defined as Displacement = </w:t>
      </w:r>
      <w:r>
        <w:rPr>
          <w:i/>
        </w:rPr>
        <w:t>x</w:t>
      </w:r>
      <w:r>
        <w:t xml:space="preserve"> – </w:t>
      </w:r>
      <w:r>
        <w:rPr>
          <w:i/>
        </w:rPr>
        <w:t>x</w:t>
      </w:r>
      <w:r w:rsidRPr="004B7D66">
        <w:rPr>
          <w:position w:val="-8"/>
          <w:sz w:val="18"/>
          <w:szCs w:val="18"/>
        </w:rPr>
        <w:t>0</w:t>
      </w:r>
      <w:r>
        <w:t xml:space="preserve">, where </w:t>
      </w:r>
      <w:r>
        <w:rPr>
          <w:i/>
        </w:rPr>
        <w:t>x</w:t>
      </w:r>
      <w:r>
        <w:t xml:space="preserve"> is the final position and </w:t>
      </w:r>
      <w:r>
        <w:rPr>
          <w:i/>
        </w:rPr>
        <w:t>x</w:t>
      </w:r>
      <w:r w:rsidRPr="004B7D66">
        <w:rPr>
          <w:position w:val="-8"/>
          <w:sz w:val="18"/>
          <w:szCs w:val="18"/>
        </w:rPr>
        <w:t xml:space="preserve">0 </w:t>
      </w:r>
      <w:r>
        <w:t>is the initial position. The displacements for the three cases are:</w:t>
      </w:r>
    </w:p>
    <w:p w:rsidR="00DF3048" w:rsidRDefault="00DF3048" w:rsidP="00DF3048"/>
    <w:p w:rsidR="00DF3048" w:rsidRDefault="00DF3048" w:rsidP="00DF3048">
      <w:pPr>
        <w:tabs>
          <w:tab w:val="left" w:pos="446"/>
        </w:tabs>
      </w:pPr>
      <w:r>
        <w:tab/>
        <w:t xml:space="preserve">(a)  Displacement = 6.0 m </w:t>
      </w:r>
      <w:r>
        <w:sym w:font="Symbol" w:char="F02D"/>
      </w:r>
      <w:r>
        <w:t xml:space="preserve"> 2.0 m = </w:t>
      </w:r>
      <w:r w:rsidRPr="0085363C">
        <w:rPr>
          <w:position w:val="-16"/>
        </w:rPr>
        <w:object w:dxaOrig="859" w:dyaOrig="440">
          <v:shape id="_x0000_i1034" type="#_x0000_t75" style="width:42.5pt;height:21.5pt" o:ole="">
            <v:imagedata r:id="rId24" o:title=""/>
          </v:shape>
          <o:OLEObject Type="Embed" ProgID="Equation.DSMT4" ShapeID="_x0000_i1034" DrawAspect="Content" ObjectID="_1377284159" r:id="rId25"/>
        </w:object>
      </w:r>
    </w:p>
    <w:p w:rsidR="00DF3048" w:rsidRDefault="00DF3048" w:rsidP="00DF3048">
      <w:pPr>
        <w:tabs>
          <w:tab w:val="left" w:pos="446"/>
        </w:tabs>
      </w:pPr>
      <w:r>
        <w:tab/>
        <w:t xml:space="preserve">(b)  Displacement = 2.0 m </w:t>
      </w:r>
      <w:r>
        <w:sym w:font="Symbol" w:char="F02D"/>
      </w:r>
      <w:r>
        <w:t xml:space="preserve"> 6.0 m = </w:t>
      </w:r>
      <w:r w:rsidRPr="0085363C">
        <w:rPr>
          <w:position w:val="-10"/>
        </w:rPr>
        <w:object w:dxaOrig="859" w:dyaOrig="380">
          <v:shape id="_x0000_i1035" type="#_x0000_t75" style="width:42.5pt;height:18pt" o:ole="">
            <v:imagedata r:id="rId26" o:title=""/>
          </v:shape>
          <o:OLEObject Type="Embed" ProgID="Equation.DSMT4" ShapeID="_x0000_i1035" DrawAspect="Content" ObjectID="_1377284160" r:id="rId27"/>
        </w:object>
      </w:r>
    </w:p>
    <w:p w:rsidR="00DF3048" w:rsidRDefault="00DF3048" w:rsidP="00DF3048">
      <w:pPr>
        <w:tabs>
          <w:tab w:val="left" w:pos="446"/>
        </w:tabs>
      </w:pPr>
      <w:r>
        <w:tab/>
        <w:t xml:space="preserve">(c)  Displacement = 7.0 m </w:t>
      </w:r>
      <w:r>
        <w:sym w:font="Symbol" w:char="F02D"/>
      </w:r>
      <w:r>
        <w:t xml:space="preserve"> (</w:t>
      </w:r>
      <w:r>
        <w:sym w:font="Symbol" w:char="F02D"/>
      </w:r>
      <w:r>
        <w:t xml:space="preserve">3.0 m) = </w:t>
      </w:r>
      <w:r w:rsidRPr="0085363C">
        <w:rPr>
          <w:position w:val="-10"/>
        </w:rPr>
        <w:object w:dxaOrig="980" w:dyaOrig="380">
          <v:shape id="_x0000_i1036" type="#_x0000_t75" style="width:48.5pt;height:18pt" o:ole="">
            <v:imagedata r:id="rId28" o:title=""/>
          </v:shape>
          <o:OLEObject Type="Embed" ProgID="Equation.DSMT4" ShapeID="_x0000_i1036" DrawAspect="Content" ObjectID="_1377284161" r:id="rId29"/>
        </w:object>
      </w:r>
    </w:p>
    <w:p w:rsidR="00DF3048" w:rsidRDefault="00DF3048" w:rsidP="00DF3048">
      <w:pPr>
        <w:pBdr>
          <w:bottom w:val="single" w:sz="4" w:space="1" w:color="auto"/>
        </w:pBdr>
      </w:pPr>
    </w:p>
    <w:p w:rsidR="00DF3048" w:rsidRDefault="00DF3048" w:rsidP="00DF3048"/>
    <w:p w:rsidR="00147D98" w:rsidRDefault="00147D98" w:rsidP="00147D98">
      <w:r>
        <w:t>3.</w:t>
      </w:r>
      <w:r>
        <w:tab/>
      </w:r>
      <w:r w:rsidRPr="008A5E95">
        <w:rPr>
          <w:position w:val="-10"/>
        </w:rPr>
        <w:object w:dxaOrig="680" w:dyaOrig="380">
          <v:shape id="_x0000_i1037" type="#_x0000_t75" style="width:33.5pt;height:18pt" o:ole="">
            <v:imagedata r:id="rId30" o:title=""/>
          </v:shape>
          <o:OLEObject Type="Embed" ProgID="Equation.DSMT4" ShapeID="_x0000_i1037" DrawAspect="Content" ObjectID="_1377284162" r:id="rId31"/>
        </w:object>
      </w:r>
      <w:r>
        <w:t> </w:t>
      </w:r>
      <w:proofErr w:type="gramStart"/>
      <w:r>
        <w:rPr>
          <w:b/>
          <w:i/>
        </w:rPr>
        <w:t>REASONING</w:t>
      </w:r>
      <w:r>
        <w:rPr>
          <w:i/>
        </w:rPr>
        <w:t xml:space="preserve">  </w:t>
      </w:r>
      <w:r>
        <w:t>The</w:t>
      </w:r>
      <w:proofErr w:type="gramEnd"/>
      <w:r>
        <w:t xml:space="preserve"> average speed is the distance traveled divided by the elapsed time (Equation 2.1). Since the average speed and distance are known, we can use this relation to find the time.</w:t>
      </w:r>
    </w:p>
    <w:p w:rsidR="00147D98" w:rsidRDefault="00147D98" w:rsidP="00147D98"/>
    <w:p w:rsidR="00147D98" w:rsidRDefault="00147D98" w:rsidP="00147D98">
      <w:r>
        <w:tab/>
      </w:r>
      <w:r>
        <w:rPr>
          <w:b/>
          <w:i/>
        </w:rPr>
        <w:t>SOLUTION</w:t>
      </w:r>
      <w:r>
        <w:t xml:space="preserve">  The time it takes for the continents to drift apart by 1500 m is</w:t>
      </w:r>
    </w:p>
    <w:p w:rsidR="00147D98" w:rsidRDefault="00147D98" w:rsidP="00147D98"/>
    <w:p w:rsidR="00147D98" w:rsidRDefault="00147D98" w:rsidP="00147D98">
      <w:pPr>
        <w:pStyle w:val="eq"/>
      </w:pPr>
      <w:r w:rsidRPr="0085363C">
        <w:rPr>
          <w:position w:val="-66"/>
        </w:rPr>
        <w:object w:dxaOrig="6320" w:dyaOrig="1040">
          <v:shape id="_x0000_i1038" type="#_x0000_t75" style="width:315.5pt;height:51.5pt" o:ole="">
            <v:imagedata r:id="rId32" o:title=""/>
          </v:shape>
          <o:OLEObject Type="Embed" ProgID="Equation.DSMT4" ShapeID="_x0000_i1038" DrawAspect="Content" ObjectID="_1377284163" r:id="rId33"/>
        </w:object>
      </w:r>
    </w:p>
    <w:p w:rsidR="00147D98" w:rsidRDefault="00147D98" w:rsidP="00147D98">
      <w:r>
        <w:lastRenderedPageBreak/>
        <w:t>______________________________________________________________________________</w:t>
      </w:r>
    </w:p>
    <w:p w:rsidR="00147D98" w:rsidRDefault="00147D98" w:rsidP="00147D98">
      <w:pPr>
        <w:tabs>
          <w:tab w:val="left" w:pos="-1440"/>
          <w:tab w:val="left" w:pos="-720"/>
          <w:tab w:val="left" w:pos="440"/>
          <w:tab w:val="left" w:pos="9360"/>
        </w:tabs>
        <w:spacing w:line="240" w:lineRule="atLeast"/>
        <w:ind w:left="440" w:hanging="440"/>
      </w:pPr>
    </w:p>
    <w:p w:rsidR="000A5BAD" w:rsidRDefault="000A5BAD" w:rsidP="000A5BAD">
      <w:r>
        <w:t>4.</w:t>
      </w:r>
      <w:r>
        <w:tab/>
      </w:r>
      <w:r>
        <w:rPr>
          <w:b/>
          <w:i/>
        </w:rPr>
        <w:t xml:space="preserve">REASONING   </w:t>
      </w:r>
      <w:r>
        <w:t>Since the average speed of the impulse is equal to the distance it travels divided by the elapsed time (see Equation 2.1), the elapsed time is just the distance divided by the average speed.</w:t>
      </w:r>
    </w:p>
    <w:p w:rsidR="000A5BAD" w:rsidRDefault="000A5BAD" w:rsidP="000A5BAD"/>
    <w:p w:rsidR="000A5BAD" w:rsidRDefault="000A5BAD" w:rsidP="000A5BAD">
      <w:r>
        <w:tab/>
      </w:r>
      <w:r>
        <w:rPr>
          <w:b/>
          <w:i/>
        </w:rPr>
        <w:t>SOLUTION</w:t>
      </w:r>
      <w:r>
        <w:t xml:space="preserve">   The time it takes for the impulse to travel from the foot to the brain is</w:t>
      </w:r>
    </w:p>
    <w:p w:rsidR="000A5BAD" w:rsidRDefault="000A5BAD" w:rsidP="000A5BAD"/>
    <w:p w:rsidR="000A5BAD" w:rsidRDefault="000A5BAD" w:rsidP="000A5BAD">
      <w:pPr>
        <w:pStyle w:val="eq"/>
        <w:jc w:val="right"/>
      </w:pPr>
      <w:r>
        <w:t xml:space="preserve"> </w:t>
      </w:r>
      <w:r w:rsidRPr="00F57289">
        <w:rPr>
          <w:position w:val="-28"/>
        </w:rPr>
        <w:object w:dxaOrig="5340" w:dyaOrig="660">
          <v:shape id="_x0000_i1039" type="#_x0000_t75" style="width:267pt;height:33pt" o:ole="">
            <v:imagedata r:id="rId34" o:title=""/>
          </v:shape>
          <o:OLEObject Type="Embed" ProgID="Equation.DSMT4" ShapeID="_x0000_i1039" DrawAspect="Content" ObjectID="_1377284164" r:id="rId35"/>
        </w:object>
      </w:r>
      <w:r>
        <w:t xml:space="preserve">                        (2.1)</w:t>
      </w:r>
    </w:p>
    <w:p w:rsidR="000A5BAD" w:rsidRDefault="000A5BAD" w:rsidP="000A5BAD">
      <w:r>
        <w:t>______________________________________________________________________________</w:t>
      </w:r>
    </w:p>
    <w:p w:rsidR="000A5BAD" w:rsidRDefault="000A5BAD" w:rsidP="000A5BAD">
      <w:pPr>
        <w:tabs>
          <w:tab w:val="left" w:pos="-1440"/>
          <w:tab w:val="left" w:pos="-720"/>
          <w:tab w:val="left" w:pos="440"/>
        </w:tabs>
        <w:spacing w:line="240" w:lineRule="atLeast"/>
        <w:ind w:left="440" w:hanging="440"/>
      </w:pPr>
    </w:p>
    <w:p w:rsidR="00DF3048" w:rsidRDefault="00DF3048" w:rsidP="00DF3048">
      <w:pPr>
        <w:ind w:left="450" w:hanging="450"/>
      </w:pPr>
      <w:r>
        <w:t>5.</w:t>
      </w:r>
      <w:r>
        <w:tab/>
      </w:r>
      <w:proofErr w:type="gramStart"/>
      <w:r>
        <w:rPr>
          <w:b/>
          <w:i/>
        </w:rPr>
        <w:t xml:space="preserve">REASONING  </w:t>
      </w:r>
      <w:r>
        <w:t>According</w:t>
      </w:r>
      <w:proofErr w:type="gramEnd"/>
      <w:r>
        <w:t xml:space="preserve"> to Equation 2.2 </w:t>
      </w:r>
      <w:r w:rsidRPr="00324FAA">
        <w:rPr>
          <w:position w:val="-34"/>
        </w:rPr>
        <w:object w:dxaOrig="1320" w:dyaOrig="800">
          <v:shape id="_x0000_i1040" type="#_x0000_t75" style="width:66pt;height:41pt" o:ole="">
            <v:imagedata r:id="rId36" o:title=""/>
          </v:shape>
          <o:OLEObject Type="Embed" ProgID="Equation.DSMT4" ShapeID="_x0000_i1040" DrawAspect="Content" ObjectID="_1377284165" r:id="rId37"/>
        </w:object>
      </w:r>
      <w:r>
        <w:t xml:space="preserve">, the average velocity </w:t>
      </w:r>
      <w:r w:rsidRPr="00324FAA">
        <w:rPr>
          <w:position w:val="-14"/>
        </w:rPr>
        <w:object w:dxaOrig="400" w:dyaOrig="400">
          <v:shape id="_x0000_i1041" type="#_x0000_t75" style="width:20.5pt;height:20.5pt" o:ole="">
            <v:imagedata r:id="rId38" o:title=""/>
          </v:shape>
          <o:OLEObject Type="Embed" ProgID="Equation.DSMT4" ShapeID="_x0000_i1041" DrawAspect="Content" ObjectID="_1377284166" r:id="rId39"/>
        </w:object>
      </w:r>
      <w:r>
        <w:t xml:space="preserve"> is equal to the displacement </w:t>
      </w:r>
      <w:r w:rsidRPr="002F6695">
        <w:rPr>
          <w:position w:val="-16"/>
        </w:rPr>
        <w:object w:dxaOrig="840" w:dyaOrig="440">
          <v:shape id="_x0000_i1042" type="#_x0000_t75" style="width:42pt;height:21.5pt" o:ole="">
            <v:imagedata r:id="rId40" o:title=""/>
          </v:shape>
          <o:OLEObject Type="Embed" ProgID="Equation.DSMT4" ShapeID="_x0000_i1042" DrawAspect="Content" ObjectID="_1377284167" r:id="rId41"/>
        </w:object>
      </w:r>
      <w:r>
        <w:t xml:space="preserve"> divided by the elapsed time </w:t>
      </w:r>
      <w:r w:rsidRPr="00324FAA">
        <w:rPr>
          <w:position w:val="-16"/>
        </w:rPr>
        <w:object w:dxaOrig="740" w:dyaOrig="440">
          <v:shape id="_x0000_i1043" type="#_x0000_t75" style="width:36.5pt;height:21.5pt" o:ole="">
            <v:imagedata r:id="rId42" o:title=""/>
          </v:shape>
          <o:OLEObject Type="Embed" ProgID="Equation.DSMT4" ShapeID="_x0000_i1043" DrawAspect="Content" ObjectID="_1377284168" r:id="rId43"/>
        </w:object>
      </w:r>
      <w:r>
        <w:t xml:space="preserve">, and the direction of the average velocity is the same as that of the displacement.  The displacement is equal to the difference between the final and initial positions.  </w:t>
      </w:r>
    </w:p>
    <w:p w:rsidR="00DF3048" w:rsidRDefault="00DF3048" w:rsidP="00DF3048">
      <w:pPr>
        <w:ind w:left="450"/>
      </w:pPr>
    </w:p>
    <w:p w:rsidR="00DF3048" w:rsidRDefault="00DF3048" w:rsidP="00DF3048">
      <w:pPr>
        <w:tabs>
          <w:tab w:val="left" w:pos="446"/>
        </w:tabs>
      </w:pPr>
      <w:r>
        <w:rPr>
          <w:b/>
          <w:i/>
        </w:rPr>
        <w:tab/>
        <w:t>SOLUTION</w:t>
      </w:r>
      <w:r>
        <w:t xml:space="preserve">    Equation 2.2 gives the average velocity as</w:t>
      </w:r>
    </w:p>
    <w:p w:rsidR="00DF3048" w:rsidRDefault="00DF3048" w:rsidP="00DF3048">
      <w:pPr>
        <w:ind w:left="450"/>
      </w:pPr>
    </w:p>
    <w:p w:rsidR="00DF3048" w:rsidRDefault="00DF3048" w:rsidP="00DF3048">
      <w:pPr>
        <w:ind w:left="450"/>
        <w:jc w:val="center"/>
      </w:pPr>
      <w:r w:rsidRPr="0085363C">
        <w:rPr>
          <w:position w:val="-32"/>
        </w:rPr>
        <w:object w:dxaOrig="1080" w:dyaOrig="720">
          <v:shape id="_x0000_i1044" type="#_x0000_t75" style="width:54.5pt;height:36pt" o:ole="">
            <v:imagedata r:id="rId44" o:title=""/>
          </v:shape>
          <o:OLEObject Type="Embed" ProgID="Equation.DSMT4" ShapeID="_x0000_i1044" DrawAspect="Content" ObjectID="_1377284169" r:id="rId45"/>
        </w:object>
      </w:r>
    </w:p>
    <w:p w:rsidR="00DF3048" w:rsidRPr="00E6770A" w:rsidRDefault="00DF3048" w:rsidP="00DF3048">
      <w:pPr>
        <w:pStyle w:val="eq"/>
      </w:pPr>
    </w:p>
    <w:p w:rsidR="00DF3048" w:rsidRDefault="00DF3048" w:rsidP="00DF3048">
      <w:pPr>
        <w:tabs>
          <w:tab w:val="left" w:pos="446"/>
        </w:tabs>
      </w:pPr>
      <w:r>
        <w:tab/>
        <w:t>Therefore, the average velocities for the three cases are:</w:t>
      </w:r>
      <w:r w:rsidRPr="00324FAA">
        <w:t xml:space="preserve"> </w:t>
      </w:r>
    </w:p>
    <w:p w:rsidR="00DF3048" w:rsidRDefault="00DF3048" w:rsidP="00DF3048">
      <w:pPr>
        <w:ind w:left="450"/>
      </w:pPr>
    </w:p>
    <w:p w:rsidR="00DF3048" w:rsidRDefault="00DF3048" w:rsidP="00DF3048">
      <w:pPr>
        <w:tabs>
          <w:tab w:val="left" w:pos="446"/>
        </w:tabs>
      </w:pPr>
      <w:r>
        <w:tab/>
        <w:t xml:space="preserve">(a)  Average velocity = (6.0 m </w:t>
      </w:r>
      <w:r>
        <w:sym w:font="Symbol" w:char="F02D"/>
      </w:r>
      <w:r>
        <w:t xml:space="preserve"> 2.0 m)</w:t>
      </w:r>
      <w:proofErr w:type="gramStart"/>
      <w:r>
        <w:t>/(</w:t>
      </w:r>
      <w:proofErr w:type="gramEnd"/>
      <w:r>
        <w:t xml:space="preserve">0.50 s) = </w:t>
      </w:r>
      <w:r w:rsidRPr="0085363C">
        <w:rPr>
          <w:position w:val="-10"/>
        </w:rPr>
        <w:object w:dxaOrig="1020" w:dyaOrig="380">
          <v:shape id="_x0000_i1045" type="#_x0000_t75" style="width:51pt;height:18pt" o:ole="">
            <v:imagedata r:id="rId46" o:title=""/>
          </v:shape>
          <o:OLEObject Type="Embed" ProgID="Equation.DSMT4" ShapeID="_x0000_i1045" DrawAspect="Content" ObjectID="_1377284170" r:id="rId47"/>
        </w:object>
      </w:r>
    </w:p>
    <w:p w:rsidR="00DF3048" w:rsidRDefault="00DF3048" w:rsidP="00DF3048">
      <w:pPr>
        <w:tabs>
          <w:tab w:val="left" w:pos="446"/>
        </w:tabs>
      </w:pPr>
      <w:r>
        <w:tab/>
        <w:t xml:space="preserve">(b)  Average velocity = (2.0 m </w:t>
      </w:r>
      <w:r>
        <w:sym w:font="Symbol" w:char="F02D"/>
      </w:r>
      <w:r>
        <w:t xml:space="preserve"> 6.0 m)</w:t>
      </w:r>
      <w:proofErr w:type="gramStart"/>
      <w:r>
        <w:t>/(</w:t>
      </w:r>
      <w:proofErr w:type="gramEnd"/>
      <w:r>
        <w:t xml:space="preserve">0.50 s) = </w:t>
      </w:r>
      <w:r w:rsidRPr="0085363C">
        <w:rPr>
          <w:position w:val="-10"/>
        </w:rPr>
        <w:object w:dxaOrig="1020" w:dyaOrig="380">
          <v:shape id="_x0000_i1046" type="#_x0000_t75" style="width:51pt;height:18pt" o:ole="">
            <v:imagedata r:id="rId48" o:title=""/>
          </v:shape>
          <o:OLEObject Type="Embed" ProgID="Equation.DSMT4" ShapeID="_x0000_i1046" DrawAspect="Content" ObjectID="_1377284171" r:id="rId49"/>
        </w:object>
      </w:r>
    </w:p>
    <w:p w:rsidR="00DF3048" w:rsidRDefault="00DF3048" w:rsidP="00DF3048">
      <w:pPr>
        <w:tabs>
          <w:tab w:val="left" w:pos="446"/>
        </w:tabs>
      </w:pPr>
      <w:r>
        <w:tab/>
        <w:t xml:space="preserve">(c)  Average velocity = [7.0 m </w:t>
      </w:r>
      <w:r>
        <w:sym w:font="Symbol" w:char="F02D"/>
      </w:r>
      <w:r>
        <w:t xml:space="preserve"> (</w:t>
      </w:r>
      <w:r>
        <w:sym w:font="Symbol" w:char="F02D"/>
      </w:r>
      <w:r>
        <w:t>3.0 m)]</w:t>
      </w:r>
      <w:proofErr w:type="gramStart"/>
      <w:r>
        <w:t>/(</w:t>
      </w:r>
      <w:proofErr w:type="gramEnd"/>
      <w:r>
        <w:t xml:space="preserve">0.50 s) = </w:t>
      </w:r>
      <w:r w:rsidR="00930804" w:rsidRPr="0085363C">
        <w:rPr>
          <w:position w:val="-10"/>
        </w:rPr>
        <w:object w:dxaOrig="1680" w:dyaOrig="440">
          <v:shape id="_x0000_i1047" type="#_x0000_t75" style="width:84pt;height:21pt" o:ole="">
            <v:imagedata r:id="rId50" o:title=""/>
          </v:shape>
          <o:OLEObject Type="Embed" ProgID="Equation.DSMT4" ShapeID="_x0000_i1047" DrawAspect="Content" ObjectID="_1377284172" r:id="rId51"/>
        </w:object>
      </w:r>
    </w:p>
    <w:p w:rsidR="00DF3048" w:rsidRDefault="00DF3048" w:rsidP="00DF3048">
      <w:pPr>
        <w:ind w:left="450"/>
      </w:pPr>
    </w:p>
    <w:p w:rsidR="00DF3048" w:rsidRDefault="00DF3048" w:rsidP="00DF3048">
      <w:pPr>
        <w:tabs>
          <w:tab w:val="left" w:pos="446"/>
        </w:tabs>
      </w:pPr>
      <w:r>
        <w:tab/>
        <w:t>The algebraic sign of the answer conveys the direction in each case.</w:t>
      </w:r>
      <w:r w:rsidRPr="00324FAA">
        <w:t xml:space="preserve"> </w:t>
      </w:r>
    </w:p>
    <w:p w:rsidR="00DF3048" w:rsidRDefault="00DF3048" w:rsidP="00DF3048">
      <w:r>
        <w:t>______________________________________________________________________________</w:t>
      </w:r>
    </w:p>
    <w:p w:rsidR="00DF3048" w:rsidRDefault="00DF3048" w:rsidP="00DF3048"/>
    <w:p w:rsidR="004326B3" w:rsidRPr="00602053" w:rsidRDefault="004326B3" w:rsidP="004326B3">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ind w:left="446" w:hanging="446"/>
      </w:pPr>
      <w:r>
        <w:t>6.</w:t>
      </w:r>
      <w:r>
        <w:tab/>
      </w:r>
      <w:r>
        <w:rPr>
          <w:b/>
          <w:i/>
        </w:rPr>
        <w:t xml:space="preserve">REASONING  </w:t>
      </w:r>
      <w:r>
        <w:t xml:space="preserve">Distance and displacement are different physical quantities.  Distance is a scalar, and displacement is a vector.  Distance and the magnitude of the displacement, however, are both measured in units of length.  </w:t>
      </w:r>
    </w:p>
    <w:p w:rsidR="004326B3" w:rsidRPr="00A706BF" w:rsidRDefault="004326B3" w:rsidP="004326B3">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450" w:hanging="450"/>
      </w:pPr>
    </w:p>
    <w:p w:rsidR="004326B3" w:rsidRDefault="004326B3" w:rsidP="004326B3">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ind w:left="446"/>
      </w:pPr>
      <w:r>
        <w:rPr>
          <w:b/>
          <w:i/>
        </w:rPr>
        <w:tab/>
        <w:t xml:space="preserve">SOLUTION  </w:t>
      </w:r>
    </w:p>
    <w:p w:rsidR="004326B3" w:rsidRPr="005457A0" w:rsidRDefault="004326B3" w:rsidP="004326B3">
      <w:pPr>
        <w:ind w:left="446" w:firstLine="0"/>
      </w:pPr>
      <w:r>
        <w:t>a.  The distance traveled is equal to three-fourths of the circumference of the circular lake.  The circumference of a circle is 2</w:t>
      </w:r>
      <w:r w:rsidRPr="005457A0">
        <w:rPr>
          <w:i/>
        </w:rPr>
        <w:t>πr</w:t>
      </w:r>
      <w:r>
        <w:t xml:space="preserve">, where </w:t>
      </w:r>
      <w:r w:rsidRPr="005457A0">
        <w:rPr>
          <w:i/>
        </w:rPr>
        <w:t>r</w:t>
      </w:r>
      <w:r>
        <w:t xml:space="preserve"> is the radius of the circle.  Thus, the distance </w:t>
      </w:r>
      <w:r>
        <w:rPr>
          <w:i/>
        </w:rPr>
        <w:t>d</w:t>
      </w:r>
      <w:r>
        <w:t xml:space="preserve"> that the couple travels is</w:t>
      </w:r>
    </w:p>
    <w:p w:rsidR="004326B3" w:rsidRDefault="004326B3" w:rsidP="004326B3"/>
    <w:p w:rsidR="004326B3" w:rsidRDefault="004326B3" w:rsidP="004326B3">
      <w:pPr>
        <w:pStyle w:val="MTDisplayEquation"/>
      </w:pPr>
      <w:r>
        <w:tab/>
      </w:r>
      <w:r w:rsidRPr="005457A0">
        <w:rPr>
          <w:position w:val="-18"/>
        </w:rPr>
        <w:object w:dxaOrig="4220" w:dyaOrig="499">
          <v:shape id="_x0000_i1048" type="#_x0000_t75" style="width:210.5pt;height:25pt" o:ole="">
            <v:imagedata r:id="rId52" o:title=""/>
          </v:shape>
          <o:OLEObject Type="Embed" ProgID="Equation.DSMT4" ShapeID="_x0000_i1048" DrawAspect="Content" ObjectID="_1377284173" r:id="rId53"/>
        </w:object>
      </w:r>
    </w:p>
    <w:p w:rsidR="004326B3" w:rsidRDefault="004326B3" w:rsidP="004326B3"/>
    <w:tbl>
      <w:tblPr>
        <w:tblW w:w="0" w:type="auto"/>
        <w:tblLayout w:type="fixed"/>
        <w:tblCellMar>
          <w:left w:w="80" w:type="dxa"/>
          <w:right w:w="80" w:type="dxa"/>
        </w:tblCellMar>
        <w:tblLook w:val="0000"/>
      </w:tblPr>
      <w:tblGrid>
        <w:gridCol w:w="6290"/>
        <w:gridCol w:w="3410"/>
      </w:tblGrid>
      <w:tr w:rsidR="004326B3" w:rsidTr="00C52E98">
        <w:trPr>
          <w:cantSplit/>
        </w:trPr>
        <w:tc>
          <w:tcPr>
            <w:tcW w:w="6290" w:type="dxa"/>
          </w:tcPr>
          <w:p w:rsidR="004326B3" w:rsidRPr="00602053" w:rsidRDefault="004326B3" w:rsidP="004326B3">
            <w:pPr>
              <w:tabs>
                <w:tab w:val="left" w:pos="-1440"/>
                <w:tab w:val="left" w:pos="980"/>
                <w:tab w:val="left" w:pos="1440"/>
                <w:tab w:val="left" w:pos="2160"/>
                <w:tab w:val="left" w:pos="2880"/>
                <w:tab w:val="left" w:pos="3600"/>
                <w:tab w:val="left" w:pos="4320"/>
                <w:tab w:val="left" w:pos="5040"/>
                <w:tab w:val="left" w:pos="5760"/>
                <w:tab w:val="left" w:pos="6480"/>
                <w:tab w:val="left" w:pos="7200"/>
                <w:tab w:val="left" w:pos="7920"/>
                <w:tab w:val="left" w:pos="8640"/>
              </w:tabs>
              <w:ind w:left="446" w:hanging="446"/>
            </w:pPr>
            <w:r>
              <w:tab/>
              <w:t xml:space="preserve">b.  The couple’s displacement is the hypotenuse of a right triangle with sides equal to the radius of the circle (see the drawing).  The magnitude </w:t>
            </w:r>
            <w:r w:rsidRPr="00466B1E">
              <w:rPr>
                <w:i/>
              </w:rPr>
              <w:t>R</w:t>
            </w:r>
            <w:r>
              <w:t xml:space="preserve"> of the displacement can be obtained with the aid of the Pythagorean theorem:</w:t>
            </w:r>
          </w:p>
          <w:p w:rsidR="004326B3" w:rsidRDefault="004326B3" w:rsidP="00C52E98"/>
          <w:p w:rsidR="004326B3" w:rsidRDefault="004326B3" w:rsidP="00C52E98">
            <w:pPr>
              <w:tabs>
                <w:tab w:val="center" w:pos="3060"/>
                <w:tab w:val="right" w:pos="6120"/>
              </w:tabs>
            </w:pPr>
            <w:r>
              <w:tab/>
            </w:r>
            <w:r w:rsidRPr="00466B1E">
              <w:rPr>
                <w:position w:val="-16"/>
              </w:rPr>
              <w:object w:dxaOrig="4120" w:dyaOrig="540">
                <v:shape id="_x0000_i1049" type="#_x0000_t75" style="width:206pt;height:27pt" o:ole="">
                  <v:imagedata r:id="rId54" o:title=""/>
                </v:shape>
                <o:OLEObject Type="Embed" ProgID="Equation.DSMT4" ShapeID="_x0000_i1049" DrawAspect="Content" ObjectID="_1377284174" r:id="rId55"/>
              </w:object>
            </w:r>
            <w:r>
              <w:tab/>
            </w:r>
          </w:p>
          <w:p w:rsidR="004326B3" w:rsidRDefault="004326B3" w:rsidP="00C52E98"/>
          <w:p w:rsidR="004326B3" w:rsidRDefault="004326B3" w:rsidP="00C52E98">
            <w:r>
              <w:t xml:space="preserve">        The angle </w:t>
            </w:r>
            <w:r w:rsidRPr="00343E3C">
              <w:rPr>
                <w:position w:val="-4"/>
              </w:rPr>
              <w:object w:dxaOrig="180" w:dyaOrig="240">
                <v:shape id="_x0000_i1050" type="#_x0000_t75" style="width:9pt;height:12pt" o:ole="">
                  <v:imagedata r:id="rId56" o:title=""/>
                </v:shape>
                <o:OLEObject Type="Embed" ProgID="Equation" ShapeID="_x0000_i1050" DrawAspect="Content" ObjectID="_1377284175" r:id="rId57">
                  <o:FieldCodes>\* mergeformat</o:FieldCodes>
                </o:OLEObject>
              </w:object>
            </w:r>
            <w:r>
              <w:t xml:space="preserve"> that the displacement makes with due east is</w:t>
            </w:r>
          </w:p>
        </w:tc>
        <w:tc>
          <w:tcPr>
            <w:tcW w:w="3410" w:type="dxa"/>
          </w:tcPr>
          <w:p w:rsidR="004326B3" w:rsidRDefault="004326B3" w:rsidP="00C52E98">
            <w:r>
              <w:rPr>
                <w:noProof/>
              </w:rPr>
              <w:drawing>
                <wp:inline distT="0" distB="0" distL="0" distR="0">
                  <wp:extent cx="2219325" cy="1171575"/>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8" cstate="print"/>
                          <a:srcRect/>
                          <a:stretch>
                            <a:fillRect/>
                          </a:stretch>
                        </pic:blipFill>
                        <pic:spPr bwMode="auto">
                          <a:xfrm>
                            <a:off x="0" y="0"/>
                            <a:ext cx="2219325" cy="1171575"/>
                          </a:xfrm>
                          <a:prstGeom prst="rect">
                            <a:avLst/>
                          </a:prstGeom>
                          <a:noFill/>
                          <a:ln w="9525">
                            <a:noFill/>
                            <a:miter lim="800000"/>
                            <a:headEnd/>
                            <a:tailEnd/>
                          </a:ln>
                        </pic:spPr>
                      </pic:pic>
                    </a:graphicData>
                  </a:graphic>
                </wp:inline>
              </w:drawing>
            </w:r>
          </w:p>
          <w:p w:rsidR="004326B3" w:rsidRDefault="004326B3" w:rsidP="00C52E98"/>
        </w:tc>
      </w:tr>
    </w:tbl>
    <w:p w:rsidR="004326B3" w:rsidRDefault="004326B3" w:rsidP="004326B3">
      <w:pPr>
        <w:pStyle w:val="eq"/>
      </w:pPr>
      <w:r>
        <w:object w:dxaOrig="4620" w:dyaOrig="680">
          <v:shape id="_x0000_i1051" type="#_x0000_t75" style="width:231pt;height:34pt" o:ole="" fillcolor="window">
            <v:imagedata r:id="rId59" o:title=""/>
          </v:shape>
          <o:OLEObject Type="Embed" ProgID="Equation.DSMT4" ShapeID="_x0000_i1051" DrawAspect="Content" ObjectID="_1377284176" r:id="rId60">
            <o:FieldCodes>\* mergeformat</o:FieldCodes>
          </o:OLEObject>
        </w:object>
      </w:r>
    </w:p>
    <w:p w:rsidR="004326B3" w:rsidRDefault="004326B3" w:rsidP="004326B3">
      <w:r>
        <w:t>______________________________________________________________________________</w:t>
      </w:r>
    </w:p>
    <w:p w:rsidR="004326B3" w:rsidRDefault="004326B3" w:rsidP="004326B3">
      <w:pPr>
        <w:rPr>
          <w:szCs w:val="24"/>
        </w:rPr>
      </w:pPr>
    </w:p>
    <w:p w:rsidR="000A5BAD" w:rsidRDefault="000A5BAD" w:rsidP="000A5BAD">
      <w:r>
        <w:t>7.</w:t>
      </w:r>
      <w:r>
        <w:tab/>
      </w:r>
      <w:r>
        <w:rPr>
          <w:b/>
          <w:i/>
        </w:rPr>
        <w:t xml:space="preserve">REASONING </w:t>
      </w:r>
      <w:r w:rsidRPr="008726CA">
        <w:rPr>
          <w:b/>
          <w:i/>
          <w:szCs w:val="24"/>
        </w:rPr>
        <w:t>AND</w:t>
      </w:r>
      <w:r>
        <w:rPr>
          <w:b/>
          <w:i/>
        </w:rPr>
        <w:t xml:space="preserve"> SOLUTION   </w:t>
      </w:r>
      <w:r>
        <w:t>In 12 minutes the sloth travels a distance of</w:t>
      </w:r>
    </w:p>
    <w:p w:rsidR="000A5BAD" w:rsidRDefault="000A5BAD" w:rsidP="000A5BAD"/>
    <w:p w:rsidR="000A5BAD" w:rsidRDefault="000A5BAD" w:rsidP="000A5BAD">
      <w:pPr>
        <w:pStyle w:val="eq"/>
      </w:pPr>
      <w:r w:rsidRPr="0085363C">
        <w:rPr>
          <w:position w:val="-28"/>
        </w:rPr>
        <w:object w:dxaOrig="4620" w:dyaOrig="680">
          <v:shape id="_x0000_i1052" type="#_x0000_t75" style="width:231pt;height:33.5pt" o:ole="">
            <v:imagedata r:id="rId61" o:title=""/>
          </v:shape>
          <o:OLEObject Type="Embed" ProgID="Equation.DSMT4" ShapeID="_x0000_i1052" DrawAspect="Content" ObjectID="_1377284177" r:id="rId62"/>
        </w:object>
      </w:r>
    </w:p>
    <w:p w:rsidR="000A5BAD" w:rsidRDefault="000A5BAD" w:rsidP="000A5BAD"/>
    <w:p w:rsidR="000A5BAD" w:rsidRDefault="000A5BAD" w:rsidP="000A5BAD">
      <w:r>
        <w:tab/>
      </w:r>
      <w:proofErr w:type="gramStart"/>
      <w:r>
        <w:t>while</w:t>
      </w:r>
      <w:proofErr w:type="gramEnd"/>
      <w:r>
        <w:t xml:space="preserve"> the tortoise travels a distance of</w:t>
      </w:r>
    </w:p>
    <w:p w:rsidR="000A5BAD" w:rsidRDefault="000A5BAD" w:rsidP="000A5BAD"/>
    <w:p w:rsidR="000A5BAD" w:rsidRDefault="000A5BAD" w:rsidP="000A5BAD">
      <w:pPr>
        <w:pStyle w:val="eq"/>
      </w:pPr>
      <w:r w:rsidRPr="0085363C">
        <w:rPr>
          <w:position w:val="-28"/>
        </w:rPr>
        <w:object w:dxaOrig="4599" w:dyaOrig="680">
          <v:shape id="_x0000_i1053" type="#_x0000_t75" style="width:229.5pt;height:33.5pt" o:ole="">
            <v:imagedata r:id="rId63" o:title=""/>
          </v:shape>
          <o:OLEObject Type="Embed" ProgID="Equation.DSMT4" ShapeID="_x0000_i1053" DrawAspect="Content" ObjectID="_1377284178" r:id="rId64"/>
        </w:object>
      </w:r>
    </w:p>
    <w:p w:rsidR="000A5BAD" w:rsidRDefault="000A5BAD" w:rsidP="000A5BAD"/>
    <w:p w:rsidR="000A5BAD" w:rsidRDefault="000A5BAD" w:rsidP="000A5BAD">
      <w:pPr>
        <w:ind w:hanging="8"/>
      </w:pPr>
      <w:r>
        <w:t xml:space="preserve">The tortoise goes farther than the sloth by an amount that equals 55 m – 27 m = </w:t>
      </w:r>
      <w:r w:rsidRPr="0085363C">
        <w:rPr>
          <w:position w:val="-16"/>
        </w:rPr>
        <w:object w:dxaOrig="800" w:dyaOrig="460">
          <v:shape id="_x0000_i1054" type="#_x0000_t75" style="width:39.5pt;height:23.5pt" o:ole="">
            <v:imagedata r:id="rId65" o:title=""/>
          </v:shape>
          <o:OLEObject Type="Embed" ProgID="Equation.DSMT4" ShapeID="_x0000_i1054" DrawAspect="Content" ObjectID="_1377284179" r:id="rId66"/>
        </w:object>
      </w:r>
    </w:p>
    <w:p w:rsidR="000A5BAD" w:rsidRDefault="000A5BAD" w:rsidP="000A5BAD">
      <w:r>
        <w:t>______________________________________________________________________________</w:t>
      </w:r>
    </w:p>
    <w:p w:rsidR="000A5BAD" w:rsidRDefault="000A5BAD" w:rsidP="000A5BAD">
      <w:pPr>
        <w:tabs>
          <w:tab w:val="left" w:pos="-1440"/>
          <w:tab w:val="left" w:pos="-720"/>
          <w:tab w:val="left" w:pos="440"/>
        </w:tabs>
        <w:spacing w:line="240" w:lineRule="atLeast"/>
        <w:ind w:left="440" w:hanging="440"/>
      </w:pPr>
    </w:p>
    <w:p w:rsidR="004B6484" w:rsidRDefault="00C36FA7" w:rsidP="004B6484">
      <w:pPr>
        <w:tabs>
          <w:tab w:val="left" w:pos="-144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s>
        <w:spacing w:line="240" w:lineRule="atLeast"/>
        <w:ind w:left="440" w:hanging="440"/>
      </w:pPr>
      <w:r>
        <w:t>8</w:t>
      </w:r>
      <w:r w:rsidR="004B6484">
        <w:t>.</w:t>
      </w:r>
      <w:r w:rsidR="004B6484">
        <w:tab/>
      </w:r>
      <w:proofErr w:type="gramStart"/>
      <w:r w:rsidR="004B6484">
        <w:rPr>
          <w:b/>
          <w:i/>
        </w:rPr>
        <w:t>REASONING</w:t>
      </w:r>
      <w:r w:rsidR="004B6484">
        <w:t xml:space="preserve">  The</w:t>
      </w:r>
      <w:proofErr w:type="gramEnd"/>
      <w:r w:rsidR="004B6484">
        <w:t xml:space="preserve"> younger (and faster) runner should start the race after the older runner,  the delay being the difference between the time required for the older runner to complete the race and that for the younger runner. The time for each runner to complete the race is equal to the distance of the race divided by the average speed of that runner (see Equation 2.1).  </w:t>
      </w:r>
    </w:p>
    <w:p w:rsidR="004B6484" w:rsidRDefault="004B6484" w:rsidP="004B6484">
      <w:pPr>
        <w:tabs>
          <w:tab w:val="left" w:pos="-144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s>
        <w:spacing w:line="240" w:lineRule="atLeast"/>
        <w:ind w:left="440" w:hanging="440"/>
      </w:pPr>
    </w:p>
    <w:p w:rsidR="004B6484" w:rsidRDefault="004B6484" w:rsidP="000E33E3">
      <w:pPr>
        <w:tabs>
          <w:tab w:val="left" w:pos="-144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s>
        <w:spacing w:line="240" w:lineRule="atLeast"/>
        <w:ind w:left="440" w:hanging="440"/>
      </w:pPr>
      <w:r>
        <w:rPr>
          <w:b/>
          <w:i/>
        </w:rPr>
        <w:tab/>
      </w:r>
      <w:proofErr w:type="gramStart"/>
      <w:r>
        <w:rPr>
          <w:b/>
          <w:i/>
        </w:rPr>
        <w:t>SOLUTION</w:t>
      </w:r>
      <w:r>
        <w:t xml:space="preserve">  The</w:t>
      </w:r>
      <w:proofErr w:type="gramEnd"/>
      <w:r>
        <w:t xml:space="preserve"> difference </w:t>
      </w:r>
      <w:r w:rsidR="000E33E3">
        <w:t>between</w:t>
      </w:r>
      <w:r>
        <w:t xml:space="preserve"> the times for the two runners to complete the race is </w:t>
      </w:r>
      <w:r w:rsidRPr="0002798E">
        <w:rPr>
          <w:position w:val="-14"/>
        </w:rPr>
        <w:object w:dxaOrig="780" w:dyaOrig="380">
          <v:shape id="_x0000_i1055" type="#_x0000_t75" style="width:39pt;height:18pt" o:ole="">
            <v:imagedata r:id="rId67" o:title=""/>
          </v:shape>
          <o:OLEObject Type="Embed" ProgID="Equation.DSMT4" ShapeID="_x0000_i1055" DrawAspect="Content" ObjectID="_1377284180" r:id="rId68"/>
        </w:object>
      </w:r>
      <w:r>
        <w:t>, where</w:t>
      </w:r>
    </w:p>
    <w:p w:rsidR="004B6484" w:rsidRDefault="004B6484" w:rsidP="004B6484">
      <w:pPr>
        <w:tabs>
          <w:tab w:val="left" w:pos="-144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s>
        <w:spacing w:line="240" w:lineRule="atLeast"/>
        <w:ind w:left="440" w:hanging="440"/>
        <w:jc w:val="center"/>
      </w:pPr>
    </w:p>
    <w:p w:rsidR="004B6484" w:rsidRPr="00041B93" w:rsidRDefault="004B6484" w:rsidP="004B6484">
      <w:pPr>
        <w:tabs>
          <w:tab w:val="left" w:pos="-144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s>
        <w:spacing w:line="240" w:lineRule="atLeast"/>
        <w:ind w:left="440" w:hanging="440"/>
        <w:jc w:val="right"/>
      </w:pPr>
      <w:r w:rsidRPr="0002798E">
        <w:rPr>
          <w:position w:val="-38"/>
        </w:rPr>
        <w:object w:dxaOrig="6520" w:dyaOrig="760">
          <v:shape id="_x0000_i1056" type="#_x0000_t75" style="width:326.5pt;height:38.5pt" o:ole="">
            <v:imagedata r:id="rId69" o:title=""/>
          </v:shape>
          <o:OLEObject Type="Embed" ProgID="Equation.DSMT4" ShapeID="_x0000_i1056" DrawAspect="Content" ObjectID="_1377284181" r:id="rId70"/>
        </w:object>
      </w:r>
      <w:r>
        <w:t xml:space="preserve">                (2.1)</w:t>
      </w:r>
    </w:p>
    <w:p w:rsidR="004B6484" w:rsidRDefault="004B6484" w:rsidP="004B6484">
      <w:pPr>
        <w:tabs>
          <w:tab w:val="left" w:pos="-144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s>
        <w:spacing w:line="240" w:lineRule="atLeast"/>
        <w:ind w:left="440" w:hanging="440"/>
      </w:pPr>
    </w:p>
    <w:p w:rsidR="004B6484" w:rsidRDefault="004B6484" w:rsidP="004B6484">
      <w:pPr>
        <w:tabs>
          <w:tab w:val="left" w:pos="-144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s>
        <w:spacing w:line="240" w:lineRule="atLeast"/>
        <w:ind w:left="440" w:hanging="440"/>
      </w:pPr>
      <w:r>
        <w:tab/>
        <w:t xml:space="preserve">The difference </w:t>
      </w:r>
      <w:r w:rsidR="000E33E3">
        <w:t>between</w:t>
      </w:r>
      <w:r>
        <w:t xml:space="preserve"> these two times (which is how much later the younger runner should start) is</w:t>
      </w:r>
    </w:p>
    <w:p w:rsidR="004B6484" w:rsidRDefault="004B6484" w:rsidP="004B6484">
      <w:pPr>
        <w:tabs>
          <w:tab w:val="left" w:pos="-144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000"/>
        </w:tabs>
        <w:spacing w:line="240" w:lineRule="atLeast"/>
        <w:ind w:left="440" w:hanging="440"/>
        <w:jc w:val="center"/>
      </w:pPr>
      <w:r w:rsidRPr="0002798E">
        <w:rPr>
          <w:position w:val="-68"/>
        </w:rPr>
        <w:object w:dxaOrig="6340" w:dyaOrig="1560">
          <v:shape id="_x0000_i1057" type="#_x0000_t75" style="width:316pt;height:78pt" o:ole="">
            <v:imagedata r:id="rId71" o:title=""/>
          </v:shape>
          <o:OLEObject Type="Embed" ProgID="Equation.DSMT4" ShapeID="_x0000_i1057" DrawAspect="Content" ObjectID="_1377284182" r:id="rId72"/>
        </w:object>
      </w:r>
    </w:p>
    <w:p w:rsidR="004B6484" w:rsidRDefault="004B6484" w:rsidP="004B6484">
      <w:pPr>
        <w:tabs>
          <w:tab w:val="left" w:pos="-1440"/>
          <w:tab w:val="left" w:pos="-720"/>
          <w:tab w:val="left" w:pos="440"/>
        </w:tabs>
        <w:spacing w:line="240" w:lineRule="atLeast"/>
      </w:pPr>
      <w:r>
        <w:t>______________________________________________________________________________</w:t>
      </w:r>
    </w:p>
    <w:p w:rsidR="00EA71E5" w:rsidRDefault="00EA71E5">
      <w:pPr>
        <w:tabs>
          <w:tab w:val="left" w:pos="-1440"/>
          <w:tab w:val="left" w:pos="-720"/>
        </w:tabs>
        <w:spacing w:line="240" w:lineRule="atLeast"/>
        <w:ind w:left="720" w:hanging="720"/>
      </w:pPr>
    </w:p>
    <w:p w:rsidR="003044CC" w:rsidRDefault="00C36FA7" w:rsidP="003044CC">
      <w:pPr>
        <w:tabs>
          <w:tab w:val="left" w:pos="-1440"/>
          <w:tab w:val="left" w:pos="-720"/>
          <w:tab w:val="left" w:pos="440"/>
        </w:tabs>
        <w:spacing w:line="240" w:lineRule="atLeast"/>
        <w:ind w:left="440" w:hanging="440"/>
      </w:pPr>
      <w:r>
        <w:t>9</w:t>
      </w:r>
      <w:r w:rsidR="003044CC">
        <w:t>.</w:t>
      </w:r>
      <w:r w:rsidR="003044CC">
        <w:tab/>
      </w:r>
      <w:r w:rsidR="003044CC">
        <w:rPr>
          <w:b/>
          <w:i/>
        </w:rPr>
        <w:t>REASONING</w:t>
      </w:r>
      <w:r w:rsidR="003044CC">
        <w:t xml:space="preserve">  In order for the bear to catch the tourist over the distance </w:t>
      </w:r>
      <w:r w:rsidR="003044CC">
        <w:rPr>
          <w:i/>
        </w:rPr>
        <w:t>d</w:t>
      </w:r>
      <w:r w:rsidR="003044CC">
        <w:t xml:space="preserve">, the bear must reach the car at the same time as the tourist.  During the time </w:t>
      </w:r>
      <w:r w:rsidR="003044CC">
        <w:rPr>
          <w:i/>
        </w:rPr>
        <w:t>t</w:t>
      </w:r>
      <w:r w:rsidR="003044CC">
        <w:t xml:space="preserve"> that it takes for the tourist to reach the car, the bear must travel a total distance of </w:t>
      </w:r>
      <w:r w:rsidR="003044CC">
        <w:rPr>
          <w:i/>
        </w:rPr>
        <w:t>d</w:t>
      </w:r>
      <w:r w:rsidR="003044CC">
        <w:t xml:space="preserve"> + 26 m.  From Equation 2.1,</w:t>
      </w:r>
    </w:p>
    <w:p w:rsidR="003044CC" w:rsidRDefault="003044CC" w:rsidP="003044CC">
      <w:pPr>
        <w:tabs>
          <w:tab w:val="left" w:pos="-1440"/>
          <w:tab w:val="left" w:pos="-720"/>
          <w:tab w:val="left" w:pos="440"/>
        </w:tabs>
        <w:spacing w:line="240" w:lineRule="atLeast"/>
        <w:ind w:left="440" w:hanging="440"/>
      </w:pPr>
    </w:p>
    <w:p w:rsidR="003044CC" w:rsidRDefault="0085363C" w:rsidP="003044CC">
      <w:pPr>
        <w:tabs>
          <w:tab w:val="left" w:pos="-1440"/>
          <w:tab w:val="left" w:pos="-720"/>
          <w:tab w:val="left" w:pos="440"/>
          <w:tab w:val="left" w:pos="3860"/>
        </w:tabs>
        <w:spacing w:line="240" w:lineRule="atLeast"/>
        <w:ind w:left="440" w:hanging="440"/>
        <w:jc w:val="center"/>
      </w:pPr>
      <w:r w:rsidRPr="0085363C">
        <w:rPr>
          <w:position w:val="-24"/>
        </w:rPr>
        <w:object w:dxaOrig="1100" w:dyaOrig="620">
          <v:shape id="_x0000_i1058" type="#_x0000_t75" style="width:54.5pt;height:30.5pt" o:ole="">
            <v:imagedata r:id="rId73" o:title=""/>
          </v:shape>
          <o:OLEObject Type="Embed" ProgID="Equation.DSMT4" ShapeID="_x0000_i1058" DrawAspect="Content" ObjectID="_1377284183" r:id="rId74"/>
        </w:object>
      </w:r>
      <w:r w:rsidR="003044CC">
        <w:t xml:space="preserve">       (1)           and         </w:t>
      </w:r>
      <w:r w:rsidRPr="0085363C">
        <w:rPr>
          <w:position w:val="-24"/>
        </w:rPr>
        <w:object w:dxaOrig="1640" w:dyaOrig="620">
          <v:shape id="_x0000_i1059" type="#_x0000_t75" style="width:81.5pt;height:30.5pt" o:ole="">
            <v:imagedata r:id="rId75" o:title=""/>
          </v:shape>
          <o:OLEObject Type="Embed" ProgID="Equation.DSMT4" ShapeID="_x0000_i1059" DrawAspect="Content" ObjectID="_1377284184" r:id="rId76"/>
        </w:object>
      </w:r>
      <w:r w:rsidR="003044CC">
        <w:t xml:space="preserve">       (2)</w:t>
      </w:r>
    </w:p>
    <w:p w:rsidR="003044CC" w:rsidRDefault="003044CC" w:rsidP="003044CC">
      <w:pPr>
        <w:tabs>
          <w:tab w:val="left" w:pos="-1440"/>
          <w:tab w:val="left" w:pos="-720"/>
          <w:tab w:val="left" w:pos="440"/>
          <w:tab w:val="left" w:pos="3860"/>
        </w:tabs>
        <w:spacing w:line="240" w:lineRule="atLeast"/>
        <w:ind w:left="440" w:hanging="440"/>
      </w:pPr>
    </w:p>
    <w:p w:rsidR="003044CC" w:rsidRDefault="003044CC" w:rsidP="003044CC">
      <w:pPr>
        <w:tabs>
          <w:tab w:val="left" w:pos="-1440"/>
          <w:tab w:val="left" w:pos="-720"/>
          <w:tab w:val="left" w:pos="440"/>
          <w:tab w:val="left" w:pos="3860"/>
        </w:tabs>
        <w:spacing w:line="240" w:lineRule="atLeast"/>
        <w:ind w:left="440" w:hanging="440"/>
      </w:pPr>
      <w:r>
        <w:tab/>
        <w:t xml:space="preserve">Equations (1) and (2) can be solved simultaneously to find </w:t>
      </w:r>
      <w:r>
        <w:rPr>
          <w:i/>
        </w:rPr>
        <w:t>d</w:t>
      </w:r>
      <w:r>
        <w:t>.</w:t>
      </w:r>
    </w:p>
    <w:p w:rsidR="003044CC" w:rsidRDefault="003044CC" w:rsidP="003044CC">
      <w:pPr>
        <w:tabs>
          <w:tab w:val="left" w:pos="-1440"/>
          <w:tab w:val="left" w:pos="-720"/>
          <w:tab w:val="left" w:pos="440"/>
          <w:tab w:val="left" w:pos="3860"/>
        </w:tabs>
        <w:spacing w:line="240" w:lineRule="atLeast"/>
        <w:ind w:left="440" w:hanging="440"/>
      </w:pPr>
    </w:p>
    <w:p w:rsidR="003044CC" w:rsidRDefault="003044CC" w:rsidP="003044CC">
      <w:pPr>
        <w:tabs>
          <w:tab w:val="left" w:pos="-1440"/>
          <w:tab w:val="left" w:pos="-720"/>
          <w:tab w:val="left" w:pos="440"/>
          <w:tab w:val="left" w:pos="3860"/>
        </w:tabs>
        <w:spacing w:line="240" w:lineRule="atLeast"/>
        <w:ind w:left="440" w:hanging="440"/>
      </w:pPr>
      <w:r>
        <w:tab/>
      </w:r>
      <w:r>
        <w:rPr>
          <w:b/>
          <w:i/>
        </w:rPr>
        <w:t>SOLUTION</w:t>
      </w:r>
      <w:r>
        <w:t xml:space="preserve">  Solving Equation (1) for </w:t>
      </w:r>
      <w:r>
        <w:rPr>
          <w:i/>
        </w:rPr>
        <w:t>t</w:t>
      </w:r>
      <w:r>
        <w:t xml:space="preserve"> and substituting into Equation (2), we find</w:t>
      </w:r>
    </w:p>
    <w:p w:rsidR="003044CC" w:rsidRDefault="003044CC" w:rsidP="003044CC">
      <w:pPr>
        <w:tabs>
          <w:tab w:val="left" w:pos="-1440"/>
          <w:tab w:val="left" w:pos="-720"/>
          <w:tab w:val="left" w:pos="440"/>
          <w:tab w:val="left" w:pos="3860"/>
        </w:tabs>
        <w:spacing w:line="240" w:lineRule="atLeast"/>
        <w:ind w:left="440" w:hanging="440"/>
      </w:pPr>
    </w:p>
    <w:p w:rsidR="003044CC" w:rsidRDefault="0085363C" w:rsidP="003044CC">
      <w:pPr>
        <w:pStyle w:val="eq"/>
      </w:pPr>
      <w:r w:rsidRPr="0085363C">
        <w:rPr>
          <w:position w:val="-32"/>
        </w:rPr>
        <w:object w:dxaOrig="3580" w:dyaOrig="720">
          <v:shape id="_x0000_i1060" type="#_x0000_t75" style="width:179.5pt;height:36pt" o:ole="">
            <v:imagedata r:id="rId77" o:title=""/>
          </v:shape>
          <o:OLEObject Type="Embed" ProgID="Equation.DSMT4" ShapeID="_x0000_i1060" DrawAspect="Content" ObjectID="_1377284185" r:id="rId78"/>
        </w:object>
      </w:r>
    </w:p>
    <w:p w:rsidR="003044CC" w:rsidRDefault="003044CC" w:rsidP="003044CC">
      <w:pPr>
        <w:tabs>
          <w:tab w:val="left" w:pos="-1440"/>
          <w:tab w:val="left" w:pos="-720"/>
          <w:tab w:val="left" w:pos="440"/>
          <w:tab w:val="left" w:pos="3860"/>
        </w:tabs>
        <w:spacing w:line="240" w:lineRule="atLeast"/>
        <w:ind w:left="440" w:hanging="440"/>
        <w:jc w:val="center"/>
      </w:pPr>
    </w:p>
    <w:p w:rsidR="003044CC" w:rsidRDefault="0085363C" w:rsidP="003044CC">
      <w:pPr>
        <w:pStyle w:val="eq"/>
      </w:pPr>
      <w:r w:rsidRPr="0085363C">
        <w:rPr>
          <w:position w:val="-28"/>
        </w:rPr>
        <w:object w:dxaOrig="2420" w:dyaOrig="680">
          <v:shape id="_x0000_i1061" type="#_x0000_t75" style="width:120.5pt;height:33.5pt" o:ole="">
            <v:imagedata r:id="rId79" o:title=""/>
          </v:shape>
          <o:OLEObject Type="Embed" ProgID="Equation.DSMT4" ShapeID="_x0000_i1061" DrawAspect="Content" ObjectID="_1377284186" r:id="rId80"/>
        </w:object>
      </w:r>
    </w:p>
    <w:p w:rsidR="003044CC" w:rsidRDefault="003044CC" w:rsidP="003044CC">
      <w:pPr>
        <w:tabs>
          <w:tab w:val="left" w:pos="-1440"/>
          <w:tab w:val="left" w:pos="-720"/>
          <w:tab w:val="left" w:pos="440"/>
          <w:tab w:val="left" w:pos="3860"/>
        </w:tabs>
        <w:spacing w:line="240" w:lineRule="atLeast"/>
        <w:ind w:left="440" w:hanging="440"/>
      </w:pPr>
      <w:r>
        <w:tab/>
        <w:t xml:space="preserve">Solving for </w:t>
      </w:r>
      <w:r>
        <w:rPr>
          <w:i/>
        </w:rPr>
        <w:t>d</w:t>
      </w:r>
      <w:r>
        <w:t xml:space="preserve"> yields:</w:t>
      </w:r>
    </w:p>
    <w:p w:rsidR="003044CC" w:rsidRDefault="003044CC" w:rsidP="003044CC">
      <w:pPr>
        <w:tabs>
          <w:tab w:val="left" w:pos="-1440"/>
          <w:tab w:val="left" w:pos="-720"/>
          <w:tab w:val="left" w:pos="440"/>
          <w:tab w:val="left" w:pos="3860"/>
        </w:tabs>
        <w:spacing w:line="240" w:lineRule="atLeast"/>
        <w:ind w:left="440" w:hanging="440"/>
      </w:pPr>
    </w:p>
    <w:p w:rsidR="003044CC" w:rsidRDefault="0085363C" w:rsidP="003044CC">
      <w:pPr>
        <w:pStyle w:val="eq"/>
      </w:pPr>
      <w:r w:rsidRPr="0085363C">
        <w:rPr>
          <w:position w:val="-64"/>
        </w:rPr>
        <w:object w:dxaOrig="3700" w:dyaOrig="1020">
          <v:shape id="_x0000_i1062" type="#_x0000_t75" style="width:184.5pt;height:51pt" o:ole="">
            <v:imagedata r:id="rId81" o:title=""/>
          </v:shape>
          <o:OLEObject Type="Embed" ProgID="Equation.DSMT4" ShapeID="_x0000_i1062" DrawAspect="Content" ObjectID="_1377284187" r:id="rId82"/>
        </w:object>
      </w:r>
    </w:p>
    <w:p w:rsidR="003044CC" w:rsidRDefault="003044CC" w:rsidP="003044CC">
      <w:r>
        <w:t>______________________________________________________________________________</w:t>
      </w:r>
    </w:p>
    <w:p w:rsidR="003044CC" w:rsidRDefault="003044CC" w:rsidP="003044CC"/>
    <w:p w:rsidR="003044CC" w:rsidRDefault="00C36FA7" w:rsidP="003044CC">
      <w:r>
        <w:t>10</w:t>
      </w:r>
      <w:r w:rsidR="003044CC">
        <w:t>.</w:t>
      </w:r>
      <w:r w:rsidR="003044CC">
        <w:tab/>
      </w:r>
      <w:r w:rsidR="003044CC">
        <w:rPr>
          <w:b/>
          <w:i/>
        </w:rPr>
        <w:t xml:space="preserve">REASONING </w:t>
      </w:r>
      <w:r w:rsidR="008726CA" w:rsidRPr="008726CA">
        <w:rPr>
          <w:b/>
          <w:i/>
          <w:szCs w:val="24"/>
        </w:rPr>
        <w:t>AND</w:t>
      </w:r>
      <w:r w:rsidR="003044CC">
        <w:rPr>
          <w:b/>
          <w:i/>
        </w:rPr>
        <w:t xml:space="preserve"> SOLUTION</w:t>
      </w:r>
      <w:r w:rsidR="003044CC">
        <w:t xml:space="preserve">   </w:t>
      </w:r>
      <w:proofErr w:type="gramStart"/>
      <w:r w:rsidR="003044CC">
        <w:t>Let</w:t>
      </w:r>
      <w:proofErr w:type="gramEnd"/>
      <w:r w:rsidR="003044CC">
        <w:t xml:space="preserve"> west be the positive direction.  The average velocity of the backpacker is</w:t>
      </w:r>
    </w:p>
    <w:p w:rsidR="003044CC" w:rsidRDefault="003044CC" w:rsidP="003044CC"/>
    <w:p w:rsidR="003044CC" w:rsidRDefault="0085363C" w:rsidP="003044CC">
      <w:pPr>
        <w:pStyle w:val="eq"/>
      </w:pPr>
      <w:r w:rsidRPr="0085363C">
        <w:rPr>
          <w:position w:val="-36"/>
        </w:rPr>
        <w:object w:dxaOrig="5100" w:dyaOrig="820">
          <v:shape id="_x0000_i1063" type="#_x0000_t75" style="width:255pt;height:41.5pt" o:ole="">
            <v:imagedata r:id="rId83" o:title=""/>
          </v:shape>
          <o:OLEObject Type="Embed" ProgID="Equation.DSMT4" ShapeID="_x0000_i1063" DrawAspect="Content" ObjectID="_1377284188" r:id="rId84"/>
        </w:object>
      </w:r>
    </w:p>
    <w:p w:rsidR="003044CC" w:rsidRDefault="003044CC" w:rsidP="000E33E3">
      <w:pPr>
        <w:keepNext/>
      </w:pPr>
    </w:p>
    <w:p w:rsidR="003044CC" w:rsidRDefault="003044CC" w:rsidP="000E33E3">
      <w:pPr>
        <w:keepNext/>
      </w:pPr>
      <w:r>
        <w:tab/>
        <w:t xml:space="preserve">Combining these equations and solving for </w:t>
      </w:r>
      <w:proofErr w:type="gramStart"/>
      <w:r>
        <w:rPr>
          <w:i/>
        </w:rPr>
        <w:t>x</w:t>
      </w:r>
      <w:r w:rsidRPr="004B7D66">
        <w:rPr>
          <w:position w:val="-8"/>
          <w:sz w:val="18"/>
          <w:szCs w:val="18"/>
        </w:rPr>
        <w:t>e</w:t>
      </w:r>
      <w:proofErr w:type="gramEnd"/>
      <w:r>
        <w:t xml:space="preserve"> (suppressing the units) gives</w:t>
      </w:r>
    </w:p>
    <w:p w:rsidR="003044CC" w:rsidRDefault="003044CC" w:rsidP="003044CC"/>
    <w:p w:rsidR="003044CC" w:rsidRDefault="0085363C" w:rsidP="003044CC">
      <w:pPr>
        <w:pStyle w:val="eq"/>
      </w:pPr>
      <w:r w:rsidRPr="0085363C">
        <w:rPr>
          <w:position w:val="-34"/>
        </w:rPr>
        <w:object w:dxaOrig="7280" w:dyaOrig="800">
          <v:shape id="_x0000_i1064" type="#_x0000_t75" style="width:363.5pt;height:39.5pt" o:ole="">
            <v:imagedata r:id="rId85" o:title=""/>
          </v:shape>
          <o:OLEObject Type="Embed" ProgID="Equation.DSMT4" ShapeID="_x0000_i1064" DrawAspect="Content" ObjectID="_1377284189" r:id="rId86"/>
        </w:object>
      </w:r>
    </w:p>
    <w:p w:rsidR="003044CC" w:rsidRDefault="003044CC" w:rsidP="003044CC"/>
    <w:p w:rsidR="003044CC" w:rsidRDefault="003044CC" w:rsidP="003044CC">
      <w:r>
        <w:lastRenderedPageBreak/>
        <w:tab/>
        <w:t xml:space="preserve">The distance traveled is the magnitude of </w:t>
      </w:r>
      <w:r>
        <w:rPr>
          <w:i/>
        </w:rPr>
        <w:t>x</w:t>
      </w:r>
      <w:r w:rsidRPr="004B7D66">
        <w:rPr>
          <w:rFonts w:ascii="Times New Roman" w:hAnsi="Times New Roman"/>
          <w:position w:val="-8"/>
          <w:sz w:val="18"/>
          <w:szCs w:val="18"/>
        </w:rPr>
        <w:t>e</w:t>
      </w:r>
      <w:r>
        <w:t xml:space="preserve">, </w:t>
      </w:r>
      <w:proofErr w:type="gramStart"/>
      <w:r>
        <w:t xml:space="preserve">or </w:t>
      </w:r>
      <w:proofErr w:type="gramEnd"/>
      <w:r w:rsidR="0085363C" w:rsidRPr="0085363C">
        <w:rPr>
          <w:position w:val="-16"/>
        </w:rPr>
        <w:object w:dxaOrig="1100" w:dyaOrig="460">
          <v:shape id="_x0000_i1065" type="#_x0000_t75" style="width:54.5pt;height:23.5pt" o:ole="">
            <v:imagedata r:id="rId87" o:title=""/>
          </v:shape>
          <o:OLEObject Type="Embed" ProgID="Equation.DSMT4" ShapeID="_x0000_i1065" DrawAspect="Content" ObjectID="_1377284190" r:id="rId88"/>
        </w:object>
      </w:r>
      <w:r>
        <w:t>.</w:t>
      </w:r>
    </w:p>
    <w:p w:rsidR="003044CC" w:rsidRDefault="003044CC" w:rsidP="003044CC">
      <w:r>
        <w:t>______________________________________________________________________________</w:t>
      </w:r>
    </w:p>
    <w:p w:rsidR="003044CC" w:rsidRDefault="003044CC" w:rsidP="003044CC"/>
    <w:p w:rsidR="009E4F1C" w:rsidRDefault="009E4F1C" w:rsidP="009E4F1C">
      <w:pPr>
        <w:keepNext/>
      </w:pPr>
      <w:r>
        <w:t>11.</w:t>
      </w:r>
      <w:r>
        <w:tab/>
      </w:r>
      <w:r w:rsidRPr="008A5E95">
        <w:rPr>
          <w:position w:val="-10"/>
        </w:rPr>
        <w:object w:dxaOrig="680" w:dyaOrig="380">
          <v:shape id="_x0000_i1066" type="#_x0000_t75" style="width:33.5pt;height:18pt" o:ole="">
            <v:imagedata r:id="rId30" o:title=""/>
          </v:shape>
          <o:OLEObject Type="Embed" ProgID="Equation.DSMT4" ShapeID="_x0000_i1066" DrawAspect="Content" ObjectID="_1377284191" r:id="rId89"/>
        </w:object>
      </w:r>
      <w:r>
        <w:t xml:space="preserve"> </w:t>
      </w:r>
      <w:r>
        <w:rPr>
          <w:b/>
          <w:i/>
        </w:rPr>
        <w:t>REASONING AND SOLUTION</w:t>
      </w:r>
    </w:p>
    <w:p w:rsidR="009E4F1C" w:rsidRDefault="009E4F1C" w:rsidP="009E4F1C">
      <w:r>
        <w:tab/>
        <w:t>a.  The total displacement traveled by the bicyclist for the entire trip is equal to the sum of the displacements traveled during each part of the trip. The displacement traveled during each part of the trip is given by Equation 2.2</w:t>
      </w:r>
      <w:proofErr w:type="gramStart"/>
      <w:r>
        <w:t xml:space="preserve">:  </w:t>
      </w:r>
      <w:proofErr w:type="gramEnd"/>
      <w:r w:rsidRPr="0085363C">
        <w:rPr>
          <w:position w:val="-6"/>
        </w:rPr>
        <w:object w:dxaOrig="940" w:dyaOrig="279">
          <v:shape id="_x0000_i1067" type="#_x0000_t75" style="width:47.5pt;height:14pt" o:ole="">
            <v:imagedata r:id="rId90" o:title=""/>
          </v:shape>
          <o:OLEObject Type="Embed" ProgID="Equation.DSMT4" ShapeID="_x0000_i1067" DrawAspect="Content" ObjectID="_1377284192" r:id="rId91"/>
        </w:object>
      </w:r>
      <w:r>
        <w:t>. Therefore,</w:t>
      </w:r>
    </w:p>
    <w:p w:rsidR="009E4F1C" w:rsidRDefault="009E4F1C" w:rsidP="009E4F1C"/>
    <w:p w:rsidR="009E4F1C" w:rsidRDefault="009E4F1C" w:rsidP="009E4F1C">
      <w:pPr>
        <w:pStyle w:val="eq"/>
      </w:pPr>
      <w:r w:rsidRPr="0085363C">
        <w:rPr>
          <w:position w:val="-112"/>
        </w:rPr>
        <w:object w:dxaOrig="4400" w:dyaOrig="2360">
          <v:shape id="_x0000_i1068" type="#_x0000_t75" style="width:219.5pt;height:117.5pt" o:ole="">
            <v:imagedata r:id="rId92" o:title=""/>
          </v:shape>
          <o:OLEObject Type="Embed" ProgID="Equation.DSMT4" ShapeID="_x0000_i1068" DrawAspect="Content" ObjectID="_1377284193" r:id="rId93"/>
        </w:object>
      </w:r>
    </w:p>
    <w:p w:rsidR="009E4F1C" w:rsidRDefault="009E4F1C" w:rsidP="009E4F1C"/>
    <w:p w:rsidR="009E4F1C" w:rsidRDefault="009E4F1C" w:rsidP="009E4F1C">
      <w:r>
        <w:tab/>
        <w:t>The total displacement traveled by the bicyclist during the entire trip is then</w:t>
      </w:r>
    </w:p>
    <w:p w:rsidR="009E4F1C" w:rsidRDefault="009E4F1C" w:rsidP="009E4F1C"/>
    <w:p w:rsidR="009E4F1C" w:rsidRDefault="009E4F1C" w:rsidP="009E4F1C">
      <w:pPr>
        <w:pStyle w:val="eq"/>
      </w:pPr>
      <w:r w:rsidRPr="0085363C">
        <w:rPr>
          <w:position w:val="-16"/>
        </w:rPr>
        <w:object w:dxaOrig="5580" w:dyaOrig="499">
          <v:shape id="_x0000_i1069" type="#_x0000_t75" style="width:279pt;height:24.5pt" o:ole="">
            <v:imagedata r:id="rId94" o:title=""/>
          </v:shape>
          <o:OLEObject Type="Embed" ProgID="Equation.DSMT4" ShapeID="_x0000_i1069" DrawAspect="Content" ObjectID="_1377284194" r:id="rId95"/>
        </w:object>
      </w:r>
    </w:p>
    <w:p w:rsidR="009E4F1C" w:rsidRDefault="009E4F1C" w:rsidP="009E4F1C"/>
    <w:p w:rsidR="009E4F1C" w:rsidRDefault="009E4F1C" w:rsidP="009E4F1C">
      <w:pPr>
        <w:keepNext/>
        <w:keepLines/>
      </w:pPr>
      <w:r>
        <w:tab/>
        <w:t xml:space="preserve">b.  The average velocity can be found from Equation 2.2.  </w:t>
      </w:r>
    </w:p>
    <w:p w:rsidR="009E4F1C" w:rsidRDefault="009E4F1C" w:rsidP="009E4F1C">
      <w:pPr>
        <w:keepNext/>
        <w:keepLines/>
      </w:pPr>
    </w:p>
    <w:p w:rsidR="009E4F1C" w:rsidRDefault="009E4F1C" w:rsidP="009E4F1C">
      <w:pPr>
        <w:pStyle w:val="eq"/>
      </w:pPr>
      <w:r w:rsidRPr="0085363C">
        <w:rPr>
          <w:position w:val="-28"/>
        </w:rPr>
        <w:object w:dxaOrig="7000" w:dyaOrig="720">
          <v:shape id="_x0000_i1070" type="#_x0000_t75" style="width:350.5pt;height:36pt" o:ole="">
            <v:imagedata r:id="rId96" o:title=""/>
          </v:shape>
          <o:OLEObject Type="Embed" ProgID="Equation.DSMT4" ShapeID="_x0000_i1070" DrawAspect="Content" ObjectID="_1377284195" r:id="rId97"/>
        </w:object>
      </w:r>
    </w:p>
    <w:p w:rsidR="009E4F1C" w:rsidRDefault="009E4F1C" w:rsidP="009E4F1C">
      <w:r>
        <w:t>______________________________________________________________________________</w:t>
      </w:r>
    </w:p>
    <w:p w:rsidR="009E4F1C" w:rsidRDefault="009E4F1C" w:rsidP="009E4F1C"/>
    <w:p w:rsidR="00594939" w:rsidRPr="00297638" w:rsidRDefault="00594939" w:rsidP="00594939">
      <w:pPr>
        <w:pStyle w:val="SM6e"/>
      </w:pPr>
      <w:r>
        <w:t>12</w:t>
      </w:r>
      <w:r w:rsidRPr="00297638">
        <w:t>.</w:t>
      </w:r>
      <w:r>
        <w:tab/>
      </w:r>
      <w:r w:rsidRPr="00297638">
        <w:rPr>
          <w:b/>
          <w:i/>
        </w:rPr>
        <w:t>REASONING</w:t>
      </w:r>
      <w:r w:rsidRPr="00297638">
        <w:t xml:space="preserve">  The definition of average velocity is given by E</w:t>
      </w:r>
      <w:r>
        <w:t>quation 2.2 as Average velocity = Displacement/(Elapsed </w:t>
      </w:r>
      <w:r w:rsidRPr="00297638">
        <w:t xml:space="preserve">time).  The displacement in this expression is the total displacement, which is the sum of the displacements for each part of the trip.  Displacement is a vector quantity, and we must be careful to account for the fact that the displacement in the first part of the trip is north, while the displacement in the second part is south. </w:t>
      </w:r>
    </w:p>
    <w:p w:rsidR="00594939" w:rsidRPr="00297638" w:rsidRDefault="00594939" w:rsidP="00594939">
      <w:pPr>
        <w:pStyle w:val="SM6e"/>
      </w:pPr>
    </w:p>
    <w:p w:rsidR="00594939" w:rsidRPr="00297638" w:rsidRDefault="00594939" w:rsidP="00594939">
      <w:pPr>
        <w:pStyle w:val="SM6e"/>
      </w:pPr>
      <w:r w:rsidRPr="00297638">
        <w:rPr>
          <w:b/>
          <w:i/>
        </w:rPr>
        <w:tab/>
        <w:t>SOLUTION</w:t>
      </w:r>
      <w:r w:rsidRPr="00297638">
        <w:rPr>
          <w:b/>
        </w:rPr>
        <w:t xml:space="preserve">  </w:t>
      </w:r>
      <w:r w:rsidRPr="00297638">
        <w:t>According to Equation 2.2, the displacement for each part of the trip is the average velocity for that part times the corresponding elapsed time.  Designating north as the positive direction, we find for the total displacement that</w:t>
      </w:r>
    </w:p>
    <w:p w:rsidR="00594939" w:rsidRDefault="00594939" w:rsidP="00594939">
      <w:pPr>
        <w:pStyle w:val="SM6e"/>
      </w:pPr>
    </w:p>
    <w:p w:rsidR="00594939" w:rsidRDefault="00594939" w:rsidP="00594939">
      <w:pPr>
        <w:pStyle w:val="SM6e"/>
        <w:jc w:val="center"/>
      </w:pPr>
      <w:r w:rsidRPr="0085363C">
        <w:rPr>
          <w:position w:val="-42"/>
        </w:rPr>
        <w:object w:dxaOrig="5319" w:dyaOrig="680">
          <v:shape id="_x0000_i1071" type="#_x0000_t75" style="width:267pt;height:33.5pt" o:ole="">
            <v:imagedata r:id="rId98" o:title=""/>
          </v:shape>
          <o:OLEObject Type="Embed" ProgID="Equation.DSMT4" ShapeID="_x0000_i1071" DrawAspect="Content" ObjectID="_1377284196" r:id="rId99"/>
        </w:object>
      </w:r>
    </w:p>
    <w:p w:rsidR="00594939" w:rsidRPr="00297638" w:rsidRDefault="00594939" w:rsidP="00594939">
      <w:pPr>
        <w:pStyle w:val="SM6e"/>
      </w:pPr>
    </w:p>
    <w:p w:rsidR="00594939" w:rsidRDefault="00594939" w:rsidP="00594939">
      <w:pPr>
        <w:pStyle w:val="SM6e"/>
      </w:pPr>
      <w:r w:rsidRPr="00297638">
        <w:tab/>
      </w:r>
      <w:proofErr w:type="gramStart"/>
      <w:r w:rsidRPr="00297638">
        <w:t>where</w:t>
      </w:r>
      <w:proofErr w:type="gramEnd"/>
      <w:r>
        <w:t xml:space="preserve"> </w:t>
      </w:r>
      <w:r>
        <w:rPr>
          <w:i/>
        </w:rPr>
        <w:t>t</w:t>
      </w:r>
      <w:r w:rsidRPr="004B7D66">
        <w:rPr>
          <w:position w:val="-8"/>
          <w:sz w:val="18"/>
          <w:szCs w:val="18"/>
        </w:rPr>
        <w:t>North</w:t>
      </w:r>
      <w:r>
        <w:t xml:space="preserve"> and </w:t>
      </w:r>
      <w:r>
        <w:rPr>
          <w:i/>
        </w:rPr>
        <w:t>t</w:t>
      </w:r>
      <w:r w:rsidRPr="004B7D66">
        <w:rPr>
          <w:position w:val="-8"/>
          <w:sz w:val="18"/>
          <w:szCs w:val="18"/>
        </w:rPr>
        <w:t>South</w:t>
      </w:r>
      <w:r w:rsidRPr="00297638">
        <w:t xml:space="preserve"> denote, respectively, the times for each part of the trip.  Note that the minus sign indicates a direction due south.  Noting that the total elapsed time is</w:t>
      </w:r>
      <w:r>
        <w:t xml:space="preserve"> </w:t>
      </w:r>
      <w:r>
        <w:br/>
      </w:r>
      <w:r>
        <w:rPr>
          <w:i/>
        </w:rPr>
        <w:lastRenderedPageBreak/>
        <w:t>t</w:t>
      </w:r>
      <w:r w:rsidRPr="004B7D66">
        <w:rPr>
          <w:position w:val="-8"/>
          <w:sz w:val="18"/>
          <w:szCs w:val="18"/>
        </w:rPr>
        <w:t>North</w:t>
      </w:r>
      <w:r>
        <w:t xml:space="preserve"> + </w:t>
      </w:r>
      <w:r>
        <w:rPr>
          <w:i/>
        </w:rPr>
        <w:t>t</w:t>
      </w:r>
      <w:r w:rsidRPr="004B7D66">
        <w:rPr>
          <w:position w:val="-8"/>
          <w:sz w:val="18"/>
          <w:szCs w:val="18"/>
        </w:rPr>
        <w:t>South</w:t>
      </w:r>
      <w:r w:rsidRPr="00297638">
        <w:t xml:space="preserve">, we can use Equation 2.2 to find the average velocity for the entire trip as follows: </w:t>
      </w:r>
    </w:p>
    <w:p w:rsidR="00594939" w:rsidRPr="00297638" w:rsidRDefault="00594939" w:rsidP="00594939">
      <w:pPr>
        <w:pStyle w:val="SM6e"/>
      </w:pPr>
    </w:p>
    <w:p w:rsidR="00594939" w:rsidRPr="00297638" w:rsidRDefault="00594939" w:rsidP="00594939">
      <w:pPr>
        <w:pStyle w:val="SM6e"/>
        <w:jc w:val="center"/>
      </w:pPr>
      <w:r w:rsidRPr="0085363C">
        <w:rPr>
          <w:position w:val="-82"/>
        </w:rPr>
        <w:object w:dxaOrig="7060" w:dyaOrig="1700">
          <v:shape id="_x0000_i1072" type="#_x0000_t75" style="width:353.5pt;height:86pt" o:ole="">
            <v:imagedata r:id="rId100" o:title=""/>
          </v:shape>
          <o:OLEObject Type="Embed" ProgID="Equation.DSMT4" ShapeID="_x0000_i1072" DrawAspect="Content" ObjectID="_1377284197" r:id="rId101"/>
        </w:object>
      </w:r>
    </w:p>
    <w:p w:rsidR="00594939" w:rsidRPr="00297638" w:rsidRDefault="00594939" w:rsidP="00594939">
      <w:pPr>
        <w:pStyle w:val="SM6e"/>
      </w:pPr>
    </w:p>
    <w:p w:rsidR="00594939" w:rsidRDefault="00594939" w:rsidP="00594939">
      <w:pPr>
        <w:pStyle w:val="SM6e"/>
      </w:pPr>
      <w:r w:rsidRPr="00297638">
        <w:tab/>
      </w:r>
      <w:proofErr w:type="gramStart"/>
      <w:r w:rsidRPr="00297638">
        <w:t xml:space="preserve">But </w:t>
      </w:r>
      <w:proofErr w:type="gramEnd"/>
      <w:r w:rsidRPr="0085363C">
        <w:rPr>
          <w:position w:val="-34"/>
        </w:rPr>
        <w:object w:dxaOrig="4459" w:dyaOrig="800">
          <v:shape id="_x0000_i1073" type="#_x0000_t75" style="width:222.5pt;height:39.5pt" o:ole="">
            <v:imagedata r:id="rId102" o:title=""/>
          </v:shape>
          <o:OLEObject Type="Embed" ProgID="Equation.DSMT4" ShapeID="_x0000_i1073" DrawAspect="Content" ObjectID="_1377284198" r:id="rId103"/>
        </w:object>
      </w:r>
      <w:r w:rsidRPr="00297638">
        <w:t>.  Therefore, we have that</w:t>
      </w:r>
    </w:p>
    <w:p w:rsidR="00594939" w:rsidRPr="00297638" w:rsidRDefault="00594939" w:rsidP="00594939">
      <w:pPr>
        <w:pStyle w:val="SM6e"/>
      </w:pPr>
    </w:p>
    <w:p w:rsidR="00594939" w:rsidRDefault="00594939" w:rsidP="00594939">
      <w:pPr>
        <w:pStyle w:val="SM6e"/>
        <w:jc w:val="center"/>
      </w:pPr>
      <w:r w:rsidRPr="0085363C">
        <w:rPr>
          <w:position w:val="-28"/>
        </w:rPr>
        <w:object w:dxaOrig="5940" w:dyaOrig="680">
          <v:shape id="_x0000_i1074" type="#_x0000_t75" style="width:297pt;height:33.5pt" o:ole="">
            <v:imagedata r:id="rId104" o:title=""/>
          </v:shape>
          <o:OLEObject Type="Embed" ProgID="Equation.DSMT4" ShapeID="_x0000_i1074" DrawAspect="Content" ObjectID="_1377284199" r:id="rId105"/>
        </w:object>
      </w:r>
    </w:p>
    <w:p w:rsidR="00594939" w:rsidRPr="00297638" w:rsidRDefault="00594939" w:rsidP="00594939">
      <w:pPr>
        <w:pStyle w:val="SM6e"/>
      </w:pPr>
    </w:p>
    <w:p w:rsidR="00594939" w:rsidRDefault="00594939" w:rsidP="00594939">
      <w:pPr>
        <w:pStyle w:val="SM6e"/>
      </w:pPr>
      <w:r w:rsidRPr="00297638">
        <w:tab/>
        <w:t xml:space="preserve">The plus sign indicates that the average velocity for the entire trip points north. </w:t>
      </w:r>
    </w:p>
    <w:p w:rsidR="00594939" w:rsidRDefault="00594939" w:rsidP="00594939">
      <w:pPr>
        <w:pStyle w:val="SM6e"/>
        <w:pBdr>
          <w:bottom w:val="single" w:sz="4" w:space="1" w:color="auto"/>
        </w:pBdr>
      </w:pPr>
    </w:p>
    <w:p w:rsidR="00594939" w:rsidRDefault="00594939" w:rsidP="00594939"/>
    <w:p w:rsidR="00EB30EA" w:rsidRDefault="00C36FA7" w:rsidP="000E33E3">
      <w:pPr>
        <w:keepNext/>
        <w:keepLines/>
      </w:pPr>
      <w:r>
        <w:t>13</w:t>
      </w:r>
      <w:r w:rsidR="00EB30EA">
        <w:t>.</w:t>
      </w:r>
      <w:r w:rsidR="00EB30EA">
        <w:tab/>
      </w:r>
      <w:r w:rsidR="00EB30EA">
        <w:rPr>
          <w:b/>
          <w:i/>
        </w:rPr>
        <w:t xml:space="preserve">REASONING </w:t>
      </w:r>
      <w:r w:rsidR="008726CA" w:rsidRPr="008726CA">
        <w:rPr>
          <w:b/>
          <w:i/>
          <w:szCs w:val="24"/>
        </w:rPr>
        <w:t>AND</w:t>
      </w:r>
      <w:r w:rsidR="00EB30EA">
        <w:rPr>
          <w:b/>
          <w:i/>
        </w:rPr>
        <w:t xml:space="preserve"> SOLUTION   </w:t>
      </w:r>
      <w:proofErr w:type="gramStart"/>
      <w:r w:rsidR="00EB30EA">
        <w:t>The</w:t>
      </w:r>
      <w:proofErr w:type="gramEnd"/>
      <w:r w:rsidR="00EB30EA">
        <w:t xml:space="preserve"> upper edge of the wall will disappear after the train has traveled the distance </w:t>
      </w:r>
      <w:r w:rsidR="00EB30EA">
        <w:rPr>
          <w:i/>
        </w:rPr>
        <w:t>d</w:t>
      </w:r>
      <w:r w:rsidR="00EB30EA">
        <w:t xml:space="preserve"> in the figure below.</w:t>
      </w:r>
    </w:p>
    <w:p w:rsidR="00EB30EA" w:rsidRDefault="00EB30EA" w:rsidP="000E33E3">
      <w:pPr>
        <w:keepNext/>
        <w:keepLines/>
      </w:pPr>
    </w:p>
    <w:p w:rsidR="00EB30EA" w:rsidRDefault="00EB30EA" w:rsidP="000E33E3">
      <w:pPr>
        <w:pStyle w:val="eq"/>
        <w:keepNext/>
        <w:keepLines/>
      </w:pPr>
      <w:r>
        <w:t xml:space="preserve">               </w:t>
      </w:r>
      <w:r>
        <w:object w:dxaOrig="7220" w:dyaOrig="2060">
          <v:shape id="_x0000_i1075" type="#_x0000_t75" style="width:360.5pt;height:102.5pt" o:ole="" fillcolor="window">
            <v:imagedata r:id="rId106" o:title=""/>
          </v:shape>
          <o:OLEObject Type="Embed" ProgID="MSDraw.Drawing.8" ShapeID="_x0000_i1075" DrawAspect="Content" ObjectID="_1377284200" r:id="rId107"/>
        </w:object>
      </w:r>
    </w:p>
    <w:p w:rsidR="00EB30EA" w:rsidRDefault="00EB30EA" w:rsidP="00EB30EA"/>
    <w:p w:rsidR="00EB30EA" w:rsidRDefault="00EB30EA" w:rsidP="00EB30EA">
      <w:r>
        <w:tab/>
        <w:t xml:space="preserve">The distance </w:t>
      </w:r>
      <w:r>
        <w:rPr>
          <w:i/>
        </w:rPr>
        <w:t>d</w:t>
      </w:r>
      <w:r>
        <w:t xml:space="preserve"> is equal to the length of the window plus the base of the 12° right triangle of height 0.90 m.</w:t>
      </w:r>
    </w:p>
    <w:p w:rsidR="00EB30EA" w:rsidRDefault="00EB30EA" w:rsidP="00EB30EA"/>
    <w:tbl>
      <w:tblPr>
        <w:tblW w:w="0" w:type="auto"/>
        <w:tblLayout w:type="fixed"/>
        <w:tblCellMar>
          <w:left w:w="80" w:type="dxa"/>
          <w:right w:w="80" w:type="dxa"/>
        </w:tblCellMar>
        <w:tblLook w:val="0000"/>
      </w:tblPr>
      <w:tblGrid>
        <w:gridCol w:w="4680"/>
        <w:gridCol w:w="4680"/>
      </w:tblGrid>
      <w:tr w:rsidR="00EB30EA">
        <w:trPr>
          <w:cantSplit/>
        </w:trPr>
        <w:tc>
          <w:tcPr>
            <w:tcW w:w="4680" w:type="dxa"/>
          </w:tcPr>
          <w:p w:rsidR="00EB30EA" w:rsidRDefault="00EB30EA" w:rsidP="000E33E3">
            <w:pPr>
              <w:keepLines/>
            </w:pPr>
            <w:r>
              <w:tab/>
              <w:t>The base of the triangle is given by</w:t>
            </w:r>
          </w:p>
          <w:p w:rsidR="00EB30EA" w:rsidRDefault="00EB30EA" w:rsidP="000E33E3">
            <w:pPr>
              <w:keepLines/>
            </w:pPr>
          </w:p>
          <w:p w:rsidR="00EB30EA" w:rsidRDefault="00EB30EA" w:rsidP="000E33E3">
            <w:pPr>
              <w:pStyle w:val="eq"/>
              <w:keepLines/>
            </w:pPr>
            <w:r>
              <w:tab/>
            </w:r>
            <w:r>
              <w:tab/>
            </w:r>
            <w:r>
              <w:rPr>
                <w:i/>
              </w:rPr>
              <w:t>b</w:t>
            </w:r>
            <w:r>
              <w:t xml:space="preserve">  =  </w:t>
            </w:r>
            <w:r w:rsidR="00F006FC" w:rsidRPr="0085363C">
              <w:rPr>
                <w:position w:val="-24"/>
              </w:rPr>
              <w:object w:dxaOrig="780" w:dyaOrig="620">
                <v:shape id="_x0000_i1076" type="#_x0000_t75" style="width:39pt;height:30.5pt" o:ole="">
                  <v:imagedata r:id="rId108" o:title=""/>
                </v:shape>
                <o:OLEObject Type="Embed" ProgID="Equation.DSMT4" ShapeID="_x0000_i1076" DrawAspect="Content" ObjectID="_1377284201" r:id="rId109"/>
              </w:object>
            </w:r>
            <w:r w:rsidR="00F006FC">
              <w:t xml:space="preserve"> </w:t>
            </w:r>
            <w:r>
              <w:t>=  4.2 m</w:t>
            </w:r>
          </w:p>
          <w:p w:rsidR="00EB30EA" w:rsidRDefault="00EB30EA" w:rsidP="000E33E3">
            <w:pPr>
              <w:keepLines/>
            </w:pPr>
          </w:p>
          <w:p w:rsidR="00EB30EA" w:rsidRDefault="00EB30EA" w:rsidP="000E33E3">
            <w:pPr>
              <w:keepLines/>
            </w:pPr>
            <w:r>
              <w:tab/>
              <w:t xml:space="preserve">Thus, </w:t>
            </w:r>
            <w:r>
              <w:rPr>
                <w:i/>
              </w:rPr>
              <w:t>d</w:t>
            </w:r>
            <w:r>
              <w:t xml:space="preserve">  = 2.0 m  +  4.2 m  =  6.2 m.</w:t>
            </w:r>
          </w:p>
        </w:tc>
        <w:tc>
          <w:tcPr>
            <w:tcW w:w="4680" w:type="dxa"/>
          </w:tcPr>
          <w:p w:rsidR="00EB30EA" w:rsidRDefault="00EB30EA" w:rsidP="000E33E3">
            <w:pPr>
              <w:keepLines/>
            </w:pPr>
            <w:r>
              <w:t xml:space="preserve">        </w:t>
            </w:r>
          </w:p>
          <w:p w:rsidR="00EB30EA" w:rsidRDefault="00EB30EA" w:rsidP="000E33E3">
            <w:pPr>
              <w:pStyle w:val="eq"/>
              <w:keepLines/>
            </w:pPr>
            <w:r>
              <w:t xml:space="preserve">         </w:t>
            </w:r>
            <w:r>
              <w:object w:dxaOrig="3180" w:dyaOrig="1000">
                <v:shape id="_x0000_i1077" type="#_x0000_t75" style="width:159.5pt;height:50.5pt" o:ole="" fillcolor="window">
                  <v:imagedata r:id="rId110" o:title=""/>
                </v:shape>
                <o:OLEObject Type="Embed" ProgID="MSDraw.Drawing.8" ShapeID="_x0000_i1077" DrawAspect="Content" ObjectID="_1377284202" r:id="rId111"/>
              </w:object>
            </w:r>
          </w:p>
        </w:tc>
      </w:tr>
    </w:tbl>
    <w:p w:rsidR="00EB30EA" w:rsidRDefault="00EB30EA" w:rsidP="000E33E3">
      <w:pPr>
        <w:keepLines/>
      </w:pPr>
    </w:p>
    <w:p w:rsidR="00EB30EA" w:rsidRDefault="00EB30EA" w:rsidP="00EB30EA">
      <w:r>
        <w:tab/>
        <w:t xml:space="preserve">The time required for the train to travel 6.2 m is,  from the definition of average speed, </w:t>
      </w:r>
    </w:p>
    <w:p w:rsidR="00EB30EA" w:rsidRDefault="00EB30EA" w:rsidP="00EB30EA"/>
    <w:p w:rsidR="00EB30EA" w:rsidRDefault="0085363C" w:rsidP="00EB30EA">
      <w:pPr>
        <w:pStyle w:val="eq"/>
      </w:pPr>
      <w:r w:rsidRPr="0085363C">
        <w:rPr>
          <w:position w:val="-24"/>
        </w:rPr>
        <w:object w:dxaOrig="2480" w:dyaOrig="620">
          <v:shape id="_x0000_i1078" type="#_x0000_t75" style="width:123.5pt;height:30.5pt" o:ole="">
            <v:imagedata r:id="rId112" o:title=""/>
          </v:shape>
          <o:OLEObject Type="Embed" ProgID="Equation.DSMT4" ShapeID="_x0000_i1078" DrawAspect="Content" ObjectID="_1377284203" r:id="rId113"/>
        </w:object>
      </w:r>
    </w:p>
    <w:p w:rsidR="00EB30EA" w:rsidRDefault="00EB30EA" w:rsidP="00EB30EA">
      <w:r>
        <w:lastRenderedPageBreak/>
        <w:t>______________________________________________________________________________</w:t>
      </w:r>
    </w:p>
    <w:p w:rsidR="00BC3D1B" w:rsidRDefault="00BC3D1B" w:rsidP="00BC3D1B">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40" w:hanging="520"/>
      </w:pPr>
    </w:p>
    <w:p w:rsidR="001574A0" w:rsidRDefault="001574A0" w:rsidP="001574A0">
      <w:r>
        <w:t>14.</w:t>
      </w:r>
      <w:r>
        <w:tab/>
      </w:r>
      <w:r>
        <w:rPr>
          <w:b/>
          <w:i/>
        </w:rPr>
        <w:t xml:space="preserve">REASONING </w:t>
      </w:r>
      <w:r w:rsidRPr="008726CA">
        <w:rPr>
          <w:b/>
          <w:i/>
          <w:szCs w:val="24"/>
        </w:rPr>
        <w:t>AND</w:t>
      </w:r>
      <w:r>
        <w:rPr>
          <w:b/>
          <w:i/>
        </w:rPr>
        <w:t xml:space="preserve"> SOLUTION </w:t>
      </w:r>
      <w:r>
        <w:t xml:space="preserve">Since </w:t>
      </w:r>
      <w:r>
        <w:rPr>
          <w:i/>
        </w:rPr>
        <w:t>v</w:t>
      </w:r>
      <w:r>
        <w:t> = </w:t>
      </w:r>
      <w:r>
        <w:rPr>
          <w:i/>
        </w:rPr>
        <w:t>v</w:t>
      </w:r>
      <w:r w:rsidRPr="004B7D66">
        <w:rPr>
          <w:position w:val="-8"/>
          <w:sz w:val="18"/>
          <w:szCs w:val="18"/>
        </w:rPr>
        <w:t>0</w:t>
      </w:r>
      <w:r>
        <w:t> + </w:t>
      </w:r>
      <w:r>
        <w:rPr>
          <w:i/>
        </w:rPr>
        <w:t>at</w:t>
      </w:r>
      <w:r>
        <w:t xml:space="preserve">, the acceleration is given </w:t>
      </w:r>
      <w:proofErr w:type="gramStart"/>
      <w:r>
        <w:t xml:space="preserve">by </w:t>
      </w:r>
      <w:proofErr w:type="gramEnd"/>
      <w:r w:rsidRPr="0085363C">
        <w:rPr>
          <w:position w:val="-16"/>
        </w:rPr>
        <w:object w:dxaOrig="1380" w:dyaOrig="440">
          <v:shape id="_x0000_i1079" type="#_x0000_t75" style="width:69pt;height:21.5pt" o:ole="">
            <v:imagedata r:id="rId114" o:title=""/>
          </v:shape>
          <o:OLEObject Type="Embed" ProgID="Equation.DSMT4" ShapeID="_x0000_i1079" DrawAspect="Content" ObjectID="_1377284204" r:id="rId115"/>
        </w:object>
      </w:r>
      <w:r>
        <w:t>.  Since the direction of travel is in the negative direction throughout the problem, all velocities will be negative.</w:t>
      </w:r>
    </w:p>
    <w:p w:rsidR="001574A0" w:rsidRDefault="001574A0" w:rsidP="001574A0"/>
    <w:p w:rsidR="001574A0" w:rsidRDefault="001574A0" w:rsidP="001574A0">
      <w:r>
        <w:tab/>
      </w:r>
      <w:proofErr w:type="gramStart"/>
      <w:r>
        <w:t>a</w:t>
      </w:r>
      <w:proofErr w:type="gramEnd"/>
      <w:r>
        <w:t>.</w:t>
      </w:r>
      <w:r>
        <w:tab/>
      </w:r>
      <w:r>
        <w:tab/>
      </w:r>
      <w:r>
        <w:tab/>
      </w:r>
      <w:r>
        <w:tab/>
      </w:r>
      <w:r w:rsidRPr="0085363C">
        <w:rPr>
          <w:position w:val="-24"/>
        </w:rPr>
        <w:object w:dxaOrig="4640" w:dyaOrig="620">
          <v:shape id="_x0000_i1080" type="#_x0000_t75" style="width:232pt;height:30.5pt" o:ole="">
            <v:imagedata r:id="rId116" o:title=""/>
          </v:shape>
          <o:OLEObject Type="Embed" ProgID="Equation.DSMT4" ShapeID="_x0000_i1080" DrawAspect="Content" ObjectID="_1377284205" r:id="rId117"/>
        </w:object>
      </w:r>
    </w:p>
    <w:p w:rsidR="001574A0" w:rsidRDefault="001574A0" w:rsidP="001574A0"/>
    <w:p w:rsidR="001574A0" w:rsidRDefault="001574A0" w:rsidP="001574A0">
      <w:r>
        <w:tab/>
        <w:t>Since the acceleration is negative, it is in the same direction as the velocity and the car is speeding up.</w:t>
      </w:r>
    </w:p>
    <w:p w:rsidR="001574A0" w:rsidRDefault="001574A0" w:rsidP="001574A0"/>
    <w:p w:rsidR="001574A0" w:rsidRDefault="001574A0" w:rsidP="001574A0">
      <w:r>
        <w:tab/>
      </w:r>
      <w:proofErr w:type="gramStart"/>
      <w:r>
        <w:t>b</w:t>
      </w:r>
      <w:proofErr w:type="gramEnd"/>
      <w:r>
        <w:t>.</w:t>
      </w:r>
      <w:r>
        <w:tab/>
      </w:r>
      <w:r>
        <w:tab/>
      </w:r>
      <w:r>
        <w:tab/>
      </w:r>
      <w:r>
        <w:tab/>
      </w:r>
      <w:r w:rsidRPr="0085363C">
        <w:rPr>
          <w:position w:val="-24"/>
        </w:rPr>
        <w:object w:dxaOrig="4640" w:dyaOrig="620">
          <v:shape id="_x0000_i1081" type="#_x0000_t75" style="width:232pt;height:30.5pt" o:ole="">
            <v:imagedata r:id="rId118" o:title=""/>
          </v:shape>
          <o:OLEObject Type="Embed" ProgID="Equation.DSMT4" ShapeID="_x0000_i1081" DrawAspect="Content" ObjectID="_1377284206" r:id="rId119"/>
        </w:object>
      </w:r>
      <w:r>
        <w:t xml:space="preserve"> </w:t>
      </w:r>
    </w:p>
    <w:p w:rsidR="001574A0" w:rsidRDefault="001574A0" w:rsidP="001574A0"/>
    <w:p w:rsidR="001574A0" w:rsidRDefault="001574A0" w:rsidP="001574A0">
      <w:r>
        <w:tab/>
        <w:t>Since the acceleration is positive, it is in the opposite direction to the velocity and the car is slowing down or decelerating.</w:t>
      </w:r>
    </w:p>
    <w:p w:rsidR="001574A0" w:rsidRDefault="001574A0" w:rsidP="001574A0">
      <w:r>
        <w:t>______________________________________________________________________________</w:t>
      </w:r>
    </w:p>
    <w:p w:rsidR="001574A0" w:rsidRDefault="001574A0" w:rsidP="001574A0">
      <w:pPr>
        <w:pStyle w:val="SM6e"/>
        <w:jc w:val="left"/>
      </w:pPr>
    </w:p>
    <w:p w:rsidR="00AA5166" w:rsidRPr="00465E0D" w:rsidRDefault="00AA5166" w:rsidP="00AA5166">
      <w:pPr>
        <w:tabs>
          <w:tab w:val="left" w:pos="450"/>
        </w:tabs>
        <w:ind w:left="450" w:hanging="450"/>
      </w:pPr>
      <w:r>
        <w:t>15.</w:t>
      </w:r>
      <w:r>
        <w:tab/>
      </w:r>
      <w:proofErr w:type="gramStart"/>
      <w:r>
        <w:rPr>
          <w:b/>
          <w:i/>
        </w:rPr>
        <w:t>REASONING</w:t>
      </w:r>
      <w:r>
        <w:t xml:space="preserve">  The</w:t>
      </w:r>
      <w:proofErr w:type="gramEnd"/>
      <w:r>
        <w:t xml:space="preserve"> average acceleration </w:t>
      </w:r>
      <w:r w:rsidRPr="007C6308">
        <w:rPr>
          <w:position w:val="-14"/>
        </w:rPr>
        <w:object w:dxaOrig="400" w:dyaOrig="400">
          <v:shape id="_x0000_i1082" type="#_x0000_t75" style="width:20.5pt;height:20.5pt" o:ole="">
            <v:imagedata r:id="rId120" o:title=""/>
          </v:shape>
          <o:OLEObject Type="Embed" ProgID="Equation.DSMT4" ShapeID="_x0000_i1082" DrawAspect="Content" ObjectID="_1377284207" r:id="rId121"/>
        </w:object>
      </w:r>
      <w:r>
        <w:t xml:space="preserve"> is defined by Equation 2.4 </w:t>
      </w:r>
      <w:r w:rsidRPr="007C6308">
        <w:rPr>
          <w:position w:val="-34"/>
        </w:rPr>
        <w:object w:dxaOrig="1300" w:dyaOrig="800">
          <v:shape id="_x0000_i1083" type="#_x0000_t75" style="width:65.5pt;height:39.5pt" o:ole="">
            <v:imagedata r:id="rId122" o:title=""/>
          </v:shape>
          <o:OLEObject Type="Embed" ProgID="Equation.DSMT4" ShapeID="_x0000_i1083" DrawAspect="Content" ObjectID="_1377284208" r:id="rId123"/>
        </w:object>
      </w:r>
      <w:r>
        <w:t xml:space="preserve"> as the change in velocity </w:t>
      </w:r>
      <w:r w:rsidRPr="007C6308">
        <w:rPr>
          <w:position w:val="-16"/>
        </w:rPr>
        <w:object w:dxaOrig="820" w:dyaOrig="440">
          <v:shape id="_x0000_i1084" type="#_x0000_t75" style="width:41.5pt;height:21.5pt" o:ole="">
            <v:imagedata r:id="rId124" o:title=""/>
          </v:shape>
          <o:OLEObject Type="Embed" ProgID="Equation.DSMT4" ShapeID="_x0000_i1084" DrawAspect="Content" ObjectID="_1377284209" r:id="rId125"/>
        </w:object>
      </w:r>
      <w:r>
        <w:t xml:space="preserve"> divided by the elapsed time </w:t>
      </w:r>
      <w:r w:rsidRPr="007C6308">
        <w:rPr>
          <w:position w:val="-16"/>
        </w:rPr>
        <w:object w:dxaOrig="740" w:dyaOrig="440">
          <v:shape id="_x0000_i1085" type="#_x0000_t75" style="width:36.5pt;height:21.5pt" o:ole="">
            <v:imagedata r:id="rId126" o:title=""/>
          </v:shape>
          <o:OLEObject Type="Embed" ProgID="Equation.DSMT4" ShapeID="_x0000_i1085" DrawAspect="Content" ObjectID="_1377284210" r:id="rId127"/>
        </w:object>
      </w:r>
      <w:r>
        <w:t>.  The change in velocity is equal to the final velocity minus the initial velocity. Therefore, the change in velocity, and hence the acceleration, is positive if the final velocity is greater than the initial velocity. The acceleration is negative if the final velocity is less than the initial velocity.  The acceleration is zero if the final and initial velocities are the same.</w:t>
      </w:r>
    </w:p>
    <w:p w:rsidR="00AA5166" w:rsidRDefault="00AA5166" w:rsidP="00AA5166"/>
    <w:p w:rsidR="00AA5166" w:rsidRDefault="00AA5166" w:rsidP="00AA5166">
      <w:pPr>
        <w:tabs>
          <w:tab w:val="left" w:pos="446"/>
        </w:tabs>
      </w:pPr>
      <w:r>
        <w:rPr>
          <w:b/>
          <w:i/>
        </w:rPr>
        <w:tab/>
        <w:t>SOLUTION</w:t>
      </w:r>
      <w:r>
        <w:t xml:space="preserve">  Equation 2.4 gives the average acceleration as</w:t>
      </w:r>
    </w:p>
    <w:p w:rsidR="00AA5166" w:rsidRDefault="00AA5166" w:rsidP="00AA5166"/>
    <w:tbl>
      <w:tblPr>
        <w:tblW w:w="0" w:type="auto"/>
        <w:tblInd w:w="108" w:type="dxa"/>
        <w:tblLayout w:type="fixed"/>
        <w:tblLook w:val="0000"/>
      </w:tblPr>
      <w:tblGrid>
        <w:gridCol w:w="8820"/>
        <w:gridCol w:w="900"/>
      </w:tblGrid>
      <w:tr w:rsidR="00AA5166" w:rsidTr="005229D6">
        <w:tc>
          <w:tcPr>
            <w:tcW w:w="8820" w:type="dxa"/>
            <w:vAlign w:val="center"/>
          </w:tcPr>
          <w:p w:rsidR="00AA5166" w:rsidRDefault="00AA5166" w:rsidP="005229D6">
            <w:pPr>
              <w:pStyle w:val="EquNo"/>
              <w:spacing w:line="280" w:lineRule="atLeast"/>
              <w:rPr>
                <w:sz w:val="24"/>
              </w:rPr>
            </w:pPr>
            <w:r w:rsidRPr="0085363C">
              <w:rPr>
                <w:position w:val="-32"/>
                <w:sz w:val="24"/>
              </w:rPr>
              <w:object w:dxaOrig="1060" w:dyaOrig="720">
                <v:shape id="_x0000_i1086" type="#_x0000_t75" style="width:53.5pt;height:36pt" o:ole="">
                  <v:imagedata r:id="rId128" o:title=""/>
                </v:shape>
                <o:OLEObject Type="Embed" ProgID="Equation.DSMT4" ShapeID="_x0000_i1086" DrawAspect="Content" ObjectID="_1377284211" r:id="rId129"/>
              </w:object>
            </w:r>
          </w:p>
        </w:tc>
        <w:tc>
          <w:tcPr>
            <w:tcW w:w="900" w:type="dxa"/>
            <w:vAlign w:val="center"/>
          </w:tcPr>
          <w:p w:rsidR="00AA5166" w:rsidRDefault="00AA5166" w:rsidP="005229D6">
            <w:pPr>
              <w:pStyle w:val="EquNo"/>
              <w:spacing w:line="280" w:lineRule="atLeast"/>
              <w:jc w:val="right"/>
              <w:rPr>
                <w:sz w:val="24"/>
              </w:rPr>
            </w:pPr>
          </w:p>
        </w:tc>
      </w:tr>
    </w:tbl>
    <w:p w:rsidR="00AA5166" w:rsidRDefault="00AA5166" w:rsidP="00AA5166"/>
    <w:p w:rsidR="00AA5166" w:rsidRDefault="00AA5166" w:rsidP="00AA5166">
      <w:pPr>
        <w:tabs>
          <w:tab w:val="left" w:pos="446"/>
        </w:tabs>
      </w:pPr>
      <w:r>
        <w:tab/>
        <w:t>a.  The initial and final velocities are both +82 m/s, since the velocity is constant.  The average acceleration is</w:t>
      </w:r>
    </w:p>
    <w:p w:rsidR="00AA5166" w:rsidRDefault="00AA5166" w:rsidP="00AA5166"/>
    <w:p w:rsidR="00AA5166" w:rsidRDefault="00AA5166" w:rsidP="00AA5166">
      <w:pPr>
        <w:pStyle w:val="eq"/>
      </w:pPr>
      <w:r w:rsidRPr="0085363C">
        <w:rPr>
          <w:position w:val="-6"/>
        </w:rPr>
        <w:object w:dxaOrig="220" w:dyaOrig="260">
          <v:shape id="_x0000_i1087" type="#_x0000_t75" style="width:11.5pt;height:13pt" o:ole="">
            <v:imagedata r:id="rId130" o:title=""/>
          </v:shape>
          <o:OLEObject Type="Embed" ProgID="Equation.DSMT4" ShapeID="_x0000_i1087" DrawAspect="Content" ObjectID="_1377284212" r:id="rId131"/>
        </w:object>
      </w:r>
      <w:r>
        <w:t xml:space="preserve"> = (82 m/s </w:t>
      </w:r>
      <w:r>
        <w:sym w:font="Symbol" w:char="F02D"/>
      </w:r>
      <w:r>
        <w:t xml:space="preserve"> 82 m/s)</w:t>
      </w:r>
      <w:proofErr w:type="gramStart"/>
      <w:r>
        <w:t>/(</w:t>
      </w:r>
      <w:proofErr w:type="gramEnd"/>
      <w:r>
        <w:rPr>
          <w:i/>
        </w:rPr>
        <w:t>t</w:t>
      </w:r>
      <w:r>
        <w:t xml:space="preserve"> – </w:t>
      </w:r>
      <w:r>
        <w:rPr>
          <w:i/>
        </w:rPr>
        <w:t>t</w:t>
      </w:r>
      <w:r w:rsidRPr="004B7D66">
        <w:rPr>
          <w:rFonts w:ascii="Times New Roman" w:hAnsi="Times New Roman"/>
          <w:position w:val="-8"/>
          <w:sz w:val="18"/>
          <w:szCs w:val="18"/>
        </w:rPr>
        <w:t>0</w:t>
      </w:r>
      <w:r>
        <w:t xml:space="preserve">) = </w:t>
      </w:r>
      <w:r w:rsidRPr="0085363C">
        <w:rPr>
          <w:position w:val="-10"/>
        </w:rPr>
        <w:object w:dxaOrig="820" w:dyaOrig="440">
          <v:shape id="_x0000_i1088" type="#_x0000_t75" style="width:41.5pt;height:21.5pt" o:ole="">
            <v:imagedata r:id="rId132" o:title=""/>
          </v:shape>
          <o:OLEObject Type="Embed" ProgID="Equation.DSMT4" ShapeID="_x0000_i1088" DrawAspect="Content" ObjectID="_1377284213" r:id="rId133"/>
        </w:object>
      </w:r>
      <w:r>
        <w:t xml:space="preserve">  </w:t>
      </w:r>
    </w:p>
    <w:p w:rsidR="00AA5166" w:rsidRDefault="00AA5166" w:rsidP="00AA5166"/>
    <w:p w:rsidR="00AA5166" w:rsidRDefault="00AA5166" w:rsidP="00AA5166">
      <w:pPr>
        <w:tabs>
          <w:tab w:val="left" w:pos="446"/>
        </w:tabs>
      </w:pPr>
      <w:r>
        <w:tab/>
        <w:t>b. The initial velocity is +82 m/s, and the final velocity is –82 m/s.  The average acceleration is</w:t>
      </w:r>
    </w:p>
    <w:p w:rsidR="00AA5166" w:rsidRDefault="00AA5166" w:rsidP="00AA5166">
      <w:pPr>
        <w:pStyle w:val="eq"/>
      </w:pPr>
      <w:r w:rsidRPr="0085363C">
        <w:rPr>
          <w:position w:val="-6"/>
        </w:rPr>
        <w:object w:dxaOrig="220" w:dyaOrig="260">
          <v:shape id="_x0000_i1089" type="#_x0000_t75" style="width:11.5pt;height:13pt" o:ole="">
            <v:imagedata r:id="rId130" o:title=""/>
          </v:shape>
          <o:OLEObject Type="Embed" ProgID="Equation.DSMT4" ShapeID="_x0000_i1089" DrawAspect="Content" ObjectID="_1377284214" r:id="rId134"/>
        </w:object>
      </w:r>
      <w:r>
        <w:t xml:space="preserve">  = (</w:t>
      </w:r>
      <w:r>
        <w:sym w:font="Symbol" w:char="F02D"/>
      </w:r>
      <w:r>
        <w:t xml:space="preserve">82 m/s </w:t>
      </w:r>
      <w:r>
        <w:sym w:font="Symbol" w:char="F02D"/>
      </w:r>
      <w:r>
        <w:t xml:space="preserve"> 82 m/s)</w:t>
      </w:r>
      <w:proofErr w:type="gramStart"/>
      <w:r>
        <w:t>/(</w:t>
      </w:r>
      <w:proofErr w:type="gramEnd"/>
      <w:r>
        <w:t xml:space="preserve">12 s) =  </w:t>
      </w:r>
      <w:r w:rsidRPr="0085363C">
        <w:rPr>
          <w:position w:val="-10"/>
        </w:rPr>
        <w:object w:dxaOrig="1080" w:dyaOrig="440">
          <v:shape id="_x0000_i1090" type="#_x0000_t75" style="width:54.5pt;height:21.5pt" o:ole="">
            <v:imagedata r:id="rId135" o:title=""/>
          </v:shape>
          <o:OLEObject Type="Embed" ProgID="Equation.DSMT4" ShapeID="_x0000_i1090" DrawAspect="Content" ObjectID="_1377284215" r:id="rId136"/>
        </w:object>
      </w:r>
    </w:p>
    <w:p w:rsidR="00AA5166" w:rsidRDefault="00AA5166" w:rsidP="00AA5166">
      <w:r>
        <w:t>______________________________________________________________________________</w:t>
      </w:r>
    </w:p>
    <w:p w:rsidR="00AA5166" w:rsidRDefault="00AA5166" w:rsidP="00AA5166"/>
    <w:p w:rsidR="00AA5166" w:rsidRPr="00EA1D7A" w:rsidRDefault="00AA5166" w:rsidP="00AA5166">
      <w:pPr>
        <w:tabs>
          <w:tab w:val="left" w:pos="450"/>
        </w:tabs>
        <w:ind w:left="450" w:hanging="450"/>
      </w:pPr>
      <w:r>
        <w:lastRenderedPageBreak/>
        <w:t>16.</w:t>
      </w:r>
      <w:r>
        <w:tab/>
      </w:r>
      <w:r w:rsidRPr="00EA1D7A">
        <w:rPr>
          <w:b/>
          <w:i/>
        </w:rPr>
        <w:t>REASONING</w:t>
      </w:r>
      <w:r w:rsidRPr="00EA1D7A">
        <w:t xml:space="preserve">  Although the planet follows a curved, two-dimensional path through space, this causes no difficulty here because the initial and final velocities for this period are in opposite directions. </w:t>
      </w:r>
      <w:r>
        <w:t xml:space="preserve"> </w:t>
      </w:r>
      <w:r w:rsidRPr="00EA1D7A">
        <w:t xml:space="preserve">Thus, the problem is effectively a problem in one dimension only. Equation 2.4 </w:t>
      </w:r>
      <w:r w:rsidRPr="006B1F10">
        <w:rPr>
          <w:position w:val="-28"/>
        </w:rPr>
        <w:object w:dxaOrig="999" w:dyaOrig="680">
          <v:shape id="_x0000_i1091" type="#_x0000_t75" style="width:50.5pt;height:33.5pt" o:ole="">
            <v:imagedata r:id="rId137" o:title=""/>
          </v:shape>
          <o:OLEObject Type="Embed" ProgID="Equation.DSMT4" ShapeID="_x0000_i1091" DrawAspect="Content" ObjectID="_1377284216" r:id="rId138"/>
        </w:object>
      </w:r>
      <w:r w:rsidRPr="00EA1D7A">
        <w:t xml:space="preserve"> relates the change </w:t>
      </w:r>
      <w:r w:rsidRPr="00241EF0">
        <w:rPr>
          <w:position w:val="-6"/>
        </w:rPr>
        <w:object w:dxaOrig="340" w:dyaOrig="279">
          <v:shape id="_x0000_i1092" type="#_x0000_t75" style="width:17.5pt;height:14pt" o:ole="">
            <v:imagedata r:id="rId139" o:title=""/>
          </v:shape>
          <o:OLEObject Type="Embed" ProgID="Equation.DSMT4" ShapeID="_x0000_i1092" DrawAspect="Content" ObjectID="_1377284217" r:id="rId140"/>
        </w:object>
      </w:r>
      <w:r w:rsidRPr="00EA1D7A">
        <w:t xml:space="preserve"> in the planet’s velocity to its average acceleration and the elapsed time </w:t>
      </w:r>
      <w:r w:rsidRPr="00241EF0">
        <w:rPr>
          <w:position w:val="-6"/>
        </w:rPr>
        <w:object w:dxaOrig="300" w:dyaOrig="279">
          <v:shape id="_x0000_i1093" type="#_x0000_t75" style="width:15pt;height:14pt" o:ole="">
            <v:imagedata r:id="rId141" o:title=""/>
          </v:shape>
          <o:OLEObject Type="Embed" ProgID="Equation.DSMT4" ShapeID="_x0000_i1093" DrawAspect="Content" ObjectID="_1377284218" r:id="rId142"/>
        </w:object>
      </w:r>
      <w:r w:rsidRPr="00EA1D7A">
        <w:t xml:space="preserve"> = 2.16 years. </w:t>
      </w:r>
      <w:r>
        <w:t xml:space="preserve"> </w:t>
      </w:r>
      <w:r w:rsidRPr="00EA1D7A">
        <w:t>It will be convenient to convert the elapsed time to seconds before calculating the average acceleration.</w:t>
      </w:r>
    </w:p>
    <w:p w:rsidR="00AA5166" w:rsidRPr="006A32B6" w:rsidRDefault="00AA5166" w:rsidP="00AA5166">
      <w:pPr>
        <w:pStyle w:val="ListParagraph"/>
        <w:ind w:left="450"/>
        <w:rPr>
          <w:sz w:val="24"/>
          <w:szCs w:val="24"/>
        </w:rPr>
      </w:pPr>
      <w:r w:rsidRPr="006A32B6">
        <w:rPr>
          <w:sz w:val="24"/>
          <w:szCs w:val="24"/>
        </w:rPr>
        <w:br/>
      </w:r>
      <w:r w:rsidRPr="006A32B6">
        <w:rPr>
          <w:b/>
          <w:i/>
          <w:sz w:val="24"/>
          <w:szCs w:val="24"/>
        </w:rPr>
        <w:t>SOLUTION</w:t>
      </w:r>
      <w:r w:rsidRPr="006A32B6">
        <w:rPr>
          <w:sz w:val="24"/>
          <w:szCs w:val="24"/>
        </w:rPr>
        <w:t xml:space="preserve">  </w:t>
      </w:r>
    </w:p>
    <w:p w:rsidR="00AA5166" w:rsidRPr="00EA1D7A" w:rsidRDefault="00AA5166" w:rsidP="00AA5166">
      <w:pPr>
        <w:tabs>
          <w:tab w:val="left" w:pos="450"/>
        </w:tabs>
        <w:ind w:left="450" w:hanging="450"/>
      </w:pPr>
      <w:r>
        <w:tab/>
      </w:r>
      <w:r w:rsidRPr="006A32B6">
        <w:t xml:space="preserve">a.  </w:t>
      </w:r>
      <w:r>
        <w:t>The net change in the planet’s velocity is the final minus the initial velocity:</w:t>
      </w:r>
      <w:r w:rsidRPr="006A32B6">
        <w:t xml:space="preserve"> </w:t>
      </w:r>
    </w:p>
    <w:p w:rsidR="00AA5166" w:rsidRPr="00EA1D7A" w:rsidRDefault="00AA5166" w:rsidP="00AA5166">
      <w:pPr>
        <w:tabs>
          <w:tab w:val="left" w:pos="450"/>
        </w:tabs>
        <w:ind w:left="450" w:hanging="450"/>
      </w:pPr>
    </w:p>
    <w:p w:rsidR="00AA5166" w:rsidRPr="006A32B6" w:rsidRDefault="00AA5166" w:rsidP="00AA5166">
      <w:pPr>
        <w:pStyle w:val="ListParagraph"/>
        <w:jc w:val="center"/>
        <w:rPr>
          <w:sz w:val="24"/>
          <w:szCs w:val="24"/>
        </w:rPr>
      </w:pPr>
      <w:r w:rsidRPr="006B1F10">
        <w:rPr>
          <w:position w:val="-78"/>
          <w:sz w:val="24"/>
          <w:szCs w:val="24"/>
        </w:rPr>
        <w:object w:dxaOrig="5060" w:dyaOrig="1280">
          <v:shape id="_x0000_i1094" type="#_x0000_t75" style="width:252pt;height:63.5pt" o:ole="">
            <v:imagedata r:id="rId143" o:title=""/>
          </v:shape>
          <o:OLEObject Type="Embed" ProgID="Equation.DSMT4" ShapeID="_x0000_i1094" DrawAspect="Content" ObjectID="_1377284219" r:id="rId144"/>
        </w:object>
      </w:r>
    </w:p>
    <w:p w:rsidR="00AA5166" w:rsidRPr="006A32B6" w:rsidRDefault="00AA5166" w:rsidP="00AA5166">
      <w:pPr>
        <w:pStyle w:val="ListParagraph"/>
        <w:ind w:left="1440"/>
        <w:rPr>
          <w:sz w:val="24"/>
          <w:szCs w:val="24"/>
        </w:rPr>
      </w:pPr>
    </w:p>
    <w:p w:rsidR="00AA5166" w:rsidRPr="00EA1D7A" w:rsidRDefault="00AA5166" w:rsidP="00AA5166">
      <w:pPr>
        <w:tabs>
          <w:tab w:val="left" w:pos="450"/>
        </w:tabs>
        <w:ind w:left="450" w:hanging="450"/>
      </w:pPr>
      <w:r>
        <w:tab/>
      </w:r>
      <w:r w:rsidRPr="006A32B6">
        <w:t xml:space="preserve">b.  Although the planet’s velocity changes by a large amount, the change occurs over a long time interval, so the average acceleration is likely to be small. </w:t>
      </w:r>
      <w:r>
        <w:t xml:space="preserve"> </w:t>
      </w:r>
      <w:r w:rsidRPr="006A32B6">
        <w:t xml:space="preserve">Expressed in seconds, </w:t>
      </w:r>
      <w:r>
        <w:t>the interval is</w:t>
      </w:r>
    </w:p>
    <w:p w:rsidR="00AA5166" w:rsidRPr="006A32B6" w:rsidRDefault="00AA5166" w:rsidP="00AA5166">
      <w:pPr>
        <w:pStyle w:val="ListParagraph"/>
        <w:jc w:val="center"/>
        <w:rPr>
          <w:sz w:val="24"/>
          <w:szCs w:val="24"/>
        </w:rPr>
      </w:pPr>
      <w:r w:rsidRPr="003C0CDF">
        <w:rPr>
          <w:position w:val="-36"/>
          <w:sz w:val="24"/>
          <w:szCs w:val="24"/>
        </w:rPr>
        <w:object w:dxaOrig="6240" w:dyaOrig="840">
          <v:shape id="_x0000_i1095" type="#_x0000_t75" style="width:312.5pt;height:42pt" o:ole="">
            <v:imagedata r:id="rId145" o:title=""/>
          </v:shape>
          <o:OLEObject Type="Embed" ProgID="Equation.DSMT4" ShapeID="_x0000_i1095" DrawAspect="Content" ObjectID="_1377284220" r:id="rId146"/>
        </w:object>
      </w:r>
    </w:p>
    <w:p w:rsidR="00AA5166" w:rsidRPr="006A32B6" w:rsidRDefault="00AA5166" w:rsidP="00AA5166">
      <w:pPr>
        <w:pStyle w:val="ListParagraph"/>
        <w:ind w:left="1440"/>
        <w:rPr>
          <w:sz w:val="24"/>
          <w:szCs w:val="24"/>
        </w:rPr>
      </w:pPr>
    </w:p>
    <w:p w:rsidR="00AA5166" w:rsidRPr="00EA1D7A" w:rsidRDefault="00AA5166" w:rsidP="00AA5166">
      <w:pPr>
        <w:tabs>
          <w:tab w:val="left" w:pos="450"/>
        </w:tabs>
        <w:ind w:left="450" w:hanging="450"/>
      </w:pPr>
      <w:r>
        <w:tab/>
        <w:t>Then the</w:t>
      </w:r>
      <w:r w:rsidRPr="006A32B6">
        <w:t xml:space="preserve"> average acceleration </w:t>
      </w:r>
      <w:r>
        <w:t>is</w:t>
      </w:r>
    </w:p>
    <w:p w:rsidR="00AA5166" w:rsidRPr="006A32B6" w:rsidRDefault="00AA5166" w:rsidP="00AA5166">
      <w:pPr>
        <w:pStyle w:val="ListParagraph"/>
        <w:rPr>
          <w:sz w:val="24"/>
          <w:szCs w:val="24"/>
        </w:rPr>
      </w:pPr>
    </w:p>
    <w:p w:rsidR="00AA5166" w:rsidRPr="006A32B6" w:rsidRDefault="00AA5166" w:rsidP="00AA5166">
      <w:pPr>
        <w:pStyle w:val="ListParagraph"/>
        <w:jc w:val="center"/>
        <w:rPr>
          <w:sz w:val="24"/>
          <w:szCs w:val="24"/>
        </w:rPr>
      </w:pPr>
      <w:r w:rsidRPr="000C5A78">
        <w:rPr>
          <w:position w:val="-28"/>
          <w:sz w:val="24"/>
          <w:szCs w:val="24"/>
        </w:rPr>
        <w:object w:dxaOrig="4580" w:dyaOrig="740">
          <v:shape id="_x0000_i1096" type="#_x0000_t75" style="width:229pt;height:36.5pt" o:ole="">
            <v:imagedata r:id="rId147" o:title=""/>
          </v:shape>
          <o:OLEObject Type="Embed" ProgID="Equation.DSMT4" ShapeID="_x0000_i1096" DrawAspect="Content" ObjectID="_1377284221" r:id="rId148"/>
        </w:object>
      </w:r>
    </w:p>
    <w:p w:rsidR="00AA5166" w:rsidRPr="006A32B6" w:rsidRDefault="00AA5166" w:rsidP="00AA5166">
      <w:pPr>
        <w:pBdr>
          <w:bottom w:val="single" w:sz="4" w:space="1" w:color="auto"/>
        </w:pBdr>
      </w:pPr>
    </w:p>
    <w:p w:rsidR="00AA5166" w:rsidRDefault="00AA5166" w:rsidP="00AA5166">
      <w:pPr>
        <w:tabs>
          <w:tab w:val="left" w:pos="450"/>
        </w:tabs>
        <w:ind w:left="450" w:hanging="450"/>
      </w:pPr>
    </w:p>
    <w:p w:rsidR="007E241E" w:rsidRDefault="007E241E" w:rsidP="007E241E">
      <w:pPr>
        <w:keepLines/>
      </w:pPr>
      <w:r>
        <w:t>17.</w:t>
      </w:r>
      <w:r>
        <w:tab/>
      </w:r>
      <w:r>
        <w:rPr>
          <w:b/>
          <w:i/>
        </w:rPr>
        <w:t xml:space="preserve">REASONING   </w:t>
      </w:r>
      <w:r>
        <w:t>Since the velocity and acceleration of the motorcycle point in the same direction, their numerical values will have the same algebraic sign. For convenience, we will choose them to be positive. The velocity, acceleration, and the time are related by Equation 2.4</w:t>
      </w:r>
      <w:proofErr w:type="gramStart"/>
      <w:r>
        <w:t xml:space="preserve">: </w:t>
      </w:r>
      <w:proofErr w:type="gramEnd"/>
      <w:r w:rsidRPr="0085363C">
        <w:rPr>
          <w:position w:val="-14"/>
        </w:rPr>
        <w:object w:dxaOrig="1060" w:dyaOrig="380">
          <v:shape id="_x0000_i1097" type="#_x0000_t75" style="width:53.5pt;height:18pt" o:ole="">
            <v:imagedata r:id="rId149" o:title=""/>
          </v:shape>
          <o:OLEObject Type="Embed" ProgID="Equation.DSMT4" ShapeID="_x0000_i1097" DrawAspect="Content" ObjectID="_1377284222" r:id="rId150"/>
        </w:object>
      </w:r>
      <w:r>
        <w:t>.</w:t>
      </w:r>
    </w:p>
    <w:p w:rsidR="007E241E" w:rsidRDefault="007E241E" w:rsidP="007E241E"/>
    <w:p w:rsidR="007E241E" w:rsidRDefault="007E241E" w:rsidP="007E241E">
      <w:r>
        <w:tab/>
      </w:r>
      <w:r>
        <w:rPr>
          <w:b/>
          <w:i/>
        </w:rPr>
        <w:t>SOLUTION</w:t>
      </w:r>
      <w:r>
        <w:t xml:space="preserve">   </w:t>
      </w:r>
    </w:p>
    <w:p w:rsidR="007E241E" w:rsidRDefault="007E241E" w:rsidP="007E241E"/>
    <w:p w:rsidR="007E241E" w:rsidRDefault="007E241E" w:rsidP="007E241E">
      <w:r>
        <w:tab/>
        <w:t xml:space="preserve">a.   Solving Equation 2.4 for </w:t>
      </w:r>
      <w:r>
        <w:rPr>
          <w:i/>
        </w:rPr>
        <w:t>t</w:t>
      </w:r>
      <w:r>
        <w:t xml:space="preserve"> we have</w:t>
      </w:r>
    </w:p>
    <w:p w:rsidR="007E241E" w:rsidRDefault="007E241E" w:rsidP="007E241E"/>
    <w:p w:rsidR="007E241E" w:rsidRDefault="007E241E" w:rsidP="007E241E">
      <w:pPr>
        <w:pStyle w:val="eq"/>
      </w:pPr>
      <w:r w:rsidRPr="0085363C">
        <w:rPr>
          <w:position w:val="-26"/>
        </w:rPr>
        <w:object w:dxaOrig="4260" w:dyaOrig="660">
          <v:shape id="_x0000_i1098" type="#_x0000_t75" style="width:213pt;height:33pt" o:ole="">
            <v:imagedata r:id="rId151" o:title=""/>
          </v:shape>
          <o:OLEObject Type="Embed" ProgID="Equation.DSMT4" ShapeID="_x0000_i1098" DrawAspect="Content" ObjectID="_1377284223" r:id="rId152"/>
        </w:object>
      </w:r>
    </w:p>
    <w:p w:rsidR="007E241E" w:rsidRDefault="007E241E" w:rsidP="007E241E"/>
    <w:p w:rsidR="007E241E" w:rsidRDefault="007E241E" w:rsidP="007E241E">
      <w:r>
        <w:tab/>
        <w:t>b.  Similarly,</w:t>
      </w:r>
    </w:p>
    <w:p w:rsidR="007E241E" w:rsidRDefault="007E241E" w:rsidP="007E241E">
      <w:pPr>
        <w:pStyle w:val="eq"/>
      </w:pPr>
      <w:r w:rsidRPr="0085363C">
        <w:rPr>
          <w:position w:val="-26"/>
        </w:rPr>
        <w:object w:dxaOrig="4280" w:dyaOrig="660">
          <v:shape id="_x0000_i1099" type="#_x0000_t75" style="width:214pt;height:33pt" o:ole="">
            <v:imagedata r:id="rId153" o:title=""/>
          </v:shape>
          <o:OLEObject Type="Embed" ProgID="Equation.DSMT4" ShapeID="_x0000_i1099" DrawAspect="Content" ObjectID="_1377284224" r:id="rId154"/>
        </w:object>
      </w:r>
    </w:p>
    <w:p w:rsidR="007E241E" w:rsidRDefault="007E241E" w:rsidP="007E241E">
      <w:r>
        <w:lastRenderedPageBreak/>
        <w:t>______________________________________________________________________________</w:t>
      </w:r>
    </w:p>
    <w:p w:rsidR="007E241E" w:rsidRDefault="007E241E" w:rsidP="007E241E"/>
    <w:p w:rsidR="00B97FFE" w:rsidRPr="00C4566F" w:rsidRDefault="00C36FA7" w:rsidP="007377B9">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32" w:hanging="518"/>
      </w:pPr>
      <w:r>
        <w:t>18</w:t>
      </w:r>
      <w:r w:rsidR="00B97FFE">
        <w:t>.</w:t>
      </w:r>
      <w:r w:rsidR="00B97FFE">
        <w:tab/>
      </w:r>
      <w:r w:rsidR="00B97FFE">
        <w:rPr>
          <w:b/>
          <w:i/>
        </w:rPr>
        <w:t>REASONING</w:t>
      </w:r>
      <w:r w:rsidR="00B97FFE">
        <w:t xml:space="preserve">  We can use the definition of average acceleration </w:t>
      </w:r>
      <w:r w:rsidR="00B97FFE" w:rsidRPr="006126BB">
        <w:rPr>
          <w:position w:val="-16"/>
        </w:rPr>
        <w:object w:dxaOrig="2020" w:dyaOrig="420">
          <v:shape id="_x0000_i1100" type="#_x0000_t75" style="width:100pt;height:21pt" o:ole="">
            <v:imagedata r:id="rId155" o:title=""/>
          </v:shape>
          <o:OLEObject Type="Embed" ProgID="Equation.DSMT4" ShapeID="_x0000_i1100" DrawAspect="Content" ObjectID="_1377284225" r:id="rId156"/>
        </w:object>
      </w:r>
      <w:r w:rsidR="00B97FFE">
        <w:t xml:space="preserve"> (Equation 2.4) to find the sprinter’s final velocity </w:t>
      </w:r>
      <w:r w:rsidR="00B97FFE" w:rsidRPr="006126BB">
        <w:rPr>
          <w:b/>
        </w:rPr>
        <w:t>v</w:t>
      </w:r>
      <w:r w:rsidR="00B97FFE">
        <w:t xml:space="preserve"> at the end of the acceleration phase, because her initial velocity (</w:t>
      </w:r>
      <w:r w:rsidR="00B97FFE" w:rsidRPr="00C4566F">
        <w:rPr>
          <w:i/>
          <w:position w:val="-14"/>
        </w:rPr>
        <w:object w:dxaOrig="1100" w:dyaOrig="380">
          <v:shape id="_x0000_i1101" type="#_x0000_t75" style="width:54.5pt;height:18pt" o:ole="">
            <v:imagedata r:id="rId157" o:title=""/>
          </v:shape>
          <o:OLEObject Type="Embed" ProgID="Equation.DSMT4" ShapeID="_x0000_i1101" DrawAspect="Content" ObjectID="_1377284226" r:id="rId158"/>
        </w:object>
      </w:r>
      <w:r w:rsidR="00B97FFE">
        <w:t xml:space="preserve">, since she starts from rest), her average acceleration </w:t>
      </w:r>
      <w:r w:rsidR="00B97FFE" w:rsidRPr="006126BB">
        <w:rPr>
          <w:b/>
          <w:position w:val="-6"/>
        </w:rPr>
        <w:object w:dxaOrig="200" w:dyaOrig="300">
          <v:shape id="_x0000_i1102" type="#_x0000_t75" style="width:9.5pt;height:15pt" o:ole="">
            <v:imagedata r:id="rId159" o:title=""/>
          </v:shape>
          <o:OLEObject Type="Embed" ProgID="Equation.DSMT4" ShapeID="_x0000_i1102" DrawAspect="Content" ObjectID="_1377284227" r:id="rId160"/>
        </w:object>
      </w:r>
      <w:r w:rsidR="00B97FFE">
        <w:t xml:space="preserve">, and the time interval  </w:t>
      </w:r>
      <w:r w:rsidR="00B97FFE" w:rsidRPr="006126BB">
        <w:rPr>
          <w:i/>
        </w:rPr>
        <w:t>t</w:t>
      </w:r>
      <w:r w:rsidR="00B97FFE">
        <w:t xml:space="preserve"> </w:t>
      </w:r>
      <w:r w:rsidR="00B97FFE">
        <w:sym w:font="Symbol" w:char="F02D"/>
      </w:r>
      <w:r w:rsidR="00B97FFE">
        <w:t xml:space="preserve"> </w:t>
      </w:r>
      <w:r w:rsidR="00B97FFE">
        <w:rPr>
          <w:i/>
        </w:rPr>
        <w:t>t</w:t>
      </w:r>
      <w:r w:rsidR="00B97FFE">
        <w:rPr>
          <w:rStyle w:val="Sub-12"/>
        </w:rPr>
        <w:t>0</w:t>
      </w:r>
      <w:r w:rsidR="00B97FFE" w:rsidRPr="006126BB">
        <w:rPr>
          <w:i/>
        </w:rPr>
        <w:t xml:space="preserve"> </w:t>
      </w:r>
      <w:r w:rsidR="00B97FFE">
        <w:t>are known.</w:t>
      </w:r>
    </w:p>
    <w:p w:rsidR="00B97FFE" w:rsidRDefault="00B97FFE" w:rsidP="00B97FFE">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40" w:hanging="520"/>
        <w:rPr>
          <w:b/>
          <w:i/>
        </w:rPr>
      </w:pPr>
    </w:p>
    <w:p w:rsidR="00B97FFE" w:rsidRDefault="00B97FFE" w:rsidP="00B97FFE">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40" w:hanging="520"/>
      </w:pPr>
      <w:r>
        <w:rPr>
          <w:b/>
          <w:i/>
        </w:rPr>
        <w:tab/>
        <w:t>SOLUTION</w:t>
      </w:r>
    </w:p>
    <w:p w:rsidR="00B97FFE" w:rsidRDefault="00B97FFE" w:rsidP="00B97FFE">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40" w:hanging="520"/>
      </w:pPr>
      <w:r>
        <w:tab/>
        <w:t xml:space="preserve">a. Since the sprinter has a constant acceleration, it is also equal to her average acceleration, so </w:t>
      </w:r>
      <w:r w:rsidRPr="006126BB">
        <w:rPr>
          <w:b/>
          <w:position w:val="-6"/>
        </w:rPr>
        <w:object w:dxaOrig="1380" w:dyaOrig="340">
          <v:shape id="_x0000_i1103" type="#_x0000_t75" style="width:69pt;height:17.5pt" o:ole="">
            <v:imagedata r:id="rId161" o:title=""/>
          </v:shape>
          <o:OLEObject Type="Embed" ProgID="Equation.DSMT4" ShapeID="_x0000_i1103" DrawAspect="Content" ObjectID="_1377284228" r:id="rId162"/>
        </w:object>
      </w:r>
      <w:r>
        <w:t xml:space="preserve">  </w:t>
      </w:r>
      <w:proofErr w:type="gramStart"/>
      <w:r>
        <w:t>Her</w:t>
      </w:r>
      <w:proofErr w:type="gramEnd"/>
      <w:r>
        <w:t xml:space="preserve"> velocity at the end of the 1.2-s period is </w:t>
      </w:r>
    </w:p>
    <w:p w:rsidR="00B97FFE" w:rsidRDefault="00B97FFE" w:rsidP="00B97FFE">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40" w:hanging="520"/>
      </w:pPr>
    </w:p>
    <w:p w:rsidR="00B97FFE" w:rsidRDefault="00B97FFE" w:rsidP="00B97FFE">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40" w:hanging="520"/>
        <w:jc w:val="center"/>
      </w:pPr>
      <w:r w:rsidRPr="006126BB">
        <w:rPr>
          <w:position w:val="-16"/>
        </w:rPr>
        <w:object w:dxaOrig="5880" w:dyaOrig="460">
          <v:shape id="_x0000_i1104" type="#_x0000_t75" style="width:294pt;height:23.5pt" o:ole="">
            <v:imagedata r:id="rId163" o:title=""/>
          </v:shape>
          <o:OLEObject Type="Embed" ProgID="Equation.DSMT4" ShapeID="_x0000_i1104" DrawAspect="Content" ObjectID="_1377284229" r:id="rId164"/>
        </w:object>
      </w:r>
      <w:r>
        <w:t xml:space="preserve"> </w:t>
      </w:r>
    </w:p>
    <w:p w:rsidR="00B97FFE" w:rsidRDefault="00B97FFE" w:rsidP="00B97FFE">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40" w:hanging="520"/>
      </w:pPr>
    </w:p>
    <w:p w:rsidR="00B97FFE" w:rsidRDefault="00B97FFE" w:rsidP="00B97FFE">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40" w:hanging="520"/>
      </w:pPr>
      <w:r>
        <w:tab/>
        <w:t xml:space="preserve">b. Since her acceleration is zero during the remainder of the race, her velocity remains constant </w:t>
      </w:r>
      <w:proofErr w:type="gramStart"/>
      <w:r>
        <w:t xml:space="preserve">at </w:t>
      </w:r>
      <w:proofErr w:type="gramEnd"/>
      <w:r w:rsidRPr="00C4566F">
        <w:rPr>
          <w:position w:val="-10"/>
        </w:rPr>
        <w:object w:dxaOrig="1020" w:dyaOrig="380">
          <v:shape id="_x0000_i1105" type="#_x0000_t75" style="width:51pt;height:18pt" o:ole="">
            <v:imagedata r:id="rId165" o:title=""/>
          </v:shape>
          <o:OLEObject Type="Embed" ProgID="Equation.DSMT4" ShapeID="_x0000_i1105" DrawAspect="Content" ObjectID="_1377284230" r:id="rId166"/>
        </w:object>
      </w:r>
      <w:r>
        <w:t>.</w:t>
      </w:r>
    </w:p>
    <w:p w:rsidR="00B97FFE" w:rsidRDefault="00B97FFE" w:rsidP="00B97FFE">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40" w:hanging="520"/>
      </w:pPr>
      <w:r>
        <w:t>______________________________________________________________________________</w:t>
      </w:r>
    </w:p>
    <w:p w:rsidR="00EB30EA" w:rsidRDefault="00EB30EA" w:rsidP="00EB30EA"/>
    <w:p w:rsidR="00F219DD" w:rsidRDefault="00F219DD" w:rsidP="00F219DD">
      <w:pPr>
        <w:tabs>
          <w:tab w:val="left" w:pos="450"/>
        </w:tabs>
        <w:ind w:left="450" w:hanging="450"/>
      </w:pPr>
      <w:r>
        <w:t>19.</w:t>
      </w:r>
      <w:r>
        <w:tab/>
      </w:r>
      <w:r>
        <w:rPr>
          <w:b/>
          <w:i/>
        </w:rPr>
        <w:t xml:space="preserve">REASONING </w:t>
      </w:r>
      <w:r>
        <w:t xml:space="preserve"> When the velocity and acceleration vectors are in the same direction, the speed of the object increases in time.  </w:t>
      </w:r>
      <w:proofErr w:type="gramStart"/>
      <w:r>
        <w:t>When the velocity and acceleration vectors are in opposite directions, the speed of the object decreases in time.</w:t>
      </w:r>
      <w:proofErr w:type="gramEnd"/>
      <w:r>
        <w:t xml:space="preserve">  (a) The initial velocity and acceleration are in the same direction, so the speed is increasing.  (b) The initial velocity and acceleration are in opposite directions, so the speed is decreasing.  (c) The initial velocity and acceleration are in opposite directions, so the speed is decreasing.  (d) The initial velocity and acceleration are in the same direction, so the speed is increasing.</w:t>
      </w:r>
    </w:p>
    <w:p w:rsidR="00F219DD" w:rsidRDefault="00F219DD" w:rsidP="00F219DD"/>
    <w:p w:rsidR="00F219DD" w:rsidRDefault="00F219DD" w:rsidP="00F219DD">
      <w:pPr>
        <w:tabs>
          <w:tab w:val="left" w:pos="450"/>
        </w:tabs>
        <w:ind w:left="450" w:hanging="450"/>
      </w:pPr>
      <w:r>
        <w:rPr>
          <w:b/>
          <w:i/>
        </w:rPr>
        <w:tab/>
        <w:t>SOLUTION</w:t>
      </w:r>
      <w:r>
        <w:t xml:space="preserve">  The final velocity </w:t>
      </w:r>
      <w:r>
        <w:rPr>
          <w:i/>
        </w:rPr>
        <w:t>v</w:t>
      </w:r>
      <w:r>
        <w:t xml:space="preserve"> is related to the initial velocity </w:t>
      </w:r>
      <w:r>
        <w:rPr>
          <w:i/>
        </w:rPr>
        <w:t>v</w:t>
      </w:r>
      <w:r w:rsidRPr="004B7D66">
        <w:rPr>
          <w:position w:val="-8"/>
          <w:sz w:val="18"/>
          <w:szCs w:val="18"/>
        </w:rPr>
        <w:t>0</w:t>
      </w:r>
      <w:r>
        <w:t xml:space="preserve">, the acceleration </w:t>
      </w:r>
      <w:r>
        <w:rPr>
          <w:i/>
        </w:rPr>
        <w:t>a</w:t>
      </w:r>
      <w:r>
        <w:t xml:space="preserve">, and the elapsed time </w:t>
      </w:r>
      <w:r>
        <w:rPr>
          <w:i/>
        </w:rPr>
        <w:t>t</w:t>
      </w:r>
      <w:r>
        <w:t xml:space="preserve"> through Equation 2.4 (</w:t>
      </w:r>
      <w:r>
        <w:rPr>
          <w:i/>
        </w:rPr>
        <w:t>v</w:t>
      </w:r>
      <w:r>
        <w:t xml:space="preserve"> = </w:t>
      </w:r>
      <w:r>
        <w:rPr>
          <w:i/>
        </w:rPr>
        <w:t>v</w:t>
      </w:r>
      <w:r w:rsidRPr="004B7D66">
        <w:rPr>
          <w:position w:val="-8"/>
          <w:sz w:val="18"/>
          <w:szCs w:val="18"/>
        </w:rPr>
        <w:t>0</w:t>
      </w:r>
      <w:r>
        <w:t xml:space="preserve"> + </w:t>
      </w:r>
      <w:r>
        <w:rPr>
          <w:i/>
          <w:spacing w:val="40"/>
        </w:rPr>
        <w:t>a</w:t>
      </w:r>
      <w:r>
        <w:rPr>
          <w:i/>
        </w:rPr>
        <w:t>t</w:t>
      </w:r>
      <w:r>
        <w:t>).  The final velocities and speeds for the four moving objects are:</w:t>
      </w:r>
    </w:p>
    <w:p w:rsidR="00F219DD" w:rsidRDefault="00F219DD" w:rsidP="00F219DD">
      <w:pPr>
        <w:rPr>
          <w:b/>
          <w:i/>
        </w:rPr>
      </w:pPr>
    </w:p>
    <w:p w:rsidR="00F219DD" w:rsidRDefault="00F219DD" w:rsidP="00F219DD">
      <w:pPr>
        <w:tabs>
          <w:tab w:val="left" w:pos="450"/>
        </w:tabs>
        <w:ind w:left="450" w:hanging="450"/>
      </w:pPr>
      <w:r>
        <w:tab/>
      </w:r>
      <w:proofErr w:type="gramStart"/>
      <w:r>
        <w:t xml:space="preserve">a.  </w:t>
      </w:r>
      <w:r>
        <w:rPr>
          <w:i/>
        </w:rPr>
        <w:t>v</w:t>
      </w:r>
      <w:proofErr w:type="gramEnd"/>
      <w:r>
        <w:t xml:space="preserve"> = 12 m/s + (3.0 m/s</w:t>
      </w:r>
      <w:r w:rsidRPr="00326D8B">
        <w:rPr>
          <w:position w:val="10"/>
          <w:sz w:val="18"/>
          <w:szCs w:val="18"/>
        </w:rPr>
        <w:t>2</w:t>
      </w:r>
      <w:r>
        <w:t xml:space="preserve">)(2.0 s) = 18 m/s.  The final speed </w:t>
      </w:r>
      <w:proofErr w:type="gramStart"/>
      <w:r>
        <w:t xml:space="preserve">is </w:t>
      </w:r>
      <w:proofErr w:type="gramEnd"/>
      <w:r w:rsidRPr="0085363C">
        <w:rPr>
          <w:position w:val="-16"/>
        </w:rPr>
        <w:object w:dxaOrig="800" w:dyaOrig="440">
          <v:shape id="_x0000_i1106" type="#_x0000_t75" style="width:39.5pt;height:21.5pt" o:ole="">
            <v:imagedata r:id="rId167" o:title=""/>
          </v:shape>
          <o:OLEObject Type="Embed" ProgID="Equation.DSMT4" ShapeID="_x0000_i1106" DrawAspect="Content" ObjectID="_1377284231" r:id="rId168"/>
        </w:object>
      </w:r>
      <w:r>
        <w:t>.</w:t>
      </w:r>
    </w:p>
    <w:p w:rsidR="00F219DD" w:rsidRDefault="00F219DD" w:rsidP="00F219DD">
      <w:pPr>
        <w:tabs>
          <w:tab w:val="left" w:pos="450"/>
        </w:tabs>
        <w:ind w:left="450" w:hanging="450"/>
      </w:pPr>
      <w:r>
        <w:tab/>
      </w:r>
      <w:proofErr w:type="gramStart"/>
      <w:r>
        <w:t xml:space="preserve">b.  </w:t>
      </w:r>
      <w:r>
        <w:rPr>
          <w:i/>
        </w:rPr>
        <w:t>v</w:t>
      </w:r>
      <w:proofErr w:type="gramEnd"/>
      <w:r>
        <w:t xml:space="preserve"> = 12 m/s + (</w:t>
      </w:r>
      <w:r>
        <w:sym w:font="Symbol" w:char="F02D"/>
      </w:r>
      <w:r>
        <w:t>3.0  m/s</w:t>
      </w:r>
      <w:r w:rsidRPr="00326D8B">
        <w:rPr>
          <w:position w:val="10"/>
          <w:sz w:val="18"/>
          <w:szCs w:val="18"/>
        </w:rPr>
        <w:t>2</w:t>
      </w:r>
      <w:r>
        <w:t xml:space="preserve">)(2.0 s) = 6.0 m/s.  The final speed </w:t>
      </w:r>
      <w:proofErr w:type="gramStart"/>
      <w:r>
        <w:t xml:space="preserve">is </w:t>
      </w:r>
      <w:proofErr w:type="gramEnd"/>
      <w:r w:rsidRPr="0085363C">
        <w:rPr>
          <w:position w:val="-10"/>
        </w:rPr>
        <w:object w:dxaOrig="880" w:dyaOrig="380">
          <v:shape id="_x0000_i1107" type="#_x0000_t75" style="width:44.5pt;height:18pt" o:ole="">
            <v:imagedata r:id="rId169" o:title=""/>
          </v:shape>
          <o:OLEObject Type="Embed" ProgID="Equation.DSMT4" ShapeID="_x0000_i1107" DrawAspect="Content" ObjectID="_1377284232" r:id="rId170"/>
        </w:object>
      </w:r>
      <w:r>
        <w:t>.</w:t>
      </w:r>
    </w:p>
    <w:p w:rsidR="00F219DD" w:rsidRDefault="00F219DD" w:rsidP="00F219DD">
      <w:pPr>
        <w:tabs>
          <w:tab w:val="left" w:pos="450"/>
        </w:tabs>
        <w:ind w:left="450" w:hanging="450"/>
      </w:pPr>
      <w:r>
        <w:tab/>
      </w:r>
      <w:proofErr w:type="gramStart"/>
      <w:r>
        <w:t xml:space="preserve">c.  </w:t>
      </w:r>
      <w:r>
        <w:rPr>
          <w:i/>
        </w:rPr>
        <w:t>v</w:t>
      </w:r>
      <w:proofErr w:type="gramEnd"/>
      <w:r>
        <w:t xml:space="preserve"> = </w:t>
      </w:r>
      <w:r>
        <w:sym w:font="Symbol" w:char="F02D"/>
      </w:r>
      <w:r>
        <w:t>12 m/s + (3.0 m/s</w:t>
      </w:r>
      <w:r w:rsidRPr="00326D8B">
        <w:rPr>
          <w:position w:val="10"/>
          <w:sz w:val="18"/>
          <w:szCs w:val="18"/>
        </w:rPr>
        <w:t>2</w:t>
      </w:r>
      <w:r>
        <w:t xml:space="preserve">)(2.0 s) = </w:t>
      </w:r>
      <w:r>
        <w:sym w:font="Symbol" w:char="F02D"/>
      </w:r>
      <w:r>
        <w:t xml:space="preserve">6.0 m/s.  The final speed </w:t>
      </w:r>
      <w:proofErr w:type="gramStart"/>
      <w:r>
        <w:t xml:space="preserve">is </w:t>
      </w:r>
      <w:proofErr w:type="gramEnd"/>
      <w:r w:rsidRPr="0085363C">
        <w:rPr>
          <w:position w:val="-10"/>
        </w:rPr>
        <w:object w:dxaOrig="880" w:dyaOrig="380">
          <v:shape id="_x0000_i1108" type="#_x0000_t75" style="width:44.5pt;height:18pt" o:ole="">
            <v:imagedata r:id="rId169" o:title=""/>
          </v:shape>
          <o:OLEObject Type="Embed" ProgID="Equation.DSMT4" ShapeID="_x0000_i1108" DrawAspect="Content" ObjectID="_1377284233" r:id="rId171"/>
        </w:object>
      </w:r>
      <w:r>
        <w:t>.</w:t>
      </w:r>
    </w:p>
    <w:p w:rsidR="00F219DD" w:rsidRDefault="00F219DD" w:rsidP="000F7C19">
      <w:pPr>
        <w:tabs>
          <w:tab w:val="left" w:pos="450"/>
        </w:tabs>
        <w:ind w:left="450" w:hanging="450"/>
      </w:pPr>
      <w:r>
        <w:tab/>
      </w:r>
      <w:proofErr w:type="gramStart"/>
      <w:r>
        <w:t xml:space="preserve">d.  </w:t>
      </w:r>
      <w:r>
        <w:rPr>
          <w:i/>
        </w:rPr>
        <w:t>v</w:t>
      </w:r>
      <w:proofErr w:type="gramEnd"/>
      <w:r>
        <w:t xml:space="preserve"> = </w:t>
      </w:r>
      <w:r>
        <w:sym w:font="Symbol" w:char="F02D"/>
      </w:r>
      <w:r>
        <w:t>12 m/s + (</w:t>
      </w:r>
      <w:r>
        <w:sym w:font="Symbol" w:char="F02D"/>
      </w:r>
      <w:r>
        <w:t>3.0  m/s</w:t>
      </w:r>
      <w:r w:rsidRPr="00326D8B">
        <w:rPr>
          <w:position w:val="10"/>
          <w:sz w:val="18"/>
          <w:szCs w:val="18"/>
        </w:rPr>
        <w:t>2</w:t>
      </w:r>
      <w:r>
        <w:t xml:space="preserve">)(2.0 s) = </w:t>
      </w:r>
      <w:r>
        <w:sym w:font="Symbol" w:char="F02D"/>
      </w:r>
      <w:r>
        <w:t xml:space="preserve">18 m/s.  The final speed </w:t>
      </w:r>
      <w:proofErr w:type="gramStart"/>
      <w:r>
        <w:t xml:space="preserve">is </w:t>
      </w:r>
      <w:proofErr w:type="gramEnd"/>
      <w:r w:rsidRPr="0085363C">
        <w:rPr>
          <w:position w:val="-10"/>
        </w:rPr>
        <w:object w:dxaOrig="800" w:dyaOrig="380">
          <v:shape id="_x0000_i1109" type="#_x0000_t75" style="width:39.5pt;height:18pt" o:ole="">
            <v:imagedata r:id="rId172" o:title=""/>
          </v:shape>
          <o:OLEObject Type="Embed" ProgID="Equation.DSMT4" ShapeID="_x0000_i1109" DrawAspect="Content" ObjectID="_1377284234" r:id="rId173"/>
        </w:object>
      </w:r>
      <w:r>
        <w:t>.</w:t>
      </w:r>
    </w:p>
    <w:p w:rsidR="00F219DD" w:rsidRDefault="00F219DD" w:rsidP="00F219DD">
      <w:r>
        <w:t>______________________________________________________________________________</w:t>
      </w:r>
    </w:p>
    <w:p w:rsidR="00F219DD" w:rsidRDefault="00F219DD" w:rsidP="00F219DD"/>
    <w:p w:rsidR="000F7C19" w:rsidRPr="00297638" w:rsidRDefault="000F7C19" w:rsidP="000F7C19">
      <w:pPr>
        <w:pStyle w:val="SM6e"/>
      </w:pPr>
      <w:r>
        <w:t>20</w:t>
      </w:r>
      <w:r w:rsidRPr="00297638">
        <w:t>.</w:t>
      </w:r>
      <w:r>
        <w:tab/>
      </w:r>
      <w:r w:rsidRPr="00297638">
        <w:rPr>
          <w:b/>
          <w:i/>
        </w:rPr>
        <w:t>REASONING</w:t>
      </w:r>
      <w:r w:rsidRPr="00297638">
        <w:t xml:space="preserve">  The fact that the emu is slowing down tells us that the acceleration and the velocity have opposite directions.  Furthermore, since the acceleration remains the same in both parts of the motion, we can determine its value from the first part of the motion and then use it in the second part to determine the bird’s final velocity at the end of the total </w:t>
      </w:r>
      <w:r>
        <w:br/>
        <w:t>6</w:t>
      </w:r>
      <w:r w:rsidRPr="00297638">
        <w:t xml:space="preserve">.0-s time interval. </w:t>
      </w:r>
    </w:p>
    <w:p w:rsidR="000F7C19" w:rsidRPr="00297638" w:rsidRDefault="000F7C19" w:rsidP="000F7C19">
      <w:pPr>
        <w:pStyle w:val="SM6e"/>
      </w:pPr>
    </w:p>
    <w:p w:rsidR="000F7C19" w:rsidRPr="00297638" w:rsidRDefault="000F7C19" w:rsidP="000F7C19">
      <w:pPr>
        <w:pStyle w:val="SM6e"/>
      </w:pPr>
      <w:r>
        <w:rPr>
          <w:b/>
          <w:i/>
        </w:rPr>
        <w:tab/>
      </w:r>
      <w:r w:rsidRPr="00297638">
        <w:rPr>
          <w:b/>
          <w:i/>
        </w:rPr>
        <w:t>SOLUTION</w:t>
      </w:r>
    </w:p>
    <w:p w:rsidR="000F7C19" w:rsidRPr="00297638" w:rsidRDefault="000F7C19" w:rsidP="000F7C19">
      <w:pPr>
        <w:pStyle w:val="SM6e"/>
      </w:pPr>
      <w:r w:rsidRPr="00297638">
        <w:lastRenderedPageBreak/>
        <w:tab/>
        <w:t xml:space="preserve">a.  The initial velocity of the emu is directed due </w:t>
      </w:r>
      <w:r>
        <w:t>north</w:t>
      </w:r>
      <w:r w:rsidRPr="00297638">
        <w:t xml:space="preserve">.  Since the bird is slowing down, its acceleration must point in the opposite direction, </w:t>
      </w:r>
      <w:proofErr w:type="gramStart"/>
      <w:r w:rsidRPr="00297638">
        <w:t xml:space="preserve">or </w:t>
      </w:r>
      <w:r w:rsidRPr="00B1386D">
        <w:rPr>
          <w:bdr w:val="single" w:sz="4" w:space="0" w:color="auto"/>
        </w:rPr>
        <w:t> due</w:t>
      </w:r>
      <w:proofErr w:type="gramEnd"/>
      <w:r w:rsidRPr="00B1386D">
        <w:rPr>
          <w:bdr w:val="single" w:sz="4" w:space="0" w:color="auto"/>
        </w:rPr>
        <w:t xml:space="preserve"> </w:t>
      </w:r>
      <w:r>
        <w:rPr>
          <w:bdr w:val="single" w:sz="4" w:space="0" w:color="auto"/>
        </w:rPr>
        <w:t>south</w:t>
      </w:r>
      <w:r w:rsidRPr="00B1386D">
        <w:rPr>
          <w:bdr w:val="single" w:sz="4" w:space="0" w:color="auto"/>
        </w:rPr>
        <w:t> </w:t>
      </w:r>
      <w:r w:rsidRPr="00297638">
        <w:t xml:space="preserve">. </w:t>
      </w:r>
    </w:p>
    <w:p w:rsidR="000F7C19" w:rsidRPr="00297638" w:rsidRDefault="000F7C19" w:rsidP="000F7C19">
      <w:pPr>
        <w:pStyle w:val="SM6e"/>
      </w:pPr>
    </w:p>
    <w:p w:rsidR="000F7C19" w:rsidRDefault="000F7C19" w:rsidP="000F7C19">
      <w:pPr>
        <w:pStyle w:val="SM6e"/>
      </w:pPr>
      <w:r w:rsidRPr="00297638">
        <w:tab/>
        <w:t xml:space="preserve">b.  We assume that due </w:t>
      </w:r>
      <w:r>
        <w:t>north</w:t>
      </w:r>
      <w:r w:rsidRPr="00297638">
        <w:t xml:space="preserve"> is the positive direction.  With the data given for the first part of the motion, Equation 2.4 shows that the average acceleration is</w:t>
      </w:r>
    </w:p>
    <w:p w:rsidR="000F7C19" w:rsidRPr="00297638" w:rsidRDefault="000F7C19" w:rsidP="000F7C19">
      <w:pPr>
        <w:pStyle w:val="SM6e"/>
      </w:pPr>
    </w:p>
    <w:p w:rsidR="000F7C19" w:rsidRDefault="000F7C19" w:rsidP="000F7C19">
      <w:pPr>
        <w:pStyle w:val="SM6e"/>
        <w:jc w:val="center"/>
      </w:pPr>
      <w:r w:rsidRPr="002A28BF">
        <w:rPr>
          <w:position w:val="-32"/>
        </w:rPr>
        <w:object w:dxaOrig="4860" w:dyaOrig="740">
          <v:shape id="_x0000_i1110" type="#_x0000_t75" style="width:243pt;height:36.5pt" o:ole="">
            <v:imagedata r:id="rId174" o:title=""/>
          </v:shape>
          <o:OLEObject Type="Embed" ProgID="Equation.DSMT4" ShapeID="_x0000_i1110" DrawAspect="Content" ObjectID="_1377284235" r:id="rId175"/>
        </w:object>
      </w:r>
    </w:p>
    <w:p w:rsidR="000F7C19" w:rsidRPr="00297638" w:rsidRDefault="000F7C19" w:rsidP="000F7C19">
      <w:pPr>
        <w:pStyle w:val="SM6e"/>
      </w:pPr>
    </w:p>
    <w:p w:rsidR="000F7C19" w:rsidRDefault="000F7C19" w:rsidP="000F7C19">
      <w:pPr>
        <w:pStyle w:val="SM6e"/>
      </w:pPr>
      <w:r w:rsidRPr="00297638">
        <w:tab/>
      </w:r>
      <w:r>
        <w:t xml:space="preserve">The negative value for the acceleration indicates that it indeed points due south, which is the negative direction.  </w:t>
      </w:r>
      <w:r w:rsidRPr="00297638">
        <w:t>Solving Equation 2.4 for the final velocity gives</w:t>
      </w:r>
    </w:p>
    <w:p w:rsidR="000F7C19" w:rsidRPr="00297638" w:rsidRDefault="000F7C19" w:rsidP="000F7C19">
      <w:pPr>
        <w:pStyle w:val="SM6e"/>
      </w:pPr>
    </w:p>
    <w:p w:rsidR="000F7C19" w:rsidRDefault="000F7C19" w:rsidP="000F7C19">
      <w:pPr>
        <w:pStyle w:val="SM6e"/>
        <w:jc w:val="center"/>
      </w:pPr>
      <w:r w:rsidRPr="00485BD5">
        <w:rPr>
          <w:position w:val="-18"/>
        </w:rPr>
        <w:object w:dxaOrig="6680" w:dyaOrig="480">
          <v:shape id="_x0000_i1111" type="#_x0000_t75" style="width:334.5pt;height:24pt" o:ole="">
            <v:imagedata r:id="rId176" o:title=""/>
          </v:shape>
          <o:OLEObject Type="Embed" ProgID="Equation.DSMT4" ShapeID="_x0000_i1111" DrawAspect="Content" ObjectID="_1377284236" r:id="rId177"/>
        </w:object>
      </w:r>
    </w:p>
    <w:p w:rsidR="000F7C19" w:rsidRPr="00297638" w:rsidRDefault="000F7C19" w:rsidP="000F7C19">
      <w:pPr>
        <w:pStyle w:val="SM6e"/>
      </w:pPr>
    </w:p>
    <w:p w:rsidR="000F7C19" w:rsidRDefault="000F7C19" w:rsidP="000F7C19">
      <w:pPr>
        <w:pStyle w:val="SM6e"/>
      </w:pPr>
      <w:r w:rsidRPr="00297638">
        <w:tab/>
      </w:r>
      <w:r>
        <w:t>Since this answer is positive</w:t>
      </w:r>
      <w:r w:rsidRPr="00297638">
        <w:t>, the bird’</w:t>
      </w:r>
      <w:r>
        <w:t>s velocity after an additional 2.0 </w:t>
      </w:r>
      <w:r w:rsidRPr="00297638">
        <w:t>s is</w:t>
      </w:r>
      <w:r>
        <w:t xml:space="preserve"> in the positive direction and is</w:t>
      </w:r>
      <w:r w:rsidRPr="00297638">
        <w:t xml:space="preserve"> </w:t>
      </w:r>
      <w:r>
        <w:rPr>
          <w:bdr w:val="single" w:sz="4" w:space="0" w:color="auto"/>
        </w:rPr>
        <w:t> 9.4</w:t>
      </w:r>
      <w:r w:rsidRPr="00297638">
        <w:rPr>
          <w:bdr w:val="single" w:sz="4" w:space="0" w:color="auto"/>
        </w:rPr>
        <w:t xml:space="preserve"> m/s</w:t>
      </w:r>
      <w:r>
        <w:rPr>
          <w:bdr w:val="single" w:sz="4" w:space="0" w:color="auto"/>
        </w:rPr>
        <w:t>, due north</w:t>
      </w:r>
      <w:r w:rsidRPr="00297638">
        <w:rPr>
          <w:bdr w:val="single" w:sz="4" w:space="0" w:color="auto"/>
        </w:rPr>
        <w:t> </w:t>
      </w:r>
      <w:r w:rsidRPr="00297638">
        <w:t xml:space="preserve">. </w:t>
      </w:r>
    </w:p>
    <w:p w:rsidR="000F7C19" w:rsidRDefault="000F7C19" w:rsidP="000F7C19">
      <w:pPr>
        <w:pStyle w:val="SM6e"/>
      </w:pPr>
    </w:p>
    <w:p w:rsidR="000F7C19" w:rsidRPr="00297638" w:rsidRDefault="000F7C19" w:rsidP="000F7C19">
      <w:pPr>
        <w:pStyle w:val="SM6e"/>
        <w:pBdr>
          <w:top w:val="single" w:sz="4" w:space="1" w:color="auto"/>
        </w:pBdr>
      </w:pPr>
    </w:p>
    <w:p w:rsidR="00BC3D1B" w:rsidRDefault="00800C29" w:rsidP="00BC3D1B">
      <w:r>
        <w:t>21</w:t>
      </w:r>
      <w:r w:rsidR="00BC3D1B">
        <w:t>.</w:t>
      </w:r>
      <w:r w:rsidR="00BC3D1B">
        <w:tab/>
      </w:r>
      <w:r w:rsidR="00BC3D1B">
        <w:rPr>
          <w:b/>
          <w:i/>
        </w:rPr>
        <w:t>REASONING AND SOLUTION</w:t>
      </w:r>
      <w:r w:rsidR="00BC3D1B">
        <w:t xml:space="preserve">   </w:t>
      </w:r>
      <w:proofErr w:type="gramStart"/>
      <w:r w:rsidR="00BC3D1B">
        <w:t>The</w:t>
      </w:r>
      <w:proofErr w:type="gramEnd"/>
      <w:r w:rsidR="00BC3D1B">
        <w:t xml:space="preserve"> magnitude of the car's acceleration can be found from Equation 2.4 (</w:t>
      </w:r>
      <w:r w:rsidR="00BC3D1B">
        <w:rPr>
          <w:i/>
        </w:rPr>
        <w:t>v</w:t>
      </w:r>
      <w:r w:rsidR="00BC3D1B">
        <w:t xml:space="preserve"> = </w:t>
      </w:r>
      <w:r w:rsidR="00BC3D1B">
        <w:rPr>
          <w:i/>
        </w:rPr>
        <w:t>v</w:t>
      </w:r>
      <w:r w:rsidR="00BC3D1B" w:rsidRPr="004B7D66">
        <w:rPr>
          <w:position w:val="-8"/>
          <w:sz w:val="18"/>
          <w:szCs w:val="18"/>
        </w:rPr>
        <w:t>0</w:t>
      </w:r>
      <w:r w:rsidR="00BC3D1B">
        <w:t xml:space="preserve"> + </w:t>
      </w:r>
      <w:r w:rsidR="00BC3D1B">
        <w:rPr>
          <w:i/>
        </w:rPr>
        <w:t>at</w:t>
      </w:r>
      <w:r w:rsidR="00BC3D1B">
        <w:t>) as</w:t>
      </w:r>
    </w:p>
    <w:p w:rsidR="00BC3D1B" w:rsidRDefault="00BC3D1B" w:rsidP="00BC3D1B"/>
    <w:p w:rsidR="00BC3D1B" w:rsidRDefault="00BC3D1B" w:rsidP="00BC3D1B">
      <w:pPr>
        <w:pStyle w:val="eq"/>
      </w:pPr>
      <w:r w:rsidRPr="0085363C">
        <w:rPr>
          <w:position w:val="-24"/>
        </w:rPr>
        <w:object w:dxaOrig="4300" w:dyaOrig="639">
          <v:shape id="_x0000_i1112" type="#_x0000_t75" style="width:215pt;height:32pt" o:ole="">
            <v:imagedata r:id="rId178" o:title=""/>
          </v:shape>
          <o:OLEObject Type="Embed" ProgID="Equation.DSMT4" ShapeID="_x0000_i1112" DrawAspect="Content" ObjectID="_1377284237" r:id="rId179"/>
        </w:object>
      </w:r>
    </w:p>
    <w:p w:rsidR="00BC3D1B" w:rsidRDefault="00BC3D1B" w:rsidP="00BC3D1B">
      <w:r>
        <w:t>______________________________________________________________________________</w:t>
      </w:r>
    </w:p>
    <w:p w:rsidR="00BC3D1B" w:rsidRDefault="00BC3D1B" w:rsidP="00D82A8E"/>
    <w:p w:rsidR="00BC3D1B" w:rsidRPr="00297638" w:rsidRDefault="00C36FA7" w:rsidP="00BC3D1B">
      <w:pPr>
        <w:pStyle w:val="SM6e"/>
      </w:pPr>
      <w:r>
        <w:t>22</w:t>
      </w:r>
      <w:r w:rsidR="00BC3D1B" w:rsidRPr="00297638">
        <w:t>.</w:t>
      </w:r>
      <w:r w:rsidR="00BC3D1B">
        <w:tab/>
      </w:r>
      <w:r w:rsidR="00BC3D1B" w:rsidRPr="00297638">
        <w:rPr>
          <w:b/>
          <w:i/>
        </w:rPr>
        <w:t>REASONING</w:t>
      </w:r>
      <w:r w:rsidR="00BC3D1B" w:rsidRPr="00297638">
        <w:t xml:space="preserve">   According to Equation 2.4, the average acceleration of the car for the first </w:t>
      </w:r>
      <w:r w:rsidR="00BC3D1B">
        <w:t>twelve</w:t>
      </w:r>
      <w:r w:rsidR="00BC3D1B" w:rsidRPr="00297638">
        <w:t xml:space="preserve"> seconds after the engine cuts out is </w:t>
      </w:r>
    </w:p>
    <w:p w:rsidR="00BC3D1B" w:rsidRPr="00297638" w:rsidRDefault="00BC3D1B" w:rsidP="00BC3D1B">
      <w:pPr>
        <w:pStyle w:val="SM6e"/>
      </w:pPr>
    </w:p>
    <w:tbl>
      <w:tblPr>
        <w:tblW w:w="8820" w:type="dxa"/>
        <w:tblInd w:w="108" w:type="dxa"/>
        <w:tblLayout w:type="fixed"/>
        <w:tblLook w:val="0000"/>
      </w:tblPr>
      <w:tblGrid>
        <w:gridCol w:w="8280"/>
        <w:gridCol w:w="540"/>
      </w:tblGrid>
      <w:tr w:rsidR="00BC3D1B" w:rsidRPr="00297638">
        <w:tc>
          <w:tcPr>
            <w:tcW w:w="8280" w:type="dxa"/>
            <w:vAlign w:val="center"/>
          </w:tcPr>
          <w:p w:rsidR="00BC3D1B" w:rsidRPr="00297638" w:rsidRDefault="00BC3D1B" w:rsidP="00532684">
            <w:pPr>
              <w:pStyle w:val="SM6e"/>
              <w:jc w:val="center"/>
            </w:pPr>
            <w:r w:rsidRPr="0085363C">
              <w:rPr>
                <w:position w:val="-32"/>
              </w:rPr>
              <w:object w:dxaOrig="1320" w:dyaOrig="720">
                <v:shape id="_x0000_i1113" type="#_x0000_t75" style="width:66pt;height:36pt" o:ole="">
                  <v:imagedata r:id="rId180" o:title=""/>
                </v:shape>
                <o:OLEObject Type="Embed" ProgID="Equation.DSMT4" ShapeID="_x0000_i1113" DrawAspect="Content" ObjectID="_1377284238" r:id="rId181"/>
              </w:object>
            </w:r>
          </w:p>
        </w:tc>
        <w:tc>
          <w:tcPr>
            <w:tcW w:w="540" w:type="dxa"/>
            <w:vAlign w:val="center"/>
          </w:tcPr>
          <w:p w:rsidR="00BC3D1B" w:rsidRPr="00297638" w:rsidRDefault="00BC3D1B" w:rsidP="00532684">
            <w:pPr>
              <w:pStyle w:val="SM6e"/>
            </w:pPr>
            <w:r>
              <w:t>(1</w:t>
            </w:r>
            <w:r w:rsidRPr="00297638">
              <w:t>)</w:t>
            </w:r>
          </w:p>
        </w:tc>
      </w:tr>
    </w:tbl>
    <w:p w:rsidR="00BC3D1B" w:rsidRPr="00297638" w:rsidRDefault="00BC3D1B" w:rsidP="00BC3D1B">
      <w:pPr>
        <w:pStyle w:val="SM6e"/>
      </w:pPr>
    </w:p>
    <w:p w:rsidR="00BC3D1B" w:rsidRDefault="00BC3D1B" w:rsidP="00BC3D1B">
      <w:pPr>
        <w:pStyle w:val="SM6e"/>
      </w:pPr>
      <w:r w:rsidRPr="00297638">
        <w:tab/>
      </w:r>
      <w:proofErr w:type="gramStart"/>
      <w:r w:rsidRPr="00297638">
        <w:t>and</w:t>
      </w:r>
      <w:proofErr w:type="gramEnd"/>
      <w:r w:rsidRPr="00297638">
        <w:t xml:space="preserve"> the average acceleration of the car during the next </w:t>
      </w:r>
      <w:r>
        <w:t>six</w:t>
      </w:r>
      <w:r w:rsidRPr="00297638">
        <w:t xml:space="preserve"> seconds is</w:t>
      </w:r>
    </w:p>
    <w:p w:rsidR="00BC3D1B" w:rsidRPr="00297638" w:rsidRDefault="00BC3D1B" w:rsidP="00BC3D1B">
      <w:pPr>
        <w:pStyle w:val="SM6e"/>
      </w:pPr>
    </w:p>
    <w:tbl>
      <w:tblPr>
        <w:tblW w:w="8820" w:type="dxa"/>
        <w:tblInd w:w="108" w:type="dxa"/>
        <w:tblLayout w:type="fixed"/>
        <w:tblLook w:val="0000"/>
      </w:tblPr>
      <w:tblGrid>
        <w:gridCol w:w="8280"/>
        <w:gridCol w:w="540"/>
      </w:tblGrid>
      <w:tr w:rsidR="00BC3D1B" w:rsidRPr="00297638">
        <w:tc>
          <w:tcPr>
            <w:tcW w:w="8280" w:type="dxa"/>
            <w:vAlign w:val="center"/>
          </w:tcPr>
          <w:p w:rsidR="00BC3D1B" w:rsidRPr="00297638" w:rsidRDefault="00BC3D1B" w:rsidP="00532684">
            <w:pPr>
              <w:pStyle w:val="SM6e"/>
              <w:jc w:val="center"/>
            </w:pPr>
            <w:r w:rsidRPr="0085363C">
              <w:rPr>
                <w:position w:val="-32"/>
              </w:rPr>
              <w:object w:dxaOrig="2480" w:dyaOrig="720">
                <v:shape id="_x0000_i1114" type="#_x0000_t75" style="width:123.5pt;height:36pt" o:ole="">
                  <v:imagedata r:id="rId182" o:title=""/>
                </v:shape>
                <o:OLEObject Type="Embed" ProgID="Equation.DSMT4" ShapeID="_x0000_i1114" DrawAspect="Content" ObjectID="_1377284239" r:id="rId183"/>
              </w:object>
            </w:r>
          </w:p>
        </w:tc>
        <w:tc>
          <w:tcPr>
            <w:tcW w:w="540" w:type="dxa"/>
            <w:vAlign w:val="center"/>
          </w:tcPr>
          <w:p w:rsidR="00BC3D1B" w:rsidRPr="00297638" w:rsidRDefault="00BC3D1B" w:rsidP="00532684">
            <w:pPr>
              <w:pStyle w:val="SM6e"/>
            </w:pPr>
            <w:r>
              <w:t>(</w:t>
            </w:r>
            <w:r w:rsidRPr="00297638">
              <w:t>2)</w:t>
            </w:r>
          </w:p>
        </w:tc>
      </w:tr>
    </w:tbl>
    <w:p w:rsidR="00BC3D1B" w:rsidRPr="00297638" w:rsidRDefault="00BC3D1B" w:rsidP="00BC3D1B">
      <w:pPr>
        <w:pStyle w:val="SM6e"/>
      </w:pPr>
    </w:p>
    <w:p w:rsidR="00BC3D1B" w:rsidRPr="00297638" w:rsidRDefault="00BC3D1B" w:rsidP="00BC3D1B">
      <w:pPr>
        <w:pStyle w:val="SM6e"/>
      </w:pPr>
      <w:r>
        <w:tab/>
      </w:r>
      <w:r w:rsidRPr="00297638">
        <w:t>The velocity</w:t>
      </w:r>
      <w:r>
        <w:t xml:space="preserve"> </w:t>
      </w:r>
      <w:r>
        <w:rPr>
          <w:i/>
        </w:rPr>
        <w:t>v</w:t>
      </w:r>
      <w:r w:rsidRPr="004B7D66">
        <w:rPr>
          <w:position w:val="-8"/>
          <w:sz w:val="18"/>
          <w:szCs w:val="18"/>
        </w:rPr>
        <w:t>1f</w:t>
      </w:r>
      <w:r>
        <w:t xml:space="preserve"> </w:t>
      </w:r>
      <w:r w:rsidRPr="00297638">
        <w:t xml:space="preserve">of the car at the end of the initial </w:t>
      </w:r>
      <w:r>
        <w:t>twelve-second interval</w:t>
      </w:r>
      <w:r w:rsidRPr="00297638">
        <w:t xml:space="preserve"> can be found by solving Equations (1) and (2) simultaneously.</w:t>
      </w:r>
      <w:r w:rsidRPr="005A273B">
        <w:t xml:space="preserve"> </w:t>
      </w:r>
    </w:p>
    <w:p w:rsidR="00BC3D1B" w:rsidRPr="00297638" w:rsidRDefault="00BC3D1B" w:rsidP="00BC3D1B">
      <w:pPr>
        <w:pStyle w:val="SM6e"/>
      </w:pPr>
    </w:p>
    <w:p w:rsidR="00BC3D1B" w:rsidRPr="00297638" w:rsidRDefault="00BC3D1B" w:rsidP="007377B9">
      <w:pPr>
        <w:pStyle w:val="SM6e"/>
        <w:keepNext/>
        <w:keepLines/>
      </w:pPr>
      <w:r w:rsidRPr="00297638">
        <w:lastRenderedPageBreak/>
        <w:tab/>
      </w:r>
      <w:r w:rsidRPr="00297638">
        <w:rPr>
          <w:b/>
          <w:i/>
        </w:rPr>
        <w:t>SOLUTION</w:t>
      </w:r>
      <w:r w:rsidRPr="00297638">
        <w:t xml:space="preserve">   Dividing Equation (1) by Equation (2), we have</w:t>
      </w:r>
    </w:p>
    <w:p w:rsidR="00BC3D1B" w:rsidRPr="00297638" w:rsidRDefault="00BC3D1B" w:rsidP="007377B9">
      <w:pPr>
        <w:pStyle w:val="SM6e"/>
        <w:keepNext/>
        <w:keepLines/>
      </w:pPr>
    </w:p>
    <w:p w:rsidR="00BC3D1B" w:rsidRDefault="00BC3D1B" w:rsidP="00BC3D1B">
      <w:pPr>
        <w:pStyle w:val="SM6e"/>
        <w:jc w:val="center"/>
      </w:pPr>
      <w:r w:rsidRPr="0085363C">
        <w:rPr>
          <w:position w:val="-32"/>
        </w:rPr>
        <w:object w:dxaOrig="3600" w:dyaOrig="720">
          <v:shape id="_x0000_i1115" type="#_x0000_t75" style="width:180pt;height:36pt" o:ole="">
            <v:imagedata r:id="rId184" o:title=""/>
          </v:shape>
          <o:OLEObject Type="Embed" ProgID="Equation.DSMT4" ShapeID="_x0000_i1115" DrawAspect="Content" ObjectID="_1377284240" r:id="rId185"/>
        </w:object>
      </w:r>
    </w:p>
    <w:p w:rsidR="00BC3D1B" w:rsidRPr="00297638" w:rsidRDefault="00BC3D1B" w:rsidP="00BC3D1B">
      <w:pPr>
        <w:pStyle w:val="SM6e"/>
      </w:pPr>
    </w:p>
    <w:p w:rsidR="00BC3D1B" w:rsidRPr="00E701DA" w:rsidRDefault="00BC3D1B" w:rsidP="00BC3D1B">
      <w:pPr>
        <w:pStyle w:val="SM6e"/>
      </w:pPr>
      <w:r w:rsidRPr="00E701DA">
        <w:tab/>
        <w:t>Solving for</w:t>
      </w:r>
      <w:r w:rsidRPr="00344254">
        <w:rPr>
          <w:i/>
        </w:rPr>
        <w:t xml:space="preserve"> </w:t>
      </w:r>
      <w:r>
        <w:rPr>
          <w:i/>
        </w:rPr>
        <w:t>v</w:t>
      </w:r>
      <w:r w:rsidRPr="004B7D66">
        <w:rPr>
          <w:position w:val="-8"/>
          <w:sz w:val="18"/>
          <w:szCs w:val="18"/>
        </w:rPr>
        <w:t>1f</w:t>
      </w:r>
      <w:r>
        <w:t xml:space="preserve"> </w:t>
      </w:r>
      <w:r w:rsidRPr="00E701DA">
        <w:t>, we obtain</w:t>
      </w:r>
    </w:p>
    <w:p w:rsidR="00BC3D1B" w:rsidRPr="00297638" w:rsidRDefault="00BC3D1B" w:rsidP="00BC3D1B">
      <w:pPr>
        <w:pStyle w:val="SM6e"/>
      </w:pPr>
    </w:p>
    <w:p w:rsidR="00BC3D1B" w:rsidRPr="00297638" w:rsidRDefault="00BC3D1B" w:rsidP="00BC3D1B">
      <w:pPr>
        <w:pStyle w:val="SM6e"/>
        <w:jc w:val="center"/>
      </w:pPr>
      <w:r w:rsidRPr="0085363C">
        <w:rPr>
          <w:position w:val="-32"/>
        </w:rPr>
        <w:object w:dxaOrig="4860" w:dyaOrig="720">
          <v:shape id="_x0000_i1116" type="#_x0000_t75" style="width:243pt;height:36pt" o:ole="">
            <v:imagedata r:id="rId186" o:title=""/>
          </v:shape>
          <o:OLEObject Type="Embed" ProgID="Equation.DSMT4" ShapeID="_x0000_i1116" DrawAspect="Content" ObjectID="_1377284241" r:id="rId187"/>
        </w:object>
      </w:r>
    </w:p>
    <w:p w:rsidR="00BC3D1B" w:rsidRPr="00297638" w:rsidRDefault="00BC3D1B" w:rsidP="00BC3D1B">
      <w:pPr>
        <w:pStyle w:val="SM6e"/>
      </w:pPr>
    </w:p>
    <w:p w:rsidR="00BC3D1B" w:rsidRDefault="00BC3D1B" w:rsidP="00BC3D1B">
      <w:pPr>
        <w:pStyle w:val="SM6e"/>
        <w:jc w:val="center"/>
      </w:pPr>
      <w:r w:rsidRPr="0085363C">
        <w:rPr>
          <w:position w:val="-28"/>
        </w:rPr>
        <w:object w:dxaOrig="6360" w:dyaOrig="660">
          <v:shape id="_x0000_i1117" type="#_x0000_t75" style="width:318pt;height:33pt" o:ole="">
            <v:imagedata r:id="rId188" o:title=""/>
          </v:shape>
          <o:OLEObject Type="Embed" ProgID="Equation.DSMT4" ShapeID="_x0000_i1117" DrawAspect="Content" ObjectID="_1377284242" r:id="rId189"/>
        </w:object>
      </w:r>
    </w:p>
    <w:p w:rsidR="00BC3D1B" w:rsidRDefault="00BC3D1B" w:rsidP="00BC3D1B">
      <w:pPr>
        <w:pBdr>
          <w:bottom w:val="single" w:sz="4" w:space="1" w:color="auto"/>
        </w:pBdr>
      </w:pPr>
    </w:p>
    <w:p w:rsidR="00BC3D1B" w:rsidRDefault="00BC3D1B" w:rsidP="00D82A8E">
      <w:pPr>
        <w:pStyle w:val="SM6e"/>
      </w:pPr>
    </w:p>
    <w:p w:rsidR="00AA5166" w:rsidRDefault="00AA5166" w:rsidP="00AA5166">
      <w:r>
        <w:t>23.</w:t>
      </w:r>
      <w:r>
        <w:tab/>
      </w:r>
      <w:r>
        <w:rPr>
          <w:b/>
          <w:i/>
        </w:rPr>
        <w:t xml:space="preserve">REASONING </w:t>
      </w:r>
      <w:r w:rsidRPr="008726CA">
        <w:rPr>
          <w:b/>
          <w:i/>
          <w:szCs w:val="24"/>
        </w:rPr>
        <w:t>AND</w:t>
      </w:r>
      <w:r>
        <w:rPr>
          <w:b/>
          <w:i/>
        </w:rPr>
        <w:t xml:space="preserve"> SOLUTION   </w:t>
      </w:r>
      <w:proofErr w:type="gramStart"/>
      <w:r>
        <w:t>Both</w:t>
      </w:r>
      <w:proofErr w:type="gramEnd"/>
      <w:r>
        <w:t xml:space="preserve"> motorcycles have the same velocity </w:t>
      </w:r>
      <w:r w:rsidRPr="00321890">
        <w:rPr>
          <w:i/>
        </w:rPr>
        <w:t>v</w:t>
      </w:r>
      <w:r>
        <w:t xml:space="preserve"> at the end of the four second interval. Now</w:t>
      </w:r>
    </w:p>
    <w:p w:rsidR="00AA5166" w:rsidRDefault="00AA5166" w:rsidP="00AA5166"/>
    <w:p w:rsidR="00AA5166" w:rsidRDefault="00AA5166" w:rsidP="00AA5166">
      <w:pPr>
        <w:pStyle w:val="eq"/>
      </w:pPr>
      <w:r w:rsidRPr="00321890">
        <w:rPr>
          <w:i/>
        </w:rPr>
        <w:t>v</w:t>
      </w:r>
      <w:r>
        <w:t xml:space="preserve"> = </w:t>
      </w:r>
      <w:r w:rsidRPr="00321890">
        <w:rPr>
          <w:i/>
        </w:rPr>
        <w:t>v</w:t>
      </w:r>
      <w:r w:rsidRPr="004B7D66">
        <w:rPr>
          <w:position w:val="-8"/>
          <w:sz w:val="18"/>
          <w:szCs w:val="18"/>
        </w:rPr>
        <w:t>0A</w:t>
      </w:r>
      <w:r>
        <w:t xml:space="preserve"> + </w:t>
      </w:r>
      <w:r w:rsidRPr="00321890">
        <w:rPr>
          <w:i/>
        </w:rPr>
        <w:t>a</w:t>
      </w:r>
      <w:proofErr w:type="spellStart"/>
      <w:r w:rsidRPr="004B7D66">
        <w:rPr>
          <w:position w:val="-8"/>
          <w:sz w:val="18"/>
          <w:szCs w:val="18"/>
        </w:rPr>
        <w:t>A</w:t>
      </w:r>
      <w:proofErr w:type="spellEnd"/>
      <w:r w:rsidRPr="00321890">
        <w:rPr>
          <w:i/>
        </w:rPr>
        <w:t>t</w:t>
      </w:r>
      <w:r>
        <w:t xml:space="preserve"> </w:t>
      </w:r>
    </w:p>
    <w:p w:rsidR="00AA5166" w:rsidRDefault="00AA5166" w:rsidP="00AA5166">
      <w:r>
        <w:tab/>
      </w:r>
      <w:proofErr w:type="gramStart"/>
      <w:r>
        <w:t>for</w:t>
      </w:r>
      <w:proofErr w:type="gramEnd"/>
      <w:r>
        <w:t xml:space="preserve"> motorcycle A and</w:t>
      </w:r>
    </w:p>
    <w:p w:rsidR="00AA5166" w:rsidRDefault="00AA5166" w:rsidP="00AA5166">
      <w:pPr>
        <w:pStyle w:val="eq"/>
      </w:pPr>
      <w:r w:rsidRPr="00321890">
        <w:rPr>
          <w:i/>
        </w:rPr>
        <w:t>v</w:t>
      </w:r>
      <w:r>
        <w:t xml:space="preserve"> =</w:t>
      </w:r>
      <w:r w:rsidRPr="00321890">
        <w:rPr>
          <w:i/>
        </w:rPr>
        <w:t xml:space="preserve"> v</w:t>
      </w:r>
      <w:r w:rsidRPr="004B7D66">
        <w:rPr>
          <w:position w:val="-8"/>
          <w:sz w:val="18"/>
          <w:szCs w:val="18"/>
        </w:rPr>
        <w:t>0B</w:t>
      </w:r>
      <w:r>
        <w:t xml:space="preserve"> +</w:t>
      </w:r>
      <w:r w:rsidRPr="00321890">
        <w:rPr>
          <w:i/>
        </w:rPr>
        <w:t xml:space="preserve"> a</w:t>
      </w:r>
      <w:r w:rsidRPr="004B7D66">
        <w:rPr>
          <w:position w:val="-8"/>
          <w:sz w:val="18"/>
          <w:szCs w:val="18"/>
        </w:rPr>
        <w:t>B</w:t>
      </w:r>
      <w:r w:rsidRPr="00321890">
        <w:rPr>
          <w:i/>
        </w:rPr>
        <w:t>t</w:t>
      </w:r>
    </w:p>
    <w:p w:rsidR="00AA5166" w:rsidRDefault="00AA5166" w:rsidP="00AA5166"/>
    <w:p w:rsidR="00AA5166" w:rsidRDefault="00AA5166" w:rsidP="00AA5166">
      <w:r>
        <w:tab/>
      </w:r>
      <w:proofErr w:type="gramStart"/>
      <w:r>
        <w:t>for</w:t>
      </w:r>
      <w:proofErr w:type="gramEnd"/>
      <w:r>
        <w:t xml:space="preserve"> motorcycle B.  Subtraction of these equations and rearrangement gives</w:t>
      </w:r>
    </w:p>
    <w:p w:rsidR="00AA5166" w:rsidRDefault="00AA5166" w:rsidP="00AA5166"/>
    <w:p w:rsidR="00AA5166" w:rsidRDefault="00AA5166" w:rsidP="00AA5166">
      <w:pPr>
        <w:pStyle w:val="eq"/>
      </w:pPr>
      <w:r>
        <w:t xml:space="preserve"> </w:t>
      </w:r>
      <w:r w:rsidRPr="00321890">
        <w:rPr>
          <w:i/>
        </w:rPr>
        <w:t>v</w:t>
      </w:r>
      <w:r w:rsidRPr="004B7D66">
        <w:rPr>
          <w:position w:val="-8"/>
          <w:sz w:val="18"/>
          <w:szCs w:val="18"/>
        </w:rPr>
        <w:t>0A</w:t>
      </w:r>
      <w:r>
        <w:t xml:space="preserve"> –</w:t>
      </w:r>
      <w:r w:rsidRPr="00321890">
        <w:rPr>
          <w:i/>
        </w:rPr>
        <w:t xml:space="preserve"> v</w:t>
      </w:r>
      <w:r w:rsidRPr="004B7D66">
        <w:rPr>
          <w:position w:val="-8"/>
          <w:sz w:val="18"/>
          <w:szCs w:val="18"/>
        </w:rPr>
        <w:t>0B</w:t>
      </w:r>
      <w:r>
        <w:t xml:space="preserve"> = (4.0 m/s</w:t>
      </w:r>
      <w:r w:rsidRPr="00326D8B">
        <w:rPr>
          <w:position w:val="10"/>
          <w:sz w:val="18"/>
          <w:szCs w:val="18"/>
        </w:rPr>
        <w:t>2</w:t>
      </w:r>
      <w:r>
        <w:t xml:space="preserve"> – 2.0 m/s</w:t>
      </w:r>
      <w:r w:rsidRPr="00326D8B">
        <w:rPr>
          <w:position w:val="10"/>
          <w:sz w:val="18"/>
          <w:szCs w:val="18"/>
        </w:rPr>
        <w:t>2</w:t>
      </w:r>
      <w:proofErr w:type="gramStart"/>
      <w:r>
        <w:t>)(</w:t>
      </w:r>
      <w:proofErr w:type="gramEnd"/>
      <w:r>
        <w:t xml:space="preserve">4 s) =  </w:t>
      </w:r>
      <w:r w:rsidRPr="0085363C">
        <w:rPr>
          <w:position w:val="-16"/>
        </w:rPr>
        <w:object w:dxaOrig="1160" w:dyaOrig="460">
          <v:shape id="_x0000_i1118" type="#_x0000_t75" style="width:59pt;height:23.5pt" o:ole="">
            <v:imagedata r:id="rId190" o:title=""/>
          </v:shape>
          <o:OLEObject Type="Embed" ProgID="Equation.DSMT4" ShapeID="_x0000_i1118" DrawAspect="Content" ObjectID="_1377284243" r:id="rId191"/>
        </w:object>
      </w:r>
    </w:p>
    <w:p w:rsidR="00AA5166" w:rsidRDefault="00AA5166" w:rsidP="00AA5166"/>
    <w:p w:rsidR="00AA5166" w:rsidRDefault="00AA5166" w:rsidP="00AA5166">
      <w:r>
        <w:tab/>
        <w:t>The positive result indicates that motorcycle A was initially traveling faster.</w:t>
      </w:r>
    </w:p>
    <w:p w:rsidR="00AA5166" w:rsidRDefault="00AA5166" w:rsidP="00AA5166">
      <w:r>
        <w:t>______________________________________________________________________________</w:t>
      </w:r>
    </w:p>
    <w:p w:rsidR="00AA5166" w:rsidRDefault="00AA5166" w:rsidP="00AA5166"/>
    <w:p w:rsidR="00796C9C" w:rsidRDefault="00C36FA7" w:rsidP="00796C9C">
      <w:r>
        <w:t>24</w:t>
      </w:r>
      <w:r w:rsidR="00796C9C">
        <w:t>.</w:t>
      </w:r>
      <w:r w:rsidR="00796C9C">
        <w:tab/>
      </w:r>
      <w:r w:rsidR="00796C9C">
        <w:rPr>
          <w:b/>
          <w:i/>
        </w:rPr>
        <w:t xml:space="preserve">REASONING </w:t>
      </w:r>
      <w:r w:rsidR="008726CA" w:rsidRPr="008726CA">
        <w:rPr>
          <w:b/>
          <w:i/>
          <w:szCs w:val="24"/>
        </w:rPr>
        <w:t>AND</w:t>
      </w:r>
      <w:r w:rsidR="00796C9C">
        <w:rPr>
          <w:b/>
          <w:i/>
        </w:rPr>
        <w:t xml:space="preserve"> SOLUTION   </w:t>
      </w:r>
      <w:r w:rsidR="00796C9C">
        <w:t xml:space="preserve">The average acceleration of the basketball player </w:t>
      </w:r>
      <w:proofErr w:type="gramStart"/>
      <w:r w:rsidR="00796C9C">
        <w:t xml:space="preserve">is </w:t>
      </w:r>
      <w:proofErr w:type="gramEnd"/>
      <w:r w:rsidR="00796C9C" w:rsidRPr="00B86855">
        <w:rPr>
          <w:position w:val="-6"/>
        </w:rPr>
        <w:object w:dxaOrig="780" w:dyaOrig="279">
          <v:shape id="_x0000_i1119" type="#_x0000_t75" style="width:39pt;height:14pt" o:ole="">
            <v:imagedata r:id="rId192" o:title=""/>
          </v:shape>
          <o:OLEObject Type="Embed" ProgID="Equation.DSMT4" ShapeID="_x0000_i1119" DrawAspect="Content" ObjectID="_1377284244" r:id="rId193"/>
        </w:object>
      </w:r>
      <w:r w:rsidR="00796C9C">
        <w:t>, so</w:t>
      </w:r>
    </w:p>
    <w:p w:rsidR="00796C9C" w:rsidRDefault="00796C9C" w:rsidP="00796C9C">
      <w:pPr>
        <w:pStyle w:val="eq"/>
      </w:pPr>
      <w:r w:rsidRPr="0085363C">
        <w:rPr>
          <w:position w:val="-28"/>
        </w:rPr>
        <w:object w:dxaOrig="4120" w:dyaOrig="680">
          <v:shape id="_x0000_i1120" type="#_x0000_t75" style="width:206.5pt;height:33.5pt" o:ole="">
            <v:imagedata r:id="rId194" o:title=""/>
          </v:shape>
          <o:OLEObject Type="Embed" ProgID="Equation.DSMT4" ShapeID="_x0000_i1120" DrawAspect="Content" ObjectID="_1377284245" r:id="rId195"/>
        </w:object>
      </w:r>
    </w:p>
    <w:p w:rsidR="00796C9C" w:rsidRDefault="00796C9C" w:rsidP="00796C9C">
      <w:r>
        <w:t>______________________________________________________________________________</w:t>
      </w:r>
    </w:p>
    <w:p w:rsidR="00BC3D1B" w:rsidRDefault="00BC3D1B" w:rsidP="00D82A8E">
      <w:pPr>
        <w:pStyle w:val="SM6e"/>
      </w:pPr>
    </w:p>
    <w:p w:rsidR="004C486B" w:rsidRDefault="004C486B" w:rsidP="004C486B">
      <w:pPr>
        <w:tabs>
          <w:tab w:val="left" w:pos="-1440"/>
          <w:tab w:val="left" w:pos="-720"/>
          <w:tab w:val="left" w:pos="440"/>
        </w:tabs>
        <w:spacing w:line="240" w:lineRule="atLeast"/>
        <w:ind w:left="440" w:hanging="440"/>
      </w:pPr>
      <w:r>
        <w:t>25.</w:t>
      </w:r>
      <w:r>
        <w:tab/>
      </w:r>
      <w:r w:rsidRPr="00C7699A">
        <w:rPr>
          <w:position w:val="-10"/>
        </w:rPr>
        <w:object w:dxaOrig="680" w:dyaOrig="380">
          <v:shape id="_x0000_i1121" type="#_x0000_t75" style="width:33.5pt;height:18pt" o:ole="">
            <v:imagedata r:id="rId196" o:title=""/>
          </v:shape>
          <o:OLEObject Type="Embed" ProgID="Equation.DSMT4" ShapeID="_x0000_i1121" DrawAspect="Content" ObjectID="_1377284246" r:id="rId197"/>
        </w:object>
      </w:r>
      <w:r>
        <w:rPr>
          <w:b/>
          <w:i/>
        </w:rPr>
        <w:t xml:space="preserve"> REASONING AND SOLUTION</w:t>
      </w:r>
      <w:r>
        <w:t xml:space="preserve">  </w:t>
      </w:r>
    </w:p>
    <w:p w:rsidR="004C486B" w:rsidRDefault="004C486B" w:rsidP="004C486B">
      <w:pPr>
        <w:tabs>
          <w:tab w:val="left" w:pos="-1440"/>
          <w:tab w:val="left" w:pos="-720"/>
          <w:tab w:val="left" w:pos="440"/>
        </w:tabs>
        <w:spacing w:line="240" w:lineRule="atLeast"/>
        <w:ind w:left="440" w:hanging="440"/>
      </w:pPr>
    </w:p>
    <w:p w:rsidR="004C486B" w:rsidRDefault="004C486B" w:rsidP="004C486B">
      <w:pPr>
        <w:tabs>
          <w:tab w:val="left" w:pos="-1440"/>
          <w:tab w:val="left" w:pos="-720"/>
          <w:tab w:val="left" w:pos="440"/>
        </w:tabs>
        <w:spacing w:line="240" w:lineRule="atLeast"/>
        <w:ind w:left="440" w:hanging="440"/>
      </w:pPr>
      <w:r>
        <w:tab/>
        <w:t>a.  The magnitude of the acceleration can be found from Equation 2.4 (</w:t>
      </w:r>
      <w:r>
        <w:rPr>
          <w:i/>
        </w:rPr>
        <w:t>v</w:t>
      </w:r>
      <w:r>
        <w:t xml:space="preserve"> = </w:t>
      </w:r>
      <w:r>
        <w:rPr>
          <w:i/>
        </w:rPr>
        <w:t>v</w:t>
      </w:r>
      <w:r w:rsidRPr="004B7D66">
        <w:rPr>
          <w:position w:val="-8"/>
          <w:sz w:val="18"/>
          <w:szCs w:val="18"/>
        </w:rPr>
        <w:t>0</w:t>
      </w:r>
      <w:r>
        <w:t xml:space="preserve"> +</w:t>
      </w:r>
      <w:r>
        <w:rPr>
          <w:i/>
        </w:rPr>
        <w:t xml:space="preserve"> at</w:t>
      </w:r>
      <w:r>
        <w:t>) as</w:t>
      </w:r>
    </w:p>
    <w:p w:rsidR="004C486B" w:rsidRDefault="004C486B" w:rsidP="004C486B">
      <w:pPr>
        <w:tabs>
          <w:tab w:val="left" w:pos="-1440"/>
          <w:tab w:val="left" w:pos="-720"/>
          <w:tab w:val="left" w:pos="440"/>
        </w:tabs>
        <w:spacing w:line="240" w:lineRule="atLeast"/>
        <w:ind w:left="440" w:hanging="440"/>
      </w:pPr>
    </w:p>
    <w:p w:rsidR="004C486B" w:rsidRDefault="004C486B" w:rsidP="004C486B">
      <w:pPr>
        <w:tabs>
          <w:tab w:val="left" w:pos="-1440"/>
          <w:tab w:val="left" w:pos="-720"/>
          <w:tab w:val="left" w:pos="440"/>
        </w:tabs>
        <w:spacing w:line="240" w:lineRule="atLeast"/>
        <w:ind w:left="440" w:hanging="440"/>
        <w:jc w:val="center"/>
      </w:pPr>
      <w:r w:rsidRPr="0085363C">
        <w:rPr>
          <w:position w:val="-24"/>
        </w:rPr>
        <w:object w:dxaOrig="4060" w:dyaOrig="639">
          <v:shape id="_x0000_i1122" type="#_x0000_t75" style="width:203pt;height:32pt" o:ole="">
            <v:imagedata r:id="rId198" o:title=""/>
          </v:shape>
          <o:OLEObject Type="Embed" ProgID="Equation.DSMT4" ShapeID="_x0000_i1122" DrawAspect="Content" ObjectID="_1377284247" r:id="rId199"/>
        </w:object>
      </w:r>
    </w:p>
    <w:p w:rsidR="004C486B" w:rsidRDefault="004C486B" w:rsidP="004C486B">
      <w:pPr>
        <w:tabs>
          <w:tab w:val="left" w:pos="-1440"/>
          <w:tab w:val="left" w:pos="-720"/>
          <w:tab w:val="left" w:pos="440"/>
        </w:tabs>
        <w:spacing w:line="240" w:lineRule="atLeast"/>
        <w:ind w:left="440" w:hanging="440"/>
        <w:jc w:val="center"/>
      </w:pPr>
    </w:p>
    <w:p w:rsidR="004C486B" w:rsidRDefault="004C486B" w:rsidP="004C486B">
      <w:pPr>
        <w:tabs>
          <w:tab w:val="left" w:pos="-1440"/>
          <w:tab w:val="left" w:pos="-720"/>
          <w:tab w:val="left" w:pos="440"/>
        </w:tabs>
        <w:spacing w:line="240" w:lineRule="atLeast"/>
        <w:ind w:left="440" w:hanging="440"/>
      </w:pPr>
      <w:r>
        <w:tab/>
        <w:t xml:space="preserve">b.  Similarly the magnitude of the acceleration of the car is </w:t>
      </w:r>
    </w:p>
    <w:p w:rsidR="004C486B" w:rsidRDefault="004C486B" w:rsidP="004C486B">
      <w:pPr>
        <w:tabs>
          <w:tab w:val="left" w:pos="-1440"/>
          <w:tab w:val="left" w:pos="-720"/>
          <w:tab w:val="left" w:pos="440"/>
        </w:tabs>
        <w:spacing w:line="240" w:lineRule="atLeast"/>
        <w:ind w:left="440" w:hanging="440"/>
      </w:pPr>
    </w:p>
    <w:p w:rsidR="004C486B" w:rsidRDefault="004C486B" w:rsidP="004C486B">
      <w:pPr>
        <w:pStyle w:val="eq"/>
      </w:pPr>
      <w:r w:rsidRPr="0085363C">
        <w:rPr>
          <w:position w:val="-24"/>
        </w:rPr>
        <w:object w:dxaOrig="4480" w:dyaOrig="639">
          <v:shape id="_x0000_i1123" type="#_x0000_t75" style="width:224.5pt;height:32pt" o:ole="">
            <v:imagedata r:id="rId200" o:title=""/>
          </v:shape>
          <o:OLEObject Type="Embed" ProgID="Equation.DSMT4" ShapeID="_x0000_i1123" DrawAspect="Content" ObjectID="_1377284248" r:id="rId201"/>
        </w:object>
      </w:r>
    </w:p>
    <w:p w:rsidR="004C486B" w:rsidRDefault="004C486B" w:rsidP="004C486B">
      <w:pPr>
        <w:tabs>
          <w:tab w:val="left" w:pos="-1440"/>
          <w:tab w:val="left" w:pos="-720"/>
          <w:tab w:val="left" w:pos="440"/>
        </w:tabs>
        <w:spacing w:line="240" w:lineRule="atLeast"/>
        <w:ind w:left="440" w:hanging="440"/>
      </w:pPr>
    </w:p>
    <w:p w:rsidR="004C486B" w:rsidRDefault="004C486B" w:rsidP="004C486B">
      <w:r>
        <w:tab/>
        <w:t>c.  Assuming that the acceleration is constant, the displacement covered by the car can be found from Equation 2.9 (</w:t>
      </w:r>
      <w:r>
        <w:rPr>
          <w:i/>
        </w:rPr>
        <w:t>v</w:t>
      </w:r>
      <w:r w:rsidRPr="00326D8B">
        <w:rPr>
          <w:position w:val="10"/>
          <w:sz w:val="18"/>
          <w:szCs w:val="18"/>
        </w:rPr>
        <w:t>2</w:t>
      </w:r>
      <w:r>
        <w:t xml:space="preserve"> = </w:t>
      </w:r>
      <w:r>
        <w:rPr>
          <w:i/>
        </w:rPr>
        <w:t>v</w:t>
      </w:r>
      <w:r w:rsidRPr="004B7D66">
        <w:rPr>
          <w:position w:val="-8"/>
          <w:sz w:val="18"/>
          <w:szCs w:val="18"/>
        </w:rPr>
        <w:t>0</w:t>
      </w:r>
      <w:r w:rsidRPr="00326D8B">
        <w:rPr>
          <w:position w:val="10"/>
          <w:sz w:val="18"/>
          <w:szCs w:val="18"/>
        </w:rPr>
        <w:t>2</w:t>
      </w:r>
      <w:r>
        <w:t xml:space="preserve"> + 2</w:t>
      </w:r>
      <w:r>
        <w:rPr>
          <w:i/>
        </w:rPr>
        <w:t>ax</w:t>
      </w:r>
      <w:r>
        <w:t>):</w:t>
      </w:r>
    </w:p>
    <w:p w:rsidR="004C486B" w:rsidRDefault="004C486B" w:rsidP="004C486B">
      <w:pPr>
        <w:tabs>
          <w:tab w:val="left" w:pos="-1440"/>
          <w:tab w:val="left" w:pos="-720"/>
          <w:tab w:val="left" w:pos="440"/>
        </w:tabs>
        <w:spacing w:line="240" w:lineRule="atLeast"/>
        <w:ind w:left="440" w:hanging="440"/>
      </w:pPr>
    </w:p>
    <w:p w:rsidR="004C486B" w:rsidRDefault="004C486B" w:rsidP="004C486B">
      <w:pPr>
        <w:pStyle w:val="eq"/>
      </w:pPr>
      <w:r w:rsidRPr="0085363C">
        <w:rPr>
          <w:position w:val="-30"/>
        </w:rPr>
        <w:object w:dxaOrig="4660" w:dyaOrig="760">
          <v:shape id="_x0000_i1124" type="#_x0000_t75" style="width:233.5pt;height:38.5pt" o:ole="">
            <v:imagedata r:id="rId202" o:title=""/>
          </v:shape>
          <o:OLEObject Type="Embed" ProgID="Equation.DSMT4" ShapeID="_x0000_i1124" DrawAspect="Content" ObjectID="_1377284249" r:id="rId203"/>
        </w:object>
      </w:r>
    </w:p>
    <w:p w:rsidR="004C486B" w:rsidRDefault="004C486B" w:rsidP="004C486B">
      <w:pPr>
        <w:tabs>
          <w:tab w:val="left" w:pos="-1440"/>
          <w:tab w:val="left" w:pos="-720"/>
          <w:tab w:val="left" w:pos="440"/>
        </w:tabs>
        <w:spacing w:line="240" w:lineRule="atLeast"/>
        <w:ind w:left="440" w:hanging="440"/>
        <w:jc w:val="center"/>
      </w:pPr>
    </w:p>
    <w:p w:rsidR="004C486B" w:rsidRDefault="004C486B" w:rsidP="004C486B">
      <w:pPr>
        <w:tabs>
          <w:tab w:val="left" w:pos="-1440"/>
          <w:tab w:val="left" w:pos="-720"/>
          <w:tab w:val="left" w:pos="440"/>
        </w:tabs>
        <w:spacing w:line="240" w:lineRule="atLeast"/>
        <w:ind w:left="440" w:hanging="440"/>
      </w:pPr>
      <w:r>
        <w:tab/>
        <w:t xml:space="preserve">Similarly, the displacement traveled by the jogger is </w:t>
      </w:r>
    </w:p>
    <w:p w:rsidR="004C486B" w:rsidRDefault="004C486B" w:rsidP="004C486B">
      <w:pPr>
        <w:tabs>
          <w:tab w:val="left" w:pos="-1440"/>
          <w:tab w:val="left" w:pos="-720"/>
          <w:tab w:val="left" w:pos="440"/>
        </w:tabs>
        <w:spacing w:line="240" w:lineRule="atLeast"/>
        <w:ind w:left="440" w:hanging="440"/>
      </w:pPr>
    </w:p>
    <w:p w:rsidR="004C486B" w:rsidRDefault="004C486B" w:rsidP="004C486B">
      <w:pPr>
        <w:pStyle w:val="eq"/>
      </w:pPr>
      <w:r w:rsidRPr="0085363C">
        <w:rPr>
          <w:position w:val="-30"/>
        </w:rPr>
        <w:object w:dxaOrig="4300" w:dyaOrig="760">
          <v:shape id="_x0000_i1125" type="#_x0000_t75" style="width:215pt;height:38.5pt" o:ole="">
            <v:imagedata r:id="rId204" o:title=""/>
          </v:shape>
          <o:OLEObject Type="Embed" ProgID="Equation.DSMT4" ShapeID="_x0000_i1125" DrawAspect="Content" ObjectID="_1377284250" r:id="rId205"/>
        </w:object>
      </w:r>
    </w:p>
    <w:p w:rsidR="004C486B" w:rsidRDefault="004C486B" w:rsidP="004C486B">
      <w:pPr>
        <w:tabs>
          <w:tab w:val="left" w:pos="-1440"/>
          <w:tab w:val="left" w:pos="-720"/>
          <w:tab w:val="left" w:pos="440"/>
        </w:tabs>
        <w:spacing w:line="240" w:lineRule="atLeast"/>
        <w:ind w:left="440" w:hanging="440"/>
        <w:jc w:val="center"/>
      </w:pPr>
    </w:p>
    <w:p w:rsidR="004C486B" w:rsidRDefault="004C486B" w:rsidP="004C486B">
      <w:r>
        <w:t xml:space="preserve">       Therefore, the car travels 79 m – 3.0 m = </w:t>
      </w:r>
      <w:r w:rsidRPr="0085363C">
        <w:rPr>
          <w:position w:val="-16"/>
        </w:rPr>
        <w:object w:dxaOrig="800" w:dyaOrig="460">
          <v:shape id="_x0000_i1126" type="#_x0000_t75" style="width:39.5pt;height:23.5pt" o:ole="">
            <v:imagedata r:id="rId206" o:title=""/>
          </v:shape>
          <o:OLEObject Type="Embed" ProgID="Equation.DSMT4" ShapeID="_x0000_i1126" DrawAspect="Content" ObjectID="_1377284251" r:id="rId207"/>
        </w:object>
      </w:r>
      <w:r>
        <w:t xml:space="preserve"> further than the jogger.</w:t>
      </w:r>
    </w:p>
    <w:p w:rsidR="004C486B" w:rsidRDefault="004C486B" w:rsidP="004C486B">
      <w:pPr>
        <w:spacing w:line="240" w:lineRule="atLeast"/>
      </w:pPr>
      <w:r>
        <w:t>______________________________________________________________________________</w:t>
      </w:r>
    </w:p>
    <w:p w:rsidR="004C486B" w:rsidRDefault="004C486B" w:rsidP="004C486B"/>
    <w:p w:rsidR="00796C9C" w:rsidRDefault="00C36FA7" w:rsidP="00796C9C">
      <w:r>
        <w:t>26</w:t>
      </w:r>
      <w:r w:rsidR="00796C9C">
        <w:t>.</w:t>
      </w:r>
      <w:r w:rsidR="00796C9C">
        <w:tab/>
      </w:r>
      <w:r w:rsidR="00796C9C">
        <w:rPr>
          <w:b/>
          <w:i/>
        </w:rPr>
        <w:t>REASONING</w:t>
      </w:r>
      <w:r w:rsidR="00796C9C">
        <w:rPr>
          <w:b/>
        </w:rPr>
        <w:t xml:space="preserve">  </w:t>
      </w:r>
      <w:r w:rsidR="00796C9C">
        <w:t xml:space="preserve"> The average acceleration is defined by Equation 2.4 as the change in velocity divided by the elapsed time. We can find the elapsed time from this relation because the acceleration and the change in velocity are given.</w:t>
      </w:r>
    </w:p>
    <w:p w:rsidR="00796C9C" w:rsidRDefault="00796C9C" w:rsidP="00796C9C"/>
    <w:p w:rsidR="00796C9C" w:rsidRDefault="00796C9C" w:rsidP="00796C9C">
      <w:r>
        <w:tab/>
      </w:r>
      <w:r>
        <w:rPr>
          <w:b/>
          <w:i/>
        </w:rPr>
        <w:t>SOLUTION</w:t>
      </w:r>
      <w:r>
        <w:t xml:space="preserve">   </w:t>
      </w:r>
    </w:p>
    <w:p w:rsidR="00796C9C" w:rsidRDefault="00796C9C" w:rsidP="00796C9C">
      <w:pPr>
        <w:ind w:hanging="8"/>
      </w:pPr>
      <w:r>
        <w:t xml:space="preserve">a. The time </w:t>
      </w:r>
      <w:r>
        <w:rPr>
          <w:rFonts w:ascii="Symbol" w:hAnsi="Symbol"/>
        </w:rPr>
        <w:t></w:t>
      </w:r>
      <w:r>
        <w:rPr>
          <w:i/>
        </w:rPr>
        <w:t>t</w:t>
      </w:r>
      <w:r>
        <w:t xml:space="preserve"> that it takes for the VW Beetle to change its velocity by an amount </w:t>
      </w:r>
      <w:r>
        <w:br/>
      </w:r>
      <w:r>
        <w:rPr>
          <w:rFonts w:ascii="Symbol" w:hAnsi="Symbol"/>
        </w:rPr>
        <w:t></w:t>
      </w:r>
      <w:r>
        <w:rPr>
          <w:i/>
        </w:rPr>
        <w:t>v</w:t>
      </w:r>
      <w:r>
        <w:t xml:space="preserve"> = </w:t>
      </w:r>
      <w:r>
        <w:rPr>
          <w:i/>
        </w:rPr>
        <w:t>v</w:t>
      </w:r>
      <w:r>
        <w:t xml:space="preserve"> – </w:t>
      </w:r>
      <w:r>
        <w:rPr>
          <w:i/>
        </w:rPr>
        <w:t>v</w:t>
      </w:r>
      <w:r w:rsidRPr="004B7D66">
        <w:rPr>
          <w:rFonts w:ascii="Times New Roman" w:hAnsi="Times New Roman"/>
          <w:position w:val="-8"/>
          <w:sz w:val="18"/>
          <w:szCs w:val="18"/>
        </w:rPr>
        <w:t>0</w:t>
      </w:r>
      <w:r>
        <w:t xml:space="preserve"> is (and noting that 0.4470 m/s = 1 mi/h)</w:t>
      </w:r>
    </w:p>
    <w:p w:rsidR="00796C9C" w:rsidRDefault="00796C9C" w:rsidP="00796C9C"/>
    <w:p w:rsidR="00796C9C" w:rsidRDefault="00796C9C" w:rsidP="00796C9C">
      <w:pPr>
        <w:pStyle w:val="eq"/>
      </w:pPr>
      <w:r w:rsidRPr="0085363C">
        <w:rPr>
          <w:position w:val="-32"/>
        </w:rPr>
        <w:object w:dxaOrig="5899" w:dyaOrig="1100">
          <v:shape id="_x0000_i1127" type="#_x0000_t75" style="width:294.5pt;height:54.5pt" o:ole="">
            <v:imagedata r:id="rId208" o:title=""/>
          </v:shape>
          <o:OLEObject Type="Embed" ProgID="Equation.DSMT4" ShapeID="_x0000_i1127" DrawAspect="Content" ObjectID="_1377284252" r:id="rId209"/>
        </w:object>
      </w:r>
    </w:p>
    <w:p w:rsidR="00796C9C" w:rsidRDefault="00796C9C" w:rsidP="00796C9C"/>
    <w:p w:rsidR="00796C9C" w:rsidRDefault="00796C9C" w:rsidP="00796C9C">
      <w:pPr>
        <w:ind w:hanging="8"/>
      </w:pPr>
      <w:proofErr w:type="gramStart"/>
      <w:r>
        <w:t>b.  From</w:t>
      </w:r>
      <w:proofErr w:type="gramEnd"/>
      <w:r>
        <w:t xml:space="preserve"> Equation 2.4, the acceleration (in m/s</w:t>
      </w:r>
      <w:r w:rsidRPr="00326D8B">
        <w:rPr>
          <w:rFonts w:ascii="Times New Roman" w:hAnsi="Times New Roman"/>
          <w:position w:val="10"/>
          <w:sz w:val="18"/>
          <w:szCs w:val="18"/>
        </w:rPr>
        <w:t>2</w:t>
      </w:r>
      <w:r>
        <w:t>) of the dragster is</w:t>
      </w:r>
    </w:p>
    <w:p w:rsidR="00796C9C" w:rsidRDefault="00796C9C" w:rsidP="00796C9C"/>
    <w:p w:rsidR="00796C9C" w:rsidRDefault="00796C9C" w:rsidP="00796C9C">
      <w:pPr>
        <w:pStyle w:val="eq"/>
      </w:pPr>
      <w:r w:rsidRPr="0085363C">
        <w:rPr>
          <w:position w:val="-32"/>
        </w:rPr>
        <w:object w:dxaOrig="6259" w:dyaOrig="1100">
          <v:shape id="_x0000_i1128" type="#_x0000_t75" style="width:312.5pt;height:54.5pt" o:ole="">
            <v:imagedata r:id="rId210" o:title=""/>
          </v:shape>
          <o:OLEObject Type="Embed" ProgID="Equation.DSMT4" ShapeID="_x0000_i1128" DrawAspect="Content" ObjectID="_1377284253" r:id="rId211"/>
        </w:object>
      </w:r>
    </w:p>
    <w:p w:rsidR="00796C9C" w:rsidRDefault="00796C9C" w:rsidP="00796C9C">
      <w:r>
        <w:t>______________________________________________________________________________</w:t>
      </w:r>
    </w:p>
    <w:p w:rsidR="00796C9C" w:rsidRDefault="00796C9C" w:rsidP="00796C9C"/>
    <w:p w:rsidR="00AA5166" w:rsidRDefault="00AA5166" w:rsidP="00AA5166">
      <w:r>
        <w:t>27.</w:t>
      </w:r>
      <w:r>
        <w:tab/>
      </w:r>
      <w:r>
        <w:rPr>
          <w:b/>
          <w:i/>
        </w:rPr>
        <w:t>REASONING</w:t>
      </w:r>
      <w:r>
        <w:t xml:space="preserve">  We know the initial and final velocities of the blood, as well as its displacement. Therefore, Equation 2.9 </w:t>
      </w:r>
      <w:r w:rsidRPr="0085363C">
        <w:rPr>
          <w:position w:val="-18"/>
        </w:rPr>
        <w:object w:dxaOrig="1560" w:dyaOrig="480">
          <v:shape id="_x0000_i1129" type="#_x0000_t75" style="width:78pt;height:24pt" o:ole="">
            <v:imagedata r:id="rId212" o:title=""/>
          </v:shape>
          <o:OLEObject Type="Embed" ProgID="Equation.DSMT4" ShapeID="_x0000_i1129" DrawAspect="Content" ObjectID="_1377284254" r:id="rId213"/>
        </w:object>
      </w:r>
      <w:r>
        <w:t xml:space="preserve"> can be used to find the acceleration </w:t>
      </w:r>
      <w:r>
        <w:lastRenderedPageBreak/>
        <w:t xml:space="preserve">of the blood. The time it takes for the blood to reach it final velocity can be found by using Equation </w:t>
      </w:r>
      <w:proofErr w:type="gramStart"/>
      <w:r>
        <w:t xml:space="preserve">2.7 </w:t>
      </w:r>
      <w:proofErr w:type="gramEnd"/>
      <w:r w:rsidRPr="0085363C">
        <w:rPr>
          <w:position w:val="-36"/>
        </w:rPr>
        <w:object w:dxaOrig="1560" w:dyaOrig="840">
          <v:shape id="_x0000_i1130" type="#_x0000_t75" style="width:78pt;height:42pt" o:ole="">
            <v:imagedata r:id="rId214" o:title=""/>
          </v:shape>
          <o:OLEObject Type="Embed" ProgID="Equation.DSMT4" ShapeID="_x0000_i1130" DrawAspect="Content" ObjectID="_1377284255" r:id="rId215"/>
        </w:object>
      </w:r>
      <w:r>
        <w:t>.</w:t>
      </w:r>
    </w:p>
    <w:p w:rsidR="00AA5166" w:rsidRDefault="00AA5166" w:rsidP="00AA5166"/>
    <w:p w:rsidR="00AA5166" w:rsidRDefault="00AA5166" w:rsidP="00AA5166">
      <w:r>
        <w:tab/>
      </w:r>
      <w:r>
        <w:rPr>
          <w:b/>
          <w:i/>
        </w:rPr>
        <w:t>SOLUTION</w:t>
      </w:r>
    </w:p>
    <w:p w:rsidR="00AA5166" w:rsidRDefault="00AA5166" w:rsidP="00AA5166">
      <w:pPr>
        <w:ind w:hanging="8"/>
      </w:pPr>
      <w:r>
        <w:t>a.  The acceleration of the blood is</w:t>
      </w:r>
    </w:p>
    <w:p w:rsidR="00AA5166" w:rsidRDefault="00AA5166" w:rsidP="00AA5166"/>
    <w:p w:rsidR="00AA5166" w:rsidRDefault="00AA5166" w:rsidP="00AA5166">
      <w:pPr>
        <w:pStyle w:val="eq"/>
      </w:pPr>
      <w:r w:rsidRPr="0085363C">
        <w:rPr>
          <w:position w:val="-32"/>
        </w:rPr>
        <w:object w:dxaOrig="5800" w:dyaOrig="820">
          <v:shape id="_x0000_i1131" type="#_x0000_t75" style="width:289pt;height:41.5pt" o:ole="">
            <v:imagedata r:id="rId216" o:title=""/>
          </v:shape>
          <o:OLEObject Type="Embed" ProgID="Equation.DSMT4" ShapeID="_x0000_i1131" DrawAspect="Content" ObjectID="_1377284256" r:id="rId217"/>
        </w:object>
      </w:r>
    </w:p>
    <w:p w:rsidR="00AA5166" w:rsidRDefault="00AA5166" w:rsidP="00AA5166"/>
    <w:p w:rsidR="00AA5166" w:rsidRDefault="00AA5166" w:rsidP="00AA5166">
      <w:r>
        <w:tab/>
        <w:t>b.  The time it takes for the blood, starting from 0 cm/s, to reach a final velocity of +26 cm/s is</w:t>
      </w:r>
    </w:p>
    <w:p w:rsidR="00AA5166" w:rsidRDefault="00AA5166" w:rsidP="00AA5166">
      <w:pPr>
        <w:pStyle w:val="eq"/>
      </w:pPr>
      <w:r w:rsidRPr="0085363C">
        <w:rPr>
          <w:position w:val="-34"/>
        </w:rPr>
        <w:object w:dxaOrig="4780" w:dyaOrig="720">
          <v:shape id="_x0000_i1132" type="#_x0000_t75" style="width:239.5pt;height:36pt" o:ole="">
            <v:imagedata r:id="rId218" o:title=""/>
          </v:shape>
          <o:OLEObject Type="Embed" ProgID="Equation.DSMT4" ShapeID="_x0000_i1132" DrawAspect="Content" ObjectID="_1377284257" r:id="rId219"/>
        </w:object>
      </w:r>
    </w:p>
    <w:p w:rsidR="00AA5166" w:rsidRDefault="00AA5166" w:rsidP="00AA5166">
      <w:r>
        <w:t>______________________________________________________________________________</w:t>
      </w:r>
    </w:p>
    <w:p w:rsidR="00AA5166" w:rsidRDefault="00AA5166" w:rsidP="00AA5166"/>
    <w:p w:rsidR="00796C9C" w:rsidRDefault="00C36FA7" w:rsidP="00796C9C">
      <w:r>
        <w:t>28</w:t>
      </w:r>
      <w:r w:rsidR="00796C9C">
        <w:t>.</w:t>
      </w:r>
      <w:r w:rsidR="00796C9C">
        <w:tab/>
      </w:r>
      <w:r w:rsidR="00796C9C">
        <w:rPr>
          <w:b/>
          <w:i/>
        </w:rPr>
        <w:t>REASONING AND SOLUTION</w:t>
      </w:r>
      <w:r w:rsidR="00796C9C">
        <w:t xml:space="preserve">   </w:t>
      </w:r>
    </w:p>
    <w:p w:rsidR="00796C9C" w:rsidRDefault="00796C9C" w:rsidP="00796C9C">
      <w:r>
        <w:tab/>
        <w:t>a.  From Equation 2.4, the definition of average acceleration, the magnitude of the average acceleration of the skier is</w:t>
      </w:r>
    </w:p>
    <w:p w:rsidR="00796C9C" w:rsidRDefault="00796C9C" w:rsidP="00796C9C"/>
    <w:p w:rsidR="00796C9C" w:rsidRDefault="00796C9C" w:rsidP="00796C9C">
      <w:pPr>
        <w:pStyle w:val="eq"/>
      </w:pPr>
      <w:r w:rsidRPr="0085363C">
        <w:rPr>
          <w:position w:val="-32"/>
        </w:rPr>
        <w:object w:dxaOrig="4060" w:dyaOrig="720">
          <v:shape id="_x0000_i1133" type="#_x0000_t75" style="width:203pt;height:36pt" o:ole="">
            <v:imagedata r:id="rId220" o:title=""/>
          </v:shape>
          <o:OLEObject Type="Embed" ProgID="Equation.DSMT4" ShapeID="_x0000_i1133" DrawAspect="Content" ObjectID="_1377284258" r:id="rId221"/>
        </w:object>
      </w:r>
    </w:p>
    <w:p w:rsidR="00796C9C" w:rsidRDefault="00796C9C" w:rsidP="00796C9C"/>
    <w:p w:rsidR="00796C9C" w:rsidRDefault="00796C9C" w:rsidP="00796C9C">
      <w:r>
        <w:tab/>
        <w:t xml:space="preserve">b.  With </w:t>
      </w:r>
      <w:r>
        <w:rPr>
          <w:i/>
        </w:rPr>
        <w:t>x</w:t>
      </w:r>
      <w:r>
        <w:t xml:space="preserve"> representing the displacement traveled along the slope, Equation 2.7 gives:</w:t>
      </w:r>
    </w:p>
    <w:p w:rsidR="00796C9C" w:rsidRDefault="00796C9C" w:rsidP="00796C9C"/>
    <w:p w:rsidR="00796C9C" w:rsidRDefault="00796C9C" w:rsidP="00796C9C">
      <w:pPr>
        <w:pStyle w:val="eq"/>
      </w:pPr>
      <w:r w:rsidRPr="0085363C">
        <w:rPr>
          <w:position w:val="-16"/>
        </w:rPr>
        <w:object w:dxaOrig="5460" w:dyaOrig="499">
          <v:shape id="_x0000_i1134" type="#_x0000_t75" style="width:273pt;height:24.5pt" o:ole="">
            <v:imagedata r:id="rId222" o:title=""/>
          </v:shape>
          <o:OLEObject Type="Embed" ProgID="Equation.DSMT4" ShapeID="_x0000_i1134" DrawAspect="Content" ObjectID="_1377284259" r:id="rId223"/>
        </w:object>
      </w:r>
    </w:p>
    <w:p w:rsidR="00796C9C" w:rsidRDefault="00796C9C" w:rsidP="00796C9C">
      <w:r>
        <w:t>______________________________________________________________________________</w:t>
      </w:r>
    </w:p>
    <w:p w:rsidR="00796C9C" w:rsidRDefault="00796C9C" w:rsidP="00796C9C"/>
    <w:p w:rsidR="004C486B" w:rsidRDefault="004C486B" w:rsidP="004C486B">
      <w:r>
        <w:t>29.</w:t>
      </w:r>
      <w:r>
        <w:tab/>
      </w:r>
      <w:r w:rsidRPr="00C7699A">
        <w:rPr>
          <w:position w:val="-10"/>
        </w:rPr>
        <w:object w:dxaOrig="680" w:dyaOrig="380">
          <v:shape id="_x0000_i1135" type="#_x0000_t75" style="width:33.5pt;height:18pt" o:ole="">
            <v:imagedata r:id="rId224" o:title=""/>
          </v:shape>
          <o:OLEObject Type="Embed" ProgID="Equation.DSMT4" ShapeID="_x0000_i1135" DrawAspect="Content" ObjectID="_1377284260" r:id="rId225"/>
        </w:object>
      </w:r>
      <w:r>
        <w:t xml:space="preserve"> </w:t>
      </w:r>
      <w:r>
        <w:rPr>
          <w:b/>
          <w:i/>
        </w:rPr>
        <w:t>REASONING AND SOLUTION</w:t>
      </w:r>
      <w:r>
        <w:t xml:space="preserve">   </w:t>
      </w:r>
      <w:proofErr w:type="gramStart"/>
      <w:r>
        <w:t>The</w:t>
      </w:r>
      <w:proofErr w:type="gramEnd"/>
      <w:r>
        <w:t xml:space="preserve"> average acceleration of the plane can be found by solving Equation 2.9 </w:t>
      </w:r>
      <w:r w:rsidRPr="0085363C">
        <w:rPr>
          <w:position w:val="-18"/>
        </w:rPr>
        <w:object w:dxaOrig="1520" w:dyaOrig="480">
          <v:shape id="_x0000_i1136" type="#_x0000_t75" style="width:75.5pt;height:24pt" o:ole="">
            <v:imagedata r:id="rId226" o:title=""/>
          </v:shape>
          <o:OLEObject Type="Embed" ProgID="Equation.DSMT4" ShapeID="_x0000_i1136" DrawAspect="Content" ObjectID="_1377284261" r:id="rId227"/>
        </w:object>
      </w:r>
      <w:r>
        <w:t xml:space="preserve"> for </w:t>
      </w:r>
      <w:r>
        <w:rPr>
          <w:i/>
        </w:rPr>
        <w:t>a</w:t>
      </w:r>
      <w:r>
        <w:t>.  Taking the direction of motion as positive, we have</w:t>
      </w:r>
    </w:p>
    <w:p w:rsidR="004C486B" w:rsidRDefault="004C486B" w:rsidP="004C486B">
      <w:pPr>
        <w:pStyle w:val="eq"/>
      </w:pPr>
      <w:r w:rsidRPr="0085363C">
        <w:rPr>
          <w:position w:val="-28"/>
        </w:rPr>
        <w:object w:dxaOrig="5319" w:dyaOrig="740">
          <v:shape id="_x0000_i1137" type="#_x0000_t75" style="width:267pt;height:36.5pt" o:ole="">
            <v:imagedata r:id="rId228" o:title=""/>
          </v:shape>
          <o:OLEObject Type="Embed" ProgID="Equation.DSMT4" ShapeID="_x0000_i1137" DrawAspect="Content" ObjectID="_1377284262" r:id="rId229"/>
        </w:object>
      </w:r>
    </w:p>
    <w:p w:rsidR="004C486B" w:rsidRDefault="004C486B" w:rsidP="004C486B"/>
    <w:p w:rsidR="004C486B" w:rsidRDefault="004C486B" w:rsidP="004C486B">
      <w:r>
        <w:tab/>
        <w:t>The minus sign indicates that the direction of the acceleration is opposite to the direction of motion, and the plane is slowing down.</w:t>
      </w:r>
    </w:p>
    <w:p w:rsidR="004C486B" w:rsidRDefault="004C486B" w:rsidP="004C486B">
      <w:r>
        <w:t>______________________________________________________________________________</w:t>
      </w:r>
    </w:p>
    <w:p w:rsidR="004C486B" w:rsidRDefault="004C486B" w:rsidP="004C486B">
      <w:pPr>
        <w:pStyle w:val="SM6e"/>
        <w:jc w:val="left"/>
      </w:pPr>
    </w:p>
    <w:p w:rsidR="00E80D9D" w:rsidRDefault="00E80D9D" w:rsidP="00E80D9D">
      <w:pPr>
        <w:pStyle w:val="SM6e"/>
      </w:pPr>
      <w:r>
        <w:t>30.</w:t>
      </w:r>
      <w:r>
        <w:tab/>
      </w:r>
      <w:r>
        <w:rPr>
          <w:b/>
          <w:i/>
        </w:rPr>
        <w:t>REASONING</w:t>
      </w:r>
      <w:r>
        <w:t xml:space="preserve">  At a constant velocity the time required for Secretariat to run the final mile is given by Equation 2.2 as the displacement (+1609 m) divided by the velocity.  The actual time required for Secretariat to run the final mile can be determined from Equation 2.8, </w:t>
      </w:r>
      <w:r>
        <w:lastRenderedPageBreak/>
        <w:t>since the initial velocity, the acceleration, and the displacement are given.  It is the difference between these two results for the time that we seek.</w:t>
      </w:r>
    </w:p>
    <w:p w:rsidR="00E80D9D" w:rsidRDefault="00E80D9D" w:rsidP="00E80D9D">
      <w:pPr>
        <w:pStyle w:val="SM6e"/>
      </w:pPr>
    </w:p>
    <w:p w:rsidR="00E80D9D" w:rsidRDefault="00E80D9D" w:rsidP="00E80D9D">
      <w:pPr>
        <w:pStyle w:val="SM6e"/>
      </w:pPr>
      <w:r>
        <w:tab/>
      </w:r>
      <w:r>
        <w:rPr>
          <w:b/>
          <w:i/>
        </w:rPr>
        <w:t>SOLUTION</w:t>
      </w:r>
      <w:r>
        <w:t xml:space="preserve">  According to Equation 2.2, with the assumption that the initial time is </w:t>
      </w:r>
      <w:r w:rsidRPr="00964B0D">
        <w:rPr>
          <w:i/>
        </w:rPr>
        <w:t>t</w:t>
      </w:r>
      <w:r w:rsidRPr="004B7D66">
        <w:rPr>
          <w:position w:val="-8"/>
          <w:sz w:val="18"/>
          <w:szCs w:val="18"/>
        </w:rPr>
        <w:t>0</w:t>
      </w:r>
      <w:r>
        <w:t xml:space="preserve"> = 0 s, the run time at a constant velocity is</w:t>
      </w:r>
    </w:p>
    <w:p w:rsidR="00E80D9D" w:rsidRDefault="00E80D9D" w:rsidP="00E80D9D">
      <w:pPr>
        <w:pStyle w:val="SM6e"/>
      </w:pPr>
    </w:p>
    <w:p w:rsidR="00E80D9D" w:rsidRDefault="00E80D9D" w:rsidP="00E80D9D">
      <w:pPr>
        <w:pStyle w:val="SM6e"/>
        <w:jc w:val="center"/>
      </w:pPr>
      <w:r w:rsidRPr="0085363C">
        <w:rPr>
          <w:position w:val="-24"/>
        </w:rPr>
        <w:object w:dxaOrig="4160" w:dyaOrig="620">
          <v:shape id="_x0000_i1138" type="#_x0000_t75" style="width:207.5pt;height:30.5pt" o:ole="">
            <v:imagedata r:id="rId230" o:title=""/>
          </v:shape>
          <o:OLEObject Type="Embed" ProgID="Equation.DSMT4" ShapeID="_x0000_i1138" DrawAspect="Content" ObjectID="_1377284263" r:id="rId231"/>
        </w:object>
      </w:r>
    </w:p>
    <w:p w:rsidR="00E80D9D" w:rsidRDefault="00E80D9D" w:rsidP="00E80D9D">
      <w:pPr>
        <w:pStyle w:val="SM6e"/>
      </w:pPr>
    </w:p>
    <w:p w:rsidR="00E80D9D" w:rsidRDefault="00E80D9D" w:rsidP="00E80D9D">
      <w:pPr>
        <w:pStyle w:val="SM6e"/>
      </w:pPr>
      <w:r>
        <w:tab/>
        <w:t xml:space="preserve">Solving Equation 2.8 </w:t>
      </w:r>
      <w:r w:rsidRPr="0085363C">
        <w:rPr>
          <w:position w:val="-18"/>
        </w:rPr>
        <w:object w:dxaOrig="1600" w:dyaOrig="480">
          <v:shape id="_x0000_i1139" type="#_x0000_t75" style="width:80.5pt;height:24pt" o:ole="">
            <v:imagedata r:id="rId232" o:title=""/>
          </v:shape>
          <o:OLEObject Type="Embed" ProgID="Equation.DSMT4" ShapeID="_x0000_i1139" DrawAspect="Content" ObjectID="_1377284264" r:id="rId233"/>
        </w:object>
      </w:r>
      <w:r>
        <w:t xml:space="preserve"> for the time shows that</w:t>
      </w:r>
    </w:p>
    <w:p w:rsidR="00E80D9D" w:rsidRDefault="00E80D9D" w:rsidP="00E80D9D">
      <w:pPr>
        <w:pStyle w:val="SM6e"/>
      </w:pPr>
    </w:p>
    <w:p w:rsidR="00E80D9D" w:rsidRDefault="00E80D9D" w:rsidP="00E80D9D">
      <w:pPr>
        <w:pStyle w:val="SM6e"/>
        <w:jc w:val="center"/>
      </w:pPr>
      <w:r w:rsidRPr="0085363C">
        <w:rPr>
          <w:position w:val="-104"/>
        </w:rPr>
        <w:object w:dxaOrig="7400" w:dyaOrig="2120">
          <v:shape id="_x0000_i1140" type="#_x0000_t75" style="width:369.5pt;height:105.5pt" o:ole="">
            <v:imagedata r:id="rId234" o:title=""/>
          </v:shape>
          <o:OLEObject Type="Embed" ProgID="Equation.DSMT4" ShapeID="_x0000_i1140" DrawAspect="Content" ObjectID="_1377284265" r:id="rId235"/>
        </w:object>
      </w:r>
    </w:p>
    <w:p w:rsidR="00E80D9D" w:rsidRDefault="00E80D9D" w:rsidP="00E80D9D">
      <w:pPr>
        <w:pStyle w:val="SM6e"/>
      </w:pPr>
    </w:p>
    <w:p w:rsidR="00E80D9D" w:rsidRDefault="00E80D9D" w:rsidP="00E80D9D">
      <w:pPr>
        <w:pStyle w:val="SM6e"/>
      </w:pPr>
      <w:r>
        <w:tab/>
        <w:t>We have ignored the negative root as being unphysical. The acceleration allowed Secretariat to run the last mile in a time that was faster by</w:t>
      </w:r>
    </w:p>
    <w:p w:rsidR="00E80D9D" w:rsidRDefault="00E80D9D" w:rsidP="00E80D9D">
      <w:pPr>
        <w:pStyle w:val="SM6e"/>
      </w:pPr>
    </w:p>
    <w:p w:rsidR="00E80D9D" w:rsidRDefault="00E80D9D" w:rsidP="00E80D9D">
      <w:pPr>
        <w:pStyle w:val="SM6e"/>
        <w:jc w:val="center"/>
      </w:pPr>
      <w:r w:rsidRPr="0085363C">
        <w:rPr>
          <w:position w:val="-10"/>
        </w:rPr>
        <w:object w:dxaOrig="2360" w:dyaOrig="380">
          <v:shape id="_x0000_i1141" type="#_x0000_t75" style="width:117.5pt;height:18pt" o:ole="">
            <v:imagedata r:id="rId236" o:title=""/>
          </v:shape>
          <o:OLEObject Type="Embed" ProgID="Equation.DSMT4" ShapeID="_x0000_i1141" DrawAspect="Content" ObjectID="_1377284266" r:id="rId237"/>
        </w:object>
      </w:r>
    </w:p>
    <w:p w:rsidR="00E80D9D" w:rsidRDefault="00E80D9D" w:rsidP="00E80D9D">
      <w:pPr>
        <w:pStyle w:val="SM6e"/>
        <w:jc w:val="center"/>
      </w:pPr>
    </w:p>
    <w:p w:rsidR="00E80D9D" w:rsidRDefault="00E80D9D" w:rsidP="00E80D9D">
      <w:pPr>
        <w:pStyle w:val="SM6e"/>
        <w:pBdr>
          <w:top w:val="single" w:sz="4" w:space="1" w:color="auto"/>
        </w:pBdr>
        <w:jc w:val="center"/>
      </w:pPr>
    </w:p>
    <w:p w:rsidR="00381BF7" w:rsidRDefault="00381BF7" w:rsidP="00381BF7">
      <w:pPr>
        <w:pStyle w:val="SM6e"/>
      </w:pPr>
      <w:r>
        <w:t>31.</w:t>
      </w:r>
      <w:r>
        <w:tab/>
      </w:r>
      <w:r w:rsidRPr="008A5E95">
        <w:rPr>
          <w:position w:val="-10"/>
        </w:rPr>
        <w:object w:dxaOrig="680" w:dyaOrig="380">
          <v:shape id="_x0000_i1142" type="#_x0000_t75" style="width:33.5pt;height:18pt" o:ole="">
            <v:imagedata r:id="rId30" o:title=""/>
          </v:shape>
          <o:OLEObject Type="Embed" ProgID="Equation.DSMT4" ShapeID="_x0000_i1142" DrawAspect="Content" ObjectID="_1377284267" r:id="rId238"/>
        </w:object>
      </w:r>
      <w:r>
        <w:t> </w:t>
      </w:r>
      <w:proofErr w:type="gramStart"/>
      <w:r>
        <w:rPr>
          <w:b/>
          <w:i/>
        </w:rPr>
        <w:t>REASONING</w:t>
      </w:r>
      <w:r>
        <w:t xml:space="preserve">  The</w:t>
      </w:r>
      <w:proofErr w:type="gramEnd"/>
      <w:r>
        <w:t xml:space="preserve"> cart has an initial velocity of </w:t>
      </w:r>
      <w:r w:rsidRPr="00574139">
        <w:rPr>
          <w:i/>
        </w:rPr>
        <w:t>v</w:t>
      </w:r>
      <w:r w:rsidRPr="004B7D66">
        <w:rPr>
          <w:position w:val="-8"/>
          <w:sz w:val="18"/>
          <w:szCs w:val="18"/>
        </w:rPr>
        <w:t>0</w:t>
      </w:r>
      <w:r>
        <w:t xml:space="preserve"> = +5.0 m/s, so initially it is moving to the right, which is the positive direction. It eventually reaches a point where the displacement is </w:t>
      </w:r>
      <w:r w:rsidRPr="00574139">
        <w:rPr>
          <w:i/>
        </w:rPr>
        <w:t>x</w:t>
      </w:r>
      <w:r>
        <w:t xml:space="preserve"> = +12.5 m, and it begins to move to the left. This must mean that the cart comes to a momentary halt at this point (final velocity is </w:t>
      </w:r>
      <w:r w:rsidRPr="00574139">
        <w:rPr>
          <w:i/>
        </w:rPr>
        <w:t>v</w:t>
      </w:r>
      <w:r>
        <w:t xml:space="preserve"> = 0 m/s), before beginning to move to the left. In other words, the cart is decelerating, and its acceleration must point opposite to the velocity, or to the left. Thus, the acceleration is negative. Since the initial velocity, the final velocity, and the displacement are known, Equation 2.9 </w:t>
      </w:r>
      <w:r w:rsidRPr="0085363C">
        <w:rPr>
          <w:position w:val="-18"/>
        </w:rPr>
        <w:object w:dxaOrig="1520" w:dyaOrig="480">
          <v:shape id="_x0000_i1143" type="#_x0000_t75" style="width:75.5pt;height:24pt" o:ole="">
            <v:imagedata r:id="rId239" o:title=""/>
          </v:shape>
          <o:OLEObject Type="Embed" ProgID="Equation.DSMT4" ShapeID="_x0000_i1143" DrawAspect="Content" ObjectID="_1377284268" r:id="rId240"/>
        </w:object>
      </w:r>
      <w:r>
        <w:t xml:space="preserve"> can be used to determine the acceleration.</w:t>
      </w:r>
    </w:p>
    <w:p w:rsidR="00381BF7" w:rsidRDefault="00381BF7" w:rsidP="00381BF7">
      <w:pPr>
        <w:pStyle w:val="SM6e"/>
      </w:pPr>
    </w:p>
    <w:p w:rsidR="00381BF7" w:rsidRDefault="00381BF7" w:rsidP="00381BF7">
      <w:pPr>
        <w:pStyle w:val="SM6e"/>
      </w:pPr>
      <w:r>
        <w:tab/>
      </w:r>
      <w:r>
        <w:rPr>
          <w:b/>
          <w:i/>
        </w:rPr>
        <w:t>SOLUTION</w:t>
      </w:r>
      <w:r>
        <w:t xml:space="preserve">  Solving Equation 2.9 for the acceleration </w:t>
      </w:r>
      <w:r w:rsidRPr="00A60D90">
        <w:rPr>
          <w:i/>
        </w:rPr>
        <w:t>a</w:t>
      </w:r>
      <w:r>
        <w:t xml:space="preserve"> shows that</w:t>
      </w:r>
    </w:p>
    <w:p w:rsidR="00381BF7" w:rsidRDefault="00381BF7" w:rsidP="00381BF7">
      <w:pPr>
        <w:pStyle w:val="SM6e"/>
      </w:pPr>
    </w:p>
    <w:p w:rsidR="00381BF7" w:rsidRDefault="00381BF7" w:rsidP="00381BF7">
      <w:pPr>
        <w:pStyle w:val="SM6e"/>
        <w:jc w:val="center"/>
      </w:pPr>
      <w:r w:rsidRPr="0085363C">
        <w:rPr>
          <w:position w:val="-32"/>
        </w:rPr>
        <w:object w:dxaOrig="4940" w:dyaOrig="820">
          <v:shape id="_x0000_i1144" type="#_x0000_t75" style="width:246.5pt;height:41.5pt" o:ole="">
            <v:imagedata r:id="rId241" o:title=""/>
          </v:shape>
          <o:OLEObject Type="Embed" ProgID="Equation.DSMT4" ShapeID="_x0000_i1144" DrawAspect="Content" ObjectID="_1377284269" r:id="rId242"/>
        </w:object>
      </w:r>
    </w:p>
    <w:p w:rsidR="00381BF7" w:rsidRDefault="00381BF7" w:rsidP="00381BF7">
      <w:pPr>
        <w:pStyle w:val="SM6e"/>
        <w:pBdr>
          <w:bottom w:val="single" w:sz="4" w:space="1" w:color="auto"/>
        </w:pBdr>
        <w:jc w:val="center"/>
      </w:pPr>
    </w:p>
    <w:p w:rsidR="00381BF7" w:rsidRDefault="00381BF7" w:rsidP="00381BF7">
      <w:pPr>
        <w:pStyle w:val="SM6e"/>
      </w:pPr>
    </w:p>
    <w:p w:rsidR="008C3446" w:rsidRDefault="008C3446" w:rsidP="008C3446">
      <w:pPr>
        <w:pStyle w:val="SM6e"/>
      </w:pPr>
      <w:r>
        <w:t>32.</w:t>
      </w:r>
      <w:r>
        <w:tab/>
      </w:r>
      <w:r>
        <w:rPr>
          <w:b/>
          <w:i/>
        </w:rPr>
        <w:t>REASONING</w:t>
      </w:r>
      <w:r>
        <w:t xml:space="preserve">  At time </w:t>
      </w:r>
      <w:r>
        <w:rPr>
          <w:i/>
        </w:rPr>
        <w:t>t</w:t>
      </w:r>
      <w:r>
        <w:t xml:space="preserve"> both rockets return to their starting points and have a displacement of zero.  This occurs, because each rocket is decelerating during the first half of its journey.  </w:t>
      </w:r>
      <w:r>
        <w:lastRenderedPageBreak/>
        <w:t xml:space="preserve">However, rocket A has a smaller initial velocity than rocket B.  Therefore, in order for rocket B to decelerate and return to its point of origin in the same time as rocket A, rocket B must have a deceleration with a greater magnitude than that for rocket A.  Since we know that the displacement of each rocket is zero at time </w:t>
      </w:r>
      <w:r>
        <w:rPr>
          <w:i/>
        </w:rPr>
        <w:t>t</w:t>
      </w:r>
      <w:r>
        <w:t>, since both initial velocities are given, and since we seek information about the acceleration, we begin our solution with Equation 2.8, for it contains just these variables.</w:t>
      </w:r>
    </w:p>
    <w:p w:rsidR="008C3446" w:rsidRDefault="008C3446" w:rsidP="008C3446">
      <w:pPr>
        <w:pStyle w:val="SM6e"/>
      </w:pPr>
    </w:p>
    <w:p w:rsidR="008C3446" w:rsidRDefault="008C3446" w:rsidP="007377B9">
      <w:pPr>
        <w:pStyle w:val="SM6e"/>
        <w:keepNext/>
        <w:keepLines/>
      </w:pPr>
      <w:r>
        <w:tab/>
      </w:r>
      <w:r>
        <w:rPr>
          <w:b/>
          <w:i/>
        </w:rPr>
        <w:t>SOLUTION</w:t>
      </w:r>
      <w:r>
        <w:t xml:space="preserve">  Applying Equation 2.8 to each rocket gives</w:t>
      </w:r>
    </w:p>
    <w:p w:rsidR="008C3446" w:rsidRDefault="008C3446" w:rsidP="007377B9">
      <w:pPr>
        <w:pStyle w:val="SM6e"/>
        <w:keepNext/>
        <w:keepLines/>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060"/>
        <w:gridCol w:w="2880"/>
      </w:tblGrid>
      <w:tr w:rsidR="008C3446" w:rsidTr="00907656">
        <w:tc>
          <w:tcPr>
            <w:tcW w:w="3060" w:type="dxa"/>
          </w:tcPr>
          <w:p w:rsidR="008C3446" w:rsidRDefault="008C3446" w:rsidP="007377B9">
            <w:pPr>
              <w:pStyle w:val="SM6e"/>
              <w:keepNext/>
              <w:keepLines/>
              <w:jc w:val="center"/>
            </w:pPr>
            <w:r w:rsidRPr="0085363C">
              <w:rPr>
                <w:position w:val="-130"/>
              </w:rPr>
              <w:object w:dxaOrig="1840" w:dyaOrig="2439">
                <v:shape id="_x0000_i1145" type="#_x0000_t75" style="width:92.5pt;height:122.5pt" o:ole="">
                  <v:imagedata r:id="rId243" o:title=""/>
                </v:shape>
                <o:OLEObject Type="Embed" ProgID="Equation.DSMT4" ShapeID="_x0000_i1145" DrawAspect="Content" ObjectID="_1377284270" r:id="rId244"/>
              </w:object>
            </w:r>
          </w:p>
        </w:tc>
        <w:tc>
          <w:tcPr>
            <w:tcW w:w="2880" w:type="dxa"/>
          </w:tcPr>
          <w:p w:rsidR="008C3446" w:rsidRDefault="008C3446" w:rsidP="007377B9">
            <w:pPr>
              <w:pStyle w:val="SM6e"/>
              <w:keepNext/>
              <w:keepLines/>
              <w:jc w:val="center"/>
            </w:pPr>
            <w:r w:rsidRPr="0085363C">
              <w:rPr>
                <w:position w:val="-130"/>
              </w:rPr>
              <w:object w:dxaOrig="1780" w:dyaOrig="2439">
                <v:shape id="_x0000_i1146" type="#_x0000_t75" style="width:89pt;height:122.5pt" o:ole="">
                  <v:imagedata r:id="rId245" o:title=""/>
                </v:shape>
                <o:OLEObject Type="Embed" ProgID="Equation.DSMT4" ShapeID="_x0000_i1146" DrawAspect="Content" ObjectID="_1377284271" r:id="rId246"/>
              </w:object>
            </w:r>
          </w:p>
        </w:tc>
      </w:tr>
    </w:tbl>
    <w:p w:rsidR="008C3446" w:rsidRDefault="008C3446" w:rsidP="007377B9">
      <w:pPr>
        <w:pStyle w:val="SM6e"/>
        <w:keepNext/>
        <w:keepLines/>
      </w:pPr>
    </w:p>
    <w:p w:rsidR="008C3446" w:rsidRDefault="008C3446" w:rsidP="008C3446">
      <w:pPr>
        <w:pStyle w:val="SM6e"/>
      </w:pPr>
      <w:r>
        <w:tab/>
        <w:t xml:space="preserve">The time for each rocket is the same, so that we can equate the two expressions for </w:t>
      </w:r>
      <w:r>
        <w:rPr>
          <w:i/>
        </w:rPr>
        <w:t>t</w:t>
      </w:r>
      <w:r>
        <w:t>, with the result that</w:t>
      </w:r>
    </w:p>
    <w:p w:rsidR="008C3446" w:rsidRPr="0012391A" w:rsidRDefault="008C3446" w:rsidP="008C3446">
      <w:pPr>
        <w:pStyle w:val="SM6e"/>
        <w:jc w:val="center"/>
      </w:pPr>
      <w:r w:rsidRPr="0085363C">
        <w:rPr>
          <w:position w:val="-32"/>
        </w:rPr>
        <w:object w:dxaOrig="3480" w:dyaOrig="720">
          <v:shape id="_x0000_i1147" type="#_x0000_t75" style="width:174pt;height:36pt" o:ole="">
            <v:imagedata r:id="rId247" o:title=""/>
          </v:shape>
          <o:OLEObject Type="Embed" ProgID="Equation.DSMT4" ShapeID="_x0000_i1147" DrawAspect="Content" ObjectID="_1377284272" r:id="rId248"/>
        </w:object>
      </w:r>
    </w:p>
    <w:p w:rsidR="008C3446" w:rsidRDefault="008C3446" w:rsidP="008C3446">
      <w:pPr>
        <w:pStyle w:val="SM6e"/>
      </w:pPr>
    </w:p>
    <w:p w:rsidR="008C3446" w:rsidRDefault="008C3446" w:rsidP="008C3446">
      <w:pPr>
        <w:pStyle w:val="SM6e"/>
      </w:pPr>
      <w:r>
        <w:tab/>
        <w:t xml:space="preserve">Solving for </w:t>
      </w:r>
      <w:r w:rsidRPr="005C0E5D">
        <w:rPr>
          <w:i/>
        </w:rPr>
        <w:t>a</w:t>
      </w:r>
      <w:r w:rsidRPr="004B7D66">
        <w:rPr>
          <w:position w:val="-8"/>
          <w:sz w:val="18"/>
          <w:szCs w:val="18"/>
        </w:rPr>
        <w:t>B</w:t>
      </w:r>
      <w:r>
        <w:t xml:space="preserve"> gives</w:t>
      </w:r>
    </w:p>
    <w:p w:rsidR="008C3446" w:rsidRDefault="008C3446" w:rsidP="008C3446">
      <w:pPr>
        <w:pStyle w:val="SM6e"/>
      </w:pPr>
    </w:p>
    <w:p w:rsidR="008C3446" w:rsidRDefault="008C3446" w:rsidP="008C3446">
      <w:pPr>
        <w:pStyle w:val="SM6e"/>
        <w:jc w:val="center"/>
      </w:pPr>
      <w:r w:rsidRPr="0085363C">
        <w:rPr>
          <w:position w:val="-32"/>
        </w:rPr>
        <w:object w:dxaOrig="4880" w:dyaOrig="760">
          <v:shape id="_x0000_i1148" type="#_x0000_t75" style="width:244pt;height:38.5pt" o:ole="">
            <v:imagedata r:id="rId249" o:title=""/>
          </v:shape>
          <o:OLEObject Type="Embed" ProgID="Equation.DSMT4" ShapeID="_x0000_i1148" DrawAspect="Content" ObjectID="_1377284273" r:id="rId250"/>
        </w:object>
      </w:r>
    </w:p>
    <w:p w:rsidR="008C3446" w:rsidRDefault="008C3446" w:rsidP="008C3446">
      <w:pPr>
        <w:pStyle w:val="SM6e"/>
      </w:pPr>
    </w:p>
    <w:p w:rsidR="008C3446" w:rsidRDefault="008C3446" w:rsidP="008C3446">
      <w:pPr>
        <w:pStyle w:val="SM6e"/>
      </w:pPr>
      <w:r>
        <w:tab/>
        <w:t>As expected, the magnitude of the acceleration for rocket B is greater than that for rocket A.</w:t>
      </w:r>
    </w:p>
    <w:p w:rsidR="008C3446" w:rsidRDefault="008C3446" w:rsidP="008C3446">
      <w:pPr>
        <w:pStyle w:val="SM6e"/>
        <w:pBdr>
          <w:bottom w:val="single" w:sz="4" w:space="1" w:color="auto"/>
        </w:pBdr>
      </w:pPr>
    </w:p>
    <w:p w:rsidR="008C3446" w:rsidRDefault="008C3446" w:rsidP="008C3446">
      <w:pPr>
        <w:pStyle w:val="SM6e"/>
      </w:pPr>
    </w:p>
    <w:p w:rsidR="00381BF7" w:rsidRDefault="00381BF7" w:rsidP="00381BF7">
      <w:pPr>
        <w:pStyle w:val="SM6e"/>
      </w:pPr>
      <w:r>
        <w:t>33.</w:t>
      </w:r>
      <w:r>
        <w:tab/>
      </w:r>
      <w:r>
        <w:rPr>
          <w:b/>
          <w:i/>
        </w:rPr>
        <w:t>REASONING</w:t>
      </w:r>
      <w:r>
        <w:t xml:space="preserve">  The stopping distance is the sum of two parts. First, there is the distance the car travels at 20.0 m/s before the brakes are applied. According to Equation 2.2, this distance is the magnitude of the displacement and is the magnitude of the velocity times the time. Second, there is the distance the car travels while it decelerates as the brakes are applied. This distance is given by Equation 2.9, since the initial velocity, the acceleration, and the final velocity (0 m/s when the car comes to a stop) are given.</w:t>
      </w:r>
    </w:p>
    <w:p w:rsidR="00381BF7" w:rsidRDefault="00381BF7" w:rsidP="00381BF7">
      <w:pPr>
        <w:pStyle w:val="SM6e"/>
      </w:pPr>
    </w:p>
    <w:p w:rsidR="00381BF7" w:rsidRDefault="00381BF7" w:rsidP="00381BF7">
      <w:pPr>
        <w:pStyle w:val="SM6e"/>
      </w:pPr>
      <w:r>
        <w:tab/>
      </w:r>
      <w:r>
        <w:rPr>
          <w:b/>
          <w:i/>
        </w:rPr>
        <w:t>SOLUTION</w:t>
      </w:r>
      <w:r>
        <w:t xml:space="preserve">  With the assumption that the initial position of the car is </w:t>
      </w:r>
      <w:r>
        <w:rPr>
          <w:i/>
        </w:rPr>
        <w:t>x</w:t>
      </w:r>
      <w:r w:rsidRPr="004B7D66">
        <w:rPr>
          <w:position w:val="-8"/>
          <w:sz w:val="18"/>
          <w:szCs w:val="18"/>
        </w:rPr>
        <w:t>0</w:t>
      </w:r>
      <w:r>
        <w:t xml:space="preserve"> = 0 m, Equation 2.2 gives the first contribution to the stopping distance as</w:t>
      </w:r>
    </w:p>
    <w:p w:rsidR="00381BF7" w:rsidRDefault="00381BF7" w:rsidP="00381BF7">
      <w:pPr>
        <w:pStyle w:val="SM6e"/>
      </w:pPr>
    </w:p>
    <w:p w:rsidR="00381BF7" w:rsidRDefault="00381BF7" w:rsidP="00381BF7">
      <w:pPr>
        <w:pStyle w:val="SM6e"/>
        <w:jc w:val="center"/>
      </w:pPr>
      <w:r w:rsidRPr="0085363C">
        <w:rPr>
          <w:position w:val="-14"/>
        </w:rPr>
        <w:object w:dxaOrig="3500" w:dyaOrig="400">
          <v:shape id="_x0000_i1149" type="#_x0000_t75" style="width:176pt;height:20.5pt" o:ole="">
            <v:imagedata r:id="rId251" o:title=""/>
          </v:shape>
          <o:OLEObject Type="Embed" ProgID="Equation.DSMT4" ShapeID="_x0000_i1149" DrawAspect="Content" ObjectID="_1377284274" r:id="rId252"/>
        </w:object>
      </w:r>
    </w:p>
    <w:p w:rsidR="00381BF7" w:rsidRDefault="00381BF7" w:rsidP="00381BF7">
      <w:pPr>
        <w:pStyle w:val="SM6e"/>
      </w:pPr>
    </w:p>
    <w:p w:rsidR="00381BF7" w:rsidRDefault="00381BF7" w:rsidP="00381BF7">
      <w:pPr>
        <w:pStyle w:val="SM6e"/>
      </w:pPr>
      <w:r>
        <w:tab/>
        <w:t xml:space="preserve">Solving Equation 2.9 </w:t>
      </w:r>
      <w:r w:rsidRPr="0085363C">
        <w:rPr>
          <w:position w:val="-18"/>
        </w:rPr>
        <w:object w:dxaOrig="1520" w:dyaOrig="480">
          <v:shape id="_x0000_i1150" type="#_x0000_t75" style="width:75.5pt;height:24pt" o:ole="">
            <v:imagedata r:id="rId253" o:title=""/>
          </v:shape>
          <o:OLEObject Type="Embed" ProgID="Equation.DSMT4" ShapeID="_x0000_i1150" DrawAspect="Content" ObjectID="_1377284275" r:id="rId254"/>
        </w:object>
      </w:r>
      <w:r>
        <w:t xml:space="preserve"> for </w:t>
      </w:r>
      <w:r w:rsidRPr="00643F9B">
        <w:rPr>
          <w:i/>
        </w:rPr>
        <w:t>x</w:t>
      </w:r>
      <w:r>
        <w:t xml:space="preserve"> shows that the second part of the stopping distance is</w:t>
      </w:r>
    </w:p>
    <w:p w:rsidR="00381BF7" w:rsidRDefault="00381BF7" w:rsidP="00381BF7">
      <w:pPr>
        <w:pStyle w:val="SM6e"/>
        <w:jc w:val="center"/>
      </w:pPr>
      <w:r w:rsidRPr="0085363C">
        <w:rPr>
          <w:position w:val="-42"/>
        </w:rPr>
        <w:object w:dxaOrig="3720" w:dyaOrig="920">
          <v:shape id="_x0000_i1151" type="#_x0000_t75" style="width:186pt;height:45.5pt" o:ole="">
            <v:imagedata r:id="rId255" o:title=""/>
          </v:shape>
          <o:OLEObject Type="Embed" ProgID="Equation.DSMT4" ShapeID="_x0000_i1151" DrawAspect="Content" ObjectID="_1377284276" r:id="rId256"/>
        </w:object>
      </w:r>
    </w:p>
    <w:p w:rsidR="00381BF7" w:rsidRDefault="00381BF7" w:rsidP="00381BF7">
      <w:pPr>
        <w:pStyle w:val="SM6e"/>
      </w:pPr>
    </w:p>
    <w:p w:rsidR="00381BF7" w:rsidRDefault="00381BF7" w:rsidP="00381BF7">
      <w:pPr>
        <w:pStyle w:val="SM6e"/>
      </w:pPr>
      <w:r>
        <w:tab/>
        <w:t>Here, the acceleration is assigned a negative value, because we have assumed that the car is traveling in the positive direction, and it is decelerating.  Since it is decelerating, its acceleration points opposite to its velocity.  The stopping distance, then, is</w:t>
      </w:r>
    </w:p>
    <w:p w:rsidR="00381BF7" w:rsidRDefault="00381BF7" w:rsidP="00381BF7">
      <w:pPr>
        <w:pStyle w:val="SM6e"/>
      </w:pPr>
    </w:p>
    <w:p w:rsidR="00381BF7" w:rsidRDefault="00381BF7" w:rsidP="00381BF7">
      <w:pPr>
        <w:pStyle w:val="SM6e"/>
        <w:jc w:val="center"/>
      </w:pPr>
      <w:r w:rsidRPr="0085363C">
        <w:rPr>
          <w:position w:val="-42"/>
        </w:rPr>
        <w:object w:dxaOrig="7380" w:dyaOrig="920">
          <v:shape id="_x0000_i1152" type="#_x0000_t75" style="width:369pt;height:45.5pt" o:ole="">
            <v:imagedata r:id="rId257" o:title=""/>
          </v:shape>
          <o:OLEObject Type="Embed" ProgID="Equation.DSMT4" ShapeID="_x0000_i1152" DrawAspect="Content" ObjectID="_1377284277" r:id="rId258"/>
        </w:object>
      </w:r>
    </w:p>
    <w:p w:rsidR="00381BF7" w:rsidRDefault="00381BF7" w:rsidP="00381BF7">
      <w:pPr>
        <w:pStyle w:val="SM6e"/>
        <w:jc w:val="center"/>
      </w:pPr>
    </w:p>
    <w:p w:rsidR="00381BF7" w:rsidRDefault="00381BF7" w:rsidP="00381BF7">
      <w:pPr>
        <w:pStyle w:val="SM6e"/>
        <w:pBdr>
          <w:top w:val="single" w:sz="4" w:space="1" w:color="auto"/>
        </w:pBdr>
        <w:jc w:val="center"/>
      </w:pPr>
    </w:p>
    <w:p w:rsidR="008C3446" w:rsidRDefault="008C3446" w:rsidP="007377B9">
      <w:pPr>
        <w:pStyle w:val="SM6e"/>
        <w:keepNext/>
        <w:keepLines/>
      </w:pPr>
      <w:r>
        <w:t>34.</w:t>
      </w:r>
      <w:r>
        <w:tab/>
      </w:r>
      <w:r w:rsidRPr="00F82B2B">
        <w:rPr>
          <w:b/>
          <w:i/>
        </w:rPr>
        <w:t>REASONING</w:t>
      </w:r>
      <w:r>
        <w:t xml:space="preserve">  The entering car maintains a constant acceleration of </w:t>
      </w:r>
      <w:r w:rsidRPr="0039795E">
        <w:rPr>
          <w:i/>
        </w:rPr>
        <w:t>a</w:t>
      </w:r>
      <w:r w:rsidRPr="0039795E">
        <w:rPr>
          <w:position w:val="-8"/>
          <w:sz w:val="18"/>
        </w:rPr>
        <w:t>1</w:t>
      </w:r>
      <w:r>
        <w:t xml:space="preserve"> = 6.0 m/s</w:t>
      </w:r>
      <w:r w:rsidRPr="0039795E">
        <w:rPr>
          <w:position w:val="10"/>
          <w:sz w:val="18"/>
        </w:rPr>
        <w:t>2</w:t>
      </w:r>
      <w:r>
        <w:t xml:space="preserve"> from the time it starts from rest in the pit area until it catches the other car, but it is convenient to separate its motion into two intervals. During the first interval, lasting </w:t>
      </w:r>
      <w:r w:rsidRPr="0039795E">
        <w:rPr>
          <w:i/>
        </w:rPr>
        <w:t>t</w:t>
      </w:r>
      <w:r w:rsidRPr="0039795E">
        <w:rPr>
          <w:position w:val="-8"/>
          <w:sz w:val="18"/>
        </w:rPr>
        <w:t>1</w:t>
      </w:r>
      <w:r>
        <w:t xml:space="preserve"> = 4.0 s, it accelerates from rest to the velocity </w:t>
      </w:r>
      <w:r w:rsidRPr="00063F10">
        <w:rPr>
          <w:i/>
        </w:rPr>
        <w:t>v</w:t>
      </w:r>
      <w:r w:rsidRPr="00063F10">
        <w:rPr>
          <w:position w:val="-8"/>
          <w:sz w:val="18"/>
        </w:rPr>
        <w:t>01</w:t>
      </w:r>
      <w:r>
        <w:t xml:space="preserve"> with which it enters the main speedway. This velocity is found from Equation </w:t>
      </w:r>
      <w:proofErr w:type="gramStart"/>
      <w:r>
        <w:t xml:space="preserve">2.4 </w:t>
      </w:r>
      <w:proofErr w:type="gramEnd"/>
      <w:r w:rsidRPr="002F131F">
        <w:rPr>
          <w:position w:val="-16"/>
        </w:rPr>
        <w:object w:dxaOrig="1240" w:dyaOrig="440">
          <v:shape id="_x0000_i1153" type="#_x0000_t75" style="width:62pt;height:23pt" o:ole="">
            <v:imagedata r:id="rId259" o:title=""/>
          </v:shape>
          <o:OLEObject Type="Embed" ProgID="Equation.DSMT4" ShapeID="_x0000_i1153" DrawAspect="Content" ObjectID="_1377284278" r:id="rId260"/>
        </w:object>
      </w:r>
      <w:r>
        <w:t xml:space="preserve">, with </w:t>
      </w:r>
      <w:r w:rsidRPr="00F56A23">
        <w:rPr>
          <w:i/>
        </w:rPr>
        <w:t>v</w:t>
      </w:r>
      <w:r w:rsidRPr="00F56A23">
        <w:rPr>
          <w:position w:val="-8"/>
          <w:sz w:val="18"/>
        </w:rPr>
        <w:t>0</w:t>
      </w:r>
      <w:r>
        <w:t xml:space="preserve"> = 0 m/s, </w:t>
      </w:r>
      <w:r w:rsidRPr="0039795E">
        <w:rPr>
          <w:i/>
        </w:rPr>
        <w:t>a</w:t>
      </w:r>
      <w:r>
        <w:t xml:space="preserve"> = </w:t>
      </w:r>
      <w:r w:rsidRPr="0039795E">
        <w:rPr>
          <w:i/>
        </w:rPr>
        <w:t>a</w:t>
      </w:r>
      <w:r w:rsidRPr="0039795E">
        <w:rPr>
          <w:position w:val="-8"/>
          <w:sz w:val="18"/>
        </w:rPr>
        <w:t>1</w:t>
      </w:r>
      <w:r>
        <w:t xml:space="preserve">, </w:t>
      </w:r>
      <w:r w:rsidRPr="00F56A23">
        <w:rPr>
          <w:i/>
        </w:rPr>
        <w:t>t</w:t>
      </w:r>
      <w:r>
        <w:t xml:space="preserve"> = </w:t>
      </w:r>
      <w:r w:rsidRPr="00F56A23">
        <w:rPr>
          <w:i/>
        </w:rPr>
        <w:t>t</w:t>
      </w:r>
      <w:r w:rsidRPr="00F56A23">
        <w:rPr>
          <w:position w:val="-8"/>
          <w:sz w:val="18"/>
        </w:rPr>
        <w:t>1</w:t>
      </w:r>
      <w:r>
        <w:t xml:space="preserve">, and </w:t>
      </w:r>
      <w:r w:rsidRPr="00D2653A">
        <w:rPr>
          <w:i/>
        </w:rPr>
        <w:t>v</w:t>
      </w:r>
      <w:r>
        <w:t> = </w:t>
      </w:r>
      <w:r w:rsidRPr="00D2653A">
        <w:rPr>
          <w:i/>
        </w:rPr>
        <w:t>v</w:t>
      </w:r>
      <w:r w:rsidRPr="00D2653A">
        <w:rPr>
          <w:position w:val="-8"/>
          <w:sz w:val="18"/>
        </w:rPr>
        <w:t>01</w:t>
      </w:r>
      <w:r>
        <w:t>:</w:t>
      </w:r>
      <w:r w:rsidRPr="00863806">
        <w:t xml:space="preserve"> </w:t>
      </w:r>
    </w:p>
    <w:p w:rsidR="008C3446" w:rsidRDefault="008C3446" w:rsidP="008C3446">
      <w:pPr>
        <w:pStyle w:val="SM6e"/>
      </w:pPr>
    </w:p>
    <w:p w:rsidR="008C3446" w:rsidRDefault="008C3446" w:rsidP="008C3446">
      <w:pPr>
        <w:pStyle w:val="SM6e"/>
        <w:jc w:val="right"/>
      </w:pPr>
      <w:r>
        <w:tab/>
      </w:r>
      <w:r w:rsidRPr="002F131F">
        <w:rPr>
          <w:position w:val="-14"/>
        </w:rPr>
        <w:object w:dxaOrig="900" w:dyaOrig="380">
          <v:shape id="_x0000_i1154" type="#_x0000_t75" style="width:45pt;height:18pt" o:ole="">
            <v:imagedata r:id="rId261" o:title=""/>
          </v:shape>
          <o:OLEObject Type="Embed" ProgID="Equation.DSMT4" ShapeID="_x0000_i1154" DrawAspect="Content" ObjectID="_1377284279" r:id="rId262"/>
        </w:object>
      </w:r>
      <w:r>
        <w:t xml:space="preserve">                                                                (1)</w:t>
      </w:r>
    </w:p>
    <w:p w:rsidR="008C3446" w:rsidRDefault="008C3446" w:rsidP="008C3446">
      <w:pPr>
        <w:pStyle w:val="SM6e"/>
        <w:jc w:val="right"/>
      </w:pPr>
    </w:p>
    <w:p w:rsidR="008C3446" w:rsidRDefault="008C3446" w:rsidP="008C3446">
      <w:pPr>
        <w:pStyle w:val="SM6e"/>
        <w:ind w:hanging="21"/>
      </w:pPr>
      <w:r>
        <w:t xml:space="preserve">The second interval begins when the entering car enters the main speedway with velocity </w:t>
      </w:r>
      <w:r w:rsidRPr="00D2653A">
        <w:rPr>
          <w:i/>
        </w:rPr>
        <w:t>v</w:t>
      </w:r>
      <w:r w:rsidRPr="00D2653A">
        <w:rPr>
          <w:position w:val="-8"/>
          <w:sz w:val="18"/>
        </w:rPr>
        <w:t>01</w:t>
      </w:r>
      <w:r>
        <w:t xml:space="preserve">, and ends when it catches up with the other car, which travels with a constant velocity </w:t>
      </w:r>
      <w:r w:rsidRPr="00D2653A">
        <w:rPr>
          <w:i/>
        </w:rPr>
        <w:t>v</w:t>
      </w:r>
      <w:r w:rsidRPr="00D2653A">
        <w:rPr>
          <w:position w:val="-8"/>
          <w:sz w:val="18"/>
        </w:rPr>
        <w:t>0</w:t>
      </w:r>
      <w:r>
        <w:rPr>
          <w:position w:val="-8"/>
          <w:sz w:val="18"/>
        </w:rPr>
        <w:t>2</w:t>
      </w:r>
      <w:r>
        <w:t xml:space="preserve"> = 70.0 m/s. Since both cars begin and end the interval side-by-side, they both undergo the same displacement </w:t>
      </w:r>
      <w:r w:rsidRPr="00D2653A">
        <w:rPr>
          <w:i/>
        </w:rPr>
        <w:t>x</w:t>
      </w:r>
      <w:r>
        <w:t xml:space="preserve"> during this interval. The displacement of each car is given by Equation </w:t>
      </w:r>
      <w:proofErr w:type="gramStart"/>
      <w:r>
        <w:t xml:space="preserve">2.8 </w:t>
      </w:r>
      <w:proofErr w:type="gramEnd"/>
      <w:r w:rsidRPr="002F131F">
        <w:rPr>
          <w:position w:val="-18"/>
        </w:rPr>
        <w:object w:dxaOrig="1600" w:dyaOrig="480">
          <v:shape id="_x0000_i1155" type="#_x0000_t75" style="width:80.5pt;height:24pt" o:ole="">
            <v:imagedata r:id="rId263" o:title=""/>
          </v:shape>
          <o:OLEObject Type="Embed" ProgID="Equation.DSMT4" ShapeID="_x0000_i1155" DrawAspect="Content" ObjectID="_1377284280" r:id="rId264"/>
        </w:object>
      </w:r>
      <w:r>
        <w:t xml:space="preserve">. For the accelerating car, </w:t>
      </w:r>
      <w:r w:rsidRPr="0060038F">
        <w:rPr>
          <w:i/>
        </w:rPr>
        <w:t>v</w:t>
      </w:r>
      <w:r w:rsidRPr="00D2653A">
        <w:rPr>
          <w:position w:val="-8"/>
          <w:sz w:val="18"/>
        </w:rPr>
        <w:t>0</w:t>
      </w:r>
      <w:r>
        <w:t xml:space="preserve"> = </w:t>
      </w:r>
      <w:r w:rsidRPr="00D2653A">
        <w:rPr>
          <w:i/>
        </w:rPr>
        <w:t>v</w:t>
      </w:r>
      <w:r w:rsidRPr="00D2653A">
        <w:rPr>
          <w:position w:val="-8"/>
          <w:sz w:val="18"/>
        </w:rPr>
        <w:t>10</w:t>
      </w:r>
      <w:r>
        <w:t xml:space="preserve">, and </w:t>
      </w:r>
      <w:r w:rsidRPr="00D2653A">
        <w:rPr>
          <w:i/>
        </w:rPr>
        <w:t>a</w:t>
      </w:r>
      <w:r>
        <w:t xml:space="preserve"> = </w:t>
      </w:r>
      <w:r w:rsidRPr="00D2653A">
        <w:rPr>
          <w:i/>
        </w:rPr>
        <w:t>a</w:t>
      </w:r>
      <w:r w:rsidRPr="00D2653A">
        <w:rPr>
          <w:position w:val="-8"/>
          <w:sz w:val="18"/>
        </w:rPr>
        <w:t>1</w:t>
      </w:r>
      <w:r>
        <w:t>, so</w:t>
      </w:r>
    </w:p>
    <w:p w:rsidR="008C3446" w:rsidRDefault="008C3446" w:rsidP="008C3446">
      <w:pPr>
        <w:pStyle w:val="ListParagraph"/>
        <w:rPr>
          <w:sz w:val="24"/>
          <w:szCs w:val="24"/>
        </w:rPr>
      </w:pPr>
    </w:p>
    <w:p w:rsidR="008C3446" w:rsidRDefault="008C3446" w:rsidP="008C3446">
      <w:pPr>
        <w:pStyle w:val="MTDisplayEquation"/>
        <w:jc w:val="right"/>
      </w:pPr>
      <w:r>
        <w:tab/>
      </w:r>
      <w:r w:rsidRPr="002F131F">
        <w:rPr>
          <w:position w:val="-14"/>
        </w:rPr>
        <w:object w:dxaOrig="1520" w:dyaOrig="420">
          <v:shape id="_x0000_i1156" type="#_x0000_t75" style="width:75.5pt;height:20.5pt" o:ole="">
            <v:imagedata r:id="rId265" o:title=""/>
          </v:shape>
          <o:OLEObject Type="Embed" ProgID="Equation.DSMT4" ShapeID="_x0000_i1156" DrawAspect="Content" ObjectID="_1377284281" r:id="rId266"/>
        </w:object>
      </w:r>
      <w:r>
        <w:tab/>
        <w:t xml:space="preserve">                        (2)</w:t>
      </w:r>
    </w:p>
    <w:p w:rsidR="008C3446" w:rsidRPr="00D2653A" w:rsidRDefault="008C3446" w:rsidP="008C3446">
      <w:pPr>
        <w:ind w:left="720"/>
      </w:pPr>
    </w:p>
    <w:p w:rsidR="008C3446" w:rsidRDefault="008C3446" w:rsidP="008C3446">
      <w:pPr>
        <w:pStyle w:val="SM6e"/>
      </w:pPr>
      <w:r>
        <w:tab/>
        <w:t xml:space="preserve">For the other car, </w:t>
      </w:r>
      <w:r w:rsidRPr="00060D9B">
        <w:rPr>
          <w:i/>
        </w:rPr>
        <w:t>v</w:t>
      </w:r>
      <w:r w:rsidRPr="00060D9B">
        <w:rPr>
          <w:position w:val="-8"/>
          <w:sz w:val="18"/>
        </w:rPr>
        <w:t>0</w:t>
      </w:r>
      <w:r>
        <w:t xml:space="preserve"> = </w:t>
      </w:r>
      <w:r w:rsidRPr="00060D9B">
        <w:rPr>
          <w:i/>
        </w:rPr>
        <w:t>v</w:t>
      </w:r>
      <w:r w:rsidRPr="00060D9B">
        <w:rPr>
          <w:position w:val="-8"/>
          <w:sz w:val="18"/>
        </w:rPr>
        <w:t>02</w:t>
      </w:r>
      <w:r>
        <w:t xml:space="preserve"> and </w:t>
      </w:r>
      <w:r w:rsidRPr="00060D9B">
        <w:rPr>
          <w:i/>
        </w:rPr>
        <w:t>a</w:t>
      </w:r>
      <w:r>
        <w:t xml:space="preserve"> = 0 m/s</w:t>
      </w:r>
      <w:r w:rsidRPr="00060D9B">
        <w:rPr>
          <w:position w:val="10"/>
          <w:sz w:val="18"/>
        </w:rPr>
        <w:t>2</w:t>
      </w:r>
      <w:r>
        <w:t>, and so Equation 2.8 yields</w:t>
      </w:r>
    </w:p>
    <w:p w:rsidR="008C3446" w:rsidRDefault="008C3446" w:rsidP="008C3446">
      <w:pPr>
        <w:pStyle w:val="SM6e"/>
        <w:ind w:hanging="187"/>
      </w:pPr>
    </w:p>
    <w:p w:rsidR="008C3446" w:rsidRDefault="008C3446" w:rsidP="008C3446">
      <w:pPr>
        <w:pStyle w:val="ListParagraph"/>
        <w:tabs>
          <w:tab w:val="center" w:pos="5040"/>
          <w:tab w:val="right" w:pos="9360"/>
        </w:tabs>
        <w:jc w:val="right"/>
        <w:rPr>
          <w:sz w:val="24"/>
          <w:szCs w:val="24"/>
        </w:rPr>
      </w:pPr>
      <w:r>
        <w:tab/>
      </w:r>
      <w:r w:rsidRPr="002F131F">
        <w:rPr>
          <w:position w:val="-14"/>
        </w:rPr>
        <w:object w:dxaOrig="800" w:dyaOrig="380">
          <v:shape id="_x0000_i1157" type="#_x0000_t75" style="width:41pt;height:18pt" o:ole="">
            <v:imagedata r:id="rId267" o:title=""/>
          </v:shape>
          <o:OLEObject Type="Embed" ProgID="Equation.DSMT4" ShapeID="_x0000_i1157" DrawAspect="Content" ObjectID="_1377284282" r:id="rId268"/>
        </w:object>
      </w:r>
      <w:r>
        <w:tab/>
        <w:t xml:space="preserve">                   </w:t>
      </w:r>
      <w:r>
        <w:rPr>
          <w:sz w:val="24"/>
          <w:szCs w:val="24"/>
        </w:rPr>
        <w:t>(3</w:t>
      </w:r>
      <w:r w:rsidRPr="00CA7E30">
        <w:rPr>
          <w:sz w:val="24"/>
          <w:szCs w:val="24"/>
        </w:rPr>
        <w:t>)</w:t>
      </w:r>
    </w:p>
    <w:p w:rsidR="008C3446" w:rsidRDefault="008C3446" w:rsidP="008C3446">
      <w:pPr>
        <w:pStyle w:val="SM6e"/>
      </w:pPr>
      <w:r w:rsidRPr="00D2653A">
        <w:br/>
      </w:r>
      <w:r w:rsidRPr="00D2653A">
        <w:rPr>
          <w:b/>
          <w:i/>
        </w:rPr>
        <w:t>SOLUTION</w:t>
      </w:r>
      <w:r w:rsidRPr="00060D9B">
        <w:t xml:space="preserve">  </w:t>
      </w:r>
      <w:r>
        <w:t xml:space="preserve">The displacement during the second interval is not required, so equating the right hand sides of Equations (2) and (3) eliminates </w:t>
      </w:r>
      <w:r w:rsidRPr="00E30BC1">
        <w:rPr>
          <w:i/>
        </w:rPr>
        <w:t>x</w:t>
      </w:r>
      <w:r>
        <w:t xml:space="preserve">, leaving an equation that may be solved for the elapsed time </w:t>
      </w:r>
      <w:r w:rsidRPr="0060038F">
        <w:rPr>
          <w:i/>
        </w:rPr>
        <w:t>t</w:t>
      </w:r>
      <w:r>
        <w:t>, which is now the only unknown quantity:</w:t>
      </w:r>
      <w:r w:rsidRPr="00863806">
        <w:t xml:space="preserve"> </w:t>
      </w:r>
    </w:p>
    <w:p w:rsidR="008C3446" w:rsidRDefault="008C3446" w:rsidP="008C3446">
      <w:pPr>
        <w:pStyle w:val="ListParagraph"/>
        <w:rPr>
          <w:sz w:val="24"/>
          <w:szCs w:val="24"/>
        </w:rPr>
      </w:pPr>
    </w:p>
    <w:p w:rsidR="008C3446" w:rsidRDefault="008C3446" w:rsidP="008C3446">
      <w:pPr>
        <w:pStyle w:val="ListParagraph"/>
        <w:tabs>
          <w:tab w:val="center" w:pos="5040"/>
          <w:tab w:val="right" w:pos="9360"/>
        </w:tabs>
        <w:jc w:val="right"/>
        <w:rPr>
          <w:sz w:val="24"/>
          <w:szCs w:val="24"/>
        </w:rPr>
      </w:pPr>
      <w:r>
        <w:rPr>
          <w:sz w:val="24"/>
          <w:szCs w:val="24"/>
        </w:rPr>
        <w:lastRenderedPageBreak/>
        <w:tab/>
      </w:r>
      <w:r w:rsidRPr="002F131F">
        <w:rPr>
          <w:position w:val="-120"/>
          <w:sz w:val="24"/>
          <w:szCs w:val="24"/>
        </w:rPr>
        <w:object w:dxaOrig="2040" w:dyaOrig="2520">
          <v:shape id="_x0000_i1158" type="#_x0000_t75" style="width:102pt;height:126pt" o:ole="">
            <v:imagedata r:id="rId269" o:title=""/>
          </v:shape>
          <o:OLEObject Type="Embed" ProgID="Equation.DSMT4" ShapeID="_x0000_i1158" DrawAspect="Content" ObjectID="_1377284283" r:id="rId270"/>
        </w:object>
      </w:r>
      <w:r>
        <w:rPr>
          <w:sz w:val="24"/>
          <w:szCs w:val="24"/>
        </w:rPr>
        <w:tab/>
        <w:t xml:space="preserve">                                    (4)</w:t>
      </w:r>
    </w:p>
    <w:p w:rsidR="008C3446" w:rsidRDefault="008C3446" w:rsidP="008C3446">
      <w:pPr>
        <w:pStyle w:val="ListParagraph"/>
        <w:tabs>
          <w:tab w:val="center" w:pos="5040"/>
        </w:tabs>
        <w:rPr>
          <w:sz w:val="24"/>
          <w:szCs w:val="24"/>
        </w:rPr>
      </w:pPr>
    </w:p>
    <w:p w:rsidR="008C3446" w:rsidRDefault="008C3446" w:rsidP="008C3446">
      <w:pPr>
        <w:pStyle w:val="SM6e"/>
      </w:pPr>
      <w:r>
        <w:tab/>
        <w:t xml:space="preserve">Substituting Equation (1) for </w:t>
      </w:r>
      <w:r w:rsidRPr="00D720F9">
        <w:rPr>
          <w:i/>
        </w:rPr>
        <w:t>v</w:t>
      </w:r>
      <w:r w:rsidRPr="00D720F9">
        <w:rPr>
          <w:position w:val="-8"/>
          <w:sz w:val="18"/>
        </w:rPr>
        <w:t>10</w:t>
      </w:r>
      <w:r>
        <w:t xml:space="preserve"> into Equation (4), we find that</w:t>
      </w:r>
    </w:p>
    <w:p w:rsidR="008C3446" w:rsidRDefault="008C3446" w:rsidP="008C3446">
      <w:pPr>
        <w:pStyle w:val="ListParagraph"/>
        <w:tabs>
          <w:tab w:val="center" w:pos="5040"/>
        </w:tabs>
        <w:rPr>
          <w:sz w:val="24"/>
          <w:szCs w:val="24"/>
        </w:rPr>
      </w:pPr>
    </w:p>
    <w:p w:rsidR="008C3446" w:rsidRPr="00060D9B" w:rsidRDefault="008C3446" w:rsidP="008C3446">
      <w:pPr>
        <w:pStyle w:val="ListParagraph"/>
        <w:tabs>
          <w:tab w:val="center" w:pos="5040"/>
        </w:tabs>
        <w:jc w:val="center"/>
        <w:rPr>
          <w:sz w:val="24"/>
          <w:szCs w:val="24"/>
        </w:rPr>
      </w:pPr>
      <w:r w:rsidRPr="002F131F">
        <w:rPr>
          <w:position w:val="-42"/>
          <w:sz w:val="24"/>
          <w:szCs w:val="24"/>
        </w:rPr>
        <w:object w:dxaOrig="5660" w:dyaOrig="999">
          <v:shape id="_x0000_i1159" type="#_x0000_t75" style="width:284pt;height:50pt" o:ole="">
            <v:imagedata r:id="rId271" o:title=""/>
          </v:shape>
          <o:OLEObject Type="Embed" ProgID="Equation.DSMT4" ShapeID="_x0000_i1159" DrawAspect="Content" ObjectID="_1377284284" r:id="rId272"/>
        </w:object>
      </w:r>
    </w:p>
    <w:p w:rsidR="008C3446" w:rsidRDefault="008C3446" w:rsidP="008C3446">
      <w:pPr>
        <w:pBdr>
          <w:bottom w:val="single" w:sz="4" w:space="1" w:color="auto"/>
        </w:pBdr>
      </w:pPr>
    </w:p>
    <w:p w:rsidR="008C3446" w:rsidRDefault="008C3446" w:rsidP="008C3446">
      <w:pPr>
        <w:ind w:left="0" w:firstLine="0"/>
        <w:jc w:val="left"/>
      </w:pPr>
    </w:p>
    <w:p w:rsidR="00B31F4B" w:rsidRDefault="00E504A5" w:rsidP="007377B9">
      <w:pPr>
        <w:keepNext/>
        <w:keepLines/>
        <w:tabs>
          <w:tab w:val="left" w:pos="-1440"/>
          <w:tab w:val="left" w:pos="-720"/>
          <w:tab w:val="left" w:pos="440"/>
        </w:tabs>
        <w:spacing w:line="240" w:lineRule="atLeast"/>
        <w:ind w:left="432" w:hanging="518"/>
      </w:pPr>
      <w:r>
        <w:t>35</w:t>
      </w:r>
      <w:r w:rsidR="00B31F4B">
        <w:t>.</w:t>
      </w:r>
      <w:r w:rsidR="00B31F4B">
        <w:tab/>
      </w:r>
      <w:proofErr w:type="gramStart"/>
      <w:r w:rsidR="00B31F4B">
        <w:rPr>
          <w:b/>
          <w:i/>
        </w:rPr>
        <w:t>REASONING</w:t>
      </w:r>
      <w:r w:rsidR="00B31F4B">
        <w:t xml:space="preserve">  The</w:t>
      </w:r>
      <w:proofErr w:type="gramEnd"/>
      <w:r w:rsidR="00B31F4B">
        <w:t xml:space="preserve"> drawing shows the two knights, initially separated by the displacement </w:t>
      </w:r>
      <w:r w:rsidR="00B31F4B">
        <w:rPr>
          <w:i/>
        </w:rPr>
        <w:t xml:space="preserve">d, </w:t>
      </w:r>
      <w:r w:rsidR="00B31F4B">
        <w:t xml:space="preserve">traveling toward each other. At any moment, Sir George’s displacement is </w:t>
      </w:r>
      <w:r w:rsidR="00B31F4B">
        <w:rPr>
          <w:i/>
        </w:rPr>
        <w:t>x</w:t>
      </w:r>
      <w:r w:rsidR="00B31F4B">
        <w:rPr>
          <w:position w:val="-8"/>
          <w:sz w:val="18"/>
          <w:szCs w:val="18"/>
        </w:rPr>
        <w:t>G</w:t>
      </w:r>
      <w:r w:rsidR="00B31F4B">
        <w:t xml:space="preserve"> and that of Sir Alfred is </w:t>
      </w:r>
      <w:r w:rsidR="00B31F4B">
        <w:rPr>
          <w:i/>
        </w:rPr>
        <w:t>x</w:t>
      </w:r>
      <w:r w:rsidR="00B31F4B">
        <w:rPr>
          <w:position w:val="-8"/>
          <w:sz w:val="18"/>
          <w:szCs w:val="18"/>
        </w:rPr>
        <w:t>A</w:t>
      </w:r>
      <w:r w:rsidR="00B31F4B">
        <w:t xml:space="preserve">. When they meet, their displacements are the same, so </w:t>
      </w:r>
      <w:r w:rsidR="00B31F4B">
        <w:rPr>
          <w:i/>
        </w:rPr>
        <w:t>x</w:t>
      </w:r>
      <w:r w:rsidR="00B31F4B">
        <w:rPr>
          <w:position w:val="-8"/>
          <w:sz w:val="18"/>
          <w:szCs w:val="18"/>
        </w:rPr>
        <w:t>G</w:t>
      </w:r>
      <w:r w:rsidR="00B31F4B">
        <w:t xml:space="preserve"> = </w:t>
      </w:r>
      <w:r w:rsidR="00B31F4B">
        <w:rPr>
          <w:i/>
        </w:rPr>
        <w:t>x</w:t>
      </w:r>
      <w:r w:rsidR="00B31F4B">
        <w:rPr>
          <w:position w:val="-8"/>
          <w:sz w:val="18"/>
          <w:szCs w:val="18"/>
        </w:rPr>
        <w:t>A</w:t>
      </w:r>
      <w:r w:rsidR="00B31F4B">
        <w:t>.</w:t>
      </w:r>
    </w:p>
    <w:p w:rsidR="00B31F4B" w:rsidRDefault="00AE1B27" w:rsidP="00594939">
      <w:pPr>
        <w:keepNext/>
        <w:keepLines/>
        <w:tabs>
          <w:tab w:val="left" w:pos="-1440"/>
          <w:tab w:val="left" w:pos="-720"/>
          <w:tab w:val="left" w:pos="440"/>
        </w:tabs>
        <w:spacing w:line="240" w:lineRule="atLeast"/>
        <w:ind w:left="432" w:hanging="518"/>
      </w:pPr>
      <w:r>
        <w:rPr>
          <w:noProof/>
        </w:rPr>
        <w:pict>
          <v:group id="_x0000_s1118" style="position:absolute;left:0;text-align:left;margin-left:148.25pt;margin-top:8.5pt;width:130.45pt;height:28.8pt;z-index:251658240" coordorigin="4405,2677" coordsize="2609,576">
            <v:rect id="_x0000_s1119" style="position:absolute;left:4405;top:2677;width:2609;height:576" strokeweight="1pt">
              <v:textbox inset="0,0,0,0"/>
            </v:rect>
            <v:line id="_x0000_s1120" style="position:absolute" from="5709,2965" to="6590,2965" strokeweight="2pt">
              <v:stroke endarrow="block"/>
            </v:line>
            <v:line id="_x0000_s1121" style="position:absolute" from="4763,2968" to="5644,2968" strokeweight="2pt">
              <v:stroke startarrow="block"/>
            </v:line>
            <v:shapetype id="_x0000_t202" coordsize="21600,21600" o:spt="202" path="m,l,21600r21600,l21600,xe">
              <v:stroke joinstyle="miter"/>
              <v:path gradientshapeok="t" o:connecttype="rect"/>
            </v:shapetype>
            <v:shape id="_x0000_s1122" type="#_x0000_t202" style="position:absolute;left:6658;top:2795;width:285;height:339" filled="f" stroked="f" strokeweight="2pt">
              <v:textbox style="mso-next-textbox:#_x0000_s1122" inset="0,0,0,0">
                <w:txbxContent>
                  <w:p w:rsidR="001D7FB8" w:rsidRPr="00863AF4" w:rsidRDefault="001D7FB8" w:rsidP="00B31F4B">
                    <w:pPr>
                      <w:ind w:left="0" w:right="192" w:firstLine="0"/>
                      <w:rPr>
                        <w:sz w:val="28"/>
                        <w:szCs w:val="28"/>
                      </w:rPr>
                    </w:pPr>
                    <w:r w:rsidRPr="00863AF4">
                      <w:rPr>
                        <w:sz w:val="28"/>
                        <w:szCs w:val="28"/>
                      </w:rPr>
                      <w:t>+</w:t>
                    </w:r>
                  </w:p>
                </w:txbxContent>
              </v:textbox>
            </v:shape>
            <v:shape id="_x0000_s1123" type="#_x0000_t202" style="position:absolute;left:4567;top:2779;width:285;height:339" filled="f" stroked="f" strokeweight="2pt">
              <v:textbox style="mso-next-textbox:#_x0000_s1123" inset="0,0,0,0">
                <w:txbxContent>
                  <w:p w:rsidR="001D7FB8" w:rsidRPr="00863AF4" w:rsidRDefault="001D7FB8" w:rsidP="00B31F4B">
                    <w:pPr>
                      <w:ind w:left="0" w:right="192" w:firstLine="0"/>
                      <w:rPr>
                        <w:sz w:val="28"/>
                        <w:szCs w:val="28"/>
                      </w:rPr>
                    </w:pPr>
                    <w:r w:rsidRPr="00863AF4">
                      <w:rPr>
                        <w:sz w:val="28"/>
                        <w:szCs w:val="28"/>
                      </w:rPr>
                      <w:sym w:font="Symbol" w:char="F02D"/>
                    </w:r>
                  </w:p>
                </w:txbxContent>
              </v:textbox>
            </v:shape>
            <v:line id="_x0000_s1124" style="position:absolute" from="5674,2812" to="5674,3103" strokeweight="2pt"/>
          </v:group>
        </w:pict>
      </w:r>
    </w:p>
    <w:p w:rsidR="00B31F4B" w:rsidRDefault="00AE1B27" w:rsidP="00594939">
      <w:pPr>
        <w:keepNext/>
        <w:keepLines/>
        <w:tabs>
          <w:tab w:val="left" w:pos="-1440"/>
          <w:tab w:val="left" w:pos="-720"/>
          <w:tab w:val="left" w:pos="440"/>
        </w:tabs>
        <w:spacing w:line="240" w:lineRule="atLeast"/>
        <w:ind w:left="432" w:hanging="518"/>
      </w:pPr>
      <w:r>
        <w:rPr>
          <w:noProof/>
        </w:rPr>
        <w:pict>
          <v:group id="_x0000_s1099" style="position:absolute;left:0;text-align:left;margin-left:30.5pt;margin-top:1.4pt;width:395.55pt;height:128.5pt;z-index:251657216" coordorigin="2050,2418" coordsize="7911,2570">
            <v:line id="_x0000_s1100" style="position:absolute" from="2050,3693" to="9961,3693"/>
            <v:line id="_x0000_s1101" style="position:absolute" from="2304,3100" to="2304,4887"/>
            <v:rect id="_x0000_s1102" style="position:absolute;left:2185;top:3507;width:221;height:288">
              <v:stroke dashstyle="dash"/>
            </v:rect>
            <v:rect id="_x0000_s1103" style="position:absolute;left:3120;top:3527;width:221;height:288" fillcolor="silver"/>
            <v:rect id="_x0000_s1104" style="position:absolute;left:8528;top:3525;width:288;height:360">
              <v:stroke dashstyle="dash"/>
            </v:rect>
            <v:shape id="_x0000_s1105" type="#_x0000_t202" style="position:absolute;left:2251;top:2538;width:1493;height:613" stroked="f">
              <v:textbox style="mso-next-textbox:#_x0000_s1105">
                <w:txbxContent>
                  <w:p w:rsidR="001D7FB8" w:rsidRPr="00454535" w:rsidRDefault="001D7FB8" w:rsidP="00B31F4B">
                    <w:pPr>
                      <w:ind w:left="0" w:firstLine="0"/>
                      <w:jc w:val="left"/>
                      <w:rPr>
                        <w:sz w:val="20"/>
                      </w:rPr>
                    </w:pPr>
                    <w:r>
                      <w:rPr>
                        <w:sz w:val="20"/>
                      </w:rPr>
                      <w:t>Starting point for Sir George</w:t>
                    </w:r>
                  </w:p>
                </w:txbxContent>
              </v:textbox>
            </v:shape>
            <v:line id="_x0000_s1106" style="position:absolute;flip:x" from="2434,3069" to="2829,3463"/>
            <v:shape id="_x0000_s1107" type="#_x0000_t202" style="position:absolute;left:8196;top:2418;width:1493;height:613" stroked="f">
              <v:textbox style="mso-next-textbox:#_x0000_s1107">
                <w:txbxContent>
                  <w:p w:rsidR="001D7FB8" w:rsidRPr="00454535" w:rsidRDefault="001D7FB8" w:rsidP="00B31F4B">
                    <w:pPr>
                      <w:ind w:left="0" w:firstLine="0"/>
                      <w:jc w:val="left"/>
                      <w:rPr>
                        <w:sz w:val="20"/>
                      </w:rPr>
                    </w:pPr>
                    <w:r>
                      <w:rPr>
                        <w:sz w:val="20"/>
                      </w:rPr>
                      <w:t>Starting point for Sir Alfred</w:t>
                    </w:r>
                  </w:p>
                </w:txbxContent>
              </v:textbox>
            </v:shape>
            <v:line id="_x0000_s1108" style="position:absolute;flip:x" from="8657,2983" to="8845,3463"/>
            <v:line id="_x0000_s1109" style="position:absolute" from="3343,3669" to="4302,3694" strokeweight="2.5pt">
              <v:stroke endarrow="block"/>
            </v:line>
            <v:rect id="_x0000_s1110" style="position:absolute;left:7568;top:3508;width:288;height:360" fillcolor="black">
              <v:fill r:id="rId273" o:title="20%" type="pattern"/>
            </v:rect>
            <v:line id="_x0000_s1111" style="position:absolute" from="7029,3703" to="7560,3717" strokeweight="2.5pt">
              <v:stroke startarrow="block"/>
            </v:line>
            <v:line id="_x0000_s1112" style="position:absolute" from="2297,4184" to="3223,4184">
              <v:stroke endarrow="block"/>
            </v:line>
            <v:line id="_x0000_s1113" style="position:absolute" from="2299,4492" to="7733,4492">
              <v:stroke endarrow="block"/>
            </v:line>
            <v:line id="_x0000_s1114" style="position:absolute" from="2301,4885" to="8644,4885">
              <v:stroke endarrow="block"/>
            </v:line>
            <v:shape id="_x0000_s1115" type="#_x0000_t202" style="position:absolute;left:2589;top:3857;width:241;height:394" filled="f" stroked="f">
              <v:textbox style="mso-next-textbox:#_x0000_s1115" inset="0,0,0,0">
                <w:txbxContent>
                  <w:p w:rsidR="001D7FB8" w:rsidRPr="00714605" w:rsidRDefault="001D7FB8" w:rsidP="00B31F4B">
                    <w:pPr>
                      <w:ind w:left="0" w:firstLine="0"/>
                    </w:pPr>
                    <w:proofErr w:type="gramStart"/>
                    <w:r>
                      <w:rPr>
                        <w:i/>
                      </w:rPr>
                      <w:t>x</w:t>
                    </w:r>
                    <w:r>
                      <w:rPr>
                        <w:position w:val="-8"/>
                        <w:sz w:val="18"/>
                        <w:szCs w:val="18"/>
                      </w:rPr>
                      <w:t>G</w:t>
                    </w:r>
                    <w:proofErr w:type="gramEnd"/>
                  </w:p>
                </w:txbxContent>
              </v:textbox>
            </v:shape>
            <v:shape id="_x0000_s1116" type="#_x0000_t202" style="position:absolute;left:4886;top:4148;width:241;height:394" filled="f" stroked="f">
              <v:textbox style="mso-next-textbox:#_x0000_s1116" inset="0,0,0,0">
                <w:txbxContent>
                  <w:p w:rsidR="001D7FB8" w:rsidRPr="00714605" w:rsidRDefault="001D7FB8" w:rsidP="00B31F4B">
                    <w:pPr>
                      <w:ind w:left="0" w:firstLine="0"/>
                    </w:pPr>
                    <w:proofErr w:type="gramStart"/>
                    <w:r>
                      <w:rPr>
                        <w:i/>
                      </w:rPr>
                      <w:t>x</w:t>
                    </w:r>
                    <w:r w:rsidRPr="00714605">
                      <w:rPr>
                        <w:position w:val="-8"/>
                        <w:sz w:val="18"/>
                        <w:szCs w:val="18"/>
                      </w:rPr>
                      <w:t>A</w:t>
                    </w:r>
                    <w:proofErr w:type="gramEnd"/>
                  </w:p>
                </w:txbxContent>
              </v:textbox>
            </v:shape>
            <v:shape id="_x0000_s1117" type="#_x0000_t202" style="position:absolute;left:6172;top:4594;width:241;height:394" filled="f" stroked="f">
              <v:textbox style="mso-next-textbox:#_x0000_s1117" inset="0,0,0,0">
                <w:txbxContent>
                  <w:p w:rsidR="001D7FB8" w:rsidRPr="00714605" w:rsidRDefault="001D7FB8" w:rsidP="00B31F4B">
                    <w:pPr>
                      <w:ind w:left="0" w:firstLine="0"/>
                    </w:pPr>
                    <w:proofErr w:type="gramStart"/>
                    <w:r>
                      <w:rPr>
                        <w:i/>
                      </w:rPr>
                      <w:t>d</w:t>
                    </w:r>
                    <w:proofErr w:type="gramEnd"/>
                  </w:p>
                </w:txbxContent>
              </v:textbox>
            </v:shape>
          </v:group>
        </w:pict>
      </w:r>
    </w:p>
    <w:p w:rsidR="00B31F4B" w:rsidRDefault="00B31F4B" w:rsidP="00594939">
      <w:pPr>
        <w:keepNext/>
        <w:keepLines/>
        <w:tabs>
          <w:tab w:val="left" w:pos="-1440"/>
          <w:tab w:val="left" w:pos="-720"/>
          <w:tab w:val="left" w:pos="440"/>
        </w:tabs>
        <w:spacing w:line="240" w:lineRule="atLeast"/>
        <w:ind w:left="432" w:hanging="518"/>
      </w:pPr>
    </w:p>
    <w:p w:rsidR="00B31F4B" w:rsidRDefault="00B31F4B" w:rsidP="00594939">
      <w:pPr>
        <w:keepNext/>
        <w:keepLines/>
        <w:tabs>
          <w:tab w:val="left" w:pos="-1440"/>
          <w:tab w:val="left" w:pos="-720"/>
          <w:tab w:val="left" w:pos="440"/>
        </w:tabs>
        <w:spacing w:line="240" w:lineRule="atLeast"/>
        <w:ind w:left="432" w:hanging="518"/>
      </w:pPr>
    </w:p>
    <w:p w:rsidR="00B31F4B" w:rsidRDefault="00B31F4B" w:rsidP="00594939">
      <w:pPr>
        <w:keepNext/>
        <w:keepLines/>
        <w:tabs>
          <w:tab w:val="left" w:pos="-1440"/>
          <w:tab w:val="left" w:pos="-720"/>
          <w:tab w:val="left" w:pos="440"/>
        </w:tabs>
        <w:spacing w:line="240" w:lineRule="atLeast"/>
        <w:ind w:left="432" w:hanging="518"/>
      </w:pPr>
    </w:p>
    <w:p w:rsidR="00B31F4B" w:rsidRDefault="00B31F4B" w:rsidP="00594939">
      <w:pPr>
        <w:keepNext/>
        <w:keepLines/>
        <w:tabs>
          <w:tab w:val="left" w:pos="-1440"/>
          <w:tab w:val="left" w:pos="-720"/>
          <w:tab w:val="left" w:pos="440"/>
        </w:tabs>
        <w:spacing w:line="240" w:lineRule="atLeast"/>
        <w:ind w:left="432" w:hanging="518"/>
      </w:pPr>
    </w:p>
    <w:p w:rsidR="00B31F4B" w:rsidRDefault="00B31F4B" w:rsidP="00594939">
      <w:pPr>
        <w:keepNext/>
        <w:keepLines/>
        <w:tabs>
          <w:tab w:val="left" w:pos="-1440"/>
          <w:tab w:val="left" w:pos="-720"/>
          <w:tab w:val="left" w:pos="440"/>
        </w:tabs>
        <w:spacing w:line="240" w:lineRule="atLeast"/>
        <w:ind w:left="432" w:hanging="518"/>
      </w:pPr>
    </w:p>
    <w:p w:rsidR="00B31F4B" w:rsidRDefault="00B31F4B" w:rsidP="00594939">
      <w:pPr>
        <w:keepNext/>
        <w:keepLines/>
        <w:tabs>
          <w:tab w:val="left" w:pos="-1440"/>
          <w:tab w:val="left" w:pos="-720"/>
          <w:tab w:val="left" w:pos="440"/>
        </w:tabs>
        <w:spacing w:line="240" w:lineRule="atLeast"/>
        <w:ind w:left="432" w:hanging="518"/>
      </w:pPr>
    </w:p>
    <w:p w:rsidR="00B31F4B" w:rsidRDefault="00B31F4B" w:rsidP="00594939">
      <w:pPr>
        <w:keepNext/>
        <w:keepLines/>
        <w:tabs>
          <w:tab w:val="left" w:pos="-1440"/>
          <w:tab w:val="left" w:pos="-720"/>
          <w:tab w:val="left" w:pos="440"/>
        </w:tabs>
        <w:spacing w:line="240" w:lineRule="atLeast"/>
        <w:ind w:left="432" w:hanging="518"/>
      </w:pPr>
    </w:p>
    <w:p w:rsidR="00B31F4B" w:rsidRDefault="00B31F4B" w:rsidP="00594939">
      <w:pPr>
        <w:keepNext/>
        <w:keepLines/>
        <w:tabs>
          <w:tab w:val="left" w:pos="-1440"/>
          <w:tab w:val="left" w:pos="-720"/>
          <w:tab w:val="left" w:pos="440"/>
        </w:tabs>
        <w:spacing w:line="240" w:lineRule="atLeast"/>
        <w:ind w:left="432" w:hanging="518"/>
      </w:pPr>
    </w:p>
    <w:p w:rsidR="00B31F4B" w:rsidRPr="00454535" w:rsidRDefault="00B31F4B" w:rsidP="00594939">
      <w:pPr>
        <w:keepNext/>
        <w:keepLines/>
        <w:tabs>
          <w:tab w:val="left" w:pos="-1440"/>
          <w:tab w:val="left" w:pos="-720"/>
          <w:tab w:val="left" w:pos="440"/>
        </w:tabs>
        <w:spacing w:line="240" w:lineRule="atLeast"/>
        <w:ind w:left="432" w:hanging="518"/>
      </w:pPr>
    </w:p>
    <w:p w:rsidR="00B31F4B" w:rsidRDefault="00B31F4B" w:rsidP="00594939">
      <w:pPr>
        <w:keepNext/>
        <w:keepLines/>
        <w:tabs>
          <w:tab w:val="left" w:pos="-1440"/>
          <w:tab w:val="left" w:pos="-720"/>
          <w:tab w:val="left" w:pos="440"/>
        </w:tabs>
        <w:spacing w:line="240" w:lineRule="atLeast"/>
        <w:ind w:left="432" w:hanging="518"/>
      </w:pPr>
    </w:p>
    <w:p w:rsidR="00B31F4B" w:rsidRDefault="00B31F4B" w:rsidP="00B31F4B">
      <w:pPr>
        <w:tabs>
          <w:tab w:val="left" w:pos="-1440"/>
          <w:tab w:val="left" w:pos="-720"/>
          <w:tab w:val="left" w:pos="440"/>
        </w:tabs>
        <w:spacing w:line="240" w:lineRule="atLeast"/>
        <w:ind w:left="440" w:hanging="520"/>
      </w:pPr>
      <w:r>
        <w:tab/>
        <w:t>According to Equation 2.8, Sir George's displacement as a function of time is</w:t>
      </w:r>
    </w:p>
    <w:p w:rsidR="00B31F4B" w:rsidRDefault="00B31F4B" w:rsidP="00B31F4B">
      <w:pPr>
        <w:tabs>
          <w:tab w:val="left" w:pos="-1440"/>
          <w:tab w:val="left" w:pos="-720"/>
          <w:tab w:val="left" w:pos="440"/>
        </w:tabs>
        <w:spacing w:line="240" w:lineRule="atLeast"/>
        <w:ind w:left="440" w:hanging="520"/>
      </w:pPr>
    </w:p>
    <w:p w:rsidR="00B31F4B" w:rsidRDefault="00B31F4B" w:rsidP="00B31F4B">
      <w:pPr>
        <w:tabs>
          <w:tab w:val="left" w:pos="-1440"/>
          <w:tab w:val="left" w:pos="-720"/>
          <w:tab w:val="left" w:pos="440"/>
        </w:tabs>
        <w:spacing w:line="240" w:lineRule="atLeast"/>
        <w:ind w:left="440" w:hanging="520"/>
        <w:jc w:val="right"/>
      </w:pPr>
      <w:r w:rsidRPr="000C32AD">
        <w:rPr>
          <w:position w:val="-16"/>
        </w:rPr>
        <w:object w:dxaOrig="4620" w:dyaOrig="440">
          <v:shape id="_x0000_i1160" type="#_x0000_t75" style="width:231pt;height:21.5pt" o:ole="">
            <v:imagedata r:id="rId274" o:title=""/>
          </v:shape>
          <o:OLEObject Type="Embed" ProgID="Equation.DSMT4" ShapeID="_x0000_i1160" DrawAspect="Content" ObjectID="_1377284285" r:id="rId275"/>
        </w:object>
      </w:r>
      <w:r>
        <w:t xml:space="preserve">                                  (1)</w:t>
      </w:r>
    </w:p>
    <w:p w:rsidR="00B31F4B" w:rsidRDefault="00B31F4B" w:rsidP="00B31F4B">
      <w:pPr>
        <w:tabs>
          <w:tab w:val="left" w:pos="-1440"/>
          <w:tab w:val="left" w:pos="-720"/>
          <w:tab w:val="left" w:pos="440"/>
        </w:tabs>
        <w:spacing w:line="240" w:lineRule="atLeast"/>
        <w:ind w:left="440" w:hanging="520"/>
        <w:jc w:val="right"/>
      </w:pPr>
    </w:p>
    <w:p w:rsidR="00B31F4B" w:rsidRDefault="00B31F4B" w:rsidP="00B31F4B">
      <w:pPr>
        <w:tabs>
          <w:tab w:val="left" w:pos="-1440"/>
          <w:tab w:val="left" w:pos="-720"/>
          <w:tab w:val="left" w:pos="440"/>
        </w:tabs>
        <w:spacing w:line="240" w:lineRule="atLeast"/>
        <w:ind w:left="440" w:hanging="520"/>
      </w:pPr>
      <w:r>
        <w:tab/>
      </w:r>
      <w:proofErr w:type="gramStart"/>
      <w:r>
        <w:t>where</w:t>
      </w:r>
      <w:proofErr w:type="gramEnd"/>
      <w:r>
        <w:t xml:space="preserve"> we have used the fact that Sir George starts from rest </w:t>
      </w:r>
      <w:r w:rsidRPr="000C32AD">
        <w:rPr>
          <w:position w:val="-18"/>
        </w:rPr>
        <w:object w:dxaOrig="1500" w:dyaOrig="440">
          <v:shape id="_x0000_i1161" type="#_x0000_t75" style="width:75pt;height:21.5pt" o:ole="">
            <v:imagedata r:id="rId276" o:title=""/>
          </v:shape>
          <o:OLEObject Type="Embed" ProgID="Equation.DSMT4" ShapeID="_x0000_i1161" DrawAspect="Content" ObjectID="_1377284286" r:id="rId277"/>
        </w:object>
      </w:r>
      <w:r>
        <w:t xml:space="preserve"> </w:t>
      </w:r>
    </w:p>
    <w:p w:rsidR="00B31F4B" w:rsidRDefault="00B31F4B" w:rsidP="00B31F4B">
      <w:pPr>
        <w:tabs>
          <w:tab w:val="left" w:pos="-1440"/>
          <w:tab w:val="left" w:pos="-720"/>
          <w:tab w:val="left" w:pos="440"/>
        </w:tabs>
        <w:spacing w:line="240" w:lineRule="atLeast"/>
        <w:ind w:left="440" w:hanging="520"/>
      </w:pPr>
    </w:p>
    <w:p w:rsidR="00B31F4B" w:rsidRDefault="00B31F4B" w:rsidP="00B31F4B">
      <w:pPr>
        <w:tabs>
          <w:tab w:val="left" w:pos="-1440"/>
          <w:tab w:val="left" w:pos="-720"/>
          <w:tab w:val="left" w:pos="440"/>
        </w:tabs>
        <w:spacing w:line="240" w:lineRule="atLeast"/>
        <w:ind w:left="440" w:hanging="520"/>
      </w:pPr>
      <w:r>
        <w:tab/>
        <w:t xml:space="preserve">Since Sir Alfred starts from rest at </w:t>
      </w:r>
      <w:r>
        <w:rPr>
          <w:i/>
        </w:rPr>
        <w:t>x</w:t>
      </w:r>
      <w:r>
        <w:t xml:space="preserve"> = </w:t>
      </w:r>
      <w:r>
        <w:rPr>
          <w:i/>
        </w:rPr>
        <w:t>d</w:t>
      </w:r>
      <w:r>
        <w:t xml:space="preserve"> at </w:t>
      </w:r>
      <w:r>
        <w:rPr>
          <w:i/>
        </w:rPr>
        <w:t>t</w:t>
      </w:r>
      <w:r>
        <w:t xml:space="preserve"> = 0 s, we can write his displacement as (again, employing Equation 2.8)</w:t>
      </w:r>
    </w:p>
    <w:p w:rsidR="00B31F4B" w:rsidRDefault="00B31F4B" w:rsidP="00B31F4B">
      <w:pPr>
        <w:tabs>
          <w:tab w:val="left" w:pos="-1440"/>
          <w:tab w:val="left" w:pos="-720"/>
          <w:tab w:val="left" w:pos="440"/>
        </w:tabs>
        <w:spacing w:line="240" w:lineRule="atLeast"/>
        <w:ind w:left="440" w:hanging="520"/>
      </w:pPr>
    </w:p>
    <w:p w:rsidR="00B31F4B" w:rsidRDefault="00B31F4B" w:rsidP="00B31F4B">
      <w:pPr>
        <w:tabs>
          <w:tab w:val="left" w:pos="-1440"/>
          <w:tab w:val="left" w:pos="-720"/>
          <w:tab w:val="left" w:pos="440"/>
          <w:tab w:val="left" w:pos="4040"/>
        </w:tabs>
        <w:spacing w:line="240" w:lineRule="atLeast"/>
        <w:ind w:left="440" w:hanging="520"/>
        <w:jc w:val="right"/>
      </w:pPr>
      <w:r w:rsidRPr="000C32AD">
        <w:rPr>
          <w:position w:val="-16"/>
        </w:rPr>
        <w:object w:dxaOrig="5700" w:dyaOrig="440">
          <v:shape id="_x0000_i1162" type="#_x0000_t75" style="width:285pt;height:21.5pt" o:ole="">
            <v:imagedata r:id="rId278" o:title=""/>
          </v:shape>
          <o:OLEObject Type="Embed" ProgID="Equation.DSMT4" ShapeID="_x0000_i1162" DrawAspect="Content" ObjectID="_1377284287" r:id="rId279"/>
        </w:object>
      </w:r>
      <w:r>
        <w:t xml:space="preserve">                        (2)</w:t>
      </w:r>
    </w:p>
    <w:p w:rsidR="00B31F4B" w:rsidRDefault="00B31F4B" w:rsidP="00B31F4B">
      <w:pPr>
        <w:tabs>
          <w:tab w:val="left" w:pos="-1440"/>
          <w:tab w:val="left" w:pos="-720"/>
          <w:tab w:val="left" w:pos="440"/>
          <w:tab w:val="left" w:pos="4040"/>
        </w:tabs>
        <w:spacing w:line="240" w:lineRule="atLeast"/>
        <w:ind w:left="440" w:hanging="520"/>
        <w:jc w:val="right"/>
      </w:pPr>
    </w:p>
    <w:p w:rsidR="00B31F4B" w:rsidRPr="000C32AD" w:rsidRDefault="00B31F4B" w:rsidP="00B31F4B">
      <w:pPr>
        <w:tabs>
          <w:tab w:val="left" w:pos="-1440"/>
          <w:tab w:val="left" w:pos="-720"/>
          <w:tab w:val="left" w:pos="440"/>
        </w:tabs>
        <w:spacing w:line="240" w:lineRule="atLeast"/>
        <w:ind w:left="440" w:hanging="520"/>
      </w:pPr>
      <w:r>
        <w:lastRenderedPageBreak/>
        <w:tab/>
        <w:t xml:space="preserve">Solving Equation 1 for </w:t>
      </w:r>
      <w:r>
        <w:rPr>
          <w:i/>
        </w:rPr>
        <w:t>t</w:t>
      </w:r>
      <w:r>
        <w:rPr>
          <w:rStyle w:val="Super-12"/>
        </w:rPr>
        <w:t>2</w:t>
      </w:r>
      <w:r>
        <w:t xml:space="preserve"> </w:t>
      </w:r>
      <w:r w:rsidRPr="000C32AD">
        <w:rPr>
          <w:position w:val="-16"/>
        </w:rPr>
        <w:object w:dxaOrig="1520" w:dyaOrig="460">
          <v:shape id="_x0000_i1163" type="#_x0000_t75" style="width:75.5pt;height:23.5pt" o:ole="">
            <v:imagedata r:id="rId280" o:title=""/>
          </v:shape>
          <o:OLEObject Type="Embed" ProgID="Equation.DSMT4" ShapeID="_x0000_i1163" DrawAspect="Content" ObjectID="_1377284288" r:id="rId281"/>
        </w:object>
      </w:r>
      <w:r>
        <w:t xml:space="preserve"> and substituting this expression into Equation 2 yields</w:t>
      </w:r>
    </w:p>
    <w:p w:rsidR="00B31F4B" w:rsidRDefault="00B31F4B" w:rsidP="00B31F4B">
      <w:pPr>
        <w:tabs>
          <w:tab w:val="left" w:pos="-1440"/>
          <w:tab w:val="left" w:pos="-720"/>
          <w:tab w:val="left" w:pos="440"/>
        </w:tabs>
        <w:spacing w:line="240" w:lineRule="atLeast"/>
        <w:ind w:left="440" w:hanging="520"/>
        <w:jc w:val="right"/>
      </w:pPr>
      <w:r w:rsidRPr="00C65757">
        <w:rPr>
          <w:position w:val="-34"/>
        </w:rPr>
        <w:object w:dxaOrig="3560" w:dyaOrig="760">
          <v:shape id="_x0000_i1164" type="#_x0000_t75" style="width:177.5pt;height:38.5pt" o:ole="">
            <v:imagedata r:id="rId282" o:title=""/>
          </v:shape>
          <o:OLEObject Type="Embed" ProgID="Equation.DSMT4" ShapeID="_x0000_i1164" DrawAspect="Content" ObjectID="_1377284289" r:id="rId283"/>
        </w:object>
      </w:r>
      <w:r>
        <w:t xml:space="preserve">                                             (3)</w:t>
      </w:r>
    </w:p>
    <w:p w:rsidR="00B31F4B" w:rsidRDefault="00B31F4B" w:rsidP="00B31F4B">
      <w:pPr>
        <w:tabs>
          <w:tab w:val="left" w:pos="-1440"/>
          <w:tab w:val="left" w:pos="-720"/>
          <w:tab w:val="left" w:pos="440"/>
        </w:tabs>
        <w:spacing w:line="240" w:lineRule="atLeast"/>
        <w:ind w:left="440" w:hanging="520"/>
      </w:pPr>
      <w:r>
        <w:tab/>
      </w:r>
    </w:p>
    <w:p w:rsidR="00B31F4B" w:rsidRDefault="00B31F4B" w:rsidP="00B31F4B">
      <w:pPr>
        <w:tabs>
          <w:tab w:val="left" w:pos="-1440"/>
          <w:tab w:val="left" w:pos="-720"/>
          <w:tab w:val="left" w:pos="440"/>
        </w:tabs>
        <w:spacing w:line="240" w:lineRule="atLeast"/>
        <w:ind w:left="440" w:hanging="520"/>
      </w:pPr>
      <w:r>
        <w:tab/>
        <w:t xml:space="preserve">Noting that </w:t>
      </w:r>
      <w:r>
        <w:rPr>
          <w:i/>
        </w:rPr>
        <w:t>x</w:t>
      </w:r>
      <w:r>
        <w:rPr>
          <w:position w:val="-8"/>
          <w:sz w:val="18"/>
          <w:szCs w:val="18"/>
        </w:rPr>
        <w:t>A</w:t>
      </w:r>
      <w:r>
        <w:t xml:space="preserve"> = </w:t>
      </w:r>
      <w:r>
        <w:rPr>
          <w:i/>
        </w:rPr>
        <w:t>x</w:t>
      </w:r>
      <w:r>
        <w:rPr>
          <w:position w:val="-8"/>
          <w:sz w:val="18"/>
          <w:szCs w:val="18"/>
        </w:rPr>
        <w:t>G</w:t>
      </w:r>
      <w:r>
        <w:t xml:space="preserve"> when the two riders collide, we see that Equation 3 becomes</w:t>
      </w:r>
    </w:p>
    <w:p w:rsidR="00B31F4B" w:rsidRPr="00C65757" w:rsidRDefault="00B31F4B" w:rsidP="00B31F4B">
      <w:pPr>
        <w:tabs>
          <w:tab w:val="left" w:pos="-1440"/>
          <w:tab w:val="left" w:pos="-720"/>
          <w:tab w:val="left" w:pos="440"/>
        </w:tabs>
        <w:spacing w:line="240" w:lineRule="atLeast"/>
        <w:ind w:left="440" w:hanging="520"/>
      </w:pPr>
    </w:p>
    <w:p w:rsidR="00B31F4B" w:rsidRDefault="00B31F4B" w:rsidP="00B31F4B">
      <w:pPr>
        <w:tabs>
          <w:tab w:val="left" w:pos="-1440"/>
          <w:tab w:val="left" w:pos="-720"/>
          <w:tab w:val="left" w:pos="440"/>
          <w:tab w:val="left" w:pos="3500"/>
        </w:tabs>
        <w:spacing w:line="240" w:lineRule="atLeast"/>
        <w:ind w:left="440" w:hanging="520"/>
        <w:jc w:val="center"/>
      </w:pPr>
      <w:r w:rsidRPr="00C65757">
        <w:rPr>
          <w:position w:val="-34"/>
        </w:rPr>
        <w:object w:dxaOrig="1820" w:dyaOrig="760">
          <v:shape id="_x0000_i1165" type="#_x0000_t75" style="width:91pt;height:38.5pt" o:ole="">
            <v:imagedata r:id="rId284" o:title=""/>
          </v:shape>
          <o:OLEObject Type="Embed" ProgID="Equation.DSMT4" ShapeID="_x0000_i1165" DrawAspect="Content" ObjectID="_1377284290" r:id="rId285"/>
        </w:object>
      </w:r>
    </w:p>
    <w:p w:rsidR="00B31F4B" w:rsidRDefault="00B31F4B" w:rsidP="00B31F4B">
      <w:pPr>
        <w:tabs>
          <w:tab w:val="left" w:pos="-1440"/>
          <w:tab w:val="left" w:pos="-720"/>
          <w:tab w:val="left" w:pos="440"/>
          <w:tab w:val="left" w:pos="3500"/>
        </w:tabs>
        <w:spacing w:line="240" w:lineRule="atLeast"/>
        <w:ind w:left="440" w:hanging="520"/>
      </w:pPr>
    </w:p>
    <w:p w:rsidR="00B31F4B" w:rsidRPr="00C65757" w:rsidRDefault="00B31F4B" w:rsidP="00B31F4B">
      <w:pPr>
        <w:tabs>
          <w:tab w:val="left" w:pos="-1440"/>
          <w:tab w:val="left" w:pos="-720"/>
          <w:tab w:val="left" w:pos="440"/>
        </w:tabs>
        <w:spacing w:line="240" w:lineRule="atLeast"/>
        <w:ind w:left="440" w:hanging="520"/>
      </w:pPr>
      <w:r>
        <w:tab/>
        <w:t xml:space="preserve">Solving this equation for </w:t>
      </w:r>
      <w:r>
        <w:rPr>
          <w:i/>
        </w:rPr>
        <w:t>x</w:t>
      </w:r>
      <w:r w:rsidRPr="00C65757">
        <w:rPr>
          <w:position w:val="-8"/>
          <w:sz w:val="18"/>
          <w:szCs w:val="18"/>
        </w:rPr>
        <w:t>G</w:t>
      </w:r>
      <w:r>
        <w:t xml:space="preserve"> </w:t>
      </w:r>
      <w:proofErr w:type="gramStart"/>
      <w:r>
        <w:t xml:space="preserve">gives </w:t>
      </w:r>
      <w:proofErr w:type="gramEnd"/>
      <w:r w:rsidRPr="00C65757">
        <w:rPr>
          <w:position w:val="-64"/>
        </w:rPr>
        <w:object w:dxaOrig="1240" w:dyaOrig="1020">
          <v:shape id="_x0000_i1166" type="#_x0000_t75" style="width:62.5pt;height:51pt" o:ole="">
            <v:imagedata r:id="rId286" o:title=""/>
          </v:shape>
          <o:OLEObject Type="Embed" ProgID="Equation.DSMT4" ShapeID="_x0000_i1166" DrawAspect="Content" ObjectID="_1377284291" r:id="rId287"/>
        </w:object>
      </w:r>
      <w:r>
        <w:t>.</w:t>
      </w:r>
    </w:p>
    <w:p w:rsidR="00B31F4B" w:rsidRDefault="00B31F4B" w:rsidP="00B31F4B">
      <w:pPr>
        <w:tabs>
          <w:tab w:val="left" w:pos="-1440"/>
          <w:tab w:val="left" w:pos="-720"/>
          <w:tab w:val="left" w:pos="440"/>
        </w:tabs>
        <w:spacing w:line="240" w:lineRule="atLeast"/>
        <w:ind w:left="440" w:hanging="520"/>
      </w:pPr>
    </w:p>
    <w:p w:rsidR="00B31F4B" w:rsidRDefault="00B31F4B" w:rsidP="00437EB7">
      <w:pPr>
        <w:tabs>
          <w:tab w:val="left" w:pos="-1440"/>
          <w:tab w:val="left" w:pos="-720"/>
          <w:tab w:val="left" w:pos="440"/>
        </w:tabs>
        <w:spacing w:line="240" w:lineRule="atLeast"/>
        <w:ind w:left="440" w:hanging="520"/>
      </w:pPr>
      <w:r>
        <w:tab/>
      </w:r>
      <w:proofErr w:type="gramStart"/>
      <w:r>
        <w:rPr>
          <w:b/>
          <w:i/>
        </w:rPr>
        <w:t>SOLUTION</w:t>
      </w:r>
      <w:r>
        <w:t xml:space="preserve">  Sir</w:t>
      </w:r>
      <w:proofErr w:type="gramEnd"/>
      <w:r>
        <w:t xml:space="preserve"> George’s acceleration is positive </w:t>
      </w:r>
      <w:r w:rsidRPr="00784790">
        <w:rPr>
          <w:position w:val="-16"/>
        </w:rPr>
        <w:object w:dxaOrig="1980" w:dyaOrig="460">
          <v:shape id="_x0000_i1167" type="#_x0000_t75" style="width:99pt;height:23.5pt" o:ole="">
            <v:imagedata r:id="rId288" o:title=""/>
          </v:shape>
          <o:OLEObject Type="Embed" ProgID="Equation.DSMT4" ShapeID="_x0000_i1167" DrawAspect="Content" ObjectID="_1377284292" r:id="rId289"/>
        </w:object>
      </w:r>
      <w:r>
        <w:t xml:space="preserve"> since he starts from rest and moves to the right (the positive direction). Sir Alfred’s acceleration is negative </w:t>
      </w:r>
      <w:r w:rsidRPr="00784790">
        <w:rPr>
          <w:position w:val="-16"/>
        </w:rPr>
        <w:object w:dxaOrig="1980" w:dyaOrig="480">
          <v:shape id="_x0000_i1168" type="#_x0000_t75" style="width:99pt;height:24pt" o:ole="">
            <v:imagedata r:id="rId290" o:title=""/>
          </v:shape>
          <o:OLEObject Type="Embed" ProgID="Equation.DSMT4" ShapeID="_x0000_i1168" DrawAspect="Content" ObjectID="_1377284293" r:id="rId291"/>
        </w:object>
      </w:r>
      <w:r>
        <w:t xml:space="preserve"> since he starts from rest and moves to the left (the negative direction). The displacement of Sir George is, then,</w:t>
      </w:r>
    </w:p>
    <w:p w:rsidR="00B31F4B" w:rsidRDefault="00B31F4B" w:rsidP="00B31F4B">
      <w:pPr>
        <w:tabs>
          <w:tab w:val="left" w:pos="-1440"/>
          <w:tab w:val="left" w:pos="-720"/>
          <w:tab w:val="left" w:pos="440"/>
        </w:tabs>
        <w:spacing w:line="240" w:lineRule="atLeast"/>
        <w:ind w:left="440" w:hanging="520"/>
      </w:pPr>
    </w:p>
    <w:p w:rsidR="00B31F4B" w:rsidRDefault="00B31F4B" w:rsidP="00B31F4B">
      <w:pPr>
        <w:tabs>
          <w:tab w:val="left" w:pos="-1440"/>
          <w:tab w:val="left" w:pos="-720"/>
          <w:tab w:val="left" w:pos="440"/>
        </w:tabs>
        <w:spacing w:line="240" w:lineRule="atLeast"/>
        <w:ind w:left="440" w:hanging="520"/>
        <w:jc w:val="center"/>
      </w:pPr>
      <w:r w:rsidRPr="00784790">
        <w:rPr>
          <w:position w:val="-66"/>
        </w:rPr>
        <w:object w:dxaOrig="4239" w:dyaOrig="1040">
          <v:shape id="_x0000_i1169" type="#_x0000_t75" style="width:212.5pt;height:51.5pt" o:ole="">
            <v:imagedata r:id="rId292" o:title=""/>
          </v:shape>
          <o:OLEObject Type="Embed" ProgID="Equation.DSMT4" ShapeID="_x0000_i1169" DrawAspect="Content" ObjectID="_1377284294" r:id="rId293"/>
        </w:object>
      </w:r>
    </w:p>
    <w:p w:rsidR="003F78DE" w:rsidRDefault="00B31F4B" w:rsidP="00B31F4B">
      <w:pPr>
        <w:rPr>
          <w:sz w:val="20"/>
        </w:rPr>
      </w:pPr>
      <w:r>
        <w:rPr>
          <w:sz w:val="20"/>
        </w:rPr>
        <w:t>____________________________________________________________________________________________</w:t>
      </w:r>
    </w:p>
    <w:p w:rsidR="00B31F4B" w:rsidRDefault="00B31F4B" w:rsidP="00B31F4B"/>
    <w:p w:rsidR="00437EB7" w:rsidRDefault="00437EB7" w:rsidP="00437EB7">
      <w:pPr>
        <w:pStyle w:val="SM6e"/>
      </w:pPr>
      <w:r>
        <w:t>36.</w:t>
      </w:r>
      <w:r>
        <w:tab/>
      </w:r>
      <w:r>
        <w:rPr>
          <w:b/>
          <w:i/>
        </w:rPr>
        <w:t>REASONING</w:t>
      </w:r>
      <w:r>
        <w:t xml:space="preserve">  The players collide when they have the same </w:t>
      </w:r>
      <w:r>
        <w:rPr>
          <w:i/>
        </w:rPr>
        <w:t>x</w:t>
      </w:r>
      <w:r>
        <w:t xml:space="preserve"> coordinate relative to a common origin.  For convenience, we will place the origin at the starting point of the first player.  From Equation 2.8, the </w:t>
      </w:r>
      <w:r>
        <w:rPr>
          <w:i/>
        </w:rPr>
        <w:t>x</w:t>
      </w:r>
      <w:r>
        <w:t xml:space="preserve"> coordinate of each player is given by </w:t>
      </w:r>
    </w:p>
    <w:p w:rsidR="00437EB7" w:rsidRDefault="00437EB7" w:rsidP="00437EB7">
      <w:pPr>
        <w:pStyle w:val="SM6e"/>
      </w:pPr>
    </w:p>
    <w:p w:rsidR="00437EB7" w:rsidRPr="00297638" w:rsidRDefault="00437EB7" w:rsidP="00437EB7">
      <w:pPr>
        <w:pStyle w:val="MTDisplayEquation"/>
        <w:jc w:val="right"/>
      </w:pPr>
      <w:r>
        <w:tab/>
      </w:r>
      <w:r w:rsidRPr="00B86C4D">
        <w:rPr>
          <w:position w:val="-50"/>
        </w:rPr>
        <w:object w:dxaOrig="6020" w:dyaOrig="1120">
          <v:shape id="_x0000_i1170" type="#_x0000_t75" style="width:301.5pt;height:56pt" o:ole="">
            <v:imagedata r:id="rId294" o:title=""/>
          </v:shape>
          <o:OLEObject Type="Embed" ProgID="Equation.DSMT4" ShapeID="_x0000_i1170" DrawAspect="Content" ObjectID="_1377284295" r:id="rId295"/>
        </w:object>
      </w:r>
    </w:p>
    <w:p w:rsidR="00437EB7" w:rsidRDefault="00437EB7" w:rsidP="00437EB7">
      <w:pPr>
        <w:pStyle w:val="SM6e"/>
      </w:pPr>
      <w:r>
        <w:tab/>
      </w:r>
      <w:proofErr w:type="gramStart"/>
      <w:r>
        <w:t>where</w:t>
      </w:r>
      <w:proofErr w:type="gramEnd"/>
      <w:r>
        <w:t xml:space="preserve"> </w:t>
      </w:r>
      <w:r>
        <w:rPr>
          <w:i/>
        </w:rPr>
        <w:t>d</w:t>
      </w:r>
      <w:r>
        <w:t xml:space="preserve"> = +48 m is the initial position of the second player.  </w:t>
      </w:r>
      <w:proofErr w:type="gramStart"/>
      <w:r>
        <w:t xml:space="preserve">When </w:t>
      </w:r>
      <w:proofErr w:type="gramEnd"/>
      <w:r w:rsidRPr="00C23621">
        <w:rPr>
          <w:position w:val="-14"/>
        </w:rPr>
        <w:object w:dxaOrig="720" w:dyaOrig="380">
          <v:shape id="_x0000_i1171" type="#_x0000_t75" style="width:36pt;height:19pt" o:ole="">
            <v:imagedata r:id="rId296" o:title=""/>
          </v:shape>
          <o:OLEObject Type="Embed" ProgID="Equation.DSMT4" ShapeID="_x0000_i1171" DrawAspect="Content" ObjectID="_1377284296" r:id="rId297"/>
        </w:object>
      </w:r>
      <w:r>
        <w:t xml:space="preserve">, the players collide at time </w:t>
      </w:r>
      <w:r w:rsidRPr="00C23621">
        <w:rPr>
          <w:position w:val="-14"/>
        </w:rPr>
        <w:object w:dxaOrig="920" w:dyaOrig="380">
          <v:shape id="_x0000_i1172" type="#_x0000_t75" style="width:46pt;height:19pt" o:ole="">
            <v:imagedata r:id="rId298" o:title=""/>
          </v:shape>
          <o:OLEObject Type="Embed" ProgID="Equation.DSMT4" ShapeID="_x0000_i1172" DrawAspect="Content" ObjectID="_1377284297" r:id="rId299"/>
        </w:object>
      </w:r>
      <w:r>
        <w:t>.</w:t>
      </w:r>
    </w:p>
    <w:p w:rsidR="00437EB7" w:rsidRDefault="00437EB7" w:rsidP="00437EB7"/>
    <w:p w:rsidR="00437EB7" w:rsidRDefault="00437EB7" w:rsidP="00437EB7">
      <w:pPr>
        <w:pStyle w:val="SM6e"/>
      </w:pPr>
      <w:r>
        <w:tab/>
      </w:r>
      <w:r>
        <w:rPr>
          <w:b/>
          <w:i/>
        </w:rPr>
        <w:t>SOLUTION</w:t>
      </w:r>
    </w:p>
    <w:p w:rsidR="00437EB7" w:rsidRDefault="00437EB7" w:rsidP="00437EB7">
      <w:pPr>
        <w:pStyle w:val="SM6e"/>
      </w:pPr>
      <w:r>
        <w:rPr>
          <w:b/>
          <w:i/>
        </w:rPr>
        <w:tab/>
      </w:r>
      <w:proofErr w:type="gramStart"/>
      <w:r>
        <w:t>a.  Equating</w:t>
      </w:r>
      <w:proofErr w:type="gramEnd"/>
      <w:r>
        <w:t xml:space="preserve"> Equations (1) and (2) when</w:t>
      </w:r>
      <w:r>
        <w:rPr>
          <w:position w:val="-8"/>
        </w:rPr>
        <w:t xml:space="preserve"> </w:t>
      </w:r>
      <w:r w:rsidRPr="00C23621">
        <w:rPr>
          <w:position w:val="-14"/>
        </w:rPr>
        <w:object w:dxaOrig="920" w:dyaOrig="380">
          <v:shape id="_x0000_i1173" type="#_x0000_t75" style="width:46pt;height:19pt" o:ole="">
            <v:imagedata r:id="rId298" o:title=""/>
          </v:shape>
          <o:OLEObject Type="Embed" ProgID="Equation.DSMT4" ShapeID="_x0000_i1173" DrawAspect="Content" ObjectID="_1377284298" r:id="rId300"/>
        </w:object>
      </w:r>
      <w:r>
        <w:t>, we have</w:t>
      </w:r>
    </w:p>
    <w:p w:rsidR="00437EB7" w:rsidRDefault="00437EB7" w:rsidP="00437EB7"/>
    <w:p w:rsidR="00437EB7" w:rsidRDefault="00437EB7" w:rsidP="00437EB7">
      <w:pPr>
        <w:pStyle w:val="eq"/>
      </w:pPr>
      <w:r>
        <w:object w:dxaOrig="1900" w:dyaOrig="440">
          <v:shape id="_x0000_i1174" type="#_x0000_t75" style="width:95pt;height:22pt" o:ole="">
            <v:imagedata r:id="rId301" o:title=""/>
          </v:shape>
          <o:OLEObject Type="Embed" ProgID="Equation" ShapeID="_x0000_i1174" DrawAspect="Content" ObjectID="_1377284299" r:id="rId302">
            <o:FieldCodes>\* mergeformat</o:FieldCodes>
          </o:OLEObject>
        </w:object>
      </w:r>
    </w:p>
    <w:p w:rsidR="00437EB7" w:rsidRDefault="00437EB7" w:rsidP="00437EB7"/>
    <w:p w:rsidR="00437EB7" w:rsidRDefault="00437EB7" w:rsidP="00437EB7">
      <w:pPr>
        <w:pStyle w:val="SM6e"/>
      </w:pPr>
      <w:r>
        <w:tab/>
        <w:t xml:space="preserve">We note that </w:t>
      </w:r>
      <w:r>
        <w:rPr>
          <w:i/>
        </w:rPr>
        <w:t>a</w:t>
      </w:r>
      <w:r w:rsidRPr="00AC2503">
        <w:rPr>
          <w:position w:val="-10"/>
          <w:sz w:val="18"/>
          <w:szCs w:val="18"/>
        </w:rPr>
        <w:t>1</w:t>
      </w:r>
      <w:r>
        <w:t xml:space="preserve"> = +0.50 m/s</w:t>
      </w:r>
      <w:r w:rsidRPr="00AC2503">
        <w:rPr>
          <w:position w:val="10"/>
          <w:sz w:val="18"/>
          <w:szCs w:val="18"/>
        </w:rPr>
        <w:t>2</w:t>
      </w:r>
      <w:r>
        <w:t xml:space="preserve">, while </w:t>
      </w:r>
      <w:r>
        <w:rPr>
          <w:i/>
        </w:rPr>
        <w:t>a</w:t>
      </w:r>
      <w:r w:rsidRPr="00AC2503">
        <w:rPr>
          <w:position w:val="-10"/>
          <w:sz w:val="18"/>
          <w:szCs w:val="18"/>
        </w:rPr>
        <w:t>2</w:t>
      </w:r>
      <w:r>
        <w:t xml:space="preserve">  = </w:t>
      </w:r>
      <w:r>
        <w:sym w:font="Symbol" w:char="F02D"/>
      </w:r>
      <w:r>
        <w:t>0.30 m/s</w:t>
      </w:r>
      <w:r w:rsidRPr="00AC2503">
        <w:rPr>
          <w:position w:val="10"/>
          <w:sz w:val="18"/>
          <w:szCs w:val="18"/>
        </w:rPr>
        <w:t>2</w:t>
      </w:r>
      <w:r>
        <w:t>, since the first player accelerates in the +</w:t>
      </w:r>
      <w:r>
        <w:rPr>
          <w:i/>
        </w:rPr>
        <w:t>x</w:t>
      </w:r>
      <w:r>
        <w:t xml:space="preserve"> direction and the second player in the –</w:t>
      </w:r>
      <w:r>
        <w:rPr>
          <w:i/>
        </w:rPr>
        <w:t>x</w:t>
      </w:r>
      <w:r>
        <w:t xml:space="preserve"> direction.  Solving for </w:t>
      </w:r>
      <w:r>
        <w:rPr>
          <w:i/>
        </w:rPr>
        <w:t>t</w:t>
      </w:r>
      <w:r>
        <w:t>, we have</w:t>
      </w:r>
    </w:p>
    <w:p w:rsidR="00437EB7" w:rsidRDefault="00437EB7" w:rsidP="00437EB7">
      <w:pPr>
        <w:pStyle w:val="SM6e"/>
      </w:pPr>
    </w:p>
    <w:p w:rsidR="00437EB7" w:rsidRDefault="00437EB7" w:rsidP="00437EB7">
      <w:pPr>
        <w:pStyle w:val="MTDisplayEquation"/>
      </w:pPr>
      <w:r>
        <w:tab/>
      </w:r>
      <w:r w:rsidRPr="00F75571">
        <w:rPr>
          <w:position w:val="-44"/>
        </w:rPr>
        <w:object w:dxaOrig="5040" w:dyaOrig="920">
          <v:shape id="_x0000_i1175" type="#_x0000_t75" style="width:252pt;height:46pt" o:ole="">
            <v:imagedata r:id="rId303" o:title=""/>
          </v:shape>
          <o:OLEObject Type="Embed" ProgID="Equation.DSMT4" ShapeID="_x0000_i1175" DrawAspect="Content" ObjectID="_1377284300" r:id="rId304"/>
        </w:object>
      </w:r>
    </w:p>
    <w:p w:rsidR="00437EB7" w:rsidRDefault="00437EB7" w:rsidP="00437EB7"/>
    <w:p w:rsidR="00437EB7" w:rsidRDefault="00437EB7" w:rsidP="00437EB7">
      <w:pPr>
        <w:pStyle w:val="SM6e"/>
      </w:pPr>
      <w:r>
        <w:tab/>
      </w:r>
      <w:proofErr w:type="gramStart"/>
      <w:r>
        <w:t>b.  From</w:t>
      </w:r>
      <w:proofErr w:type="gramEnd"/>
      <w:r>
        <w:t xml:space="preserve"> Equation (1), </w:t>
      </w:r>
    </w:p>
    <w:p w:rsidR="00437EB7" w:rsidRDefault="00437EB7" w:rsidP="00437EB7">
      <w:pPr>
        <w:pStyle w:val="SM6e"/>
      </w:pPr>
    </w:p>
    <w:p w:rsidR="00437EB7" w:rsidRDefault="00437EB7" w:rsidP="00437EB7">
      <w:pPr>
        <w:pStyle w:val="SM6e"/>
        <w:jc w:val="center"/>
      </w:pPr>
      <w:r w:rsidRPr="002A6378">
        <w:rPr>
          <w:position w:val="-18"/>
        </w:rPr>
        <w:object w:dxaOrig="4660" w:dyaOrig="520">
          <v:shape id="_x0000_i1176" type="#_x0000_t75" style="width:233.5pt;height:26pt" o:ole="">
            <v:imagedata r:id="rId305" o:title=""/>
          </v:shape>
          <o:OLEObject Type="Embed" ProgID="Equation.DSMT4" ShapeID="_x0000_i1176" DrawAspect="Content" ObjectID="_1377284301" r:id="rId306"/>
        </w:object>
      </w:r>
    </w:p>
    <w:p w:rsidR="00437EB7" w:rsidRDefault="00437EB7" w:rsidP="00437EB7">
      <w:r>
        <w:t>______________________________________________________________________________</w:t>
      </w:r>
    </w:p>
    <w:p w:rsidR="00437EB7" w:rsidRDefault="00437EB7" w:rsidP="00437EB7"/>
    <w:p w:rsidR="00D80820" w:rsidRDefault="0014269B" w:rsidP="00D80820">
      <w:pPr>
        <w:pStyle w:val="SM6e"/>
      </w:pPr>
      <w:r>
        <w:t>37</w:t>
      </w:r>
      <w:r w:rsidR="00D80820" w:rsidRPr="00232F42">
        <w:t>.</w:t>
      </w:r>
      <w:r w:rsidR="00D80820" w:rsidRPr="00232F42">
        <w:tab/>
      </w:r>
      <w:r w:rsidR="00D80820">
        <w:rPr>
          <w:b/>
          <w:i/>
        </w:rPr>
        <w:t>REASONING</w:t>
      </w:r>
      <w:r w:rsidR="00D80820">
        <w:t xml:space="preserve">  At a constant velocity the time required for the first car to travel to the next exit is given by Equation 2.2 as the magnitude of the displacement (2.5 </w:t>
      </w:r>
      <w:r w:rsidR="00D80820" w:rsidRPr="00232F42">
        <w:sym w:font="Symbol" w:char="F0B4"/>
      </w:r>
      <w:r w:rsidR="00D80820">
        <w:t> </w:t>
      </w:r>
      <w:r w:rsidR="00D80820" w:rsidRPr="00232F42">
        <w:t>10</w:t>
      </w:r>
      <w:r w:rsidR="00D80820" w:rsidRPr="00326D8B">
        <w:rPr>
          <w:position w:val="10"/>
          <w:sz w:val="18"/>
          <w:szCs w:val="18"/>
        </w:rPr>
        <w:t>3</w:t>
      </w:r>
      <w:r w:rsidR="00D80820">
        <w:t xml:space="preserve"> m) divided by </w:t>
      </w:r>
      <w:r w:rsidR="003F78DE">
        <w:t xml:space="preserve">the magnitude of the velocity. </w:t>
      </w:r>
      <w:r w:rsidR="00D80820">
        <w:t>This is also the travel time for the seco</w:t>
      </w:r>
      <w:r w:rsidR="003F78DE">
        <w:t xml:space="preserve">nd car to reach the next exit. </w:t>
      </w:r>
      <w:r w:rsidR="00D80820">
        <w:t>The acceleration for the second car can be determined from Equation 2.8, since the initial velocity, the displac</w:t>
      </w:r>
      <w:r w:rsidR="003F78DE">
        <w:t xml:space="preserve">ement, and the time are known. </w:t>
      </w:r>
      <w:r w:rsidR="00D80820">
        <w:t>This equation applies, because the acceleration is constant.</w:t>
      </w:r>
    </w:p>
    <w:p w:rsidR="00D80820" w:rsidRPr="00CE2CE8" w:rsidRDefault="00D80820" w:rsidP="00D80820">
      <w:pPr>
        <w:pStyle w:val="SM6e"/>
      </w:pPr>
    </w:p>
    <w:p w:rsidR="00D80820" w:rsidRDefault="00D80820" w:rsidP="00D80820">
      <w:pPr>
        <w:pStyle w:val="SM6e"/>
      </w:pPr>
      <w:r>
        <w:rPr>
          <w:b/>
          <w:i/>
        </w:rPr>
        <w:tab/>
      </w:r>
      <w:r w:rsidRPr="00232F42">
        <w:rPr>
          <w:b/>
          <w:i/>
        </w:rPr>
        <w:t>SOLUTION</w:t>
      </w:r>
      <w:r>
        <w:t xml:space="preserve">  According to Equation 2.2, with the assumption that the initial time is </w:t>
      </w:r>
      <w:r w:rsidRPr="00964B0D">
        <w:rPr>
          <w:i/>
        </w:rPr>
        <w:t>t</w:t>
      </w:r>
      <w:r w:rsidRPr="004B7D66">
        <w:rPr>
          <w:position w:val="-8"/>
          <w:sz w:val="18"/>
          <w:szCs w:val="18"/>
        </w:rPr>
        <w:t>0</w:t>
      </w:r>
      <w:r>
        <w:t xml:space="preserve"> = 0 s, the time for the first car to reach the next exit at a constant velocity is</w:t>
      </w:r>
    </w:p>
    <w:p w:rsidR="00D80820" w:rsidRDefault="00D80820" w:rsidP="00D80820">
      <w:pPr>
        <w:pStyle w:val="SM6e"/>
      </w:pPr>
    </w:p>
    <w:p w:rsidR="00D80820" w:rsidRDefault="0085363C" w:rsidP="00D80820">
      <w:pPr>
        <w:pStyle w:val="SM6e"/>
        <w:jc w:val="center"/>
      </w:pPr>
      <w:r w:rsidRPr="0085363C">
        <w:rPr>
          <w:position w:val="-24"/>
        </w:rPr>
        <w:object w:dxaOrig="3840" w:dyaOrig="680">
          <v:shape id="_x0000_i1177" type="#_x0000_t75" style="width:192pt;height:33.5pt" o:ole="">
            <v:imagedata r:id="rId307" o:title=""/>
          </v:shape>
          <o:OLEObject Type="Embed" ProgID="Equation.DSMT4" ShapeID="_x0000_i1177" DrawAspect="Content" ObjectID="_1377284302" r:id="rId308"/>
        </w:object>
      </w:r>
    </w:p>
    <w:p w:rsidR="00D80820" w:rsidRPr="00232F42" w:rsidRDefault="00D80820" w:rsidP="00D80820">
      <w:pPr>
        <w:pStyle w:val="SM6e"/>
      </w:pPr>
    </w:p>
    <w:p w:rsidR="00D80820" w:rsidRPr="00232F42" w:rsidRDefault="00D80820" w:rsidP="00D80820">
      <w:pPr>
        <w:pStyle w:val="SM6e"/>
      </w:pPr>
      <w:r w:rsidRPr="00232F42">
        <w:tab/>
      </w:r>
      <w:r>
        <w:t xml:space="preserve">Remembering that the initial velocity </w:t>
      </w:r>
      <w:r>
        <w:rPr>
          <w:i/>
        </w:rPr>
        <w:t>v</w:t>
      </w:r>
      <w:r w:rsidRPr="004B7D66">
        <w:rPr>
          <w:position w:val="-8"/>
          <w:sz w:val="18"/>
          <w:szCs w:val="18"/>
        </w:rPr>
        <w:t>0</w:t>
      </w:r>
      <w:r>
        <w:t xml:space="preserve"> of the second car is zero, we can solve Equation 2.8 </w:t>
      </w:r>
      <w:r w:rsidR="0085363C" w:rsidRPr="0085363C">
        <w:rPr>
          <w:position w:val="-18"/>
        </w:rPr>
        <w:object w:dxaOrig="2320" w:dyaOrig="480">
          <v:shape id="_x0000_i1178" type="#_x0000_t75" style="width:116pt;height:24pt" o:ole="">
            <v:imagedata r:id="rId309" o:title=""/>
          </v:shape>
          <o:OLEObject Type="Embed" ProgID="Equation.DSMT4" ShapeID="_x0000_i1178" DrawAspect="Content" ObjectID="_1377284303" r:id="rId310"/>
        </w:object>
      </w:r>
      <w:r>
        <w:t xml:space="preserve"> for the acceleration to show that</w:t>
      </w:r>
      <w:r w:rsidRPr="00232F42">
        <w:t xml:space="preserve"> </w:t>
      </w:r>
    </w:p>
    <w:p w:rsidR="00D80820" w:rsidRPr="00232F42" w:rsidRDefault="00D80820" w:rsidP="00D80820">
      <w:pPr>
        <w:pStyle w:val="SM6e"/>
      </w:pPr>
    </w:p>
    <w:p w:rsidR="00D80820" w:rsidRPr="00232F42" w:rsidRDefault="0085363C" w:rsidP="00D80820">
      <w:pPr>
        <w:pStyle w:val="SM6e"/>
        <w:jc w:val="center"/>
      </w:pPr>
      <w:r w:rsidRPr="0085363C">
        <w:rPr>
          <w:position w:val="-30"/>
        </w:rPr>
        <w:object w:dxaOrig="3780" w:dyaOrig="740">
          <v:shape id="_x0000_i1179" type="#_x0000_t75" style="width:189pt;height:36.5pt" o:ole="">
            <v:imagedata r:id="rId311" o:title=""/>
          </v:shape>
          <o:OLEObject Type="Embed" ProgID="Equation.DSMT4" ShapeID="_x0000_i1179" DrawAspect="Content" ObjectID="_1377284304" r:id="rId312"/>
        </w:object>
      </w:r>
    </w:p>
    <w:p w:rsidR="00D80820" w:rsidRPr="00232F42" w:rsidRDefault="00D80820" w:rsidP="00D80820">
      <w:pPr>
        <w:pStyle w:val="SM6e"/>
      </w:pPr>
    </w:p>
    <w:p w:rsidR="00D80820" w:rsidRDefault="00D80820" w:rsidP="007A765C">
      <w:pPr>
        <w:pStyle w:val="SM6e"/>
      </w:pPr>
      <w:r w:rsidRPr="00232F42">
        <w:tab/>
      </w:r>
      <w:r>
        <w:t>Since the second car’s speed is increasing</w:t>
      </w:r>
      <w:r w:rsidRPr="00232F42">
        <w:t xml:space="preserve">, this acceleration must </w:t>
      </w:r>
      <w:proofErr w:type="gramStart"/>
      <w:r w:rsidRPr="00232F42">
        <w:t>be</w:t>
      </w:r>
      <w:r w:rsidR="007A765C">
        <w:t xml:space="preserve"> </w:t>
      </w:r>
      <w:proofErr w:type="gramEnd"/>
      <w:r w:rsidR="007A765C" w:rsidRPr="007A765C">
        <w:rPr>
          <w:position w:val="-16"/>
        </w:rPr>
        <w:object w:dxaOrig="3620" w:dyaOrig="440">
          <v:shape id="_x0000_i1180" type="#_x0000_t75" style="width:180.5pt;height:21.5pt" o:ole="">
            <v:imagedata r:id="rId313" o:title=""/>
          </v:shape>
          <o:OLEObject Type="Embed" ProgID="Equation.DSMT4" ShapeID="_x0000_i1180" DrawAspect="Content" ObjectID="_1377284305" r:id="rId314"/>
        </w:object>
      </w:r>
      <w:r>
        <w:t>.</w:t>
      </w:r>
    </w:p>
    <w:p w:rsidR="00D80820" w:rsidRDefault="00D80820" w:rsidP="00D80820">
      <w:pPr>
        <w:pStyle w:val="SM6e"/>
      </w:pPr>
    </w:p>
    <w:p w:rsidR="00D80820" w:rsidRPr="00232F42" w:rsidRDefault="00D80820" w:rsidP="00D80820">
      <w:pPr>
        <w:pStyle w:val="SM6e"/>
        <w:pBdr>
          <w:top w:val="single" w:sz="4" w:space="1" w:color="auto"/>
        </w:pBdr>
      </w:pPr>
    </w:p>
    <w:p w:rsidR="008E79BD" w:rsidRDefault="008E79BD" w:rsidP="008E79BD">
      <w:pPr>
        <w:pStyle w:val="SM6e"/>
      </w:pPr>
      <w:r>
        <w:t>38.</w:t>
      </w:r>
      <w:r>
        <w:tab/>
      </w:r>
      <w:r>
        <w:rPr>
          <w:b/>
          <w:i/>
        </w:rPr>
        <w:t>REASONING</w:t>
      </w:r>
      <w:r>
        <w:t xml:space="preserve">  Let the total distance between the first and third sign be equal to 2</w:t>
      </w:r>
      <w:r>
        <w:rPr>
          <w:i/>
        </w:rPr>
        <w:t>d</w:t>
      </w:r>
      <w:r>
        <w:t xml:space="preserve">.  Then, the time </w:t>
      </w:r>
      <w:r w:rsidRPr="00EB3D75">
        <w:rPr>
          <w:position w:val="-14"/>
        </w:rPr>
        <w:object w:dxaOrig="279" w:dyaOrig="380">
          <v:shape id="_x0000_i1181" type="#_x0000_t75" style="width:14pt;height:19pt" o:ole="">
            <v:imagedata r:id="rId315" o:title=""/>
          </v:shape>
          <o:OLEObject Type="Embed" ProgID="Equation.DSMT4" ShapeID="_x0000_i1181" DrawAspect="Content" ObjectID="_1377284306" r:id="rId316"/>
        </w:object>
      </w:r>
      <w:r>
        <w:t xml:space="preserve"> is given by </w:t>
      </w:r>
    </w:p>
    <w:p w:rsidR="008E79BD" w:rsidRDefault="008E79BD" w:rsidP="008E79BD">
      <w:pPr>
        <w:pStyle w:val="MTDisplayEquation"/>
        <w:jc w:val="right"/>
      </w:pPr>
      <w:r>
        <w:tab/>
      </w:r>
      <w:r w:rsidRPr="0073542E">
        <w:rPr>
          <w:position w:val="-32"/>
        </w:rPr>
        <w:object w:dxaOrig="2860" w:dyaOrig="780">
          <v:shape id="_x0000_i1182" type="#_x0000_t75" style="width:143pt;height:39pt" o:ole="">
            <v:imagedata r:id="rId317" o:title=""/>
          </v:shape>
          <o:OLEObject Type="Embed" ProgID="Equation.DSMT4" ShapeID="_x0000_i1182" DrawAspect="Content" ObjectID="_1377284307" r:id="rId318"/>
        </w:object>
      </w:r>
      <w:r>
        <w:t xml:space="preserve">                                            (1)</w:t>
      </w:r>
    </w:p>
    <w:p w:rsidR="008E79BD" w:rsidRDefault="008E79BD" w:rsidP="008E79BD"/>
    <w:p w:rsidR="008E79BD" w:rsidRDefault="008E79BD" w:rsidP="008E79BD">
      <w:pPr>
        <w:pStyle w:val="SM6e"/>
      </w:pPr>
      <w:r>
        <w:tab/>
        <w:t xml:space="preserve">Equation 2.7 </w:t>
      </w:r>
      <w:r w:rsidRPr="0073542E">
        <w:rPr>
          <w:position w:val="-18"/>
        </w:rPr>
        <w:object w:dxaOrig="1640" w:dyaOrig="480">
          <v:shape id="_x0000_i1183" type="#_x0000_t75" style="width:82pt;height:24pt" o:ole="">
            <v:imagedata r:id="rId319" o:title=""/>
          </v:shape>
          <o:OLEObject Type="Embed" ProgID="Equation.DSMT4" ShapeID="_x0000_i1183" DrawAspect="Content" ObjectID="_1377284308" r:id="rId320"/>
        </w:object>
      </w:r>
      <w:r>
        <w:t xml:space="preserve"> can be written </w:t>
      </w:r>
      <w:proofErr w:type="gramStart"/>
      <w:r>
        <w:t xml:space="preserve">as </w:t>
      </w:r>
      <w:proofErr w:type="gramEnd"/>
      <w:r w:rsidRPr="00827735">
        <w:rPr>
          <w:position w:val="-16"/>
        </w:rPr>
        <w:object w:dxaOrig="1520" w:dyaOrig="440">
          <v:shape id="_x0000_i1184" type="#_x0000_t75" style="width:76pt;height:22pt" o:ole="">
            <v:imagedata r:id="rId321" o:title=""/>
          </v:shape>
          <o:OLEObject Type="Embed" ProgID="Equation.DSMT4" ShapeID="_x0000_i1184" DrawAspect="Content" ObjectID="_1377284309" r:id="rId322"/>
        </w:object>
      </w:r>
      <w:r>
        <w:t>, so that</w:t>
      </w:r>
    </w:p>
    <w:p w:rsidR="008E79BD" w:rsidRDefault="008E79BD" w:rsidP="008E79BD"/>
    <w:p w:rsidR="008E79BD" w:rsidRDefault="008E79BD" w:rsidP="008E79BD">
      <w:pPr>
        <w:pStyle w:val="MTDisplayEquation"/>
        <w:jc w:val="right"/>
      </w:pPr>
      <w:r>
        <w:tab/>
      </w:r>
      <w:r w:rsidRPr="00827735">
        <w:rPr>
          <w:position w:val="-34"/>
        </w:rPr>
        <w:object w:dxaOrig="5420" w:dyaOrig="840">
          <v:shape id="_x0000_i1185" type="#_x0000_t75" style="width:271.5pt;height:42pt" o:ole="">
            <v:imagedata r:id="rId323" o:title=""/>
          </v:shape>
          <o:OLEObject Type="Embed" ProgID="Equation.DSMT4" ShapeID="_x0000_i1185" DrawAspect="Content" ObjectID="_1377284310" r:id="rId324"/>
        </w:object>
      </w:r>
      <w:r>
        <w:t xml:space="preserve">                      (2)</w:t>
      </w:r>
    </w:p>
    <w:p w:rsidR="008E79BD" w:rsidRDefault="008E79BD" w:rsidP="008E79BD"/>
    <w:p w:rsidR="008E79BD" w:rsidRDefault="008E79BD" w:rsidP="008E79BD">
      <w:pPr>
        <w:pStyle w:val="SM6e"/>
      </w:pPr>
      <w:r>
        <w:tab/>
      </w:r>
      <w:r>
        <w:rPr>
          <w:b/>
          <w:i/>
        </w:rPr>
        <w:t>SOLUTION</w:t>
      </w:r>
      <w:r>
        <w:t xml:space="preserve">  Dividing Equation (2) by Equation (1) and suppressing units for convenience, we obtain</w:t>
      </w:r>
    </w:p>
    <w:p w:rsidR="008E79BD" w:rsidRDefault="008E79BD" w:rsidP="008E79BD"/>
    <w:p w:rsidR="008E79BD" w:rsidRDefault="008E79BD" w:rsidP="008E79BD">
      <w:pPr>
        <w:pStyle w:val="MTDisplayEquation"/>
        <w:jc w:val="right"/>
      </w:pPr>
      <w:r w:rsidRPr="00162A92">
        <w:rPr>
          <w:position w:val="-42"/>
        </w:rPr>
        <w:object w:dxaOrig="7839" w:dyaOrig="920">
          <v:shape id="_x0000_i1186" type="#_x0000_t75" style="width:392pt;height:46pt" o:ole="">
            <v:imagedata r:id="rId325" o:title=""/>
          </v:shape>
          <o:OLEObject Type="Embed" ProgID="Equation.DSMT4" ShapeID="_x0000_i1186" DrawAspect="Content" ObjectID="_1377284311" r:id="rId326"/>
        </w:object>
      </w:r>
      <w:r>
        <w:t>     </w:t>
      </w:r>
    </w:p>
    <w:p w:rsidR="008E79BD" w:rsidRDefault="008E79BD" w:rsidP="008E79BD">
      <w:r>
        <w:t>______________________________________________________________________________</w:t>
      </w:r>
    </w:p>
    <w:p w:rsidR="008E79BD" w:rsidRDefault="008E79BD" w:rsidP="008E79BD"/>
    <w:p w:rsidR="00F4508F" w:rsidRPr="006D4CDC" w:rsidRDefault="00F4508F" w:rsidP="007377B9">
      <w:pPr>
        <w:tabs>
          <w:tab w:val="left" w:pos="450"/>
        </w:tabs>
        <w:ind w:left="450" w:hanging="450"/>
      </w:pPr>
      <w:r>
        <w:t>39.</w:t>
      </w:r>
      <w:r>
        <w:tab/>
      </w:r>
      <w:r w:rsidRPr="00F82B2B">
        <w:rPr>
          <w:b/>
          <w:i/>
        </w:rPr>
        <w:t>REASONING</w:t>
      </w:r>
      <w:r>
        <w:t xml:space="preserve">  Because the car is traveling in the +</w:t>
      </w:r>
      <w:r w:rsidRPr="00167060">
        <w:rPr>
          <w:i/>
        </w:rPr>
        <w:t>x</w:t>
      </w:r>
      <w:r>
        <w:t xml:space="preserve"> direction and decelerating, its acceleration is negative: </w:t>
      </w:r>
      <w:r w:rsidRPr="00A23AC2">
        <w:rPr>
          <w:i/>
        </w:rPr>
        <w:t>a</w:t>
      </w:r>
      <w:r>
        <w:t xml:space="preserve"> = −2.70 m/s</w:t>
      </w:r>
      <w:r w:rsidRPr="00A121C7">
        <w:rPr>
          <w:position w:val="10"/>
          <w:sz w:val="18"/>
        </w:rPr>
        <w:t>2</w:t>
      </w:r>
      <w:r>
        <w:t>. The final velocity for the interval is given (</w:t>
      </w:r>
      <w:r w:rsidRPr="00143B3A">
        <w:rPr>
          <w:i/>
        </w:rPr>
        <w:t>v</w:t>
      </w:r>
      <w:r>
        <w:t> = +4.50 m/s), as well as the elapsed time (</w:t>
      </w:r>
      <w:r w:rsidRPr="00143B3A">
        <w:rPr>
          <w:i/>
        </w:rPr>
        <w:t>t</w:t>
      </w:r>
      <w:r>
        <w:t xml:space="preserve"> = 3.00 s). Both the car’s displacement </w:t>
      </w:r>
      <w:r w:rsidRPr="00A23AC2">
        <w:rPr>
          <w:i/>
        </w:rPr>
        <w:t>x</w:t>
      </w:r>
      <w:r>
        <w:t xml:space="preserve"> and its initial velocity </w:t>
      </w:r>
      <w:r w:rsidRPr="00A23AC2">
        <w:rPr>
          <w:i/>
        </w:rPr>
        <w:t>v</w:t>
      </w:r>
      <w:r w:rsidRPr="00A23AC2">
        <w:rPr>
          <w:position w:val="-8"/>
          <w:sz w:val="18"/>
        </w:rPr>
        <w:t>0</w:t>
      </w:r>
      <w:r>
        <w:t xml:space="preserve"> at the instant braking begins are unknown.</w:t>
      </w:r>
      <w:r w:rsidRPr="00895A4B">
        <w:t xml:space="preserve"> </w:t>
      </w:r>
    </w:p>
    <w:p w:rsidR="00F4508F" w:rsidRPr="007B4ACE" w:rsidRDefault="00F4508F" w:rsidP="007377B9">
      <w:pPr>
        <w:pStyle w:val="ListParagraph"/>
        <w:tabs>
          <w:tab w:val="center" w:pos="5040"/>
        </w:tabs>
        <w:ind w:firstLine="0"/>
        <w:rPr>
          <w:sz w:val="24"/>
          <w:szCs w:val="24"/>
        </w:rPr>
      </w:pPr>
    </w:p>
    <w:p w:rsidR="00F4508F" w:rsidRPr="006D4CDC" w:rsidRDefault="00F4508F" w:rsidP="00F4508F">
      <w:pPr>
        <w:tabs>
          <w:tab w:val="left" w:pos="450"/>
        </w:tabs>
        <w:ind w:left="450" w:hanging="450"/>
      </w:pPr>
      <w:r>
        <w:tab/>
        <w:t>Compare the list of known kinematic quantities (</w:t>
      </w:r>
      <w:r w:rsidRPr="00976685">
        <w:rPr>
          <w:i/>
        </w:rPr>
        <w:t>v</w:t>
      </w:r>
      <w:r>
        <w:t xml:space="preserve">, </w:t>
      </w:r>
      <w:r w:rsidRPr="00976685">
        <w:rPr>
          <w:i/>
        </w:rPr>
        <w:t>a</w:t>
      </w:r>
      <w:r>
        <w:t xml:space="preserve">, </w:t>
      </w:r>
      <w:r w:rsidRPr="00976685">
        <w:rPr>
          <w:i/>
        </w:rPr>
        <w:t>t</w:t>
      </w:r>
      <w:r>
        <w:t xml:space="preserve">) to the equations of kinematics for constant acceleration: </w:t>
      </w:r>
      <w:r w:rsidRPr="002F131F">
        <w:rPr>
          <w:position w:val="-14"/>
        </w:rPr>
        <w:object w:dxaOrig="1060" w:dyaOrig="380">
          <v:shape id="_x0000_i1187" type="#_x0000_t75" style="width:53.5pt;height:18pt" o:ole="">
            <v:imagedata r:id="rId327" o:title=""/>
          </v:shape>
          <o:OLEObject Type="Embed" ProgID="Equation.DSMT4" ShapeID="_x0000_i1187" DrawAspect="Content" ObjectID="_1377284312" r:id="rId328"/>
        </w:object>
      </w:r>
      <w:r>
        <w:t xml:space="preserve"> (Equation 2.4), </w:t>
      </w:r>
      <w:r w:rsidRPr="002F131F">
        <w:rPr>
          <w:position w:val="-16"/>
        </w:rPr>
        <w:object w:dxaOrig="1420" w:dyaOrig="440">
          <v:shape id="_x0000_i1188" type="#_x0000_t75" style="width:71.5pt;height:23pt" o:ole="">
            <v:imagedata r:id="rId329" o:title=""/>
          </v:shape>
          <o:OLEObject Type="Embed" ProgID="Equation.DSMT4" ShapeID="_x0000_i1188" DrawAspect="Content" ObjectID="_1377284313" r:id="rId330"/>
        </w:object>
      </w:r>
      <w:r>
        <w:t xml:space="preserve"> (Equation 2.7),  </w:t>
      </w:r>
      <w:r w:rsidRPr="002F131F">
        <w:rPr>
          <w:position w:val="-14"/>
        </w:rPr>
        <w:object w:dxaOrig="1380" w:dyaOrig="420">
          <v:shape id="_x0000_i1189" type="#_x0000_t75" style="width:69pt;height:20.5pt" o:ole="">
            <v:imagedata r:id="rId331" o:title=""/>
          </v:shape>
          <o:OLEObject Type="Embed" ProgID="Equation.DSMT4" ShapeID="_x0000_i1189" DrawAspect="Content" ObjectID="_1377284314" r:id="rId332"/>
        </w:object>
      </w:r>
      <w:r>
        <w:t xml:space="preserve"> (Equation 2.8), and </w:t>
      </w:r>
      <w:r w:rsidRPr="002F131F">
        <w:rPr>
          <w:position w:val="-14"/>
        </w:rPr>
        <w:object w:dxaOrig="1340" w:dyaOrig="420">
          <v:shape id="_x0000_i1190" type="#_x0000_t75" style="width:67pt;height:20.5pt" o:ole="">
            <v:imagedata r:id="rId333" o:title=""/>
          </v:shape>
          <o:OLEObject Type="Embed" ProgID="Equation.DSMT4" ShapeID="_x0000_i1190" DrawAspect="Content" ObjectID="_1377284315" r:id="rId334"/>
        </w:object>
      </w:r>
      <w:r>
        <w:t xml:space="preserve"> (Equation 2.9). None of these four equations contains all three known quantities and the desired displacement </w:t>
      </w:r>
      <w:r w:rsidRPr="00976685">
        <w:rPr>
          <w:i/>
        </w:rPr>
        <w:t>x</w:t>
      </w:r>
      <w:r>
        <w:t xml:space="preserve">, and each of them contains the initial velocity </w:t>
      </w:r>
      <w:r w:rsidRPr="00D858BB">
        <w:rPr>
          <w:i/>
        </w:rPr>
        <w:t>v</w:t>
      </w:r>
      <w:r w:rsidRPr="00D858BB">
        <w:rPr>
          <w:position w:val="-8"/>
          <w:sz w:val="18"/>
        </w:rPr>
        <w:t>0</w:t>
      </w:r>
      <w:r>
        <w:t xml:space="preserve">. Since the initial velocity is neither known nor requested, we can combine two kinematic equations to eliminate it, leaving an equation in which </w:t>
      </w:r>
      <w:r w:rsidRPr="00976685">
        <w:rPr>
          <w:i/>
        </w:rPr>
        <w:t>x</w:t>
      </w:r>
      <w:r>
        <w:t xml:space="preserve"> is the only unknown quantity.</w:t>
      </w:r>
      <w:r w:rsidRPr="00895A4B">
        <w:t xml:space="preserve"> </w:t>
      </w:r>
    </w:p>
    <w:p w:rsidR="00F4508F" w:rsidRDefault="00F4508F" w:rsidP="00F4508F">
      <w:pPr>
        <w:pStyle w:val="ListParagraph"/>
        <w:rPr>
          <w:sz w:val="24"/>
          <w:szCs w:val="24"/>
        </w:rPr>
      </w:pPr>
    </w:p>
    <w:p w:rsidR="00F4508F" w:rsidRPr="006D4CDC" w:rsidRDefault="00F4508F" w:rsidP="00F4508F">
      <w:pPr>
        <w:tabs>
          <w:tab w:val="left" w:pos="450"/>
        </w:tabs>
        <w:ind w:left="450" w:hanging="450"/>
      </w:pPr>
      <w:r>
        <w:rPr>
          <w:b/>
          <w:i/>
        </w:rPr>
        <w:tab/>
      </w:r>
      <w:proofErr w:type="gramStart"/>
      <w:r w:rsidRPr="00F82B2B">
        <w:rPr>
          <w:b/>
          <w:i/>
        </w:rPr>
        <w:t>SOLUTION</w:t>
      </w:r>
      <w:r>
        <w:t xml:space="preserve">  For</w:t>
      </w:r>
      <w:proofErr w:type="gramEnd"/>
      <w:r>
        <w:t xml:space="preserve"> the first step, solve Equation 2.4 </w:t>
      </w:r>
      <w:r w:rsidRPr="002F131F">
        <w:rPr>
          <w:position w:val="-16"/>
        </w:rPr>
        <w:object w:dxaOrig="1240" w:dyaOrig="440">
          <v:shape id="_x0000_i1191" type="#_x0000_t75" style="width:62pt;height:23pt" o:ole="">
            <v:imagedata r:id="rId335" o:title=""/>
          </v:shape>
          <o:OLEObject Type="Embed" ProgID="Equation.DSMT4" ShapeID="_x0000_i1191" DrawAspect="Content" ObjectID="_1377284316" r:id="rId336"/>
        </w:object>
      </w:r>
      <w:r>
        <w:t xml:space="preserve">for </w:t>
      </w:r>
      <w:r w:rsidRPr="00143B3A">
        <w:rPr>
          <w:i/>
        </w:rPr>
        <w:t>v</w:t>
      </w:r>
      <w:r w:rsidRPr="00143B3A">
        <w:rPr>
          <w:position w:val="-8"/>
          <w:sz w:val="18"/>
        </w:rPr>
        <w:t>0</w:t>
      </w:r>
      <w:r>
        <w:t>:</w:t>
      </w:r>
      <w:r w:rsidRPr="00895A4B">
        <w:t xml:space="preserve"> </w:t>
      </w:r>
    </w:p>
    <w:p w:rsidR="00F4508F" w:rsidRDefault="00F4508F" w:rsidP="00F4508F">
      <w:pPr>
        <w:pStyle w:val="ListParagraph"/>
        <w:rPr>
          <w:sz w:val="24"/>
          <w:szCs w:val="24"/>
        </w:rPr>
      </w:pPr>
    </w:p>
    <w:p w:rsidR="00F4508F" w:rsidRDefault="00F4508F" w:rsidP="00F4508F">
      <w:pPr>
        <w:pStyle w:val="ListParagraph"/>
        <w:tabs>
          <w:tab w:val="center" w:pos="5040"/>
          <w:tab w:val="right" w:pos="9360"/>
        </w:tabs>
        <w:jc w:val="right"/>
        <w:rPr>
          <w:sz w:val="24"/>
          <w:szCs w:val="24"/>
        </w:rPr>
      </w:pPr>
      <w:r>
        <w:rPr>
          <w:sz w:val="24"/>
          <w:szCs w:val="24"/>
        </w:rPr>
        <w:tab/>
      </w:r>
      <w:r w:rsidRPr="002F131F">
        <w:rPr>
          <w:position w:val="-14"/>
          <w:sz w:val="24"/>
          <w:szCs w:val="24"/>
        </w:rPr>
        <w:object w:dxaOrig="1040" w:dyaOrig="380">
          <v:shape id="_x0000_i1192" type="#_x0000_t75" style="width:53pt;height:18pt" o:ole="">
            <v:imagedata r:id="rId337" o:title=""/>
          </v:shape>
          <o:OLEObject Type="Embed" ProgID="Equation.DSMT4" ShapeID="_x0000_i1192" DrawAspect="Content" ObjectID="_1377284317" r:id="rId338"/>
        </w:object>
      </w:r>
      <w:r>
        <w:rPr>
          <w:sz w:val="24"/>
          <w:szCs w:val="24"/>
        </w:rPr>
        <w:tab/>
        <w:t xml:space="preserve">                   (1)</w:t>
      </w:r>
    </w:p>
    <w:p w:rsidR="00F4508F" w:rsidRDefault="00F4508F" w:rsidP="00F4508F">
      <w:pPr>
        <w:pStyle w:val="ListParagraph"/>
        <w:rPr>
          <w:sz w:val="24"/>
          <w:szCs w:val="24"/>
        </w:rPr>
      </w:pPr>
    </w:p>
    <w:p w:rsidR="00F4508F" w:rsidRPr="006D4CDC" w:rsidRDefault="00F4508F" w:rsidP="00F4508F">
      <w:pPr>
        <w:tabs>
          <w:tab w:val="left" w:pos="450"/>
        </w:tabs>
        <w:ind w:left="450" w:hanging="450"/>
      </w:pPr>
      <w:r>
        <w:tab/>
        <w:t xml:space="preserve">Substituting the expression for </w:t>
      </w:r>
      <w:r w:rsidRPr="00143B3A">
        <w:rPr>
          <w:i/>
        </w:rPr>
        <w:t>v</w:t>
      </w:r>
      <w:r w:rsidRPr="00143B3A">
        <w:rPr>
          <w:position w:val="-8"/>
          <w:sz w:val="18"/>
        </w:rPr>
        <w:t>0</w:t>
      </w:r>
      <w:r>
        <w:t xml:space="preserve"> in Equation (1) into Equation 2.8 </w:t>
      </w:r>
      <w:r w:rsidRPr="002F131F">
        <w:rPr>
          <w:position w:val="-18"/>
        </w:rPr>
        <w:object w:dxaOrig="1600" w:dyaOrig="480">
          <v:shape id="_x0000_i1193" type="#_x0000_t75" style="width:80.5pt;height:24pt" o:ole="">
            <v:imagedata r:id="rId339" o:title=""/>
          </v:shape>
          <o:OLEObject Type="Embed" ProgID="Equation.DSMT4" ShapeID="_x0000_i1193" DrawAspect="Content" ObjectID="_1377284318" r:id="rId340"/>
        </w:object>
      </w:r>
      <w:r>
        <w:t xml:space="preserve"> yields an expression for the car’s displacement solely in terms of the known quantities </w:t>
      </w:r>
      <w:r w:rsidRPr="00BC62A1">
        <w:rPr>
          <w:i/>
        </w:rPr>
        <w:t>v</w:t>
      </w:r>
      <w:r>
        <w:t xml:space="preserve">, </w:t>
      </w:r>
      <w:r>
        <w:rPr>
          <w:i/>
        </w:rPr>
        <w:t>a</w:t>
      </w:r>
      <w:r>
        <w:t xml:space="preserve">, and </w:t>
      </w:r>
      <w:r>
        <w:rPr>
          <w:i/>
        </w:rPr>
        <w:t>t</w:t>
      </w:r>
      <w:r>
        <w:t>:</w:t>
      </w:r>
      <w:r w:rsidRPr="00895A4B">
        <w:t xml:space="preserve"> </w:t>
      </w:r>
    </w:p>
    <w:p w:rsidR="00F4508F" w:rsidRDefault="00F4508F" w:rsidP="00F4508F">
      <w:pPr>
        <w:pStyle w:val="ListParagraph"/>
        <w:rPr>
          <w:sz w:val="24"/>
          <w:szCs w:val="24"/>
        </w:rPr>
      </w:pPr>
    </w:p>
    <w:p w:rsidR="00F4508F" w:rsidRDefault="00F4508F" w:rsidP="00F4508F">
      <w:pPr>
        <w:pStyle w:val="ListParagraph"/>
        <w:jc w:val="center"/>
        <w:rPr>
          <w:position w:val="-46"/>
        </w:rPr>
      </w:pPr>
      <w:r w:rsidRPr="002F131F">
        <w:rPr>
          <w:position w:val="-14"/>
        </w:rPr>
        <w:object w:dxaOrig="3580" w:dyaOrig="420">
          <v:shape id="_x0000_i1194" type="#_x0000_t75" style="width:178.5pt;height:20.5pt" o:ole="">
            <v:imagedata r:id="rId341" o:title=""/>
          </v:shape>
          <o:OLEObject Type="Embed" ProgID="Equation.DSMT4" ShapeID="_x0000_i1194" DrawAspect="Content" ObjectID="_1377284319" r:id="rId342"/>
        </w:object>
      </w:r>
    </w:p>
    <w:p w:rsidR="00F4508F" w:rsidRPr="006D4CDC" w:rsidRDefault="00F4508F" w:rsidP="00F4508F">
      <w:pPr>
        <w:tabs>
          <w:tab w:val="left" w:pos="450"/>
        </w:tabs>
        <w:ind w:left="450" w:hanging="450"/>
      </w:pPr>
    </w:p>
    <w:p w:rsidR="00F4508F" w:rsidRDefault="00F4508F" w:rsidP="00F4508F">
      <w:pPr>
        <w:pStyle w:val="ListParagraph"/>
        <w:tabs>
          <w:tab w:val="center" w:pos="5040"/>
          <w:tab w:val="right" w:pos="9360"/>
        </w:tabs>
        <w:jc w:val="right"/>
        <w:rPr>
          <w:sz w:val="24"/>
          <w:szCs w:val="24"/>
        </w:rPr>
      </w:pPr>
      <w:r>
        <w:rPr>
          <w:sz w:val="24"/>
          <w:szCs w:val="24"/>
        </w:rPr>
        <w:tab/>
      </w:r>
      <w:r w:rsidRPr="002F131F">
        <w:rPr>
          <w:position w:val="-14"/>
          <w:sz w:val="24"/>
          <w:szCs w:val="24"/>
        </w:rPr>
        <w:object w:dxaOrig="1300" w:dyaOrig="420">
          <v:shape id="_x0000_i1195" type="#_x0000_t75" style="width:65.5pt;height:20.5pt" o:ole="">
            <v:imagedata r:id="rId343" o:title=""/>
          </v:shape>
          <o:OLEObject Type="Embed" ProgID="Equation.DSMT4" ShapeID="_x0000_i1195" DrawAspect="Content" ObjectID="_1377284320" r:id="rId344"/>
        </w:object>
      </w:r>
      <w:r>
        <w:rPr>
          <w:sz w:val="24"/>
          <w:szCs w:val="24"/>
        </w:rPr>
        <w:tab/>
        <w:t xml:space="preserve">                    (2)</w:t>
      </w:r>
    </w:p>
    <w:p w:rsidR="00F4508F" w:rsidRDefault="00F4508F" w:rsidP="00F4508F">
      <w:pPr>
        <w:pStyle w:val="ListParagraph"/>
        <w:rPr>
          <w:sz w:val="24"/>
          <w:szCs w:val="24"/>
        </w:rPr>
      </w:pPr>
    </w:p>
    <w:p w:rsidR="00F4508F" w:rsidRPr="006D4CDC" w:rsidRDefault="00F4508F" w:rsidP="00F4508F">
      <w:pPr>
        <w:tabs>
          <w:tab w:val="left" w:pos="450"/>
        </w:tabs>
        <w:ind w:left="450" w:hanging="450"/>
      </w:pPr>
      <w:r>
        <w:tab/>
        <w:t xml:space="preserve">Substitute the known values of </w:t>
      </w:r>
      <w:r w:rsidRPr="00BC62A1">
        <w:rPr>
          <w:i/>
        </w:rPr>
        <w:t>v</w:t>
      </w:r>
      <w:r>
        <w:t xml:space="preserve">, </w:t>
      </w:r>
      <w:r>
        <w:rPr>
          <w:i/>
        </w:rPr>
        <w:t>a</w:t>
      </w:r>
      <w:r>
        <w:t xml:space="preserve">, and </w:t>
      </w:r>
      <w:r>
        <w:rPr>
          <w:i/>
        </w:rPr>
        <w:t>t</w:t>
      </w:r>
      <w:r>
        <w:t xml:space="preserve"> into Equation (2):</w:t>
      </w:r>
      <w:r w:rsidRPr="00895A4B">
        <w:t xml:space="preserve"> </w:t>
      </w:r>
    </w:p>
    <w:p w:rsidR="00F4508F" w:rsidRDefault="00F4508F" w:rsidP="00F4508F">
      <w:pPr>
        <w:pStyle w:val="ListParagraph"/>
        <w:rPr>
          <w:sz w:val="24"/>
          <w:szCs w:val="24"/>
        </w:rPr>
      </w:pPr>
    </w:p>
    <w:p w:rsidR="00F4508F" w:rsidRDefault="00F4508F" w:rsidP="00F4508F">
      <w:pPr>
        <w:pStyle w:val="ListParagraph"/>
        <w:tabs>
          <w:tab w:val="center" w:pos="5040"/>
        </w:tabs>
        <w:jc w:val="center"/>
        <w:rPr>
          <w:sz w:val="24"/>
        </w:rPr>
      </w:pPr>
      <w:r w:rsidRPr="002F131F">
        <w:rPr>
          <w:position w:val="-18"/>
          <w:sz w:val="24"/>
          <w:szCs w:val="24"/>
        </w:rPr>
        <w:object w:dxaOrig="6100" w:dyaOrig="499">
          <v:shape id="_x0000_i1196" type="#_x0000_t75" style="width:304.5pt;height:25pt" o:ole="">
            <v:imagedata r:id="rId345" o:title=""/>
          </v:shape>
          <o:OLEObject Type="Embed" ProgID="Equation.DSMT4" ShapeID="_x0000_i1196" DrawAspect="Content" ObjectID="_1377284321" r:id="rId346"/>
        </w:object>
      </w:r>
    </w:p>
    <w:p w:rsidR="00F4508F" w:rsidRDefault="00F4508F" w:rsidP="00F4508F">
      <w:pPr>
        <w:pStyle w:val="ListParagraph"/>
        <w:tabs>
          <w:tab w:val="center" w:pos="5040"/>
        </w:tabs>
        <w:rPr>
          <w:sz w:val="24"/>
        </w:rPr>
      </w:pPr>
    </w:p>
    <w:p w:rsidR="00F4508F" w:rsidRPr="006D4CDC" w:rsidRDefault="00F4508F" w:rsidP="00F4508F">
      <w:pPr>
        <w:tabs>
          <w:tab w:val="left" w:pos="450"/>
        </w:tabs>
        <w:ind w:left="450" w:hanging="450"/>
      </w:pPr>
      <w:r>
        <w:tab/>
        <w:t xml:space="preserve">Note: Equation (2) can also be obtained by combining Equation (1) with Equation </w:t>
      </w:r>
      <w:proofErr w:type="gramStart"/>
      <w:r>
        <w:t xml:space="preserve">2.7 </w:t>
      </w:r>
      <w:proofErr w:type="gramEnd"/>
      <w:r w:rsidRPr="002F131F">
        <w:rPr>
          <w:position w:val="-18"/>
        </w:rPr>
        <w:object w:dxaOrig="1640" w:dyaOrig="480">
          <v:shape id="_x0000_i1197" type="#_x0000_t75" style="width:82pt;height:24pt" o:ole="">
            <v:imagedata r:id="rId347" o:title=""/>
          </v:shape>
          <o:OLEObject Type="Embed" ProgID="Equation.DSMT4" ShapeID="_x0000_i1197" DrawAspect="Content" ObjectID="_1377284322" r:id="rId348"/>
        </w:object>
      </w:r>
      <w:r>
        <w:t xml:space="preserve">, or, with more effort, by combining Equation (1) with Equation 2.9 </w:t>
      </w:r>
      <w:r w:rsidRPr="002F131F">
        <w:rPr>
          <w:position w:val="-18"/>
        </w:rPr>
        <w:object w:dxaOrig="1520" w:dyaOrig="480">
          <v:shape id="_x0000_i1198" type="#_x0000_t75" style="width:75.5pt;height:24pt" o:ole="">
            <v:imagedata r:id="rId349" o:title=""/>
          </v:shape>
          <o:OLEObject Type="Embed" ProgID="Equation.DSMT4" ShapeID="_x0000_i1198" DrawAspect="Content" ObjectID="_1377284323" r:id="rId350"/>
        </w:object>
      </w:r>
      <w:r>
        <w:t>.</w:t>
      </w:r>
    </w:p>
    <w:p w:rsidR="00F4508F" w:rsidRDefault="00F4508F" w:rsidP="00F4508F">
      <w:pPr>
        <w:pBdr>
          <w:bottom w:val="single" w:sz="4" w:space="1" w:color="auto"/>
        </w:pBdr>
      </w:pPr>
    </w:p>
    <w:p w:rsidR="00F4508F" w:rsidRDefault="00F4508F" w:rsidP="00F4508F">
      <w:pPr>
        <w:ind w:left="0" w:firstLine="0"/>
        <w:jc w:val="left"/>
      </w:pPr>
    </w:p>
    <w:p w:rsidR="00146B92" w:rsidRDefault="00E504A5" w:rsidP="00146B92">
      <w:r>
        <w:t>40</w:t>
      </w:r>
      <w:r w:rsidR="00146B92">
        <w:t>.</w:t>
      </w:r>
      <w:r w:rsidR="00146B92">
        <w:tab/>
      </w:r>
      <w:r w:rsidR="00146B92">
        <w:rPr>
          <w:b/>
          <w:i/>
        </w:rPr>
        <w:t xml:space="preserve">REASONING </w:t>
      </w:r>
      <w:r w:rsidR="008726CA" w:rsidRPr="008726CA">
        <w:rPr>
          <w:b/>
          <w:i/>
          <w:szCs w:val="24"/>
        </w:rPr>
        <w:t>AND</w:t>
      </w:r>
      <w:r w:rsidR="00146B92">
        <w:rPr>
          <w:b/>
          <w:i/>
        </w:rPr>
        <w:t xml:space="preserve"> SOLUTION</w:t>
      </w:r>
      <w:r w:rsidR="00146B92">
        <w:t xml:space="preserve">   As the plane decelerates through the intersection, it covers a total distance equal to the length of the plane plus the width of the intersection, so</w:t>
      </w:r>
    </w:p>
    <w:p w:rsidR="00146B92" w:rsidRDefault="00146B92" w:rsidP="00146B92"/>
    <w:p w:rsidR="00146B92" w:rsidRDefault="00146B92" w:rsidP="00146B92">
      <w:pPr>
        <w:pStyle w:val="eq"/>
      </w:pPr>
      <w:r>
        <w:t xml:space="preserve">  x  =  59.7 m + 25.0 m  =  84.7 m</w:t>
      </w:r>
    </w:p>
    <w:p w:rsidR="00146B92" w:rsidRDefault="00146B92" w:rsidP="00146B92"/>
    <w:p w:rsidR="00146B92" w:rsidRDefault="00146B92" w:rsidP="00146B92">
      <w:r>
        <w:tab/>
        <w:t>The speed of the plane as it enters the intersection can be found from Equation 2.9.  Solving Equation 2.9 for v</w:t>
      </w:r>
      <w:r w:rsidRPr="002D1043">
        <w:rPr>
          <w:position w:val="-8"/>
          <w:sz w:val="18"/>
          <w:szCs w:val="18"/>
        </w:rPr>
        <w:t>0</w:t>
      </w:r>
      <w:r>
        <w:t xml:space="preserve"> gives</w:t>
      </w:r>
    </w:p>
    <w:p w:rsidR="00146B92" w:rsidRDefault="00146B92" w:rsidP="00146B92"/>
    <w:p w:rsidR="00146B92" w:rsidRDefault="00660B4D" w:rsidP="00660B4D">
      <w:pPr>
        <w:pStyle w:val="eq"/>
      </w:pPr>
      <w:r w:rsidRPr="00660B4D">
        <w:rPr>
          <w:position w:val="-14"/>
        </w:rPr>
        <w:object w:dxaOrig="6380" w:dyaOrig="480">
          <v:shape id="_x0000_i1199" type="#_x0000_t75" style="width:318.5pt;height:24pt" o:ole="">
            <v:imagedata r:id="rId351" o:title=""/>
          </v:shape>
          <o:OLEObject Type="Embed" ProgID="Equation.DSMT4" ShapeID="_x0000_i1199" DrawAspect="Content" ObjectID="_1377284324" r:id="rId352"/>
        </w:object>
      </w:r>
    </w:p>
    <w:p w:rsidR="00146B92" w:rsidRDefault="00146B92" w:rsidP="00146B92"/>
    <w:p w:rsidR="00146B92" w:rsidRDefault="00146B92" w:rsidP="00146B92">
      <w:r>
        <w:tab/>
        <w:t xml:space="preserve">The time required to traverse the intersection can then be found from Equation 2.4.  Solving Equation 2.4 for </w:t>
      </w:r>
      <w:r w:rsidRPr="00660B4D">
        <w:rPr>
          <w:i/>
        </w:rPr>
        <w:t>t</w:t>
      </w:r>
      <w:r>
        <w:t xml:space="preserve"> gives</w:t>
      </w:r>
    </w:p>
    <w:p w:rsidR="00146B92" w:rsidRDefault="00146B92" w:rsidP="00146B92"/>
    <w:p w:rsidR="00146B92" w:rsidRDefault="007E6828" w:rsidP="00146B92">
      <w:pPr>
        <w:pStyle w:val="eq"/>
      </w:pPr>
      <w:r w:rsidRPr="0085363C">
        <w:rPr>
          <w:position w:val="-32"/>
        </w:rPr>
        <w:object w:dxaOrig="3920" w:dyaOrig="720">
          <v:shape id="_x0000_i1200" type="#_x0000_t75" style="width:195.5pt;height:36pt" o:ole="">
            <v:imagedata r:id="rId353" o:title=""/>
          </v:shape>
          <o:OLEObject Type="Embed" ProgID="Equation.DSMT4" ShapeID="_x0000_i1200" DrawAspect="Content" ObjectID="_1377284325" r:id="rId354"/>
        </w:object>
      </w:r>
    </w:p>
    <w:p w:rsidR="00146B92" w:rsidRDefault="00146B92" w:rsidP="00146B92">
      <w:r>
        <w:t>______________________________________________________________________________</w:t>
      </w:r>
    </w:p>
    <w:p w:rsidR="00146B92" w:rsidRDefault="00146B92" w:rsidP="00146B92">
      <w:pPr>
        <w:tabs>
          <w:tab w:val="left" w:pos="-1440"/>
          <w:tab w:val="left" w:pos="-720"/>
          <w:tab w:val="left" w:pos="440"/>
        </w:tabs>
        <w:spacing w:line="240" w:lineRule="atLeast"/>
        <w:ind w:left="440" w:hanging="520"/>
      </w:pPr>
    </w:p>
    <w:p w:rsidR="003F78DE" w:rsidRDefault="00E504A5" w:rsidP="003F78DE">
      <w:r>
        <w:t>41</w:t>
      </w:r>
      <w:r w:rsidR="003F78DE">
        <w:t>.</w:t>
      </w:r>
      <w:r w:rsidR="003F78DE">
        <w:tab/>
      </w:r>
      <w:r w:rsidR="003F78DE" w:rsidRPr="00377136">
        <w:rPr>
          <w:position w:val="-10"/>
        </w:rPr>
        <w:object w:dxaOrig="680" w:dyaOrig="380">
          <v:shape id="_x0000_i1201" type="#_x0000_t75" style="width:33.5pt;height:18pt" o:ole="">
            <v:imagedata r:id="rId355" o:title=""/>
          </v:shape>
          <o:OLEObject Type="Embed" ProgID="Equation.DSMT4" ShapeID="_x0000_i1201" DrawAspect="Content" ObjectID="_1377284326" r:id="rId356"/>
        </w:object>
      </w:r>
      <w:r w:rsidR="003F78DE">
        <w:t xml:space="preserve"> </w:t>
      </w:r>
      <w:r w:rsidR="003F78DE">
        <w:rPr>
          <w:b/>
          <w:i/>
        </w:rPr>
        <w:t xml:space="preserve">REASONING </w:t>
      </w:r>
      <w:r w:rsidR="003F78DE">
        <w:t xml:space="preserve">   As the train passes through the crossing, its motion is described by Equations 2.4 (</w:t>
      </w:r>
      <w:r w:rsidR="003F78DE">
        <w:rPr>
          <w:i/>
        </w:rPr>
        <w:t>v</w:t>
      </w:r>
      <w:r w:rsidR="003F78DE">
        <w:t xml:space="preserve"> = </w:t>
      </w:r>
      <w:r w:rsidR="003F78DE">
        <w:rPr>
          <w:i/>
        </w:rPr>
        <w:t>v</w:t>
      </w:r>
      <w:r w:rsidR="003F78DE" w:rsidRPr="004B7D66">
        <w:rPr>
          <w:position w:val="-8"/>
          <w:sz w:val="18"/>
          <w:szCs w:val="18"/>
        </w:rPr>
        <w:t>0</w:t>
      </w:r>
      <w:r w:rsidR="003F78DE">
        <w:t xml:space="preserve"> + </w:t>
      </w:r>
      <w:r w:rsidR="003F78DE">
        <w:rPr>
          <w:i/>
        </w:rPr>
        <w:t>at</w:t>
      </w:r>
      <w:r w:rsidR="003F78DE">
        <w:t xml:space="preserve">) and </w:t>
      </w:r>
      <w:proofErr w:type="gramStart"/>
      <w:r w:rsidR="003F78DE">
        <w:t xml:space="preserve">2.7 </w:t>
      </w:r>
      <w:proofErr w:type="gramEnd"/>
      <w:r w:rsidR="003F78DE" w:rsidRPr="0085363C">
        <w:rPr>
          <w:position w:val="-22"/>
        </w:rPr>
        <w:object w:dxaOrig="1600" w:dyaOrig="560">
          <v:shape id="_x0000_i1202" type="#_x0000_t75" style="width:80.5pt;height:29pt" o:ole="">
            <v:imagedata r:id="rId357" o:title=""/>
          </v:shape>
          <o:OLEObject Type="Embed" ProgID="Equation.DSMT4" ShapeID="_x0000_i1202" DrawAspect="Content" ObjectID="_1377284327" r:id="rId358"/>
        </w:object>
      </w:r>
      <w:r w:rsidR="003F78DE">
        <w:t>, which can be rearranged to give</w:t>
      </w:r>
    </w:p>
    <w:p w:rsidR="003F78DE" w:rsidRDefault="003F78DE" w:rsidP="003F78DE"/>
    <w:p w:rsidR="003F78DE" w:rsidRDefault="003F78DE" w:rsidP="003F78DE">
      <w:pPr>
        <w:pStyle w:val="eq"/>
      </w:pPr>
      <w:r w:rsidRPr="0085363C">
        <w:rPr>
          <w:position w:val="-14"/>
        </w:rPr>
        <w:object w:dxaOrig="1040" w:dyaOrig="380">
          <v:shape id="_x0000_i1203" type="#_x0000_t75" style="width:51.5pt;height:18pt" o:ole="">
            <v:imagedata r:id="rId359" o:title=""/>
          </v:shape>
          <o:OLEObject Type="Embed" ProgID="Equation.DSMT4" ShapeID="_x0000_i1203" DrawAspect="Content" ObjectID="_1377284328" r:id="rId360"/>
        </w:object>
      </w:r>
      <w:r>
        <w:t xml:space="preserve">     </w:t>
      </w:r>
      <w:proofErr w:type="gramStart"/>
      <w:r>
        <w:t>and</w:t>
      </w:r>
      <w:proofErr w:type="gramEnd"/>
      <w:r>
        <w:t xml:space="preserve">     </w:t>
      </w:r>
      <w:r w:rsidRPr="0085363C">
        <w:rPr>
          <w:position w:val="-24"/>
        </w:rPr>
        <w:object w:dxaOrig="1140" w:dyaOrig="620">
          <v:shape id="_x0000_i1204" type="#_x0000_t75" style="width:57pt;height:30.5pt" o:ole="">
            <v:imagedata r:id="rId361" o:title=""/>
          </v:shape>
          <o:OLEObject Type="Embed" ProgID="Equation.DSMT4" ShapeID="_x0000_i1204" DrawAspect="Content" ObjectID="_1377284329" r:id="rId362"/>
        </w:object>
      </w:r>
    </w:p>
    <w:p w:rsidR="003F78DE" w:rsidRDefault="003F78DE" w:rsidP="003F78DE"/>
    <w:p w:rsidR="003F78DE" w:rsidRDefault="003F78DE" w:rsidP="003F78DE">
      <w:r>
        <w:tab/>
        <w:t xml:space="preserve">These can be solved simultaneously to obtain the speed </w:t>
      </w:r>
      <w:r>
        <w:rPr>
          <w:i/>
        </w:rPr>
        <w:t>v</w:t>
      </w:r>
      <w:r>
        <w:t xml:space="preserve"> when the train reaches the end of the crossing.  Once </w:t>
      </w:r>
      <w:r>
        <w:rPr>
          <w:i/>
        </w:rPr>
        <w:t>v</w:t>
      </w:r>
      <w:r>
        <w:t xml:space="preserve"> is known, Equation 2.4 can be used to find the time required for the train to reach a speed of 32 m/s.</w:t>
      </w:r>
    </w:p>
    <w:p w:rsidR="003F78DE" w:rsidRDefault="003F78DE" w:rsidP="003F78DE"/>
    <w:p w:rsidR="003F78DE" w:rsidRDefault="003F78DE" w:rsidP="003F78DE">
      <w:r>
        <w:tab/>
      </w:r>
      <w:r>
        <w:rPr>
          <w:b/>
          <w:i/>
        </w:rPr>
        <w:t xml:space="preserve">SOLUTION   </w:t>
      </w:r>
      <w:r>
        <w:t xml:space="preserve"> Adding the above equations and solving for </w:t>
      </w:r>
      <w:r>
        <w:rPr>
          <w:i/>
        </w:rPr>
        <w:t>v</w:t>
      </w:r>
      <w:r>
        <w:t>, we obtain</w:t>
      </w:r>
    </w:p>
    <w:p w:rsidR="003F78DE" w:rsidRDefault="003F78DE" w:rsidP="003F78DE"/>
    <w:p w:rsidR="003F78DE" w:rsidRDefault="003F78DE" w:rsidP="003F78DE">
      <w:pPr>
        <w:pStyle w:val="eq"/>
      </w:pPr>
      <w:r w:rsidRPr="0085363C">
        <w:rPr>
          <w:position w:val="-28"/>
        </w:rPr>
        <w:object w:dxaOrig="6360" w:dyaOrig="680">
          <v:shape id="_x0000_i1205" type="#_x0000_t75" style="width:318pt;height:33.5pt" o:ole="">
            <v:imagedata r:id="rId363" o:title=""/>
          </v:shape>
          <o:OLEObject Type="Embed" ProgID="Equation.DSMT4" ShapeID="_x0000_i1205" DrawAspect="Content" ObjectID="_1377284330" r:id="rId364"/>
        </w:object>
      </w:r>
    </w:p>
    <w:p w:rsidR="003F78DE" w:rsidRDefault="003F78DE" w:rsidP="003F78DE">
      <w:r>
        <w:tab/>
      </w:r>
      <w:r>
        <w:tab/>
      </w:r>
      <w:r>
        <w:tab/>
      </w:r>
    </w:p>
    <w:p w:rsidR="003F78DE" w:rsidRDefault="003F78DE" w:rsidP="003F78DE">
      <w:r>
        <w:lastRenderedPageBreak/>
        <w:tab/>
        <w:t>The motion from the end of the crossing until the locomotive reaches a speed of 32 m/s requires a time</w:t>
      </w:r>
    </w:p>
    <w:p w:rsidR="003F78DE" w:rsidRDefault="003F78DE" w:rsidP="003F78DE">
      <w:pPr>
        <w:pStyle w:val="eq"/>
      </w:pPr>
      <w:r w:rsidRPr="0085363C">
        <w:rPr>
          <w:position w:val="-26"/>
        </w:rPr>
        <w:object w:dxaOrig="4280" w:dyaOrig="700">
          <v:shape id="_x0000_i1206" type="#_x0000_t75" style="width:214pt;height:35.5pt" o:ole="">
            <v:imagedata r:id="rId365" o:title=""/>
          </v:shape>
          <o:OLEObject Type="Embed" ProgID="Equation.DSMT4" ShapeID="_x0000_i1206" DrawAspect="Content" ObjectID="_1377284331" r:id="rId366"/>
        </w:object>
      </w:r>
    </w:p>
    <w:p w:rsidR="003F78DE" w:rsidRDefault="003F78DE" w:rsidP="003F78DE">
      <w:r>
        <w:t>______________________________________________________________________________</w:t>
      </w:r>
    </w:p>
    <w:p w:rsidR="00146B92" w:rsidRDefault="00146B92" w:rsidP="00146B92"/>
    <w:p w:rsidR="00A14497" w:rsidRDefault="00A14497" w:rsidP="00A14497">
      <w:r>
        <w:t>42.</w:t>
      </w:r>
      <w:r>
        <w:tab/>
      </w:r>
      <w:r>
        <w:rPr>
          <w:b/>
          <w:i/>
        </w:rPr>
        <w:t>REASONING</w:t>
      </w:r>
      <w:r>
        <w:t xml:space="preserve">   Since the car is moving with a constant velocity, the displacement of the car in a time </w:t>
      </w:r>
      <w:r>
        <w:rPr>
          <w:i/>
        </w:rPr>
        <w:t>t</w:t>
      </w:r>
      <w:r>
        <w:t xml:space="preserve"> can be found from Equation 2.8 with </w:t>
      </w:r>
      <w:r>
        <w:rPr>
          <w:i/>
        </w:rPr>
        <w:t>a</w:t>
      </w:r>
      <w:r>
        <w:t xml:space="preserve"> = 0 m/s</w:t>
      </w:r>
      <w:r w:rsidRPr="00326D8B">
        <w:rPr>
          <w:rFonts w:ascii="Times New Roman" w:hAnsi="Times New Roman"/>
          <w:position w:val="10"/>
          <w:sz w:val="18"/>
          <w:szCs w:val="18"/>
        </w:rPr>
        <w:t>2</w:t>
      </w:r>
      <w:r>
        <w:t xml:space="preserve"> and </w:t>
      </w:r>
      <w:r>
        <w:rPr>
          <w:i/>
        </w:rPr>
        <w:t>v</w:t>
      </w:r>
      <w:r w:rsidRPr="004B7D66">
        <w:rPr>
          <w:position w:val="-8"/>
          <w:sz w:val="18"/>
          <w:szCs w:val="18"/>
        </w:rPr>
        <w:t>0</w:t>
      </w:r>
      <w:r>
        <w:t xml:space="preserve"> equal to the velocity of the car: </w:t>
      </w:r>
      <w:r w:rsidRPr="0085363C">
        <w:rPr>
          <w:position w:val="-14"/>
        </w:rPr>
        <w:object w:dxaOrig="1080" w:dyaOrig="380">
          <v:shape id="_x0000_i1207" type="#_x0000_t75" style="width:54.5pt;height:18pt" o:ole="">
            <v:imagedata r:id="rId367" o:title=""/>
          </v:shape>
          <o:OLEObject Type="Embed" ProgID="Equation.DSMT4" ShapeID="_x0000_i1207" DrawAspect="Content" ObjectID="_1377284332" r:id="rId368"/>
        </w:object>
      </w:r>
      <w:r>
        <w:t xml:space="preserve">.  Since the train starts from rest with a constant acceleration, the displacement of the train in a time </w:t>
      </w:r>
      <w:r>
        <w:rPr>
          <w:i/>
        </w:rPr>
        <w:t>t</w:t>
      </w:r>
      <w:r>
        <w:t xml:space="preserve">  is given by Equation 2.8 with </w:t>
      </w:r>
      <w:r>
        <w:rPr>
          <w:i/>
        </w:rPr>
        <w:t>v</w:t>
      </w:r>
      <w:r w:rsidRPr="004B7D66">
        <w:rPr>
          <w:position w:val="-8"/>
          <w:sz w:val="18"/>
          <w:szCs w:val="18"/>
        </w:rPr>
        <w:t>0</w:t>
      </w:r>
      <w:r>
        <w:t xml:space="preserve"> = 0 m/s:</w:t>
      </w:r>
    </w:p>
    <w:p w:rsidR="00A14497" w:rsidRDefault="00A14497" w:rsidP="00A14497"/>
    <w:p w:rsidR="00A14497" w:rsidRDefault="00A14497" w:rsidP="00A14497">
      <w:pPr>
        <w:pStyle w:val="eq"/>
      </w:pPr>
      <w:r>
        <w:t xml:space="preserve">  </w:t>
      </w:r>
      <w:r w:rsidRPr="0085363C">
        <w:rPr>
          <w:position w:val="-14"/>
        </w:rPr>
        <w:object w:dxaOrig="1600" w:dyaOrig="420">
          <v:shape id="_x0000_i1208" type="#_x0000_t75" style="width:80.5pt;height:21pt" o:ole="">
            <v:imagedata r:id="rId369" o:title=""/>
          </v:shape>
          <o:OLEObject Type="Embed" ProgID="Equation.DSMT4" ShapeID="_x0000_i1208" DrawAspect="Content" ObjectID="_1377284333" r:id="rId370"/>
        </w:object>
      </w:r>
      <w:r>
        <w:t xml:space="preserve"> </w:t>
      </w:r>
    </w:p>
    <w:p w:rsidR="00A14497" w:rsidRDefault="00A14497" w:rsidP="00A14497"/>
    <w:p w:rsidR="00A14497" w:rsidRDefault="00A14497" w:rsidP="00A14497">
      <w:r>
        <w:tab/>
        <w:t xml:space="preserve">At a </w:t>
      </w:r>
      <w:proofErr w:type="gramStart"/>
      <w:r>
        <w:t xml:space="preserve">time </w:t>
      </w:r>
      <w:proofErr w:type="gramEnd"/>
      <w:r w:rsidRPr="0085363C">
        <w:rPr>
          <w:position w:val="-14"/>
        </w:rPr>
        <w:object w:dxaOrig="200" w:dyaOrig="380">
          <v:shape id="_x0000_i1209" type="#_x0000_t75" style="width:9.5pt;height:18pt" o:ole="">
            <v:imagedata r:id="rId371" o:title=""/>
          </v:shape>
          <o:OLEObject Type="Embed" ProgID="Equation.DSMT4" ShapeID="_x0000_i1209" DrawAspect="Content" ObjectID="_1377284334" r:id="rId372"/>
        </w:object>
      </w:r>
      <w:r>
        <w:t xml:space="preserve">, when the car just reaches the front of the train, </w:t>
      </w:r>
      <w:r w:rsidRPr="0085363C">
        <w:rPr>
          <w:position w:val="-14"/>
        </w:rPr>
        <w:object w:dxaOrig="1880" w:dyaOrig="380">
          <v:shape id="_x0000_i1210" type="#_x0000_t75" style="width:93.5pt;height:18pt" o:ole="">
            <v:imagedata r:id="rId373" o:title=""/>
          </v:shape>
          <o:OLEObject Type="Embed" ProgID="Equation.DSMT4" ShapeID="_x0000_i1210" DrawAspect="Content" ObjectID="_1377284335" r:id="rId374"/>
        </w:object>
      </w:r>
      <w:r>
        <w:t xml:space="preserve">, where </w:t>
      </w:r>
      <w:r w:rsidRPr="0085363C">
        <w:rPr>
          <w:position w:val="-14"/>
        </w:rPr>
        <w:object w:dxaOrig="540" w:dyaOrig="380">
          <v:shape id="_x0000_i1211" type="#_x0000_t75" style="width:27pt;height:18pt" o:ole="">
            <v:imagedata r:id="rId375" o:title=""/>
          </v:shape>
          <o:OLEObject Type="Embed" ProgID="Equation.DSMT4" ShapeID="_x0000_i1211" DrawAspect="Content" ObjectID="_1377284336" r:id="rId376"/>
        </w:object>
      </w:r>
      <w:r>
        <w:t xml:space="preserve"> is the length of the train.  Thus, at </w:t>
      </w:r>
      <w:proofErr w:type="gramStart"/>
      <w:r>
        <w:t xml:space="preserve">time </w:t>
      </w:r>
      <w:proofErr w:type="gramEnd"/>
      <w:r w:rsidRPr="0085363C">
        <w:rPr>
          <w:position w:val="-14"/>
        </w:rPr>
        <w:object w:dxaOrig="200" w:dyaOrig="380">
          <v:shape id="_x0000_i1212" type="#_x0000_t75" style="width:9.5pt;height:18pt" o:ole="">
            <v:imagedata r:id="rId371" o:title=""/>
          </v:shape>
          <o:OLEObject Type="Embed" ProgID="Equation.DSMT4" ShapeID="_x0000_i1212" DrawAspect="Content" ObjectID="_1377284337" r:id="rId377"/>
        </w:object>
      </w:r>
      <w:r>
        <w:t>,</w:t>
      </w:r>
    </w:p>
    <w:p w:rsidR="00A14497" w:rsidRDefault="00A14497" w:rsidP="00A14497"/>
    <w:tbl>
      <w:tblPr>
        <w:tblW w:w="0" w:type="auto"/>
        <w:tblInd w:w="558" w:type="dxa"/>
        <w:tblLayout w:type="fixed"/>
        <w:tblLook w:val="0000"/>
      </w:tblPr>
      <w:tblGrid>
        <w:gridCol w:w="8370"/>
        <w:gridCol w:w="540"/>
      </w:tblGrid>
      <w:tr w:rsidR="00A14497" w:rsidTr="00C52E98">
        <w:tc>
          <w:tcPr>
            <w:tcW w:w="8370" w:type="dxa"/>
            <w:vAlign w:val="center"/>
          </w:tcPr>
          <w:p w:rsidR="00A14497" w:rsidRDefault="00A14497" w:rsidP="00C52E98">
            <w:pPr>
              <w:pStyle w:val="EquNo"/>
              <w:spacing w:line="280" w:lineRule="atLeast"/>
              <w:rPr>
                <w:sz w:val="24"/>
              </w:rPr>
            </w:pPr>
            <w:r w:rsidRPr="0085363C">
              <w:rPr>
                <w:position w:val="-14"/>
                <w:sz w:val="24"/>
              </w:rPr>
              <w:object w:dxaOrig="2299" w:dyaOrig="420">
                <v:shape id="_x0000_i1213" type="#_x0000_t75" style="width:116pt;height:21pt" o:ole="">
                  <v:imagedata r:id="rId378" o:title=""/>
                </v:shape>
                <o:OLEObject Type="Embed" ProgID="Equation.DSMT4" ShapeID="_x0000_i1213" DrawAspect="Content" ObjectID="_1377284338" r:id="rId379"/>
              </w:object>
            </w:r>
          </w:p>
        </w:tc>
        <w:tc>
          <w:tcPr>
            <w:tcW w:w="540" w:type="dxa"/>
            <w:vAlign w:val="center"/>
          </w:tcPr>
          <w:p w:rsidR="00A14497" w:rsidRDefault="00A14497" w:rsidP="00C52E98">
            <w:pPr>
              <w:pStyle w:val="EquNo"/>
              <w:spacing w:line="280" w:lineRule="atLeast"/>
              <w:jc w:val="right"/>
              <w:rPr>
                <w:sz w:val="24"/>
              </w:rPr>
            </w:pPr>
            <w:r>
              <w:rPr>
                <w:sz w:val="24"/>
              </w:rPr>
              <w:t>(1)</w:t>
            </w:r>
          </w:p>
        </w:tc>
      </w:tr>
    </w:tbl>
    <w:p w:rsidR="00A14497" w:rsidRDefault="00A14497" w:rsidP="00A14497"/>
    <w:p w:rsidR="00A14497" w:rsidRDefault="00A14497" w:rsidP="00A14497">
      <w:r>
        <w:tab/>
        <w:t xml:space="preserve">At a time </w:t>
      </w:r>
      <w:r>
        <w:rPr>
          <w:i/>
        </w:rPr>
        <w:t>t</w:t>
      </w:r>
      <w:r w:rsidRPr="004B7D66">
        <w:rPr>
          <w:rFonts w:ascii="Times New Roman" w:hAnsi="Times New Roman"/>
          <w:position w:val="-8"/>
          <w:sz w:val="18"/>
          <w:szCs w:val="18"/>
        </w:rPr>
        <w:t>2</w:t>
      </w:r>
      <w:r>
        <w:t>, when the car is again at the rear of the train</w:t>
      </w:r>
      <w:proofErr w:type="gramStart"/>
      <w:r>
        <w:t xml:space="preserve">, </w:t>
      </w:r>
      <w:proofErr w:type="gramEnd"/>
      <w:r w:rsidRPr="0085363C">
        <w:rPr>
          <w:position w:val="-14"/>
        </w:rPr>
        <w:object w:dxaOrig="1140" w:dyaOrig="380">
          <v:shape id="_x0000_i1214" type="#_x0000_t75" style="width:57pt;height:18pt" o:ole="">
            <v:imagedata r:id="rId380" o:title=""/>
          </v:shape>
          <o:OLEObject Type="Embed" ProgID="Equation.DSMT4" ShapeID="_x0000_i1214" DrawAspect="Content" ObjectID="_1377284339" r:id="rId381"/>
        </w:object>
      </w:r>
      <w:r>
        <w:t xml:space="preserve">.  Thus, at time </w:t>
      </w:r>
      <w:r>
        <w:rPr>
          <w:i/>
        </w:rPr>
        <w:t>t</w:t>
      </w:r>
      <w:r w:rsidRPr="004B7D66">
        <w:rPr>
          <w:rFonts w:ascii="Times New Roman" w:hAnsi="Times New Roman"/>
          <w:position w:val="-8"/>
          <w:sz w:val="18"/>
          <w:szCs w:val="18"/>
        </w:rPr>
        <w:t>2</w:t>
      </w:r>
    </w:p>
    <w:p w:rsidR="00A14497" w:rsidRDefault="00A14497" w:rsidP="00A14497"/>
    <w:tbl>
      <w:tblPr>
        <w:tblW w:w="0" w:type="auto"/>
        <w:tblInd w:w="558" w:type="dxa"/>
        <w:tblLayout w:type="fixed"/>
        <w:tblLook w:val="0000"/>
      </w:tblPr>
      <w:tblGrid>
        <w:gridCol w:w="8370"/>
        <w:gridCol w:w="540"/>
      </w:tblGrid>
      <w:tr w:rsidR="00A14497" w:rsidTr="00C52E98">
        <w:tc>
          <w:tcPr>
            <w:tcW w:w="8370" w:type="dxa"/>
            <w:vAlign w:val="center"/>
          </w:tcPr>
          <w:p w:rsidR="00A14497" w:rsidRDefault="00A14497" w:rsidP="00C52E98">
            <w:pPr>
              <w:pStyle w:val="EquNo"/>
              <w:spacing w:line="280" w:lineRule="atLeast"/>
              <w:rPr>
                <w:sz w:val="24"/>
              </w:rPr>
            </w:pPr>
            <w:r w:rsidRPr="0085363C">
              <w:rPr>
                <w:position w:val="-14"/>
                <w:sz w:val="24"/>
              </w:rPr>
              <w:object w:dxaOrig="1620" w:dyaOrig="420">
                <v:shape id="_x0000_i1215" type="#_x0000_t75" style="width:81pt;height:21pt" o:ole="">
                  <v:imagedata r:id="rId382" o:title=""/>
                </v:shape>
                <o:OLEObject Type="Embed" ProgID="Equation.DSMT4" ShapeID="_x0000_i1215" DrawAspect="Content" ObjectID="_1377284340" r:id="rId383"/>
              </w:object>
            </w:r>
          </w:p>
        </w:tc>
        <w:tc>
          <w:tcPr>
            <w:tcW w:w="540" w:type="dxa"/>
            <w:vAlign w:val="center"/>
          </w:tcPr>
          <w:p w:rsidR="00A14497" w:rsidRDefault="00A14497" w:rsidP="00C52E98">
            <w:pPr>
              <w:pStyle w:val="EquNo"/>
              <w:spacing w:line="280" w:lineRule="atLeast"/>
              <w:jc w:val="right"/>
              <w:rPr>
                <w:sz w:val="24"/>
              </w:rPr>
            </w:pPr>
            <w:r>
              <w:rPr>
                <w:sz w:val="24"/>
              </w:rPr>
              <w:t>(2)</w:t>
            </w:r>
          </w:p>
        </w:tc>
      </w:tr>
    </w:tbl>
    <w:p w:rsidR="00A14497" w:rsidRDefault="00A14497" w:rsidP="00A14497"/>
    <w:p w:rsidR="00A14497" w:rsidRDefault="00A14497" w:rsidP="00A14497">
      <w:r>
        <w:tab/>
        <w:t xml:space="preserve">Equations (1) and (2) can be solved simultaneously for the speed of the car </w:t>
      </w:r>
      <w:r w:rsidRPr="0085363C">
        <w:rPr>
          <w:position w:val="-14"/>
        </w:rPr>
        <w:object w:dxaOrig="400" w:dyaOrig="380">
          <v:shape id="_x0000_i1216" type="#_x0000_t75" style="width:20.5pt;height:18pt" o:ole="">
            <v:imagedata r:id="rId384" o:title=""/>
          </v:shape>
          <o:OLEObject Type="Embed" ProgID="Equation.DSMT4" ShapeID="_x0000_i1216" DrawAspect="Content" ObjectID="_1377284341" r:id="rId385"/>
        </w:object>
      </w:r>
      <w:r>
        <w:t xml:space="preserve"> and the acceleration of the </w:t>
      </w:r>
      <w:proofErr w:type="gramStart"/>
      <w:r>
        <w:t xml:space="preserve">train </w:t>
      </w:r>
      <w:proofErr w:type="gramEnd"/>
      <w:r w:rsidRPr="0085363C">
        <w:rPr>
          <w:position w:val="-14"/>
        </w:rPr>
        <w:object w:dxaOrig="540" w:dyaOrig="380">
          <v:shape id="_x0000_i1217" type="#_x0000_t75" style="width:27pt;height:18pt" o:ole="">
            <v:imagedata r:id="rId386" o:title=""/>
          </v:shape>
          <o:OLEObject Type="Embed" ProgID="Equation.DSMT4" ShapeID="_x0000_i1217" DrawAspect="Content" ObjectID="_1377284342" r:id="rId387"/>
        </w:object>
      </w:r>
      <w:r>
        <w:t>.</w:t>
      </w:r>
    </w:p>
    <w:p w:rsidR="00A14497" w:rsidRDefault="00A14497" w:rsidP="00A14497"/>
    <w:p w:rsidR="00A14497" w:rsidRDefault="00A14497" w:rsidP="00A14497">
      <w:r>
        <w:tab/>
      </w:r>
      <w:r>
        <w:rPr>
          <w:b/>
          <w:i/>
        </w:rPr>
        <w:t>SOLUTION</w:t>
      </w:r>
      <w:r>
        <w:t xml:space="preserve">   </w:t>
      </w:r>
    </w:p>
    <w:p w:rsidR="00A14497" w:rsidRDefault="00A14497" w:rsidP="00A14497">
      <w:r>
        <w:tab/>
      </w:r>
      <w:proofErr w:type="gramStart"/>
      <w:r>
        <w:t>a.  Solving</w:t>
      </w:r>
      <w:proofErr w:type="gramEnd"/>
      <w:r>
        <w:t xml:space="preserve"> Equation (2) for </w:t>
      </w:r>
      <w:r w:rsidRPr="0085363C">
        <w:rPr>
          <w:position w:val="-14"/>
        </w:rPr>
        <w:object w:dxaOrig="540" w:dyaOrig="380">
          <v:shape id="_x0000_i1218" type="#_x0000_t75" style="width:27pt;height:18pt" o:ole="">
            <v:imagedata r:id="rId386" o:title=""/>
          </v:shape>
          <o:OLEObject Type="Embed" ProgID="Equation.DSMT4" ShapeID="_x0000_i1218" DrawAspect="Content" ObjectID="_1377284343" r:id="rId388"/>
        </w:object>
      </w:r>
      <w:r>
        <w:t xml:space="preserve"> we have</w:t>
      </w:r>
    </w:p>
    <w:p w:rsidR="00A14497" w:rsidRDefault="00A14497" w:rsidP="00A14497"/>
    <w:tbl>
      <w:tblPr>
        <w:tblW w:w="0" w:type="auto"/>
        <w:tblInd w:w="558" w:type="dxa"/>
        <w:tblLayout w:type="fixed"/>
        <w:tblLook w:val="0000"/>
      </w:tblPr>
      <w:tblGrid>
        <w:gridCol w:w="8370"/>
        <w:gridCol w:w="540"/>
      </w:tblGrid>
      <w:tr w:rsidR="00A14497" w:rsidTr="00C52E98">
        <w:tc>
          <w:tcPr>
            <w:tcW w:w="8370" w:type="dxa"/>
            <w:vAlign w:val="center"/>
          </w:tcPr>
          <w:p w:rsidR="00A14497" w:rsidRDefault="00A14497" w:rsidP="00C52E98">
            <w:pPr>
              <w:pStyle w:val="EquNo"/>
              <w:spacing w:before="40" w:line="280" w:lineRule="atLeast"/>
              <w:rPr>
                <w:sz w:val="24"/>
              </w:rPr>
            </w:pPr>
            <w:r w:rsidRPr="0085363C">
              <w:rPr>
                <w:position w:val="-34"/>
                <w:sz w:val="24"/>
              </w:rPr>
              <w:object w:dxaOrig="1300" w:dyaOrig="740">
                <v:shape id="_x0000_i1219" type="#_x0000_t75" style="width:65.5pt;height:36.5pt" o:ole="">
                  <v:imagedata r:id="rId389" o:title=""/>
                </v:shape>
                <o:OLEObject Type="Embed" ProgID="Equation.DSMT4" ShapeID="_x0000_i1219" DrawAspect="Content" ObjectID="_1377284344" r:id="rId390"/>
              </w:object>
            </w:r>
          </w:p>
        </w:tc>
        <w:tc>
          <w:tcPr>
            <w:tcW w:w="540" w:type="dxa"/>
            <w:vAlign w:val="center"/>
          </w:tcPr>
          <w:p w:rsidR="00A14497" w:rsidRDefault="00A14497" w:rsidP="00C52E98">
            <w:pPr>
              <w:pStyle w:val="EquNo"/>
              <w:spacing w:line="280" w:lineRule="atLeast"/>
              <w:jc w:val="right"/>
              <w:rPr>
                <w:sz w:val="24"/>
              </w:rPr>
            </w:pPr>
            <w:r>
              <w:rPr>
                <w:sz w:val="24"/>
              </w:rPr>
              <w:t>(3)</w:t>
            </w:r>
          </w:p>
        </w:tc>
      </w:tr>
    </w:tbl>
    <w:p w:rsidR="00A14497" w:rsidRDefault="00A14497" w:rsidP="00A14497"/>
    <w:p w:rsidR="00A14497" w:rsidRDefault="00A14497" w:rsidP="00A14497">
      <w:r>
        <w:tab/>
        <w:t xml:space="preserve">Substituting this expression for </w:t>
      </w:r>
      <w:r w:rsidRPr="0085363C">
        <w:rPr>
          <w:position w:val="-14"/>
        </w:rPr>
        <w:object w:dxaOrig="540" w:dyaOrig="380">
          <v:shape id="_x0000_i1220" type="#_x0000_t75" style="width:27pt;height:18pt" o:ole="">
            <v:imagedata r:id="rId386" o:title=""/>
          </v:shape>
          <o:OLEObject Type="Embed" ProgID="Equation.DSMT4" ShapeID="_x0000_i1220" DrawAspect="Content" ObjectID="_1377284345" r:id="rId391"/>
        </w:object>
      </w:r>
      <w:r>
        <w:t xml:space="preserve"> into Equation (1) and solving </w:t>
      </w:r>
      <w:proofErr w:type="gramStart"/>
      <w:r>
        <w:t xml:space="preserve">for </w:t>
      </w:r>
      <w:proofErr w:type="gramEnd"/>
      <w:r w:rsidRPr="0085363C">
        <w:rPr>
          <w:position w:val="-14"/>
        </w:rPr>
        <w:object w:dxaOrig="400" w:dyaOrig="380">
          <v:shape id="_x0000_i1221" type="#_x0000_t75" style="width:20.5pt;height:18pt" o:ole="">
            <v:imagedata r:id="rId392" o:title=""/>
          </v:shape>
          <o:OLEObject Type="Embed" ProgID="Equation.DSMT4" ShapeID="_x0000_i1221" DrawAspect="Content" ObjectID="_1377284346" r:id="rId393"/>
        </w:object>
      </w:r>
      <w:r>
        <w:t>, we have</w:t>
      </w:r>
    </w:p>
    <w:p w:rsidR="00A14497" w:rsidRDefault="00A14497" w:rsidP="00A14497"/>
    <w:p w:rsidR="00A14497" w:rsidRDefault="00A14497" w:rsidP="00A14497">
      <w:pPr>
        <w:pStyle w:val="eq"/>
      </w:pPr>
      <w:r w:rsidRPr="0085363C">
        <w:rPr>
          <w:position w:val="-72"/>
        </w:rPr>
        <w:object w:dxaOrig="4680" w:dyaOrig="1120">
          <v:shape id="_x0000_i1222" type="#_x0000_t75" style="width:234pt;height:54.5pt" o:ole="">
            <v:imagedata r:id="rId394" o:title=""/>
          </v:shape>
          <o:OLEObject Type="Embed" ProgID="Equation.DSMT4" ShapeID="_x0000_i1222" DrawAspect="Content" ObjectID="_1377284347" r:id="rId395"/>
        </w:object>
      </w:r>
    </w:p>
    <w:p w:rsidR="00A14497" w:rsidRDefault="00A14497" w:rsidP="00A14497"/>
    <w:p w:rsidR="00A14497" w:rsidRDefault="00A14497" w:rsidP="00A14497">
      <w:r>
        <w:tab/>
        <w:t>b.  Direct substitution into Equation (3) gives the acceleration of the train:</w:t>
      </w:r>
    </w:p>
    <w:p w:rsidR="00A14497" w:rsidRDefault="00A14497" w:rsidP="00A14497"/>
    <w:p w:rsidR="00A14497" w:rsidRDefault="00A14497" w:rsidP="00A14497">
      <w:pPr>
        <w:pStyle w:val="eq"/>
      </w:pPr>
      <w:r w:rsidRPr="0085363C">
        <w:rPr>
          <w:position w:val="-34"/>
        </w:rPr>
        <w:object w:dxaOrig="4000" w:dyaOrig="740">
          <v:shape id="_x0000_i1223" type="#_x0000_t75" style="width:200pt;height:36.5pt" o:ole="">
            <v:imagedata r:id="rId396" o:title=""/>
          </v:shape>
          <o:OLEObject Type="Embed" ProgID="Equation.DSMT4" ShapeID="_x0000_i1223" DrawAspect="Content" ObjectID="_1377284348" r:id="rId397"/>
        </w:object>
      </w:r>
    </w:p>
    <w:p w:rsidR="00A14497" w:rsidRDefault="00A14497" w:rsidP="00A14497">
      <w:r>
        <w:t>______________________________________________________________________________</w:t>
      </w:r>
    </w:p>
    <w:p w:rsidR="00A14497" w:rsidRDefault="00A14497" w:rsidP="00A14497"/>
    <w:p w:rsidR="00A14497" w:rsidRDefault="00A14497" w:rsidP="00A14497">
      <w:r>
        <w:t>43.</w:t>
      </w:r>
      <w:r>
        <w:tab/>
      </w:r>
      <w:r w:rsidRPr="00C7699A">
        <w:rPr>
          <w:position w:val="-10"/>
        </w:rPr>
        <w:object w:dxaOrig="680" w:dyaOrig="380">
          <v:shape id="_x0000_i1224" type="#_x0000_t75" style="width:33.5pt;height:18pt" o:ole="">
            <v:imagedata r:id="rId196" o:title=""/>
          </v:shape>
          <o:OLEObject Type="Embed" ProgID="Equation.DSMT4" ShapeID="_x0000_i1224" DrawAspect="Content" ObjectID="_1377284349" r:id="rId398"/>
        </w:object>
      </w:r>
      <w:r>
        <w:t xml:space="preserve"> </w:t>
      </w:r>
      <w:r>
        <w:rPr>
          <w:b/>
          <w:i/>
        </w:rPr>
        <w:t xml:space="preserve">REASONING AND SOLUTION </w:t>
      </w:r>
      <w:proofErr w:type="gramStart"/>
      <w:r>
        <w:t>When</w:t>
      </w:r>
      <w:proofErr w:type="gramEnd"/>
      <w:r>
        <w:t xml:space="preserve"> air resistance is neglected, free fall conditions are applicable. The final speed can be found from Equation 2.9;</w:t>
      </w:r>
    </w:p>
    <w:p w:rsidR="00A14497" w:rsidRDefault="00A14497" w:rsidP="00A14497"/>
    <w:p w:rsidR="00A14497" w:rsidRDefault="00A14497" w:rsidP="00A14497">
      <w:pPr>
        <w:pStyle w:val="eq"/>
      </w:pPr>
      <w:r w:rsidRPr="0085363C">
        <w:rPr>
          <w:position w:val="-14"/>
        </w:rPr>
        <w:object w:dxaOrig="1340" w:dyaOrig="420">
          <v:shape id="_x0000_i1225" type="#_x0000_t75" style="width:66.5pt;height:21pt" o:ole="">
            <v:imagedata r:id="rId399" o:title=""/>
          </v:shape>
          <o:OLEObject Type="Embed" ProgID="Equation.DSMT4" ShapeID="_x0000_i1225" DrawAspect="Content" ObjectID="_1377284350" r:id="rId400"/>
        </w:object>
      </w:r>
    </w:p>
    <w:p w:rsidR="00A14497" w:rsidRDefault="00A14497" w:rsidP="00A14497"/>
    <w:p w:rsidR="00A14497" w:rsidRDefault="00A14497" w:rsidP="00A14497">
      <w:r>
        <w:tab/>
      </w:r>
      <w:proofErr w:type="gramStart"/>
      <w:r>
        <w:t>where</w:t>
      </w:r>
      <w:proofErr w:type="gramEnd"/>
      <w:r>
        <w:t xml:space="preserve"> </w:t>
      </w:r>
      <w:r>
        <w:rPr>
          <w:i/>
        </w:rPr>
        <w:t>v</w:t>
      </w:r>
      <w:r w:rsidRPr="005A511D">
        <w:rPr>
          <w:position w:val="-8"/>
          <w:sz w:val="18"/>
          <w:szCs w:val="18"/>
        </w:rPr>
        <w:t>0</w:t>
      </w:r>
      <w:r>
        <w:t xml:space="preserve"> is zero since the stunt man falls from rest. If the origin is chosen at the top of </w:t>
      </w:r>
    </w:p>
    <w:p w:rsidR="00A14497" w:rsidRDefault="00A14497" w:rsidP="00A14497">
      <w:r>
        <w:tab/>
      </w:r>
      <w:proofErr w:type="gramStart"/>
      <w:r>
        <w:t>the</w:t>
      </w:r>
      <w:proofErr w:type="gramEnd"/>
      <w:r>
        <w:t xml:space="preserve"> hotel and the upward direction is positive, then the displacement is </w:t>
      </w:r>
      <w:r>
        <w:rPr>
          <w:i/>
        </w:rPr>
        <w:t>y</w:t>
      </w:r>
      <w:r>
        <w:t xml:space="preserve"> = –99.4 m. Solving for </w:t>
      </w:r>
      <w:r>
        <w:rPr>
          <w:i/>
        </w:rPr>
        <w:t>v</w:t>
      </w:r>
      <w:r>
        <w:t>, we have</w:t>
      </w:r>
    </w:p>
    <w:p w:rsidR="00A14497" w:rsidRDefault="00A14497" w:rsidP="00A14497"/>
    <w:p w:rsidR="00A14497" w:rsidRDefault="00A14497" w:rsidP="00A14497">
      <w:pPr>
        <w:pStyle w:val="eq"/>
      </w:pPr>
      <w:r w:rsidRPr="0085363C">
        <w:rPr>
          <w:position w:val="-12"/>
        </w:rPr>
        <w:object w:dxaOrig="5240" w:dyaOrig="460">
          <v:shape id="_x0000_i1226" type="#_x0000_t75" style="width:261.5pt;height:23.5pt" o:ole="">
            <v:imagedata r:id="rId401" o:title=""/>
          </v:shape>
          <o:OLEObject Type="Embed" ProgID="Equation.DSMT4" ShapeID="_x0000_i1226" DrawAspect="Content" ObjectID="_1377284351" r:id="rId402"/>
        </w:object>
      </w:r>
    </w:p>
    <w:p w:rsidR="00A14497" w:rsidRDefault="00A14497" w:rsidP="00A14497"/>
    <w:p w:rsidR="00A14497" w:rsidRDefault="00A14497" w:rsidP="00A14497">
      <w:r>
        <w:tab/>
        <w:t xml:space="preserve">The speed at impact is the magnitude of this result </w:t>
      </w:r>
      <w:proofErr w:type="gramStart"/>
      <w:r>
        <w:t xml:space="preserve">or </w:t>
      </w:r>
      <w:proofErr w:type="gramEnd"/>
      <w:r w:rsidRPr="0085363C">
        <w:rPr>
          <w:position w:val="-16"/>
        </w:rPr>
        <w:object w:dxaOrig="1140" w:dyaOrig="460">
          <v:shape id="_x0000_i1227" type="#_x0000_t75" style="width:57pt;height:23.5pt" o:ole="">
            <v:imagedata r:id="rId403" o:title=""/>
          </v:shape>
          <o:OLEObject Type="Embed" ProgID="Equation.DSMT4" ShapeID="_x0000_i1227" DrawAspect="Content" ObjectID="_1377284352" r:id="rId404"/>
        </w:object>
      </w:r>
      <w:r>
        <w:t>.</w:t>
      </w:r>
    </w:p>
    <w:p w:rsidR="00A14497" w:rsidRDefault="00A14497" w:rsidP="00A14497">
      <w:r>
        <w:t>______________________________________________________________________________</w:t>
      </w:r>
    </w:p>
    <w:p w:rsidR="00A14497" w:rsidRDefault="00A14497" w:rsidP="00A14497"/>
    <w:p w:rsidR="00CE2B0B" w:rsidRDefault="00CE2B0B" w:rsidP="00CE2B0B">
      <w:pPr>
        <w:pStyle w:val="ListParagraph"/>
        <w:tabs>
          <w:tab w:val="left" w:pos="446"/>
        </w:tabs>
        <w:ind w:left="446"/>
        <w:rPr>
          <w:sz w:val="24"/>
          <w:szCs w:val="24"/>
        </w:rPr>
      </w:pPr>
      <w:r>
        <w:rPr>
          <w:sz w:val="24"/>
          <w:szCs w:val="24"/>
        </w:rPr>
        <w:t>44.</w:t>
      </w:r>
      <w:r>
        <w:rPr>
          <w:sz w:val="24"/>
          <w:szCs w:val="24"/>
        </w:rPr>
        <w:tab/>
      </w:r>
      <w:r w:rsidRPr="006A32B6">
        <w:rPr>
          <w:b/>
          <w:i/>
          <w:sz w:val="24"/>
          <w:szCs w:val="24"/>
        </w:rPr>
        <w:t>REASONING</w:t>
      </w:r>
      <w:r w:rsidRPr="006A32B6">
        <w:rPr>
          <w:sz w:val="24"/>
          <w:szCs w:val="24"/>
        </w:rPr>
        <w:t xml:space="preserve">  </w:t>
      </w:r>
      <w:r>
        <w:rPr>
          <w:sz w:val="24"/>
          <w:szCs w:val="24"/>
        </w:rPr>
        <w:t>Because there is no effect due to</w:t>
      </w:r>
      <w:r w:rsidRPr="006A32B6">
        <w:rPr>
          <w:sz w:val="24"/>
          <w:szCs w:val="24"/>
        </w:rPr>
        <w:t xml:space="preserve"> air resistance, the rock is i</w:t>
      </w:r>
      <w:r>
        <w:rPr>
          <w:sz w:val="24"/>
          <w:szCs w:val="24"/>
        </w:rPr>
        <w:t>n free fall from its launch until it</w:t>
      </w:r>
      <w:r w:rsidRPr="006A32B6">
        <w:rPr>
          <w:sz w:val="24"/>
          <w:szCs w:val="24"/>
        </w:rPr>
        <w:t xml:space="preserve"> hits the ground</w:t>
      </w:r>
      <w:r>
        <w:rPr>
          <w:sz w:val="24"/>
          <w:szCs w:val="24"/>
        </w:rPr>
        <w:t>,</w:t>
      </w:r>
      <w:r w:rsidRPr="006A32B6">
        <w:rPr>
          <w:sz w:val="24"/>
          <w:szCs w:val="24"/>
        </w:rPr>
        <w:t xml:space="preserve"> </w:t>
      </w:r>
      <w:r>
        <w:rPr>
          <w:sz w:val="24"/>
          <w:szCs w:val="24"/>
        </w:rPr>
        <w:t xml:space="preserve">so that the acceleration of the rock is always </w:t>
      </w:r>
      <w:r w:rsidRPr="006A32B6">
        <w:rPr>
          <w:sz w:val="24"/>
          <w:szCs w:val="24"/>
        </w:rPr>
        <w:t>−9.8</w:t>
      </w:r>
      <w:r>
        <w:rPr>
          <w:sz w:val="24"/>
          <w:szCs w:val="24"/>
        </w:rPr>
        <w:t> </w:t>
      </w:r>
      <w:r w:rsidRPr="006A32B6">
        <w:rPr>
          <w:sz w:val="24"/>
          <w:szCs w:val="24"/>
        </w:rPr>
        <w:t>m/s</w:t>
      </w:r>
      <w:r w:rsidRPr="00D97339">
        <w:rPr>
          <w:position w:val="10"/>
          <w:sz w:val="18"/>
          <w:szCs w:val="24"/>
        </w:rPr>
        <w:t>2</w:t>
      </w:r>
      <w:r>
        <w:rPr>
          <w:sz w:val="24"/>
          <w:szCs w:val="24"/>
        </w:rPr>
        <w:t>, assuming upward to be the positive direction.</w:t>
      </w:r>
      <w:r w:rsidRPr="006A32B6">
        <w:rPr>
          <w:sz w:val="24"/>
          <w:szCs w:val="24"/>
        </w:rPr>
        <w:t xml:space="preserve"> </w:t>
      </w:r>
      <w:r>
        <w:rPr>
          <w:sz w:val="24"/>
          <w:szCs w:val="24"/>
        </w:rPr>
        <w:t xml:space="preserve"> </w:t>
      </w:r>
      <w:r w:rsidRPr="006A32B6">
        <w:rPr>
          <w:sz w:val="24"/>
          <w:szCs w:val="24"/>
        </w:rPr>
        <w:t xml:space="preserve">In (a), </w:t>
      </w:r>
      <w:r>
        <w:rPr>
          <w:sz w:val="24"/>
          <w:szCs w:val="24"/>
        </w:rPr>
        <w:t>we will consider</w:t>
      </w:r>
      <w:r w:rsidRPr="006A32B6">
        <w:rPr>
          <w:sz w:val="24"/>
          <w:szCs w:val="24"/>
        </w:rPr>
        <w:t xml:space="preserve"> the interval beginning at launch and ending 2.0 s later. </w:t>
      </w:r>
      <w:r>
        <w:rPr>
          <w:sz w:val="24"/>
          <w:szCs w:val="24"/>
        </w:rPr>
        <w:t xml:space="preserve"> </w:t>
      </w:r>
      <w:r w:rsidRPr="006A32B6">
        <w:rPr>
          <w:sz w:val="24"/>
          <w:szCs w:val="24"/>
        </w:rPr>
        <w:t>In (b),</w:t>
      </w:r>
      <w:r>
        <w:rPr>
          <w:sz w:val="24"/>
          <w:szCs w:val="24"/>
        </w:rPr>
        <w:t xml:space="preserve"> we will consider</w:t>
      </w:r>
      <w:r w:rsidRPr="006A32B6">
        <w:rPr>
          <w:sz w:val="24"/>
          <w:szCs w:val="24"/>
        </w:rPr>
        <w:t xml:space="preserve"> the interval beginning </w:t>
      </w:r>
      <w:r>
        <w:rPr>
          <w:sz w:val="24"/>
          <w:szCs w:val="24"/>
        </w:rPr>
        <w:t>at</w:t>
      </w:r>
      <w:r w:rsidRPr="006A32B6">
        <w:rPr>
          <w:sz w:val="24"/>
          <w:szCs w:val="24"/>
        </w:rPr>
        <w:t xml:space="preserve"> launch and ending 5.0 s </w:t>
      </w:r>
      <w:r>
        <w:rPr>
          <w:sz w:val="24"/>
          <w:szCs w:val="24"/>
        </w:rPr>
        <w:t>later</w:t>
      </w:r>
      <w:r w:rsidRPr="006A32B6">
        <w:rPr>
          <w:sz w:val="24"/>
          <w:szCs w:val="24"/>
        </w:rPr>
        <w:t xml:space="preserve">. </w:t>
      </w:r>
      <w:r>
        <w:rPr>
          <w:sz w:val="24"/>
          <w:szCs w:val="24"/>
        </w:rPr>
        <w:t xml:space="preserve"> </w:t>
      </w:r>
      <w:r w:rsidRPr="006A32B6">
        <w:rPr>
          <w:sz w:val="24"/>
          <w:szCs w:val="24"/>
        </w:rPr>
        <w:t xml:space="preserve">Since the displacement isn’t required, Equation 2.4 </w:t>
      </w:r>
      <w:r w:rsidRPr="00F469D4">
        <w:rPr>
          <w:position w:val="-16"/>
          <w:sz w:val="24"/>
          <w:szCs w:val="24"/>
        </w:rPr>
        <w:object w:dxaOrig="1240" w:dyaOrig="440">
          <v:shape id="_x0000_i1228" type="#_x0000_t75" style="width:62.5pt;height:21.5pt" o:ole="">
            <v:imagedata r:id="rId405" o:title=""/>
          </v:shape>
          <o:OLEObject Type="Embed" ProgID="Equation.DSMT4" ShapeID="_x0000_i1228" DrawAspect="Content" ObjectID="_1377284353" r:id="rId406"/>
        </w:object>
      </w:r>
      <w:r>
        <w:rPr>
          <w:sz w:val="24"/>
          <w:szCs w:val="24"/>
        </w:rPr>
        <w:t xml:space="preserve"> </w:t>
      </w:r>
      <w:r w:rsidRPr="006A32B6">
        <w:rPr>
          <w:sz w:val="24"/>
          <w:szCs w:val="24"/>
        </w:rPr>
        <w:t>suffice</w:t>
      </w:r>
      <w:r>
        <w:rPr>
          <w:sz w:val="24"/>
          <w:szCs w:val="24"/>
        </w:rPr>
        <w:t>s</w:t>
      </w:r>
      <w:r w:rsidRPr="006A32B6">
        <w:rPr>
          <w:sz w:val="24"/>
          <w:szCs w:val="24"/>
        </w:rPr>
        <w:t xml:space="preserve"> to solve both parts of the problem. </w:t>
      </w:r>
      <w:r>
        <w:rPr>
          <w:sz w:val="24"/>
          <w:szCs w:val="24"/>
        </w:rPr>
        <w:t xml:space="preserve"> T</w:t>
      </w:r>
      <w:r w:rsidRPr="006A32B6">
        <w:rPr>
          <w:sz w:val="24"/>
          <w:szCs w:val="24"/>
        </w:rPr>
        <w:t xml:space="preserve">he stone </w:t>
      </w:r>
      <w:r>
        <w:rPr>
          <w:sz w:val="24"/>
          <w:szCs w:val="24"/>
        </w:rPr>
        <w:t>slows</w:t>
      </w:r>
      <w:r w:rsidRPr="006A32B6">
        <w:rPr>
          <w:sz w:val="24"/>
          <w:szCs w:val="24"/>
        </w:rPr>
        <w:t xml:space="preserve"> down as it rises, </w:t>
      </w:r>
      <w:r>
        <w:rPr>
          <w:sz w:val="24"/>
          <w:szCs w:val="24"/>
        </w:rPr>
        <w:t xml:space="preserve">so </w:t>
      </w:r>
      <w:r w:rsidRPr="006A32B6">
        <w:rPr>
          <w:sz w:val="24"/>
          <w:szCs w:val="24"/>
        </w:rPr>
        <w:t>we expect the speed in (</w:t>
      </w:r>
      <w:r>
        <w:rPr>
          <w:sz w:val="24"/>
          <w:szCs w:val="24"/>
        </w:rPr>
        <w:t>a</w:t>
      </w:r>
      <w:r w:rsidRPr="006A32B6">
        <w:rPr>
          <w:sz w:val="24"/>
          <w:szCs w:val="24"/>
        </w:rPr>
        <w:t>) to be larger than 15 m/s</w:t>
      </w:r>
      <w:r>
        <w:rPr>
          <w:sz w:val="24"/>
          <w:szCs w:val="24"/>
        </w:rPr>
        <w:t>.  The speed in (b) could be smaller than 15 m/s (the rock does not reach its maximum height) or larger than 15 m/s (the rock reaches its maximum height and falls back down below its height at the 2.0-s point).</w:t>
      </w:r>
    </w:p>
    <w:p w:rsidR="00CE2B0B" w:rsidRPr="006A32B6" w:rsidRDefault="00CE2B0B" w:rsidP="00CE2B0B">
      <w:pPr>
        <w:pStyle w:val="ListParagraph"/>
        <w:tabs>
          <w:tab w:val="left" w:pos="446"/>
        </w:tabs>
        <w:ind w:left="446"/>
        <w:rPr>
          <w:sz w:val="24"/>
          <w:szCs w:val="24"/>
        </w:rPr>
      </w:pPr>
    </w:p>
    <w:p w:rsidR="00CE2B0B" w:rsidRPr="006A32B6" w:rsidRDefault="00CE2B0B" w:rsidP="00CE2B0B">
      <w:pPr>
        <w:pStyle w:val="ListParagraph"/>
        <w:tabs>
          <w:tab w:val="left" w:pos="446"/>
        </w:tabs>
        <w:ind w:left="446"/>
        <w:rPr>
          <w:sz w:val="24"/>
          <w:szCs w:val="24"/>
        </w:rPr>
      </w:pPr>
      <w:r>
        <w:rPr>
          <w:b/>
          <w:i/>
          <w:sz w:val="24"/>
          <w:szCs w:val="24"/>
        </w:rPr>
        <w:tab/>
      </w:r>
      <w:r w:rsidRPr="006A32B6">
        <w:rPr>
          <w:b/>
          <w:i/>
          <w:sz w:val="24"/>
          <w:szCs w:val="24"/>
        </w:rPr>
        <w:t>SOLUTION</w:t>
      </w:r>
      <w:r w:rsidRPr="006A32B6">
        <w:rPr>
          <w:sz w:val="24"/>
          <w:szCs w:val="24"/>
        </w:rPr>
        <w:t xml:space="preserve">  </w:t>
      </w:r>
    </w:p>
    <w:p w:rsidR="00CE2B0B" w:rsidRDefault="00CE2B0B" w:rsidP="00CE2B0B">
      <w:pPr>
        <w:pStyle w:val="ListParagraph"/>
        <w:tabs>
          <w:tab w:val="left" w:pos="446"/>
        </w:tabs>
        <w:ind w:left="446"/>
        <w:rPr>
          <w:sz w:val="24"/>
          <w:szCs w:val="24"/>
        </w:rPr>
      </w:pPr>
      <w:r>
        <w:rPr>
          <w:sz w:val="24"/>
          <w:szCs w:val="24"/>
        </w:rPr>
        <w:tab/>
      </w:r>
      <w:r w:rsidRPr="006A32B6">
        <w:rPr>
          <w:sz w:val="24"/>
          <w:szCs w:val="24"/>
        </w:rPr>
        <w:t xml:space="preserve">a.  </w:t>
      </w:r>
      <w:r>
        <w:rPr>
          <w:sz w:val="24"/>
          <w:szCs w:val="24"/>
        </w:rPr>
        <w:t>For the interval from launch to</w:t>
      </w:r>
      <w:r w:rsidRPr="006A32B6">
        <w:rPr>
          <w:sz w:val="24"/>
          <w:szCs w:val="24"/>
        </w:rPr>
        <w:t xml:space="preserve"> </w:t>
      </w:r>
      <w:r w:rsidRPr="00590414">
        <w:rPr>
          <w:i/>
          <w:sz w:val="24"/>
          <w:szCs w:val="24"/>
        </w:rPr>
        <w:t>t</w:t>
      </w:r>
      <w:r w:rsidRPr="006A32B6">
        <w:rPr>
          <w:sz w:val="24"/>
          <w:szCs w:val="24"/>
        </w:rPr>
        <w:t xml:space="preserve"> = 2.0 s, </w:t>
      </w:r>
      <w:r>
        <w:rPr>
          <w:sz w:val="24"/>
          <w:szCs w:val="24"/>
        </w:rPr>
        <w:t xml:space="preserve">the final velocity is </w:t>
      </w:r>
      <w:r w:rsidRPr="00F469D4">
        <w:rPr>
          <w:i/>
          <w:sz w:val="24"/>
          <w:szCs w:val="24"/>
        </w:rPr>
        <w:t>v</w:t>
      </w:r>
      <w:r>
        <w:rPr>
          <w:sz w:val="24"/>
          <w:szCs w:val="24"/>
        </w:rPr>
        <w:t> = </w:t>
      </w:r>
      <w:r w:rsidRPr="006A32B6">
        <w:rPr>
          <w:sz w:val="24"/>
          <w:szCs w:val="24"/>
        </w:rPr>
        <w:t>15</w:t>
      </w:r>
      <w:r>
        <w:rPr>
          <w:sz w:val="24"/>
          <w:szCs w:val="24"/>
        </w:rPr>
        <w:t> </w:t>
      </w:r>
      <w:r w:rsidRPr="006A32B6">
        <w:rPr>
          <w:sz w:val="24"/>
          <w:szCs w:val="24"/>
        </w:rPr>
        <w:t>m/s</w:t>
      </w:r>
      <w:r>
        <w:rPr>
          <w:sz w:val="24"/>
          <w:szCs w:val="24"/>
        </w:rPr>
        <w:t xml:space="preserve">, the </w:t>
      </w:r>
      <w:r w:rsidRPr="006A32B6">
        <w:rPr>
          <w:sz w:val="24"/>
          <w:szCs w:val="24"/>
        </w:rPr>
        <w:t>acceleration is</w:t>
      </w:r>
      <w:r>
        <w:rPr>
          <w:sz w:val="24"/>
          <w:szCs w:val="24"/>
        </w:rPr>
        <w:t xml:space="preserve"> </w:t>
      </w:r>
      <w:r w:rsidRPr="006A32B6">
        <w:rPr>
          <w:i/>
          <w:sz w:val="24"/>
          <w:szCs w:val="24"/>
        </w:rPr>
        <w:t>a</w:t>
      </w:r>
      <w:r w:rsidRPr="006A32B6">
        <w:rPr>
          <w:sz w:val="24"/>
          <w:szCs w:val="24"/>
        </w:rPr>
        <w:t xml:space="preserve"> = −9.8 m/s</w:t>
      </w:r>
      <w:r w:rsidRPr="00D97339">
        <w:rPr>
          <w:position w:val="10"/>
          <w:sz w:val="18"/>
          <w:szCs w:val="24"/>
        </w:rPr>
        <w:t>2</w:t>
      </w:r>
      <w:r>
        <w:rPr>
          <w:sz w:val="24"/>
          <w:szCs w:val="24"/>
        </w:rPr>
        <w:t xml:space="preserve">, and the initial velocity is to be found.  Solving Equation 2.4 </w:t>
      </w:r>
      <w:r w:rsidRPr="00F469D4">
        <w:rPr>
          <w:position w:val="-16"/>
          <w:sz w:val="24"/>
          <w:szCs w:val="24"/>
        </w:rPr>
        <w:object w:dxaOrig="1240" w:dyaOrig="440">
          <v:shape id="_x0000_i1229" type="#_x0000_t75" style="width:62.5pt;height:21.5pt" o:ole="">
            <v:imagedata r:id="rId405" o:title=""/>
          </v:shape>
          <o:OLEObject Type="Embed" ProgID="Equation.DSMT4" ShapeID="_x0000_i1229" DrawAspect="Content" ObjectID="_1377284354" r:id="rId407"/>
        </w:object>
      </w:r>
      <w:r>
        <w:rPr>
          <w:sz w:val="24"/>
          <w:szCs w:val="24"/>
        </w:rPr>
        <w:t xml:space="preserve">for </w:t>
      </w:r>
      <w:r w:rsidRPr="00590414">
        <w:rPr>
          <w:i/>
          <w:sz w:val="24"/>
          <w:szCs w:val="24"/>
        </w:rPr>
        <w:t>v</w:t>
      </w:r>
      <w:r w:rsidRPr="00590414">
        <w:rPr>
          <w:sz w:val="24"/>
          <w:szCs w:val="24"/>
          <w:vertAlign w:val="subscript"/>
        </w:rPr>
        <w:t>0</w:t>
      </w:r>
      <w:r>
        <w:rPr>
          <w:sz w:val="24"/>
          <w:szCs w:val="24"/>
        </w:rPr>
        <w:t xml:space="preserve"> </w:t>
      </w:r>
      <w:r w:rsidRPr="006A32B6">
        <w:rPr>
          <w:sz w:val="24"/>
          <w:szCs w:val="24"/>
        </w:rPr>
        <w:t>gives</w:t>
      </w:r>
    </w:p>
    <w:p w:rsidR="00CE2B0B" w:rsidRDefault="00CE2B0B" w:rsidP="00CE2B0B">
      <w:pPr>
        <w:pStyle w:val="ListParagraph"/>
        <w:rPr>
          <w:sz w:val="24"/>
          <w:szCs w:val="24"/>
        </w:rPr>
      </w:pPr>
    </w:p>
    <w:p w:rsidR="00CE2B0B" w:rsidRPr="006A32B6" w:rsidRDefault="00CE2B0B" w:rsidP="00CE2B0B">
      <w:pPr>
        <w:pStyle w:val="ListParagraph"/>
        <w:jc w:val="center"/>
        <w:rPr>
          <w:sz w:val="24"/>
          <w:szCs w:val="24"/>
        </w:rPr>
      </w:pPr>
      <w:r w:rsidRPr="006A32B6">
        <w:rPr>
          <w:position w:val="-14"/>
          <w:sz w:val="24"/>
          <w:szCs w:val="24"/>
        </w:rPr>
        <w:object w:dxaOrig="4760" w:dyaOrig="440">
          <v:shape id="_x0000_i1230" type="#_x0000_t75" style="width:238pt;height:21.5pt" o:ole="">
            <v:imagedata r:id="rId408" o:title=""/>
          </v:shape>
          <o:OLEObject Type="Embed" ProgID="Equation.DSMT4" ShapeID="_x0000_i1230" DrawAspect="Content" ObjectID="_1377284355" r:id="rId409"/>
        </w:object>
      </w:r>
    </w:p>
    <w:p w:rsidR="00CE2B0B" w:rsidRPr="006A32B6" w:rsidRDefault="00CE2B0B" w:rsidP="00CE2B0B">
      <w:pPr>
        <w:pStyle w:val="ListParagraph"/>
        <w:ind w:left="1440"/>
        <w:rPr>
          <w:sz w:val="24"/>
          <w:szCs w:val="24"/>
        </w:rPr>
      </w:pPr>
    </w:p>
    <w:p w:rsidR="00CE2B0B" w:rsidRDefault="00CE2B0B" w:rsidP="00CE2B0B">
      <w:pPr>
        <w:pStyle w:val="ListParagraph"/>
        <w:tabs>
          <w:tab w:val="left" w:pos="446"/>
        </w:tabs>
        <w:ind w:left="446"/>
        <w:rPr>
          <w:sz w:val="24"/>
          <w:szCs w:val="24"/>
        </w:rPr>
      </w:pPr>
      <w:r>
        <w:rPr>
          <w:sz w:val="24"/>
          <w:szCs w:val="24"/>
        </w:rPr>
        <w:tab/>
        <w:t>Therefore, at launch,</w:t>
      </w:r>
    </w:p>
    <w:p w:rsidR="00CE2B0B" w:rsidRDefault="00CE2B0B" w:rsidP="00CE2B0B">
      <w:pPr>
        <w:pStyle w:val="ListParagraph"/>
        <w:jc w:val="center"/>
        <w:rPr>
          <w:sz w:val="24"/>
          <w:szCs w:val="24"/>
        </w:rPr>
      </w:pPr>
      <w:r w:rsidRPr="00433D68">
        <w:rPr>
          <w:position w:val="-10"/>
          <w:sz w:val="24"/>
          <w:szCs w:val="24"/>
        </w:rPr>
        <w:object w:dxaOrig="1640" w:dyaOrig="380">
          <v:shape id="_x0000_i1231" type="#_x0000_t75" style="width:81.5pt;height:18pt" o:ole="">
            <v:imagedata r:id="rId410" o:title=""/>
          </v:shape>
          <o:OLEObject Type="Embed" ProgID="Equation.DSMT4" ShapeID="_x0000_i1231" DrawAspect="Content" ObjectID="_1377284356" r:id="rId411"/>
        </w:object>
      </w:r>
    </w:p>
    <w:p w:rsidR="00CE2B0B" w:rsidRPr="006A32B6" w:rsidRDefault="00CE2B0B" w:rsidP="00CE2B0B">
      <w:pPr>
        <w:pStyle w:val="ListParagraph"/>
        <w:ind w:left="1440"/>
        <w:rPr>
          <w:sz w:val="24"/>
          <w:szCs w:val="24"/>
        </w:rPr>
      </w:pPr>
    </w:p>
    <w:p w:rsidR="00CE2B0B" w:rsidRDefault="00CE2B0B" w:rsidP="00CE2B0B">
      <w:pPr>
        <w:pStyle w:val="ListParagraph"/>
        <w:tabs>
          <w:tab w:val="left" w:pos="446"/>
        </w:tabs>
        <w:ind w:left="446"/>
        <w:rPr>
          <w:sz w:val="24"/>
          <w:szCs w:val="24"/>
        </w:rPr>
      </w:pPr>
      <w:r>
        <w:rPr>
          <w:sz w:val="24"/>
          <w:szCs w:val="24"/>
        </w:rPr>
        <w:tab/>
        <w:t xml:space="preserve">b.  Now we consider the interval from launch to </w:t>
      </w:r>
      <w:r w:rsidRPr="00D75922">
        <w:rPr>
          <w:i/>
          <w:sz w:val="24"/>
          <w:szCs w:val="24"/>
        </w:rPr>
        <w:t>t</w:t>
      </w:r>
      <w:r>
        <w:rPr>
          <w:sz w:val="24"/>
          <w:szCs w:val="24"/>
        </w:rPr>
        <w:t xml:space="preserve"> = 5.0 s.  T</w:t>
      </w:r>
      <w:r w:rsidRPr="006A32B6">
        <w:rPr>
          <w:sz w:val="24"/>
          <w:szCs w:val="24"/>
        </w:rPr>
        <w:t xml:space="preserve">he </w:t>
      </w:r>
      <w:r w:rsidRPr="006544A5">
        <w:rPr>
          <w:sz w:val="24"/>
          <w:szCs w:val="24"/>
        </w:rPr>
        <w:t>initial</w:t>
      </w:r>
      <w:r w:rsidRPr="006A32B6">
        <w:rPr>
          <w:sz w:val="24"/>
          <w:szCs w:val="24"/>
        </w:rPr>
        <w:t xml:space="preserve"> velocity is </w:t>
      </w:r>
      <w:r>
        <w:rPr>
          <w:sz w:val="24"/>
          <w:szCs w:val="24"/>
        </w:rPr>
        <w:t xml:space="preserve">that found in part (a), </w:t>
      </w:r>
      <w:r w:rsidRPr="006A32B6">
        <w:rPr>
          <w:i/>
          <w:sz w:val="24"/>
          <w:szCs w:val="24"/>
        </w:rPr>
        <w:t>v</w:t>
      </w:r>
      <w:r w:rsidRPr="006A32B6">
        <w:rPr>
          <w:sz w:val="24"/>
          <w:szCs w:val="24"/>
          <w:vertAlign w:val="subscript"/>
        </w:rPr>
        <w:t>0</w:t>
      </w:r>
      <w:r>
        <w:rPr>
          <w:sz w:val="24"/>
          <w:szCs w:val="24"/>
        </w:rPr>
        <w:t xml:space="preserve"> = 35 m/s.  </w:t>
      </w:r>
      <w:r w:rsidRPr="006A32B6">
        <w:rPr>
          <w:sz w:val="24"/>
          <w:szCs w:val="24"/>
        </w:rPr>
        <w:t>The final velocity is</w:t>
      </w:r>
    </w:p>
    <w:p w:rsidR="00CE2B0B" w:rsidRDefault="00CE2B0B" w:rsidP="00CE2B0B">
      <w:pPr>
        <w:pStyle w:val="ListParagraph"/>
        <w:rPr>
          <w:sz w:val="24"/>
          <w:szCs w:val="24"/>
        </w:rPr>
      </w:pPr>
    </w:p>
    <w:p w:rsidR="00CE2B0B" w:rsidRDefault="00CE2B0B" w:rsidP="00CE2B0B">
      <w:pPr>
        <w:pStyle w:val="MTDisplayEquation"/>
        <w:ind w:left="720"/>
      </w:pPr>
      <w:r>
        <w:lastRenderedPageBreak/>
        <w:tab/>
      </w:r>
      <w:r w:rsidRPr="00722C92">
        <w:rPr>
          <w:position w:val="-14"/>
        </w:rPr>
        <w:object w:dxaOrig="5140" w:dyaOrig="440">
          <v:shape id="_x0000_i1232" type="#_x0000_t75" style="width:257.5pt;height:21.5pt" o:ole="">
            <v:imagedata r:id="rId412" o:title=""/>
          </v:shape>
          <o:OLEObject Type="Embed" ProgID="Equation.DSMT4" ShapeID="_x0000_i1232" DrawAspect="Content" ObjectID="_1377284357" r:id="rId413"/>
        </w:object>
      </w:r>
      <w:r>
        <w:tab/>
      </w:r>
      <w:bookmarkStart w:id="0" w:name="MTReference"/>
      <w:bookmarkEnd w:id="0"/>
      <w:r>
        <w:t>(2.4)</w:t>
      </w:r>
    </w:p>
    <w:p w:rsidR="00CE2B0B" w:rsidRPr="006A32B6" w:rsidRDefault="00CE2B0B" w:rsidP="00CE2B0B">
      <w:pPr>
        <w:pStyle w:val="ListParagraph"/>
        <w:rPr>
          <w:sz w:val="24"/>
          <w:szCs w:val="24"/>
        </w:rPr>
      </w:pPr>
    </w:p>
    <w:p w:rsidR="00CE2B0B" w:rsidRDefault="00CE2B0B" w:rsidP="00CE2B0B">
      <w:pPr>
        <w:pStyle w:val="ListParagraph"/>
        <w:tabs>
          <w:tab w:val="left" w:pos="446"/>
        </w:tabs>
        <w:ind w:left="446"/>
        <w:rPr>
          <w:sz w:val="24"/>
          <w:szCs w:val="24"/>
        </w:rPr>
      </w:pPr>
      <w:r>
        <w:rPr>
          <w:sz w:val="24"/>
          <w:szCs w:val="24"/>
        </w:rPr>
        <w:tab/>
        <w:t>Instantaneous speed is the magnitude of the instantaneous velocity, so we drop the minus sign and find that</w:t>
      </w:r>
    </w:p>
    <w:p w:rsidR="00CE2B0B" w:rsidRPr="006A32B6" w:rsidRDefault="00CE2B0B" w:rsidP="00CE2B0B">
      <w:pPr>
        <w:pStyle w:val="ListParagraph"/>
        <w:jc w:val="center"/>
        <w:rPr>
          <w:sz w:val="24"/>
          <w:szCs w:val="24"/>
        </w:rPr>
      </w:pPr>
      <w:r w:rsidRPr="005D751D">
        <w:rPr>
          <w:position w:val="-10"/>
        </w:rPr>
        <w:object w:dxaOrig="1640" w:dyaOrig="380">
          <v:shape id="_x0000_i1233" type="#_x0000_t75" style="width:82pt;height:18pt" o:ole="">
            <v:imagedata r:id="rId414" o:title=""/>
          </v:shape>
          <o:OLEObject Type="Embed" ProgID="Equation.DSMT4" ShapeID="_x0000_i1233" DrawAspect="Content" ObjectID="_1377284358" r:id="rId415"/>
        </w:object>
      </w:r>
    </w:p>
    <w:p w:rsidR="00CE2B0B" w:rsidRPr="006A32B6" w:rsidRDefault="00CE2B0B" w:rsidP="00CE2B0B">
      <w:pPr>
        <w:pBdr>
          <w:bottom w:val="single" w:sz="4" w:space="1" w:color="auto"/>
        </w:pBdr>
      </w:pPr>
    </w:p>
    <w:p w:rsidR="00CE2B0B" w:rsidRDefault="00CE2B0B" w:rsidP="00CE2B0B"/>
    <w:p w:rsidR="00772E4F" w:rsidRDefault="00772E4F" w:rsidP="00772E4F">
      <w:r>
        <w:t>45.</w:t>
      </w:r>
      <w:r>
        <w:tab/>
      </w:r>
      <w:r>
        <w:rPr>
          <w:b/>
          <w:i/>
        </w:rPr>
        <w:t xml:space="preserve">REASONING </w:t>
      </w:r>
      <w:r w:rsidRPr="008726CA">
        <w:rPr>
          <w:b/>
          <w:i/>
          <w:szCs w:val="24"/>
        </w:rPr>
        <w:t>AND</w:t>
      </w:r>
      <w:r>
        <w:rPr>
          <w:b/>
          <w:i/>
        </w:rPr>
        <w:t xml:space="preserve"> SOLUTION</w:t>
      </w:r>
      <w:r>
        <w:t xml:space="preserve">   In a time t the card will undergo a vertical displacement </w:t>
      </w:r>
      <w:r w:rsidRPr="00660B4D">
        <w:rPr>
          <w:i/>
        </w:rPr>
        <w:t>y</w:t>
      </w:r>
      <w:r>
        <w:t xml:space="preserve"> given by</w:t>
      </w:r>
    </w:p>
    <w:p w:rsidR="00772E4F" w:rsidRDefault="00772E4F" w:rsidP="00772E4F">
      <w:pPr>
        <w:pStyle w:val="eq"/>
      </w:pPr>
      <w:r w:rsidRPr="00660B4D">
        <w:rPr>
          <w:i/>
        </w:rPr>
        <w:t>y</w:t>
      </w:r>
      <w:r>
        <w:t xml:space="preserve"> = </w:t>
      </w:r>
      <w:r w:rsidRPr="00660B4D">
        <w:rPr>
          <w:position w:val="-14"/>
        </w:rPr>
        <w:object w:dxaOrig="200" w:dyaOrig="400">
          <v:shape id="_x0000_i1234" type="#_x0000_t75" style="width:9.5pt;height:20.5pt" o:ole="">
            <v:imagedata r:id="rId416" o:title=""/>
          </v:shape>
          <o:OLEObject Type="Embed" ProgID="Equation.DSMT4" ShapeID="_x0000_i1234" DrawAspect="Content" ObjectID="_1377284359" r:id="rId417"/>
        </w:object>
      </w:r>
      <w:r w:rsidRPr="00660B4D">
        <w:rPr>
          <w:i/>
        </w:rPr>
        <w:t>at</w:t>
      </w:r>
      <w:r w:rsidRPr="00326D8B">
        <w:rPr>
          <w:position w:val="10"/>
          <w:sz w:val="18"/>
          <w:szCs w:val="18"/>
        </w:rPr>
        <w:t>2</w:t>
      </w:r>
      <w:r>
        <w:t xml:space="preserve">  </w:t>
      </w:r>
    </w:p>
    <w:p w:rsidR="00772E4F" w:rsidRDefault="00772E4F" w:rsidP="00772E4F"/>
    <w:p w:rsidR="00772E4F" w:rsidRDefault="00772E4F" w:rsidP="00772E4F">
      <w:r>
        <w:tab/>
      </w:r>
      <w:proofErr w:type="gramStart"/>
      <w:r>
        <w:t>where</w:t>
      </w:r>
      <w:proofErr w:type="gramEnd"/>
      <w:r>
        <w:t xml:space="preserve"> </w:t>
      </w:r>
      <w:r w:rsidRPr="00660B4D">
        <w:rPr>
          <w:i/>
        </w:rPr>
        <w:t>a</w:t>
      </w:r>
      <w:r>
        <w:t xml:space="preserve"> = –9.80 m/s</w:t>
      </w:r>
      <w:r w:rsidRPr="00326D8B">
        <w:rPr>
          <w:position w:val="10"/>
          <w:sz w:val="18"/>
          <w:szCs w:val="18"/>
        </w:rPr>
        <w:t>2</w:t>
      </w:r>
      <w:r>
        <w:t xml:space="preserve">.  When </w:t>
      </w:r>
      <w:r w:rsidRPr="00660B4D">
        <w:rPr>
          <w:i/>
        </w:rPr>
        <w:t>t</w:t>
      </w:r>
      <w:r>
        <w:t xml:space="preserve"> = 60.0 ms = 6.0 </w:t>
      </w:r>
      <w:r>
        <w:sym w:font="Symbol" w:char="F0B4"/>
      </w:r>
      <w:r>
        <w:t xml:space="preserve"> 10</w:t>
      </w:r>
      <w:r w:rsidRPr="00326D8B">
        <w:rPr>
          <w:rFonts w:ascii="Times New Roman" w:hAnsi="Times New Roman"/>
          <w:position w:val="10"/>
          <w:sz w:val="18"/>
          <w:szCs w:val="18"/>
        </w:rPr>
        <w:t>–2</w:t>
      </w:r>
      <w:r>
        <w:t xml:space="preserve"> s</w:t>
      </w:r>
      <w:proofErr w:type="gramStart"/>
      <w:r>
        <w:t>,  the</w:t>
      </w:r>
      <w:proofErr w:type="gramEnd"/>
      <w:r>
        <w:t xml:space="preserve"> displacement of the card is       0.018 m, and the distance is the magnitude of this value or </w:t>
      </w:r>
      <w:r w:rsidRPr="0085363C">
        <w:rPr>
          <w:position w:val="-16"/>
        </w:rPr>
        <w:object w:dxaOrig="1560" w:dyaOrig="460">
          <v:shape id="_x0000_i1235" type="#_x0000_t75" style="width:78pt;height:23.5pt" o:ole="">
            <v:imagedata r:id="rId418" o:title=""/>
          </v:shape>
          <o:OLEObject Type="Embed" ProgID="Equation.DSMT4" ShapeID="_x0000_i1235" DrawAspect="Content" ObjectID="_1377284360" r:id="rId419"/>
        </w:object>
      </w:r>
      <w:r>
        <w:t>.</w:t>
      </w:r>
    </w:p>
    <w:p w:rsidR="00772E4F" w:rsidRDefault="00772E4F" w:rsidP="00772E4F"/>
    <w:p w:rsidR="00772E4F" w:rsidRDefault="00772E4F" w:rsidP="00772E4F">
      <w:pPr>
        <w:rPr>
          <w:sz w:val="20"/>
        </w:rPr>
      </w:pPr>
      <w:r>
        <w:tab/>
        <w:t xml:space="preserve">Similarly, when </w:t>
      </w:r>
      <w:r w:rsidRPr="00660B4D">
        <w:rPr>
          <w:i/>
        </w:rPr>
        <w:t>t</w:t>
      </w:r>
      <w:r>
        <w:t xml:space="preserve"> = 120 ms</w:t>
      </w:r>
      <w:proofErr w:type="gramStart"/>
      <w:r>
        <w:t xml:space="preserve">, </w:t>
      </w:r>
      <w:proofErr w:type="gramEnd"/>
      <w:r w:rsidRPr="0085363C">
        <w:rPr>
          <w:position w:val="-16"/>
        </w:rPr>
        <w:object w:dxaOrig="1579" w:dyaOrig="460">
          <v:shape id="_x0000_i1236" type="#_x0000_t75" style="width:78.5pt;height:23.5pt" o:ole="">
            <v:imagedata r:id="rId420" o:title=""/>
          </v:shape>
          <o:OLEObject Type="Embed" ProgID="Equation.DSMT4" ShapeID="_x0000_i1236" DrawAspect="Content" ObjectID="_1377284361" r:id="rId421"/>
        </w:object>
      </w:r>
      <w:r>
        <w:rPr>
          <w:b/>
        </w:rPr>
        <w:t>,</w:t>
      </w:r>
      <w:r>
        <w:t xml:space="preserve">  and when </w:t>
      </w:r>
      <w:r w:rsidRPr="00660B4D">
        <w:rPr>
          <w:i/>
        </w:rPr>
        <w:t>t</w:t>
      </w:r>
      <w:r>
        <w:t xml:space="preserve"> = 180 ms, </w:t>
      </w:r>
      <w:r w:rsidRPr="0085363C">
        <w:rPr>
          <w:position w:val="-16"/>
        </w:rPr>
        <w:object w:dxaOrig="1460" w:dyaOrig="460">
          <v:shape id="_x0000_i1237" type="#_x0000_t75" style="width:74pt;height:23.5pt" o:ole="">
            <v:imagedata r:id="rId422" o:title=""/>
          </v:shape>
          <o:OLEObject Type="Embed" ProgID="Equation.DSMT4" ShapeID="_x0000_i1237" DrawAspect="Content" ObjectID="_1377284362" r:id="rId423"/>
        </w:object>
      </w:r>
      <w:r>
        <w:rPr>
          <w:sz w:val="20"/>
        </w:rPr>
        <w:t>.</w:t>
      </w:r>
    </w:p>
    <w:p w:rsidR="00772E4F" w:rsidRDefault="00772E4F" w:rsidP="00772E4F">
      <w:r>
        <w:t>______________________________________________________________________________</w:t>
      </w:r>
    </w:p>
    <w:p w:rsidR="00772E4F" w:rsidRDefault="00772E4F" w:rsidP="00772E4F"/>
    <w:p w:rsidR="0052475A" w:rsidRDefault="0052475A" w:rsidP="0052475A">
      <w:pPr>
        <w:rPr>
          <w:b/>
          <w:i/>
        </w:rPr>
      </w:pPr>
      <w:r>
        <w:t>46.</w:t>
      </w:r>
      <w:r>
        <w:tab/>
      </w:r>
      <w:r>
        <w:rPr>
          <w:b/>
          <w:i/>
        </w:rPr>
        <w:t>REASONING</w:t>
      </w:r>
    </w:p>
    <w:p w:rsidR="0052475A" w:rsidRPr="00E23B14" w:rsidRDefault="0052475A" w:rsidP="0052475A">
      <w:pPr>
        <w:ind w:firstLine="0"/>
      </w:pPr>
      <w:r>
        <w:t xml:space="preserve">Assuming that air resistance can be neglected, the acceleration is the same for both the upward and downward parts, namely </w:t>
      </w:r>
      <w:r>
        <w:sym w:font="Symbol" w:char="F02D"/>
      </w:r>
      <w:r>
        <w:t>9.80 m/s</w:t>
      </w:r>
      <w:r w:rsidRPr="00326D8B">
        <w:rPr>
          <w:position w:val="10"/>
          <w:sz w:val="18"/>
          <w:szCs w:val="18"/>
        </w:rPr>
        <w:t>2</w:t>
      </w:r>
      <w:r>
        <w:t xml:space="preserve"> (upward is the positive direction).  Moreover, the displacement is </w:t>
      </w:r>
      <w:r>
        <w:rPr>
          <w:i/>
        </w:rPr>
        <w:t>y</w:t>
      </w:r>
      <w:r>
        <w:t xml:space="preserve"> = 0 m, since the final and initial positions of the ball are the same.  The time is given as </w:t>
      </w:r>
      <w:r>
        <w:rPr>
          <w:i/>
        </w:rPr>
        <w:t>t</w:t>
      </w:r>
      <w:r>
        <w:t xml:space="preserve"> = 8.0 s.  Therefore, we may use Equation 2.8 </w:t>
      </w:r>
      <w:r w:rsidRPr="00E23B14">
        <w:rPr>
          <w:position w:val="-18"/>
        </w:rPr>
        <w:object w:dxaOrig="1740" w:dyaOrig="480">
          <v:shape id="_x0000_i1238" type="#_x0000_t75" style="width:87pt;height:24pt" o:ole="">
            <v:imagedata r:id="rId424" o:title=""/>
          </v:shape>
          <o:OLEObject Type="Embed" ProgID="Equation.DSMT4" ShapeID="_x0000_i1238" DrawAspect="Content" ObjectID="_1377284363" r:id="rId425"/>
        </w:object>
      </w:r>
      <w:r>
        <w:t xml:space="preserve"> to find the initial velocity </w:t>
      </w:r>
      <w:r>
        <w:rPr>
          <w:i/>
        </w:rPr>
        <w:t>v</w:t>
      </w:r>
      <w:r w:rsidRPr="00E23B14">
        <w:rPr>
          <w:position w:val="-8"/>
          <w:sz w:val="18"/>
        </w:rPr>
        <w:t>0</w:t>
      </w:r>
      <w:r>
        <w:t xml:space="preserve"> of the ball.</w:t>
      </w:r>
    </w:p>
    <w:p w:rsidR="0052475A" w:rsidRDefault="0052475A" w:rsidP="0052475A">
      <w:pPr>
        <w:ind w:firstLine="0"/>
      </w:pPr>
    </w:p>
    <w:p w:rsidR="0052475A" w:rsidRDefault="0052475A" w:rsidP="0052475A">
      <w:pPr>
        <w:ind w:firstLine="0"/>
      </w:pPr>
      <w:proofErr w:type="gramStart"/>
      <w:r>
        <w:rPr>
          <w:b/>
          <w:i/>
        </w:rPr>
        <w:t>SOLUTION</w:t>
      </w:r>
      <w:r>
        <w:t xml:space="preserve">  Solving</w:t>
      </w:r>
      <w:proofErr w:type="gramEnd"/>
      <w:r>
        <w:t xml:space="preserve"> Equation 2.8 </w:t>
      </w:r>
      <w:r w:rsidRPr="00E23B14">
        <w:rPr>
          <w:position w:val="-18"/>
        </w:rPr>
        <w:object w:dxaOrig="1740" w:dyaOrig="480">
          <v:shape id="_x0000_i1239" type="#_x0000_t75" style="width:87pt;height:24pt" o:ole="">
            <v:imagedata r:id="rId424" o:title=""/>
          </v:shape>
          <o:OLEObject Type="Embed" ProgID="Equation.DSMT4" ShapeID="_x0000_i1239" DrawAspect="Content" ObjectID="_1377284364" r:id="rId426"/>
        </w:object>
      </w:r>
      <w:r>
        <w:t xml:space="preserve"> for  the initial velocity </w:t>
      </w:r>
      <w:r>
        <w:rPr>
          <w:i/>
        </w:rPr>
        <w:t>v</w:t>
      </w:r>
      <w:r w:rsidRPr="00E23B14">
        <w:rPr>
          <w:position w:val="-8"/>
          <w:sz w:val="18"/>
        </w:rPr>
        <w:t>0</w:t>
      </w:r>
      <w:r>
        <w:t xml:space="preserve"> gives</w:t>
      </w:r>
    </w:p>
    <w:p w:rsidR="0052475A" w:rsidRDefault="0052475A" w:rsidP="0052475A">
      <w:pPr>
        <w:ind w:firstLine="0"/>
        <w:rPr>
          <w:b/>
          <w:i/>
        </w:rPr>
      </w:pPr>
    </w:p>
    <w:p w:rsidR="0052475A" w:rsidRDefault="0052475A" w:rsidP="0052475A">
      <w:pPr>
        <w:pStyle w:val="eq"/>
      </w:pPr>
      <w:r w:rsidRPr="0085363C">
        <w:rPr>
          <w:position w:val="-30"/>
        </w:rPr>
        <w:object w:dxaOrig="5640" w:dyaOrig="859">
          <v:shape id="_x0000_i1240" type="#_x0000_t75" style="width:282pt;height:44pt" o:ole="">
            <v:imagedata r:id="rId427" o:title=""/>
          </v:shape>
          <o:OLEObject Type="Embed" ProgID="Equation.DSMT4" ShapeID="_x0000_i1240" DrawAspect="Content" ObjectID="_1377284365" r:id="rId428"/>
        </w:object>
      </w:r>
    </w:p>
    <w:p w:rsidR="0052475A" w:rsidRDefault="0052475A" w:rsidP="0052475A">
      <w:r>
        <w:t>______________________________________________________________________________</w:t>
      </w:r>
    </w:p>
    <w:p w:rsidR="0052475A" w:rsidRDefault="0052475A" w:rsidP="0052475A">
      <w:pPr>
        <w:ind w:left="0" w:firstLine="0"/>
      </w:pPr>
    </w:p>
    <w:tbl>
      <w:tblPr>
        <w:tblW w:w="0" w:type="auto"/>
        <w:tblLayout w:type="fixed"/>
        <w:tblCellMar>
          <w:left w:w="80" w:type="dxa"/>
          <w:right w:w="80" w:type="dxa"/>
        </w:tblCellMar>
        <w:tblLook w:val="0000"/>
      </w:tblPr>
      <w:tblGrid>
        <w:gridCol w:w="6200"/>
        <w:gridCol w:w="3240"/>
      </w:tblGrid>
      <w:tr w:rsidR="00772E4F" w:rsidTr="00C52E98">
        <w:trPr>
          <w:cantSplit/>
          <w:trHeight w:val="2988"/>
        </w:trPr>
        <w:tc>
          <w:tcPr>
            <w:tcW w:w="6200" w:type="dxa"/>
          </w:tcPr>
          <w:p w:rsidR="00772E4F" w:rsidRDefault="00772E4F" w:rsidP="00C52E98">
            <w:r>
              <w:t>47.</w:t>
            </w:r>
            <w:r>
              <w:tab/>
            </w:r>
            <w:r>
              <w:rPr>
                <w:b/>
                <w:i/>
              </w:rPr>
              <w:t xml:space="preserve">REASONING </w:t>
            </w:r>
            <w:r w:rsidRPr="008726CA">
              <w:rPr>
                <w:b/>
                <w:i/>
                <w:szCs w:val="24"/>
              </w:rPr>
              <w:t>AND</w:t>
            </w:r>
            <w:r>
              <w:rPr>
                <w:b/>
                <w:i/>
              </w:rPr>
              <w:t xml:space="preserve"> SOLUTION</w:t>
            </w:r>
            <w:r>
              <w:t xml:space="preserve">   The figure at the right shows the paths taken by the pellets fired from gun </w:t>
            </w:r>
            <w:r>
              <w:rPr>
                <w:b/>
              </w:rPr>
              <w:t>A</w:t>
            </w:r>
            <w:r>
              <w:t xml:space="preserve"> and gun </w:t>
            </w:r>
            <w:r>
              <w:rPr>
                <w:b/>
              </w:rPr>
              <w:t>B</w:t>
            </w:r>
            <w:r>
              <w:t xml:space="preserve">.  The two paths differ by the extra distance covered by the pellet from gun </w:t>
            </w:r>
            <w:r>
              <w:rPr>
                <w:b/>
              </w:rPr>
              <w:t>A</w:t>
            </w:r>
            <w:r>
              <w:t xml:space="preserve"> as it rises and falls back to the edge of the cliff. When it falls back to the edge of the cliff, the pellet from gun A will have the same speed as the pellet fired from gun B, as Conceptual Example 15 discusses.  Therefore, the flight time of pellet </w:t>
            </w:r>
            <w:r>
              <w:rPr>
                <w:b/>
              </w:rPr>
              <w:t>A</w:t>
            </w:r>
            <w:r>
              <w:t xml:space="preserve"> will be greater than that of </w:t>
            </w:r>
            <w:r>
              <w:rPr>
                <w:b/>
              </w:rPr>
              <w:t>B</w:t>
            </w:r>
            <w:r>
              <w:t xml:space="preserve"> by the amount of time that it takes for pellet </w:t>
            </w:r>
            <w:r>
              <w:rPr>
                <w:b/>
              </w:rPr>
              <w:t>A</w:t>
            </w:r>
            <w:r>
              <w:t xml:space="preserve"> to cover the extra distance.</w:t>
            </w:r>
          </w:p>
        </w:tc>
        <w:tc>
          <w:tcPr>
            <w:tcW w:w="3240" w:type="dxa"/>
          </w:tcPr>
          <w:p w:rsidR="00772E4F" w:rsidRDefault="00772E4F" w:rsidP="00C52E98">
            <w:r>
              <w:t xml:space="preserve">             </w:t>
            </w:r>
            <w:r w:rsidRPr="00864541">
              <w:rPr>
                <w:noProof/>
              </w:rPr>
              <w:drawing>
                <wp:inline distT="0" distB="0" distL="0" distR="0">
                  <wp:extent cx="1031240" cy="1791970"/>
                  <wp:effectExtent l="0" t="0" r="0" b="0"/>
                  <wp:docPr id="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429" cstate="print"/>
                          <a:srcRect/>
                          <a:stretch>
                            <a:fillRect/>
                          </a:stretch>
                        </pic:blipFill>
                        <pic:spPr bwMode="auto">
                          <a:xfrm>
                            <a:off x="0" y="0"/>
                            <a:ext cx="1031240" cy="1791970"/>
                          </a:xfrm>
                          <a:prstGeom prst="rect">
                            <a:avLst/>
                          </a:prstGeom>
                          <a:noFill/>
                          <a:ln w="9525">
                            <a:noFill/>
                            <a:miter lim="800000"/>
                            <a:headEnd/>
                            <a:tailEnd/>
                          </a:ln>
                        </pic:spPr>
                      </pic:pic>
                    </a:graphicData>
                  </a:graphic>
                </wp:inline>
              </w:drawing>
            </w:r>
          </w:p>
        </w:tc>
      </w:tr>
    </w:tbl>
    <w:p w:rsidR="00772E4F" w:rsidRDefault="00772E4F" w:rsidP="00772E4F"/>
    <w:p w:rsidR="00772E4F" w:rsidRDefault="00772E4F" w:rsidP="00772E4F">
      <w:pPr>
        <w:ind w:firstLine="0"/>
      </w:pPr>
      <w:r>
        <w:t xml:space="preserve">The time required for pellet </w:t>
      </w:r>
      <w:r>
        <w:rPr>
          <w:b/>
        </w:rPr>
        <w:t>A</w:t>
      </w:r>
      <w:r>
        <w:t xml:space="preserve"> to return to the cliff edge after being fired can be found from Equation 2.4:  </w:t>
      </w:r>
      <w:r>
        <w:rPr>
          <w:i/>
        </w:rPr>
        <w:t>v</w:t>
      </w:r>
      <w:r>
        <w:t xml:space="preserve"> = </w:t>
      </w:r>
      <w:r>
        <w:rPr>
          <w:i/>
        </w:rPr>
        <w:t>v</w:t>
      </w:r>
      <w:r w:rsidRPr="00B136EB">
        <w:rPr>
          <w:position w:val="-8"/>
          <w:sz w:val="18"/>
          <w:szCs w:val="18"/>
        </w:rPr>
        <w:t>0</w:t>
      </w:r>
      <w:r>
        <w:t xml:space="preserve"> + </w:t>
      </w:r>
      <w:r>
        <w:rPr>
          <w:i/>
          <w:spacing w:val="30"/>
        </w:rPr>
        <w:t>a</w:t>
      </w:r>
      <w:r>
        <w:rPr>
          <w:i/>
        </w:rPr>
        <w:t>t</w:t>
      </w:r>
      <w:r>
        <w:t xml:space="preserve">.  If "up" is taken as the positive direction then </w:t>
      </w:r>
      <w:r>
        <w:rPr>
          <w:i/>
        </w:rPr>
        <w:t>v</w:t>
      </w:r>
      <w:r w:rsidRPr="004B7D66">
        <w:rPr>
          <w:rFonts w:ascii="Times New Roman" w:hAnsi="Times New Roman"/>
          <w:position w:val="-8"/>
          <w:sz w:val="18"/>
          <w:szCs w:val="18"/>
        </w:rPr>
        <w:t>0</w:t>
      </w:r>
      <w:r>
        <w:t xml:space="preserve"> = +30.0 m/s and </w:t>
      </w:r>
      <w:r>
        <w:rPr>
          <w:i/>
        </w:rPr>
        <w:t>v</w:t>
      </w:r>
      <w:r>
        <w:t xml:space="preserve"> = –30.0 m/s. Solving Equation 2.4 for </w:t>
      </w:r>
      <w:r w:rsidRPr="009C56C3">
        <w:rPr>
          <w:i/>
        </w:rPr>
        <w:t>t</w:t>
      </w:r>
      <w:r>
        <w:t xml:space="preserve"> gives</w:t>
      </w:r>
    </w:p>
    <w:p w:rsidR="00772E4F" w:rsidRDefault="00772E4F" w:rsidP="00772E4F"/>
    <w:p w:rsidR="00772E4F" w:rsidRDefault="00772E4F" w:rsidP="00772E4F">
      <w:pPr>
        <w:pStyle w:val="eq"/>
      </w:pPr>
      <w:proofErr w:type="gramStart"/>
      <w:r>
        <w:rPr>
          <w:i/>
        </w:rPr>
        <w:t>t</w:t>
      </w:r>
      <w:r>
        <w:t xml:space="preserve">  =</w:t>
      </w:r>
      <w:proofErr w:type="gramEnd"/>
      <w:r>
        <w:t xml:space="preserve">  </w:t>
      </w:r>
      <w:r w:rsidRPr="0085363C">
        <w:rPr>
          <w:position w:val="-24"/>
        </w:rPr>
        <w:object w:dxaOrig="639" w:dyaOrig="639">
          <v:shape id="_x0000_i1241" type="#_x0000_t75" style="width:32pt;height:32pt" o:ole="">
            <v:imagedata r:id="rId430" o:title=""/>
          </v:shape>
          <o:OLEObject Type="Embed" ProgID="Equation.DSMT4" ShapeID="_x0000_i1241" DrawAspect="Content" ObjectID="_1377284366" r:id="rId431"/>
        </w:object>
      </w:r>
      <w:r>
        <w:t xml:space="preserve">=  </w:t>
      </w:r>
      <w:r w:rsidRPr="0085363C">
        <w:rPr>
          <w:position w:val="-32"/>
        </w:rPr>
        <w:object w:dxaOrig="2560" w:dyaOrig="700">
          <v:shape id="_x0000_i1242" type="#_x0000_t75" style="width:127pt;height:35.5pt" o:ole="">
            <v:imagedata r:id="rId432" o:title=""/>
          </v:shape>
          <o:OLEObject Type="Embed" ProgID="Equation.DSMT4" ShapeID="_x0000_i1242" DrawAspect="Content" ObjectID="_1377284367" r:id="rId433"/>
        </w:object>
      </w:r>
      <w:r>
        <w:t xml:space="preserve">=  </w:t>
      </w:r>
      <w:r w:rsidRPr="0085363C">
        <w:rPr>
          <w:position w:val="-16"/>
        </w:rPr>
        <w:object w:dxaOrig="880" w:dyaOrig="460">
          <v:shape id="_x0000_i1243" type="#_x0000_t75" style="width:44pt;height:23.5pt" o:ole="">
            <v:imagedata r:id="rId434" o:title=""/>
          </v:shape>
          <o:OLEObject Type="Embed" ProgID="Equation.DSMT4" ShapeID="_x0000_i1243" DrawAspect="Content" ObjectID="_1377284368" r:id="rId435"/>
        </w:object>
      </w:r>
    </w:p>
    <w:p w:rsidR="00772E4F" w:rsidRDefault="00772E4F" w:rsidP="00772E4F"/>
    <w:p w:rsidR="00772E4F" w:rsidRDefault="00772E4F" w:rsidP="00772E4F">
      <w:r>
        <w:tab/>
        <w:t xml:space="preserve">Notice that this result is </w:t>
      </w:r>
      <w:r>
        <w:rPr>
          <w:i/>
        </w:rPr>
        <w:t>independent</w:t>
      </w:r>
      <w:r>
        <w:t xml:space="preserve"> of the height of the cliff.</w:t>
      </w:r>
    </w:p>
    <w:p w:rsidR="00772E4F" w:rsidRDefault="00772E4F" w:rsidP="00772E4F">
      <w:r>
        <w:t>______________________________________________________________________________</w:t>
      </w:r>
    </w:p>
    <w:p w:rsidR="00772E4F" w:rsidRDefault="00772E4F" w:rsidP="00772E4F">
      <w:pPr>
        <w:tabs>
          <w:tab w:val="left" w:pos="-1440"/>
          <w:tab w:val="left" w:pos="-720"/>
          <w:tab w:val="left" w:pos="440"/>
        </w:tabs>
        <w:spacing w:line="240" w:lineRule="atLeast"/>
        <w:ind w:left="440" w:hanging="520"/>
      </w:pPr>
    </w:p>
    <w:p w:rsidR="00A13EFC" w:rsidRDefault="00A13EFC" w:rsidP="00A13EFC">
      <w:pPr>
        <w:rPr>
          <w:position w:val="2"/>
        </w:rPr>
      </w:pPr>
      <w:r>
        <w:t>48.</w:t>
      </w:r>
      <w:r>
        <w:tab/>
      </w:r>
      <w:r>
        <w:rPr>
          <w:b/>
          <w:i/>
        </w:rPr>
        <w:t>REASONING</w:t>
      </w:r>
      <w:r>
        <w:t xml:space="preserve">   The initial velocity and the elapsed time are given in the problem. Since the rock returns to the same place from which it was thrown, its displacement is zero (</w:t>
      </w:r>
      <w:r>
        <w:rPr>
          <w:i/>
        </w:rPr>
        <w:t>y</w:t>
      </w:r>
      <w:r>
        <w:t xml:space="preserve"> = 0 m). Using this information, we can employ </w:t>
      </w:r>
      <w:r>
        <w:rPr>
          <w:position w:val="2"/>
        </w:rPr>
        <w:t xml:space="preserve">Equation 2.8 </w:t>
      </w:r>
      <w:r w:rsidRPr="0085363C">
        <w:rPr>
          <w:position w:val="-18"/>
        </w:rPr>
        <w:object w:dxaOrig="1660" w:dyaOrig="480">
          <v:shape id="_x0000_i1244" type="#_x0000_t75" style="width:83.5pt;height:24pt" o:ole="">
            <v:imagedata r:id="rId436" o:title=""/>
          </v:shape>
          <o:OLEObject Type="Embed" ProgID="Equation.DSMT4" ShapeID="_x0000_i1244" DrawAspect="Content" ObjectID="_1377284369" r:id="rId437"/>
        </w:object>
      </w:r>
      <w:r>
        <w:rPr>
          <w:position w:val="2"/>
        </w:rPr>
        <w:t xml:space="preserve"> to determine the acceleration </w:t>
      </w:r>
      <w:r>
        <w:rPr>
          <w:i/>
          <w:position w:val="2"/>
        </w:rPr>
        <w:t>a</w:t>
      </w:r>
      <w:r>
        <w:rPr>
          <w:position w:val="2"/>
        </w:rPr>
        <w:t xml:space="preserve"> due to gravity.</w:t>
      </w:r>
    </w:p>
    <w:p w:rsidR="00A13EFC" w:rsidRDefault="00A13EFC" w:rsidP="00A13EFC">
      <w:pPr>
        <w:rPr>
          <w:position w:val="2"/>
        </w:rPr>
      </w:pPr>
    </w:p>
    <w:p w:rsidR="00A13EFC" w:rsidRDefault="00A13EFC" w:rsidP="00A13EFC">
      <w:pPr>
        <w:rPr>
          <w:position w:val="2"/>
        </w:rPr>
      </w:pPr>
      <w:r>
        <w:rPr>
          <w:position w:val="2"/>
        </w:rPr>
        <w:tab/>
      </w:r>
      <w:r>
        <w:rPr>
          <w:b/>
          <w:i/>
          <w:position w:val="2"/>
        </w:rPr>
        <w:t>SOLUTION</w:t>
      </w:r>
      <w:r>
        <w:rPr>
          <w:position w:val="2"/>
        </w:rPr>
        <w:t xml:space="preserve">  Solving  Equation 2.8 for the acceleration yields</w:t>
      </w:r>
    </w:p>
    <w:p w:rsidR="00A13EFC" w:rsidRDefault="00A13EFC" w:rsidP="00A13EFC">
      <w:pPr>
        <w:rPr>
          <w:b/>
          <w:i/>
          <w:position w:val="2"/>
        </w:rPr>
      </w:pPr>
    </w:p>
    <w:p w:rsidR="00A13EFC" w:rsidRDefault="00A13EFC" w:rsidP="00A13EFC">
      <w:pPr>
        <w:pStyle w:val="eq"/>
      </w:pPr>
      <w:r w:rsidRPr="0085363C">
        <w:rPr>
          <w:position w:val="-38"/>
        </w:rPr>
        <w:object w:dxaOrig="6140" w:dyaOrig="840">
          <v:shape id="_x0000_i1245" type="#_x0000_t75" style="width:307.5pt;height:42pt" o:ole="">
            <v:imagedata r:id="rId438" o:title=""/>
          </v:shape>
          <o:OLEObject Type="Embed" ProgID="Equation.DSMT4" ShapeID="_x0000_i1245" DrawAspect="Content" ObjectID="_1377284370" r:id="rId439"/>
        </w:object>
      </w:r>
    </w:p>
    <w:p w:rsidR="00A13EFC" w:rsidRDefault="00A13EFC" w:rsidP="00A13EFC">
      <w:r>
        <w:t>______________________________________________________________________________</w:t>
      </w:r>
    </w:p>
    <w:p w:rsidR="00A13EFC" w:rsidRDefault="00A13EFC" w:rsidP="00A13EFC">
      <w:pPr>
        <w:keepNext/>
        <w:keepLines/>
      </w:pPr>
    </w:p>
    <w:p w:rsidR="00147D98" w:rsidRDefault="0014269B" w:rsidP="00147D98">
      <w:pPr>
        <w:rPr>
          <w:position w:val="2"/>
        </w:rPr>
      </w:pPr>
      <w:r>
        <w:t>49</w:t>
      </w:r>
      <w:r w:rsidR="00147D98">
        <w:t>.</w:t>
      </w:r>
      <w:r w:rsidR="00147D98">
        <w:tab/>
      </w:r>
      <w:r w:rsidR="006C59C4" w:rsidRPr="00C7699A">
        <w:rPr>
          <w:position w:val="-10"/>
        </w:rPr>
        <w:object w:dxaOrig="680" w:dyaOrig="380">
          <v:shape id="_x0000_i1455" type="#_x0000_t75" style="width:33.5pt;height:18pt" o:ole="">
            <v:imagedata r:id="rId196" o:title=""/>
          </v:shape>
          <o:OLEObject Type="Embed" ProgID="Equation.DSMT4" ShapeID="_x0000_i1455" DrawAspect="Content" ObjectID="_1377284371" r:id="rId440"/>
        </w:object>
      </w:r>
      <w:r w:rsidR="006C59C4">
        <w:t xml:space="preserve">  </w:t>
      </w:r>
      <w:proofErr w:type="gramStart"/>
      <w:r w:rsidR="00147D98">
        <w:rPr>
          <w:b/>
          <w:i/>
        </w:rPr>
        <w:t>REASONING</w:t>
      </w:r>
      <w:r w:rsidR="00147D98">
        <w:t xml:space="preserve">  The</w:t>
      </w:r>
      <w:proofErr w:type="gramEnd"/>
      <w:r w:rsidR="00147D98">
        <w:t xml:space="preserve"> initial velocity of the compass is +2.50 m/s.  The initial position of the compass is 3.00 m and its final position is 0 m when it strikes the ground. The displacement of the compass is the final position minus the initial position, or </w:t>
      </w:r>
      <w:r w:rsidR="00147D98">
        <w:rPr>
          <w:i/>
        </w:rPr>
        <w:t>y</w:t>
      </w:r>
      <w:r w:rsidR="00147D98">
        <w:t xml:space="preserve"> = –3.00 m. As the compass falls to the ground, its acceleration is the acceleration due to gravity, </w:t>
      </w:r>
      <w:r w:rsidR="00147D98">
        <w:br/>
      </w:r>
      <w:r w:rsidR="00147D98" w:rsidRPr="00AC177C">
        <w:rPr>
          <w:i/>
        </w:rPr>
        <w:t>a</w:t>
      </w:r>
      <w:r w:rsidR="00147D98">
        <w:t xml:space="preserve"> = –9.80 m/s</w:t>
      </w:r>
      <w:r w:rsidR="00147D98" w:rsidRPr="00326D8B">
        <w:rPr>
          <w:rFonts w:ascii="Times New Roman" w:hAnsi="Times New Roman"/>
          <w:position w:val="10"/>
          <w:sz w:val="18"/>
          <w:szCs w:val="18"/>
        </w:rPr>
        <w:t>2</w:t>
      </w:r>
      <w:r w:rsidR="00147D98">
        <w:t xml:space="preserve">. Equation </w:t>
      </w:r>
      <w:r w:rsidR="00147D98">
        <w:rPr>
          <w:position w:val="2"/>
        </w:rPr>
        <w:t xml:space="preserve">2.8 </w:t>
      </w:r>
      <w:r w:rsidR="00147D98" w:rsidRPr="0085363C">
        <w:rPr>
          <w:position w:val="-18"/>
        </w:rPr>
        <w:object w:dxaOrig="1660" w:dyaOrig="480">
          <v:shape id="_x0000_i1246" type="#_x0000_t75" style="width:83.5pt;height:24pt" o:ole="">
            <v:imagedata r:id="rId441" o:title=""/>
          </v:shape>
          <o:OLEObject Type="Embed" ProgID="Equation.DSMT4" ShapeID="_x0000_i1246" DrawAspect="Content" ObjectID="_1377284372" r:id="rId442"/>
        </w:object>
      </w:r>
      <w:r w:rsidR="00147D98">
        <w:rPr>
          <w:position w:val="2"/>
        </w:rPr>
        <w:t xml:space="preserve"> can be used to find how much time elapses before the compass hits the ground.</w:t>
      </w:r>
    </w:p>
    <w:p w:rsidR="00147D98" w:rsidRDefault="00147D98" w:rsidP="00147D98">
      <w:pPr>
        <w:rPr>
          <w:position w:val="2"/>
        </w:rPr>
      </w:pPr>
    </w:p>
    <w:p w:rsidR="00147D98" w:rsidRDefault="00147D98" w:rsidP="00147D98">
      <w:pPr>
        <w:ind w:hanging="8"/>
        <w:rPr>
          <w:position w:val="2"/>
        </w:rPr>
      </w:pPr>
      <w:r>
        <w:rPr>
          <w:b/>
          <w:i/>
          <w:position w:val="2"/>
        </w:rPr>
        <w:t>SOLUTION</w:t>
      </w:r>
      <w:r>
        <w:rPr>
          <w:position w:val="2"/>
        </w:rPr>
        <w:t xml:space="preserve">   Starting with Equation 2.8, we use the quadratic equation to find the elapsed time.</w:t>
      </w:r>
    </w:p>
    <w:p w:rsidR="00147D98" w:rsidRDefault="00147D98" w:rsidP="00147D98">
      <w:pPr>
        <w:ind w:hanging="8"/>
        <w:rPr>
          <w:position w:val="2"/>
        </w:rPr>
      </w:pPr>
    </w:p>
    <w:p w:rsidR="00147D98" w:rsidRDefault="00147D98" w:rsidP="00147D98">
      <w:pPr>
        <w:pStyle w:val="eq"/>
        <w:jc w:val="right"/>
      </w:pPr>
      <w:r w:rsidRPr="0085363C">
        <w:rPr>
          <w:position w:val="-42"/>
        </w:rPr>
        <w:object w:dxaOrig="8820" w:dyaOrig="1040">
          <v:shape id="_x0000_i1247" type="#_x0000_t75" style="width:441pt;height:51.5pt" o:ole="">
            <v:imagedata r:id="rId443" o:title=""/>
          </v:shape>
          <o:OLEObject Type="Embed" ProgID="Equation.DSMT4" ShapeID="_x0000_i1247" DrawAspect="Content" ObjectID="_1377284373" r:id="rId444"/>
        </w:object>
      </w:r>
    </w:p>
    <w:p w:rsidR="00147D98" w:rsidRDefault="00147D98" w:rsidP="00147D98"/>
    <w:p w:rsidR="00147D98" w:rsidRDefault="00147D98" w:rsidP="00147D98">
      <w:r>
        <w:tab/>
        <w:t xml:space="preserve">There are two solutions to this quadratic equation, </w:t>
      </w:r>
      <w:r>
        <w:rPr>
          <w:i/>
        </w:rPr>
        <w:t>t</w:t>
      </w:r>
      <w:r w:rsidRPr="004B7D66">
        <w:rPr>
          <w:rFonts w:ascii="Times New Roman" w:hAnsi="Times New Roman"/>
          <w:position w:val="-8"/>
          <w:sz w:val="18"/>
          <w:szCs w:val="18"/>
        </w:rPr>
        <w:t>1</w:t>
      </w:r>
      <w:r>
        <w:t xml:space="preserve"> = </w:t>
      </w:r>
      <w:r w:rsidRPr="0085363C">
        <w:rPr>
          <w:position w:val="-10"/>
        </w:rPr>
        <w:object w:dxaOrig="740" w:dyaOrig="380">
          <v:shape id="_x0000_i1248" type="#_x0000_t75" style="width:36.5pt;height:18pt" o:ole="">
            <v:imagedata r:id="rId445" o:title=""/>
          </v:shape>
          <o:OLEObject Type="Embed" ProgID="Equation.DSMT4" ShapeID="_x0000_i1248" DrawAspect="Content" ObjectID="_1377284374" r:id="rId446"/>
        </w:object>
      </w:r>
      <w:r>
        <w:t xml:space="preserve"> and </w:t>
      </w:r>
      <w:r>
        <w:rPr>
          <w:i/>
        </w:rPr>
        <w:t>t</w:t>
      </w:r>
      <w:r w:rsidRPr="004B7D66">
        <w:rPr>
          <w:rFonts w:ascii="Times New Roman" w:hAnsi="Times New Roman"/>
          <w:position w:val="-8"/>
          <w:sz w:val="18"/>
          <w:szCs w:val="18"/>
        </w:rPr>
        <w:t>2</w:t>
      </w:r>
      <w:r>
        <w:t xml:space="preserve"> = –0.568 s. The second solution, being a negative time, is discarded.</w:t>
      </w:r>
    </w:p>
    <w:p w:rsidR="00147D98" w:rsidRDefault="00147D98" w:rsidP="00147D98">
      <w:r>
        <w:t>______________________________________________________________________________</w:t>
      </w:r>
    </w:p>
    <w:p w:rsidR="00147D98" w:rsidRDefault="00147D98" w:rsidP="00147D98">
      <w:pPr>
        <w:tabs>
          <w:tab w:val="left" w:pos="-1440"/>
          <w:tab w:val="left" w:pos="-720"/>
          <w:tab w:val="left" w:pos="440"/>
        </w:tabs>
        <w:spacing w:line="240" w:lineRule="atLeast"/>
        <w:ind w:left="440" w:hanging="520"/>
      </w:pPr>
    </w:p>
    <w:p w:rsidR="00AB40F6" w:rsidRDefault="00AB40F6" w:rsidP="00AB40F6">
      <w:pPr>
        <w:pStyle w:val="SM6e"/>
      </w:pPr>
      <w:r>
        <w:lastRenderedPageBreak/>
        <w:t>50.</w:t>
      </w:r>
      <w:r>
        <w:tab/>
      </w:r>
      <w:proofErr w:type="gramStart"/>
      <w:r>
        <w:rPr>
          <w:b/>
          <w:i/>
        </w:rPr>
        <w:t>REASONING</w:t>
      </w:r>
      <w:r>
        <w:t xml:space="preserve">  The</w:t>
      </w:r>
      <w:proofErr w:type="gramEnd"/>
      <w:r>
        <w:t xml:space="preserve"> initial speed of the ball can be determined from Equation 2.9 </w:t>
      </w:r>
      <w:r w:rsidRPr="00E467EB">
        <w:rPr>
          <w:position w:val="-18"/>
        </w:rPr>
        <w:object w:dxaOrig="1520" w:dyaOrig="480">
          <v:shape id="_x0000_i1249" type="#_x0000_t75" style="width:76pt;height:24pt" o:ole="">
            <v:imagedata r:id="rId447" o:title=""/>
          </v:shape>
          <o:OLEObject Type="Embed" ProgID="Equation.DSMT4" ShapeID="_x0000_i1249" DrawAspect="Content" ObjectID="_1377284375" r:id="rId448"/>
        </w:object>
      </w:r>
      <w:r>
        <w:t>. Once the initial speed of the ball is known, Equation 2.9 can be used a second time to determine the height above the launch point when the speed of the ball has decreased to one half of its initial value.</w:t>
      </w:r>
      <w:r w:rsidRPr="00E467EB">
        <w:t xml:space="preserve"> </w:t>
      </w:r>
    </w:p>
    <w:p w:rsidR="00AB40F6" w:rsidRDefault="00AB40F6" w:rsidP="00AB40F6"/>
    <w:p w:rsidR="00AB40F6" w:rsidRDefault="00AB40F6" w:rsidP="00AB40F6">
      <w:pPr>
        <w:pStyle w:val="SM6e"/>
      </w:pPr>
      <w:r>
        <w:tab/>
      </w:r>
      <w:r>
        <w:rPr>
          <w:b/>
          <w:i/>
        </w:rPr>
        <w:t>SOLUTION</w:t>
      </w:r>
      <w:r>
        <w:t xml:space="preserve">  When the ball has reached its maximum height, its velocity is zero.  If we take upward as the positive direction, we have from Equation 2.9 that</w:t>
      </w:r>
    </w:p>
    <w:p w:rsidR="00AB40F6" w:rsidRDefault="00AB40F6" w:rsidP="00AB40F6">
      <w:pPr>
        <w:pStyle w:val="SM6e"/>
      </w:pPr>
    </w:p>
    <w:p w:rsidR="00AB40F6" w:rsidRDefault="00AB40F6" w:rsidP="00AB40F6">
      <w:pPr>
        <w:jc w:val="center"/>
      </w:pPr>
      <w:r w:rsidRPr="00C467F9">
        <w:rPr>
          <w:position w:val="-16"/>
        </w:rPr>
        <w:object w:dxaOrig="5800" w:dyaOrig="540">
          <v:shape id="_x0000_i1250" type="#_x0000_t75" style="width:289.5pt;height:27pt" o:ole="">
            <v:imagedata r:id="rId449" o:title=""/>
          </v:shape>
          <o:OLEObject Type="Embed" ProgID="Equation.DSMT4" ShapeID="_x0000_i1250" DrawAspect="Content" ObjectID="_1377284376" r:id="rId450"/>
        </w:object>
      </w:r>
    </w:p>
    <w:p w:rsidR="00AB40F6" w:rsidRDefault="00AB40F6" w:rsidP="00AB40F6"/>
    <w:p w:rsidR="00AB40F6" w:rsidRDefault="00AB40F6" w:rsidP="00AB40F6">
      <w:pPr>
        <w:pStyle w:val="SM6e"/>
      </w:pPr>
      <w:r>
        <w:tab/>
        <w:t>When the speed of the ball has decreased to one half of its initial value</w:t>
      </w:r>
      <w:proofErr w:type="gramStart"/>
      <w:r>
        <w:t xml:space="preserve">, </w:t>
      </w:r>
      <w:proofErr w:type="gramEnd"/>
      <w:r w:rsidRPr="00EF7285">
        <w:rPr>
          <w:position w:val="-14"/>
        </w:rPr>
        <w:object w:dxaOrig="780" w:dyaOrig="400">
          <v:shape id="_x0000_i1251" type="#_x0000_t75" style="width:39pt;height:20.5pt" o:ole="" fillcolor="window">
            <v:imagedata r:id="rId451" o:title=""/>
          </v:shape>
          <o:OLEObject Type="Embed" ProgID="Equation.DSMT4" ShapeID="_x0000_i1251" DrawAspect="Content" ObjectID="_1377284377" r:id="rId452"/>
        </w:object>
      </w:r>
      <w:r>
        <w:t>,</w:t>
      </w:r>
    </w:p>
    <w:p w:rsidR="00AB40F6" w:rsidRDefault="00AB40F6" w:rsidP="00AB40F6">
      <w:pPr>
        <w:pStyle w:val="SM6e"/>
      </w:pPr>
      <w:r>
        <w:tab/>
      </w:r>
      <w:proofErr w:type="gramStart"/>
      <w:r>
        <w:t>and</w:t>
      </w:r>
      <w:proofErr w:type="gramEnd"/>
      <w:r>
        <w:t xml:space="preserve"> Equation 2.9 gives</w:t>
      </w:r>
    </w:p>
    <w:p w:rsidR="00AB40F6" w:rsidRDefault="00AB40F6" w:rsidP="00AB40F6"/>
    <w:p w:rsidR="00AB40F6" w:rsidRDefault="00AB40F6" w:rsidP="00AB40F6">
      <w:pPr>
        <w:pStyle w:val="eq"/>
      </w:pPr>
      <w:r w:rsidRPr="00A30BB9">
        <w:object w:dxaOrig="7040" w:dyaOrig="780">
          <v:shape id="_x0000_i1252" type="#_x0000_t75" style="width:352.5pt;height:39pt" o:ole="" fillcolor="window">
            <v:imagedata r:id="rId453" o:title=""/>
          </v:shape>
          <o:OLEObject Type="Embed" ProgID="Equation.DSMT4" ShapeID="_x0000_i1252" DrawAspect="Content" ObjectID="_1377284378" r:id="rId454">
            <o:FieldCodes>\* mergeformat</o:FieldCodes>
          </o:OLEObject>
        </w:object>
      </w:r>
    </w:p>
    <w:p w:rsidR="00AB40F6" w:rsidRDefault="00AB40F6" w:rsidP="00AB40F6">
      <w:r>
        <w:t>______________________________________________________________________________</w:t>
      </w:r>
    </w:p>
    <w:p w:rsidR="00AB40F6" w:rsidRDefault="00AB40F6" w:rsidP="00AB40F6"/>
    <w:p w:rsidR="005B4854" w:rsidRDefault="00E504A5" w:rsidP="005B4854">
      <w:pPr>
        <w:keepNext/>
        <w:keepLines/>
      </w:pPr>
      <w:r>
        <w:t>51</w:t>
      </w:r>
      <w:r w:rsidR="005B4854">
        <w:t>.</w:t>
      </w:r>
      <w:r w:rsidR="005B4854">
        <w:tab/>
      </w:r>
      <w:r w:rsidR="005B4854">
        <w:rPr>
          <w:b/>
          <w:i/>
        </w:rPr>
        <w:t xml:space="preserve">REASONING </w:t>
      </w:r>
      <w:r w:rsidR="008726CA" w:rsidRPr="008726CA">
        <w:rPr>
          <w:b/>
          <w:i/>
          <w:szCs w:val="24"/>
        </w:rPr>
        <w:t>AND</w:t>
      </w:r>
      <w:r w:rsidR="005B4854">
        <w:rPr>
          <w:b/>
          <w:i/>
        </w:rPr>
        <w:t xml:space="preserve"> SOLUTION</w:t>
      </w:r>
      <w:r w:rsidR="005B4854">
        <w:rPr>
          <w:b/>
        </w:rPr>
        <w:t xml:space="preserve"> </w:t>
      </w:r>
      <w:r w:rsidR="005B4854">
        <w:t xml:space="preserve">  </w:t>
      </w:r>
    </w:p>
    <w:tbl>
      <w:tblPr>
        <w:tblW w:w="0" w:type="auto"/>
        <w:tblInd w:w="108" w:type="dxa"/>
        <w:tblLayout w:type="fixed"/>
        <w:tblLook w:val="0000"/>
      </w:tblPr>
      <w:tblGrid>
        <w:gridCol w:w="810"/>
        <w:gridCol w:w="8550"/>
      </w:tblGrid>
      <w:tr w:rsidR="005B4854">
        <w:tc>
          <w:tcPr>
            <w:tcW w:w="810" w:type="dxa"/>
          </w:tcPr>
          <w:p w:rsidR="005B4854" w:rsidRDefault="005B4854" w:rsidP="005B4854">
            <w:pPr>
              <w:pStyle w:val="EquNo"/>
              <w:keepNext/>
              <w:keepLines/>
              <w:spacing w:line="280" w:lineRule="atLeast"/>
              <w:jc w:val="right"/>
              <w:rPr>
                <w:sz w:val="24"/>
              </w:rPr>
            </w:pPr>
            <w:r>
              <w:rPr>
                <w:sz w:val="24"/>
              </w:rPr>
              <w:t xml:space="preserve">a.  </w:t>
            </w:r>
          </w:p>
        </w:tc>
        <w:tc>
          <w:tcPr>
            <w:tcW w:w="8550" w:type="dxa"/>
            <w:vAlign w:val="center"/>
          </w:tcPr>
          <w:p w:rsidR="005B4854" w:rsidRDefault="0085363C" w:rsidP="005B4854">
            <w:pPr>
              <w:pStyle w:val="eq"/>
            </w:pPr>
            <w:r w:rsidRPr="0085363C">
              <w:rPr>
                <w:position w:val="-60"/>
              </w:rPr>
              <w:object w:dxaOrig="5360" w:dyaOrig="1160">
                <v:shape id="_x0000_i1253" type="#_x0000_t75" style="width:267.5pt;height:59pt" o:ole="">
                  <v:imagedata r:id="rId455" o:title=""/>
                </v:shape>
                <o:OLEObject Type="Embed" ProgID="Equation.DSMT4" ShapeID="_x0000_i1253" DrawAspect="Content" ObjectID="_1377284379" r:id="rId456"/>
              </w:object>
            </w:r>
          </w:p>
        </w:tc>
      </w:tr>
    </w:tbl>
    <w:p w:rsidR="005B4854" w:rsidRDefault="005B4854" w:rsidP="005B4854"/>
    <w:p w:rsidR="005B4854" w:rsidRDefault="005B4854" w:rsidP="005B4854">
      <w:r>
        <w:tab/>
        <w:t>The minus is chosen, since the diver is now moving down.  Hence</w:t>
      </w:r>
      <w:proofErr w:type="gramStart"/>
      <w:r>
        <w:t xml:space="preserve">, </w:t>
      </w:r>
      <w:proofErr w:type="gramEnd"/>
      <w:r w:rsidR="0085363C" w:rsidRPr="0085363C">
        <w:rPr>
          <w:position w:val="-16"/>
        </w:rPr>
        <w:object w:dxaOrig="1500" w:dyaOrig="460">
          <v:shape id="_x0000_i1254" type="#_x0000_t75" style="width:75pt;height:23.5pt" o:ole="">
            <v:imagedata r:id="rId457" o:title=""/>
          </v:shape>
          <o:OLEObject Type="Embed" ProgID="Equation.DSMT4" ShapeID="_x0000_i1254" DrawAspect="Content" ObjectID="_1377284380" r:id="rId458"/>
        </w:object>
      </w:r>
      <w:r>
        <w:t>.</w:t>
      </w:r>
    </w:p>
    <w:p w:rsidR="005B4854" w:rsidRDefault="005B4854" w:rsidP="005B4854"/>
    <w:p w:rsidR="005B4854" w:rsidRDefault="005B4854" w:rsidP="005B4854">
      <w:r>
        <w:tab/>
        <w:t>b.  The diver's velocity is zero at his highest point. The position of the diver relative to the board is</w:t>
      </w:r>
    </w:p>
    <w:p w:rsidR="005B4854" w:rsidRDefault="0085363C" w:rsidP="005B4854">
      <w:pPr>
        <w:pStyle w:val="eq"/>
      </w:pPr>
      <w:r w:rsidRPr="0085363C">
        <w:rPr>
          <w:position w:val="-42"/>
        </w:rPr>
        <w:object w:dxaOrig="3700" w:dyaOrig="920">
          <v:shape id="_x0000_i1255" type="#_x0000_t75" style="width:184.5pt;height:45.5pt" o:ole="">
            <v:imagedata r:id="rId459" o:title=""/>
          </v:shape>
          <o:OLEObject Type="Embed" ProgID="Equation.DSMT4" ShapeID="_x0000_i1255" DrawAspect="Content" ObjectID="_1377284381" r:id="rId460"/>
        </w:object>
      </w:r>
    </w:p>
    <w:p w:rsidR="005B4854" w:rsidRDefault="005B4854" w:rsidP="005B4854">
      <w:r>
        <w:tab/>
        <w:t xml:space="preserve">The position above the water is 3.0 m + 0.17 m </w:t>
      </w:r>
      <w:proofErr w:type="gramStart"/>
      <w:r>
        <w:t xml:space="preserve">= </w:t>
      </w:r>
      <w:proofErr w:type="gramEnd"/>
      <w:r w:rsidR="007E03FD" w:rsidRPr="007E03FD">
        <w:rPr>
          <w:position w:val="-10"/>
        </w:rPr>
        <w:object w:dxaOrig="740" w:dyaOrig="380">
          <v:shape id="_x0000_i1256" type="#_x0000_t75" style="width:36.5pt;height:18pt" o:ole="">
            <v:imagedata r:id="rId461" o:title=""/>
          </v:shape>
          <o:OLEObject Type="Embed" ProgID="Equation.DSMT4" ShapeID="_x0000_i1256" DrawAspect="Content" ObjectID="_1377284382" r:id="rId462"/>
        </w:object>
      </w:r>
      <w:r>
        <w:t>.</w:t>
      </w:r>
    </w:p>
    <w:p w:rsidR="005B4854" w:rsidRDefault="005B4854" w:rsidP="005B4854">
      <w:r>
        <w:t>______________________________________________________________________________</w:t>
      </w:r>
    </w:p>
    <w:p w:rsidR="005B4854" w:rsidRDefault="005B4854" w:rsidP="005B4854">
      <w:pPr>
        <w:tabs>
          <w:tab w:val="left" w:pos="-1440"/>
          <w:tab w:val="left" w:pos="-720"/>
          <w:tab w:val="left" w:pos="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440" w:hanging="520"/>
      </w:pPr>
    </w:p>
    <w:p w:rsidR="00C42C49" w:rsidRPr="00B72C29" w:rsidRDefault="00C42C49" w:rsidP="00C42C49">
      <w:pPr>
        <w:pStyle w:val="SM6e"/>
      </w:pPr>
      <w:r>
        <w:t>52</w:t>
      </w:r>
      <w:r w:rsidRPr="00B72C29">
        <w:t>.</w:t>
      </w:r>
      <w:r w:rsidRPr="00B72C29">
        <w:tab/>
      </w:r>
      <w:proofErr w:type="gramStart"/>
      <w:r w:rsidRPr="00B72C29">
        <w:rPr>
          <w:b/>
          <w:i/>
        </w:rPr>
        <w:t>REASONING</w:t>
      </w:r>
      <w:r w:rsidR="001D7FB8">
        <w:t xml:space="preserve">  </w:t>
      </w:r>
      <w:r w:rsidR="000562A0" w:rsidRPr="00B72C29">
        <w:t>Equation</w:t>
      </w:r>
      <w:proofErr w:type="gramEnd"/>
      <w:r w:rsidR="000562A0" w:rsidRPr="00B72C29">
        <w:t xml:space="preserve"> 2.9 </w:t>
      </w:r>
      <w:r w:rsidR="000562A0" w:rsidRPr="0085363C">
        <w:rPr>
          <w:position w:val="-18"/>
        </w:rPr>
        <w:object w:dxaOrig="1520" w:dyaOrig="480">
          <v:shape id="_x0000_i1257" type="#_x0000_t75" style="width:75.5pt;height:24pt" o:ole="">
            <v:imagedata r:id="rId463" o:title=""/>
          </v:shape>
          <o:OLEObject Type="Embed" ProgID="Equation.DSMT4" ShapeID="_x0000_i1257" DrawAspect="Content" ObjectID="_1377284383" r:id="rId464"/>
        </w:object>
      </w:r>
      <w:r w:rsidR="000562A0" w:rsidRPr="00B72C29">
        <w:t xml:space="preserve">can be used to determine the </w:t>
      </w:r>
      <w:r w:rsidR="000562A0">
        <w:t>maximum height above the launch point, where</w:t>
      </w:r>
      <w:r w:rsidR="000562A0" w:rsidRPr="00B72C29">
        <w:t xml:space="preserve"> the </w:t>
      </w:r>
      <w:r w:rsidR="000562A0">
        <w:t xml:space="preserve">final </w:t>
      </w:r>
      <w:r w:rsidR="000562A0" w:rsidRPr="00B72C29">
        <w:t>speed</w:t>
      </w:r>
      <w:r w:rsidR="00007074">
        <w:t xml:space="preserve"> is </w:t>
      </w:r>
      <w:r w:rsidR="00007074" w:rsidRPr="00007074">
        <w:rPr>
          <w:position w:val="-6"/>
        </w:rPr>
        <w:object w:dxaOrig="1060" w:dyaOrig="279">
          <v:shape id="_x0000_i1258" type="#_x0000_t75" style="width:53pt;height:14pt" o:ole="">
            <v:imagedata r:id="rId465" o:title=""/>
          </v:shape>
          <o:OLEObject Type="Embed" ProgID="Equation.DSMT4" ShapeID="_x0000_i1258" DrawAspect="Content" ObjectID="_1377284384" r:id="rId466"/>
        </w:object>
      </w:r>
      <w:r w:rsidR="000562A0">
        <w:t>.</w:t>
      </w:r>
      <w:r w:rsidR="000562A0" w:rsidRPr="00B72C29">
        <w:t xml:space="preserve"> </w:t>
      </w:r>
      <w:r w:rsidR="000562A0">
        <w:t xml:space="preserve">However, we will need to know the initial speed </w:t>
      </w:r>
      <w:r w:rsidR="000562A0">
        <w:rPr>
          <w:i/>
        </w:rPr>
        <w:t>v</w:t>
      </w:r>
      <w:r w:rsidR="000562A0" w:rsidRPr="000562A0">
        <w:rPr>
          <w:position w:val="-8"/>
          <w:sz w:val="18"/>
        </w:rPr>
        <w:t>0</w:t>
      </w:r>
      <w:r w:rsidR="000562A0">
        <w:t>, which can be determined via Equation 2.9</w:t>
      </w:r>
      <w:r w:rsidR="004B1148">
        <w:t xml:space="preserve"> and the fact that </w:t>
      </w:r>
      <w:r w:rsidR="004B1148" w:rsidRPr="004B1148">
        <w:rPr>
          <w:position w:val="-18"/>
        </w:rPr>
        <w:object w:dxaOrig="800" w:dyaOrig="499">
          <v:shape id="_x0000_i1259" type="#_x0000_t75" style="width:40pt;height:25pt" o:ole="">
            <v:imagedata r:id="rId467" o:title=""/>
          </v:shape>
          <o:OLEObject Type="Embed" ProgID="Equation.DSMT4" ShapeID="_x0000_i1259" DrawAspect="Content" ObjectID="_1377284385" r:id="rId468"/>
        </w:object>
      </w:r>
      <w:r w:rsidRPr="00B72C29">
        <w:t xml:space="preserve"> </w:t>
      </w:r>
      <w:r w:rsidR="004B1148">
        <w:t xml:space="preserve">when </w:t>
      </w:r>
      <w:r w:rsidR="004B1148" w:rsidRPr="004B1148">
        <w:rPr>
          <w:position w:val="-10"/>
        </w:rPr>
        <w:object w:dxaOrig="1140" w:dyaOrig="320">
          <v:shape id="_x0000_i1260" type="#_x0000_t75" style="width:57pt;height:16pt" o:ole="">
            <v:imagedata r:id="rId469" o:title=""/>
          </v:shape>
          <o:OLEObject Type="Embed" ProgID="Equation.DSMT4" ShapeID="_x0000_i1260" DrawAspect="Content" ObjectID="_1377284386" r:id="rId470"/>
        </w:object>
      </w:r>
      <w:r w:rsidR="004B1148">
        <w:t xml:space="preserve"> (assuming upward to be the positive direction).</w:t>
      </w:r>
    </w:p>
    <w:p w:rsidR="00C42C49" w:rsidRPr="00B72C29" w:rsidRDefault="00C42C49" w:rsidP="00C42C49">
      <w:pPr>
        <w:pStyle w:val="SM6e"/>
      </w:pPr>
    </w:p>
    <w:p w:rsidR="00C42C49" w:rsidRPr="00B72C29" w:rsidRDefault="00C42C49" w:rsidP="00C42C49">
      <w:pPr>
        <w:pStyle w:val="SM6e"/>
      </w:pPr>
      <w:r w:rsidRPr="00B72C29">
        <w:tab/>
      </w:r>
      <w:proofErr w:type="gramStart"/>
      <w:r w:rsidRPr="00B72C29">
        <w:rPr>
          <w:b/>
          <w:i/>
        </w:rPr>
        <w:t>SOLUTION</w:t>
      </w:r>
      <w:r w:rsidR="004B1148">
        <w:t xml:space="preserve">  </w:t>
      </w:r>
      <w:r w:rsidRPr="00B72C29">
        <w:t>When</w:t>
      </w:r>
      <w:proofErr w:type="gramEnd"/>
      <w:r w:rsidRPr="00B72C29">
        <w:t xml:space="preserve"> the ball has reached its maximum height, </w:t>
      </w:r>
      <w:r w:rsidR="004B1148">
        <w:t xml:space="preserve">we have </w:t>
      </w:r>
      <w:r w:rsidR="004B1148" w:rsidRPr="004B1148">
        <w:rPr>
          <w:position w:val="-6"/>
        </w:rPr>
        <w:object w:dxaOrig="1060" w:dyaOrig="279">
          <v:shape id="_x0000_i1261" type="#_x0000_t75" style="width:53pt;height:14pt" o:ole="">
            <v:imagedata r:id="rId471" o:title=""/>
          </v:shape>
          <o:OLEObject Type="Embed" ProgID="Equation.DSMT4" ShapeID="_x0000_i1261" DrawAspect="Content" ObjectID="_1377284387" r:id="rId472"/>
        </w:object>
      </w:r>
      <w:r w:rsidR="004B1148">
        <w:t xml:space="preserve"> and </w:t>
      </w:r>
      <w:r w:rsidR="004B1148" w:rsidRPr="004B1148">
        <w:rPr>
          <w:position w:val="-14"/>
        </w:rPr>
        <w:object w:dxaOrig="920" w:dyaOrig="380">
          <v:shape id="_x0000_i1262" type="#_x0000_t75" style="width:46pt;height:19pt" o:ole="">
            <v:imagedata r:id="rId473" o:title=""/>
          </v:shape>
          <o:OLEObject Type="Embed" ProgID="Equation.DSMT4" ShapeID="_x0000_i1262" DrawAspect="Content" ObjectID="_1377284388" r:id="rId474"/>
        </w:object>
      </w:r>
      <w:r w:rsidR="004B1148">
        <w:t>, so that Equation 2.9 becomes</w:t>
      </w:r>
    </w:p>
    <w:p w:rsidR="00C42C49" w:rsidRPr="00C3255C" w:rsidRDefault="00FE49F4" w:rsidP="00FE49F4">
      <w:pPr>
        <w:pStyle w:val="SM6e"/>
        <w:jc w:val="right"/>
      </w:pPr>
      <w:r w:rsidRPr="00FE49F4">
        <w:rPr>
          <w:position w:val="-24"/>
        </w:rPr>
        <w:object w:dxaOrig="6920" w:dyaOrig="700">
          <v:shape id="_x0000_i1263" type="#_x0000_t75" style="width:344.5pt;height:35pt" o:ole="">
            <v:imagedata r:id="rId475" o:title=""/>
          </v:shape>
          <o:OLEObject Type="Embed" ProgID="Equation.DSMT4" ShapeID="_x0000_i1263" DrawAspect="Content" ObjectID="_1377284389" r:id="rId476"/>
        </w:object>
      </w:r>
      <w:r w:rsidR="00C3255C">
        <w:t xml:space="preserve">      (1)            </w:t>
      </w:r>
    </w:p>
    <w:p w:rsidR="00C42C49" w:rsidRDefault="00C42C49" w:rsidP="00C42C49">
      <w:pPr>
        <w:pStyle w:val="SM6e"/>
      </w:pPr>
      <w:r w:rsidRPr="00B72C29">
        <w:tab/>
      </w:r>
      <w:r w:rsidR="00C3255C">
        <w:t xml:space="preserve">Using Equation 2.9 and the fact that </w:t>
      </w:r>
      <w:r w:rsidR="00C3255C" w:rsidRPr="004B1148">
        <w:rPr>
          <w:position w:val="-18"/>
        </w:rPr>
        <w:object w:dxaOrig="800" w:dyaOrig="499">
          <v:shape id="_x0000_i1264" type="#_x0000_t75" style="width:40pt;height:25pt" o:ole="">
            <v:imagedata r:id="rId467" o:title=""/>
          </v:shape>
          <o:OLEObject Type="Embed" ProgID="Equation.DSMT4" ShapeID="_x0000_i1264" DrawAspect="Content" ObjectID="_1377284390" r:id="rId477"/>
        </w:object>
      </w:r>
      <w:r w:rsidR="00C3255C" w:rsidRPr="00B72C29">
        <w:t xml:space="preserve"> </w:t>
      </w:r>
      <w:r w:rsidR="00C3255C">
        <w:t xml:space="preserve">when </w:t>
      </w:r>
      <w:r w:rsidR="00C3255C" w:rsidRPr="004B1148">
        <w:rPr>
          <w:position w:val="-10"/>
        </w:rPr>
        <w:object w:dxaOrig="1140" w:dyaOrig="320">
          <v:shape id="_x0000_i1265" type="#_x0000_t75" style="width:57pt;height:16pt" o:ole="">
            <v:imagedata r:id="rId469" o:title=""/>
          </v:shape>
          <o:OLEObject Type="Embed" ProgID="Equation.DSMT4" ShapeID="_x0000_i1265" DrawAspect="Content" ObjectID="_1377284391" r:id="rId478"/>
        </w:object>
      </w:r>
      <w:r w:rsidR="00C3255C">
        <w:t xml:space="preserve"> (assuming upward to be the positive direction), we find that</w:t>
      </w:r>
    </w:p>
    <w:p w:rsidR="00C3255C" w:rsidRPr="00EC4C3E" w:rsidRDefault="00EC4C3E" w:rsidP="00EC4C3E">
      <w:pPr>
        <w:pStyle w:val="SM6e"/>
        <w:jc w:val="right"/>
      </w:pPr>
      <w:r w:rsidRPr="00EC4C3E">
        <w:rPr>
          <w:position w:val="-32"/>
        </w:rPr>
        <w:object w:dxaOrig="7680" w:dyaOrig="740">
          <v:shape id="_x0000_i1266" type="#_x0000_t75" style="width:382pt;height:37pt" o:ole="">
            <v:imagedata r:id="rId479" o:title=""/>
          </v:shape>
          <o:OLEObject Type="Embed" ProgID="Equation.DSMT4" ShapeID="_x0000_i1266" DrawAspect="Content" ObjectID="_1377284392" r:id="rId480"/>
        </w:object>
      </w:r>
      <w:r>
        <w:t xml:space="preserve">       (2)    </w:t>
      </w:r>
    </w:p>
    <w:p w:rsidR="00EC4C3E" w:rsidRDefault="00EC4C3E" w:rsidP="00C42C49">
      <w:pPr>
        <w:pStyle w:val="SM6e"/>
      </w:pPr>
      <w:r>
        <w:tab/>
        <w:t>Substituting Equation (2) into Equation (1) gives</w:t>
      </w:r>
    </w:p>
    <w:p w:rsidR="00007074" w:rsidRDefault="00007074" w:rsidP="00007074">
      <w:pPr>
        <w:pStyle w:val="SM6e"/>
        <w:spacing w:line="120" w:lineRule="exact"/>
      </w:pPr>
    </w:p>
    <w:p w:rsidR="00EC4C3E" w:rsidRPr="00B72C29" w:rsidRDefault="00EC4C3E" w:rsidP="00EC4C3E">
      <w:pPr>
        <w:pStyle w:val="SM6e"/>
        <w:jc w:val="center"/>
      </w:pPr>
      <w:r w:rsidRPr="00EC4C3E">
        <w:rPr>
          <w:position w:val="-24"/>
        </w:rPr>
        <w:object w:dxaOrig="4900" w:dyaOrig="700">
          <v:shape id="_x0000_i1267" type="#_x0000_t75" style="width:245pt;height:35pt" o:ole="">
            <v:imagedata r:id="rId481" o:title=""/>
          </v:shape>
          <o:OLEObject Type="Embed" ProgID="Equation.DSMT4" ShapeID="_x0000_i1267" DrawAspect="Content" ObjectID="_1377284393" r:id="rId482"/>
        </w:object>
      </w:r>
    </w:p>
    <w:p w:rsidR="00C42C49" w:rsidRDefault="00C42C49" w:rsidP="00C42C49">
      <w:pPr>
        <w:pStyle w:val="SM6e"/>
        <w:jc w:val="center"/>
      </w:pPr>
    </w:p>
    <w:p w:rsidR="00C42C49" w:rsidRPr="00B72C29" w:rsidRDefault="00C42C49" w:rsidP="00C42C49">
      <w:pPr>
        <w:pStyle w:val="SM6e"/>
        <w:pBdr>
          <w:top w:val="single" w:sz="4" w:space="1" w:color="auto"/>
        </w:pBdr>
        <w:jc w:val="center"/>
      </w:pPr>
    </w:p>
    <w:p w:rsidR="00F907D3" w:rsidRDefault="00E504A5" w:rsidP="00F907D3">
      <w:pPr>
        <w:tabs>
          <w:tab w:val="left" w:pos="-1440"/>
          <w:tab w:val="left" w:pos="-720"/>
          <w:tab w:val="left" w:pos="440"/>
        </w:tabs>
        <w:spacing w:line="240" w:lineRule="atLeast"/>
        <w:ind w:left="440" w:hanging="440"/>
      </w:pPr>
      <w:r>
        <w:t>53</w:t>
      </w:r>
      <w:r w:rsidR="00F907D3">
        <w:t>.</w:t>
      </w:r>
      <w:r w:rsidR="00F907D3">
        <w:tab/>
      </w:r>
      <w:r w:rsidR="00F907D3" w:rsidRPr="00C7699A">
        <w:rPr>
          <w:position w:val="-10"/>
        </w:rPr>
        <w:object w:dxaOrig="680" w:dyaOrig="380">
          <v:shape id="_x0000_i1268" type="#_x0000_t75" style="width:33.5pt;height:18pt" o:ole="">
            <v:imagedata r:id="rId224" o:title=""/>
          </v:shape>
          <o:OLEObject Type="Embed" ProgID="Equation.DSMT4" ShapeID="_x0000_i1268" DrawAspect="Content" ObjectID="_1377284394" r:id="rId483"/>
        </w:object>
      </w:r>
      <w:r w:rsidR="00F907D3">
        <w:t xml:space="preserve"> </w:t>
      </w:r>
      <w:r w:rsidR="00F907D3">
        <w:rPr>
          <w:b/>
          <w:i/>
        </w:rPr>
        <w:t xml:space="preserve">REASONING AND SOLUTION   </w:t>
      </w:r>
      <w:r w:rsidR="00F907D3">
        <w:t xml:space="preserve">Since the balloon is released from rest, its initial velocity is zero.  The time required to fall through a vertical displacement </w:t>
      </w:r>
      <w:r w:rsidR="00F907D3">
        <w:rPr>
          <w:i/>
        </w:rPr>
        <w:t>y</w:t>
      </w:r>
      <w:r w:rsidR="00F907D3">
        <w:t xml:space="preserve"> can be found from Equation 2.8 </w:t>
      </w:r>
      <w:r w:rsidR="00F907D3" w:rsidRPr="00660B4D">
        <w:rPr>
          <w:position w:val="-18"/>
        </w:rPr>
        <w:object w:dxaOrig="1600" w:dyaOrig="480">
          <v:shape id="_x0000_i1269" type="#_x0000_t75" style="width:80.5pt;height:24pt" o:ole="">
            <v:imagedata r:id="rId484" o:title=""/>
          </v:shape>
          <o:OLEObject Type="Embed" ProgID="Equation.DSMT4" ShapeID="_x0000_i1269" DrawAspect="Content" ObjectID="_1377284395" r:id="rId485"/>
        </w:object>
      </w:r>
      <w:r w:rsidR="00F907D3">
        <w:t xml:space="preserve"> with </w:t>
      </w:r>
      <w:r w:rsidR="00F907D3" w:rsidRPr="0085363C">
        <w:rPr>
          <w:position w:val="-14"/>
        </w:rPr>
        <w:object w:dxaOrig="639" w:dyaOrig="380">
          <v:shape id="_x0000_i1270" type="#_x0000_t75" style="width:32pt;height:18pt" o:ole="">
            <v:imagedata r:id="rId486" o:title=""/>
          </v:shape>
          <o:OLEObject Type="Embed" ProgID="Equation.DSMT4" ShapeID="_x0000_i1270" DrawAspect="Content" ObjectID="_1377284396" r:id="rId487"/>
        </w:object>
      </w:r>
      <w:r w:rsidR="00F907D3">
        <w:t>m/s.  Assuming upward to be the positive direction, we find</w:t>
      </w:r>
    </w:p>
    <w:p w:rsidR="00F907D3" w:rsidRDefault="00F907D3" w:rsidP="00F907D3">
      <w:pPr>
        <w:tabs>
          <w:tab w:val="left" w:pos="-1440"/>
          <w:tab w:val="left" w:pos="-720"/>
          <w:tab w:val="left" w:pos="440"/>
        </w:tabs>
        <w:spacing w:line="240" w:lineRule="atLeast"/>
        <w:ind w:left="440" w:hanging="440"/>
        <w:jc w:val="center"/>
      </w:pPr>
      <w:r w:rsidRPr="0085363C">
        <w:rPr>
          <w:position w:val="-28"/>
        </w:rPr>
        <w:object w:dxaOrig="3320" w:dyaOrig="720">
          <v:shape id="_x0000_i1271" type="#_x0000_t75" style="width:166pt;height:36pt" o:ole="">
            <v:imagedata r:id="rId488" o:title=""/>
          </v:shape>
          <o:OLEObject Type="Embed" ProgID="Equation.DSMT4" ShapeID="_x0000_i1271" DrawAspect="Content" ObjectID="_1377284397" r:id="rId489"/>
        </w:object>
      </w:r>
    </w:p>
    <w:p w:rsidR="00F907D3" w:rsidRDefault="00F907D3" w:rsidP="00F907D3">
      <w:r>
        <w:t>______________________________________________________________________________</w:t>
      </w:r>
    </w:p>
    <w:p w:rsidR="00F907D3" w:rsidRDefault="00F907D3" w:rsidP="005B4854"/>
    <w:p w:rsidR="00C42C49" w:rsidRDefault="00C42C49" w:rsidP="00C42C49">
      <w:r>
        <w:t>54.</w:t>
      </w:r>
      <w:r>
        <w:tab/>
      </w:r>
      <w:r>
        <w:rPr>
          <w:b/>
          <w:i/>
        </w:rPr>
        <w:t xml:space="preserve">REASONING   </w:t>
      </w:r>
      <w:r>
        <w:t xml:space="preserve">Equation 2.9 </w:t>
      </w:r>
      <w:r w:rsidRPr="0085363C">
        <w:rPr>
          <w:position w:val="-18"/>
        </w:rPr>
        <w:object w:dxaOrig="1520" w:dyaOrig="480">
          <v:shape id="_x0000_i1272" type="#_x0000_t75" style="width:75.5pt;height:24pt" o:ole="">
            <v:imagedata r:id="rId490" o:title=""/>
          </v:shape>
          <o:OLEObject Type="Embed" ProgID="Equation.DSMT4" ShapeID="_x0000_i1272" DrawAspect="Content" ObjectID="_1377284398" r:id="rId491"/>
        </w:object>
      </w:r>
      <w:r>
        <w:t xml:space="preserve"> can be used to find out how far above the cliff's edge the pellet would have gone if the gun had been fired straight upward, provided that we can determine the initial speed imparted to the pellet by the gun.  This initial speed can be found by applying Equation 2.9 to the downward motion of the pellet described in the problem statement.</w:t>
      </w:r>
    </w:p>
    <w:p w:rsidR="00C42C49" w:rsidRDefault="00C42C49" w:rsidP="00C42C49"/>
    <w:p w:rsidR="00C42C49" w:rsidRDefault="00C42C49" w:rsidP="00C42C49">
      <w:r>
        <w:tab/>
      </w:r>
      <w:r>
        <w:rPr>
          <w:b/>
          <w:i/>
        </w:rPr>
        <w:t>SOLUTION</w:t>
      </w:r>
      <w:r>
        <w:t xml:space="preserve">   If we assume that upward is the positive direction, the initial speed of the pellet is, from Equation 2.9,</w:t>
      </w:r>
    </w:p>
    <w:p w:rsidR="00C42C49" w:rsidRDefault="00C42C49" w:rsidP="00C42C49"/>
    <w:p w:rsidR="00C42C49" w:rsidRDefault="00C42C49" w:rsidP="00C42C49">
      <w:pPr>
        <w:pStyle w:val="eq"/>
      </w:pPr>
      <w:r w:rsidRPr="0085363C">
        <w:rPr>
          <w:position w:val="-14"/>
        </w:rPr>
        <w:object w:dxaOrig="6560" w:dyaOrig="480">
          <v:shape id="_x0000_i1273" type="#_x0000_t75" style="width:327.5pt;height:24pt" o:ole="">
            <v:imagedata r:id="rId492" o:title=""/>
          </v:shape>
          <o:OLEObject Type="Embed" ProgID="Equation.DSMT4" ShapeID="_x0000_i1273" DrawAspect="Content" ObjectID="_1377284399" r:id="rId493"/>
        </w:object>
      </w:r>
    </w:p>
    <w:p w:rsidR="00C42C49" w:rsidRDefault="00C42C49" w:rsidP="00C42C49"/>
    <w:p w:rsidR="00C42C49" w:rsidRDefault="00C42C49" w:rsidP="00C42C49">
      <w:r>
        <w:tab/>
        <w:t xml:space="preserve">Equation 2.9 can again be used to find the maximum height of the pellet if it were fired straight up.  At its maximum height, </w:t>
      </w:r>
      <w:r>
        <w:rPr>
          <w:i/>
        </w:rPr>
        <w:t>v</w:t>
      </w:r>
      <w:r>
        <w:t xml:space="preserve"> = 0 m/s, and Equation 2.9 gives </w:t>
      </w:r>
    </w:p>
    <w:p w:rsidR="00C42C49" w:rsidRDefault="00C42C49" w:rsidP="00C42C49">
      <w:pPr>
        <w:pStyle w:val="eq"/>
      </w:pPr>
      <w:r w:rsidRPr="0085363C">
        <w:rPr>
          <w:position w:val="-30"/>
        </w:rPr>
        <w:object w:dxaOrig="3480" w:dyaOrig="760">
          <v:shape id="_x0000_i1274" type="#_x0000_t75" style="width:174pt;height:38.5pt" o:ole="">
            <v:imagedata r:id="rId494" o:title=""/>
          </v:shape>
          <o:OLEObject Type="Embed" ProgID="Equation.DSMT4" ShapeID="_x0000_i1274" DrawAspect="Content" ObjectID="_1377284400" r:id="rId495"/>
        </w:object>
      </w:r>
    </w:p>
    <w:p w:rsidR="00C42C49" w:rsidRDefault="00C42C49" w:rsidP="00C42C49">
      <w:r>
        <w:t>______________________________________________________________________________</w:t>
      </w:r>
    </w:p>
    <w:p w:rsidR="00C42C49" w:rsidRDefault="00C42C49" w:rsidP="00C42C49">
      <w:pPr>
        <w:tabs>
          <w:tab w:val="left" w:pos="-1440"/>
          <w:tab w:val="left" w:pos="-720"/>
          <w:tab w:val="left" w:pos="440"/>
        </w:tabs>
        <w:spacing w:line="240" w:lineRule="atLeast"/>
        <w:ind w:left="440" w:hanging="520"/>
      </w:pPr>
    </w:p>
    <w:p w:rsidR="00863BC2" w:rsidRDefault="00E504A5" w:rsidP="00863BC2">
      <w:r>
        <w:t>55</w:t>
      </w:r>
      <w:r w:rsidR="00863BC2">
        <w:t>.</w:t>
      </w:r>
      <w:r w:rsidR="00863BC2">
        <w:tab/>
      </w:r>
      <w:proofErr w:type="gramStart"/>
      <w:r w:rsidR="00863BC2">
        <w:rPr>
          <w:b/>
          <w:i/>
        </w:rPr>
        <w:t>REASONING</w:t>
      </w:r>
      <w:r w:rsidR="00863BC2">
        <w:t xml:space="preserve">  The</w:t>
      </w:r>
      <w:proofErr w:type="gramEnd"/>
      <w:r w:rsidR="00863BC2">
        <w:t xml:space="preserve"> displacement </w:t>
      </w:r>
      <w:r w:rsidR="00863BC2">
        <w:rPr>
          <w:i/>
        </w:rPr>
        <w:t>y</w:t>
      </w:r>
      <w:r w:rsidR="00863BC2">
        <w:t xml:space="preserve"> of the diver is equal to her average velocity </w:t>
      </w:r>
      <w:r w:rsidR="00863BC2" w:rsidRPr="009B5EB3">
        <w:rPr>
          <w:position w:val="-6"/>
        </w:rPr>
        <w:object w:dxaOrig="220" w:dyaOrig="260">
          <v:shape id="_x0000_i1275" type="#_x0000_t75" style="width:11.5pt;height:13pt" o:ole="">
            <v:imagedata r:id="rId496" o:title=""/>
          </v:shape>
          <o:OLEObject Type="Embed" ProgID="Equation.DSMT4" ShapeID="_x0000_i1275" DrawAspect="Content" ObjectID="_1377284401" r:id="rId497"/>
        </w:object>
      </w:r>
      <w:r w:rsidR="00863BC2">
        <w:t xml:space="preserve"> multiplied by the time </w:t>
      </w:r>
      <w:r w:rsidR="00863BC2">
        <w:rPr>
          <w:i/>
        </w:rPr>
        <w:t>t</w:t>
      </w:r>
      <w:r w:rsidR="00863BC2">
        <w:t xml:space="preserve">, or </w:t>
      </w:r>
      <w:r w:rsidR="00863BC2" w:rsidRPr="00DF58C7">
        <w:rPr>
          <w:position w:val="-10"/>
        </w:rPr>
        <w:object w:dxaOrig="660" w:dyaOrig="300">
          <v:shape id="_x0000_i1276" type="#_x0000_t75" style="width:33pt;height:15pt" o:ole="">
            <v:imagedata r:id="rId498" o:title=""/>
          </v:shape>
          <o:OLEObject Type="Embed" ProgID="Equation.DSMT4" ShapeID="_x0000_i1276" DrawAspect="Content" ObjectID="_1377284402" r:id="rId499"/>
        </w:object>
      </w:r>
      <w:r w:rsidR="00863BC2">
        <w:t xml:space="preserve">. Since the diver has a constant acceleration (the </w:t>
      </w:r>
      <w:r w:rsidR="00007074">
        <w:t>acc</w:t>
      </w:r>
      <w:r w:rsidR="00863BC2">
        <w:t xml:space="preserve">eleration due to gravity), her average velocity is equal </w:t>
      </w:r>
      <w:proofErr w:type="gramStart"/>
      <w:r w:rsidR="00863BC2">
        <w:t xml:space="preserve">to </w:t>
      </w:r>
      <w:proofErr w:type="gramEnd"/>
      <w:r w:rsidR="00863BC2" w:rsidRPr="00886EBD">
        <w:rPr>
          <w:b/>
          <w:position w:val="-16"/>
        </w:rPr>
        <w:object w:dxaOrig="1340" w:dyaOrig="420">
          <v:shape id="_x0000_i1277" type="#_x0000_t75" style="width:66.5pt;height:21pt" o:ole="">
            <v:imagedata r:id="rId500" o:title=""/>
          </v:shape>
          <o:OLEObject Type="Embed" ProgID="Equation.DSMT4" ShapeID="_x0000_i1277" DrawAspect="Content" ObjectID="_1377284403" r:id="rId501"/>
        </w:object>
      </w:r>
      <w:r w:rsidR="00863BC2">
        <w:rPr>
          <w:b/>
        </w:rPr>
        <w:t xml:space="preserve">, </w:t>
      </w:r>
      <w:r w:rsidR="00863BC2">
        <w:t xml:space="preserve"> where </w:t>
      </w:r>
      <w:r w:rsidR="00863BC2">
        <w:rPr>
          <w:i/>
        </w:rPr>
        <w:t>v</w:t>
      </w:r>
      <w:r w:rsidR="00863BC2">
        <w:rPr>
          <w:rStyle w:val="Sub-12"/>
        </w:rPr>
        <w:t>0</w:t>
      </w:r>
      <w:r w:rsidR="00863BC2">
        <w:t xml:space="preserve"> and </w:t>
      </w:r>
      <w:r w:rsidR="00863BC2">
        <w:rPr>
          <w:i/>
        </w:rPr>
        <w:t>v</w:t>
      </w:r>
      <w:r w:rsidR="00863BC2">
        <w:t xml:space="preserve"> </w:t>
      </w:r>
      <w:r w:rsidR="00863BC2">
        <w:lastRenderedPageBreak/>
        <w:t xml:space="preserve">are, respectively, the initial and final velocities. Thus, according to Equation 2.7, the displacement of the diver is </w:t>
      </w:r>
    </w:p>
    <w:p w:rsidR="00863BC2" w:rsidRDefault="00863BC2" w:rsidP="00863BC2">
      <w:pPr>
        <w:jc w:val="right"/>
      </w:pPr>
      <w:r w:rsidRPr="00F929A7">
        <w:rPr>
          <w:position w:val="-16"/>
        </w:rPr>
        <w:object w:dxaOrig="1440" w:dyaOrig="420">
          <v:shape id="_x0000_i1278" type="#_x0000_t75" style="width:1in;height:21pt" o:ole="">
            <v:imagedata r:id="rId502" o:title=""/>
          </v:shape>
          <o:OLEObject Type="Embed" ProgID="Equation.DSMT4" ShapeID="_x0000_i1278" DrawAspect="Content" ObjectID="_1377284404" r:id="rId503"/>
        </w:object>
      </w:r>
      <w:r>
        <w:t xml:space="preserve">                                                            (2.7)</w:t>
      </w:r>
    </w:p>
    <w:p w:rsidR="00863BC2" w:rsidRDefault="00863BC2" w:rsidP="00863BC2">
      <w:pPr>
        <w:ind w:firstLine="0"/>
      </w:pPr>
    </w:p>
    <w:p w:rsidR="00863BC2" w:rsidRDefault="00863BC2" w:rsidP="00863BC2">
      <w:pPr>
        <w:ind w:firstLine="0"/>
      </w:pPr>
      <w:r>
        <w:t xml:space="preserve">The final velocity and the time in this expression are known, but the initial velocity is not. To determine her velocity at the beginning of the 1.20-s period (her initial velocity), we turn to her acceleration. The acceleration is defined by Equation 2.4 as the change in her velocity, </w:t>
      </w:r>
      <w:r>
        <w:rPr>
          <w:i/>
        </w:rPr>
        <w:t>v</w:t>
      </w:r>
      <w:r>
        <w:t xml:space="preserve"> </w:t>
      </w:r>
      <w:r>
        <w:sym w:font="Symbol" w:char="F02D"/>
      </w:r>
      <w:r>
        <w:t xml:space="preserve"> </w:t>
      </w:r>
      <w:r>
        <w:rPr>
          <w:i/>
        </w:rPr>
        <w:t>v</w:t>
      </w:r>
      <w:r>
        <w:rPr>
          <w:rStyle w:val="Sub-12"/>
        </w:rPr>
        <w:t>0</w:t>
      </w:r>
      <w:r>
        <w:t xml:space="preserve">, divided by the elapsed time </w:t>
      </w:r>
      <w:r>
        <w:rPr>
          <w:i/>
        </w:rPr>
        <w:t>t</w:t>
      </w:r>
      <w:proofErr w:type="gramStart"/>
      <w:r>
        <w:t xml:space="preserve">: </w:t>
      </w:r>
      <w:proofErr w:type="gramEnd"/>
      <w:r w:rsidRPr="00F929A7">
        <w:rPr>
          <w:position w:val="-16"/>
        </w:rPr>
        <w:object w:dxaOrig="1380" w:dyaOrig="420">
          <v:shape id="_x0000_i1279" type="#_x0000_t75" style="width:69pt;height:21pt" o:ole="">
            <v:imagedata r:id="rId504" o:title=""/>
          </v:shape>
          <o:OLEObject Type="Embed" ProgID="Equation.DSMT4" ShapeID="_x0000_i1279" DrawAspect="Content" ObjectID="_1377284405" r:id="rId505"/>
        </w:object>
      </w:r>
      <w:r>
        <w:t xml:space="preserve">. Solving this equation for the initial velocity </w:t>
      </w:r>
      <w:r>
        <w:rPr>
          <w:i/>
        </w:rPr>
        <w:t>v</w:t>
      </w:r>
      <w:r>
        <w:rPr>
          <w:rStyle w:val="Sub-12"/>
        </w:rPr>
        <w:t>0</w:t>
      </w:r>
      <w:r>
        <w:t xml:space="preserve"> yields</w:t>
      </w:r>
    </w:p>
    <w:p w:rsidR="00863BC2" w:rsidRDefault="00863BC2" w:rsidP="00863BC2">
      <w:pPr>
        <w:jc w:val="center"/>
      </w:pPr>
      <w:r w:rsidRPr="00F929A7">
        <w:rPr>
          <w:position w:val="-14"/>
        </w:rPr>
        <w:object w:dxaOrig="1040" w:dyaOrig="380">
          <v:shape id="_x0000_i1280" type="#_x0000_t75" style="width:51.5pt;height:18pt" o:ole="">
            <v:imagedata r:id="rId506" o:title=""/>
          </v:shape>
          <o:OLEObject Type="Embed" ProgID="Equation.DSMT4" ShapeID="_x0000_i1280" DrawAspect="Content" ObjectID="_1377284406" r:id="rId507"/>
        </w:object>
      </w:r>
    </w:p>
    <w:p w:rsidR="00863BC2" w:rsidRDefault="00863BC2" w:rsidP="00863BC2">
      <w:pPr>
        <w:jc w:val="left"/>
      </w:pPr>
    </w:p>
    <w:p w:rsidR="00863BC2" w:rsidRDefault="00863BC2" w:rsidP="00863BC2">
      <w:pPr>
        <w:ind w:firstLine="0"/>
      </w:pPr>
      <w:r>
        <w:t xml:space="preserve">Substituting this relation for </w:t>
      </w:r>
      <w:r>
        <w:rPr>
          <w:i/>
        </w:rPr>
        <w:t>v</w:t>
      </w:r>
      <w:r>
        <w:rPr>
          <w:rStyle w:val="Sub-12"/>
        </w:rPr>
        <w:t>0</w:t>
      </w:r>
      <w:r>
        <w:t xml:space="preserve"> into Equation 2.7, we obtain</w:t>
      </w:r>
    </w:p>
    <w:p w:rsidR="00863BC2" w:rsidRPr="00F929A7" w:rsidRDefault="00863BC2" w:rsidP="00863BC2">
      <w:pPr>
        <w:ind w:firstLine="0"/>
      </w:pPr>
    </w:p>
    <w:p w:rsidR="00863BC2" w:rsidRDefault="00863BC2" w:rsidP="00863BC2">
      <w:pPr>
        <w:spacing w:before="120" w:after="120"/>
        <w:jc w:val="center"/>
      </w:pPr>
      <w:r w:rsidRPr="00F929A7">
        <w:rPr>
          <w:position w:val="-16"/>
        </w:rPr>
        <w:object w:dxaOrig="4080" w:dyaOrig="440">
          <v:shape id="_x0000_i1281" type="#_x0000_t75" style="width:204pt;height:21.5pt" o:ole="">
            <v:imagedata r:id="rId508" o:title=""/>
          </v:shape>
          <o:OLEObject Type="Embed" ProgID="Equation.DSMT4" ShapeID="_x0000_i1281" DrawAspect="Content" ObjectID="_1377284407" r:id="rId509"/>
        </w:object>
      </w:r>
    </w:p>
    <w:p w:rsidR="00863BC2" w:rsidRPr="00560808" w:rsidRDefault="00863BC2" w:rsidP="00863BC2">
      <w:pPr>
        <w:jc w:val="center"/>
      </w:pPr>
    </w:p>
    <w:p w:rsidR="00863BC2" w:rsidRDefault="00863BC2" w:rsidP="00863BC2">
      <w:pPr>
        <w:ind w:firstLine="0"/>
      </w:pPr>
      <w:r>
        <w:rPr>
          <w:b/>
          <w:i/>
        </w:rPr>
        <w:t>SOLUTION</w:t>
      </w:r>
      <w:r>
        <w:t xml:space="preserve">  The diver’s acceleration is that due to gravity, or </w:t>
      </w:r>
      <w:r>
        <w:rPr>
          <w:i/>
        </w:rPr>
        <w:t>a</w:t>
      </w:r>
      <w:r>
        <w:t xml:space="preserve"> = </w:t>
      </w:r>
      <w:r>
        <w:sym w:font="Symbol" w:char="F02D"/>
      </w:r>
      <w:r>
        <w:t>9.80 m/s</w:t>
      </w:r>
      <w:r>
        <w:rPr>
          <w:rStyle w:val="Super-12"/>
        </w:rPr>
        <w:t>2</w:t>
      </w:r>
      <w:r>
        <w:t>. The acceleration is negative because it points downward, and this direction is the negative direction. The displacement of the diver during the last 1.20 s of the dive is</w:t>
      </w:r>
    </w:p>
    <w:p w:rsidR="00863BC2" w:rsidRDefault="00863BC2" w:rsidP="00863BC2">
      <w:pPr>
        <w:ind w:firstLine="0"/>
      </w:pPr>
    </w:p>
    <w:p w:rsidR="00863BC2" w:rsidRDefault="00863BC2" w:rsidP="00863BC2">
      <w:pPr>
        <w:ind w:left="0" w:firstLine="0"/>
        <w:jc w:val="center"/>
      </w:pPr>
      <w:r w:rsidRPr="00711CD4">
        <w:rPr>
          <w:position w:val="-14"/>
        </w:rPr>
        <w:object w:dxaOrig="7180" w:dyaOrig="460">
          <v:shape id="_x0000_i1282" type="#_x0000_t75" style="width:359.5pt;height:23.5pt" o:ole="">
            <v:imagedata r:id="rId510" o:title=""/>
          </v:shape>
          <o:OLEObject Type="Embed" ProgID="Equation.DSMT4" ShapeID="_x0000_i1282" DrawAspect="Content" ObjectID="_1377284408" r:id="rId511"/>
        </w:object>
      </w:r>
    </w:p>
    <w:p w:rsidR="00863BC2" w:rsidRDefault="00863BC2" w:rsidP="00863BC2">
      <w:pPr>
        <w:ind w:firstLine="0"/>
      </w:pPr>
    </w:p>
    <w:p w:rsidR="00863BC2" w:rsidRDefault="00863BC2" w:rsidP="00863BC2">
      <w:pPr>
        <w:ind w:firstLine="0"/>
      </w:pPr>
      <w:r w:rsidRPr="00711CD4">
        <w:t>The displacement</w:t>
      </w:r>
      <w:r>
        <w:t xml:space="preserve"> of the diver is negative because she is moving downward.</w:t>
      </w:r>
    </w:p>
    <w:p w:rsidR="00863BC2" w:rsidRDefault="00863BC2" w:rsidP="00863BC2">
      <w:pPr>
        <w:ind w:left="0" w:firstLine="0"/>
      </w:pPr>
      <w:r>
        <w:t>______________________________________________________________________________</w:t>
      </w:r>
    </w:p>
    <w:p w:rsidR="00F907D3" w:rsidRDefault="00F907D3" w:rsidP="005B4854"/>
    <w:p w:rsidR="0052475A" w:rsidRDefault="0052475A" w:rsidP="0052475A">
      <w:pPr>
        <w:pStyle w:val="ListParagraph"/>
        <w:tabs>
          <w:tab w:val="left" w:pos="446"/>
        </w:tabs>
        <w:ind w:left="446"/>
        <w:rPr>
          <w:sz w:val="24"/>
          <w:szCs w:val="24"/>
        </w:rPr>
      </w:pPr>
      <w:r>
        <w:rPr>
          <w:sz w:val="24"/>
          <w:szCs w:val="24"/>
        </w:rPr>
        <w:t>56.</w:t>
      </w:r>
      <w:r>
        <w:rPr>
          <w:sz w:val="24"/>
          <w:szCs w:val="24"/>
        </w:rPr>
        <w:tab/>
      </w:r>
      <w:r w:rsidRPr="006A32B6">
        <w:rPr>
          <w:b/>
          <w:i/>
          <w:sz w:val="24"/>
          <w:szCs w:val="24"/>
        </w:rPr>
        <w:t>REASONING</w:t>
      </w:r>
      <w:r w:rsidRPr="006A32B6">
        <w:rPr>
          <w:sz w:val="24"/>
          <w:szCs w:val="24"/>
        </w:rPr>
        <w:t xml:space="preserve">  </w:t>
      </w:r>
      <w:r>
        <w:rPr>
          <w:sz w:val="24"/>
          <w:szCs w:val="24"/>
        </w:rPr>
        <w:t>The ball is initially in free fall, then collides with the pavement and rebounds, which puts it into free fall again, until caught by the boy.  We don’t have enough information to analyze its collision with the pavement, but we’re only asked to calculate the time it spends in the air, undergoing free-fall motion.  The motion can be conveniently divided into three intervals: from release (</w:t>
      </w:r>
      <w:r w:rsidRPr="0025792C">
        <w:rPr>
          <w:i/>
          <w:sz w:val="24"/>
          <w:szCs w:val="24"/>
        </w:rPr>
        <w:t>h</w:t>
      </w:r>
      <w:r w:rsidRPr="0025792C">
        <w:rPr>
          <w:sz w:val="24"/>
          <w:szCs w:val="24"/>
          <w:vertAlign w:val="subscript"/>
        </w:rPr>
        <w:t>1</w:t>
      </w:r>
      <w:r>
        <w:rPr>
          <w:sz w:val="24"/>
          <w:szCs w:val="24"/>
        </w:rPr>
        <w:t> = 9.50 m) to impact, from impact to the second highest point (</w:t>
      </w:r>
      <w:r w:rsidRPr="0025792C">
        <w:rPr>
          <w:i/>
          <w:sz w:val="24"/>
          <w:szCs w:val="24"/>
        </w:rPr>
        <w:t>h</w:t>
      </w:r>
      <w:r>
        <w:rPr>
          <w:sz w:val="24"/>
          <w:szCs w:val="24"/>
          <w:vertAlign w:val="subscript"/>
        </w:rPr>
        <w:t>2</w:t>
      </w:r>
      <w:r>
        <w:rPr>
          <w:sz w:val="24"/>
          <w:szCs w:val="24"/>
        </w:rPr>
        <w:t xml:space="preserve"> = 5.70 m), and from the second highest point to </w:t>
      </w:r>
      <w:r w:rsidRPr="0025792C">
        <w:rPr>
          <w:i/>
          <w:sz w:val="24"/>
          <w:szCs w:val="24"/>
        </w:rPr>
        <w:t>h</w:t>
      </w:r>
      <w:r>
        <w:rPr>
          <w:sz w:val="24"/>
          <w:szCs w:val="24"/>
          <w:vertAlign w:val="subscript"/>
        </w:rPr>
        <w:t>3</w:t>
      </w:r>
      <w:r>
        <w:rPr>
          <w:sz w:val="24"/>
          <w:szCs w:val="24"/>
        </w:rPr>
        <w:t> = 1.20</w:t>
      </w:r>
      <w:r>
        <w:t> </w:t>
      </w:r>
      <w:r>
        <w:rPr>
          <w:sz w:val="24"/>
          <w:szCs w:val="24"/>
        </w:rPr>
        <w:t xml:space="preserve">m above the pavement.  For each of the intervals, the acceleration is that due to gravity.  For the first and last interval, the ball’s initial velocity is zero, so the time to fall a given distance can be found from Equation </w:t>
      </w:r>
      <w:proofErr w:type="gramStart"/>
      <w:r>
        <w:rPr>
          <w:sz w:val="24"/>
          <w:szCs w:val="24"/>
        </w:rPr>
        <w:t xml:space="preserve">2.8 </w:t>
      </w:r>
      <w:proofErr w:type="gramEnd"/>
      <w:r w:rsidRPr="00296123">
        <w:rPr>
          <w:position w:val="-20"/>
          <w:sz w:val="24"/>
          <w:szCs w:val="24"/>
        </w:rPr>
        <w:object w:dxaOrig="1600" w:dyaOrig="520">
          <v:shape id="_x0000_i1283" type="#_x0000_t75" style="width:80.5pt;height:26.5pt" o:ole="">
            <v:imagedata r:id="rId512" o:title=""/>
          </v:shape>
          <o:OLEObject Type="Embed" ProgID="Equation.DSMT4" ShapeID="_x0000_i1283" DrawAspect="Content" ObjectID="_1377284409" r:id="rId513"/>
        </w:object>
      </w:r>
      <w:r>
        <w:rPr>
          <w:sz w:val="24"/>
          <w:szCs w:val="24"/>
        </w:rPr>
        <w:t>.</w:t>
      </w:r>
    </w:p>
    <w:p w:rsidR="0052475A" w:rsidRDefault="0052475A" w:rsidP="0052475A">
      <w:pPr>
        <w:pStyle w:val="ListParagraph"/>
        <w:rPr>
          <w:sz w:val="24"/>
          <w:szCs w:val="24"/>
        </w:rPr>
      </w:pPr>
    </w:p>
    <w:p w:rsidR="0052475A" w:rsidRDefault="0052475A" w:rsidP="0052475A">
      <w:pPr>
        <w:pStyle w:val="ListParagraph"/>
        <w:tabs>
          <w:tab w:val="left" w:pos="446"/>
        </w:tabs>
        <w:ind w:left="446"/>
        <w:rPr>
          <w:sz w:val="24"/>
          <w:szCs w:val="24"/>
        </w:rPr>
      </w:pPr>
      <w:r>
        <w:rPr>
          <w:sz w:val="24"/>
          <w:szCs w:val="24"/>
        </w:rPr>
        <w:tab/>
        <w:t xml:space="preserve">The second interval begins at the pavement and ends at </w:t>
      </w:r>
      <w:r w:rsidRPr="0025792C">
        <w:rPr>
          <w:i/>
          <w:sz w:val="24"/>
          <w:szCs w:val="24"/>
        </w:rPr>
        <w:t>h</w:t>
      </w:r>
      <w:r>
        <w:rPr>
          <w:sz w:val="24"/>
          <w:szCs w:val="24"/>
          <w:vertAlign w:val="subscript"/>
        </w:rPr>
        <w:t>2</w:t>
      </w:r>
      <w:r>
        <w:rPr>
          <w:sz w:val="24"/>
          <w:szCs w:val="24"/>
        </w:rPr>
        <w:t xml:space="preserve">, so the initial velocity isn’t zero.  However, the symmetry of free-fall motion is such that it takes the ball as much time to rise from the ground to a maximum height </w:t>
      </w:r>
      <w:r w:rsidRPr="0025792C">
        <w:rPr>
          <w:i/>
          <w:sz w:val="24"/>
          <w:szCs w:val="24"/>
        </w:rPr>
        <w:t>h</w:t>
      </w:r>
      <w:r>
        <w:rPr>
          <w:sz w:val="24"/>
          <w:szCs w:val="24"/>
          <w:vertAlign w:val="subscript"/>
        </w:rPr>
        <w:t>2</w:t>
      </w:r>
      <w:r>
        <w:rPr>
          <w:sz w:val="24"/>
          <w:szCs w:val="24"/>
        </w:rPr>
        <w:t xml:space="preserve"> as it would take for a ball dropped from </w:t>
      </w:r>
      <w:r w:rsidRPr="0025792C">
        <w:rPr>
          <w:i/>
          <w:sz w:val="24"/>
          <w:szCs w:val="24"/>
        </w:rPr>
        <w:t>h</w:t>
      </w:r>
      <w:r>
        <w:rPr>
          <w:sz w:val="24"/>
          <w:szCs w:val="24"/>
          <w:vertAlign w:val="subscript"/>
        </w:rPr>
        <w:t>2</w:t>
      </w:r>
      <w:r>
        <w:rPr>
          <w:sz w:val="24"/>
          <w:szCs w:val="24"/>
        </w:rPr>
        <w:t xml:space="preserve"> to fall to the pavement, so we can again use Equation 2.8 to find the duration of the second interval.</w:t>
      </w:r>
    </w:p>
    <w:p w:rsidR="0052475A" w:rsidRDefault="0052475A" w:rsidP="0052475A">
      <w:pPr>
        <w:pStyle w:val="ListParagraph"/>
        <w:tabs>
          <w:tab w:val="left" w:pos="446"/>
        </w:tabs>
        <w:ind w:left="446"/>
        <w:rPr>
          <w:sz w:val="24"/>
          <w:szCs w:val="24"/>
        </w:rPr>
      </w:pPr>
      <w:r w:rsidRPr="006A32B6">
        <w:rPr>
          <w:sz w:val="24"/>
          <w:szCs w:val="24"/>
        </w:rPr>
        <w:br/>
      </w:r>
      <w:r w:rsidRPr="006A32B6">
        <w:rPr>
          <w:b/>
          <w:i/>
          <w:sz w:val="24"/>
          <w:szCs w:val="24"/>
        </w:rPr>
        <w:t>SOLUTION</w:t>
      </w:r>
      <w:r w:rsidRPr="006A32B6">
        <w:rPr>
          <w:sz w:val="24"/>
          <w:szCs w:val="24"/>
        </w:rPr>
        <w:t xml:space="preserve">  </w:t>
      </w:r>
      <w:r>
        <w:rPr>
          <w:sz w:val="24"/>
          <w:szCs w:val="24"/>
        </w:rPr>
        <w:t xml:space="preserve">Taking upward as the positive direction, we have </w:t>
      </w:r>
      <w:r w:rsidRPr="009448FF">
        <w:rPr>
          <w:i/>
          <w:sz w:val="24"/>
          <w:szCs w:val="24"/>
        </w:rPr>
        <w:t>a</w:t>
      </w:r>
      <w:r>
        <w:rPr>
          <w:sz w:val="24"/>
          <w:szCs w:val="24"/>
        </w:rPr>
        <w:t xml:space="preserve"> = −9.80 m/s</w:t>
      </w:r>
      <w:r w:rsidRPr="00004C82">
        <w:rPr>
          <w:position w:val="10"/>
          <w:sz w:val="18"/>
          <w:szCs w:val="24"/>
        </w:rPr>
        <w:t>2</w:t>
      </w:r>
      <w:r>
        <w:rPr>
          <w:sz w:val="24"/>
          <w:szCs w:val="24"/>
        </w:rPr>
        <w:t xml:space="preserve"> for the </w:t>
      </w:r>
      <w:r>
        <w:rPr>
          <w:sz w:val="24"/>
          <w:szCs w:val="24"/>
        </w:rPr>
        <w:lastRenderedPageBreak/>
        <w:t xml:space="preserve">acceleration in each of the three intervals.  Furthermore, the initial velocity for each of the intervals is </w:t>
      </w:r>
      <w:r w:rsidRPr="009448FF">
        <w:rPr>
          <w:i/>
          <w:sz w:val="24"/>
          <w:szCs w:val="24"/>
        </w:rPr>
        <w:t>v</w:t>
      </w:r>
      <w:r w:rsidRPr="009448FF">
        <w:rPr>
          <w:sz w:val="24"/>
          <w:szCs w:val="24"/>
          <w:vertAlign w:val="subscript"/>
        </w:rPr>
        <w:t>0</w:t>
      </w:r>
      <w:r>
        <w:rPr>
          <w:sz w:val="24"/>
          <w:szCs w:val="24"/>
        </w:rPr>
        <w:t xml:space="preserve"> = 0 m/s.  Remember, we are using symmetry to treat the second interval as if the ball were dropped from rest at a height of 5.70 m and fell to the pavement.  Using Equation </w:t>
      </w:r>
      <w:proofErr w:type="gramStart"/>
      <w:r>
        <w:rPr>
          <w:sz w:val="24"/>
          <w:szCs w:val="24"/>
        </w:rPr>
        <w:t xml:space="preserve">2.8 </w:t>
      </w:r>
      <w:proofErr w:type="gramEnd"/>
      <w:r w:rsidRPr="00296123">
        <w:rPr>
          <w:position w:val="-20"/>
          <w:sz w:val="24"/>
          <w:szCs w:val="24"/>
        </w:rPr>
        <w:object w:dxaOrig="1600" w:dyaOrig="520">
          <v:shape id="_x0000_i1284" type="#_x0000_t75" style="width:80.5pt;height:26.5pt" o:ole="">
            <v:imagedata r:id="rId512" o:title=""/>
          </v:shape>
          <o:OLEObject Type="Embed" ProgID="Equation.DSMT4" ShapeID="_x0000_i1284" DrawAspect="Content" ObjectID="_1377284410" r:id="rId514"/>
        </w:object>
      </w:r>
      <w:r>
        <w:rPr>
          <w:sz w:val="24"/>
          <w:szCs w:val="24"/>
        </w:rPr>
        <w:t xml:space="preserve">, with </w:t>
      </w:r>
      <w:r w:rsidRPr="009448FF">
        <w:rPr>
          <w:i/>
          <w:sz w:val="24"/>
          <w:szCs w:val="24"/>
        </w:rPr>
        <w:t>v</w:t>
      </w:r>
      <w:r w:rsidRPr="009448FF">
        <w:rPr>
          <w:sz w:val="24"/>
          <w:szCs w:val="24"/>
          <w:vertAlign w:val="subscript"/>
        </w:rPr>
        <w:t>0</w:t>
      </w:r>
      <w:r>
        <w:rPr>
          <w:sz w:val="24"/>
          <w:szCs w:val="24"/>
        </w:rPr>
        <w:t xml:space="preserve"> = 0 m/s, we can solve for the time to find that </w:t>
      </w:r>
    </w:p>
    <w:p w:rsidR="0052475A" w:rsidRDefault="0052475A" w:rsidP="0052475A">
      <w:pPr>
        <w:pStyle w:val="ListParagraph"/>
        <w:rPr>
          <w:sz w:val="24"/>
          <w:szCs w:val="24"/>
        </w:rPr>
      </w:pPr>
    </w:p>
    <w:p w:rsidR="0052475A" w:rsidRDefault="0052475A" w:rsidP="0052475A">
      <w:pPr>
        <w:pStyle w:val="ListParagraph"/>
        <w:jc w:val="center"/>
        <w:rPr>
          <w:sz w:val="24"/>
          <w:szCs w:val="24"/>
        </w:rPr>
      </w:pPr>
      <w:r w:rsidRPr="009448FF">
        <w:rPr>
          <w:position w:val="-26"/>
          <w:sz w:val="24"/>
          <w:szCs w:val="24"/>
        </w:rPr>
        <w:object w:dxaOrig="880" w:dyaOrig="700">
          <v:shape id="_x0000_i1285" type="#_x0000_t75" style="width:44pt;height:35.5pt" o:ole="">
            <v:imagedata r:id="rId515" o:title=""/>
          </v:shape>
          <o:OLEObject Type="Embed" ProgID="Equation.DSMT4" ShapeID="_x0000_i1285" DrawAspect="Content" ObjectID="_1377284411" r:id="rId516"/>
        </w:object>
      </w:r>
    </w:p>
    <w:p w:rsidR="0052475A" w:rsidRDefault="0052475A" w:rsidP="0052475A">
      <w:pPr>
        <w:pStyle w:val="ListParagraph"/>
        <w:ind w:left="1440"/>
        <w:rPr>
          <w:sz w:val="24"/>
          <w:szCs w:val="24"/>
        </w:rPr>
      </w:pPr>
    </w:p>
    <w:p w:rsidR="0052475A" w:rsidRDefault="0052475A" w:rsidP="0052475A">
      <w:pPr>
        <w:pStyle w:val="ListParagraph"/>
        <w:tabs>
          <w:tab w:val="left" w:pos="446"/>
        </w:tabs>
        <w:ind w:left="446"/>
        <w:rPr>
          <w:sz w:val="24"/>
          <w:szCs w:val="24"/>
        </w:rPr>
      </w:pPr>
      <w:r>
        <w:rPr>
          <w:sz w:val="24"/>
          <w:szCs w:val="24"/>
        </w:rPr>
        <w:tab/>
        <w:t>Applying this result to each interval gives the total time as</w:t>
      </w:r>
    </w:p>
    <w:p w:rsidR="0052475A" w:rsidRDefault="0052475A" w:rsidP="0052475A">
      <w:pPr>
        <w:pStyle w:val="ListParagraph"/>
        <w:rPr>
          <w:sz w:val="24"/>
          <w:szCs w:val="24"/>
        </w:rPr>
      </w:pPr>
    </w:p>
    <w:p w:rsidR="0052475A" w:rsidRDefault="0052475A" w:rsidP="0052475A">
      <w:pPr>
        <w:pStyle w:val="ListParagraph"/>
        <w:jc w:val="center"/>
        <w:rPr>
          <w:sz w:val="24"/>
          <w:szCs w:val="24"/>
        </w:rPr>
      </w:pPr>
      <w:r w:rsidRPr="00004C82">
        <w:rPr>
          <w:position w:val="-62"/>
          <w:sz w:val="24"/>
          <w:szCs w:val="24"/>
        </w:rPr>
        <w:object w:dxaOrig="7280" w:dyaOrig="1140">
          <v:shape id="_x0000_i1286" type="#_x0000_t75" style="width:363.5pt;height:57pt" o:ole="">
            <v:imagedata r:id="rId517" o:title=""/>
          </v:shape>
          <o:OLEObject Type="Embed" ProgID="Equation.DSMT4" ShapeID="_x0000_i1286" DrawAspect="Content" ObjectID="_1377284412" r:id="rId518"/>
        </w:object>
      </w:r>
    </w:p>
    <w:p w:rsidR="0052475A" w:rsidRDefault="0052475A" w:rsidP="0052475A">
      <w:pPr>
        <w:pStyle w:val="ListParagraph"/>
        <w:jc w:val="center"/>
        <w:rPr>
          <w:sz w:val="24"/>
          <w:szCs w:val="24"/>
        </w:rPr>
      </w:pPr>
    </w:p>
    <w:p w:rsidR="0052475A" w:rsidRDefault="0052475A" w:rsidP="0052475A">
      <w:pPr>
        <w:pStyle w:val="ListParagraph"/>
        <w:tabs>
          <w:tab w:val="left" w:pos="446"/>
        </w:tabs>
        <w:ind w:left="446"/>
        <w:rPr>
          <w:sz w:val="24"/>
          <w:szCs w:val="24"/>
        </w:rPr>
      </w:pPr>
      <w:r>
        <w:rPr>
          <w:sz w:val="24"/>
          <w:szCs w:val="24"/>
        </w:rPr>
        <w:tab/>
        <w:t xml:space="preserve">Note that the displacement </w:t>
      </w:r>
      <w:r w:rsidRPr="009448FF">
        <w:rPr>
          <w:i/>
          <w:sz w:val="24"/>
          <w:szCs w:val="24"/>
        </w:rPr>
        <w:t>y</w:t>
      </w:r>
      <w:r>
        <w:rPr>
          <w:sz w:val="24"/>
          <w:szCs w:val="24"/>
        </w:rPr>
        <w:t xml:space="preserve"> for each interval is negative, because upward has been designated as the positive direction.</w:t>
      </w:r>
    </w:p>
    <w:p w:rsidR="0052475A" w:rsidRPr="006A32B6" w:rsidRDefault="0052475A" w:rsidP="0052475A">
      <w:pPr>
        <w:pBdr>
          <w:bottom w:val="single" w:sz="4" w:space="1" w:color="auto"/>
        </w:pBdr>
      </w:pPr>
    </w:p>
    <w:p w:rsidR="0052475A" w:rsidRDefault="0052475A" w:rsidP="0052475A">
      <w:pPr>
        <w:ind w:left="0" w:firstLine="0"/>
        <w:jc w:val="left"/>
      </w:pPr>
    </w:p>
    <w:p w:rsidR="005B4854" w:rsidRDefault="00E504A5" w:rsidP="005B4854">
      <w:pPr>
        <w:pStyle w:val="SM6e"/>
      </w:pPr>
      <w:r>
        <w:t>57</w:t>
      </w:r>
      <w:r w:rsidR="005B4854" w:rsidRPr="000F380B">
        <w:t>.</w:t>
      </w:r>
      <w:r w:rsidR="005B4854" w:rsidRPr="000F380B">
        <w:tab/>
      </w:r>
      <w:r w:rsidR="005B4854" w:rsidRPr="000F380B">
        <w:rPr>
          <w:b/>
          <w:i/>
        </w:rPr>
        <w:t>REASONING</w:t>
      </w:r>
      <w:r w:rsidR="005B4854">
        <w:t xml:space="preserve">  To calculate the speed of the raft, it is necessary to determine the distance it travels and the time interval</w:t>
      </w:r>
      <w:r w:rsidR="00F907D3">
        <w:t xml:space="preserve"> over which the motion occurs. </w:t>
      </w:r>
      <w:r w:rsidR="005B4854">
        <w:t>The speed is the distance divided by the time, ac</w:t>
      </w:r>
      <w:r w:rsidR="00F907D3">
        <w:t xml:space="preserve">cording to Equation 2.1. </w:t>
      </w:r>
      <w:r w:rsidR="005B4854">
        <w:t xml:space="preserve">The distance is </w:t>
      </w:r>
      <w:r w:rsidR="005B4854">
        <w:br/>
        <w:t xml:space="preserve">7.00 m </w:t>
      </w:r>
      <w:r w:rsidR="005B4854" w:rsidRPr="000F380B">
        <w:t>–</w:t>
      </w:r>
      <w:r w:rsidR="005B4854">
        <w:t xml:space="preserve"> 4.00 m = 3.00 m.  The time is the time it takes for the stone to fall, which can be obtained from Equation 2.8 </w:t>
      </w:r>
      <w:r w:rsidR="0085363C" w:rsidRPr="0085363C">
        <w:rPr>
          <w:position w:val="-18"/>
        </w:rPr>
        <w:object w:dxaOrig="1660" w:dyaOrig="480">
          <v:shape id="_x0000_i1287" type="#_x0000_t75" style="width:83.5pt;height:24pt" o:ole="">
            <v:imagedata r:id="rId519" o:title=""/>
          </v:shape>
          <o:OLEObject Type="Embed" ProgID="Equation.DSMT4" ShapeID="_x0000_i1287" DrawAspect="Content" ObjectID="_1377284413" r:id="rId520"/>
        </w:object>
      </w:r>
      <w:r w:rsidR="005B4854">
        <w:t xml:space="preserve">, since the displacement </w:t>
      </w:r>
      <w:r w:rsidR="005B4854">
        <w:rPr>
          <w:i/>
        </w:rPr>
        <w:t>y</w:t>
      </w:r>
      <w:r w:rsidR="005B4854">
        <w:t xml:space="preserve">, the initial velocity </w:t>
      </w:r>
      <w:r w:rsidR="005B4854">
        <w:rPr>
          <w:i/>
        </w:rPr>
        <w:t>v</w:t>
      </w:r>
      <w:r w:rsidR="005B4854" w:rsidRPr="004B7D66">
        <w:rPr>
          <w:position w:val="-8"/>
          <w:sz w:val="18"/>
          <w:szCs w:val="18"/>
        </w:rPr>
        <w:t>0</w:t>
      </w:r>
      <w:r w:rsidR="005B4854">
        <w:t xml:space="preserve">, and the acceleration </w:t>
      </w:r>
      <w:r w:rsidR="005B4854">
        <w:rPr>
          <w:i/>
        </w:rPr>
        <w:t>a</w:t>
      </w:r>
      <w:r w:rsidR="005B4854">
        <w:t xml:space="preserve"> are known.</w:t>
      </w:r>
    </w:p>
    <w:p w:rsidR="005B4854" w:rsidRPr="000F380B" w:rsidRDefault="005B4854" w:rsidP="005B4854">
      <w:pPr>
        <w:pStyle w:val="SM6e"/>
      </w:pPr>
    </w:p>
    <w:p w:rsidR="005B4854" w:rsidRPr="00B72C29" w:rsidRDefault="005B4854" w:rsidP="005B4854">
      <w:pPr>
        <w:pStyle w:val="SM6e"/>
      </w:pPr>
      <w:r>
        <w:rPr>
          <w:b/>
          <w:i/>
        </w:rPr>
        <w:tab/>
      </w:r>
      <w:r w:rsidRPr="000F380B">
        <w:rPr>
          <w:b/>
          <w:i/>
        </w:rPr>
        <w:t>SOLUTION</w:t>
      </w:r>
      <w:r w:rsidRPr="000F380B">
        <w:t xml:space="preserve">   During the time </w:t>
      </w:r>
      <w:r w:rsidRPr="000F380B">
        <w:rPr>
          <w:i/>
        </w:rPr>
        <w:t>t</w:t>
      </w:r>
      <w:r w:rsidRPr="000F380B">
        <w:t xml:space="preserve"> that it takes the stone to fall, the raft travels a dis</w:t>
      </w:r>
      <w:r>
        <w:t>tance of 7.00 m – 4.00 m = 3</w:t>
      </w:r>
      <w:r w:rsidRPr="000F380B">
        <w:t xml:space="preserve">.00 m, </w:t>
      </w:r>
      <w:r>
        <w:t>and according to Equation 2.1,</w:t>
      </w:r>
      <w:r w:rsidRPr="000F380B">
        <w:t xml:space="preserve"> its speed is</w:t>
      </w:r>
    </w:p>
    <w:p w:rsidR="005B4854" w:rsidRPr="00B72C29" w:rsidRDefault="005B4854" w:rsidP="005B4854">
      <w:pPr>
        <w:pStyle w:val="SM6e"/>
      </w:pPr>
    </w:p>
    <w:p w:rsidR="005B4854" w:rsidRPr="007D01FD" w:rsidRDefault="0085363C" w:rsidP="005B4854">
      <w:pPr>
        <w:pStyle w:val="SM6e"/>
        <w:jc w:val="center"/>
      </w:pPr>
      <w:r w:rsidRPr="0085363C">
        <w:rPr>
          <w:position w:val="-24"/>
        </w:rPr>
        <w:object w:dxaOrig="1560" w:dyaOrig="620">
          <v:shape id="_x0000_i1288" type="#_x0000_t75" style="width:78pt;height:30.5pt" o:ole="">
            <v:imagedata r:id="rId521" o:title=""/>
          </v:shape>
          <o:OLEObject Type="Embed" ProgID="Equation.DSMT4" ShapeID="_x0000_i1288" DrawAspect="Content" ObjectID="_1377284414" r:id="rId522"/>
        </w:object>
      </w:r>
    </w:p>
    <w:p w:rsidR="005B4854" w:rsidRPr="00B72C29" w:rsidRDefault="005B4854" w:rsidP="005B4854">
      <w:pPr>
        <w:pStyle w:val="SM6e"/>
      </w:pPr>
    </w:p>
    <w:p w:rsidR="005B4854" w:rsidRPr="000F380B" w:rsidRDefault="005B4854" w:rsidP="003A2330">
      <w:pPr>
        <w:pStyle w:val="SM6e"/>
        <w:keepLines/>
      </w:pPr>
      <w:r w:rsidRPr="000F380B">
        <w:tab/>
        <w:t xml:space="preserve">The stone falls downward for a distance of </w:t>
      </w:r>
      <w:r>
        <w:t>75</w:t>
      </w:r>
      <w:r w:rsidR="00B10DEE">
        <w:t>.0 </w:t>
      </w:r>
      <w:r w:rsidRPr="000F380B">
        <w:t xml:space="preserve">m, so its displacement is </w:t>
      </w:r>
      <w:r>
        <w:br/>
      </w:r>
      <w:r w:rsidRPr="007D01FD">
        <w:rPr>
          <w:i/>
        </w:rPr>
        <w:t>y</w:t>
      </w:r>
      <w:r>
        <w:t xml:space="preserve"> = –75</w:t>
      </w:r>
      <w:r w:rsidRPr="000F380B">
        <w:t>.0 m, where the downward direction is taken to be the negative direction. Equation 2.8 can be used to find the time of fall.</w:t>
      </w:r>
      <w:r>
        <w:t xml:space="preserve"> </w:t>
      </w:r>
      <w:r w:rsidRPr="000F380B">
        <w:t xml:space="preserve"> Setting </w:t>
      </w:r>
      <w:r w:rsidRPr="000F380B">
        <w:rPr>
          <w:i/>
        </w:rPr>
        <w:t>v</w:t>
      </w:r>
      <w:r w:rsidRPr="004B7D66">
        <w:rPr>
          <w:position w:val="-8"/>
          <w:sz w:val="18"/>
          <w:szCs w:val="18"/>
        </w:rPr>
        <w:t>0</w:t>
      </w:r>
      <w:r w:rsidRPr="000F380B">
        <w:t xml:space="preserve"> = 0 m/s, and solving Equation 2.8 for the time </w:t>
      </w:r>
      <w:r w:rsidRPr="000F380B">
        <w:rPr>
          <w:i/>
        </w:rPr>
        <w:t>t</w:t>
      </w:r>
      <w:r w:rsidRPr="000F380B">
        <w:t xml:space="preserve">, we have </w:t>
      </w:r>
    </w:p>
    <w:p w:rsidR="005B4854" w:rsidRPr="000F380B" w:rsidRDefault="0085363C" w:rsidP="005B4854">
      <w:pPr>
        <w:pStyle w:val="SM6e"/>
        <w:jc w:val="center"/>
      </w:pPr>
      <w:r w:rsidRPr="0085363C">
        <w:rPr>
          <w:position w:val="-34"/>
        </w:rPr>
        <w:object w:dxaOrig="3240" w:dyaOrig="820">
          <v:shape id="_x0000_i1289" type="#_x0000_t75" style="width:162.5pt;height:41.5pt" o:ole="">
            <v:imagedata r:id="rId523" o:title=""/>
          </v:shape>
          <o:OLEObject Type="Embed" ProgID="Equation.DSMT4" ShapeID="_x0000_i1289" DrawAspect="Content" ObjectID="_1377284415" r:id="rId524"/>
        </w:object>
      </w:r>
    </w:p>
    <w:p w:rsidR="005B4854" w:rsidRPr="00B72C29" w:rsidRDefault="005B4854" w:rsidP="005B4854">
      <w:pPr>
        <w:pStyle w:val="SM6e"/>
      </w:pPr>
    </w:p>
    <w:p w:rsidR="005B4854" w:rsidRPr="00B72C29" w:rsidRDefault="005B4854" w:rsidP="005B4854">
      <w:pPr>
        <w:pStyle w:val="SM6e"/>
      </w:pPr>
      <w:r w:rsidRPr="000F380B">
        <w:tab/>
        <w:t>The</w:t>
      </w:r>
      <w:r>
        <w:t>refore, the</w:t>
      </w:r>
      <w:r w:rsidRPr="000F380B">
        <w:t xml:space="preserve"> speed of the raft is</w:t>
      </w:r>
    </w:p>
    <w:p w:rsidR="005B4854" w:rsidRPr="00B72C29" w:rsidRDefault="005B4854" w:rsidP="005B4854">
      <w:pPr>
        <w:pStyle w:val="SM6e"/>
      </w:pPr>
    </w:p>
    <w:p w:rsidR="005B4854" w:rsidRDefault="0085363C" w:rsidP="005B4854">
      <w:pPr>
        <w:pStyle w:val="SM6e"/>
        <w:jc w:val="center"/>
      </w:pPr>
      <w:r w:rsidRPr="0085363C">
        <w:rPr>
          <w:position w:val="-24"/>
        </w:rPr>
        <w:object w:dxaOrig="3000" w:dyaOrig="620">
          <v:shape id="_x0000_i1290" type="#_x0000_t75" style="width:150pt;height:30.5pt" o:ole="">
            <v:imagedata r:id="rId525" o:title=""/>
          </v:shape>
          <o:OLEObject Type="Embed" ProgID="Equation.DSMT4" ShapeID="_x0000_i1290" DrawAspect="Content" ObjectID="_1377284416" r:id="rId526"/>
        </w:object>
      </w:r>
    </w:p>
    <w:p w:rsidR="005B4854" w:rsidRDefault="005B4854" w:rsidP="005B4854">
      <w:pPr>
        <w:pStyle w:val="SM6e"/>
        <w:jc w:val="center"/>
      </w:pPr>
    </w:p>
    <w:p w:rsidR="005B4854" w:rsidRPr="00B72C29" w:rsidRDefault="005B4854" w:rsidP="005B4854">
      <w:pPr>
        <w:pStyle w:val="SM6e"/>
        <w:pBdr>
          <w:top w:val="single" w:sz="4" w:space="1" w:color="auto"/>
        </w:pBdr>
        <w:jc w:val="center"/>
      </w:pPr>
    </w:p>
    <w:p w:rsidR="00654098" w:rsidRDefault="00654098" w:rsidP="00654098">
      <w:pPr>
        <w:pStyle w:val="SM6e"/>
      </w:pPr>
      <w:r>
        <w:t>58.</w:t>
      </w:r>
      <w:r>
        <w:tab/>
      </w:r>
      <w:r>
        <w:rPr>
          <w:b/>
          <w:i/>
        </w:rPr>
        <w:t>REASONING</w:t>
      </w:r>
    </w:p>
    <w:p w:rsidR="00654098" w:rsidRDefault="00654098" w:rsidP="00654098">
      <w:pPr>
        <w:pStyle w:val="SM6e"/>
      </w:pPr>
      <w:r>
        <w:tab/>
        <w:t xml:space="preserve">The stone that is thrown upward loses speed on the way up.  The stone that is thrown downward gains speed on the way down.  The stones cross paths below the point that corresponds to half the height of the cliff.  To see why, consider where they would cross paths if they each maintained their initial speed as they moved.  Then, they would cross paths exactly at the halfway point.  However, the stone traveling upward begins immediately to lose speed, while the stone traveling downward immediately gains speed.  Thus, the upward moving stone travels more slowly than the downward moving stone.  Consequently, the stone thrown downward has traveled farther when it reaches the crossing point than the stone thrown upward.  </w:t>
      </w:r>
    </w:p>
    <w:p w:rsidR="00654098" w:rsidRDefault="00654098" w:rsidP="00654098">
      <w:pPr>
        <w:pStyle w:val="SM6e"/>
      </w:pPr>
    </w:p>
    <w:p w:rsidR="00654098" w:rsidRDefault="00654098" w:rsidP="00654098">
      <w:pPr>
        <w:pStyle w:val="SM6e"/>
        <w:tabs>
          <w:tab w:val="left" w:pos="446"/>
        </w:tabs>
        <w:ind w:left="446" w:hanging="446"/>
      </w:pPr>
      <w:r>
        <w:tab/>
        <w:t xml:space="preserve">The initial velocity </w:t>
      </w:r>
      <w:r w:rsidRPr="00C01CA8">
        <w:rPr>
          <w:i/>
        </w:rPr>
        <w:t>v</w:t>
      </w:r>
      <w:r w:rsidRPr="004B7D66">
        <w:rPr>
          <w:position w:val="-8"/>
          <w:sz w:val="18"/>
          <w:szCs w:val="18"/>
        </w:rPr>
        <w:t>0</w:t>
      </w:r>
      <w:r>
        <w:t xml:space="preserve"> is known for both stones, as is the acceleration </w:t>
      </w:r>
      <w:r w:rsidRPr="00C01CA8">
        <w:rPr>
          <w:i/>
        </w:rPr>
        <w:t>a</w:t>
      </w:r>
      <w:r>
        <w:t xml:space="preserve"> due to gravity.  In addition, we know that at the crossing point the stones are at the same place at the same time </w:t>
      </w:r>
      <w:r w:rsidRPr="00C01CA8">
        <w:rPr>
          <w:i/>
        </w:rPr>
        <w:t>t</w:t>
      </w:r>
      <w:r>
        <w:t xml:space="preserve">.  Furthermore, the position of each stone is specified by its displacement </w:t>
      </w:r>
      <w:r w:rsidRPr="00C01CA8">
        <w:rPr>
          <w:i/>
        </w:rPr>
        <w:t>y</w:t>
      </w:r>
      <w:r>
        <w:t xml:space="preserve"> from its starting point.  The equation of kinematics that relates the variables </w:t>
      </w:r>
      <w:r w:rsidRPr="00C01CA8">
        <w:rPr>
          <w:i/>
        </w:rPr>
        <w:t>v</w:t>
      </w:r>
      <w:r w:rsidRPr="004B7D66">
        <w:rPr>
          <w:position w:val="-8"/>
          <w:sz w:val="18"/>
          <w:szCs w:val="18"/>
        </w:rPr>
        <w:t>0</w:t>
      </w:r>
      <w:r>
        <w:t xml:space="preserve">, </w:t>
      </w:r>
      <w:r w:rsidRPr="00C01CA8">
        <w:rPr>
          <w:i/>
        </w:rPr>
        <w:t>a</w:t>
      </w:r>
      <w:r>
        <w:t xml:space="preserve">, </w:t>
      </w:r>
      <w:r w:rsidRPr="00C01CA8">
        <w:rPr>
          <w:i/>
        </w:rPr>
        <w:t>t</w:t>
      </w:r>
      <w:r>
        <w:t xml:space="preserve"> and </w:t>
      </w:r>
      <w:r w:rsidRPr="00C01CA8">
        <w:rPr>
          <w:i/>
        </w:rPr>
        <w:t>y</w:t>
      </w:r>
      <w:r>
        <w:t xml:space="preserve"> is Equation </w:t>
      </w:r>
      <w:proofErr w:type="gramStart"/>
      <w:r>
        <w:t xml:space="preserve">2.8 </w:t>
      </w:r>
      <w:proofErr w:type="gramEnd"/>
      <w:r w:rsidRPr="0085363C">
        <w:rPr>
          <w:position w:val="-18"/>
        </w:rPr>
        <w:object w:dxaOrig="1600" w:dyaOrig="480">
          <v:shape id="_x0000_i1291" type="#_x0000_t75" style="width:80.5pt;height:24pt" o:ole="">
            <v:imagedata r:id="rId527" o:title=""/>
          </v:shape>
          <o:OLEObject Type="Embed" ProgID="Equation.DSMT4" ShapeID="_x0000_i1291" DrawAspect="Content" ObjectID="_1377284417" r:id="rId528"/>
        </w:object>
      </w:r>
      <w:r>
        <w:t xml:space="preserve">, and we will use it in our solution.  In using this equation, we will assume upward to be the positive direction.  </w:t>
      </w:r>
    </w:p>
    <w:p w:rsidR="00654098" w:rsidRDefault="00654098" w:rsidP="00654098">
      <w:pPr>
        <w:pStyle w:val="SM6e"/>
      </w:pPr>
    </w:p>
    <w:p w:rsidR="00654098" w:rsidRDefault="00654098" w:rsidP="00654098">
      <w:pPr>
        <w:pStyle w:val="SM6e"/>
      </w:pPr>
      <w:r>
        <w:tab/>
      </w:r>
      <w:r>
        <w:rPr>
          <w:b/>
          <w:i/>
        </w:rPr>
        <w:t>SOLUTION</w:t>
      </w:r>
      <w:r>
        <w:t xml:space="preserve">  Applying Equation 2.8 to each stone, we have</w:t>
      </w:r>
    </w:p>
    <w:p w:rsidR="00654098" w:rsidRDefault="00654098" w:rsidP="00654098">
      <w:pPr>
        <w:pStyle w:val="SM6e"/>
      </w:pPr>
    </w:p>
    <w:p w:rsidR="00654098" w:rsidRDefault="00654098" w:rsidP="00654098">
      <w:pPr>
        <w:pStyle w:val="MTDisplayEquation"/>
        <w:jc w:val="center"/>
      </w:pPr>
      <w:r w:rsidRPr="0085363C">
        <w:rPr>
          <w:position w:val="-50"/>
        </w:rPr>
        <w:object w:dxaOrig="4980" w:dyaOrig="800">
          <v:shape id="_x0000_i1292" type="#_x0000_t75" style="width:249pt;height:39.5pt" o:ole="">
            <v:imagedata r:id="rId529" o:title=""/>
          </v:shape>
          <o:OLEObject Type="Embed" ProgID="Equation.DSMT4" ShapeID="_x0000_i1292" DrawAspect="Content" ObjectID="_1377284418" r:id="rId530"/>
        </w:object>
      </w:r>
    </w:p>
    <w:p w:rsidR="00654098" w:rsidRDefault="00654098" w:rsidP="00654098">
      <w:pPr>
        <w:pStyle w:val="SM6e"/>
        <w:keepNext/>
        <w:keepLines/>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5850"/>
        <w:gridCol w:w="2340"/>
      </w:tblGrid>
      <w:tr w:rsidR="00654098" w:rsidTr="00C52E98">
        <w:tc>
          <w:tcPr>
            <w:tcW w:w="5850" w:type="dxa"/>
            <w:shd w:val="clear" w:color="auto" w:fill="auto"/>
          </w:tcPr>
          <w:p w:rsidR="00654098" w:rsidRDefault="00654098" w:rsidP="00C52E98">
            <w:pPr>
              <w:pStyle w:val="SM6e"/>
              <w:keepNext/>
              <w:keepLines/>
              <w:spacing w:line="240" w:lineRule="auto"/>
              <w:ind w:left="0" w:firstLine="0"/>
            </w:pPr>
            <w:r>
              <w:t xml:space="preserve">In these expressions </w:t>
            </w:r>
            <w:r>
              <w:rPr>
                <w:i/>
              </w:rPr>
              <w:t>t</w:t>
            </w:r>
            <w:r>
              <w:t xml:space="preserve"> is the time it takes for either stone to reach the crossing point, and </w:t>
            </w:r>
            <w:proofErr w:type="gramStart"/>
            <w:r>
              <w:rPr>
                <w:i/>
              </w:rPr>
              <w:t>a</w:t>
            </w:r>
            <w:r>
              <w:t xml:space="preserve"> is</w:t>
            </w:r>
            <w:proofErr w:type="gramEnd"/>
            <w:r>
              <w:t xml:space="preserve"> the acceleration due to gravity.  Note that </w:t>
            </w:r>
            <w:r>
              <w:rPr>
                <w:i/>
              </w:rPr>
              <w:t>y</w:t>
            </w:r>
            <w:r w:rsidRPr="004B7D66">
              <w:rPr>
                <w:position w:val="-8"/>
                <w:sz w:val="18"/>
                <w:szCs w:val="18"/>
              </w:rPr>
              <w:t>up</w:t>
            </w:r>
            <w:r>
              <w:t xml:space="preserve"> is the displacement of the upward moving stone above the base of the cliff, </w:t>
            </w:r>
            <w:r>
              <w:rPr>
                <w:i/>
              </w:rPr>
              <w:t>y</w:t>
            </w:r>
            <w:r w:rsidRPr="004B7D66">
              <w:rPr>
                <w:position w:val="-8"/>
                <w:sz w:val="18"/>
                <w:szCs w:val="18"/>
              </w:rPr>
              <w:t>down</w:t>
            </w:r>
            <w:r>
              <w:t xml:space="preserve"> is the displacement of the downward moving stone below the top of the cliff, and </w:t>
            </w:r>
            <w:r>
              <w:rPr>
                <w:i/>
              </w:rPr>
              <w:t>H</w:t>
            </w:r>
            <w:r>
              <w:t xml:space="preserve"> is the displacement of the cliff-top above the base of the cliff, as the drawing shows.  The</w:t>
            </w:r>
          </w:p>
        </w:tc>
        <w:tc>
          <w:tcPr>
            <w:tcW w:w="2340" w:type="dxa"/>
            <w:shd w:val="clear" w:color="auto" w:fill="auto"/>
          </w:tcPr>
          <w:p w:rsidR="00654098" w:rsidRDefault="00AE1B27" w:rsidP="00C52E98">
            <w:pPr>
              <w:pStyle w:val="SM6e"/>
              <w:keepNext/>
              <w:keepLines/>
              <w:spacing w:line="240" w:lineRule="auto"/>
              <w:ind w:left="0" w:firstLine="0"/>
            </w:pPr>
            <w:r>
              <w:pict>
                <v:group id="_x0000_s5582" editas="canvas" style="width:113.95pt;height:98.65pt;mso-position-horizontal-relative:char;mso-position-vertical-relative:line" coordorigin="4891,10441" coordsize="3896,3373">
                  <o:lock v:ext="edit" aspectratio="t"/>
                  <v:shape id="_x0000_s5583" type="#_x0000_t75" style="position:absolute;left:4891;top:10441;width:3896;height:3373" o:preferrelative="f">
                    <v:fill o:detectmouseclick="t"/>
                    <v:path o:extrusionok="t" o:connecttype="none"/>
                    <o:lock v:ext="edit" text="t"/>
                  </v:shape>
                  <v:group id="_x0000_s5584" style="position:absolute;left:4891;top:10657;width:3596;height:2947" coordorigin="4891,10657" coordsize="3596,2947">
                    <v:line id="_x0000_s5585" style="position:absolute" from="6007,10677" to="6007,13582" strokeweight="2.25pt">
                      <v:stroke startarrow="block"/>
                    </v:line>
                    <v:group id="_x0000_s5586" style="position:absolute;left:4891;top:10657;width:3596;height:2925" coordorigin="4891,10657" coordsize="3596,2924">
                      <v:line id="_x0000_s5587" style="position:absolute" from="4891,10657" to="6573,10677"/>
                      <v:line id="_x0000_s5588" style="position:absolute" from="6552,10696" to="6573,13578"/>
                      <v:line id="_x0000_s5589" style="position:absolute" from="4891,13580" to="8487,13581"/>
                    </v:group>
                    <v:line id="_x0000_s5590" style="position:absolute;flip:x" from="6744,12426" to="6745,13604" strokeweight="2.25pt">
                      <v:stroke startarrow="block"/>
                    </v:line>
                    <v:line id="_x0000_s5591" style="position:absolute;flip:y" from="6744,10676" to="6745,12423" strokeweight="2.25pt">
                      <v:stroke startarrow="block"/>
                    </v:line>
                    <v:shape id="_x0000_s5592" type="#_x0000_t202" style="position:absolute;left:6870;top:11331;width:947;height:586" filled="f" stroked="f">
                      <v:textbox inset="0,0,0,0">
                        <w:txbxContent>
                          <w:p w:rsidR="001D7FB8" w:rsidRPr="0099616F" w:rsidRDefault="001D7FB8" w:rsidP="00654098">
                            <w:pPr>
                              <w:rPr>
                                <w:sz w:val="20"/>
                              </w:rPr>
                            </w:pPr>
                            <w:proofErr w:type="gramStart"/>
                            <w:r w:rsidRPr="0099616F">
                              <w:rPr>
                                <w:i/>
                                <w:sz w:val="20"/>
                              </w:rPr>
                              <w:t>y</w:t>
                            </w:r>
                            <w:r w:rsidRPr="004B7D66">
                              <w:rPr>
                                <w:position w:val="-8"/>
                                <w:sz w:val="18"/>
                                <w:szCs w:val="18"/>
                              </w:rPr>
                              <w:t>down</w:t>
                            </w:r>
                            <w:proofErr w:type="gramEnd"/>
                          </w:p>
                        </w:txbxContent>
                      </v:textbox>
                    </v:shape>
                    <v:shape id="_x0000_s5593" type="#_x0000_t202" style="position:absolute;left:6880;top:12772;width:694;height:586" filled="f" stroked="f">
                      <v:textbox inset="0,0,0,0">
                        <w:txbxContent>
                          <w:p w:rsidR="001D7FB8" w:rsidRPr="0099616F" w:rsidRDefault="001D7FB8" w:rsidP="00654098">
                            <w:pPr>
                              <w:rPr>
                                <w:sz w:val="20"/>
                              </w:rPr>
                            </w:pPr>
                            <w:proofErr w:type="gramStart"/>
                            <w:r w:rsidRPr="0099616F">
                              <w:rPr>
                                <w:i/>
                                <w:sz w:val="20"/>
                              </w:rPr>
                              <w:t>y</w:t>
                            </w:r>
                            <w:r w:rsidRPr="004B7D66">
                              <w:rPr>
                                <w:position w:val="-8"/>
                                <w:sz w:val="18"/>
                                <w:szCs w:val="18"/>
                              </w:rPr>
                              <w:t>up</w:t>
                            </w:r>
                            <w:proofErr w:type="gramEnd"/>
                          </w:p>
                        </w:txbxContent>
                      </v:textbox>
                    </v:shape>
                    <v:shape id="_x0000_s5594" type="#_x0000_t202" style="position:absolute;left:5491;top:11887;width:441;height:481" stroked="f">
                      <v:textbox inset="0,0,0,0">
                        <w:txbxContent>
                          <w:p w:rsidR="001D7FB8" w:rsidRPr="0099616F" w:rsidRDefault="001D7FB8" w:rsidP="00654098">
                            <w:pPr>
                              <w:rPr>
                                <w:sz w:val="20"/>
                              </w:rPr>
                            </w:pPr>
                            <w:r>
                              <w:rPr>
                                <w:i/>
                                <w:sz w:val="20"/>
                              </w:rPr>
                              <w:t>H</w:t>
                            </w:r>
                          </w:p>
                        </w:txbxContent>
                      </v:textbox>
                    </v:shape>
                  </v:group>
                  <w10:wrap type="none" side="left"/>
                  <w10:anchorlock/>
                </v:group>
              </w:pict>
            </w:r>
          </w:p>
        </w:tc>
      </w:tr>
    </w:tbl>
    <w:p w:rsidR="00654098" w:rsidRDefault="00654098" w:rsidP="00654098">
      <w:pPr>
        <w:pStyle w:val="SM6e"/>
        <w:keepNext/>
        <w:keepLines/>
        <w:ind w:left="540" w:firstLine="0"/>
      </w:pPr>
      <w:proofErr w:type="gramStart"/>
      <w:r>
        <w:t>distances</w:t>
      </w:r>
      <w:proofErr w:type="gramEnd"/>
      <w:r>
        <w:t xml:space="preserve"> above and below the crossing point must add to equal the height of the cliff, so we have</w:t>
      </w:r>
    </w:p>
    <w:p w:rsidR="00654098" w:rsidRDefault="00654098" w:rsidP="00654098">
      <w:pPr>
        <w:pStyle w:val="MTDisplayEquation"/>
        <w:jc w:val="center"/>
      </w:pPr>
      <w:r w:rsidRPr="0085363C">
        <w:rPr>
          <w:position w:val="-18"/>
        </w:rPr>
        <w:object w:dxaOrig="1640" w:dyaOrig="420">
          <v:shape id="_x0000_i1293" type="#_x0000_t75" style="width:81.5pt;height:21pt" o:ole="">
            <v:imagedata r:id="rId531" o:title=""/>
          </v:shape>
          <o:OLEObject Type="Embed" ProgID="Equation.DSMT4" ShapeID="_x0000_i1293" DrawAspect="Content" ObjectID="_1377284419" r:id="rId532"/>
        </w:object>
      </w:r>
    </w:p>
    <w:p w:rsidR="00654098" w:rsidRPr="00C01CA8" w:rsidRDefault="00654098" w:rsidP="00654098">
      <w:pPr>
        <w:pStyle w:val="SM6e"/>
      </w:pPr>
    </w:p>
    <w:p w:rsidR="00654098" w:rsidRDefault="00654098" w:rsidP="00654098">
      <w:pPr>
        <w:pStyle w:val="SM6e"/>
      </w:pPr>
      <w:r>
        <w:tab/>
      </w:r>
      <w:proofErr w:type="gramStart"/>
      <w:r>
        <w:t>where</w:t>
      </w:r>
      <w:proofErr w:type="gramEnd"/>
      <w:r>
        <w:t xml:space="preserve"> the minus sign appears because the displacement </w:t>
      </w:r>
      <w:r>
        <w:rPr>
          <w:i/>
        </w:rPr>
        <w:t>y</w:t>
      </w:r>
      <w:r w:rsidRPr="004B7D66">
        <w:rPr>
          <w:position w:val="-8"/>
          <w:sz w:val="18"/>
          <w:szCs w:val="18"/>
        </w:rPr>
        <w:t>down</w:t>
      </w:r>
      <w:r>
        <w:t xml:space="preserve"> points in the negative direction.  Substituting the two expressions for </w:t>
      </w:r>
      <w:r>
        <w:rPr>
          <w:i/>
        </w:rPr>
        <w:t>y</w:t>
      </w:r>
      <w:r w:rsidRPr="004B7D66">
        <w:rPr>
          <w:position w:val="-8"/>
          <w:sz w:val="18"/>
          <w:szCs w:val="18"/>
        </w:rPr>
        <w:t>up</w:t>
      </w:r>
      <w:r>
        <w:t xml:space="preserve"> and </w:t>
      </w:r>
      <w:r>
        <w:rPr>
          <w:i/>
        </w:rPr>
        <w:t>y</w:t>
      </w:r>
      <w:r w:rsidRPr="004B7D66">
        <w:rPr>
          <w:position w:val="-8"/>
          <w:sz w:val="18"/>
          <w:szCs w:val="18"/>
        </w:rPr>
        <w:t>down</w:t>
      </w:r>
      <w:r>
        <w:t xml:space="preserve"> into this equation gives</w:t>
      </w:r>
    </w:p>
    <w:p w:rsidR="00654098" w:rsidRPr="00615F3A" w:rsidRDefault="00654098" w:rsidP="00654098">
      <w:pPr>
        <w:pStyle w:val="SM6e"/>
      </w:pPr>
    </w:p>
    <w:p w:rsidR="00654098" w:rsidRDefault="00654098" w:rsidP="00654098">
      <w:pPr>
        <w:pStyle w:val="SM6e"/>
        <w:jc w:val="center"/>
      </w:pPr>
      <w:r w:rsidRPr="0085363C">
        <w:rPr>
          <w:position w:val="-18"/>
        </w:rPr>
        <w:object w:dxaOrig="3440" w:dyaOrig="480">
          <v:shape id="_x0000_i1294" type="#_x0000_t75" style="width:173pt;height:24pt" o:ole="">
            <v:imagedata r:id="rId533" o:title=""/>
          </v:shape>
          <o:OLEObject Type="Embed" ProgID="Equation.DSMT4" ShapeID="_x0000_i1294" DrawAspect="Content" ObjectID="_1377284420" r:id="rId534"/>
        </w:object>
      </w:r>
    </w:p>
    <w:p w:rsidR="00654098" w:rsidRDefault="00654098" w:rsidP="00654098">
      <w:pPr>
        <w:pStyle w:val="SM6e"/>
      </w:pPr>
    </w:p>
    <w:p w:rsidR="00654098" w:rsidRDefault="00654098" w:rsidP="00654098">
      <w:pPr>
        <w:pStyle w:val="SM6e"/>
      </w:pPr>
      <w:r>
        <w:tab/>
        <w:t xml:space="preserve">This equation can be solved for </w:t>
      </w:r>
      <w:r>
        <w:rPr>
          <w:i/>
        </w:rPr>
        <w:t>t</w:t>
      </w:r>
      <w:r>
        <w:t xml:space="preserve"> to show that the travel time to the crossing point is</w:t>
      </w:r>
    </w:p>
    <w:p w:rsidR="00654098" w:rsidRDefault="00654098" w:rsidP="00654098">
      <w:pPr>
        <w:pStyle w:val="SM6e"/>
      </w:pPr>
    </w:p>
    <w:p w:rsidR="00654098" w:rsidRDefault="00654098" w:rsidP="00654098">
      <w:pPr>
        <w:pStyle w:val="MTDisplayEquation"/>
        <w:jc w:val="center"/>
      </w:pPr>
      <w:r w:rsidRPr="0085363C">
        <w:rPr>
          <w:position w:val="-36"/>
        </w:rPr>
        <w:object w:dxaOrig="1500" w:dyaOrig="740">
          <v:shape id="_x0000_i1295" type="#_x0000_t75" style="width:75pt;height:36.5pt" o:ole="">
            <v:imagedata r:id="rId535" o:title=""/>
          </v:shape>
          <o:OLEObject Type="Embed" ProgID="Equation.DSMT4" ShapeID="_x0000_i1295" DrawAspect="Content" ObjectID="_1377284421" r:id="rId536"/>
        </w:object>
      </w:r>
    </w:p>
    <w:p w:rsidR="00654098" w:rsidRPr="005D7018" w:rsidRDefault="00654098" w:rsidP="00654098">
      <w:pPr>
        <w:pStyle w:val="SM6e"/>
      </w:pPr>
    </w:p>
    <w:p w:rsidR="00654098" w:rsidRPr="005D7018" w:rsidRDefault="00654098" w:rsidP="00654098">
      <w:pPr>
        <w:pStyle w:val="SM6e"/>
      </w:pPr>
      <w:r>
        <w:tab/>
        <w:t xml:space="preserve">Substituting this result into the expression from Equation 2.8 for </w:t>
      </w:r>
      <w:r>
        <w:rPr>
          <w:i/>
        </w:rPr>
        <w:t>y</w:t>
      </w:r>
      <w:r w:rsidRPr="004B7D66">
        <w:rPr>
          <w:position w:val="-8"/>
          <w:sz w:val="18"/>
          <w:szCs w:val="18"/>
        </w:rPr>
        <w:t>up</w:t>
      </w:r>
      <w:r>
        <w:t xml:space="preserve"> gives</w:t>
      </w:r>
    </w:p>
    <w:p w:rsidR="00654098" w:rsidRDefault="00654098" w:rsidP="00654098">
      <w:pPr>
        <w:pStyle w:val="SM6e"/>
      </w:pPr>
    </w:p>
    <w:p w:rsidR="00654098" w:rsidRDefault="00654098" w:rsidP="00654098">
      <w:pPr>
        <w:pStyle w:val="SM6e"/>
        <w:jc w:val="center"/>
      </w:pPr>
      <w:r w:rsidRPr="0085363C">
        <w:rPr>
          <w:position w:val="-76"/>
        </w:rPr>
        <w:object w:dxaOrig="8380" w:dyaOrig="2360">
          <v:shape id="_x0000_i1296" type="#_x0000_t75" style="width:419pt;height:117.5pt" o:ole="">
            <v:imagedata r:id="rId537" o:title=""/>
          </v:shape>
          <o:OLEObject Type="Embed" ProgID="Equation.DSMT4" ShapeID="_x0000_i1296" DrawAspect="Content" ObjectID="_1377284422" r:id="rId538"/>
        </w:object>
      </w:r>
    </w:p>
    <w:p w:rsidR="00654098" w:rsidRDefault="00654098" w:rsidP="00654098">
      <w:pPr>
        <w:pStyle w:val="SM6e"/>
      </w:pPr>
    </w:p>
    <w:p w:rsidR="00654098" w:rsidRDefault="00654098" w:rsidP="00654098">
      <w:pPr>
        <w:pStyle w:val="SM6e"/>
      </w:pPr>
      <w:r>
        <w:tab/>
        <w:t xml:space="preserve">Thus, the crossing is located a distance of </w:t>
      </w:r>
      <w:r w:rsidRPr="00244AFC">
        <w:rPr>
          <w:position w:val="-10"/>
        </w:rPr>
        <w:object w:dxaOrig="859" w:dyaOrig="380">
          <v:shape id="_x0000_i1297" type="#_x0000_t75" style="width:44pt;height:18pt" o:ole="">
            <v:imagedata r:id="rId539" o:title=""/>
          </v:shape>
          <o:OLEObject Type="Embed" ProgID="Equation.DSMT4" ShapeID="_x0000_i1297" DrawAspect="Content" ObjectID="_1377284423" r:id="rId540"/>
        </w:object>
      </w:r>
      <w:r>
        <w:t xml:space="preserve"> above the base of the cliff, which is below the halfway point of 3.00 m, as expected.</w:t>
      </w:r>
    </w:p>
    <w:p w:rsidR="00654098" w:rsidRDefault="00654098" w:rsidP="00654098">
      <w:pPr>
        <w:pStyle w:val="SM6e"/>
      </w:pPr>
    </w:p>
    <w:p w:rsidR="00654098" w:rsidRDefault="00654098" w:rsidP="00654098">
      <w:pPr>
        <w:pStyle w:val="SM6e"/>
        <w:pBdr>
          <w:top w:val="single" w:sz="4" w:space="1" w:color="auto"/>
        </w:pBdr>
      </w:pPr>
    </w:p>
    <w:p w:rsidR="00147D98" w:rsidRPr="009E20BB" w:rsidRDefault="0014269B" w:rsidP="00147D98">
      <w:pPr>
        <w:keepNext/>
      </w:pPr>
      <w:r>
        <w:t>59</w:t>
      </w:r>
      <w:r w:rsidR="00147D98">
        <w:t>.</w:t>
      </w:r>
      <w:r w:rsidR="00147D98">
        <w:tab/>
      </w:r>
      <w:r w:rsidR="00F46FF1" w:rsidRPr="00C7699A">
        <w:rPr>
          <w:position w:val="-10"/>
        </w:rPr>
        <w:object w:dxaOrig="680" w:dyaOrig="380">
          <v:shape id="_x0000_i1298" type="#_x0000_t75" style="width:33.5pt;height:18pt" o:ole="">
            <v:imagedata r:id="rId196" o:title=""/>
          </v:shape>
          <o:OLEObject Type="Embed" ProgID="Equation.DSMT4" ShapeID="_x0000_i1298" DrawAspect="Content" ObjectID="_1377284424" r:id="rId541"/>
        </w:object>
      </w:r>
      <w:r w:rsidR="00F46FF1">
        <w:t xml:space="preserve"> </w:t>
      </w:r>
      <w:r w:rsidR="00147D98">
        <w:rPr>
          <w:b/>
          <w:i/>
        </w:rPr>
        <w:t>REASONING AND SOLUTION</w:t>
      </w:r>
    </w:p>
    <w:p w:rsidR="00147D98" w:rsidRDefault="00147D98" w:rsidP="00147D98">
      <w:r>
        <w:tab/>
        <w:t xml:space="preserve">a.  We can use Equation 2.9 to obtain the speed acquired as she falls through the distance </w:t>
      </w:r>
      <w:r>
        <w:rPr>
          <w:i/>
        </w:rPr>
        <w:t>H</w:t>
      </w:r>
      <w:r>
        <w:t>. Taking downward as the positive direction, we find</w:t>
      </w:r>
    </w:p>
    <w:p w:rsidR="00147D98" w:rsidRDefault="00147D98" w:rsidP="00147D98"/>
    <w:p w:rsidR="00147D98" w:rsidRDefault="00147D98" w:rsidP="00147D98">
      <w:pPr>
        <w:pStyle w:val="eq"/>
      </w:pPr>
      <w:r w:rsidRPr="0085363C">
        <w:rPr>
          <w:position w:val="-14"/>
        </w:rPr>
        <w:object w:dxaOrig="5179" w:dyaOrig="460">
          <v:shape id="_x0000_i1299" type="#_x0000_t75" style="width:259pt;height:23.5pt" o:ole="">
            <v:imagedata r:id="rId542" o:title=""/>
          </v:shape>
          <o:OLEObject Type="Embed" ProgID="Equation.DSMT4" ShapeID="_x0000_i1299" DrawAspect="Content" ObjectID="_1377284425" r:id="rId543"/>
        </w:object>
      </w:r>
    </w:p>
    <w:p w:rsidR="00147D98" w:rsidRDefault="00147D98" w:rsidP="00147D98"/>
    <w:p w:rsidR="00147D98" w:rsidRDefault="00147D98" w:rsidP="00147D98">
      <w:r>
        <w:tab/>
        <w:t xml:space="preserve">To acquire a speed of twice this value </w:t>
      </w:r>
      <w:proofErr w:type="gramStart"/>
      <w:r>
        <w:t xml:space="preserve">or </w:t>
      </w:r>
      <w:proofErr w:type="gramEnd"/>
      <w:r w:rsidRPr="004B7D66">
        <w:rPr>
          <w:position w:val="-8"/>
          <w:sz w:val="18"/>
          <w:szCs w:val="18"/>
        </w:rPr>
        <w:object w:dxaOrig="840" w:dyaOrig="360">
          <v:shape id="_x0000_i1300" type="#_x0000_t75" style="width:42pt;height:18.5pt" o:ole="">
            <v:imagedata r:id="rId544" o:title=""/>
          </v:shape>
          <o:OLEObject Type="Embed" ProgID="Equation.DSMT4" ShapeID="_x0000_i1300" DrawAspect="Content" ObjectID="_1377284426" r:id="rId545"/>
        </w:object>
      </w:r>
      <w:r>
        <w:t xml:space="preserve">, she must fall an additional distance </w:t>
      </w:r>
      <w:r>
        <w:rPr>
          <w:i/>
        </w:rPr>
        <w:t>H </w:t>
      </w:r>
      <w:r>
        <w:sym w:font="Symbol" w:char="F0A2"/>
      </w:r>
      <w:r>
        <w:t xml:space="preserve">. According to Equation </w:t>
      </w:r>
      <w:proofErr w:type="gramStart"/>
      <w:r>
        <w:t xml:space="preserve">2.9 </w:t>
      </w:r>
      <w:proofErr w:type="gramEnd"/>
      <w:r w:rsidRPr="0085363C">
        <w:rPr>
          <w:position w:val="-18"/>
        </w:rPr>
        <w:object w:dxaOrig="1520" w:dyaOrig="480">
          <v:shape id="_x0000_i1301" type="#_x0000_t75" style="width:75.5pt;height:24pt" o:ole="">
            <v:imagedata r:id="rId546" o:title=""/>
          </v:shape>
          <o:OLEObject Type="Embed" ProgID="Equation.DSMT4" ShapeID="_x0000_i1301" DrawAspect="Content" ObjectID="_1377284427" r:id="rId547"/>
        </w:object>
      </w:r>
      <w:r>
        <w:t>, we have</w:t>
      </w:r>
    </w:p>
    <w:p w:rsidR="00147D98" w:rsidRDefault="00147D98" w:rsidP="00147D98"/>
    <w:p w:rsidR="00147D98" w:rsidRDefault="00147D98" w:rsidP="00147D98">
      <w:pPr>
        <w:pStyle w:val="eq"/>
      </w:pPr>
      <w:r w:rsidRPr="0085363C">
        <w:rPr>
          <w:position w:val="-18"/>
        </w:rPr>
        <w:object w:dxaOrig="6340" w:dyaOrig="560">
          <v:shape id="_x0000_i1302" type="#_x0000_t75" style="width:316pt;height:29pt" o:ole="">
            <v:imagedata r:id="rId548" o:title=""/>
          </v:shape>
          <o:OLEObject Type="Embed" ProgID="Equation.DSMT4" ShapeID="_x0000_i1302" DrawAspect="Content" ObjectID="_1377284428" r:id="rId549"/>
        </w:object>
      </w:r>
    </w:p>
    <w:p w:rsidR="00147D98" w:rsidRDefault="00147D98" w:rsidP="00147D98"/>
    <w:p w:rsidR="00147D98" w:rsidRDefault="00147D98" w:rsidP="00147D98">
      <w:r>
        <w:tab/>
        <w:t xml:space="preserve">The acceleration due to gravity </w:t>
      </w:r>
      <w:r>
        <w:rPr>
          <w:i/>
        </w:rPr>
        <w:t>a</w:t>
      </w:r>
      <w:r>
        <w:t xml:space="preserve"> can be eliminated algebraically from this result, giving</w:t>
      </w:r>
    </w:p>
    <w:p w:rsidR="00147D98" w:rsidRDefault="00147D98" w:rsidP="00147D98"/>
    <w:p w:rsidR="00147D98" w:rsidRDefault="00147D98" w:rsidP="00147D98">
      <w:pPr>
        <w:pStyle w:val="eq"/>
      </w:pPr>
      <w:r w:rsidRPr="0085363C">
        <w:rPr>
          <w:position w:val="-16"/>
        </w:rPr>
        <w:object w:dxaOrig="3560" w:dyaOrig="460">
          <v:shape id="_x0000_i1303" type="#_x0000_t75" style="width:177.5pt;height:23.5pt" o:ole="">
            <v:imagedata r:id="rId550" o:title=""/>
          </v:shape>
          <o:OLEObject Type="Embed" ProgID="Equation.DSMT4" ShapeID="_x0000_i1303" DrawAspect="Content" ObjectID="_1377284429" r:id="rId551"/>
        </w:object>
      </w:r>
    </w:p>
    <w:p w:rsidR="00147D98" w:rsidRDefault="00147D98" w:rsidP="00147D98"/>
    <w:p w:rsidR="00147D98" w:rsidRDefault="00147D98" w:rsidP="00147D98">
      <w:r>
        <w:tab/>
        <w:t>b.  In the previous calculation the acceleration due to gravity was eliminated algebraically. Thus, a value other than 9.80 m/s</w:t>
      </w:r>
      <w:r w:rsidRPr="00326D8B">
        <w:rPr>
          <w:position w:val="10"/>
          <w:sz w:val="18"/>
          <w:szCs w:val="18"/>
        </w:rPr>
        <w:t>2</w:t>
      </w:r>
      <w:r>
        <w:t xml:space="preserve"> </w:t>
      </w:r>
      <w:proofErr w:type="gramStart"/>
      <w:r>
        <w:t xml:space="preserve">would </w:t>
      </w:r>
      <w:proofErr w:type="gramEnd"/>
      <w:r w:rsidRPr="0085363C">
        <w:rPr>
          <w:position w:val="-16"/>
        </w:rPr>
        <w:object w:dxaOrig="3920" w:dyaOrig="440">
          <v:shape id="_x0000_i1304" type="#_x0000_t75" style="width:195.5pt;height:21.5pt" o:ole="">
            <v:imagedata r:id="rId552" o:title=""/>
          </v:shape>
          <o:OLEObject Type="Embed" ProgID="Equation.DSMT4" ShapeID="_x0000_i1304" DrawAspect="Content" ObjectID="_1377284430" r:id="rId553"/>
        </w:object>
      </w:r>
      <w:r>
        <w:t>.</w:t>
      </w:r>
    </w:p>
    <w:p w:rsidR="00147D98" w:rsidRDefault="00147D98" w:rsidP="00147D98">
      <w:r>
        <w:t>______________________________________________________________________________</w:t>
      </w:r>
    </w:p>
    <w:p w:rsidR="00147D98" w:rsidRDefault="00147D98" w:rsidP="00147D98"/>
    <w:p w:rsidR="00F86002" w:rsidRDefault="00F86002" w:rsidP="00F86002">
      <w:pPr>
        <w:pStyle w:val="SM6e"/>
      </w:pPr>
      <w:r>
        <w:lastRenderedPageBreak/>
        <w:t>60.</w:t>
      </w:r>
      <w:r>
        <w:tab/>
      </w:r>
      <w:r>
        <w:rPr>
          <w:b/>
          <w:i/>
        </w:rPr>
        <w:t>REASONING</w:t>
      </w:r>
      <w:r>
        <w:t xml:space="preserve">  When the arrows reach their maximum heights, they come instantaneously to a halt, and the final speed of each arrow is zero.  Using this fact, we will be able to determine the time it takes for each arrow to reach its maximum height.  Knowing this time for the second arrow will allow us to determine its initial speed at launch.</w:t>
      </w:r>
    </w:p>
    <w:p w:rsidR="00F86002" w:rsidRPr="005F7B28" w:rsidRDefault="00F86002" w:rsidP="00F86002">
      <w:pPr>
        <w:pStyle w:val="SM6e"/>
      </w:pPr>
    </w:p>
    <w:p w:rsidR="00F86002" w:rsidRDefault="00F86002" w:rsidP="00F86002">
      <w:pPr>
        <w:pStyle w:val="SM6e"/>
        <w:ind w:firstLine="0"/>
      </w:pPr>
      <w:r>
        <w:rPr>
          <w:b/>
          <w:i/>
        </w:rPr>
        <w:t>SOLUTION</w:t>
      </w:r>
      <w:r>
        <w:t xml:space="preserve">  The time required for the first arrow to reach its maximum height can be determined from Equation 2.4 (</w:t>
      </w:r>
      <w:r>
        <w:rPr>
          <w:i/>
        </w:rPr>
        <w:t>v</w:t>
      </w:r>
      <w:r>
        <w:t xml:space="preserve"> = </w:t>
      </w:r>
      <w:r>
        <w:rPr>
          <w:i/>
        </w:rPr>
        <w:t>v</w:t>
      </w:r>
      <w:r w:rsidRPr="00361E2F">
        <w:rPr>
          <w:position w:val="-8"/>
          <w:sz w:val="18"/>
          <w:szCs w:val="18"/>
        </w:rPr>
        <w:t>0</w:t>
      </w:r>
      <w:r>
        <w:t xml:space="preserve"> + </w:t>
      </w:r>
      <w:r>
        <w:rPr>
          <w:i/>
        </w:rPr>
        <w:t>at</w:t>
      </w:r>
      <w:r>
        <w:t>). Taking upward as the positive direction, we have</w:t>
      </w:r>
    </w:p>
    <w:p w:rsidR="00F86002" w:rsidRDefault="00F86002" w:rsidP="00F86002">
      <w:pPr>
        <w:jc w:val="center"/>
      </w:pPr>
      <w:r w:rsidRPr="00361E2F">
        <w:rPr>
          <w:position w:val="-26"/>
        </w:rPr>
        <w:object w:dxaOrig="3660" w:dyaOrig="660">
          <v:shape id="_x0000_i1305" type="#_x0000_t75" style="width:183pt;height:33.5pt" o:ole="" fillcolor="window">
            <v:imagedata r:id="rId554" o:title=""/>
          </v:shape>
          <o:OLEObject Type="Embed" ProgID="Equation.DSMT4" ShapeID="_x0000_i1305" DrawAspect="Content" ObjectID="_1377284431" r:id="rId555"/>
        </w:object>
      </w:r>
    </w:p>
    <w:p w:rsidR="00F86002" w:rsidRDefault="00F86002" w:rsidP="00F86002"/>
    <w:p w:rsidR="00F86002" w:rsidRDefault="00F86002" w:rsidP="00F86002">
      <w:pPr>
        <w:pStyle w:val="SM6e"/>
      </w:pPr>
      <w:r>
        <w:tab/>
        <w:t xml:space="preserve">Note that the second arrow is shot 1.20 s after the first arrow. Therefore, since both arrows reach their maximum height at the same time, the second arrow reaches its maximum height </w:t>
      </w:r>
    </w:p>
    <w:p w:rsidR="00F86002" w:rsidRDefault="00F86002" w:rsidP="00F86002">
      <w:pPr>
        <w:pStyle w:val="SM6e"/>
      </w:pPr>
    </w:p>
    <w:p w:rsidR="00F86002" w:rsidRDefault="00F86002" w:rsidP="00F86002">
      <w:pPr>
        <w:jc w:val="center"/>
      </w:pPr>
      <w:r w:rsidRPr="00E0116C">
        <w:rPr>
          <w:position w:val="-10"/>
        </w:rPr>
        <w:object w:dxaOrig="2280" w:dyaOrig="320">
          <v:shape id="_x0000_i1306" type="#_x0000_t75" style="width:114pt;height:15.5pt" o:ole="" fillcolor="window">
            <v:imagedata r:id="rId556" o:title=""/>
          </v:shape>
          <o:OLEObject Type="Embed" ProgID="Equation.DSMT4" ShapeID="_x0000_i1306" DrawAspect="Content" ObjectID="_1377284432" r:id="rId557"/>
        </w:object>
      </w:r>
    </w:p>
    <w:p w:rsidR="00F86002" w:rsidRDefault="00F86002" w:rsidP="00F86002"/>
    <w:p w:rsidR="00F86002" w:rsidRDefault="00F86002" w:rsidP="00F86002">
      <w:pPr>
        <w:pStyle w:val="SM6e"/>
      </w:pPr>
      <w:r>
        <w:tab/>
      </w:r>
      <w:proofErr w:type="gramStart"/>
      <w:r>
        <w:t>after</w:t>
      </w:r>
      <w:proofErr w:type="gramEnd"/>
      <w:r>
        <w:t xml:space="preserve"> being fired. The initial speed of the second arrow can then be found from Equation 2.4:</w:t>
      </w:r>
      <w:r w:rsidRPr="00E36CBD">
        <w:t xml:space="preserve"> </w:t>
      </w:r>
    </w:p>
    <w:p w:rsidR="00F86002" w:rsidRDefault="00F86002" w:rsidP="00F86002"/>
    <w:p w:rsidR="00F86002" w:rsidRDefault="00F86002" w:rsidP="00F86002">
      <w:pPr>
        <w:pStyle w:val="eq"/>
      </w:pPr>
      <w:r w:rsidRPr="00E0116C">
        <w:rPr>
          <w:position w:val="-16"/>
        </w:rPr>
        <w:object w:dxaOrig="5260" w:dyaOrig="460">
          <v:shape id="_x0000_i1307" type="#_x0000_t75" style="width:262.5pt;height:23.5pt" o:ole="" fillcolor="window">
            <v:imagedata r:id="rId558" o:title=""/>
          </v:shape>
          <o:OLEObject Type="Embed" ProgID="Equation.DSMT4" ShapeID="_x0000_i1307" DrawAspect="Content" ObjectID="_1377284433" r:id="rId559"/>
        </w:object>
      </w:r>
    </w:p>
    <w:p w:rsidR="00F86002" w:rsidRDefault="00F86002" w:rsidP="00F86002">
      <w:r>
        <w:t>______________________________________________________________________________</w:t>
      </w:r>
    </w:p>
    <w:p w:rsidR="00F86002" w:rsidRDefault="00F86002" w:rsidP="00F86002"/>
    <w:p w:rsidR="00147D98" w:rsidRDefault="00147D98" w:rsidP="00147D98">
      <w:r>
        <w:t>61.</w:t>
      </w:r>
      <w:r>
        <w:tab/>
      </w:r>
      <w:r w:rsidRPr="008A5E95">
        <w:rPr>
          <w:position w:val="-10"/>
        </w:rPr>
        <w:object w:dxaOrig="680" w:dyaOrig="380">
          <v:shape id="_x0000_i1308" type="#_x0000_t75" style="width:33.5pt;height:18pt" o:ole="">
            <v:imagedata r:id="rId30" o:title=""/>
          </v:shape>
          <o:OLEObject Type="Embed" ProgID="Equation.DSMT4" ShapeID="_x0000_i1308" DrawAspect="Content" ObjectID="_1377284434" r:id="rId560"/>
        </w:object>
      </w:r>
      <w:r>
        <w:t xml:space="preserve"> </w:t>
      </w:r>
      <w:r>
        <w:rPr>
          <w:b/>
          <w:i/>
        </w:rPr>
        <w:t>REASONING</w:t>
      </w:r>
      <w:r>
        <w:t xml:space="preserve">   Once the man sees the block, the man must get out of the way in the time it takes for the block to fall through an additional 12.0 m.  The velocity of the block at the instant that the man looks up can be determined from Equation 2.9.  Once the velocity is known at that instant, Equation 2.8 can be used to find the time required for the block to fall through the additional distance.  </w:t>
      </w:r>
    </w:p>
    <w:p w:rsidR="00147D98" w:rsidRDefault="00147D98" w:rsidP="00147D98"/>
    <w:p w:rsidR="00147D98" w:rsidRDefault="00147D98" w:rsidP="00147D98">
      <w:r>
        <w:tab/>
      </w:r>
      <w:r>
        <w:rPr>
          <w:b/>
          <w:i/>
        </w:rPr>
        <w:t>SOLUTION</w:t>
      </w:r>
      <w:r>
        <w:t xml:space="preserve">   When the man first notices the block, it is 14.0 m above the ground and its displacement from the starting point </w:t>
      </w:r>
      <w:proofErr w:type="gramStart"/>
      <w:r>
        <w:t xml:space="preserve">is </w:t>
      </w:r>
      <w:proofErr w:type="gramEnd"/>
      <w:r w:rsidRPr="0085363C">
        <w:rPr>
          <w:position w:val="-10"/>
        </w:rPr>
        <w:object w:dxaOrig="1980" w:dyaOrig="320">
          <v:shape id="_x0000_i1309" type="#_x0000_t75" style="width:99pt;height:16pt" o:ole="">
            <v:imagedata r:id="rId561" o:title=""/>
          </v:shape>
          <o:OLEObject Type="Embed" ProgID="Equation.DSMT4" ShapeID="_x0000_i1309" DrawAspect="Content" ObjectID="_1377284435" r:id="rId562"/>
        </w:object>
      </w:r>
      <w:r>
        <w:t>. Its velocity is given by Equation </w:t>
      </w:r>
      <w:proofErr w:type="gramStart"/>
      <w:r>
        <w:t>2.9 </w:t>
      </w:r>
      <w:proofErr w:type="gramEnd"/>
      <w:r w:rsidRPr="0085363C">
        <w:rPr>
          <w:position w:val="-18"/>
        </w:rPr>
        <w:object w:dxaOrig="1520" w:dyaOrig="480">
          <v:shape id="_x0000_i1310" type="#_x0000_t75" style="width:75.5pt;height:24pt" o:ole="">
            <v:imagedata r:id="rId563" o:title=""/>
          </v:shape>
          <o:OLEObject Type="Embed" ProgID="Equation.DSMT4" ShapeID="_x0000_i1310" DrawAspect="Content" ObjectID="_1377284436" r:id="rId564"/>
        </w:object>
      </w:r>
      <w:r>
        <w:t>. Since the block is moving down, its velocity has a negative value,</w:t>
      </w:r>
    </w:p>
    <w:p w:rsidR="00147D98" w:rsidRDefault="00147D98" w:rsidP="00147D98">
      <w:pPr>
        <w:pStyle w:val="eq"/>
      </w:pPr>
      <w:r w:rsidRPr="0085363C">
        <w:rPr>
          <w:position w:val="-16"/>
        </w:rPr>
        <w:object w:dxaOrig="7400" w:dyaOrig="540">
          <v:shape id="_x0000_i1311" type="#_x0000_t75" style="width:369.5pt;height:27pt" o:ole="">
            <v:imagedata r:id="rId565" o:title=""/>
          </v:shape>
          <o:OLEObject Type="Embed" ProgID="Equation.DSMT4" ShapeID="_x0000_i1311" DrawAspect="Content" ObjectID="_1377284437" r:id="rId566"/>
        </w:object>
      </w:r>
    </w:p>
    <w:p w:rsidR="00147D98" w:rsidRDefault="00147D98" w:rsidP="00147D98"/>
    <w:p w:rsidR="00147D98" w:rsidRDefault="00147D98" w:rsidP="00147D98">
      <w:r>
        <w:tab/>
        <w:t xml:space="preserve">The block then falls the additional 12.0 m to the level of the man's head in a time </w:t>
      </w:r>
      <w:r>
        <w:rPr>
          <w:i/>
        </w:rPr>
        <w:t>t</w:t>
      </w:r>
      <w:r>
        <w:t xml:space="preserve"> which satisfies Equation 2.8: </w:t>
      </w:r>
    </w:p>
    <w:p w:rsidR="00147D98" w:rsidRDefault="00147D98" w:rsidP="00147D98">
      <w:pPr>
        <w:pStyle w:val="eq"/>
      </w:pPr>
      <w:r w:rsidRPr="0085363C">
        <w:rPr>
          <w:position w:val="-14"/>
        </w:rPr>
        <w:object w:dxaOrig="1400" w:dyaOrig="420">
          <v:shape id="_x0000_i1312" type="#_x0000_t75" style="width:70pt;height:21pt" o:ole="">
            <v:imagedata r:id="rId567" o:title=""/>
          </v:shape>
          <o:OLEObject Type="Embed" ProgID="Equation.DSMT4" ShapeID="_x0000_i1312" DrawAspect="Content" ObjectID="_1377284438" r:id="rId568"/>
        </w:object>
      </w:r>
    </w:p>
    <w:p w:rsidR="00147D98" w:rsidRDefault="00147D98" w:rsidP="00147D98"/>
    <w:p w:rsidR="00147D98" w:rsidRDefault="00147D98" w:rsidP="00147D98">
      <w:r>
        <w:tab/>
      </w:r>
      <w:proofErr w:type="gramStart"/>
      <w:r>
        <w:t>where</w:t>
      </w:r>
      <w:proofErr w:type="gramEnd"/>
      <w:r>
        <w:t xml:space="preserve"> </w:t>
      </w:r>
      <w:r>
        <w:rPr>
          <w:i/>
        </w:rPr>
        <w:t>y</w:t>
      </w:r>
      <w:r>
        <w:t xml:space="preserve"> = </w:t>
      </w:r>
      <w:r>
        <w:softHyphen/>
        <w:t xml:space="preserve">–12.0 m and </w:t>
      </w:r>
      <w:r w:rsidRPr="0085363C">
        <w:rPr>
          <w:position w:val="-14"/>
        </w:rPr>
        <w:object w:dxaOrig="1480" w:dyaOrig="380">
          <v:shape id="_x0000_i1313" type="#_x0000_t75" style="width:73pt;height:18pt" o:ole="">
            <v:imagedata r:id="rId569" o:title=""/>
          </v:shape>
          <o:OLEObject Type="Embed" ProgID="Equation.DSMT4" ShapeID="_x0000_i1313" DrawAspect="Content" ObjectID="_1377284439" r:id="rId570"/>
        </w:object>
      </w:r>
      <w:r>
        <w:t xml:space="preserve">. Thus, </w:t>
      </w:r>
      <w:r>
        <w:rPr>
          <w:i/>
        </w:rPr>
        <w:t>t</w:t>
      </w:r>
      <w:r>
        <w:t xml:space="preserve"> is the solution to the quadratic equation</w:t>
      </w:r>
    </w:p>
    <w:p w:rsidR="00147D98" w:rsidRDefault="00147D98" w:rsidP="00147D98"/>
    <w:p w:rsidR="00147D98" w:rsidRDefault="00147D98" w:rsidP="00147D98">
      <w:pPr>
        <w:pStyle w:val="eq"/>
      </w:pPr>
      <w:r w:rsidRPr="0085363C">
        <w:rPr>
          <w:position w:val="-6"/>
        </w:rPr>
        <w:object w:dxaOrig="2380" w:dyaOrig="340">
          <v:shape id="_x0000_i1314" type="#_x0000_t75" style="width:119.5pt;height:17.5pt" o:ole="">
            <v:imagedata r:id="rId571" o:title=""/>
          </v:shape>
          <o:OLEObject Type="Embed" ProgID="Equation.DSMT4" ShapeID="_x0000_i1314" DrawAspect="Content" ObjectID="_1377284440" r:id="rId572"/>
        </w:object>
      </w:r>
    </w:p>
    <w:p w:rsidR="00147D98" w:rsidRPr="004B7D66" w:rsidRDefault="00147D98" w:rsidP="00147D98">
      <w:pPr>
        <w:rPr>
          <w:position w:val="-8"/>
          <w:sz w:val="18"/>
          <w:szCs w:val="18"/>
        </w:rPr>
      </w:pPr>
    </w:p>
    <w:p w:rsidR="00147D98" w:rsidRPr="00060D75" w:rsidRDefault="00147D98" w:rsidP="00147D98">
      <w:pPr>
        <w:rPr>
          <w:position w:val="-8"/>
          <w:szCs w:val="24"/>
        </w:rPr>
      </w:pPr>
      <w:r w:rsidRPr="00060D75">
        <w:rPr>
          <w:position w:val="-8"/>
          <w:szCs w:val="24"/>
        </w:rPr>
        <w:tab/>
      </w:r>
      <w:proofErr w:type="gramStart"/>
      <w:r w:rsidRPr="00060D75">
        <w:rPr>
          <w:position w:val="-8"/>
          <w:szCs w:val="24"/>
        </w:rPr>
        <w:t>where</w:t>
      </w:r>
      <w:proofErr w:type="gramEnd"/>
      <w:r w:rsidRPr="00060D75">
        <w:rPr>
          <w:position w:val="-8"/>
          <w:szCs w:val="24"/>
        </w:rPr>
        <w:t xml:space="preserve"> the units have been suppressed for brevity. From the quadratic formula, we obtain</w:t>
      </w:r>
    </w:p>
    <w:p w:rsidR="00147D98" w:rsidRPr="004B7D66" w:rsidRDefault="00147D98" w:rsidP="00147D98">
      <w:pPr>
        <w:rPr>
          <w:position w:val="-8"/>
          <w:sz w:val="18"/>
          <w:szCs w:val="18"/>
        </w:rPr>
      </w:pPr>
    </w:p>
    <w:p w:rsidR="00147D98" w:rsidRDefault="00147D98" w:rsidP="00147D98">
      <w:pPr>
        <w:pStyle w:val="eq"/>
      </w:pPr>
      <w:r w:rsidRPr="0085363C">
        <w:rPr>
          <w:position w:val="-28"/>
        </w:rPr>
        <w:object w:dxaOrig="5640" w:dyaOrig="780">
          <v:shape id="_x0000_i1315" type="#_x0000_t75" style="width:282pt;height:39pt" o:ole="">
            <v:imagedata r:id="rId573" o:title=""/>
          </v:shape>
          <o:OLEObject Type="Embed" ProgID="Equation.DSMT4" ShapeID="_x0000_i1315" DrawAspect="Content" ObjectID="_1377284441" r:id="rId574"/>
        </w:object>
      </w:r>
    </w:p>
    <w:p w:rsidR="00147D98" w:rsidRDefault="00147D98" w:rsidP="00147D98"/>
    <w:p w:rsidR="00147D98" w:rsidRDefault="00147D98" w:rsidP="00147D98">
      <w:r>
        <w:tab/>
        <w:t xml:space="preserve">The negative solution can be rejected as nonphysical, and the time it takes for the block to reach the level of the man </w:t>
      </w:r>
      <w:proofErr w:type="gramStart"/>
      <w:r>
        <w:t xml:space="preserve">is </w:t>
      </w:r>
      <w:proofErr w:type="gramEnd"/>
      <w:r w:rsidRPr="0085363C">
        <w:rPr>
          <w:position w:val="-16"/>
        </w:rPr>
        <w:object w:dxaOrig="880" w:dyaOrig="460">
          <v:shape id="_x0000_i1316" type="#_x0000_t75" style="width:44pt;height:23.5pt" o:ole="">
            <v:imagedata r:id="rId575" o:title=""/>
          </v:shape>
          <o:OLEObject Type="Embed" ProgID="Equation.DSMT4" ShapeID="_x0000_i1316" DrawAspect="Content" ObjectID="_1377284442" r:id="rId576"/>
        </w:object>
      </w:r>
      <w:r>
        <w:t>.</w:t>
      </w:r>
    </w:p>
    <w:p w:rsidR="00147D98" w:rsidRDefault="00147D98" w:rsidP="00147D98">
      <w:r>
        <w:t>______________________________________________________________________________</w:t>
      </w:r>
    </w:p>
    <w:p w:rsidR="00147D98" w:rsidRDefault="00147D98" w:rsidP="00147D98"/>
    <w:p w:rsidR="007A1C29" w:rsidRDefault="007A1C29" w:rsidP="007A1C29">
      <w:pPr>
        <w:pStyle w:val="ListParagraph"/>
        <w:tabs>
          <w:tab w:val="left" w:pos="446"/>
        </w:tabs>
        <w:ind w:left="446"/>
        <w:rPr>
          <w:sz w:val="24"/>
          <w:szCs w:val="24"/>
        </w:rPr>
      </w:pPr>
      <w:r>
        <w:rPr>
          <w:sz w:val="24"/>
          <w:szCs w:val="24"/>
        </w:rPr>
        <w:t>62.</w:t>
      </w:r>
      <w:r>
        <w:rPr>
          <w:sz w:val="24"/>
          <w:szCs w:val="24"/>
        </w:rPr>
        <w:tab/>
      </w:r>
      <w:r w:rsidRPr="00AF4BB7">
        <w:rPr>
          <w:b/>
          <w:i/>
          <w:sz w:val="24"/>
          <w:szCs w:val="24"/>
        </w:rPr>
        <w:t>REASONING</w:t>
      </w:r>
      <w:r w:rsidRPr="00AF4BB7">
        <w:rPr>
          <w:sz w:val="24"/>
          <w:szCs w:val="24"/>
        </w:rPr>
        <w:t xml:space="preserve">  Once its fuel is gone, the rocket is in free fall</w:t>
      </w:r>
      <w:r>
        <w:rPr>
          <w:sz w:val="24"/>
          <w:szCs w:val="24"/>
        </w:rPr>
        <w:t>, so its motion consists of two intervals of constant but different acceleration</w:t>
      </w:r>
      <w:r w:rsidRPr="00AF4BB7">
        <w:rPr>
          <w:sz w:val="24"/>
          <w:szCs w:val="24"/>
        </w:rPr>
        <w:t xml:space="preserve">. </w:t>
      </w:r>
      <w:r>
        <w:rPr>
          <w:sz w:val="24"/>
          <w:szCs w:val="24"/>
        </w:rPr>
        <w:t xml:space="preserve"> We will take upward as the positive direction.  From launch to engine burn-out, the acceleration is</w:t>
      </w:r>
      <w:r w:rsidRPr="00AF4BB7">
        <w:rPr>
          <w:sz w:val="24"/>
          <w:szCs w:val="24"/>
        </w:rPr>
        <w:t xml:space="preserve"> </w:t>
      </w:r>
      <w:r w:rsidRPr="00AF4BB7">
        <w:rPr>
          <w:i/>
          <w:sz w:val="24"/>
          <w:szCs w:val="24"/>
        </w:rPr>
        <w:t>a</w:t>
      </w:r>
      <w:r w:rsidRPr="006A3D6C">
        <w:rPr>
          <w:position w:val="-8"/>
          <w:sz w:val="18"/>
          <w:szCs w:val="24"/>
        </w:rPr>
        <w:t>1</w:t>
      </w:r>
      <w:r w:rsidRPr="00AF4BB7">
        <w:rPr>
          <w:sz w:val="24"/>
          <w:szCs w:val="24"/>
        </w:rPr>
        <w:t xml:space="preserve"> = </w:t>
      </w:r>
      <w:r>
        <w:rPr>
          <w:sz w:val="24"/>
          <w:szCs w:val="24"/>
        </w:rPr>
        <w:t>+</w:t>
      </w:r>
      <w:r w:rsidRPr="00AF4BB7">
        <w:rPr>
          <w:sz w:val="24"/>
          <w:szCs w:val="24"/>
        </w:rPr>
        <w:t>86.0 m/s</w:t>
      </w:r>
      <w:r w:rsidRPr="006A3D6C">
        <w:rPr>
          <w:position w:val="10"/>
          <w:sz w:val="18"/>
          <w:szCs w:val="24"/>
        </w:rPr>
        <w:t>2</w:t>
      </w:r>
      <w:r>
        <w:rPr>
          <w:sz w:val="24"/>
          <w:szCs w:val="24"/>
        </w:rPr>
        <w:t xml:space="preserve">, and the rocket’s displacement is </w:t>
      </w:r>
      <w:r>
        <w:rPr>
          <w:i/>
          <w:sz w:val="24"/>
          <w:szCs w:val="24"/>
        </w:rPr>
        <w:t>y</w:t>
      </w:r>
      <w:r w:rsidRPr="006A3D6C">
        <w:rPr>
          <w:position w:val="-8"/>
          <w:sz w:val="18"/>
          <w:szCs w:val="24"/>
        </w:rPr>
        <w:t>1</w:t>
      </w:r>
      <w:r>
        <w:rPr>
          <w:sz w:val="24"/>
          <w:szCs w:val="24"/>
        </w:rPr>
        <w:t>.  I</w:t>
      </w:r>
      <w:r w:rsidRPr="00AF4BB7">
        <w:rPr>
          <w:sz w:val="24"/>
          <w:szCs w:val="24"/>
        </w:rPr>
        <w:t xml:space="preserve">ts </w:t>
      </w:r>
      <w:r>
        <w:rPr>
          <w:sz w:val="24"/>
          <w:szCs w:val="24"/>
        </w:rPr>
        <w:t xml:space="preserve">velocity </w:t>
      </w:r>
      <w:r w:rsidRPr="00AF4BB7">
        <w:rPr>
          <w:sz w:val="24"/>
          <w:szCs w:val="24"/>
        </w:rPr>
        <w:t>at the end of the burn</w:t>
      </w:r>
      <w:r>
        <w:rPr>
          <w:sz w:val="24"/>
          <w:szCs w:val="24"/>
        </w:rPr>
        <w:t xml:space="preserve">, </w:t>
      </w:r>
      <w:r w:rsidRPr="00AF4BB7">
        <w:rPr>
          <w:i/>
          <w:sz w:val="24"/>
          <w:szCs w:val="24"/>
        </w:rPr>
        <w:t>v</w:t>
      </w:r>
      <w:r w:rsidRPr="006A3D6C">
        <w:rPr>
          <w:position w:val="-8"/>
          <w:sz w:val="18"/>
          <w:szCs w:val="24"/>
        </w:rPr>
        <w:t>1</w:t>
      </w:r>
      <w:r>
        <w:rPr>
          <w:sz w:val="24"/>
          <w:szCs w:val="24"/>
        </w:rPr>
        <w:t>, is</w:t>
      </w:r>
      <w:r w:rsidRPr="00AF4BB7">
        <w:rPr>
          <w:sz w:val="24"/>
          <w:szCs w:val="24"/>
        </w:rPr>
        <w:t xml:space="preserve"> </w:t>
      </w:r>
      <w:r>
        <w:rPr>
          <w:sz w:val="24"/>
          <w:szCs w:val="24"/>
        </w:rPr>
        <w:t>also the</w:t>
      </w:r>
      <w:r w:rsidRPr="00AF4BB7">
        <w:rPr>
          <w:sz w:val="24"/>
          <w:szCs w:val="24"/>
        </w:rPr>
        <w:t xml:space="preserve"> initial velocity for the </w:t>
      </w:r>
      <w:r>
        <w:rPr>
          <w:sz w:val="24"/>
          <w:szCs w:val="24"/>
        </w:rPr>
        <w:t>second</w:t>
      </w:r>
      <w:r w:rsidRPr="00AF4BB7">
        <w:rPr>
          <w:sz w:val="24"/>
          <w:szCs w:val="24"/>
        </w:rPr>
        <w:t xml:space="preserve"> portion of its flight</w:t>
      </w:r>
      <w:r>
        <w:rPr>
          <w:sz w:val="24"/>
          <w:szCs w:val="24"/>
        </w:rPr>
        <w:t xml:space="preserve">: engine burn-out to maximum altitude.  During this second portion, the rocket slows down with the acceleration of gravity </w:t>
      </w:r>
      <w:r w:rsidRPr="00AF4BB7">
        <w:rPr>
          <w:i/>
          <w:sz w:val="24"/>
          <w:szCs w:val="24"/>
        </w:rPr>
        <w:t>a</w:t>
      </w:r>
      <w:r w:rsidRPr="006A3D6C">
        <w:rPr>
          <w:position w:val="-8"/>
          <w:sz w:val="18"/>
          <w:szCs w:val="24"/>
        </w:rPr>
        <w:t>2</w:t>
      </w:r>
      <w:r>
        <w:rPr>
          <w:sz w:val="24"/>
          <w:szCs w:val="24"/>
        </w:rPr>
        <w:t> </w:t>
      </w:r>
      <w:r w:rsidRPr="00AF4BB7">
        <w:rPr>
          <w:sz w:val="24"/>
          <w:szCs w:val="24"/>
        </w:rPr>
        <w:t>=</w:t>
      </w:r>
      <w:r>
        <w:rPr>
          <w:sz w:val="24"/>
          <w:szCs w:val="24"/>
        </w:rPr>
        <w:t> −9.80 </w:t>
      </w:r>
      <w:r w:rsidRPr="00AF4BB7">
        <w:rPr>
          <w:sz w:val="24"/>
          <w:szCs w:val="24"/>
        </w:rPr>
        <w:t>m/s</w:t>
      </w:r>
      <w:r w:rsidRPr="006A3D6C">
        <w:rPr>
          <w:position w:val="10"/>
          <w:sz w:val="18"/>
          <w:szCs w:val="24"/>
        </w:rPr>
        <w:t>2</w:t>
      </w:r>
      <w:r>
        <w:rPr>
          <w:sz w:val="24"/>
          <w:szCs w:val="24"/>
        </w:rPr>
        <w:t xml:space="preserve"> and undergoes an additional displacement of </w:t>
      </w:r>
      <w:r w:rsidRPr="003B51C9">
        <w:rPr>
          <w:i/>
          <w:sz w:val="24"/>
          <w:szCs w:val="24"/>
        </w:rPr>
        <w:t>y</w:t>
      </w:r>
      <w:r w:rsidRPr="006A3D6C">
        <w:rPr>
          <w:position w:val="-8"/>
          <w:sz w:val="18"/>
          <w:szCs w:val="24"/>
        </w:rPr>
        <w:t>2</w:t>
      </w:r>
      <w:r>
        <w:rPr>
          <w:sz w:val="24"/>
          <w:szCs w:val="24"/>
        </w:rPr>
        <w:t xml:space="preserve"> in reaching its maximum height.  Its maximum altitude is the sum of these two vertical displacements: </w:t>
      </w:r>
      <w:r w:rsidRPr="00446286">
        <w:rPr>
          <w:i/>
          <w:sz w:val="24"/>
          <w:szCs w:val="24"/>
        </w:rPr>
        <w:t>h</w:t>
      </w:r>
      <w:r>
        <w:rPr>
          <w:sz w:val="24"/>
          <w:szCs w:val="24"/>
        </w:rPr>
        <w:t xml:space="preserve"> = </w:t>
      </w:r>
      <w:r w:rsidRPr="00446286">
        <w:rPr>
          <w:i/>
          <w:sz w:val="24"/>
          <w:szCs w:val="24"/>
        </w:rPr>
        <w:t>y</w:t>
      </w:r>
      <w:r w:rsidRPr="006A3D6C">
        <w:rPr>
          <w:position w:val="-8"/>
          <w:sz w:val="18"/>
          <w:szCs w:val="24"/>
        </w:rPr>
        <w:t>1</w:t>
      </w:r>
      <w:r>
        <w:rPr>
          <w:sz w:val="24"/>
          <w:szCs w:val="24"/>
        </w:rPr>
        <w:t xml:space="preserve"> + </w:t>
      </w:r>
      <w:r w:rsidRPr="00446286">
        <w:rPr>
          <w:i/>
          <w:sz w:val="24"/>
          <w:szCs w:val="24"/>
        </w:rPr>
        <w:t>y</w:t>
      </w:r>
      <w:r w:rsidRPr="006A3D6C">
        <w:rPr>
          <w:position w:val="-8"/>
          <w:sz w:val="18"/>
          <w:szCs w:val="24"/>
        </w:rPr>
        <w:t>2</w:t>
      </w:r>
      <w:r>
        <w:rPr>
          <w:sz w:val="24"/>
          <w:szCs w:val="24"/>
        </w:rPr>
        <w:t>.</w:t>
      </w:r>
    </w:p>
    <w:p w:rsidR="007A1C29" w:rsidRPr="006A3D6C" w:rsidRDefault="007A1C29" w:rsidP="007A1C29">
      <w:pPr>
        <w:pStyle w:val="ListParagraph"/>
        <w:tabs>
          <w:tab w:val="left" w:pos="446"/>
        </w:tabs>
        <w:ind w:left="446"/>
        <w:rPr>
          <w:sz w:val="24"/>
          <w:szCs w:val="24"/>
        </w:rPr>
      </w:pPr>
      <w:r w:rsidRPr="00AF4BB7">
        <w:rPr>
          <w:sz w:val="24"/>
          <w:szCs w:val="24"/>
        </w:rPr>
        <w:br/>
      </w:r>
      <w:r w:rsidRPr="00AF4BB7">
        <w:rPr>
          <w:b/>
          <w:i/>
          <w:sz w:val="24"/>
          <w:szCs w:val="24"/>
        </w:rPr>
        <w:t>SOLUTION</w:t>
      </w:r>
      <w:r w:rsidRPr="00AF4BB7">
        <w:rPr>
          <w:sz w:val="24"/>
          <w:szCs w:val="24"/>
        </w:rPr>
        <w:t xml:space="preserve">  First </w:t>
      </w:r>
      <w:r>
        <w:rPr>
          <w:sz w:val="24"/>
          <w:szCs w:val="24"/>
        </w:rPr>
        <w:t xml:space="preserve">we </w:t>
      </w:r>
      <w:r w:rsidRPr="00AF4BB7">
        <w:rPr>
          <w:sz w:val="24"/>
          <w:szCs w:val="24"/>
        </w:rPr>
        <w:t xml:space="preserve">consider the time period </w:t>
      </w:r>
      <w:r w:rsidRPr="00AF4BB7">
        <w:rPr>
          <w:i/>
          <w:sz w:val="24"/>
          <w:szCs w:val="24"/>
        </w:rPr>
        <w:t>t</w:t>
      </w:r>
      <w:r w:rsidRPr="006A3D6C">
        <w:rPr>
          <w:position w:val="-8"/>
          <w:sz w:val="18"/>
          <w:szCs w:val="24"/>
        </w:rPr>
        <w:t>1</w:t>
      </w:r>
      <w:r w:rsidRPr="00AF4BB7">
        <w:rPr>
          <w:sz w:val="24"/>
          <w:szCs w:val="24"/>
        </w:rPr>
        <w:t xml:space="preserve"> </w:t>
      </w:r>
      <w:r>
        <w:rPr>
          <w:sz w:val="24"/>
          <w:szCs w:val="24"/>
        </w:rPr>
        <w:t xml:space="preserve">= 1.70 s </w:t>
      </w:r>
      <w:r w:rsidRPr="00AF4BB7">
        <w:rPr>
          <w:sz w:val="24"/>
          <w:szCs w:val="24"/>
        </w:rPr>
        <w:t>from the ignition of th</w:t>
      </w:r>
      <w:r>
        <w:rPr>
          <w:sz w:val="24"/>
          <w:szCs w:val="24"/>
        </w:rPr>
        <w:t xml:space="preserve">e engine until the fuel is gone.  The rocket accelerates from </w:t>
      </w:r>
      <w:r w:rsidRPr="00EE07B5">
        <w:rPr>
          <w:i/>
          <w:sz w:val="24"/>
          <w:szCs w:val="24"/>
        </w:rPr>
        <w:t>v</w:t>
      </w:r>
      <w:r w:rsidRPr="006A3D6C">
        <w:rPr>
          <w:position w:val="-8"/>
          <w:sz w:val="18"/>
          <w:szCs w:val="24"/>
        </w:rPr>
        <w:t>0</w:t>
      </w:r>
      <w:r>
        <w:rPr>
          <w:sz w:val="24"/>
          <w:szCs w:val="24"/>
        </w:rPr>
        <w:t xml:space="preserve"> = 0 m/s to </w:t>
      </w:r>
      <w:r w:rsidRPr="00EE07B5">
        <w:rPr>
          <w:i/>
          <w:sz w:val="24"/>
          <w:szCs w:val="24"/>
        </w:rPr>
        <w:t>v</w:t>
      </w:r>
      <w:r>
        <w:rPr>
          <w:sz w:val="24"/>
          <w:szCs w:val="24"/>
        </w:rPr>
        <w:t xml:space="preserve"> = </w:t>
      </w:r>
      <w:r w:rsidRPr="00EE07B5">
        <w:rPr>
          <w:i/>
          <w:sz w:val="24"/>
          <w:szCs w:val="24"/>
        </w:rPr>
        <w:t>v</w:t>
      </w:r>
      <w:r w:rsidRPr="006A3D6C">
        <w:rPr>
          <w:position w:val="-8"/>
          <w:sz w:val="18"/>
          <w:szCs w:val="24"/>
        </w:rPr>
        <w:t>1</w:t>
      </w:r>
      <w:r>
        <w:rPr>
          <w:sz w:val="24"/>
          <w:szCs w:val="24"/>
        </w:rPr>
        <w:t xml:space="preserve">, rising a displacement </w:t>
      </w:r>
      <w:r>
        <w:rPr>
          <w:i/>
          <w:sz w:val="24"/>
          <w:szCs w:val="24"/>
        </w:rPr>
        <w:t>y</w:t>
      </w:r>
      <w:r w:rsidRPr="006A3D6C">
        <w:rPr>
          <w:position w:val="-8"/>
          <w:sz w:val="18"/>
          <w:szCs w:val="24"/>
        </w:rPr>
        <w:t>1</w:t>
      </w:r>
      <w:r>
        <w:rPr>
          <w:sz w:val="24"/>
          <w:szCs w:val="24"/>
        </w:rPr>
        <w:t xml:space="preserve">, as given by Equation </w:t>
      </w:r>
      <w:proofErr w:type="gramStart"/>
      <w:r>
        <w:rPr>
          <w:sz w:val="24"/>
          <w:szCs w:val="24"/>
        </w:rPr>
        <w:t>2.8</w:t>
      </w:r>
      <w:r w:rsidRPr="00EE07B5">
        <w:rPr>
          <w:sz w:val="24"/>
          <w:szCs w:val="24"/>
        </w:rPr>
        <w:t xml:space="preserve"> </w:t>
      </w:r>
      <w:proofErr w:type="gramEnd"/>
      <w:r w:rsidRPr="00BB18A1">
        <w:rPr>
          <w:position w:val="-20"/>
          <w:sz w:val="24"/>
          <w:szCs w:val="24"/>
        </w:rPr>
        <w:object w:dxaOrig="1600" w:dyaOrig="520">
          <v:shape id="_x0000_i1317" type="#_x0000_t75" style="width:80.5pt;height:26.5pt" o:ole="">
            <v:imagedata r:id="rId577" o:title=""/>
          </v:shape>
          <o:OLEObject Type="Embed" ProgID="Equation.DSMT4" ShapeID="_x0000_i1317" DrawAspect="Content" ObjectID="_1377284443" r:id="rId578"/>
        </w:object>
      </w:r>
      <w:r>
        <w:rPr>
          <w:sz w:val="24"/>
          <w:szCs w:val="24"/>
        </w:rPr>
        <w:t>:</w:t>
      </w:r>
    </w:p>
    <w:p w:rsidR="007A1C29" w:rsidRPr="00F44B0C" w:rsidRDefault="007A1C29" w:rsidP="007A1C29">
      <w:pPr>
        <w:pStyle w:val="ListParagraph"/>
        <w:rPr>
          <w:sz w:val="24"/>
          <w:szCs w:val="24"/>
        </w:rPr>
      </w:pPr>
    </w:p>
    <w:p w:rsidR="007A1C29" w:rsidRDefault="007A1C29" w:rsidP="007A1C29">
      <w:pPr>
        <w:pStyle w:val="MTDisplayEquation"/>
        <w:tabs>
          <w:tab w:val="center" w:pos="5040"/>
        </w:tabs>
        <w:ind w:left="720"/>
      </w:pPr>
      <w:r>
        <w:tab/>
      </w:r>
      <w:r w:rsidRPr="00BB18A1">
        <w:rPr>
          <w:position w:val="-14"/>
        </w:rPr>
        <w:object w:dxaOrig="4280" w:dyaOrig="440">
          <v:shape id="_x0000_i1318" type="#_x0000_t75" style="width:214pt;height:21.5pt" o:ole="">
            <v:imagedata r:id="rId579" o:title=""/>
          </v:shape>
          <o:OLEObject Type="Embed" ProgID="Equation.DSMT4" ShapeID="_x0000_i1318" DrawAspect="Content" ObjectID="_1377284444" r:id="rId580"/>
        </w:object>
      </w:r>
      <w:r>
        <w:tab/>
        <w:t>(1)</w:t>
      </w:r>
    </w:p>
    <w:p w:rsidR="007A1C29" w:rsidRDefault="007A1C29" w:rsidP="007A1C29">
      <w:pPr>
        <w:pStyle w:val="ListParagraph"/>
        <w:rPr>
          <w:sz w:val="24"/>
          <w:szCs w:val="24"/>
        </w:rPr>
      </w:pPr>
    </w:p>
    <w:p w:rsidR="007A1C29" w:rsidRDefault="007A1C29" w:rsidP="007A1C29">
      <w:pPr>
        <w:pStyle w:val="ListParagraph"/>
        <w:tabs>
          <w:tab w:val="left" w:pos="446"/>
        </w:tabs>
        <w:ind w:left="446"/>
        <w:rPr>
          <w:sz w:val="24"/>
          <w:szCs w:val="24"/>
        </w:rPr>
      </w:pPr>
      <w:r>
        <w:rPr>
          <w:sz w:val="24"/>
          <w:szCs w:val="24"/>
        </w:rPr>
        <w:tab/>
        <w:t xml:space="preserve">Equation 2.4 </w:t>
      </w:r>
      <w:r w:rsidRPr="00627998">
        <w:rPr>
          <w:position w:val="-16"/>
          <w:sz w:val="24"/>
          <w:szCs w:val="24"/>
        </w:rPr>
        <w:object w:dxaOrig="1240" w:dyaOrig="440">
          <v:shape id="_x0000_i1319" type="#_x0000_t75" style="width:62.5pt;height:21.5pt" o:ole="">
            <v:imagedata r:id="rId581" o:title=""/>
          </v:shape>
          <o:OLEObject Type="Embed" ProgID="Equation.DSMT4" ShapeID="_x0000_i1319" DrawAspect="Content" ObjectID="_1377284445" r:id="rId582"/>
        </w:object>
      </w:r>
      <w:r>
        <w:rPr>
          <w:sz w:val="24"/>
          <w:szCs w:val="24"/>
        </w:rPr>
        <w:t xml:space="preserve"> gives its velocity </w:t>
      </w:r>
      <w:r w:rsidRPr="008259D1">
        <w:rPr>
          <w:i/>
          <w:sz w:val="24"/>
          <w:szCs w:val="24"/>
        </w:rPr>
        <w:t>v</w:t>
      </w:r>
      <w:r w:rsidRPr="00C01C52">
        <w:rPr>
          <w:position w:val="-8"/>
          <w:sz w:val="18"/>
          <w:szCs w:val="24"/>
        </w:rPr>
        <w:t>1</w:t>
      </w:r>
      <w:r>
        <w:rPr>
          <w:sz w:val="24"/>
          <w:szCs w:val="24"/>
        </w:rPr>
        <w:t xml:space="preserve"> at the instant the fuel runs out:</w:t>
      </w:r>
    </w:p>
    <w:p w:rsidR="007A1C29" w:rsidRDefault="007A1C29" w:rsidP="007A1C29">
      <w:pPr>
        <w:pStyle w:val="ListParagraph"/>
        <w:rPr>
          <w:sz w:val="24"/>
          <w:szCs w:val="24"/>
        </w:rPr>
      </w:pPr>
    </w:p>
    <w:p w:rsidR="007A1C29" w:rsidRDefault="007A1C29" w:rsidP="007A1C29">
      <w:pPr>
        <w:pStyle w:val="MTDisplayEquation"/>
        <w:tabs>
          <w:tab w:val="center" w:pos="5040"/>
        </w:tabs>
        <w:ind w:left="720"/>
      </w:pPr>
      <w:r>
        <w:tab/>
      </w:r>
      <w:r w:rsidRPr="00794A9A">
        <w:rPr>
          <w:position w:val="-14"/>
        </w:rPr>
        <w:object w:dxaOrig="3120" w:dyaOrig="380">
          <v:shape id="_x0000_i1320" type="#_x0000_t75" style="width:156pt;height:18pt" o:ole="">
            <v:imagedata r:id="rId583" o:title=""/>
          </v:shape>
          <o:OLEObject Type="Embed" ProgID="Equation.DSMT4" ShapeID="_x0000_i1320" DrawAspect="Content" ObjectID="_1377284446" r:id="rId584"/>
        </w:object>
      </w:r>
      <w:r>
        <w:tab/>
        <w:t>(2)</w:t>
      </w:r>
    </w:p>
    <w:p w:rsidR="007A1C29" w:rsidRDefault="007A1C29" w:rsidP="007A1C29">
      <w:pPr>
        <w:pStyle w:val="ListParagraph"/>
        <w:rPr>
          <w:sz w:val="24"/>
          <w:szCs w:val="24"/>
        </w:rPr>
      </w:pPr>
    </w:p>
    <w:p w:rsidR="007A1C29" w:rsidRDefault="007A1C29" w:rsidP="007A1C29">
      <w:pPr>
        <w:pStyle w:val="ListParagraph"/>
        <w:tabs>
          <w:tab w:val="left" w:pos="446"/>
        </w:tabs>
        <w:ind w:left="446"/>
        <w:rPr>
          <w:sz w:val="24"/>
          <w:szCs w:val="24"/>
        </w:rPr>
      </w:pPr>
      <w:r>
        <w:rPr>
          <w:sz w:val="24"/>
          <w:szCs w:val="24"/>
        </w:rPr>
        <w:tab/>
        <w:t>From that moment onward, the second part of the rocket’s motion is free fall (</w:t>
      </w:r>
      <w:r w:rsidRPr="00EE07B5">
        <w:rPr>
          <w:i/>
          <w:sz w:val="24"/>
          <w:szCs w:val="24"/>
        </w:rPr>
        <w:t>a</w:t>
      </w:r>
      <w:r w:rsidRPr="00C01C52">
        <w:rPr>
          <w:position w:val="-8"/>
          <w:sz w:val="18"/>
          <w:szCs w:val="24"/>
        </w:rPr>
        <w:t>2</w:t>
      </w:r>
      <w:r>
        <w:rPr>
          <w:sz w:val="24"/>
          <w:szCs w:val="24"/>
        </w:rPr>
        <w:t> = −9.80 m/s</w:t>
      </w:r>
      <w:r w:rsidRPr="00C01C52">
        <w:rPr>
          <w:position w:val="10"/>
          <w:sz w:val="18"/>
          <w:szCs w:val="24"/>
        </w:rPr>
        <w:t>2</w:t>
      </w:r>
      <w:r>
        <w:rPr>
          <w:sz w:val="24"/>
          <w:szCs w:val="24"/>
        </w:rPr>
        <w:t>)</w:t>
      </w:r>
      <w:r w:rsidRPr="00974070">
        <w:rPr>
          <w:sz w:val="24"/>
          <w:szCs w:val="24"/>
        </w:rPr>
        <w:t>.</w:t>
      </w:r>
      <w:r>
        <w:rPr>
          <w:sz w:val="24"/>
          <w:szCs w:val="24"/>
        </w:rPr>
        <w:t xml:space="preserve">  It takes a time </w:t>
      </w:r>
      <w:r w:rsidRPr="00AF0B70">
        <w:rPr>
          <w:i/>
          <w:sz w:val="24"/>
          <w:szCs w:val="24"/>
        </w:rPr>
        <w:t>t</w:t>
      </w:r>
      <w:r w:rsidRPr="00C01C52">
        <w:rPr>
          <w:position w:val="-8"/>
          <w:sz w:val="18"/>
          <w:szCs w:val="24"/>
        </w:rPr>
        <w:t>2</w:t>
      </w:r>
      <w:r>
        <w:rPr>
          <w:sz w:val="24"/>
          <w:szCs w:val="24"/>
        </w:rPr>
        <w:t xml:space="preserve"> for the rocket’s velocity to decrease from </w:t>
      </w:r>
      <w:r w:rsidRPr="00AF0B70">
        <w:rPr>
          <w:i/>
          <w:sz w:val="24"/>
          <w:szCs w:val="24"/>
        </w:rPr>
        <w:t>v</w:t>
      </w:r>
      <w:r w:rsidRPr="00C01C52">
        <w:rPr>
          <w:position w:val="-8"/>
          <w:sz w:val="18"/>
          <w:szCs w:val="24"/>
        </w:rPr>
        <w:t>0</w:t>
      </w:r>
      <w:r>
        <w:rPr>
          <w:sz w:val="24"/>
          <w:szCs w:val="24"/>
        </w:rPr>
        <w:t xml:space="preserve"> = </w:t>
      </w:r>
      <w:r w:rsidRPr="00AF0B70">
        <w:rPr>
          <w:i/>
          <w:sz w:val="24"/>
          <w:szCs w:val="24"/>
        </w:rPr>
        <w:t>v</w:t>
      </w:r>
      <w:r w:rsidRPr="00C01C52">
        <w:rPr>
          <w:position w:val="-8"/>
          <w:sz w:val="18"/>
          <w:szCs w:val="24"/>
        </w:rPr>
        <w:t>1</w:t>
      </w:r>
      <w:r>
        <w:rPr>
          <w:sz w:val="24"/>
          <w:szCs w:val="24"/>
        </w:rPr>
        <w:t xml:space="preserve"> to </w:t>
      </w:r>
      <w:r w:rsidRPr="00AF0B70">
        <w:rPr>
          <w:i/>
          <w:sz w:val="24"/>
          <w:szCs w:val="24"/>
        </w:rPr>
        <w:t>v</w:t>
      </w:r>
      <w:r w:rsidRPr="00C01C52">
        <w:rPr>
          <w:position w:val="-8"/>
          <w:sz w:val="18"/>
          <w:szCs w:val="24"/>
        </w:rPr>
        <w:t>2</w:t>
      </w:r>
      <w:r>
        <w:rPr>
          <w:sz w:val="24"/>
          <w:szCs w:val="24"/>
        </w:rPr>
        <w:t xml:space="preserve"> = 0 m/s at its maximum altitude.  We solve Equation 2.9 </w:t>
      </w:r>
      <w:r w:rsidRPr="00C171C4">
        <w:rPr>
          <w:position w:val="-20"/>
          <w:sz w:val="24"/>
          <w:szCs w:val="24"/>
        </w:rPr>
        <w:object w:dxaOrig="1520" w:dyaOrig="520">
          <v:shape id="_x0000_i1321" type="#_x0000_t75" style="width:75.5pt;height:26.5pt" o:ole="">
            <v:imagedata r:id="rId585" o:title=""/>
          </v:shape>
          <o:OLEObject Type="Embed" ProgID="Equation.DSMT4" ShapeID="_x0000_i1321" DrawAspect="Content" ObjectID="_1377284447" r:id="rId586"/>
        </w:object>
      </w:r>
      <w:r>
        <w:rPr>
          <w:sz w:val="24"/>
          <w:szCs w:val="24"/>
        </w:rPr>
        <w:t xml:space="preserve"> to find its upward displacement </w:t>
      </w:r>
      <w:r w:rsidRPr="00446286">
        <w:rPr>
          <w:i/>
          <w:sz w:val="24"/>
          <w:szCs w:val="24"/>
        </w:rPr>
        <w:t>y</w:t>
      </w:r>
      <w:r w:rsidRPr="00C01C52">
        <w:rPr>
          <w:position w:val="-8"/>
          <w:sz w:val="18"/>
          <w:szCs w:val="24"/>
        </w:rPr>
        <w:t>2</w:t>
      </w:r>
      <w:r>
        <w:rPr>
          <w:sz w:val="24"/>
          <w:szCs w:val="24"/>
        </w:rPr>
        <w:t xml:space="preserve"> during this time:</w:t>
      </w:r>
    </w:p>
    <w:p w:rsidR="007A1C29" w:rsidRDefault="007A1C29" w:rsidP="007A1C29">
      <w:pPr>
        <w:pStyle w:val="MTDisplayEquation"/>
        <w:tabs>
          <w:tab w:val="center" w:pos="5040"/>
        </w:tabs>
        <w:ind w:left="720"/>
      </w:pPr>
      <w:r>
        <w:tab/>
      </w:r>
      <w:r w:rsidRPr="00980F99">
        <w:rPr>
          <w:position w:val="-32"/>
        </w:rPr>
        <w:object w:dxaOrig="3860" w:dyaOrig="800">
          <v:shape id="_x0000_i1322" type="#_x0000_t75" style="width:192.5pt;height:39.5pt" o:ole="">
            <v:imagedata r:id="rId587" o:title=""/>
          </v:shape>
          <o:OLEObject Type="Embed" ProgID="Equation.DSMT4" ShapeID="_x0000_i1322" DrawAspect="Content" ObjectID="_1377284448" r:id="rId588"/>
        </w:object>
      </w:r>
      <w:r>
        <w:tab/>
      </w:r>
    </w:p>
    <w:p w:rsidR="007A1C29" w:rsidRDefault="007A1C29" w:rsidP="007A1C29">
      <w:pPr>
        <w:pStyle w:val="ListParagraph"/>
        <w:rPr>
          <w:sz w:val="24"/>
        </w:rPr>
      </w:pPr>
    </w:p>
    <w:p w:rsidR="007A1C29" w:rsidRDefault="007A1C29" w:rsidP="007A1C29">
      <w:pPr>
        <w:pStyle w:val="ListParagraph"/>
        <w:tabs>
          <w:tab w:val="left" w:pos="446"/>
        </w:tabs>
        <w:ind w:left="446"/>
        <w:rPr>
          <w:sz w:val="24"/>
        </w:rPr>
      </w:pPr>
      <w:r>
        <w:rPr>
          <w:sz w:val="24"/>
        </w:rPr>
        <w:tab/>
        <w:t xml:space="preserve">Substituting for </w:t>
      </w:r>
      <w:r w:rsidRPr="00AF0B70">
        <w:rPr>
          <w:i/>
          <w:sz w:val="24"/>
          <w:szCs w:val="24"/>
        </w:rPr>
        <w:t>v</w:t>
      </w:r>
      <w:r w:rsidRPr="00C01C52">
        <w:rPr>
          <w:position w:val="-8"/>
          <w:sz w:val="18"/>
          <w:szCs w:val="24"/>
        </w:rPr>
        <w:t>1</w:t>
      </w:r>
      <w:r>
        <w:rPr>
          <w:sz w:val="24"/>
        </w:rPr>
        <w:t xml:space="preserve"> from Equation (2), we find for </w:t>
      </w:r>
      <w:r w:rsidRPr="00446286">
        <w:rPr>
          <w:i/>
          <w:sz w:val="24"/>
          <w:szCs w:val="24"/>
        </w:rPr>
        <w:t>y</w:t>
      </w:r>
      <w:r w:rsidRPr="00C01C52">
        <w:rPr>
          <w:position w:val="-8"/>
          <w:sz w:val="18"/>
          <w:szCs w:val="24"/>
        </w:rPr>
        <w:t>2</w:t>
      </w:r>
      <w:r>
        <w:rPr>
          <w:sz w:val="24"/>
        </w:rPr>
        <w:t xml:space="preserve"> that </w:t>
      </w:r>
    </w:p>
    <w:p w:rsidR="007A1C29" w:rsidRDefault="007A1C29" w:rsidP="007A1C29">
      <w:pPr>
        <w:pStyle w:val="ListParagraph"/>
        <w:rPr>
          <w:sz w:val="24"/>
        </w:rPr>
      </w:pPr>
    </w:p>
    <w:p w:rsidR="007A1C29" w:rsidRDefault="007A1C29" w:rsidP="007A1C29">
      <w:pPr>
        <w:pStyle w:val="MTDisplayEquation"/>
        <w:tabs>
          <w:tab w:val="center" w:pos="5040"/>
        </w:tabs>
        <w:ind w:left="720"/>
      </w:pPr>
      <w:r>
        <w:lastRenderedPageBreak/>
        <w:tab/>
      </w:r>
      <w:r w:rsidRPr="00980F99">
        <w:rPr>
          <w:position w:val="-32"/>
        </w:rPr>
        <w:object w:dxaOrig="1400" w:dyaOrig="840">
          <v:shape id="_x0000_i1323" type="#_x0000_t75" style="width:70pt;height:42pt" o:ole="">
            <v:imagedata r:id="rId589" o:title=""/>
          </v:shape>
          <o:OLEObject Type="Embed" ProgID="Equation.DSMT4" ShapeID="_x0000_i1323" DrawAspect="Content" ObjectID="_1377284449" r:id="rId590"/>
        </w:object>
      </w:r>
      <w:r>
        <w:tab/>
        <w:t>(3)</w:t>
      </w:r>
    </w:p>
    <w:p w:rsidR="007A1C29" w:rsidRPr="00980F99" w:rsidRDefault="007A1C29" w:rsidP="007A1C29">
      <w:pPr>
        <w:pStyle w:val="ListParagraph"/>
        <w:rPr>
          <w:sz w:val="24"/>
        </w:rPr>
      </w:pPr>
    </w:p>
    <w:p w:rsidR="007A1C29" w:rsidRDefault="007A1C29" w:rsidP="007A1C29">
      <w:pPr>
        <w:pStyle w:val="ListParagraph"/>
        <w:tabs>
          <w:tab w:val="left" w:pos="446"/>
        </w:tabs>
        <w:ind w:left="446"/>
        <w:rPr>
          <w:sz w:val="24"/>
          <w:szCs w:val="24"/>
        </w:rPr>
      </w:pPr>
      <w:r>
        <w:rPr>
          <w:sz w:val="24"/>
          <w:szCs w:val="24"/>
        </w:rPr>
        <w:tab/>
        <w:t>Using Equations (1) and (3), we find that the rocket’s maximum altitude, relative to the ground, is</w:t>
      </w:r>
    </w:p>
    <w:p w:rsidR="007A1C29" w:rsidRDefault="007A1C29" w:rsidP="007A1C29">
      <w:pPr>
        <w:pStyle w:val="MTDisplayEquation"/>
        <w:tabs>
          <w:tab w:val="center" w:pos="5040"/>
        </w:tabs>
        <w:ind w:left="720"/>
      </w:pPr>
      <w:r>
        <w:tab/>
      </w:r>
      <w:r w:rsidRPr="00147FA5">
        <w:rPr>
          <w:position w:val="-34"/>
        </w:rPr>
        <w:object w:dxaOrig="4380" w:dyaOrig="859">
          <v:shape id="_x0000_i1324" type="#_x0000_t75" style="width:219.5pt;height:44pt" o:ole="">
            <v:imagedata r:id="rId591" o:title=""/>
          </v:shape>
          <o:OLEObject Type="Embed" ProgID="Equation.DSMT4" ShapeID="_x0000_i1324" DrawAspect="Content" ObjectID="_1377284450" r:id="rId592"/>
        </w:object>
      </w:r>
      <w:r>
        <w:tab/>
      </w:r>
    </w:p>
    <w:p w:rsidR="007A1C29" w:rsidRDefault="007A1C29" w:rsidP="007A1C29">
      <w:pPr>
        <w:pStyle w:val="ListParagraph"/>
        <w:rPr>
          <w:sz w:val="24"/>
          <w:szCs w:val="24"/>
        </w:rPr>
      </w:pPr>
    </w:p>
    <w:p w:rsidR="007A1C29" w:rsidRDefault="007A1C29" w:rsidP="007A1C29">
      <w:pPr>
        <w:pStyle w:val="ListParagraph"/>
        <w:tabs>
          <w:tab w:val="left" w:pos="446"/>
        </w:tabs>
        <w:ind w:left="446"/>
        <w:rPr>
          <w:sz w:val="24"/>
          <w:szCs w:val="24"/>
        </w:rPr>
      </w:pPr>
      <w:r>
        <w:rPr>
          <w:sz w:val="24"/>
          <w:szCs w:val="24"/>
        </w:rPr>
        <w:tab/>
        <w:t>Using the values given, we find that</w:t>
      </w:r>
    </w:p>
    <w:p w:rsidR="007A1C29" w:rsidRPr="00FB643C" w:rsidRDefault="007A1C29" w:rsidP="007A1C29">
      <w:pPr>
        <w:pStyle w:val="ListParagraph"/>
        <w:tabs>
          <w:tab w:val="center" w:pos="5040"/>
        </w:tabs>
        <w:jc w:val="center"/>
        <w:rPr>
          <w:sz w:val="24"/>
        </w:rPr>
      </w:pPr>
      <w:r w:rsidRPr="00FB643C">
        <w:rPr>
          <w:position w:val="-36"/>
        </w:rPr>
        <w:object w:dxaOrig="5340" w:dyaOrig="840">
          <v:shape id="_x0000_i1325" type="#_x0000_t75" style="width:267pt;height:42pt" o:ole="">
            <v:imagedata r:id="rId593" o:title=""/>
          </v:shape>
          <o:OLEObject Type="Embed" ProgID="Equation.DSMT4" ShapeID="_x0000_i1325" DrawAspect="Content" ObjectID="_1377284451" r:id="rId594"/>
        </w:object>
      </w:r>
    </w:p>
    <w:p w:rsidR="007A1C29" w:rsidRPr="006A32B6" w:rsidRDefault="007A1C29" w:rsidP="007A1C29">
      <w:pPr>
        <w:pBdr>
          <w:bottom w:val="single" w:sz="4" w:space="1" w:color="auto"/>
        </w:pBdr>
      </w:pPr>
    </w:p>
    <w:p w:rsidR="007A1C29" w:rsidRDefault="007A1C29" w:rsidP="00F86002">
      <w:pPr>
        <w:tabs>
          <w:tab w:val="left" w:pos="450"/>
        </w:tabs>
      </w:pPr>
    </w:p>
    <w:p w:rsidR="00147D98" w:rsidRDefault="00147D98" w:rsidP="00147D98">
      <w:pPr>
        <w:tabs>
          <w:tab w:val="left" w:pos="-1440"/>
          <w:tab w:val="left" w:pos="-720"/>
          <w:tab w:val="left" w:pos="440"/>
        </w:tabs>
        <w:spacing w:line="240" w:lineRule="atLeast"/>
        <w:ind w:left="440" w:hanging="520"/>
      </w:pPr>
      <w:r>
        <w:t xml:space="preserve">63. </w:t>
      </w:r>
      <w:proofErr w:type="gramStart"/>
      <w:r>
        <w:rPr>
          <w:b/>
          <w:i/>
        </w:rPr>
        <w:t>REASONING</w:t>
      </w:r>
      <w:r>
        <w:t xml:space="preserve">  To</w:t>
      </w:r>
      <w:proofErr w:type="gramEnd"/>
      <w:r>
        <w:t xml:space="preserve"> find the initial velocity </w:t>
      </w:r>
      <w:r>
        <w:rPr>
          <w:i/>
        </w:rPr>
        <w:t>v</w:t>
      </w:r>
      <w:r>
        <w:rPr>
          <w:rStyle w:val="Sub-12"/>
        </w:rPr>
        <w:t>0,2</w:t>
      </w:r>
      <w:r>
        <w:t xml:space="preserve"> of the second stone, we will employ Equation 2.8, </w:t>
      </w:r>
      <w:r w:rsidRPr="003238AD">
        <w:rPr>
          <w:position w:val="-16"/>
        </w:rPr>
        <w:object w:dxaOrig="1820" w:dyaOrig="440">
          <v:shape id="_x0000_i1326" type="#_x0000_t75" style="width:91pt;height:21.5pt" o:ole="">
            <v:imagedata r:id="rId595" o:title=""/>
          </v:shape>
          <o:OLEObject Type="Embed" ProgID="Equation.DSMT4" ShapeID="_x0000_i1326" DrawAspect="Content" ObjectID="_1377284452" r:id="rId596"/>
        </w:object>
      </w:r>
      <w:r>
        <w:t xml:space="preserve">. In this expression </w:t>
      </w:r>
      <w:r>
        <w:rPr>
          <w:i/>
        </w:rPr>
        <w:t>t</w:t>
      </w:r>
      <w:r>
        <w:rPr>
          <w:rStyle w:val="Sub-12"/>
        </w:rPr>
        <w:t>2</w:t>
      </w:r>
      <w:r>
        <w:t xml:space="preserve"> is the time that the second stone is in the air, and it is equal to the time </w:t>
      </w:r>
      <w:r>
        <w:rPr>
          <w:i/>
        </w:rPr>
        <w:t>t</w:t>
      </w:r>
      <w:r>
        <w:rPr>
          <w:rStyle w:val="Sub-12"/>
        </w:rPr>
        <w:t>1</w:t>
      </w:r>
      <w:r>
        <w:t xml:space="preserve"> that the first stone is in the air minus the time </w:t>
      </w:r>
      <w:r>
        <w:rPr>
          <w:i/>
        </w:rPr>
        <w:t>t</w:t>
      </w:r>
      <w:r>
        <w:rPr>
          <w:rStyle w:val="Sub-12"/>
        </w:rPr>
        <w:t>3.20</w:t>
      </w:r>
      <w:r>
        <w:t xml:space="preserve"> it takes for the first stone to fall 3.20 m:</w:t>
      </w:r>
    </w:p>
    <w:p w:rsidR="00147D98" w:rsidRDefault="00147D98" w:rsidP="00147D98"/>
    <w:p w:rsidR="00147D98" w:rsidRDefault="00147D98" w:rsidP="00147D98">
      <w:pPr>
        <w:jc w:val="center"/>
      </w:pPr>
      <w:r w:rsidRPr="000A6E89">
        <w:rPr>
          <w:position w:val="-14"/>
        </w:rPr>
        <w:object w:dxaOrig="1219" w:dyaOrig="380">
          <v:shape id="_x0000_i1327" type="#_x0000_t75" style="width:60.5pt;height:18pt" o:ole="">
            <v:imagedata r:id="rId597" o:title=""/>
          </v:shape>
          <o:OLEObject Type="Embed" ProgID="Equation.DSMT4" ShapeID="_x0000_i1327" DrawAspect="Content" ObjectID="_1377284453" r:id="rId598"/>
        </w:object>
      </w:r>
    </w:p>
    <w:p w:rsidR="00147D98" w:rsidRDefault="00147D98" w:rsidP="00147D98">
      <w:pPr>
        <w:jc w:val="center"/>
      </w:pPr>
    </w:p>
    <w:p w:rsidR="00147D98" w:rsidRDefault="00147D98" w:rsidP="00147D98">
      <w:pPr>
        <w:jc w:val="left"/>
      </w:pPr>
      <w:r>
        <w:tab/>
        <w:t xml:space="preserve">We can find </w:t>
      </w:r>
      <w:r>
        <w:rPr>
          <w:i/>
        </w:rPr>
        <w:t>t</w:t>
      </w:r>
      <w:r>
        <w:rPr>
          <w:rStyle w:val="Sub-12"/>
        </w:rPr>
        <w:t>1</w:t>
      </w:r>
      <w:r>
        <w:t xml:space="preserve"> and </w:t>
      </w:r>
      <w:r>
        <w:rPr>
          <w:i/>
        </w:rPr>
        <w:t>t</w:t>
      </w:r>
      <w:r>
        <w:rPr>
          <w:rStyle w:val="Sub-12"/>
        </w:rPr>
        <w:t>3.20</w:t>
      </w:r>
      <w:r>
        <w:t xml:space="preserve"> by applying Equation 2.8 to the first stone.</w:t>
      </w:r>
    </w:p>
    <w:p w:rsidR="00147D98" w:rsidRDefault="00147D98" w:rsidP="00147D98">
      <w:pPr>
        <w:jc w:val="left"/>
      </w:pPr>
    </w:p>
    <w:p w:rsidR="00147D98" w:rsidRDefault="00147D98" w:rsidP="00147D98">
      <w:pPr>
        <w:ind w:firstLine="0"/>
      </w:pPr>
      <w:r>
        <w:rPr>
          <w:b/>
          <w:i/>
        </w:rPr>
        <w:t>SOLUTION</w:t>
      </w:r>
      <w:r>
        <w:t xml:space="preserve">   To find the initial velocity </w:t>
      </w:r>
      <w:r>
        <w:rPr>
          <w:i/>
        </w:rPr>
        <w:t>v</w:t>
      </w:r>
      <w:r>
        <w:rPr>
          <w:rStyle w:val="Sub-12"/>
        </w:rPr>
        <w:t>0</w:t>
      </w:r>
      <w:proofErr w:type="gramStart"/>
      <w:r>
        <w:rPr>
          <w:rStyle w:val="Sub-12"/>
        </w:rPr>
        <w:t>,2</w:t>
      </w:r>
      <w:proofErr w:type="gramEnd"/>
      <w:r>
        <w:t xml:space="preserve"> of the second stone, we employ Equation 2.8, </w:t>
      </w:r>
      <w:r w:rsidRPr="002410FB">
        <w:rPr>
          <w:position w:val="-16"/>
        </w:rPr>
        <w:object w:dxaOrig="1719" w:dyaOrig="440">
          <v:shape id="_x0000_i1328" type="#_x0000_t75" style="width:86pt;height:21.5pt" o:ole="">
            <v:imagedata r:id="rId599" o:title=""/>
          </v:shape>
          <o:OLEObject Type="Embed" ProgID="Equation.DSMT4" ShapeID="_x0000_i1328" DrawAspect="Content" ObjectID="_1377284454" r:id="rId600"/>
        </w:object>
      </w:r>
      <w:r>
        <w:t xml:space="preserve">. Solving this equation for </w:t>
      </w:r>
      <w:r>
        <w:rPr>
          <w:i/>
        </w:rPr>
        <w:t>v</w:t>
      </w:r>
      <w:r>
        <w:rPr>
          <w:rStyle w:val="Sub-12"/>
        </w:rPr>
        <w:t>0,2</w:t>
      </w:r>
      <w:r>
        <w:t xml:space="preserve"> yields </w:t>
      </w:r>
    </w:p>
    <w:p w:rsidR="00147D98" w:rsidRDefault="00147D98" w:rsidP="00147D98">
      <w:pPr>
        <w:ind w:firstLine="0"/>
        <w:jc w:val="left"/>
      </w:pPr>
    </w:p>
    <w:p w:rsidR="00147D98" w:rsidRDefault="00147D98" w:rsidP="00147D98">
      <w:pPr>
        <w:ind w:firstLine="0"/>
        <w:jc w:val="center"/>
      </w:pPr>
      <w:r w:rsidRPr="00367FC5">
        <w:rPr>
          <w:position w:val="-32"/>
        </w:rPr>
        <w:object w:dxaOrig="1620" w:dyaOrig="800">
          <v:shape id="_x0000_i1329" type="#_x0000_t75" style="width:81pt;height:39.5pt" o:ole="">
            <v:imagedata r:id="rId601" o:title=""/>
          </v:shape>
          <o:OLEObject Type="Embed" ProgID="Equation.DSMT4" ShapeID="_x0000_i1329" DrawAspect="Content" ObjectID="_1377284455" r:id="rId602"/>
        </w:object>
      </w:r>
    </w:p>
    <w:p w:rsidR="00147D98" w:rsidRDefault="00147D98" w:rsidP="00147D98">
      <w:pPr>
        <w:ind w:firstLine="0"/>
        <w:jc w:val="left"/>
      </w:pPr>
    </w:p>
    <w:p w:rsidR="00147D98" w:rsidRDefault="00147D98" w:rsidP="00147D98">
      <w:pPr>
        <w:ind w:firstLine="0"/>
      </w:pPr>
      <w:r>
        <w:t xml:space="preserve">The time </w:t>
      </w:r>
      <w:r>
        <w:rPr>
          <w:i/>
        </w:rPr>
        <w:t>t</w:t>
      </w:r>
      <w:r>
        <w:rPr>
          <w:rStyle w:val="Sub-12"/>
        </w:rPr>
        <w:t>1</w:t>
      </w:r>
      <w:r>
        <w:t xml:space="preserve"> for the first stone to strike the ground can be obtained from Equation 2.8</w:t>
      </w:r>
      <w:proofErr w:type="gramStart"/>
      <w:r>
        <w:t xml:space="preserve">, </w:t>
      </w:r>
      <w:proofErr w:type="gramEnd"/>
      <w:r w:rsidRPr="003238AD">
        <w:rPr>
          <w:position w:val="-16"/>
        </w:rPr>
        <w:object w:dxaOrig="1719" w:dyaOrig="440">
          <v:shape id="_x0000_i1330" type="#_x0000_t75" style="width:86pt;height:21.5pt" o:ole="">
            <v:imagedata r:id="rId603" o:title=""/>
          </v:shape>
          <o:OLEObject Type="Embed" ProgID="Equation.DSMT4" ShapeID="_x0000_i1330" DrawAspect="Content" ObjectID="_1377284456" r:id="rId604"/>
        </w:object>
      </w:r>
      <w:r>
        <w:t xml:space="preserve">. Noting that </w:t>
      </w:r>
      <w:r>
        <w:rPr>
          <w:i/>
        </w:rPr>
        <w:t>v</w:t>
      </w:r>
      <w:r>
        <w:rPr>
          <w:rStyle w:val="Sub-12"/>
        </w:rPr>
        <w:t>0,1</w:t>
      </w:r>
      <w:r>
        <w:t xml:space="preserve"> = 0 m/s since the stone is dropped from rest and solving this equation for </w:t>
      </w:r>
      <w:r>
        <w:rPr>
          <w:i/>
        </w:rPr>
        <w:t>t</w:t>
      </w:r>
      <w:r>
        <w:rPr>
          <w:rStyle w:val="Sub-12"/>
        </w:rPr>
        <w:t>1</w:t>
      </w:r>
      <w:r>
        <w:t>, we have</w:t>
      </w:r>
    </w:p>
    <w:p w:rsidR="00147D98" w:rsidRDefault="00147D98" w:rsidP="00147D98">
      <w:pPr>
        <w:jc w:val="left"/>
      </w:pPr>
    </w:p>
    <w:p w:rsidR="00147D98" w:rsidRDefault="00147D98" w:rsidP="00147D98">
      <w:pPr>
        <w:jc w:val="right"/>
      </w:pPr>
      <w:r w:rsidRPr="003238AD">
        <w:rPr>
          <w:position w:val="-28"/>
        </w:rPr>
        <w:object w:dxaOrig="3340" w:dyaOrig="740">
          <v:shape id="_x0000_i1331" type="#_x0000_t75" style="width:167.5pt;height:36.5pt" o:ole="">
            <v:imagedata r:id="rId605" o:title=""/>
          </v:shape>
          <o:OLEObject Type="Embed" ProgID="Equation.DSMT4" ShapeID="_x0000_i1331" DrawAspect="Content" ObjectID="_1377284457" r:id="rId606"/>
        </w:object>
      </w:r>
      <w:r>
        <w:t xml:space="preserve">                                              (1)</w:t>
      </w:r>
    </w:p>
    <w:p w:rsidR="00147D98" w:rsidRDefault="00147D98" w:rsidP="00147D98">
      <w:pPr>
        <w:jc w:val="center"/>
      </w:pPr>
    </w:p>
    <w:p w:rsidR="00147D98" w:rsidRPr="003238AD" w:rsidRDefault="00147D98" w:rsidP="00147D98">
      <w:pPr>
        <w:ind w:firstLine="0"/>
      </w:pPr>
      <w:r>
        <w:t>Note that the stone is falling down, so its displacement is negative (</w:t>
      </w:r>
      <w:r>
        <w:rPr>
          <w:i/>
        </w:rPr>
        <w:t>y</w:t>
      </w:r>
      <w:r>
        <w:t xml:space="preserve"> = </w:t>
      </w:r>
      <w:r>
        <w:sym w:font="Symbol" w:char="F02D"/>
      </w:r>
      <w:r>
        <w:t xml:space="preserve"> 15.0 m). Also, its acceleration </w:t>
      </w:r>
      <w:proofErr w:type="gramStart"/>
      <w:r>
        <w:rPr>
          <w:i/>
        </w:rPr>
        <w:t>a</w:t>
      </w:r>
      <w:r>
        <w:t xml:space="preserve"> is</w:t>
      </w:r>
      <w:proofErr w:type="gramEnd"/>
      <w:r>
        <w:t xml:space="preserve"> that due to gravity, so </w:t>
      </w:r>
      <w:r>
        <w:rPr>
          <w:i/>
        </w:rPr>
        <w:t>a</w:t>
      </w:r>
      <w:r>
        <w:t xml:space="preserve"> = </w:t>
      </w:r>
      <w:r>
        <w:sym w:font="Symbol" w:char="F02D"/>
      </w:r>
      <w:r>
        <w:t>9.80 m/s</w:t>
      </w:r>
      <w:r>
        <w:rPr>
          <w:rStyle w:val="Super-12"/>
        </w:rPr>
        <w:t>2</w:t>
      </w:r>
      <w:r>
        <w:t>.</w:t>
      </w:r>
    </w:p>
    <w:p w:rsidR="00147D98" w:rsidRPr="003238AD" w:rsidRDefault="00147D98" w:rsidP="00147D98">
      <w:pPr>
        <w:jc w:val="center"/>
      </w:pPr>
    </w:p>
    <w:p w:rsidR="00147D98" w:rsidRDefault="00147D98" w:rsidP="00147D98">
      <w:pPr>
        <w:jc w:val="left"/>
      </w:pPr>
      <w:r>
        <w:lastRenderedPageBreak/>
        <w:tab/>
        <w:t xml:space="preserve">The time </w:t>
      </w:r>
      <w:r>
        <w:rPr>
          <w:i/>
        </w:rPr>
        <w:t>t</w:t>
      </w:r>
      <w:r>
        <w:rPr>
          <w:rStyle w:val="Sub-12"/>
        </w:rPr>
        <w:t>3.20</w:t>
      </w:r>
      <w:r>
        <w:t xml:space="preserve"> for the first stone to fall 3.20 m can also be obtained from Equation 1:</w:t>
      </w:r>
    </w:p>
    <w:p w:rsidR="00147D98" w:rsidRDefault="00147D98" w:rsidP="00147D98">
      <w:pPr>
        <w:jc w:val="left"/>
      </w:pPr>
    </w:p>
    <w:p w:rsidR="00147D98" w:rsidRDefault="00147D98" w:rsidP="00147D98">
      <w:pPr>
        <w:jc w:val="center"/>
      </w:pPr>
      <w:r w:rsidRPr="003238AD">
        <w:rPr>
          <w:position w:val="-28"/>
        </w:rPr>
        <w:object w:dxaOrig="3739" w:dyaOrig="740">
          <v:shape id="_x0000_i1332" type="#_x0000_t75" style="width:188pt;height:36.5pt" o:ole="">
            <v:imagedata r:id="rId607" o:title=""/>
          </v:shape>
          <o:OLEObject Type="Embed" ProgID="Equation.DSMT4" ShapeID="_x0000_i1332" DrawAspect="Content" ObjectID="_1377284458" r:id="rId608"/>
        </w:object>
      </w:r>
    </w:p>
    <w:p w:rsidR="00147D98" w:rsidRPr="003238AD" w:rsidRDefault="00147D98" w:rsidP="00147D98">
      <w:pPr>
        <w:jc w:val="center"/>
      </w:pPr>
    </w:p>
    <w:p w:rsidR="00147D98" w:rsidRDefault="00147D98" w:rsidP="00147D98">
      <w:pPr>
        <w:ind w:firstLine="0"/>
        <w:jc w:val="left"/>
      </w:pPr>
      <w:r>
        <w:t xml:space="preserve">The time </w:t>
      </w:r>
      <w:r>
        <w:rPr>
          <w:i/>
        </w:rPr>
        <w:t>t</w:t>
      </w:r>
      <w:r>
        <w:rPr>
          <w:rStyle w:val="Sub-12"/>
        </w:rPr>
        <w:t>2</w:t>
      </w:r>
      <w:r>
        <w:t xml:space="preserve"> that the second stone is in the air is</w:t>
      </w:r>
    </w:p>
    <w:p w:rsidR="00147D98" w:rsidRDefault="00147D98" w:rsidP="00147D98">
      <w:pPr>
        <w:ind w:firstLine="0"/>
        <w:jc w:val="left"/>
      </w:pPr>
    </w:p>
    <w:p w:rsidR="00147D98" w:rsidRDefault="00147D98" w:rsidP="00147D98">
      <w:pPr>
        <w:ind w:left="0" w:firstLine="0"/>
        <w:jc w:val="center"/>
      </w:pPr>
      <w:r w:rsidRPr="000A6E89">
        <w:rPr>
          <w:position w:val="-14"/>
        </w:rPr>
        <w:object w:dxaOrig="3760" w:dyaOrig="380">
          <v:shape id="_x0000_i1333" type="#_x0000_t75" style="width:187pt;height:18pt" o:ole="">
            <v:imagedata r:id="rId609" o:title=""/>
          </v:shape>
          <o:OLEObject Type="Embed" ProgID="Equation.DSMT4" ShapeID="_x0000_i1333" DrawAspect="Content" ObjectID="_1377284459" r:id="rId610"/>
        </w:object>
      </w:r>
    </w:p>
    <w:p w:rsidR="00147D98" w:rsidRDefault="00147D98" w:rsidP="00147D98">
      <w:pPr>
        <w:ind w:firstLine="0"/>
      </w:pPr>
    </w:p>
    <w:p w:rsidR="00147D98" w:rsidRDefault="00147D98" w:rsidP="00147D98">
      <w:pPr>
        <w:ind w:firstLine="0"/>
      </w:pPr>
      <w:r>
        <w:t>The initial velocity of the second stone is</w:t>
      </w:r>
    </w:p>
    <w:p w:rsidR="00147D98" w:rsidRDefault="00147D98" w:rsidP="00147D98">
      <w:pPr>
        <w:ind w:firstLine="0"/>
      </w:pPr>
    </w:p>
    <w:p w:rsidR="00147D98" w:rsidRDefault="00147D98" w:rsidP="00147D98">
      <w:pPr>
        <w:ind w:firstLine="0"/>
        <w:jc w:val="center"/>
      </w:pPr>
      <w:r w:rsidRPr="00367FC5">
        <w:rPr>
          <w:position w:val="-32"/>
        </w:rPr>
        <w:object w:dxaOrig="6560" w:dyaOrig="820">
          <v:shape id="_x0000_i1334" type="#_x0000_t75" style="width:327.5pt;height:41.5pt" o:ole="">
            <v:imagedata r:id="rId611" o:title=""/>
          </v:shape>
          <o:OLEObject Type="Embed" ProgID="Equation.DSMT4" ShapeID="_x0000_i1334" DrawAspect="Content" ObjectID="_1377284460" r:id="rId612"/>
        </w:object>
      </w:r>
    </w:p>
    <w:p w:rsidR="00147D98" w:rsidRPr="00367FC5" w:rsidRDefault="00147D98" w:rsidP="00147D98">
      <w:pPr>
        <w:ind w:left="0" w:firstLine="0"/>
        <w:jc w:val="left"/>
      </w:pPr>
      <w:r>
        <w:t>______________________________________________________________________________</w:t>
      </w:r>
    </w:p>
    <w:p w:rsidR="00147D98" w:rsidRDefault="00147D98" w:rsidP="00147D98"/>
    <w:p w:rsidR="00F86002" w:rsidRDefault="00F86002" w:rsidP="00F86002">
      <w:pPr>
        <w:pStyle w:val="SM6e"/>
      </w:pPr>
      <w:r>
        <w:t>64.</w:t>
      </w:r>
      <w:r>
        <w:tab/>
      </w:r>
      <w:r>
        <w:rPr>
          <w:b/>
          <w:i/>
        </w:rPr>
        <w:t>REASONING</w:t>
      </w:r>
      <w:r>
        <w:t xml:space="preserve">  We assume that downward is the positive direction. The tile falls from rest, so its initial velocity </w:t>
      </w:r>
      <w:r>
        <w:rPr>
          <w:i/>
        </w:rPr>
        <w:t>v</w:t>
      </w:r>
      <w:r w:rsidRPr="00D14F3F">
        <w:rPr>
          <w:position w:val="-8"/>
          <w:sz w:val="18"/>
        </w:rPr>
        <w:t>0</w:t>
      </w:r>
      <w:r>
        <w:t xml:space="preserve"> is zero. The tile falls through a displacement </w:t>
      </w:r>
      <w:r>
        <w:rPr>
          <w:i/>
        </w:rPr>
        <w:t>y</w:t>
      </w:r>
      <w:r>
        <w:t xml:space="preserve"> in going from the roof top to the top of the window. It is a value for </w:t>
      </w:r>
      <w:r>
        <w:rPr>
          <w:i/>
        </w:rPr>
        <w:t>y</w:t>
      </w:r>
      <w:r>
        <w:t xml:space="preserve"> that we seek, and it can be obtained from </w:t>
      </w:r>
      <w:r w:rsidRPr="00874FFE">
        <w:rPr>
          <w:position w:val="-14"/>
        </w:rPr>
        <w:object w:dxaOrig="1840" w:dyaOrig="420">
          <v:shape id="_x0000_i1335" type="#_x0000_t75" style="width:92.5pt;height:21.5pt" o:ole="">
            <v:imagedata r:id="rId613" o:title=""/>
          </v:shape>
          <o:OLEObject Type="Embed" ProgID="Equation.DSMT4" ShapeID="_x0000_i1335" DrawAspect="Content" ObjectID="_1377284461" r:id="rId614"/>
        </w:object>
      </w:r>
      <w:r>
        <w:t xml:space="preserve"> (Equation 2.9). In this expression </w:t>
      </w:r>
      <w:r>
        <w:rPr>
          <w:i/>
        </w:rPr>
        <w:t>v</w:t>
      </w:r>
      <w:r w:rsidRPr="00D14F3F">
        <w:rPr>
          <w:position w:val="-8"/>
          <w:sz w:val="18"/>
        </w:rPr>
        <w:t>0</w:t>
      </w:r>
      <w:r>
        <w:t xml:space="preserve"> = 0 m/s, and </w:t>
      </w:r>
      <w:proofErr w:type="gramStart"/>
      <w:r>
        <w:rPr>
          <w:i/>
        </w:rPr>
        <w:t>a</w:t>
      </w:r>
      <w:r>
        <w:t xml:space="preserve"> is</w:t>
      </w:r>
      <w:proofErr w:type="gramEnd"/>
      <w:r>
        <w:t xml:space="preserve"> the acceleration due to gravity. The velocity </w:t>
      </w:r>
      <w:r>
        <w:rPr>
          <w:i/>
        </w:rPr>
        <w:t>v</w:t>
      </w:r>
      <w:r w:rsidRPr="00F54E4B">
        <w:rPr>
          <w:position w:val="-8"/>
          <w:sz w:val="18"/>
        </w:rPr>
        <w:t>window</w:t>
      </w:r>
      <w:r>
        <w:t xml:space="preserve"> at the top of the window is not given, but it can be obtained from the time of 0.20 s that it takes the tile to pass the window. </w:t>
      </w:r>
    </w:p>
    <w:p w:rsidR="00F86002" w:rsidRPr="00361835" w:rsidRDefault="00F86002" w:rsidP="00F86002">
      <w:pPr>
        <w:pStyle w:val="SM6e"/>
      </w:pPr>
    </w:p>
    <w:p w:rsidR="00F86002" w:rsidRDefault="00F86002" w:rsidP="00F86002">
      <w:pPr>
        <w:pStyle w:val="SM6e"/>
        <w:ind w:firstLine="0"/>
      </w:pPr>
      <w:r>
        <w:rPr>
          <w:b/>
          <w:i/>
        </w:rPr>
        <w:t>SOLUTION</w:t>
      </w:r>
      <w:r>
        <w:t xml:space="preserve">  Solving Equation 2.9 for </w:t>
      </w:r>
      <w:r>
        <w:rPr>
          <w:i/>
        </w:rPr>
        <w:t>y</w:t>
      </w:r>
      <w:r>
        <w:t xml:space="preserve"> and using the fact that </w:t>
      </w:r>
      <w:r>
        <w:rPr>
          <w:i/>
        </w:rPr>
        <w:t>v</w:t>
      </w:r>
      <w:r w:rsidRPr="00D14F3F">
        <w:rPr>
          <w:position w:val="-8"/>
          <w:sz w:val="18"/>
        </w:rPr>
        <w:t>0</w:t>
      </w:r>
      <w:r>
        <w:t> = 0 m/s gives</w:t>
      </w:r>
    </w:p>
    <w:p w:rsidR="00F86002" w:rsidRDefault="00F86002" w:rsidP="00F86002">
      <w:pPr>
        <w:pStyle w:val="SM6e"/>
        <w:ind w:firstLine="0"/>
      </w:pPr>
    </w:p>
    <w:p w:rsidR="00F86002" w:rsidRDefault="00F86002" w:rsidP="00F86002">
      <w:pPr>
        <w:pStyle w:val="SM6e"/>
        <w:ind w:firstLine="0"/>
        <w:jc w:val="right"/>
      </w:pPr>
      <w:r w:rsidRPr="00011D03">
        <w:rPr>
          <w:position w:val="-24"/>
        </w:rPr>
        <w:object w:dxaOrig="2640" w:dyaOrig="700">
          <v:shape id="_x0000_i1336" type="#_x0000_t75" style="width:132pt;height:35pt" o:ole="">
            <v:imagedata r:id="rId615" o:title=""/>
          </v:shape>
          <o:OLEObject Type="Embed" ProgID="Equation.DSMT4" ShapeID="_x0000_i1336" DrawAspect="Content" ObjectID="_1377284462" r:id="rId616"/>
        </w:object>
      </w:r>
      <w:r>
        <w:t xml:space="preserve">                                                  (1)</w:t>
      </w:r>
    </w:p>
    <w:p w:rsidR="00F86002" w:rsidRPr="00865C45" w:rsidRDefault="00F86002" w:rsidP="00F86002">
      <w:pPr>
        <w:pStyle w:val="SM6e"/>
        <w:ind w:firstLine="0"/>
      </w:pPr>
    </w:p>
    <w:p w:rsidR="00F86002" w:rsidRPr="000858D0" w:rsidRDefault="00F86002" w:rsidP="00F86002">
      <w:pPr>
        <w:pStyle w:val="SM6e"/>
      </w:pPr>
      <w:r>
        <w:tab/>
        <w:t xml:space="preserve">The tile travels an additional displacement </w:t>
      </w:r>
      <w:r>
        <w:rPr>
          <w:i/>
        </w:rPr>
        <w:t>y</w:t>
      </w:r>
      <w:r w:rsidRPr="00011D03">
        <w:rPr>
          <w:position w:val="-8"/>
          <w:sz w:val="18"/>
        </w:rPr>
        <w:t>window</w:t>
      </w:r>
      <w:r>
        <w:t xml:space="preserve"> =1.6 m in traversing the window in a time </w:t>
      </w:r>
      <w:r w:rsidRPr="00011D03">
        <w:rPr>
          <w:i/>
        </w:rPr>
        <w:t>t</w:t>
      </w:r>
      <w:r>
        <w:t> = 0.20 s.</w:t>
      </w:r>
      <w:r w:rsidRPr="00D14F3F">
        <w:t xml:space="preserve"> </w:t>
      </w:r>
      <w:r>
        <w:t xml:space="preserve">These data can be used in </w:t>
      </w:r>
      <w:r w:rsidRPr="00874FFE">
        <w:rPr>
          <w:position w:val="-18"/>
        </w:rPr>
        <w:object w:dxaOrig="2520" w:dyaOrig="499">
          <v:shape id="_x0000_i1337" type="#_x0000_t75" style="width:126pt;height:25pt" o:ole="">
            <v:imagedata r:id="rId617" o:title=""/>
          </v:shape>
          <o:OLEObject Type="Embed" ProgID="Equation.DSMT4" ShapeID="_x0000_i1337" DrawAspect="Content" ObjectID="_1377284463" r:id="rId618"/>
        </w:object>
      </w:r>
      <w:r>
        <w:t xml:space="preserve"> (Equation 2.8) to find the velocity </w:t>
      </w:r>
      <w:r>
        <w:rPr>
          <w:i/>
        </w:rPr>
        <w:t>v</w:t>
      </w:r>
      <w:r w:rsidRPr="00F54E4B">
        <w:rPr>
          <w:position w:val="-8"/>
          <w:sz w:val="18"/>
        </w:rPr>
        <w:t>window</w:t>
      </w:r>
      <w:r>
        <w:t xml:space="preserve"> at the top of the window. Solving Equation 2.8 for </w:t>
      </w:r>
      <w:r>
        <w:rPr>
          <w:i/>
        </w:rPr>
        <w:t>v</w:t>
      </w:r>
      <w:r w:rsidRPr="00F54E4B">
        <w:rPr>
          <w:position w:val="-8"/>
          <w:sz w:val="18"/>
        </w:rPr>
        <w:t>window</w:t>
      </w:r>
      <w:r>
        <w:t xml:space="preserve"> gives</w:t>
      </w:r>
    </w:p>
    <w:p w:rsidR="00F86002" w:rsidRDefault="00F86002" w:rsidP="00F86002">
      <w:pPr>
        <w:pStyle w:val="SM6e"/>
      </w:pPr>
    </w:p>
    <w:p w:rsidR="00F86002" w:rsidRDefault="00F86002" w:rsidP="00F86002">
      <w:pPr>
        <w:pStyle w:val="SM6e"/>
        <w:jc w:val="center"/>
      </w:pPr>
      <w:r w:rsidRPr="000858D0">
        <w:rPr>
          <w:position w:val="-32"/>
        </w:rPr>
        <w:object w:dxaOrig="6820" w:dyaOrig="859">
          <v:shape id="_x0000_i1338" type="#_x0000_t75" style="width:340.5pt;height:42.5pt" o:ole="">
            <v:imagedata r:id="rId619" o:title=""/>
          </v:shape>
          <o:OLEObject Type="Embed" ProgID="Equation.DSMT4" ShapeID="_x0000_i1338" DrawAspect="Content" ObjectID="_1377284464" r:id="rId620"/>
        </w:object>
      </w:r>
    </w:p>
    <w:p w:rsidR="00F86002" w:rsidRDefault="00F86002" w:rsidP="00F86002"/>
    <w:p w:rsidR="00F86002" w:rsidRDefault="00F86002" w:rsidP="00F86002">
      <w:pPr>
        <w:pStyle w:val="SM6e"/>
      </w:pPr>
      <w:r>
        <w:tab/>
        <w:t xml:space="preserve">Using this value for </w:t>
      </w:r>
      <w:r>
        <w:rPr>
          <w:i/>
        </w:rPr>
        <w:t>v</w:t>
      </w:r>
      <w:r w:rsidRPr="00F54E4B">
        <w:rPr>
          <w:position w:val="-8"/>
          <w:sz w:val="18"/>
        </w:rPr>
        <w:t>window</w:t>
      </w:r>
      <w:r>
        <w:t xml:space="preserve"> in Equation (1), we obtain</w:t>
      </w:r>
    </w:p>
    <w:p w:rsidR="00F86002" w:rsidRDefault="00F86002" w:rsidP="00F86002">
      <w:pPr>
        <w:pStyle w:val="SM6e"/>
      </w:pPr>
    </w:p>
    <w:p w:rsidR="00F86002" w:rsidRPr="00BA37B6" w:rsidRDefault="00F86002" w:rsidP="00F86002">
      <w:pPr>
        <w:pStyle w:val="SM6e"/>
        <w:jc w:val="center"/>
      </w:pPr>
      <w:r w:rsidRPr="00BA37B6">
        <w:rPr>
          <w:position w:val="-42"/>
        </w:rPr>
        <w:object w:dxaOrig="3660" w:dyaOrig="920">
          <v:shape id="_x0000_i1339" type="#_x0000_t75" style="width:183pt;height:45.5pt" o:ole="">
            <v:imagedata r:id="rId621" o:title=""/>
          </v:shape>
          <o:OLEObject Type="Embed" ProgID="Equation.DSMT4" ShapeID="_x0000_i1339" DrawAspect="Content" ObjectID="_1377284465" r:id="rId622"/>
        </w:object>
      </w:r>
    </w:p>
    <w:p w:rsidR="00F86002" w:rsidRDefault="00F86002" w:rsidP="00F86002">
      <w:r>
        <w:lastRenderedPageBreak/>
        <w:t>______________________________________________________________________________</w:t>
      </w:r>
    </w:p>
    <w:p w:rsidR="00F86002" w:rsidRDefault="00F86002" w:rsidP="00F86002"/>
    <w:p w:rsidR="00DD325E" w:rsidRDefault="00DD325E" w:rsidP="00DD325E">
      <w:pPr>
        <w:pStyle w:val="SM6e"/>
      </w:pPr>
      <w:r>
        <w:t>65</w:t>
      </w:r>
      <w:r w:rsidRPr="00DB364A">
        <w:t>.</w:t>
      </w:r>
      <w:r w:rsidRPr="00DB364A">
        <w:tab/>
      </w:r>
      <w:r w:rsidRPr="008A5E95">
        <w:rPr>
          <w:position w:val="-10"/>
        </w:rPr>
        <w:object w:dxaOrig="680" w:dyaOrig="380">
          <v:shape id="_x0000_i1340" type="#_x0000_t75" style="width:33.5pt;height:18pt" o:ole="">
            <v:imagedata r:id="rId30" o:title=""/>
          </v:shape>
          <o:OLEObject Type="Embed" ProgID="Equation.DSMT4" ShapeID="_x0000_i1340" DrawAspect="Content" ObjectID="_1377284466" r:id="rId623"/>
        </w:object>
      </w:r>
      <w:r>
        <w:t> </w:t>
      </w:r>
      <w:proofErr w:type="gramStart"/>
      <w:r w:rsidRPr="00DB364A">
        <w:rPr>
          <w:b/>
          <w:i/>
        </w:rPr>
        <w:t>REASONING</w:t>
      </w:r>
      <w:r>
        <w:t xml:space="preserve">  The</w:t>
      </w:r>
      <w:proofErr w:type="gramEnd"/>
      <w:r>
        <w:t xml:space="preserve"> slope of a straight-line segment in a position-versus-time graph is the average velocity. The algebraic sign of the average velocity, therefore, corresponds to the sign of the slope.</w:t>
      </w:r>
    </w:p>
    <w:p w:rsidR="00DD325E" w:rsidRPr="00DB364A" w:rsidRDefault="00DD325E" w:rsidP="00DD325E">
      <w:pPr>
        <w:pStyle w:val="SM6e"/>
        <w:keepNext/>
        <w:keepLines/>
      </w:pPr>
    </w:p>
    <w:p w:rsidR="00DD325E" w:rsidRDefault="00DD325E" w:rsidP="00DD325E">
      <w:pPr>
        <w:pStyle w:val="SM6e"/>
        <w:keepNext/>
        <w:keepLines/>
      </w:pPr>
      <w:r>
        <w:rPr>
          <w:b/>
          <w:i/>
        </w:rPr>
        <w:tab/>
      </w:r>
      <w:r w:rsidRPr="00DB364A">
        <w:rPr>
          <w:b/>
          <w:i/>
        </w:rPr>
        <w:t>SOLUTION</w:t>
      </w:r>
      <w:r>
        <w:t xml:space="preserve">  </w:t>
      </w:r>
    </w:p>
    <w:p w:rsidR="00DD325E" w:rsidRDefault="00DD325E" w:rsidP="00DD325E">
      <w:pPr>
        <w:pStyle w:val="SM6e"/>
      </w:pPr>
      <w:r>
        <w:tab/>
        <w:t xml:space="preserve">a.  </w:t>
      </w:r>
      <w:r w:rsidRPr="00DB364A">
        <w:t xml:space="preserve">The slope, and hence the average velocity, is </w:t>
      </w:r>
      <w:r w:rsidRPr="00DB364A">
        <w:rPr>
          <w:i/>
        </w:rPr>
        <w:t>positive</w:t>
      </w:r>
      <w:r>
        <w:t xml:space="preserve"> for segments </w:t>
      </w:r>
      <w:r w:rsidRPr="00D107D6">
        <w:rPr>
          <w:i/>
        </w:rPr>
        <w:t>A</w:t>
      </w:r>
      <w:r>
        <w:t xml:space="preserve"> and </w:t>
      </w:r>
      <w:r w:rsidRPr="00D107D6">
        <w:rPr>
          <w:i/>
        </w:rPr>
        <w:t>C</w:t>
      </w:r>
      <w:r w:rsidRPr="00DB364A">
        <w:t xml:space="preserve">, </w:t>
      </w:r>
      <w:r w:rsidRPr="00DB364A">
        <w:rPr>
          <w:i/>
        </w:rPr>
        <w:t>negative</w:t>
      </w:r>
      <w:r w:rsidRPr="00DB364A">
        <w:t xml:space="preserve"> for </w:t>
      </w:r>
      <w:r>
        <w:t xml:space="preserve">segment </w:t>
      </w:r>
      <w:r w:rsidRPr="00D107D6">
        <w:rPr>
          <w:i/>
        </w:rPr>
        <w:t>B</w:t>
      </w:r>
      <w:r>
        <w:t xml:space="preserve">, and </w:t>
      </w:r>
      <w:r w:rsidRPr="009A2F25">
        <w:rPr>
          <w:i/>
        </w:rPr>
        <w:t>zero</w:t>
      </w:r>
      <w:r>
        <w:t xml:space="preserve"> for segment </w:t>
      </w:r>
      <w:r w:rsidRPr="00D107D6">
        <w:rPr>
          <w:i/>
        </w:rPr>
        <w:t>D</w:t>
      </w:r>
      <w:r w:rsidRPr="00DB364A">
        <w:t>.</w:t>
      </w:r>
    </w:p>
    <w:p w:rsidR="00DD325E" w:rsidRDefault="00DD325E" w:rsidP="00DD325E">
      <w:pPr>
        <w:pStyle w:val="SM6e"/>
      </w:pPr>
    </w:p>
    <w:p w:rsidR="00DD325E" w:rsidRDefault="00DD325E" w:rsidP="00DD325E">
      <w:pPr>
        <w:pStyle w:val="SM6e"/>
        <w:ind w:firstLine="0"/>
        <w:jc w:val="left"/>
      </w:pPr>
      <w:r w:rsidRPr="00DB364A">
        <w:t>b.</w:t>
      </w:r>
      <w:r>
        <w:t xml:space="preserve">  In the given position-versus-time graph, we find the slopes of the four straight-line segments to be</w:t>
      </w:r>
    </w:p>
    <w:p w:rsidR="00DD325E" w:rsidRDefault="00DD325E" w:rsidP="00DD325E">
      <w:pPr>
        <w:pStyle w:val="SM6e"/>
        <w:jc w:val="center"/>
      </w:pPr>
      <w:r w:rsidRPr="0085363C">
        <w:rPr>
          <w:position w:val="-140"/>
        </w:rPr>
        <w:object w:dxaOrig="3860" w:dyaOrig="2920">
          <v:shape id="_x0000_i1341" type="#_x0000_t75" style="width:192.5pt;height:146pt" o:ole="">
            <v:imagedata r:id="rId624" o:title=""/>
          </v:shape>
          <o:OLEObject Type="Embed" ProgID="Equation.DSMT4" ShapeID="_x0000_i1341" DrawAspect="Content" ObjectID="_1377284467" r:id="rId625"/>
        </w:object>
      </w:r>
    </w:p>
    <w:p w:rsidR="00DD325E" w:rsidRDefault="00DD325E" w:rsidP="00DD325E">
      <w:r>
        <w:t>______________________________________________________________________________</w:t>
      </w:r>
    </w:p>
    <w:p w:rsidR="00DD325E" w:rsidRDefault="00DD325E" w:rsidP="00DD325E"/>
    <w:p w:rsidR="007A1C29" w:rsidRDefault="007A1C29" w:rsidP="00444BC7">
      <w:pPr>
        <w:pStyle w:val="ListParagraph"/>
        <w:keepLines/>
        <w:tabs>
          <w:tab w:val="left" w:pos="446"/>
        </w:tabs>
        <w:ind w:left="446"/>
        <w:rPr>
          <w:sz w:val="24"/>
          <w:szCs w:val="24"/>
        </w:rPr>
      </w:pPr>
      <w:r>
        <w:rPr>
          <w:sz w:val="24"/>
          <w:szCs w:val="24"/>
        </w:rPr>
        <w:t>66.</w:t>
      </w:r>
      <w:r>
        <w:rPr>
          <w:sz w:val="24"/>
          <w:szCs w:val="24"/>
        </w:rPr>
        <w:tab/>
      </w:r>
      <w:r w:rsidRPr="006A32B6">
        <w:rPr>
          <w:b/>
          <w:i/>
          <w:sz w:val="24"/>
          <w:szCs w:val="24"/>
        </w:rPr>
        <w:t>REASONING</w:t>
      </w:r>
      <w:r w:rsidRPr="006A32B6">
        <w:rPr>
          <w:sz w:val="24"/>
          <w:szCs w:val="24"/>
        </w:rPr>
        <w:t xml:space="preserve">  </w:t>
      </w:r>
      <w:r w:rsidR="00891278">
        <w:rPr>
          <w:sz w:val="24"/>
          <w:szCs w:val="24"/>
        </w:rPr>
        <w:t>On a position-versus</w:t>
      </w:r>
      <w:r>
        <w:rPr>
          <w:sz w:val="24"/>
          <w:szCs w:val="24"/>
        </w:rPr>
        <w:t>-time graph, the velocity is the slope.  Since the object’s velocity is constant and it moves in the +</w:t>
      </w:r>
      <w:r w:rsidRPr="006041C3">
        <w:rPr>
          <w:i/>
          <w:sz w:val="24"/>
          <w:szCs w:val="24"/>
        </w:rPr>
        <w:t>x</w:t>
      </w:r>
      <w:r>
        <w:rPr>
          <w:sz w:val="24"/>
          <w:szCs w:val="24"/>
        </w:rPr>
        <w:t xml:space="preserve"> direction, the graph will be a straight line with a positive slope, beginning at </w:t>
      </w:r>
      <w:r w:rsidRPr="001C315B">
        <w:rPr>
          <w:i/>
          <w:sz w:val="24"/>
          <w:szCs w:val="24"/>
        </w:rPr>
        <w:t>x</w:t>
      </w:r>
      <w:r>
        <w:rPr>
          <w:sz w:val="24"/>
          <w:szCs w:val="24"/>
        </w:rPr>
        <w:t xml:space="preserve"> = −16 m when </w:t>
      </w:r>
      <w:r w:rsidRPr="001C315B">
        <w:rPr>
          <w:i/>
          <w:sz w:val="24"/>
          <w:szCs w:val="24"/>
        </w:rPr>
        <w:t>t</w:t>
      </w:r>
      <w:r>
        <w:rPr>
          <w:sz w:val="24"/>
          <w:szCs w:val="24"/>
        </w:rPr>
        <w:t xml:space="preserve"> = 0 s.  At </w:t>
      </w:r>
      <w:r w:rsidRPr="001C315B">
        <w:rPr>
          <w:i/>
          <w:sz w:val="24"/>
          <w:szCs w:val="24"/>
        </w:rPr>
        <w:t>t</w:t>
      </w:r>
      <w:r>
        <w:rPr>
          <w:sz w:val="24"/>
          <w:szCs w:val="24"/>
        </w:rPr>
        <w:t xml:space="preserve"> = 18 s, its position should be </w:t>
      </w:r>
      <w:r w:rsidRPr="001C315B">
        <w:rPr>
          <w:i/>
          <w:sz w:val="24"/>
          <w:szCs w:val="24"/>
        </w:rPr>
        <w:t>x</w:t>
      </w:r>
      <w:r>
        <w:rPr>
          <w:sz w:val="24"/>
          <w:szCs w:val="24"/>
        </w:rPr>
        <w:t> = −16 m + 48 m = +32 m.  Once the graph is constructed, the object’s velocity is found by calculating the slope of the graph</w:t>
      </w:r>
      <w:proofErr w:type="gramStart"/>
      <w:r>
        <w:rPr>
          <w:sz w:val="24"/>
          <w:szCs w:val="24"/>
        </w:rPr>
        <w:t xml:space="preserve">: </w:t>
      </w:r>
      <w:proofErr w:type="gramEnd"/>
      <w:r w:rsidRPr="001C315B">
        <w:rPr>
          <w:position w:val="-24"/>
          <w:sz w:val="24"/>
          <w:szCs w:val="24"/>
        </w:rPr>
        <w:object w:dxaOrig="720" w:dyaOrig="620">
          <v:shape id="_x0000_i1342" type="#_x0000_t75" style="width:36pt;height:30.5pt" o:ole="">
            <v:imagedata r:id="rId626" o:title=""/>
          </v:shape>
          <o:OLEObject Type="Embed" ProgID="Equation.DSMT4" ShapeID="_x0000_i1342" DrawAspect="Content" ObjectID="_1377284468" r:id="rId627"/>
        </w:object>
      </w:r>
      <w:r>
        <w:rPr>
          <w:sz w:val="24"/>
          <w:szCs w:val="24"/>
        </w:rPr>
        <w:t xml:space="preserve">. </w:t>
      </w:r>
    </w:p>
    <w:p w:rsidR="00891278" w:rsidRDefault="007A1C29" w:rsidP="00C2144B">
      <w:pPr>
        <w:pStyle w:val="ListParagraph"/>
        <w:keepNext/>
        <w:keepLines/>
        <w:tabs>
          <w:tab w:val="left" w:pos="446"/>
        </w:tabs>
        <w:ind w:left="446"/>
        <w:rPr>
          <w:sz w:val="24"/>
          <w:szCs w:val="24"/>
        </w:rPr>
      </w:pPr>
      <w:r w:rsidRPr="006A32B6">
        <w:rPr>
          <w:sz w:val="24"/>
          <w:szCs w:val="24"/>
        </w:rPr>
        <w:br/>
      </w:r>
      <w:r w:rsidRPr="006A32B6">
        <w:rPr>
          <w:b/>
          <w:i/>
          <w:sz w:val="24"/>
          <w:szCs w:val="24"/>
        </w:rPr>
        <w:t>SOLUTION</w:t>
      </w:r>
      <w:r w:rsidRPr="006A32B6">
        <w:rPr>
          <w:sz w:val="24"/>
          <w:szCs w:val="24"/>
        </w:rPr>
        <w:t xml:space="preserve">  </w:t>
      </w:r>
      <w:r w:rsidR="00891278">
        <w:rPr>
          <w:sz w:val="24"/>
          <w:szCs w:val="24"/>
        </w:rPr>
        <w:t>The position-versus-time graph for the motion is as follows:</w:t>
      </w:r>
    </w:p>
    <w:p w:rsidR="00C2144B" w:rsidRDefault="00AE1B27" w:rsidP="00C52E98">
      <w:pPr>
        <w:pStyle w:val="ListParagraph"/>
        <w:tabs>
          <w:tab w:val="left" w:pos="446"/>
        </w:tabs>
        <w:ind w:left="446"/>
        <w:rPr>
          <w:sz w:val="24"/>
          <w:szCs w:val="24"/>
        </w:rPr>
      </w:pPr>
      <w:r>
        <w:rPr>
          <w:noProof/>
          <w:sz w:val="24"/>
          <w:szCs w:val="24"/>
        </w:rPr>
        <w:pict>
          <v:group id="_x0000_s6005" style="position:absolute;left:0;text-align:left;margin-left:98.8pt;margin-top:10.85pt;width:237.8pt;height:165.6pt;z-index:251659264" coordorigin="2161,4636" coordsize="4756,3312">
            <v:line id="_x0000_s6006" style="position:absolute" from="4320,4803" to="4321,7107" strokeweight=".25pt"/>
            <v:line id="_x0000_s6007" style="position:absolute" from="4896,4803" to="4897,7107" strokeweight=".25pt"/>
            <v:line id="_x0000_s6008" style="position:absolute" from="3168,4803" to="3169,7107" strokeweight="1.5pt"/>
            <v:line id="_x0000_s6009" style="position:absolute" from="3744,4803" to="3745,7107" strokeweight=".25pt"/>
            <v:line id="_x0000_s6010" style="position:absolute" from="6623,4803" to="6624,7107" strokeweight=".25pt"/>
            <v:line id="_x0000_s6011" style="position:absolute" from="5471,4803" to="5472,7107" strokeweight=".25pt"/>
            <v:line id="_x0000_s6012" style="position:absolute" from="6047,4803" to="6048,7107" strokeweight=".25pt"/>
            <v:line id="_x0000_s6013" style="position:absolute" from="3168,4803" to="6624,4804" strokeweight=".25pt"/>
            <v:line id="_x0000_s6014" style="position:absolute" from="3168,7106" to="6617,7109" strokeweight="1.5pt"/>
            <v:shape id="_x0000_s6015" type="#_x0000_t202" style="position:absolute;left:4465;top:7516;width:1296;height:432" filled="f" stroked="f">
              <v:textbox style="mso-next-textbox:#_x0000_s6015">
                <w:txbxContent>
                  <w:p w:rsidR="001D7FB8" w:rsidRDefault="001D7FB8" w:rsidP="003F1301">
                    <w:r>
                      <w:t xml:space="preserve">Time </w:t>
                    </w:r>
                    <w:r w:rsidRPr="00557E65">
                      <w:rPr>
                        <w:i/>
                        <w:iCs/>
                      </w:rPr>
                      <w:t>t</w:t>
                    </w:r>
                    <w:r>
                      <w:t xml:space="preserve"> (s)</w:t>
                    </w:r>
                  </w:p>
                </w:txbxContent>
              </v:textbox>
            </v:shape>
            <v:shape id="_x0000_s6016" type="#_x0000_t202" style="position:absolute;left:2161;top:5091;width:576;height:1728" filled="f" stroked="f">
              <v:textbox style="layout-flow:vertical;mso-layout-flow-alt:bottom-to-top;mso-next-textbox:#_x0000_s6016;mso-fit-shape-to-text:t">
                <w:txbxContent>
                  <w:p w:rsidR="001D7FB8" w:rsidRDefault="001D7FB8" w:rsidP="003F1301">
                    <w:r>
                      <w:t xml:space="preserve">Position </w:t>
                    </w:r>
                    <w:r w:rsidRPr="00557E65">
                      <w:rPr>
                        <w:i/>
                        <w:iCs/>
                      </w:rPr>
                      <w:t>x</w:t>
                    </w:r>
                    <w:r>
                      <w:t xml:space="preserve"> (m)</w:t>
                    </w:r>
                  </w:p>
                </w:txbxContent>
              </v:textbox>
            </v:shape>
            <v:line id="_x0000_s6017" style="position:absolute;flip:y" from="3168,5091" to="6623,6819" strokeweight="2.25pt"/>
            <v:shape id="_x0000_s6018" type="#_x0000_t202" style="position:absolute;left:3008;top:7109;width:3909;height:432" filled="f" stroked="f">
              <v:textbox style="mso-next-textbox:#_x0000_s6018">
                <w:txbxContent>
                  <w:p w:rsidR="001D7FB8" w:rsidRPr="005A4336" w:rsidRDefault="001D7FB8" w:rsidP="003F1301">
                    <w:pPr>
                      <w:rPr>
                        <w:sz w:val="16"/>
                        <w:szCs w:val="16"/>
                      </w:rPr>
                    </w:pPr>
                    <w:r w:rsidRPr="005A4336">
                      <w:rPr>
                        <w:sz w:val="16"/>
                        <w:szCs w:val="16"/>
                      </w:rPr>
                      <w:t xml:space="preserve">0      </w:t>
                    </w:r>
                    <w:r>
                      <w:rPr>
                        <w:sz w:val="16"/>
                        <w:szCs w:val="16"/>
                      </w:rPr>
                      <w:t xml:space="preserve">     3.</w:t>
                    </w:r>
                    <w:r w:rsidRPr="005A4336">
                      <w:rPr>
                        <w:sz w:val="16"/>
                        <w:szCs w:val="16"/>
                      </w:rPr>
                      <w:t xml:space="preserve">0     </w:t>
                    </w:r>
                    <w:r>
                      <w:rPr>
                        <w:sz w:val="16"/>
                        <w:szCs w:val="16"/>
                      </w:rPr>
                      <w:t xml:space="preserve">    6.</w:t>
                    </w:r>
                    <w:r w:rsidRPr="005A4336">
                      <w:rPr>
                        <w:sz w:val="16"/>
                        <w:szCs w:val="16"/>
                      </w:rPr>
                      <w:t xml:space="preserve">0    </w:t>
                    </w:r>
                    <w:r>
                      <w:rPr>
                        <w:sz w:val="16"/>
                        <w:szCs w:val="16"/>
                      </w:rPr>
                      <w:t xml:space="preserve">     9.0</w:t>
                    </w:r>
                    <w:r w:rsidRPr="005A4336">
                      <w:rPr>
                        <w:sz w:val="16"/>
                        <w:szCs w:val="16"/>
                      </w:rPr>
                      <w:t xml:space="preserve">   </w:t>
                    </w:r>
                    <w:r>
                      <w:rPr>
                        <w:sz w:val="16"/>
                        <w:szCs w:val="16"/>
                      </w:rPr>
                      <w:t xml:space="preserve">       12</w:t>
                    </w:r>
                    <w:r w:rsidRPr="005A4336">
                      <w:rPr>
                        <w:sz w:val="16"/>
                        <w:szCs w:val="16"/>
                      </w:rPr>
                      <w:t xml:space="preserve">     </w:t>
                    </w:r>
                    <w:r>
                      <w:rPr>
                        <w:sz w:val="16"/>
                        <w:szCs w:val="16"/>
                      </w:rPr>
                      <w:t xml:space="preserve">      15</w:t>
                    </w:r>
                    <w:r w:rsidRPr="005A4336">
                      <w:rPr>
                        <w:sz w:val="16"/>
                        <w:szCs w:val="16"/>
                      </w:rPr>
                      <w:t xml:space="preserve">    </w:t>
                    </w:r>
                    <w:r>
                      <w:rPr>
                        <w:sz w:val="16"/>
                        <w:szCs w:val="16"/>
                      </w:rPr>
                      <w:t xml:space="preserve">      18</w:t>
                    </w:r>
                  </w:p>
                </w:txbxContent>
              </v:textbox>
            </v:shape>
            <v:shape id="_x0000_s6019" type="#_x0000_t202" style="position:absolute;left:2600;top:4636;width:679;height:2759" filled="f" stroked="f">
              <v:textbox style="mso-next-textbox:#_x0000_s6019">
                <w:txbxContent>
                  <w:p w:rsidR="001D7FB8" w:rsidRPr="00365E37" w:rsidRDefault="001D7FB8" w:rsidP="003F1301">
                    <w:pPr>
                      <w:spacing w:line="360" w:lineRule="auto"/>
                      <w:rPr>
                        <w:sz w:val="16"/>
                        <w:szCs w:val="12"/>
                      </w:rPr>
                    </w:pPr>
                    <w:r>
                      <w:rPr>
                        <w:sz w:val="16"/>
                        <w:szCs w:val="12"/>
                      </w:rPr>
                      <w:t xml:space="preserve">  40</w:t>
                    </w:r>
                  </w:p>
                  <w:p w:rsidR="001D7FB8" w:rsidRPr="00365E37" w:rsidRDefault="001D7FB8" w:rsidP="003F1301">
                    <w:pPr>
                      <w:spacing w:line="360" w:lineRule="auto"/>
                      <w:rPr>
                        <w:sz w:val="16"/>
                        <w:szCs w:val="12"/>
                      </w:rPr>
                    </w:pPr>
                    <w:r>
                      <w:rPr>
                        <w:sz w:val="16"/>
                        <w:szCs w:val="12"/>
                      </w:rPr>
                      <w:t xml:space="preserve">  32</w:t>
                    </w:r>
                  </w:p>
                  <w:p w:rsidR="001D7FB8" w:rsidRPr="00365E37" w:rsidRDefault="001D7FB8" w:rsidP="003F1301">
                    <w:pPr>
                      <w:spacing w:line="360" w:lineRule="auto"/>
                      <w:rPr>
                        <w:sz w:val="16"/>
                        <w:szCs w:val="12"/>
                      </w:rPr>
                    </w:pPr>
                    <w:r>
                      <w:rPr>
                        <w:sz w:val="16"/>
                        <w:szCs w:val="12"/>
                      </w:rPr>
                      <w:t xml:space="preserve">  24</w:t>
                    </w:r>
                  </w:p>
                  <w:p w:rsidR="001D7FB8" w:rsidRPr="00365E37" w:rsidRDefault="001D7FB8" w:rsidP="003F1301">
                    <w:pPr>
                      <w:spacing w:line="360" w:lineRule="auto"/>
                      <w:rPr>
                        <w:sz w:val="16"/>
                        <w:szCs w:val="12"/>
                      </w:rPr>
                    </w:pPr>
                    <w:r>
                      <w:rPr>
                        <w:sz w:val="16"/>
                        <w:szCs w:val="12"/>
                      </w:rPr>
                      <w:t xml:space="preserve">  16</w:t>
                    </w:r>
                  </w:p>
                  <w:p w:rsidR="001D7FB8" w:rsidRPr="00365E37" w:rsidRDefault="001D7FB8" w:rsidP="003F1301">
                    <w:pPr>
                      <w:spacing w:line="360" w:lineRule="auto"/>
                      <w:rPr>
                        <w:sz w:val="16"/>
                        <w:szCs w:val="12"/>
                      </w:rPr>
                    </w:pPr>
                    <w:r>
                      <w:rPr>
                        <w:sz w:val="16"/>
                        <w:szCs w:val="12"/>
                      </w:rPr>
                      <w:t xml:space="preserve">  8.0</w:t>
                    </w:r>
                  </w:p>
                  <w:p w:rsidR="001D7FB8" w:rsidRPr="00365E37" w:rsidRDefault="001D7FB8" w:rsidP="003F1301">
                    <w:pPr>
                      <w:spacing w:line="360" w:lineRule="auto"/>
                      <w:rPr>
                        <w:sz w:val="16"/>
                        <w:szCs w:val="12"/>
                      </w:rPr>
                    </w:pPr>
                    <w:r>
                      <w:rPr>
                        <w:sz w:val="16"/>
                        <w:szCs w:val="12"/>
                      </w:rPr>
                      <w:t xml:space="preserve">  0.0</w:t>
                    </w:r>
                  </w:p>
                  <w:p w:rsidR="001D7FB8" w:rsidRPr="00365E37" w:rsidRDefault="001D7FB8" w:rsidP="003F1301">
                    <w:pPr>
                      <w:spacing w:line="360" w:lineRule="auto"/>
                      <w:rPr>
                        <w:sz w:val="16"/>
                        <w:szCs w:val="12"/>
                      </w:rPr>
                    </w:pPr>
                    <w:r>
                      <w:rPr>
                        <w:sz w:val="16"/>
                        <w:szCs w:val="12"/>
                      </w:rPr>
                      <w:t>−8.0</w:t>
                    </w:r>
                  </w:p>
                  <w:p w:rsidR="001D7FB8" w:rsidRPr="00365E37" w:rsidRDefault="001D7FB8" w:rsidP="003F1301">
                    <w:pPr>
                      <w:spacing w:line="360" w:lineRule="auto"/>
                      <w:rPr>
                        <w:sz w:val="16"/>
                        <w:szCs w:val="12"/>
                      </w:rPr>
                    </w:pPr>
                    <w:r>
                      <w:rPr>
                        <w:sz w:val="16"/>
                        <w:szCs w:val="12"/>
                      </w:rPr>
                      <w:t>−</w:t>
                    </w:r>
                    <w:r w:rsidRPr="00365E37">
                      <w:rPr>
                        <w:sz w:val="16"/>
                        <w:szCs w:val="12"/>
                      </w:rPr>
                      <w:t>1</w:t>
                    </w:r>
                    <w:r>
                      <w:rPr>
                        <w:sz w:val="16"/>
                        <w:szCs w:val="12"/>
                      </w:rPr>
                      <w:t>6</w:t>
                    </w:r>
                  </w:p>
                  <w:p w:rsidR="001D7FB8" w:rsidRPr="00365E37" w:rsidRDefault="001D7FB8" w:rsidP="003F1301">
                    <w:pPr>
                      <w:spacing w:line="360" w:lineRule="auto"/>
                      <w:rPr>
                        <w:sz w:val="16"/>
                        <w:szCs w:val="12"/>
                      </w:rPr>
                    </w:pPr>
                    <w:r>
                      <w:rPr>
                        <w:sz w:val="16"/>
                        <w:szCs w:val="12"/>
                      </w:rPr>
                      <w:t>−24</w:t>
                    </w:r>
                  </w:p>
                </w:txbxContent>
              </v:textbox>
            </v:shape>
            <v:line id="_x0000_s6020" style="position:absolute" from="3161,5095" to="6617,5096" strokeweight=".25pt"/>
            <v:line id="_x0000_s6021" style="position:absolute" from="3174,5381" to="6630,5382" strokeweight=".25pt"/>
            <v:line id="_x0000_s6022" style="position:absolute" from="3167,5673" to="6623,5674" strokeweight=".25pt"/>
            <v:line id="_x0000_s6023" style="position:absolute" from="3174,5953" to="6630,5954" strokeweight=".25pt"/>
            <v:line id="_x0000_s6024" style="position:absolute" from="3167,6245" to="6623,6246" strokeweight=".25pt"/>
            <v:line id="_x0000_s6025" style="position:absolute" from="3180,6531" to="6636,6532" strokeweight=".25pt"/>
            <v:line id="_x0000_s6026" style="position:absolute" from="3173,6823" to="6629,6824" strokeweight=".25pt"/>
          </v:group>
        </w:pict>
      </w:r>
    </w:p>
    <w:p w:rsidR="00891278" w:rsidRDefault="00891278" w:rsidP="00C52E98">
      <w:pPr>
        <w:pStyle w:val="ListParagraph"/>
        <w:tabs>
          <w:tab w:val="left" w:pos="446"/>
        </w:tabs>
        <w:ind w:left="446"/>
        <w:rPr>
          <w:sz w:val="24"/>
          <w:szCs w:val="24"/>
        </w:rPr>
      </w:pPr>
    </w:p>
    <w:p w:rsidR="00891278" w:rsidRDefault="00891278" w:rsidP="00C52E98">
      <w:pPr>
        <w:pStyle w:val="ListParagraph"/>
        <w:tabs>
          <w:tab w:val="left" w:pos="446"/>
        </w:tabs>
        <w:ind w:left="446"/>
        <w:rPr>
          <w:sz w:val="24"/>
          <w:szCs w:val="24"/>
        </w:rPr>
      </w:pPr>
    </w:p>
    <w:p w:rsidR="00891278" w:rsidRDefault="00891278" w:rsidP="00C52E98">
      <w:pPr>
        <w:pStyle w:val="ListParagraph"/>
        <w:tabs>
          <w:tab w:val="left" w:pos="446"/>
        </w:tabs>
        <w:ind w:left="446"/>
        <w:rPr>
          <w:sz w:val="24"/>
          <w:szCs w:val="24"/>
        </w:rPr>
      </w:pPr>
    </w:p>
    <w:p w:rsidR="00C2144B" w:rsidRDefault="00C2144B" w:rsidP="00C52E98">
      <w:pPr>
        <w:pStyle w:val="ListParagraph"/>
        <w:tabs>
          <w:tab w:val="left" w:pos="446"/>
        </w:tabs>
        <w:ind w:left="446"/>
        <w:rPr>
          <w:sz w:val="24"/>
          <w:szCs w:val="24"/>
        </w:rPr>
      </w:pPr>
    </w:p>
    <w:p w:rsidR="00C2144B" w:rsidRDefault="00C2144B" w:rsidP="00C52E98">
      <w:pPr>
        <w:pStyle w:val="ListParagraph"/>
        <w:tabs>
          <w:tab w:val="left" w:pos="446"/>
        </w:tabs>
        <w:ind w:left="446"/>
        <w:rPr>
          <w:sz w:val="24"/>
          <w:szCs w:val="24"/>
        </w:rPr>
      </w:pPr>
    </w:p>
    <w:p w:rsidR="00C2144B" w:rsidRDefault="00C2144B" w:rsidP="00C52E98">
      <w:pPr>
        <w:pStyle w:val="ListParagraph"/>
        <w:tabs>
          <w:tab w:val="left" w:pos="446"/>
        </w:tabs>
        <w:ind w:left="446"/>
        <w:rPr>
          <w:sz w:val="24"/>
          <w:szCs w:val="24"/>
        </w:rPr>
      </w:pPr>
    </w:p>
    <w:p w:rsidR="00C2144B" w:rsidRDefault="00C2144B" w:rsidP="00C52E98">
      <w:pPr>
        <w:pStyle w:val="ListParagraph"/>
        <w:tabs>
          <w:tab w:val="left" w:pos="446"/>
        </w:tabs>
        <w:ind w:left="446"/>
        <w:rPr>
          <w:sz w:val="24"/>
          <w:szCs w:val="24"/>
        </w:rPr>
      </w:pPr>
    </w:p>
    <w:p w:rsidR="00C2144B" w:rsidRDefault="00C2144B" w:rsidP="00C52E98">
      <w:pPr>
        <w:pStyle w:val="ListParagraph"/>
        <w:tabs>
          <w:tab w:val="left" w:pos="446"/>
        </w:tabs>
        <w:ind w:left="446"/>
        <w:rPr>
          <w:sz w:val="24"/>
          <w:szCs w:val="24"/>
        </w:rPr>
      </w:pPr>
    </w:p>
    <w:p w:rsidR="00C2144B" w:rsidRDefault="00C2144B" w:rsidP="00C52E98">
      <w:pPr>
        <w:pStyle w:val="ListParagraph"/>
        <w:tabs>
          <w:tab w:val="left" w:pos="446"/>
        </w:tabs>
        <w:ind w:left="446"/>
        <w:rPr>
          <w:sz w:val="24"/>
          <w:szCs w:val="24"/>
        </w:rPr>
      </w:pPr>
    </w:p>
    <w:p w:rsidR="00C2144B" w:rsidRDefault="00C2144B" w:rsidP="00C52E98">
      <w:pPr>
        <w:pStyle w:val="ListParagraph"/>
        <w:tabs>
          <w:tab w:val="left" w:pos="446"/>
        </w:tabs>
        <w:ind w:left="446"/>
        <w:rPr>
          <w:sz w:val="24"/>
          <w:szCs w:val="24"/>
        </w:rPr>
      </w:pPr>
    </w:p>
    <w:p w:rsidR="00C2144B" w:rsidRDefault="00C2144B" w:rsidP="00C52E98">
      <w:pPr>
        <w:pStyle w:val="ListParagraph"/>
        <w:tabs>
          <w:tab w:val="left" w:pos="446"/>
        </w:tabs>
        <w:ind w:left="446"/>
        <w:rPr>
          <w:sz w:val="24"/>
          <w:szCs w:val="24"/>
        </w:rPr>
      </w:pPr>
    </w:p>
    <w:p w:rsidR="00C2144B" w:rsidRDefault="00C2144B" w:rsidP="00C52E98">
      <w:pPr>
        <w:pStyle w:val="ListParagraph"/>
        <w:tabs>
          <w:tab w:val="left" w:pos="446"/>
        </w:tabs>
        <w:ind w:left="446"/>
        <w:rPr>
          <w:sz w:val="24"/>
          <w:szCs w:val="24"/>
        </w:rPr>
      </w:pPr>
    </w:p>
    <w:p w:rsidR="00891278" w:rsidRDefault="00891278" w:rsidP="007A1C29">
      <w:pPr>
        <w:pStyle w:val="ListParagraph"/>
        <w:tabs>
          <w:tab w:val="left" w:pos="446"/>
        </w:tabs>
        <w:ind w:left="446"/>
        <w:rPr>
          <w:sz w:val="24"/>
          <w:szCs w:val="24"/>
        </w:rPr>
      </w:pPr>
    </w:p>
    <w:p w:rsidR="007A1C29" w:rsidRDefault="00891278" w:rsidP="007A1C29">
      <w:pPr>
        <w:pStyle w:val="ListParagraph"/>
        <w:tabs>
          <w:tab w:val="left" w:pos="446"/>
        </w:tabs>
        <w:ind w:left="446"/>
        <w:rPr>
          <w:sz w:val="24"/>
          <w:szCs w:val="24"/>
        </w:rPr>
      </w:pPr>
      <w:r>
        <w:rPr>
          <w:sz w:val="24"/>
          <w:szCs w:val="24"/>
        </w:rPr>
        <w:tab/>
      </w:r>
      <w:r w:rsidR="007A1C29">
        <w:rPr>
          <w:sz w:val="24"/>
          <w:szCs w:val="24"/>
        </w:rPr>
        <w:t>The object’s displacement is +48 m, and the elapsed time is 18 s, so its velocity is</w:t>
      </w:r>
    </w:p>
    <w:p w:rsidR="007A1C29" w:rsidRDefault="007A1C29" w:rsidP="007A1C29">
      <w:pPr>
        <w:pStyle w:val="ListParagraph"/>
        <w:rPr>
          <w:sz w:val="24"/>
          <w:szCs w:val="24"/>
        </w:rPr>
      </w:pPr>
    </w:p>
    <w:p w:rsidR="007A1C29" w:rsidRDefault="007A1C29" w:rsidP="007A1C29">
      <w:pPr>
        <w:pStyle w:val="ListParagraph"/>
        <w:jc w:val="center"/>
        <w:rPr>
          <w:sz w:val="24"/>
          <w:szCs w:val="24"/>
        </w:rPr>
      </w:pPr>
      <w:r w:rsidRPr="004D377D">
        <w:rPr>
          <w:position w:val="-24"/>
          <w:sz w:val="24"/>
          <w:szCs w:val="24"/>
        </w:rPr>
        <w:object w:dxaOrig="2880" w:dyaOrig="620">
          <v:shape id="_x0000_i1343" type="#_x0000_t75" style="width:2in;height:30.5pt" o:ole="">
            <v:imagedata r:id="rId628" o:title=""/>
          </v:shape>
          <o:OLEObject Type="Embed" ProgID="Equation.DSMT4" ShapeID="_x0000_i1343" DrawAspect="Content" ObjectID="_1377284469" r:id="rId629"/>
        </w:object>
      </w:r>
    </w:p>
    <w:p w:rsidR="007A1C29" w:rsidRPr="006A32B6" w:rsidRDefault="007A1C29" w:rsidP="007A1C29">
      <w:pPr>
        <w:pBdr>
          <w:bottom w:val="single" w:sz="4" w:space="1" w:color="auto"/>
        </w:pBdr>
      </w:pPr>
    </w:p>
    <w:p w:rsidR="007A1C29" w:rsidRDefault="007A1C29" w:rsidP="00147D98">
      <w:pPr>
        <w:pStyle w:val="SM6e"/>
      </w:pPr>
    </w:p>
    <w:p w:rsidR="00DD325E" w:rsidRDefault="00DD325E" w:rsidP="00DD325E">
      <w:pPr>
        <w:keepNext/>
      </w:pPr>
      <w:r>
        <w:t>67.</w:t>
      </w:r>
      <w:r>
        <w:tab/>
      </w:r>
      <w:r>
        <w:rPr>
          <w:b/>
          <w:i/>
        </w:rPr>
        <w:t xml:space="preserve">REASONING </w:t>
      </w:r>
      <w:r w:rsidRPr="008726CA">
        <w:rPr>
          <w:b/>
          <w:i/>
          <w:szCs w:val="24"/>
        </w:rPr>
        <w:t>AND</w:t>
      </w:r>
      <w:r>
        <w:rPr>
          <w:b/>
          <w:i/>
        </w:rPr>
        <w:t xml:space="preserve"> SOLUTION</w:t>
      </w:r>
      <w:r>
        <w:t xml:space="preserve">   </w:t>
      </w:r>
      <w:proofErr w:type="gramStart"/>
      <w:r>
        <w:t>The</w:t>
      </w:r>
      <w:proofErr w:type="gramEnd"/>
      <w:r>
        <w:t xml:space="preserve"> average acceleration for each segment is the slope of that segment.</w:t>
      </w:r>
    </w:p>
    <w:p w:rsidR="00DD325E" w:rsidRDefault="00DD325E" w:rsidP="00DD325E">
      <w:pPr>
        <w:pStyle w:val="eq"/>
      </w:pPr>
      <w:r w:rsidRPr="00E1788B">
        <w:rPr>
          <w:position w:val="-100"/>
        </w:rPr>
        <w:object w:dxaOrig="3280" w:dyaOrig="2160">
          <v:shape id="_x0000_i1344" type="#_x0000_t75" style="width:164.5pt;height:108pt" o:ole="">
            <v:imagedata r:id="rId630" o:title=""/>
          </v:shape>
          <o:OLEObject Type="Embed" ProgID="Equation.DSMT4" ShapeID="_x0000_i1344" DrawAspect="Content" ObjectID="_1377284470" r:id="rId631"/>
        </w:object>
      </w:r>
    </w:p>
    <w:p w:rsidR="00DD325E" w:rsidRDefault="00DD325E" w:rsidP="00DD325E">
      <w:r>
        <w:t>______________________________________________________________________________</w:t>
      </w:r>
    </w:p>
    <w:p w:rsidR="00DD325E" w:rsidRDefault="00DD325E" w:rsidP="00DD325E"/>
    <w:p w:rsidR="00147D98" w:rsidRDefault="00147D98" w:rsidP="00147D98">
      <w:r>
        <w:t>68.</w:t>
      </w:r>
      <w:r>
        <w:tab/>
      </w:r>
      <w:r>
        <w:rPr>
          <w:b/>
          <w:i/>
        </w:rPr>
        <w:t>REASONING</w:t>
      </w:r>
      <w:r>
        <w:t xml:space="preserve">   The average velocity for each segment is the slope of the line for that segment.  </w:t>
      </w:r>
    </w:p>
    <w:p w:rsidR="00147D98" w:rsidRDefault="00147D98" w:rsidP="00147D98"/>
    <w:p w:rsidR="00147D98" w:rsidRDefault="00147D98" w:rsidP="00147D98">
      <w:r>
        <w:tab/>
      </w:r>
      <w:r>
        <w:rPr>
          <w:b/>
          <w:i/>
        </w:rPr>
        <w:t>SOLUTION</w:t>
      </w:r>
      <w:r>
        <w:t xml:space="preserve">   Taking the direction of motion as positive, we have from the graph for segments </w:t>
      </w:r>
      <w:r w:rsidRPr="008353AC">
        <w:rPr>
          <w:i/>
        </w:rPr>
        <w:t>A</w:t>
      </w:r>
      <w:r>
        <w:t xml:space="preserve">, </w:t>
      </w:r>
      <w:r w:rsidRPr="008353AC">
        <w:rPr>
          <w:i/>
        </w:rPr>
        <w:t>B</w:t>
      </w:r>
      <w:r>
        <w:t xml:space="preserve">, and </w:t>
      </w:r>
      <w:r w:rsidRPr="008353AC">
        <w:rPr>
          <w:i/>
        </w:rPr>
        <w:t>C</w:t>
      </w:r>
      <w:r>
        <w:t>,</w:t>
      </w:r>
    </w:p>
    <w:p w:rsidR="00147D98" w:rsidRDefault="00147D98" w:rsidP="00147D98">
      <w:pPr>
        <w:pStyle w:val="eq"/>
      </w:pPr>
      <w:r>
        <w:tab/>
      </w:r>
      <w:r w:rsidR="008353AC" w:rsidRPr="00E1788B">
        <w:rPr>
          <w:position w:val="-100"/>
        </w:rPr>
        <w:object w:dxaOrig="4360" w:dyaOrig="2160">
          <v:shape id="_x0000_i1345" type="#_x0000_t75" style="width:218.5pt;height:108pt" o:ole="">
            <v:imagedata r:id="rId632" o:title=""/>
          </v:shape>
          <o:OLEObject Type="Embed" ProgID="Equation.DSMT4" ShapeID="_x0000_i1345" DrawAspect="Content" ObjectID="_1377284471" r:id="rId633"/>
        </w:object>
      </w:r>
    </w:p>
    <w:p w:rsidR="00147D98" w:rsidRDefault="00147D98" w:rsidP="00147D98">
      <w:r>
        <w:t>______________________________________________________________________________</w:t>
      </w:r>
    </w:p>
    <w:p w:rsidR="00147D98" w:rsidRDefault="00147D98" w:rsidP="00147D98"/>
    <w:p w:rsidR="007A1C29" w:rsidRDefault="007A1C29" w:rsidP="007A1C29">
      <w:pPr>
        <w:pStyle w:val="ListParagraph"/>
        <w:tabs>
          <w:tab w:val="left" w:pos="446"/>
        </w:tabs>
        <w:ind w:left="446"/>
        <w:rPr>
          <w:sz w:val="24"/>
          <w:szCs w:val="24"/>
        </w:rPr>
      </w:pPr>
      <w:r>
        <w:rPr>
          <w:sz w:val="24"/>
          <w:szCs w:val="24"/>
        </w:rPr>
        <w:t>69.</w:t>
      </w:r>
      <w:r>
        <w:rPr>
          <w:sz w:val="24"/>
          <w:szCs w:val="24"/>
        </w:rPr>
        <w:tab/>
      </w:r>
      <w:r w:rsidRPr="00F82B2B">
        <w:rPr>
          <w:b/>
          <w:i/>
          <w:sz w:val="24"/>
          <w:szCs w:val="24"/>
        </w:rPr>
        <w:t>REASONING</w:t>
      </w:r>
      <w:r>
        <w:rPr>
          <w:sz w:val="24"/>
          <w:szCs w:val="24"/>
        </w:rPr>
        <w:t xml:space="preserve">  The slope of the position-time graph is the velocity of the bus. Each of the three segments of the graph is a straight line, so the bus has a different constant velocity for each part of the trip: </w:t>
      </w:r>
      <w:r w:rsidRPr="00582D32">
        <w:rPr>
          <w:i/>
          <w:sz w:val="24"/>
          <w:szCs w:val="24"/>
        </w:rPr>
        <w:t>v</w:t>
      </w:r>
      <w:r w:rsidRPr="00F51B32">
        <w:rPr>
          <w:i/>
          <w:position w:val="-8"/>
          <w:sz w:val="18"/>
          <w:szCs w:val="24"/>
        </w:rPr>
        <w:t>A</w:t>
      </w:r>
      <w:r>
        <w:rPr>
          <w:sz w:val="24"/>
          <w:szCs w:val="24"/>
        </w:rPr>
        <w:t xml:space="preserve">, </w:t>
      </w:r>
      <w:r w:rsidRPr="00582D32">
        <w:rPr>
          <w:i/>
          <w:sz w:val="24"/>
          <w:szCs w:val="24"/>
        </w:rPr>
        <w:t>v</w:t>
      </w:r>
      <w:r w:rsidRPr="00F51B32">
        <w:rPr>
          <w:i/>
          <w:position w:val="-8"/>
          <w:sz w:val="18"/>
          <w:szCs w:val="24"/>
        </w:rPr>
        <w:t>B</w:t>
      </w:r>
      <w:r>
        <w:rPr>
          <w:sz w:val="24"/>
          <w:szCs w:val="24"/>
        </w:rPr>
        <w:t xml:space="preserve">, and </w:t>
      </w:r>
      <w:proofErr w:type="gramStart"/>
      <w:r w:rsidRPr="00582D32">
        <w:rPr>
          <w:i/>
          <w:sz w:val="24"/>
          <w:szCs w:val="24"/>
        </w:rPr>
        <w:t>v</w:t>
      </w:r>
      <w:r w:rsidRPr="00F51B32">
        <w:rPr>
          <w:i/>
          <w:position w:val="-8"/>
          <w:sz w:val="18"/>
          <w:szCs w:val="24"/>
        </w:rPr>
        <w:t>C</w:t>
      </w:r>
      <w:r>
        <w:rPr>
          <w:sz w:val="24"/>
          <w:szCs w:val="24"/>
        </w:rPr>
        <w:t xml:space="preserve"> .</w:t>
      </w:r>
      <w:proofErr w:type="gramEnd"/>
      <w:r>
        <w:rPr>
          <w:sz w:val="24"/>
          <w:szCs w:val="24"/>
        </w:rPr>
        <w:t xml:space="preserve"> The slope of each segment may be calculated from Equation </w:t>
      </w:r>
      <w:proofErr w:type="gramStart"/>
      <w:r>
        <w:rPr>
          <w:sz w:val="24"/>
          <w:szCs w:val="24"/>
        </w:rPr>
        <w:t xml:space="preserve">2.2 </w:t>
      </w:r>
      <w:proofErr w:type="gramEnd"/>
      <w:r w:rsidRPr="002F131F">
        <w:rPr>
          <w:position w:val="-28"/>
          <w:sz w:val="24"/>
          <w:szCs w:val="24"/>
        </w:rPr>
        <w:object w:dxaOrig="960" w:dyaOrig="680">
          <v:shape id="_x0000_i1346" type="#_x0000_t75" style="width:48pt;height:33.5pt" o:ole="">
            <v:imagedata r:id="rId634" o:title=""/>
          </v:shape>
          <o:OLEObject Type="Embed" ProgID="Equation.DSMT4" ShapeID="_x0000_i1346" DrawAspect="Content" ObjectID="_1377284472" r:id="rId635"/>
        </w:object>
      </w:r>
      <w:r>
        <w:rPr>
          <w:sz w:val="24"/>
          <w:szCs w:val="24"/>
        </w:rPr>
        <w:t xml:space="preserve">, where </w:t>
      </w:r>
      <w:proofErr w:type="spellStart"/>
      <w:r>
        <w:rPr>
          <w:sz w:val="24"/>
          <w:szCs w:val="24"/>
        </w:rPr>
        <w:t>Δ</w:t>
      </w:r>
      <w:r w:rsidRPr="000D263B">
        <w:rPr>
          <w:i/>
          <w:sz w:val="24"/>
          <w:szCs w:val="24"/>
        </w:rPr>
        <w:t>x</w:t>
      </w:r>
      <w:proofErr w:type="spellEnd"/>
      <w:r>
        <w:rPr>
          <w:sz w:val="24"/>
          <w:szCs w:val="24"/>
        </w:rPr>
        <w:t xml:space="preserve"> is the difference between the final and initial positions of the bus and </w:t>
      </w:r>
      <w:proofErr w:type="spellStart"/>
      <w:r>
        <w:rPr>
          <w:sz w:val="24"/>
          <w:szCs w:val="24"/>
        </w:rPr>
        <w:t>Δ</w:t>
      </w:r>
      <w:r w:rsidRPr="000D263B">
        <w:rPr>
          <w:i/>
          <w:sz w:val="24"/>
          <w:szCs w:val="24"/>
        </w:rPr>
        <w:t>t</w:t>
      </w:r>
      <w:proofErr w:type="spellEnd"/>
      <w:r>
        <w:rPr>
          <w:sz w:val="24"/>
          <w:szCs w:val="24"/>
        </w:rPr>
        <w:t xml:space="preserve"> is the elapsed time during each segment. </w:t>
      </w:r>
      <w:r w:rsidRPr="004E15D0">
        <w:rPr>
          <w:sz w:val="24"/>
          <w:szCs w:val="24"/>
        </w:rPr>
        <w:t xml:space="preserve">The average acceleration of the bus is the change in its velocity divided by the elapsed time, as in Equation </w:t>
      </w:r>
      <w:proofErr w:type="gramStart"/>
      <w:r w:rsidRPr="004E15D0">
        <w:rPr>
          <w:sz w:val="24"/>
          <w:szCs w:val="24"/>
        </w:rPr>
        <w:t xml:space="preserve">2.4 </w:t>
      </w:r>
      <w:proofErr w:type="gramEnd"/>
      <w:r w:rsidRPr="002F131F">
        <w:rPr>
          <w:position w:val="-30"/>
          <w:sz w:val="24"/>
          <w:szCs w:val="24"/>
        </w:rPr>
        <w:object w:dxaOrig="1260" w:dyaOrig="720">
          <v:shape id="_x0000_i1347" type="#_x0000_t75" style="width:62.5pt;height:36.5pt" o:ole="">
            <v:imagedata r:id="rId636" o:title=""/>
          </v:shape>
          <o:OLEObject Type="Embed" ProgID="Equation.DSMT4" ShapeID="_x0000_i1347" DrawAspect="Content" ObjectID="_1377284473" r:id="rId637"/>
        </w:object>
      </w:r>
      <w:r w:rsidRPr="004E15D0">
        <w:rPr>
          <w:sz w:val="24"/>
          <w:szCs w:val="24"/>
        </w:rPr>
        <w:t xml:space="preserve">. </w:t>
      </w:r>
      <w:r>
        <w:rPr>
          <w:sz w:val="24"/>
          <w:szCs w:val="24"/>
        </w:rPr>
        <w:t xml:space="preserve">The trip lasts from </w:t>
      </w:r>
      <w:r w:rsidRPr="007967C3">
        <w:rPr>
          <w:i/>
          <w:sz w:val="24"/>
          <w:szCs w:val="24"/>
        </w:rPr>
        <w:t>t</w:t>
      </w:r>
      <w:r>
        <w:rPr>
          <w:sz w:val="24"/>
          <w:szCs w:val="24"/>
        </w:rPr>
        <w:t xml:space="preserve"> = 0 h (the initial instant on the graph) to </w:t>
      </w:r>
      <w:r w:rsidRPr="007967C3">
        <w:rPr>
          <w:i/>
          <w:sz w:val="24"/>
          <w:szCs w:val="24"/>
        </w:rPr>
        <w:t>t</w:t>
      </w:r>
      <w:r>
        <w:rPr>
          <w:sz w:val="24"/>
          <w:szCs w:val="24"/>
        </w:rPr>
        <w:t xml:space="preserve"> = 3.5 h (the final instant on the graph), so the total elapsed time is </w:t>
      </w:r>
      <w:proofErr w:type="spellStart"/>
      <w:proofErr w:type="gramStart"/>
      <w:r w:rsidRPr="004E15D0">
        <w:rPr>
          <w:sz w:val="24"/>
          <w:szCs w:val="24"/>
        </w:rPr>
        <w:t>Δ</w:t>
      </w:r>
      <w:r w:rsidRPr="004E15D0">
        <w:rPr>
          <w:i/>
          <w:sz w:val="24"/>
          <w:szCs w:val="24"/>
        </w:rPr>
        <w:t>t</w:t>
      </w:r>
      <w:proofErr w:type="spellEnd"/>
      <w:proofErr w:type="gramEnd"/>
      <w:r>
        <w:rPr>
          <w:sz w:val="24"/>
          <w:szCs w:val="24"/>
        </w:rPr>
        <w:t xml:space="preserve"> = 3.5 h. The initial velocity of the bus is its </w:t>
      </w:r>
      <w:r>
        <w:rPr>
          <w:sz w:val="24"/>
          <w:szCs w:val="24"/>
        </w:rPr>
        <w:lastRenderedPageBreak/>
        <w:t xml:space="preserve">velocity at </w:t>
      </w:r>
      <w:r w:rsidRPr="0060038F">
        <w:rPr>
          <w:i/>
          <w:sz w:val="24"/>
          <w:szCs w:val="24"/>
        </w:rPr>
        <w:t>t</w:t>
      </w:r>
      <w:r>
        <w:rPr>
          <w:sz w:val="24"/>
          <w:szCs w:val="24"/>
        </w:rPr>
        <w:t xml:space="preserve"> = 0, which is its constant velocity for segment </w:t>
      </w:r>
      <w:r w:rsidRPr="00F51B32">
        <w:rPr>
          <w:i/>
          <w:sz w:val="24"/>
          <w:szCs w:val="24"/>
        </w:rPr>
        <w:t>A</w:t>
      </w:r>
      <w:r>
        <w:rPr>
          <w:sz w:val="24"/>
          <w:szCs w:val="24"/>
        </w:rPr>
        <w:t xml:space="preserve">: </w:t>
      </w:r>
      <w:r w:rsidRPr="004E15D0">
        <w:rPr>
          <w:i/>
          <w:sz w:val="24"/>
          <w:szCs w:val="24"/>
        </w:rPr>
        <w:t>v</w:t>
      </w:r>
      <w:r w:rsidRPr="004E15D0">
        <w:rPr>
          <w:position w:val="-8"/>
          <w:sz w:val="18"/>
          <w:szCs w:val="24"/>
        </w:rPr>
        <w:t>0</w:t>
      </w:r>
      <w:r>
        <w:rPr>
          <w:sz w:val="24"/>
          <w:szCs w:val="24"/>
        </w:rPr>
        <w:t> </w:t>
      </w:r>
      <w:r w:rsidRPr="004E15D0">
        <w:rPr>
          <w:sz w:val="24"/>
          <w:szCs w:val="24"/>
        </w:rPr>
        <w:t>=</w:t>
      </w:r>
      <w:r>
        <w:rPr>
          <w:sz w:val="24"/>
          <w:szCs w:val="24"/>
        </w:rPr>
        <w:t> </w:t>
      </w:r>
      <w:r>
        <w:rPr>
          <w:i/>
          <w:sz w:val="24"/>
          <w:szCs w:val="24"/>
        </w:rPr>
        <w:t>v</w:t>
      </w:r>
      <w:r w:rsidRPr="00F51B32">
        <w:rPr>
          <w:i/>
          <w:position w:val="-8"/>
          <w:sz w:val="18"/>
          <w:szCs w:val="24"/>
        </w:rPr>
        <w:t>A</w:t>
      </w:r>
      <w:r>
        <w:rPr>
          <w:sz w:val="24"/>
          <w:szCs w:val="24"/>
        </w:rPr>
        <w:t>.</w:t>
      </w:r>
      <w:r w:rsidRPr="004E15D0">
        <w:rPr>
          <w:sz w:val="24"/>
          <w:szCs w:val="24"/>
        </w:rPr>
        <w:t xml:space="preserve"> </w:t>
      </w:r>
      <w:r>
        <w:rPr>
          <w:sz w:val="24"/>
          <w:szCs w:val="24"/>
        </w:rPr>
        <w:t xml:space="preserve">Similarly, the velocity of the bus at the last instant of segment </w:t>
      </w:r>
      <w:r w:rsidRPr="00F51B32">
        <w:rPr>
          <w:i/>
          <w:sz w:val="24"/>
          <w:szCs w:val="24"/>
        </w:rPr>
        <w:t>C</w:t>
      </w:r>
      <w:r>
        <w:rPr>
          <w:sz w:val="24"/>
          <w:szCs w:val="24"/>
        </w:rPr>
        <w:t xml:space="preserve"> is its final velocity for the trip: </w:t>
      </w:r>
      <w:r w:rsidRPr="004E15D0">
        <w:rPr>
          <w:i/>
          <w:sz w:val="24"/>
          <w:szCs w:val="24"/>
        </w:rPr>
        <w:t>v</w:t>
      </w:r>
      <w:r w:rsidRPr="004E15D0">
        <w:rPr>
          <w:sz w:val="24"/>
          <w:szCs w:val="24"/>
        </w:rPr>
        <w:t> = </w:t>
      </w:r>
      <w:proofErr w:type="gramStart"/>
      <w:r w:rsidRPr="004E15D0">
        <w:rPr>
          <w:i/>
          <w:sz w:val="24"/>
          <w:szCs w:val="24"/>
        </w:rPr>
        <w:t>v</w:t>
      </w:r>
      <w:r w:rsidRPr="00F51B32">
        <w:rPr>
          <w:i/>
          <w:position w:val="-8"/>
          <w:sz w:val="18"/>
          <w:szCs w:val="24"/>
        </w:rPr>
        <w:t>C</w:t>
      </w:r>
      <w:proofErr w:type="gramEnd"/>
      <w:r w:rsidRPr="004E15D0">
        <w:rPr>
          <w:sz w:val="24"/>
          <w:szCs w:val="24"/>
        </w:rPr>
        <w:t>.</w:t>
      </w:r>
      <w:r w:rsidRPr="00B5433C">
        <w:rPr>
          <w:sz w:val="24"/>
          <w:szCs w:val="24"/>
        </w:rPr>
        <w:t xml:space="preserve"> </w:t>
      </w:r>
    </w:p>
    <w:p w:rsidR="007A1C29" w:rsidRDefault="007A1C29" w:rsidP="007A1C29">
      <w:pPr>
        <w:pStyle w:val="ListParagraph"/>
        <w:tabs>
          <w:tab w:val="left" w:pos="446"/>
        </w:tabs>
        <w:ind w:left="446"/>
        <w:rPr>
          <w:sz w:val="24"/>
          <w:szCs w:val="24"/>
        </w:rPr>
      </w:pPr>
      <w:r>
        <w:rPr>
          <w:sz w:val="24"/>
          <w:szCs w:val="24"/>
        </w:rPr>
        <w:br/>
      </w:r>
      <w:r w:rsidRPr="00F82B2B">
        <w:rPr>
          <w:b/>
          <w:i/>
          <w:sz w:val="24"/>
          <w:szCs w:val="24"/>
        </w:rPr>
        <w:t>SOLUTION</w:t>
      </w:r>
      <w:r>
        <w:rPr>
          <w:sz w:val="24"/>
          <w:szCs w:val="24"/>
        </w:rPr>
        <w:t xml:space="preserve">  In using Equation 2.2 </w:t>
      </w:r>
      <w:r w:rsidRPr="002F131F">
        <w:rPr>
          <w:position w:val="-28"/>
          <w:sz w:val="24"/>
          <w:szCs w:val="24"/>
        </w:rPr>
        <w:object w:dxaOrig="960" w:dyaOrig="680">
          <v:shape id="_x0000_i1348" type="#_x0000_t75" style="width:48pt;height:33.5pt" o:ole="">
            <v:imagedata r:id="rId638" o:title=""/>
          </v:shape>
          <o:OLEObject Type="Embed" ProgID="Equation.DSMT4" ShapeID="_x0000_i1348" DrawAspect="Content" ObjectID="_1377284474" r:id="rId639"/>
        </w:object>
      </w:r>
      <w:r>
        <w:t xml:space="preserve"> </w:t>
      </w:r>
      <w:r>
        <w:rPr>
          <w:sz w:val="24"/>
          <w:szCs w:val="24"/>
        </w:rPr>
        <w:t xml:space="preserve">to calculate the slopes of segments </w:t>
      </w:r>
      <w:r w:rsidRPr="00F51B32">
        <w:rPr>
          <w:i/>
          <w:sz w:val="24"/>
          <w:szCs w:val="24"/>
        </w:rPr>
        <w:t>A</w:t>
      </w:r>
      <w:r>
        <w:rPr>
          <w:sz w:val="24"/>
          <w:szCs w:val="24"/>
        </w:rPr>
        <w:t xml:space="preserve"> and </w:t>
      </w:r>
      <w:r w:rsidRPr="00F51B32">
        <w:rPr>
          <w:i/>
          <w:sz w:val="24"/>
          <w:szCs w:val="24"/>
        </w:rPr>
        <w:t>C</w:t>
      </w:r>
      <w:r>
        <w:rPr>
          <w:sz w:val="24"/>
          <w:szCs w:val="24"/>
        </w:rPr>
        <w:t xml:space="preserve">, any displacement </w:t>
      </w:r>
      <w:proofErr w:type="spellStart"/>
      <w:r>
        <w:rPr>
          <w:sz w:val="24"/>
          <w:szCs w:val="24"/>
        </w:rPr>
        <w:t>Δ</w:t>
      </w:r>
      <w:r w:rsidRPr="00D532B5">
        <w:rPr>
          <w:i/>
          <w:sz w:val="24"/>
          <w:szCs w:val="24"/>
        </w:rPr>
        <w:t>x</w:t>
      </w:r>
      <w:proofErr w:type="spellEnd"/>
      <w:r>
        <w:rPr>
          <w:sz w:val="24"/>
          <w:szCs w:val="24"/>
        </w:rPr>
        <w:t xml:space="preserve"> within a segment may be chosen, so long as the corresponding elapsed time </w:t>
      </w:r>
      <w:proofErr w:type="spellStart"/>
      <w:r>
        <w:rPr>
          <w:sz w:val="24"/>
          <w:szCs w:val="24"/>
        </w:rPr>
        <w:t>Δ</w:t>
      </w:r>
      <w:r>
        <w:rPr>
          <w:i/>
          <w:sz w:val="24"/>
          <w:szCs w:val="24"/>
        </w:rPr>
        <w:t>t</w:t>
      </w:r>
      <w:proofErr w:type="spellEnd"/>
      <w:r>
        <w:rPr>
          <w:sz w:val="24"/>
          <w:szCs w:val="24"/>
        </w:rPr>
        <w:t xml:space="preserve"> is used in the calculation. If the full displacements for each segment are chosen, then</w:t>
      </w:r>
    </w:p>
    <w:p w:rsidR="007A1C29" w:rsidRDefault="007A1C29" w:rsidP="007A1C29">
      <w:pPr>
        <w:pStyle w:val="ListParagraph"/>
        <w:ind w:firstLine="0"/>
        <w:rPr>
          <w:sz w:val="24"/>
          <w:szCs w:val="24"/>
        </w:rPr>
      </w:pPr>
    </w:p>
    <w:p w:rsidR="007A1C29" w:rsidRDefault="00F51B32" w:rsidP="007A1C29">
      <w:pPr>
        <w:pStyle w:val="ListParagraph"/>
        <w:jc w:val="center"/>
        <w:rPr>
          <w:sz w:val="24"/>
          <w:szCs w:val="24"/>
        </w:rPr>
      </w:pPr>
      <w:r w:rsidRPr="002F131F">
        <w:rPr>
          <w:position w:val="-74"/>
          <w:sz w:val="24"/>
          <w:szCs w:val="24"/>
        </w:rPr>
        <w:object w:dxaOrig="3780" w:dyaOrig="1600">
          <v:shape id="_x0000_i1349" type="#_x0000_t75" style="width:189pt;height:80.5pt" o:ole="">
            <v:imagedata r:id="rId640" o:title=""/>
          </v:shape>
          <o:OLEObject Type="Embed" ProgID="Equation.DSMT4" ShapeID="_x0000_i1349" DrawAspect="Content" ObjectID="_1377284475" r:id="rId641"/>
        </w:object>
      </w:r>
    </w:p>
    <w:p w:rsidR="007A1C29" w:rsidRDefault="007A1C29" w:rsidP="007A1C29">
      <w:pPr>
        <w:pStyle w:val="ListParagraph"/>
        <w:rPr>
          <w:sz w:val="24"/>
          <w:szCs w:val="24"/>
        </w:rPr>
      </w:pPr>
    </w:p>
    <w:p w:rsidR="007A1C29" w:rsidRDefault="007A1C29" w:rsidP="007A1C29">
      <w:pPr>
        <w:pStyle w:val="ListParagraph"/>
        <w:tabs>
          <w:tab w:val="left" w:pos="446"/>
        </w:tabs>
        <w:ind w:left="446"/>
        <w:rPr>
          <w:sz w:val="24"/>
          <w:szCs w:val="24"/>
        </w:rPr>
      </w:pPr>
      <w:r>
        <w:rPr>
          <w:sz w:val="24"/>
          <w:szCs w:val="24"/>
        </w:rPr>
        <w:tab/>
        <w:t>Apply these results to Equation 2.4:</w:t>
      </w:r>
      <w:r w:rsidRPr="00B5433C">
        <w:rPr>
          <w:sz w:val="24"/>
          <w:szCs w:val="24"/>
        </w:rPr>
        <w:t xml:space="preserve"> </w:t>
      </w:r>
    </w:p>
    <w:p w:rsidR="007A1C29" w:rsidRDefault="007A1C29" w:rsidP="007A1C29">
      <w:pPr>
        <w:pStyle w:val="ListParagraph"/>
        <w:rPr>
          <w:sz w:val="24"/>
          <w:szCs w:val="24"/>
        </w:rPr>
      </w:pPr>
    </w:p>
    <w:p w:rsidR="007A1C29" w:rsidRPr="00F82B2B" w:rsidRDefault="007A1C29" w:rsidP="007A1C29">
      <w:pPr>
        <w:pStyle w:val="ListParagraph"/>
        <w:jc w:val="center"/>
        <w:rPr>
          <w:sz w:val="24"/>
          <w:szCs w:val="24"/>
        </w:rPr>
      </w:pPr>
      <w:r w:rsidRPr="002F131F">
        <w:rPr>
          <w:position w:val="-30"/>
          <w:sz w:val="24"/>
          <w:szCs w:val="24"/>
        </w:rPr>
        <w:object w:dxaOrig="4959" w:dyaOrig="720">
          <v:shape id="_x0000_i1350" type="#_x0000_t75" style="width:247pt;height:36.5pt" o:ole="">
            <v:imagedata r:id="rId642" o:title=""/>
          </v:shape>
          <o:OLEObject Type="Embed" ProgID="Equation.DSMT4" ShapeID="_x0000_i1350" DrawAspect="Content" ObjectID="_1377284476" r:id="rId643"/>
        </w:object>
      </w:r>
    </w:p>
    <w:p w:rsidR="007A1C29" w:rsidRDefault="007A1C29" w:rsidP="007A1C29">
      <w:pPr>
        <w:pBdr>
          <w:bottom w:val="single" w:sz="4" w:space="1" w:color="auto"/>
        </w:pBdr>
      </w:pPr>
    </w:p>
    <w:p w:rsidR="007A1C29" w:rsidRDefault="007A1C29" w:rsidP="00C36793">
      <w:pPr>
        <w:pStyle w:val="Problem"/>
      </w:pPr>
    </w:p>
    <w:p w:rsidR="00F34CBE" w:rsidRDefault="00F34CBE" w:rsidP="00F34CBE">
      <w:pPr>
        <w:pStyle w:val="SM6e"/>
      </w:pPr>
      <w:r>
        <w:t>70.</w:t>
      </w:r>
      <w:r>
        <w:tab/>
      </w:r>
      <w:r>
        <w:rPr>
          <w:b/>
          <w:i/>
        </w:rPr>
        <w:t xml:space="preserve">REASONING  </w:t>
      </w:r>
      <w:r>
        <w:t xml:space="preserve">The runner is at the position </w:t>
      </w:r>
      <w:r>
        <w:rPr>
          <w:i/>
        </w:rPr>
        <w:t>x </w:t>
      </w:r>
      <w:r>
        <w:t xml:space="preserve">= 0 m when time </w:t>
      </w:r>
      <w:r>
        <w:rPr>
          <w:i/>
        </w:rPr>
        <w:t>t </w:t>
      </w:r>
      <w:r>
        <w:t>= 0 s; the finish line is 100 m away.  During each ten-second segment, the runner has a constant velocity and runs half the remaining distance to the finish line.  The following table shows the first four segments of the motion:</w:t>
      </w:r>
    </w:p>
    <w:p w:rsidR="00F34CBE" w:rsidRDefault="00F34CBE" w:rsidP="00F34CBE">
      <w:pPr>
        <w:pStyle w:val="SM6e"/>
      </w:pPr>
    </w:p>
    <w:tbl>
      <w:tblPr>
        <w:tblStyle w:val="TableGrid"/>
        <w:tblW w:w="0" w:type="auto"/>
        <w:tblInd w:w="1278" w:type="dxa"/>
        <w:tblLook w:val="04A0"/>
      </w:tblPr>
      <w:tblGrid>
        <w:gridCol w:w="2610"/>
        <w:gridCol w:w="4950"/>
      </w:tblGrid>
      <w:tr w:rsidR="00F34CBE" w:rsidTr="00081900">
        <w:tc>
          <w:tcPr>
            <w:tcW w:w="2610" w:type="dxa"/>
          </w:tcPr>
          <w:p w:rsidR="00F34CBE" w:rsidRPr="00887830" w:rsidRDefault="00F34CBE" w:rsidP="00FE2574">
            <w:pPr>
              <w:pStyle w:val="SM6e"/>
              <w:spacing w:before="180" w:after="180" w:line="240" w:lineRule="auto"/>
              <w:ind w:left="0" w:firstLine="0"/>
              <w:jc w:val="center"/>
              <w:rPr>
                <w:b/>
              </w:rPr>
            </w:pPr>
            <w:r>
              <w:rPr>
                <w:b/>
              </w:rPr>
              <w:t>Time Interval</w:t>
            </w:r>
          </w:p>
        </w:tc>
        <w:tc>
          <w:tcPr>
            <w:tcW w:w="4950" w:type="dxa"/>
          </w:tcPr>
          <w:p w:rsidR="00F34CBE" w:rsidRPr="00887830" w:rsidRDefault="00F34CBE" w:rsidP="00FE2574">
            <w:pPr>
              <w:pStyle w:val="SM6e"/>
              <w:spacing w:before="180" w:after="180" w:line="240" w:lineRule="auto"/>
              <w:ind w:left="0" w:firstLine="0"/>
              <w:jc w:val="center"/>
              <w:rPr>
                <w:b/>
              </w:rPr>
            </w:pPr>
            <w:r>
              <w:rPr>
                <w:b/>
              </w:rPr>
              <w:t>Change in Position</w:t>
            </w:r>
          </w:p>
        </w:tc>
      </w:tr>
      <w:tr w:rsidR="00F34CBE" w:rsidTr="00081900">
        <w:tc>
          <w:tcPr>
            <w:tcW w:w="2610" w:type="dxa"/>
          </w:tcPr>
          <w:p w:rsidR="00F34CBE" w:rsidRDefault="00F34CBE" w:rsidP="00FE2574">
            <w:pPr>
              <w:pStyle w:val="SM6e"/>
              <w:spacing w:before="180" w:after="180" w:line="240" w:lineRule="auto"/>
              <w:ind w:left="0" w:firstLine="0"/>
            </w:pPr>
            <w:r>
              <w:rPr>
                <w:i/>
              </w:rPr>
              <w:t>t </w:t>
            </w:r>
            <w:r>
              <w:t xml:space="preserve">= 0 s → </w:t>
            </w:r>
            <w:r>
              <w:rPr>
                <w:i/>
              </w:rPr>
              <w:t>t </w:t>
            </w:r>
            <w:r>
              <w:t>= 10.0 s</w:t>
            </w:r>
          </w:p>
        </w:tc>
        <w:tc>
          <w:tcPr>
            <w:tcW w:w="4950" w:type="dxa"/>
          </w:tcPr>
          <w:p w:rsidR="00F34CBE" w:rsidRDefault="00F34CBE" w:rsidP="00FE2574">
            <w:pPr>
              <w:pStyle w:val="SM6e"/>
              <w:spacing w:before="180" w:after="180" w:line="240" w:lineRule="auto"/>
              <w:ind w:left="0" w:firstLine="0"/>
            </w:pPr>
            <w:r>
              <w:rPr>
                <w:i/>
              </w:rPr>
              <w:t>x </w:t>
            </w:r>
            <w:r>
              <w:t xml:space="preserve">= 0 m → </w:t>
            </w:r>
            <w:r>
              <w:rPr>
                <w:i/>
              </w:rPr>
              <w:t>x </w:t>
            </w:r>
            <w:r>
              <w:t>= 50.0 m</w:t>
            </w:r>
          </w:p>
        </w:tc>
      </w:tr>
      <w:tr w:rsidR="00F34CBE" w:rsidTr="00081900">
        <w:tc>
          <w:tcPr>
            <w:tcW w:w="2610" w:type="dxa"/>
          </w:tcPr>
          <w:p w:rsidR="00F34CBE" w:rsidRDefault="00F34CBE" w:rsidP="00FE2574">
            <w:pPr>
              <w:pStyle w:val="SM6e"/>
              <w:spacing w:before="180" w:after="180" w:line="240" w:lineRule="auto"/>
              <w:ind w:left="0" w:firstLine="0"/>
            </w:pPr>
            <w:r>
              <w:rPr>
                <w:i/>
              </w:rPr>
              <w:t>t </w:t>
            </w:r>
            <w:r>
              <w:t xml:space="preserve">= 10.0 s → </w:t>
            </w:r>
            <w:r>
              <w:rPr>
                <w:i/>
              </w:rPr>
              <w:t>t </w:t>
            </w:r>
            <w:r>
              <w:t>= 20.0 s</w:t>
            </w:r>
          </w:p>
        </w:tc>
        <w:tc>
          <w:tcPr>
            <w:tcW w:w="4950" w:type="dxa"/>
          </w:tcPr>
          <w:p w:rsidR="00F34CBE" w:rsidRDefault="00F34CBE" w:rsidP="00FE2574">
            <w:pPr>
              <w:pStyle w:val="SM6e"/>
              <w:spacing w:before="180" w:after="180" w:line="240" w:lineRule="auto"/>
              <w:ind w:left="0" w:firstLine="0"/>
            </w:pPr>
            <w:r>
              <w:rPr>
                <w:i/>
              </w:rPr>
              <w:t>x </w:t>
            </w:r>
            <w:r>
              <w:t xml:space="preserve">= 50.0 m → </w:t>
            </w:r>
            <w:r>
              <w:rPr>
                <w:i/>
              </w:rPr>
              <w:t>x </w:t>
            </w:r>
            <w:r>
              <w:t>= 50.0 m + 25.0 m = 75.0 m</w:t>
            </w:r>
          </w:p>
        </w:tc>
      </w:tr>
      <w:tr w:rsidR="00F34CBE" w:rsidTr="00081900">
        <w:tc>
          <w:tcPr>
            <w:tcW w:w="2610" w:type="dxa"/>
          </w:tcPr>
          <w:p w:rsidR="00F34CBE" w:rsidRDefault="00F34CBE" w:rsidP="00FE2574">
            <w:pPr>
              <w:pStyle w:val="SM6e"/>
              <w:spacing w:before="180" w:after="180" w:line="240" w:lineRule="auto"/>
              <w:ind w:left="0" w:firstLine="0"/>
            </w:pPr>
            <w:r>
              <w:rPr>
                <w:i/>
              </w:rPr>
              <w:t>t </w:t>
            </w:r>
            <w:r>
              <w:t xml:space="preserve">= 20.0 s → </w:t>
            </w:r>
            <w:r>
              <w:rPr>
                <w:i/>
              </w:rPr>
              <w:t>t </w:t>
            </w:r>
            <w:r>
              <w:t>= 30.0 s</w:t>
            </w:r>
          </w:p>
        </w:tc>
        <w:tc>
          <w:tcPr>
            <w:tcW w:w="4950" w:type="dxa"/>
          </w:tcPr>
          <w:p w:rsidR="00F34CBE" w:rsidRDefault="00F34CBE" w:rsidP="00FE2574">
            <w:pPr>
              <w:pStyle w:val="SM6e"/>
              <w:spacing w:before="180" w:after="180" w:line="240" w:lineRule="auto"/>
              <w:ind w:left="0" w:firstLine="0"/>
            </w:pPr>
            <w:r>
              <w:rPr>
                <w:i/>
              </w:rPr>
              <w:t>x </w:t>
            </w:r>
            <w:r>
              <w:t xml:space="preserve">= 75.0 m → </w:t>
            </w:r>
            <w:r>
              <w:rPr>
                <w:i/>
              </w:rPr>
              <w:t>x </w:t>
            </w:r>
            <w:r>
              <w:t>= 75.0 m + 12.5 m = 87.5 m</w:t>
            </w:r>
          </w:p>
        </w:tc>
      </w:tr>
      <w:tr w:rsidR="00F34CBE" w:rsidTr="00081900">
        <w:tc>
          <w:tcPr>
            <w:tcW w:w="2610" w:type="dxa"/>
          </w:tcPr>
          <w:p w:rsidR="00F34CBE" w:rsidRDefault="00F34CBE" w:rsidP="00FE2574">
            <w:pPr>
              <w:pStyle w:val="SM6e"/>
              <w:spacing w:before="180" w:after="180" w:line="240" w:lineRule="auto"/>
              <w:ind w:left="0" w:firstLine="0"/>
            </w:pPr>
            <w:r>
              <w:rPr>
                <w:i/>
              </w:rPr>
              <w:t>t </w:t>
            </w:r>
            <w:r>
              <w:t xml:space="preserve">= 30.0 s → </w:t>
            </w:r>
            <w:r>
              <w:rPr>
                <w:i/>
              </w:rPr>
              <w:t>t </w:t>
            </w:r>
            <w:r>
              <w:t>= 40.0 s</w:t>
            </w:r>
          </w:p>
        </w:tc>
        <w:tc>
          <w:tcPr>
            <w:tcW w:w="4950" w:type="dxa"/>
          </w:tcPr>
          <w:p w:rsidR="00F34CBE" w:rsidRDefault="00F34CBE" w:rsidP="00FE2574">
            <w:pPr>
              <w:pStyle w:val="SM6e"/>
              <w:spacing w:before="180" w:after="180" w:line="240" w:lineRule="auto"/>
              <w:ind w:left="0" w:firstLine="0"/>
            </w:pPr>
            <w:r>
              <w:rPr>
                <w:i/>
              </w:rPr>
              <w:t>x </w:t>
            </w:r>
            <w:r>
              <w:t xml:space="preserve">= 87.5 m → </w:t>
            </w:r>
            <w:r>
              <w:rPr>
                <w:i/>
              </w:rPr>
              <w:t>x </w:t>
            </w:r>
            <w:r>
              <w:t>= 87.5 m + 6.25 m = 93.8 m</w:t>
            </w:r>
          </w:p>
        </w:tc>
      </w:tr>
    </w:tbl>
    <w:p w:rsidR="00F34CBE" w:rsidRDefault="00F34CBE" w:rsidP="00F34CBE">
      <w:pPr>
        <w:pStyle w:val="SM6e"/>
      </w:pPr>
    </w:p>
    <w:p w:rsidR="00F34CBE" w:rsidRDefault="00F34CBE" w:rsidP="00F34CBE">
      <w:pPr>
        <w:pStyle w:val="SM6e"/>
        <w:ind w:firstLine="0"/>
      </w:pPr>
      <w:r>
        <w:t>This data can be used to construct the position-time graph.  Since the runner has a constant velocity during each ten-second segment, we can find the velocity during each segment from the slope of the position-time graph for that segment.</w:t>
      </w:r>
      <w:r w:rsidRPr="001A1B45">
        <w:t xml:space="preserve"> </w:t>
      </w:r>
    </w:p>
    <w:p w:rsidR="00F34CBE" w:rsidRDefault="00F34CBE" w:rsidP="00F34CBE">
      <w:pPr>
        <w:pStyle w:val="SM6e"/>
      </w:pPr>
    </w:p>
    <w:p w:rsidR="00F34CBE" w:rsidRDefault="00F34CBE" w:rsidP="00F34CBE">
      <w:pPr>
        <w:ind w:hanging="11"/>
      </w:pPr>
      <w:r>
        <w:rPr>
          <w:b/>
          <w:i/>
        </w:rPr>
        <w:t>SOLUTION</w:t>
      </w:r>
      <w:r>
        <w:t xml:space="preserve">   </w:t>
      </w:r>
    </w:p>
    <w:p w:rsidR="00F34CBE" w:rsidRDefault="00F34CBE" w:rsidP="00F34CBE">
      <w:pPr>
        <w:pStyle w:val="SM6e"/>
      </w:pPr>
      <w:r>
        <w:tab/>
        <w:t xml:space="preserve">a.   The following figure shows the position-time graph for the first forty seconds. </w:t>
      </w:r>
    </w:p>
    <w:p w:rsidR="00F34CBE" w:rsidRDefault="00F34CBE" w:rsidP="00F34CBE"/>
    <w:p w:rsidR="00F34CBE" w:rsidRDefault="00F34CBE" w:rsidP="00F34CBE">
      <w:pPr>
        <w:jc w:val="center"/>
      </w:pPr>
      <w:r>
        <w:rPr>
          <w:noProof/>
        </w:rPr>
        <w:drawing>
          <wp:inline distT="0" distB="0" distL="0" distR="0">
            <wp:extent cx="3657600" cy="2214880"/>
            <wp:effectExtent l="1905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44" cstate="print"/>
                    <a:srcRect/>
                    <a:stretch>
                      <a:fillRect/>
                    </a:stretch>
                  </pic:blipFill>
                  <pic:spPr bwMode="auto">
                    <a:xfrm>
                      <a:off x="0" y="0"/>
                      <a:ext cx="3657600" cy="2214880"/>
                    </a:xfrm>
                    <a:prstGeom prst="rect">
                      <a:avLst/>
                    </a:prstGeom>
                    <a:noFill/>
                    <a:ln w="9525">
                      <a:noFill/>
                      <a:miter lim="800000"/>
                      <a:headEnd/>
                      <a:tailEnd/>
                    </a:ln>
                  </pic:spPr>
                </pic:pic>
              </a:graphicData>
            </a:graphic>
          </wp:inline>
        </w:drawing>
      </w:r>
    </w:p>
    <w:p w:rsidR="00F34CBE" w:rsidRDefault="00F34CBE" w:rsidP="00F34CBE"/>
    <w:p w:rsidR="00F34CBE" w:rsidRDefault="00F34CBE" w:rsidP="00F34CBE">
      <w:pPr>
        <w:pStyle w:val="SM6e"/>
      </w:pPr>
      <w:r>
        <w:tab/>
        <w:t>b.  The slope of each segment of the position-time graph is calculated as follows:</w:t>
      </w:r>
      <w:r w:rsidRPr="001A1B45">
        <w:t xml:space="preserve"> </w:t>
      </w:r>
    </w:p>
    <w:p w:rsidR="00F34CBE" w:rsidRDefault="00F34CBE" w:rsidP="00F34CBE"/>
    <w:p w:rsidR="00F34CBE" w:rsidRDefault="00F34CBE" w:rsidP="00F34CBE">
      <w:pPr>
        <w:jc w:val="center"/>
      </w:pPr>
      <w:r w:rsidRPr="002F5FD8">
        <w:rPr>
          <w:position w:val="-140"/>
        </w:rPr>
        <w:object w:dxaOrig="6120" w:dyaOrig="2920">
          <v:shape id="_x0000_i1351" type="#_x0000_t75" style="width:306.5pt;height:146pt" o:ole="">
            <v:imagedata r:id="rId645" o:title=""/>
          </v:shape>
          <o:OLEObject Type="Embed" ProgID="Equation.DSMT4" ShapeID="_x0000_i1351" DrawAspect="Content" ObjectID="_1377284477" r:id="rId646"/>
        </w:object>
      </w:r>
    </w:p>
    <w:p w:rsidR="00F34CBE" w:rsidRDefault="00F34CBE" w:rsidP="00F34CBE"/>
    <w:p w:rsidR="00F34CBE" w:rsidRDefault="00F34CBE" w:rsidP="00F34CBE">
      <w:pPr>
        <w:pStyle w:val="SM6e"/>
      </w:pPr>
      <w:r>
        <w:tab/>
        <w:t>Therefore, the velocity-time graph is:</w:t>
      </w:r>
      <w:r w:rsidRPr="001A1B45">
        <w:t xml:space="preserve"> </w:t>
      </w:r>
    </w:p>
    <w:p w:rsidR="00F34CBE" w:rsidRDefault="00F34CBE" w:rsidP="00F34CBE"/>
    <w:p w:rsidR="00F34CBE" w:rsidRDefault="00AE1B27" w:rsidP="00F34CBE">
      <w:pPr>
        <w:pStyle w:val="eq"/>
      </w:pPr>
      <w:r>
        <w:rPr>
          <w:noProof/>
        </w:rPr>
        <w:pict>
          <v:shape id="_x0000_s6027" type="#_x0000_t202" style="position:absolute;left:0;text-align:left;margin-left:63pt;margin-top:40.95pt;width:27pt;height:88pt;z-index:-251655168;mso-wrap-edited:f" wrapcoords="-600 0 -600 21415 21600 21415 21600 0 -600 0" o:allowincell="f" stroked="f">
            <v:textbox style="layout-flow:vertical;mso-layout-flow-alt:bottom-to-top">
              <w:txbxContent>
                <w:p w:rsidR="001D7FB8" w:rsidRDefault="001D7FB8" w:rsidP="00F34CBE">
                  <w:pPr>
                    <w:jc w:val="center"/>
                  </w:pPr>
                  <w:r>
                    <w:t xml:space="preserve">Velocity </w:t>
                  </w:r>
                  <w:r>
                    <w:rPr>
                      <w:i/>
                    </w:rPr>
                    <w:t>v</w:t>
                  </w:r>
                  <w:r>
                    <w:t xml:space="preserve"> (m/s)</w:t>
                  </w:r>
                </w:p>
              </w:txbxContent>
            </v:textbox>
          </v:shape>
        </w:pict>
      </w:r>
      <w:r w:rsidR="00F34CBE">
        <w:tab/>
      </w:r>
      <w:r w:rsidR="00F34CBE">
        <w:object w:dxaOrig="7520" w:dyaOrig="3960">
          <v:shape id="_x0000_i1352" type="#_x0000_t75" style="width:5in;height:197.5pt" o:ole="" fillcolor="window">
            <v:imagedata r:id="rId647" o:title=""/>
          </v:shape>
          <o:OLEObject Type="Embed" ProgID="MSDraw.Drawing.8" ShapeID="_x0000_i1352" DrawAspect="Content" ObjectID="_1377284478" r:id="rId648"/>
        </w:object>
      </w:r>
    </w:p>
    <w:p w:rsidR="00F34CBE" w:rsidRDefault="00F34CBE" w:rsidP="00F34CBE">
      <w:r>
        <w:t>______________________________________________________________________________</w:t>
      </w:r>
    </w:p>
    <w:p w:rsidR="00F34CBE" w:rsidRDefault="00F34CBE" w:rsidP="00F34CBE"/>
    <w:p w:rsidR="00BB4520" w:rsidRDefault="00147D98" w:rsidP="00147D98">
      <w:r>
        <w:lastRenderedPageBreak/>
        <w:t>71.</w:t>
      </w:r>
      <w:r>
        <w:tab/>
      </w:r>
      <w:r w:rsidRPr="008A5E95">
        <w:rPr>
          <w:position w:val="-10"/>
        </w:rPr>
        <w:object w:dxaOrig="680" w:dyaOrig="380">
          <v:shape id="_x0000_i1353" type="#_x0000_t75" style="width:33.5pt;height:18pt" o:ole="">
            <v:imagedata r:id="rId30" o:title=""/>
          </v:shape>
          <o:OLEObject Type="Embed" ProgID="Equation.DSMT4" ShapeID="_x0000_i1353" DrawAspect="Content" ObjectID="_1377284479" r:id="rId649"/>
        </w:object>
      </w:r>
      <w:r>
        <w:t> </w:t>
      </w:r>
      <w:r>
        <w:rPr>
          <w:b/>
          <w:i/>
        </w:rPr>
        <w:t>REASONING</w:t>
      </w:r>
      <w:r>
        <w:t xml:space="preserve">   The two runners start one hundred meters apart and run toward each other.  </w:t>
      </w:r>
      <w:r w:rsidR="00D34722">
        <w:t>E</w:t>
      </w:r>
      <w:r>
        <w:t xml:space="preserve">ach runs ten meters during the first second and, during each second thereafter, each runner runs ninety percent of the distance he ran in the previous second. While the velocity of each runner changes from second to second, it remains constant during any one second.  </w:t>
      </w:r>
    </w:p>
    <w:p w:rsidR="00BB4520" w:rsidRDefault="00BB4520" w:rsidP="00147D98"/>
    <w:p w:rsidR="00147D98" w:rsidRDefault="00BB4520" w:rsidP="00BB4520">
      <w:pPr>
        <w:ind w:firstLine="0"/>
      </w:pPr>
      <w:r>
        <w:rPr>
          <w:b/>
          <w:i/>
        </w:rPr>
        <w:t xml:space="preserve">SOLUTION  </w:t>
      </w:r>
      <w:r w:rsidR="00147D98">
        <w:t xml:space="preserve">The following table shows the distance covered during each second for one of the runners, and the position at the end of each second (assuming that he begins at the origin) for the first eight seconds. </w:t>
      </w:r>
    </w:p>
    <w:p w:rsidR="00147D98" w:rsidRDefault="00147D98" w:rsidP="00D34722"/>
    <w:tbl>
      <w:tblPr>
        <w:tblW w:w="0" w:type="auto"/>
        <w:tblInd w:w="2060" w:type="dxa"/>
        <w:tblLayout w:type="fixed"/>
        <w:tblCellMar>
          <w:left w:w="80" w:type="dxa"/>
          <w:right w:w="80" w:type="dxa"/>
        </w:tblCellMar>
        <w:tblLook w:val="0000"/>
      </w:tblPr>
      <w:tblGrid>
        <w:gridCol w:w="1520"/>
        <w:gridCol w:w="2600"/>
        <w:gridCol w:w="2060"/>
      </w:tblGrid>
      <w:tr w:rsidR="00147D98" w:rsidTr="005229D6">
        <w:trPr>
          <w:cantSplit/>
        </w:trPr>
        <w:tc>
          <w:tcPr>
            <w:tcW w:w="1520" w:type="dxa"/>
            <w:tcBorders>
              <w:bottom w:val="double" w:sz="6" w:space="0" w:color="auto"/>
            </w:tcBorders>
          </w:tcPr>
          <w:p w:rsidR="00147D98" w:rsidRDefault="00147D98" w:rsidP="00D34722">
            <w:pPr>
              <w:pStyle w:val="KeepTogether"/>
              <w:keepNext w:val="0"/>
              <w:jc w:val="center"/>
            </w:pPr>
          </w:p>
          <w:p w:rsidR="00147D98" w:rsidRDefault="00147D98" w:rsidP="00D34722">
            <w:pPr>
              <w:pStyle w:val="KeepTogether"/>
              <w:keepNext w:val="0"/>
              <w:jc w:val="center"/>
            </w:pPr>
            <w:r>
              <w:t>Time  t  (s)</w:t>
            </w:r>
          </w:p>
        </w:tc>
        <w:tc>
          <w:tcPr>
            <w:tcW w:w="2600" w:type="dxa"/>
            <w:tcBorders>
              <w:bottom w:val="double" w:sz="6" w:space="0" w:color="auto"/>
            </w:tcBorders>
          </w:tcPr>
          <w:p w:rsidR="00147D98" w:rsidRDefault="00147D98" w:rsidP="00D34722">
            <w:pPr>
              <w:pStyle w:val="KeepTogether"/>
              <w:keepNext w:val="0"/>
              <w:jc w:val="center"/>
            </w:pPr>
          </w:p>
          <w:p w:rsidR="00147D98" w:rsidRDefault="00147D98" w:rsidP="00D34722">
            <w:pPr>
              <w:pStyle w:val="KeepTogether"/>
              <w:keepNext w:val="0"/>
              <w:jc w:val="center"/>
            </w:pPr>
            <w:r>
              <w:t>Distance covered  (m)</w:t>
            </w:r>
          </w:p>
        </w:tc>
        <w:tc>
          <w:tcPr>
            <w:tcW w:w="2060" w:type="dxa"/>
            <w:tcBorders>
              <w:bottom w:val="double" w:sz="6" w:space="0" w:color="auto"/>
            </w:tcBorders>
          </w:tcPr>
          <w:p w:rsidR="00147D98" w:rsidRDefault="00147D98" w:rsidP="00D34722">
            <w:pPr>
              <w:pStyle w:val="KeepTogether"/>
              <w:keepNext w:val="0"/>
              <w:jc w:val="center"/>
            </w:pPr>
          </w:p>
          <w:p w:rsidR="00147D98" w:rsidRDefault="00147D98" w:rsidP="00D34722">
            <w:pPr>
              <w:pStyle w:val="KeepTogether"/>
              <w:keepNext w:val="0"/>
              <w:jc w:val="center"/>
            </w:pPr>
            <w:r>
              <w:t>Position  x  (m)</w:t>
            </w:r>
          </w:p>
        </w:tc>
      </w:tr>
      <w:tr w:rsidR="00147D98" w:rsidTr="005229D6">
        <w:trPr>
          <w:cantSplit/>
          <w:trHeight w:val="2835"/>
        </w:trPr>
        <w:tc>
          <w:tcPr>
            <w:tcW w:w="1520" w:type="dxa"/>
            <w:tcBorders>
              <w:top w:val="double" w:sz="6" w:space="0" w:color="auto"/>
              <w:bottom w:val="single" w:sz="12" w:space="0" w:color="auto"/>
            </w:tcBorders>
          </w:tcPr>
          <w:p w:rsidR="00147D98" w:rsidRDefault="00147D98" w:rsidP="00D34722">
            <w:pPr>
              <w:pStyle w:val="KeepTogether"/>
              <w:keepNext w:val="0"/>
              <w:jc w:val="center"/>
            </w:pPr>
          </w:p>
          <w:p w:rsidR="00147D98" w:rsidRDefault="00147D98" w:rsidP="00D34722">
            <w:pPr>
              <w:pStyle w:val="KeepTogether"/>
              <w:keepNext w:val="0"/>
              <w:jc w:val="center"/>
            </w:pPr>
            <w:r>
              <w:t>0.00</w:t>
            </w:r>
          </w:p>
          <w:p w:rsidR="00147D98" w:rsidRDefault="00147D98" w:rsidP="00D34722">
            <w:pPr>
              <w:pStyle w:val="KeepTogether"/>
              <w:keepNext w:val="0"/>
              <w:jc w:val="center"/>
            </w:pPr>
            <w:r>
              <w:t>1.00</w:t>
            </w:r>
          </w:p>
          <w:p w:rsidR="00147D98" w:rsidRDefault="00147D98" w:rsidP="00D34722">
            <w:pPr>
              <w:pStyle w:val="KeepTogether"/>
              <w:keepNext w:val="0"/>
              <w:jc w:val="center"/>
            </w:pPr>
            <w:r>
              <w:t>2.00</w:t>
            </w:r>
          </w:p>
          <w:p w:rsidR="00147D98" w:rsidRDefault="00147D98" w:rsidP="00D34722">
            <w:pPr>
              <w:pStyle w:val="KeepTogether"/>
              <w:keepNext w:val="0"/>
              <w:jc w:val="center"/>
            </w:pPr>
            <w:r>
              <w:t>3.00</w:t>
            </w:r>
          </w:p>
          <w:p w:rsidR="00147D98" w:rsidRDefault="00147D98" w:rsidP="00D34722">
            <w:pPr>
              <w:pStyle w:val="KeepTogether"/>
              <w:keepNext w:val="0"/>
              <w:jc w:val="center"/>
            </w:pPr>
            <w:r>
              <w:t>4.00</w:t>
            </w:r>
          </w:p>
          <w:p w:rsidR="00147D98" w:rsidRDefault="00147D98" w:rsidP="00D34722">
            <w:pPr>
              <w:pStyle w:val="KeepTogether"/>
              <w:keepNext w:val="0"/>
              <w:jc w:val="center"/>
            </w:pPr>
            <w:r>
              <w:t>5.00</w:t>
            </w:r>
          </w:p>
          <w:p w:rsidR="00147D98" w:rsidRDefault="00147D98" w:rsidP="00D34722">
            <w:pPr>
              <w:pStyle w:val="KeepTogether"/>
              <w:keepNext w:val="0"/>
              <w:jc w:val="center"/>
            </w:pPr>
            <w:r>
              <w:t>6.00</w:t>
            </w:r>
          </w:p>
          <w:p w:rsidR="00147D98" w:rsidRDefault="00147D98" w:rsidP="00D34722">
            <w:pPr>
              <w:pStyle w:val="KeepTogether"/>
              <w:keepNext w:val="0"/>
              <w:jc w:val="center"/>
            </w:pPr>
            <w:r>
              <w:t>7.00</w:t>
            </w:r>
          </w:p>
          <w:p w:rsidR="00147D98" w:rsidRDefault="00147D98" w:rsidP="00D34722">
            <w:pPr>
              <w:pStyle w:val="KeepTogether"/>
              <w:keepNext w:val="0"/>
              <w:jc w:val="center"/>
            </w:pPr>
            <w:r>
              <w:t>8.00</w:t>
            </w:r>
          </w:p>
        </w:tc>
        <w:tc>
          <w:tcPr>
            <w:tcW w:w="2600" w:type="dxa"/>
            <w:tcBorders>
              <w:top w:val="double" w:sz="6" w:space="0" w:color="auto"/>
              <w:bottom w:val="single" w:sz="12" w:space="0" w:color="auto"/>
            </w:tcBorders>
          </w:tcPr>
          <w:p w:rsidR="00147D98" w:rsidRDefault="00147D98" w:rsidP="00D34722">
            <w:pPr>
              <w:pStyle w:val="KeepTogether"/>
              <w:keepNext w:val="0"/>
              <w:jc w:val="center"/>
            </w:pPr>
          </w:p>
          <w:p w:rsidR="00147D98" w:rsidRDefault="00147D98" w:rsidP="00D34722">
            <w:pPr>
              <w:pStyle w:val="KeepTogether"/>
              <w:keepNext w:val="0"/>
              <w:jc w:val="center"/>
            </w:pPr>
          </w:p>
          <w:p w:rsidR="00147D98" w:rsidRDefault="00147D98" w:rsidP="00D34722">
            <w:pPr>
              <w:pStyle w:val="KeepTogether"/>
              <w:keepNext w:val="0"/>
              <w:jc w:val="center"/>
            </w:pPr>
            <w:r>
              <w:t>10.00</w:t>
            </w:r>
          </w:p>
          <w:p w:rsidR="00147D98" w:rsidRDefault="00147D98" w:rsidP="00D34722">
            <w:pPr>
              <w:pStyle w:val="KeepTogether"/>
              <w:keepNext w:val="0"/>
              <w:jc w:val="center"/>
            </w:pPr>
            <w:r>
              <w:t>9.00</w:t>
            </w:r>
          </w:p>
          <w:p w:rsidR="00147D98" w:rsidRDefault="00147D98" w:rsidP="00D34722">
            <w:pPr>
              <w:pStyle w:val="KeepTogether"/>
              <w:keepNext w:val="0"/>
              <w:jc w:val="center"/>
            </w:pPr>
            <w:r>
              <w:t>8.10</w:t>
            </w:r>
          </w:p>
          <w:p w:rsidR="00147D98" w:rsidRDefault="00147D98" w:rsidP="00D34722">
            <w:pPr>
              <w:pStyle w:val="KeepTogether"/>
              <w:keepNext w:val="0"/>
              <w:jc w:val="center"/>
            </w:pPr>
            <w:r>
              <w:t>7.29</w:t>
            </w:r>
          </w:p>
          <w:p w:rsidR="00147D98" w:rsidRDefault="00147D98" w:rsidP="00D34722">
            <w:pPr>
              <w:pStyle w:val="KeepTogether"/>
              <w:keepNext w:val="0"/>
              <w:jc w:val="center"/>
            </w:pPr>
            <w:r>
              <w:t>6.56</w:t>
            </w:r>
          </w:p>
          <w:p w:rsidR="00147D98" w:rsidRDefault="00147D98" w:rsidP="00D34722">
            <w:pPr>
              <w:pStyle w:val="KeepTogether"/>
              <w:keepNext w:val="0"/>
              <w:jc w:val="center"/>
            </w:pPr>
            <w:r>
              <w:t>5.90</w:t>
            </w:r>
          </w:p>
          <w:p w:rsidR="00147D98" w:rsidRDefault="00147D98" w:rsidP="00D34722">
            <w:pPr>
              <w:pStyle w:val="KeepTogether"/>
              <w:keepNext w:val="0"/>
              <w:jc w:val="center"/>
            </w:pPr>
            <w:r>
              <w:t>5.31</w:t>
            </w:r>
          </w:p>
          <w:p w:rsidR="00147D98" w:rsidRDefault="00147D98" w:rsidP="00D34722">
            <w:pPr>
              <w:pStyle w:val="KeepTogether"/>
              <w:keepNext w:val="0"/>
              <w:jc w:val="center"/>
            </w:pPr>
            <w:r>
              <w:t>4.78</w:t>
            </w:r>
          </w:p>
        </w:tc>
        <w:tc>
          <w:tcPr>
            <w:tcW w:w="2060" w:type="dxa"/>
            <w:tcBorders>
              <w:top w:val="double" w:sz="6" w:space="0" w:color="auto"/>
              <w:bottom w:val="single" w:sz="12" w:space="0" w:color="auto"/>
            </w:tcBorders>
          </w:tcPr>
          <w:p w:rsidR="00147D98" w:rsidRDefault="00147D98" w:rsidP="00D34722">
            <w:pPr>
              <w:pStyle w:val="KeepTogether"/>
              <w:keepNext w:val="0"/>
              <w:jc w:val="center"/>
            </w:pPr>
          </w:p>
          <w:p w:rsidR="00147D98" w:rsidRDefault="00147D98" w:rsidP="00D34722">
            <w:pPr>
              <w:pStyle w:val="KeepTogether"/>
              <w:keepNext w:val="0"/>
              <w:jc w:val="center"/>
            </w:pPr>
            <w:r>
              <w:t>0.00</w:t>
            </w:r>
          </w:p>
          <w:p w:rsidR="00147D98" w:rsidRDefault="00147D98" w:rsidP="00D34722">
            <w:pPr>
              <w:pStyle w:val="KeepTogether"/>
              <w:keepNext w:val="0"/>
              <w:jc w:val="center"/>
            </w:pPr>
            <w:r>
              <w:t>10.00</w:t>
            </w:r>
          </w:p>
          <w:p w:rsidR="00147D98" w:rsidRDefault="00147D98" w:rsidP="00D34722">
            <w:pPr>
              <w:pStyle w:val="KeepTogether"/>
              <w:keepNext w:val="0"/>
              <w:jc w:val="center"/>
            </w:pPr>
            <w:r>
              <w:t>19.00</w:t>
            </w:r>
          </w:p>
          <w:p w:rsidR="00147D98" w:rsidRDefault="00147D98" w:rsidP="00D34722">
            <w:pPr>
              <w:pStyle w:val="KeepTogether"/>
              <w:keepNext w:val="0"/>
              <w:jc w:val="center"/>
            </w:pPr>
            <w:r>
              <w:t>27.10</w:t>
            </w:r>
          </w:p>
          <w:p w:rsidR="00147D98" w:rsidRDefault="00147D98" w:rsidP="00D34722">
            <w:pPr>
              <w:pStyle w:val="KeepTogether"/>
              <w:keepNext w:val="0"/>
              <w:jc w:val="center"/>
            </w:pPr>
            <w:r>
              <w:t>34.39</w:t>
            </w:r>
          </w:p>
          <w:p w:rsidR="00147D98" w:rsidRDefault="00147D98" w:rsidP="00D34722">
            <w:pPr>
              <w:pStyle w:val="KeepTogether"/>
              <w:keepNext w:val="0"/>
              <w:jc w:val="center"/>
            </w:pPr>
            <w:r>
              <w:t>40.95</w:t>
            </w:r>
          </w:p>
          <w:p w:rsidR="00147D98" w:rsidRDefault="00147D98" w:rsidP="00D34722">
            <w:pPr>
              <w:pStyle w:val="KeepTogether"/>
              <w:keepNext w:val="0"/>
              <w:jc w:val="center"/>
            </w:pPr>
            <w:r>
              <w:t>46.85</w:t>
            </w:r>
          </w:p>
          <w:p w:rsidR="00147D98" w:rsidRDefault="00147D98" w:rsidP="00D34722">
            <w:pPr>
              <w:pStyle w:val="KeepTogether"/>
              <w:keepNext w:val="0"/>
              <w:jc w:val="center"/>
            </w:pPr>
            <w:r>
              <w:t>52.16</w:t>
            </w:r>
          </w:p>
          <w:p w:rsidR="00147D98" w:rsidRDefault="00147D98" w:rsidP="00D34722">
            <w:pPr>
              <w:pStyle w:val="KeepTogether"/>
              <w:keepNext w:val="0"/>
              <w:jc w:val="center"/>
            </w:pPr>
            <w:r>
              <w:t>56.94</w:t>
            </w:r>
          </w:p>
        </w:tc>
      </w:tr>
    </w:tbl>
    <w:p w:rsidR="00147D98" w:rsidRDefault="00147D98" w:rsidP="00D34722">
      <w:pPr>
        <w:keepLines/>
      </w:pPr>
    </w:p>
    <w:p w:rsidR="00147D98" w:rsidRDefault="00147D98" w:rsidP="00D34722">
      <w:pPr>
        <w:keepNext/>
        <w:keepLines/>
      </w:pPr>
      <w:r>
        <w:tab/>
        <w:t>The following graph is the position-time graph constructed from the data in the table above.</w:t>
      </w:r>
    </w:p>
    <w:p w:rsidR="00147D98" w:rsidRDefault="00147D98" w:rsidP="00D34722">
      <w:pPr>
        <w:keepNext/>
        <w:keepLines/>
      </w:pPr>
      <w:r>
        <w:tab/>
      </w:r>
      <w:r>
        <w:rPr>
          <w:noProof/>
        </w:rPr>
        <w:drawing>
          <wp:inline distT="0" distB="0" distL="0" distR="0">
            <wp:extent cx="5230495" cy="3006725"/>
            <wp:effectExtent l="19050" t="0" r="8255" b="0"/>
            <wp:docPr id="1"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650" cstate="print"/>
                    <a:srcRect/>
                    <a:stretch>
                      <a:fillRect/>
                    </a:stretch>
                  </pic:blipFill>
                  <pic:spPr bwMode="auto">
                    <a:xfrm>
                      <a:off x="0" y="0"/>
                      <a:ext cx="5230495" cy="3006725"/>
                    </a:xfrm>
                    <a:prstGeom prst="rect">
                      <a:avLst/>
                    </a:prstGeom>
                    <a:noFill/>
                    <a:ln w="9525">
                      <a:noFill/>
                      <a:miter lim="800000"/>
                      <a:headEnd/>
                      <a:tailEnd/>
                    </a:ln>
                  </pic:spPr>
                </pic:pic>
              </a:graphicData>
            </a:graphic>
          </wp:inline>
        </w:drawing>
      </w:r>
    </w:p>
    <w:p w:rsidR="00147D98" w:rsidRDefault="00147D98" w:rsidP="00147D98"/>
    <w:p w:rsidR="00147D98" w:rsidRDefault="00147D98" w:rsidP="00147D98">
      <w:r>
        <w:tab/>
        <w:t xml:space="preserve">a.   Since the two runners are running toward each other in exactly the same way, they will meet halfway between their respective starting points.  That is, they will meet at </w:t>
      </w:r>
      <w:r>
        <w:rPr>
          <w:i/>
        </w:rPr>
        <w:t>x</w:t>
      </w:r>
      <w:r>
        <w:t xml:space="preserve"> = 50.0 m.  According to the graph, therefore, this position corresponds to a time </w:t>
      </w:r>
      <w:proofErr w:type="gramStart"/>
      <w:r>
        <w:t xml:space="preserve">of </w:t>
      </w:r>
      <w:proofErr w:type="gramEnd"/>
      <w:r w:rsidRPr="00205515">
        <w:rPr>
          <w:position w:val="-10"/>
        </w:rPr>
        <w:object w:dxaOrig="639" w:dyaOrig="380">
          <v:shape id="_x0000_i1354" type="#_x0000_t75" style="width:32pt;height:18pt" o:ole="">
            <v:imagedata r:id="rId651" o:title=""/>
          </v:shape>
          <o:OLEObject Type="Embed" ProgID="Equation.DSMT4" ShapeID="_x0000_i1354" DrawAspect="Content" ObjectID="_1377284480" r:id="rId652"/>
        </w:object>
      </w:r>
      <w:r>
        <w:t>.</w:t>
      </w:r>
    </w:p>
    <w:p w:rsidR="00147D98" w:rsidRDefault="00147D98" w:rsidP="00147D98"/>
    <w:p w:rsidR="00147D98" w:rsidRDefault="00147D98" w:rsidP="00147D98">
      <w:r>
        <w:lastRenderedPageBreak/>
        <w:tab/>
        <w:t xml:space="preserve">b.   Since the runners collide during the seventh second, the speed at the instant of collision can be found by taking the slope of the position-time graph for the seventh second.  The speed of either runner in the interval from </w:t>
      </w:r>
      <w:r>
        <w:rPr>
          <w:i/>
        </w:rPr>
        <w:t>t</w:t>
      </w:r>
      <w:r>
        <w:t xml:space="preserve"> = 6.00 s to </w:t>
      </w:r>
      <w:r>
        <w:rPr>
          <w:i/>
        </w:rPr>
        <w:t>t</w:t>
      </w:r>
      <w:r>
        <w:t xml:space="preserve"> = 7.00 s is</w:t>
      </w:r>
    </w:p>
    <w:p w:rsidR="00147D98" w:rsidRDefault="00147D98" w:rsidP="00147D98"/>
    <w:p w:rsidR="00147D98" w:rsidRDefault="00147D98" w:rsidP="00147D98">
      <w:pPr>
        <w:pStyle w:val="eq"/>
      </w:pPr>
      <w:r>
        <w:tab/>
      </w:r>
      <w:r w:rsidRPr="0085363C">
        <w:rPr>
          <w:position w:val="-24"/>
        </w:rPr>
        <w:object w:dxaOrig="3820" w:dyaOrig="620">
          <v:shape id="_x0000_i1355" type="#_x0000_t75" style="width:191.5pt;height:30.5pt" o:ole="">
            <v:imagedata r:id="rId653" o:title=""/>
          </v:shape>
          <o:OLEObject Type="Embed" ProgID="Equation.DSMT4" ShapeID="_x0000_i1355" DrawAspect="Content" ObjectID="_1377284481" r:id="rId654"/>
        </w:object>
      </w:r>
    </w:p>
    <w:p w:rsidR="00147D98" w:rsidRDefault="00147D98" w:rsidP="00147D98"/>
    <w:p w:rsidR="00147D98" w:rsidRDefault="00147D98" w:rsidP="00147D98">
      <w:r>
        <w:tab/>
        <w:t xml:space="preserve">Therefore, at the moment of collision, the speed of either runner </w:t>
      </w:r>
      <w:proofErr w:type="gramStart"/>
      <w:r>
        <w:t xml:space="preserve">is </w:t>
      </w:r>
      <w:proofErr w:type="gramEnd"/>
      <w:r w:rsidRPr="00205515">
        <w:rPr>
          <w:position w:val="-10"/>
        </w:rPr>
        <w:object w:dxaOrig="880" w:dyaOrig="380">
          <v:shape id="_x0000_i1356" type="#_x0000_t75" style="width:44pt;height:18pt" o:ole="">
            <v:imagedata r:id="rId655" o:title=""/>
          </v:shape>
          <o:OLEObject Type="Embed" ProgID="Equation.DSMT4" ShapeID="_x0000_i1356" DrawAspect="Content" ObjectID="_1377284482" r:id="rId656"/>
        </w:object>
      </w:r>
      <w:r>
        <w:t>.</w:t>
      </w:r>
    </w:p>
    <w:p w:rsidR="00147D98" w:rsidRDefault="00147D98" w:rsidP="00147D98">
      <w:r>
        <w:t>______________________________________________________________________________</w:t>
      </w:r>
    </w:p>
    <w:p w:rsidR="00147D98" w:rsidRDefault="00147D98" w:rsidP="00147D98"/>
    <w:p w:rsidR="001574A0" w:rsidRDefault="001574A0" w:rsidP="001574A0">
      <w:pPr>
        <w:pStyle w:val="KeepTogether"/>
        <w:keepNext w:val="0"/>
        <w:keepLines w:val="0"/>
      </w:pPr>
      <w:r>
        <w:t>72.</w:t>
      </w:r>
      <w:r>
        <w:tab/>
      </w:r>
      <w:proofErr w:type="gramStart"/>
      <w:r>
        <w:rPr>
          <w:b/>
          <w:i/>
        </w:rPr>
        <w:t xml:space="preserve">REASONING </w:t>
      </w:r>
      <w:r>
        <w:t xml:space="preserve"> The</w:t>
      </w:r>
      <w:proofErr w:type="gramEnd"/>
      <w:r>
        <w:t xml:space="preserve"> average acceleration </w:t>
      </w:r>
      <w:r w:rsidRPr="007C6308">
        <w:rPr>
          <w:position w:val="-14"/>
        </w:rPr>
        <w:object w:dxaOrig="400" w:dyaOrig="400">
          <v:shape id="_x0000_i1357" type="#_x0000_t75" style="width:20.5pt;height:20.5pt" o:ole="">
            <v:imagedata r:id="rId120" o:title=""/>
          </v:shape>
          <o:OLEObject Type="Embed" ProgID="Equation.DSMT4" ShapeID="_x0000_i1357" DrawAspect="Content" ObjectID="_1377284483" r:id="rId657"/>
        </w:object>
      </w:r>
      <w:r>
        <w:t xml:space="preserve"> is defined by Equation 2.4 </w:t>
      </w:r>
      <w:r w:rsidRPr="007C6308">
        <w:rPr>
          <w:position w:val="-34"/>
        </w:rPr>
        <w:object w:dxaOrig="1300" w:dyaOrig="800">
          <v:shape id="_x0000_i1358" type="#_x0000_t75" style="width:65.5pt;height:39.5pt" o:ole="">
            <v:imagedata r:id="rId122" o:title=""/>
          </v:shape>
          <o:OLEObject Type="Embed" ProgID="Equation.DSMT4" ShapeID="_x0000_i1358" DrawAspect="Content" ObjectID="_1377284484" r:id="rId658"/>
        </w:object>
      </w:r>
      <w:r>
        <w:t xml:space="preserve"> as the change in velocity </w:t>
      </w:r>
      <w:r w:rsidRPr="007C6308">
        <w:rPr>
          <w:position w:val="-16"/>
        </w:rPr>
        <w:object w:dxaOrig="820" w:dyaOrig="440">
          <v:shape id="_x0000_i1359" type="#_x0000_t75" style="width:41.5pt;height:21.5pt" o:ole="">
            <v:imagedata r:id="rId124" o:title=""/>
          </v:shape>
          <o:OLEObject Type="Embed" ProgID="Equation.DSMT4" ShapeID="_x0000_i1359" DrawAspect="Content" ObjectID="_1377284485" r:id="rId659"/>
        </w:object>
      </w:r>
      <w:r>
        <w:t xml:space="preserve"> divided by the elapsed time </w:t>
      </w:r>
      <w:r w:rsidRPr="007C6308">
        <w:rPr>
          <w:position w:val="-16"/>
        </w:rPr>
        <w:object w:dxaOrig="740" w:dyaOrig="440">
          <v:shape id="_x0000_i1360" type="#_x0000_t75" style="width:36.5pt;height:21.5pt" o:ole="">
            <v:imagedata r:id="rId126" o:title=""/>
          </v:shape>
          <o:OLEObject Type="Embed" ProgID="Equation.DSMT4" ShapeID="_x0000_i1360" DrawAspect="Content" ObjectID="_1377284486" r:id="rId660"/>
        </w:object>
      </w:r>
      <w:r>
        <w:t>.  The change in velocity is equal to the final velocity minus the initial velocity. Therefore, the change in velocity, and hence the acceleration, is positive if the final velocity is greater than the initial velocity. The acceleration is negative if the final velocity is less than the initial velocity.  (a) The final velocity is greater than the initial velocity, so the acceleration will be positive.  (b) The final velocity is less than the initial velocity, so the acceleration will be negative.  (c) The final velocity is greater than the initial velocity (–3.0 m/s is greater than –6.0 m/s), so the acceleration will be positive.  (d) The final velocity is less than the initial velocity, so the acceleration will be negative.</w:t>
      </w:r>
    </w:p>
    <w:p w:rsidR="001574A0" w:rsidRDefault="001574A0" w:rsidP="001574A0">
      <w:pPr>
        <w:pStyle w:val="KeepTogether"/>
        <w:keepNext w:val="0"/>
        <w:keepLines w:val="0"/>
      </w:pPr>
    </w:p>
    <w:p w:rsidR="001574A0" w:rsidRDefault="001574A0" w:rsidP="001574A0">
      <w:pPr>
        <w:tabs>
          <w:tab w:val="left" w:pos="446"/>
        </w:tabs>
      </w:pPr>
      <w:r>
        <w:rPr>
          <w:b/>
          <w:i/>
        </w:rPr>
        <w:tab/>
        <w:t>SOLUTION</w:t>
      </w:r>
      <w:r>
        <w:t xml:space="preserve">   Equation 2.4 gives the average acceleration as</w:t>
      </w:r>
    </w:p>
    <w:p w:rsidR="001574A0" w:rsidRDefault="001574A0" w:rsidP="001574A0"/>
    <w:p w:rsidR="001574A0" w:rsidRDefault="001574A0" w:rsidP="001574A0">
      <w:pPr>
        <w:pStyle w:val="eq"/>
      </w:pPr>
      <w:r w:rsidRPr="0085363C">
        <w:rPr>
          <w:position w:val="-32"/>
        </w:rPr>
        <w:object w:dxaOrig="1060" w:dyaOrig="720">
          <v:shape id="_x0000_i1361" type="#_x0000_t75" style="width:53.5pt;height:36pt" o:ole="">
            <v:imagedata r:id="rId661" o:title=""/>
          </v:shape>
          <o:OLEObject Type="Embed" ProgID="Equation.DSMT4" ShapeID="_x0000_i1361" DrawAspect="Content" ObjectID="_1377284487" r:id="rId662"/>
        </w:object>
      </w:r>
    </w:p>
    <w:p w:rsidR="001574A0" w:rsidRPr="007C5F85" w:rsidRDefault="001574A0" w:rsidP="001574A0"/>
    <w:p w:rsidR="001574A0" w:rsidRDefault="001574A0" w:rsidP="001574A0">
      <w:pPr>
        <w:tabs>
          <w:tab w:val="left" w:pos="446"/>
        </w:tabs>
      </w:pPr>
      <w:r>
        <w:tab/>
        <w:t>Therefore, the average accelerations for the four cases are:</w:t>
      </w:r>
      <w:r w:rsidRPr="007C5F85">
        <w:t xml:space="preserve"> </w:t>
      </w:r>
    </w:p>
    <w:p w:rsidR="001574A0" w:rsidRDefault="001574A0" w:rsidP="001574A0">
      <w:pPr>
        <w:ind w:firstLine="450"/>
      </w:pPr>
    </w:p>
    <w:p w:rsidR="001574A0" w:rsidRDefault="001574A0" w:rsidP="001574A0">
      <w:pPr>
        <w:tabs>
          <w:tab w:val="left" w:pos="446"/>
        </w:tabs>
      </w:pPr>
      <w:r>
        <w:tab/>
        <w:t xml:space="preserve">(a)  </w:t>
      </w:r>
      <w:r w:rsidRPr="0085363C">
        <w:rPr>
          <w:position w:val="-6"/>
        </w:rPr>
        <w:object w:dxaOrig="220" w:dyaOrig="260">
          <v:shape id="_x0000_i1362" type="#_x0000_t75" style="width:11.5pt;height:13pt" o:ole="">
            <v:imagedata r:id="rId130" o:title=""/>
          </v:shape>
          <o:OLEObject Type="Embed" ProgID="Equation.DSMT4" ShapeID="_x0000_i1362" DrawAspect="Content" ObjectID="_1377284488" r:id="rId663"/>
        </w:object>
      </w:r>
      <w:r>
        <w:t xml:space="preserve"> = (5.0 m/s </w:t>
      </w:r>
      <w:r>
        <w:sym w:font="Symbol" w:char="F02D"/>
      </w:r>
      <w:r>
        <w:t xml:space="preserve"> 2.0 m/s)</w:t>
      </w:r>
      <w:proofErr w:type="gramStart"/>
      <w:r>
        <w:t>/(</w:t>
      </w:r>
      <w:proofErr w:type="gramEnd"/>
      <w:r>
        <w:t xml:space="preserve">2.0 s) = </w:t>
      </w:r>
      <w:r w:rsidRPr="0085363C">
        <w:rPr>
          <w:position w:val="-10"/>
        </w:rPr>
        <w:object w:dxaOrig="1140" w:dyaOrig="440">
          <v:shape id="_x0000_i1363" type="#_x0000_t75" style="width:57pt;height:21.5pt" o:ole="">
            <v:imagedata r:id="rId664" o:title=""/>
          </v:shape>
          <o:OLEObject Type="Embed" ProgID="Equation.DSMT4" ShapeID="_x0000_i1363" DrawAspect="Content" ObjectID="_1377284489" r:id="rId665"/>
        </w:object>
      </w:r>
    </w:p>
    <w:p w:rsidR="001574A0" w:rsidRDefault="001574A0" w:rsidP="001574A0">
      <w:pPr>
        <w:tabs>
          <w:tab w:val="left" w:pos="446"/>
        </w:tabs>
      </w:pPr>
      <w:r>
        <w:tab/>
        <w:t xml:space="preserve">(b)  </w:t>
      </w:r>
      <w:r w:rsidRPr="0085363C">
        <w:rPr>
          <w:position w:val="-6"/>
        </w:rPr>
        <w:object w:dxaOrig="220" w:dyaOrig="260">
          <v:shape id="_x0000_i1364" type="#_x0000_t75" style="width:11.5pt;height:13pt" o:ole="">
            <v:imagedata r:id="rId130" o:title=""/>
          </v:shape>
          <o:OLEObject Type="Embed" ProgID="Equation.DSMT4" ShapeID="_x0000_i1364" DrawAspect="Content" ObjectID="_1377284490" r:id="rId666"/>
        </w:object>
      </w:r>
      <w:r>
        <w:t xml:space="preserve"> = (2.0 m/s </w:t>
      </w:r>
      <w:r>
        <w:sym w:font="Symbol" w:char="F02D"/>
      </w:r>
      <w:r>
        <w:t xml:space="preserve"> 5.0 m/s)</w:t>
      </w:r>
      <w:proofErr w:type="gramStart"/>
      <w:r>
        <w:t>/(</w:t>
      </w:r>
      <w:proofErr w:type="gramEnd"/>
      <w:r>
        <w:t xml:space="preserve">2.0 s) = </w:t>
      </w:r>
      <w:r w:rsidRPr="0085363C">
        <w:rPr>
          <w:position w:val="-10"/>
        </w:rPr>
        <w:object w:dxaOrig="1140" w:dyaOrig="440">
          <v:shape id="_x0000_i1365" type="#_x0000_t75" style="width:57pt;height:21.5pt" o:ole="">
            <v:imagedata r:id="rId667" o:title=""/>
          </v:shape>
          <o:OLEObject Type="Embed" ProgID="Equation.DSMT4" ShapeID="_x0000_i1365" DrawAspect="Content" ObjectID="_1377284491" r:id="rId668"/>
        </w:object>
      </w:r>
    </w:p>
    <w:p w:rsidR="001574A0" w:rsidRDefault="001574A0" w:rsidP="001574A0">
      <w:pPr>
        <w:tabs>
          <w:tab w:val="left" w:pos="446"/>
        </w:tabs>
      </w:pPr>
      <w:r>
        <w:tab/>
        <w:t xml:space="preserve">(c)  </w:t>
      </w:r>
      <w:r w:rsidRPr="0085363C">
        <w:rPr>
          <w:position w:val="-6"/>
        </w:rPr>
        <w:object w:dxaOrig="220" w:dyaOrig="260">
          <v:shape id="_x0000_i1366" type="#_x0000_t75" style="width:11.5pt;height:13pt" o:ole="">
            <v:imagedata r:id="rId130" o:title=""/>
          </v:shape>
          <o:OLEObject Type="Embed" ProgID="Equation.DSMT4" ShapeID="_x0000_i1366" DrawAspect="Content" ObjectID="_1377284492" r:id="rId669"/>
        </w:object>
      </w:r>
      <w:r>
        <w:t>= [</w:t>
      </w:r>
      <w:r>
        <w:sym w:font="Symbol" w:char="F02D"/>
      </w:r>
      <w:r>
        <w:t xml:space="preserve">3.0 m/s </w:t>
      </w:r>
      <w:r>
        <w:sym w:font="Symbol" w:char="F02D"/>
      </w:r>
      <w:r>
        <w:t xml:space="preserve"> (</w:t>
      </w:r>
      <w:r>
        <w:sym w:font="Symbol" w:char="F02D"/>
      </w:r>
      <w:proofErr w:type="gramStart"/>
      <w:r>
        <w:t>6.0  m</w:t>
      </w:r>
      <w:proofErr w:type="gramEnd"/>
      <w:r>
        <w:t xml:space="preserve">/s)]/(2.0 s) = </w:t>
      </w:r>
      <w:r w:rsidRPr="0085363C">
        <w:rPr>
          <w:position w:val="-10"/>
        </w:rPr>
        <w:object w:dxaOrig="1140" w:dyaOrig="440">
          <v:shape id="_x0000_i1367" type="#_x0000_t75" style="width:57pt;height:21.5pt" o:ole="">
            <v:imagedata r:id="rId664" o:title=""/>
          </v:shape>
          <o:OLEObject Type="Embed" ProgID="Equation.DSMT4" ShapeID="_x0000_i1367" DrawAspect="Content" ObjectID="_1377284493" r:id="rId670"/>
        </w:object>
      </w:r>
    </w:p>
    <w:p w:rsidR="001574A0" w:rsidRDefault="001574A0" w:rsidP="001574A0">
      <w:pPr>
        <w:tabs>
          <w:tab w:val="left" w:pos="446"/>
        </w:tabs>
      </w:pPr>
      <w:r>
        <w:tab/>
        <w:t xml:space="preserve">(d)  </w:t>
      </w:r>
      <w:r w:rsidRPr="0085363C">
        <w:rPr>
          <w:position w:val="-6"/>
        </w:rPr>
        <w:object w:dxaOrig="220" w:dyaOrig="260">
          <v:shape id="_x0000_i1368" type="#_x0000_t75" style="width:11.5pt;height:13pt" o:ole="">
            <v:imagedata r:id="rId130" o:title=""/>
          </v:shape>
          <o:OLEObject Type="Embed" ProgID="Equation.DSMT4" ShapeID="_x0000_i1368" DrawAspect="Content" ObjectID="_1377284494" r:id="rId671"/>
        </w:object>
      </w:r>
      <w:r>
        <w:t xml:space="preserve"> = (</w:t>
      </w:r>
      <w:r>
        <w:sym w:font="Symbol" w:char="F02D"/>
      </w:r>
      <w:r>
        <w:t xml:space="preserve">4.0 m/s </w:t>
      </w:r>
      <w:r>
        <w:sym w:font="Symbol" w:char="F02D"/>
      </w:r>
      <w:r>
        <w:t xml:space="preserve"> 4.0 m/s)</w:t>
      </w:r>
      <w:proofErr w:type="gramStart"/>
      <w:r>
        <w:t>/(</w:t>
      </w:r>
      <w:proofErr w:type="gramEnd"/>
      <w:r>
        <w:t xml:space="preserve">2.0 s) = </w:t>
      </w:r>
      <w:r w:rsidRPr="0085363C">
        <w:rPr>
          <w:position w:val="-10"/>
        </w:rPr>
        <w:object w:dxaOrig="1140" w:dyaOrig="440">
          <v:shape id="_x0000_i1369" type="#_x0000_t75" style="width:57pt;height:21.5pt" o:ole="">
            <v:imagedata r:id="rId672" o:title=""/>
          </v:shape>
          <o:OLEObject Type="Embed" ProgID="Equation.DSMT4" ShapeID="_x0000_i1369" DrawAspect="Content" ObjectID="_1377284495" r:id="rId673"/>
        </w:object>
      </w:r>
    </w:p>
    <w:p w:rsidR="001574A0" w:rsidRDefault="001574A0" w:rsidP="001574A0">
      <w:r>
        <w:t>______________________________________________________________________________</w:t>
      </w:r>
    </w:p>
    <w:p w:rsidR="001574A0" w:rsidRDefault="001574A0" w:rsidP="001574A0"/>
    <w:p w:rsidR="00A14497" w:rsidRDefault="00A14497" w:rsidP="00A14497">
      <w:pPr>
        <w:keepNext/>
      </w:pPr>
      <w:r>
        <w:t>73.</w:t>
      </w:r>
      <w:r>
        <w:tab/>
      </w:r>
      <w:r w:rsidRPr="008A5E95">
        <w:rPr>
          <w:position w:val="-10"/>
        </w:rPr>
        <w:object w:dxaOrig="680" w:dyaOrig="380">
          <v:shape id="_x0000_i1370" type="#_x0000_t75" style="width:33.5pt;height:18pt" o:ole="">
            <v:imagedata r:id="rId30" o:title=""/>
          </v:shape>
          <o:OLEObject Type="Embed" ProgID="Equation.DSMT4" ShapeID="_x0000_i1370" DrawAspect="Content" ObjectID="_1377284496" r:id="rId674"/>
        </w:object>
      </w:r>
      <w:r>
        <w:t> </w:t>
      </w:r>
      <w:r>
        <w:rPr>
          <w:b/>
          <w:i/>
        </w:rPr>
        <w:t>REASONING AND SOLUTION</w:t>
      </w:r>
      <w:r>
        <w:t xml:space="preserve">   </w:t>
      </w:r>
    </w:p>
    <w:p w:rsidR="00A14497" w:rsidRDefault="00A14497" w:rsidP="00A14497">
      <w:r>
        <w:tab/>
        <w:t xml:space="preserve">a.  Once the pebble has left the slingshot, it is subject only to the acceleration due to gravity.  Since the downward direction is negative, the acceleration of the pebble </w:t>
      </w:r>
      <w:proofErr w:type="gramStart"/>
      <w:r>
        <w:t xml:space="preserve">is </w:t>
      </w:r>
      <w:proofErr w:type="gramEnd"/>
      <w:r w:rsidRPr="0085363C">
        <w:rPr>
          <w:position w:val="-16"/>
        </w:rPr>
        <w:object w:dxaOrig="1400" w:dyaOrig="499">
          <v:shape id="_x0000_i1371" type="#_x0000_t75" style="width:70pt;height:24.5pt" o:ole="">
            <v:imagedata r:id="rId675" o:title=""/>
          </v:shape>
          <o:OLEObject Type="Embed" ProgID="Equation.DSMT4" ShapeID="_x0000_i1371" DrawAspect="Content" ObjectID="_1377284497" r:id="rId676"/>
        </w:object>
      </w:r>
      <w:r>
        <w:t xml:space="preserve">.  The pebble is not decelerating.  Since its velocity and acceleration both point downward, the magnitude of the </w:t>
      </w:r>
      <w:proofErr w:type="gramStart"/>
      <w:r>
        <w:t>pebble’s</w:t>
      </w:r>
      <w:proofErr w:type="gramEnd"/>
      <w:r>
        <w:t xml:space="preserve"> velocity is increasing, not decreasing.</w:t>
      </w:r>
    </w:p>
    <w:p w:rsidR="00A14497" w:rsidRDefault="00A14497" w:rsidP="00A14497"/>
    <w:p w:rsidR="00A14497" w:rsidRDefault="00A14497" w:rsidP="00A14497">
      <w:r>
        <w:lastRenderedPageBreak/>
        <w:tab/>
        <w:t xml:space="preserve">b.  The displacement </w:t>
      </w:r>
      <w:r>
        <w:rPr>
          <w:i/>
        </w:rPr>
        <w:t>y</w:t>
      </w:r>
      <w:r>
        <w:t xml:space="preserve"> traveled by the pebble as a function of the time </w:t>
      </w:r>
      <w:r>
        <w:rPr>
          <w:i/>
        </w:rPr>
        <w:t>t</w:t>
      </w:r>
      <w:r>
        <w:t xml:space="preserve"> can be found from Equation 2.8.  Using Equation 2.8, we have</w:t>
      </w:r>
    </w:p>
    <w:p w:rsidR="00A14497" w:rsidRDefault="00A14497" w:rsidP="00A14497"/>
    <w:p w:rsidR="00A14497" w:rsidRDefault="00A14497" w:rsidP="00A14497">
      <w:pPr>
        <w:pStyle w:val="eq"/>
      </w:pPr>
      <w:r w:rsidRPr="0085363C">
        <w:rPr>
          <w:position w:val="-18"/>
        </w:rPr>
        <w:object w:dxaOrig="7119" w:dyaOrig="480">
          <v:shape id="_x0000_i1372" type="#_x0000_t75" style="width:356.5pt;height:24pt" o:ole="">
            <v:imagedata r:id="rId677" o:title=""/>
          </v:shape>
          <o:OLEObject Type="Embed" ProgID="Equation.DSMT4" ShapeID="_x0000_i1372" DrawAspect="Content" ObjectID="_1377284498" r:id="rId678"/>
        </w:object>
      </w:r>
    </w:p>
    <w:p w:rsidR="00A14497" w:rsidRDefault="00A14497" w:rsidP="00A14497"/>
    <w:p w:rsidR="00A14497" w:rsidRDefault="00A14497" w:rsidP="00A14497">
      <w:r>
        <w:tab/>
        <w:t xml:space="preserve">Thus, after 0.50 s, the pebble is </w:t>
      </w:r>
      <w:r w:rsidRPr="00660B4D">
        <w:rPr>
          <w:position w:val="-10"/>
        </w:rPr>
        <w:object w:dxaOrig="740" w:dyaOrig="380">
          <v:shape id="_x0000_i1373" type="#_x0000_t75" style="width:36.5pt;height:18pt" o:ole="">
            <v:imagedata r:id="rId679" o:title=""/>
          </v:shape>
          <o:OLEObject Type="Embed" ProgID="Equation.DSMT4" ShapeID="_x0000_i1373" DrawAspect="Content" ObjectID="_1377284499" r:id="rId680"/>
        </w:object>
      </w:r>
      <w:r>
        <w:t xml:space="preserve"> beneath the cliff-top.</w:t>
      </w:r>
    </w:p>
    <w:p w:rsidR="00A14497" w:rsidRDefault="00A14497" w:rsidP="00A14497">
      <w:r>
        <w:t>______________________________________________________________________________</w:t>
      </w:r>
    </w:p>
    <w:p w:rsidR="00A14497" w:rsidRDefault="00A14497" w:rsidP="00A14497">
      <w:pPr>
        <w:pStyle w:val="ListParagraph"/>
        <w:tabs>
          <w:tab w:val="left" w:pos="446"/>
        </w:tabs>
        <w:ind w:left="446"/>
        <w:rPr>
          <w:sz w:val="24"/>
          <w:szCs w:val="24"/>
        </w:rPr>
      </w:pPr>
    </w:p>
    <w:p w:rsidR="00A74BC9" w:rsidRPr="00297638" w:rsidRDefault="00A74BC9" w:rsidP="00A74BC9">
      <w:pPr>
        <w:pStyle w:val="SM6e"/>
      </w:pPr>
      <w:r>
        <w:t>74</w:t>
      </w:r>
      <w:r w:rsidRPr="00297638">
        <w:t>.</w:t>
      </w:r>
      <w:r w:rsidRPr="00297638">
        <w:tab/>
      </w:r>
      <w:r w:rsidRPr="00297638">
        <w:rPr>
          <w:b/>
          <w:i/>
        </w:rPr>
        <w:t>REASONING</w:t>
      </w:r>
      <w:r w:rsidRPr="00297638">
        <w:t xml:space="preserve">  In a race against el-</w:t>
      </w:r>
      <w:proofErr w:type="spellStart"/>
      <w:r w:rsidRPr="00297638">
        <w:t>Guerrouj</w:t>
      </w:r>
      <w:proofErr w:type="spellEnd"/>
      <w:r w:rsidRPr="00297638">
        <w:t>, Bannister would run a distance given by his average speed times the time duration of the race (see Equation 2.1).  The time duration of the race would be el-</w:t>
      </w:r>
      <w:proofErr w:type="spellStart"/>
      <w:r w:rsidRPr="00297638">
        <w:t>Guerrouj’s</w:t>
      </w:r>
      <w:proofErr w:type="spellEnd"/>
      <w:r w:rsidRPr="00297638">
        <w:t xml:space="preserve"> winning time of 3:43.13</w:t>
      </w:r>
      <w:r>
        <w:t xml:space="preserve"> (223.13 s)</w:t>
      </w:r>
      <w:r w:rsidRPr="00297638">
        <w:t>.  The difference between Bannister’s distance and the length of the race is el-</w:t>
      </w:r>
      <w:proofErr w:type="spellStart"/>
      <w:r w:rsidRPr="00297638">
        <w:t>Guerrouj’s</w:t>
      </w:r>
      <w:proofErr w:type="spellEnd"/>
      <w:r w:rsidRPr="00297638">
        <w:t xml:space="preserve"> winning margin. </w:t>
      </w:r>
    </w:p>
    <w:p w:rsidR="00A74BC9" w:rsidRPr="00297638" w:rsidRDefault="00A74BC9" w:rsidP="00A74BC9">
      <w:pPr>
        <w:pStyle w:val="SM6e"/>
      </w:pPr>
    </w:p>
    <w:p w:rsidR="00A74BC9" w:rsidRDefault="00A74BC9" w:rsidP="00A74BC9">
      <w:pPr>
        <w:pStyle w:val="SM6e"/>
      </w:pPr>
      <w:r w:rsidRPr="00297638">
        <w:rPr>
          <w:b/>
          <w:i/>
        </w:rPr>
        <w:tab/>
        <w:t>SOLUTION</w:t>
      </w:r>
      <w:r w:rsidRPr="00297638">
        <w:t xml:space="preserve">  From the table of conversion factors on the page facing the front cover, we find that one mile corresponds to 1609 m.  According to Equation 2.1, Bannister’s average speed is</w:t>
      </w:r>
    </w:p>
    <w:p w:rsidR="00A74BC9" w:rsidRPr="00297638" w:rsidRDefault="00A74BC9" w:rsidP="00A74BC9">
      <w:pPr>
        <w:pStyle w:val="SM6e"/>
        <w:jc w:val="center"/>
      </w:pPr>
      <w:r w:rsidRPr="0085363C">
        <w:rPr>
          <w:position w:val="-28"/>
        </w:rPr>
        <w:object w:dxaOrig="4040" w:dyaOrig="660">
          <v:shape id="_x0000_i1374" type="#_x0000_t75" style="width:202pt;height:33pt" o:ole="">
            <v:imagedata r:id="rId681" o:title=""/>
          </v:shape>
          <o:OLEObject Type="Embed" ProgID="Equation.DSMT4" ShapeID="_x0000_i1374" DrawAspect="Content" ObjectID="_1377284500" r:id="rId682"/>
        </w:object>
      </w:r>
    </w:p>
    <w:p w:rsidR="00A74BC9" w:rsidRDefault="00A74BC9" w:rsidP="00A74BC9">
      <w:pPr>
        <w:pStyle w:val="SM6e"/>
      </w:pPr>
    </w:p>
    <w:p w:rsidR="00A74BC9" w:rsidRDefault="00A74BC9" w:rsidP="00A74BC9">
      <w:pPr>
        <w:pStyle w:val="SM6e"/>
      </w:pPr>
      <w:r w:rsidRPr="00297638">
        <w:tab/>
        <w:t>Had he run against el-</w:t>
      </w:r>
      <w:proofErr w:type="spellStart"/>
      <w:r w:rsidRPr="00297638">
        <w:t>Guerrouj</w:t>
      </w:r>
      <w:proofErr w:type="spellEnd"/>
      <w:r w:rsidRPr="00297638">
        <w:t xml:space="preserve"> at this average speed for the 223.13-s duration of the race, he would have traveled a distance of </w:t>
      </w:r>
    </w:p>
    <w:p w:rsidR="00A74BC9" w:rsidRPr="00297638" w:rsidRDefault="00A74BC9" w:rsidP="00A74BC9">
      <w:pPr>
        <w:pStyle w:val="SM6e"/>
      </w:pPr>
    </w:p>
    <w:p w:rsidR="00A74BC9" w:rsidRDefault="00A74BC9" w:rsidP="00A74BC9">
      <w:pPr>
        <w:pStyle w:val="SM6e"/>
        <w:jc w:val="center"/>
      </w:pPr>
      <w:r w:rsidRPr="0085363C">
        <w:rPr>
          <w:position w:val="-28"/>
        </w:rPr>
        <w:object w:dxaOrig="5640" w:dyaOrig="680">
          <v:shape id="_x0000_i1375" type="#_x0000_t75" style="width:282pt;height:33.5pt" o:ole="">
            <v:imagedata r:id="rId683" o:title=""/>
          </v:shape>
          <o:OLEObject Type="Embed" ProgID="Equation.DSMT4" ShapeID="_x0000_i1375" DrawAspect="Content" ObjectID="_1377284501" r:id="rId684"/>
        </w:object>
      </w:r>
    </w:p>
    <w:p w:rsidR="00A74BC9" w:rsidRPr="00297638" w:rsidRDefault="00A74BC9" w:rsidP="00A74BC9">
      <w:pPr>
        <w:pStyle w:val="SM6e"/>
      </w:pPr>
    </w:p>
    <w:p w:rsidR="00A74BC9" w:rsidRDefault="00A74BC9" w:rsidP="00A74BC9">
      <w:pPr>
        <w:pStyle w:val="SM6e"/>
      </w:pPr>
      <w:r w:rsidRPr="00297638">
        <w:tab/>
      </w:r>
      <w:proofErr w:type="gramStart"/>
      <w:r w:rsidRPr="00297638">
        <w:t>while</w:t>
      </w:r>
      <w:proofErr w:type="gramEnd"/>
      <w:r w:rsidRPr="00297638">
        <w:t xml:space="preserve"> el-</w:t>
      </w:r>
      <w:proofErr w:type="spellStart"/>
      <w:r w:rsidRPr="00297638">
        <w:t>Guerrouj</w:t>
      </w:r>
      <w:proofErr w:type="spellEnd"/>
      <w:r w:rsidRPr="00297638">
        <w:t xml:space="preserve"> traveled 1609 m.  Thus, el-</w:t>
      </w:r>
      <w:proofErr w:type="spellStart"/>
      <w:r w:rsidRPr="00297638">
        <w:t>Guerrouj</w:t>
      </w:r>
      <w:proofErr w:type="spellEnd"/>
      <w:r w:rsidRPr="00297638">
        <w:t xml:space="preserve"> would have won by a distance of </w:t>
      </w:r>
    </w:p>
    <w:p w:rsidR="00A74BC9" w:rsidRPr="00297638" w:rsidRDefault="00A74BC9" w:rsidP="00A74BC9">
      <w:pPr>
        <w:pStyle w:val="SM6e"/>
      </w:pPr>
    </w:p>
    <w:p w:rsidR="00A74BC9" w:rsidRDefault="00A74BC9" w:rsidP="00A74BC9">
      <w:pPr>
        <w:pStyle w:val="SM6e"/>
        <w:jc w:val="center"/>
      </w:pPr>
      <w:r w:rsidRPr="0085363C">
        <w:rPr>
          <w:position w:val="-28"/>
        </w:rPr>
        <w:object w:dxaOrig="3960" w:dyaOrig="680">
          <v:shape id="_x0000_i1376" type="#_x0000_t75" style="width:198.5pt;height:33.5pt" o:ole="">
            <v:imagedata r:id="rId685" o:title=""/>
          </v:shape>
          <o:OLEObject Type="Embed" ProgID="Equation.DSMT4" ShapeID="_x0000_i1376" DrawAspect="Content" ObjectID="_1377284502" r:id="rId686"/>
        </w:object>
      </w:r>
    </w:p>
    <w:p w:rsidR="00A74BC9" w:rsidRDefault="00A74BC9" w:rsidP="00A74BC9">
      <w:pPr>
        <w:pBdr>
          <w:bottom w:val="single" w:sz="4" w:space="1" w:color="auto"/>
        </w:pBdr>
      </w:pPr>
    </w:p>
    <w:p w:rsidR="00A74BC9" w:rsidRDefault="00A74BC9" w:rsidP="00A74BC9">
      <w:pPr>
        <w:pStyle w:val="SM6e"/>
        <w:jc w:val="left"/>
      </w:pPr>
    </w:p>
    <w:p w:rsidR="00E80D9D" w:rsidRDefault="00E80D9D" w:rsidP="00E80D9D">
      <w:r>
        <w:t>75.</w:t>
      </w:r>
      <w:r>
        <w:tab/>
      </w:r>
      <w:r w:rsidRPr="00C7699A">
        <w:rPr>
          <w:position w:val="-10"/>
        </w:rPr>
        <w:object w:dxaOrig="680" w:dyaOrig="380">
          <v:shape id="_x0000_i1377" type="#_x0000_t75" style="width:33.5pt;height:18pt" o:ole="">
            <v:imagedata r:id="rId224" o:title=""/>
          </v:shape>
          <o:OLEObject Type="Embed" ProgID="Equation.DSMT4" ShapeID="_x0000_i1377" DrawAspect="Content" ObjectID="_1377284503" r:id="rId687"/>
        </w:object>
      </w:r>
      <w:r>
        <w:rPr>
          <w:b/>
          <w:i/>
        </w:rPr>
        <w:t xml:space="preserve"> </w:t>
      </w:r>
      <w:proofErr w:type="gramStart"/>
      <w:r>
        <w:rPr>
          <w:b/>
          <w:i/>
        </w:rPr>
        <w:t>REASONING</w:t>
      </w:r>
      <w:r>
        <w:rPr>
          <w:i/>
        </w:rPr>
        <w:t xml:space="preserve">  </w:t>
      </w:r>
      <w:r>
        <w:t>Since</w:t>
      </w:r>
      <w:proofErr w:type="gramEnd"/>
      <w:r>
        <w:t xml:space="preserve"> the belt is moving with constant velocity, the displacement (</w:t>
      </w:r>
      <w:r>
        <w:rPr>
          <w:i/>
        </w:rPr>
        <w:t>x</w:t>
      </w:r>
      <w:r w:rsidRPr="004B7D66">
        <w:rPr>
          <w:position w:val="-8"/>
          <w:sz w:val="18"/>
          <w:szCs w:val="18"/>
        </w:rPr>
        <w:t>0</w:t>
      </w:r>
      <w:r w:rsidR="001F13CC">
        <w:t> </w:t>
      </w:r>
      <w:r>
        <w:t xml:space="preserve">= </w:t>
      </w:r>
      <w:r w:rsidR="001F13CC">
        <w:t> </w:t>
      </w:r>
      <w:r>
        <w:t xml:space="preserve">0 m) covered by the belt in a time </w:t>
      </w:r>
      <w:r>
        <w:rPr>
          <w:i/>
        </w:rPr>
        <w:t>t</w:t>
      </w:r>
      <w:r w:rsidRPr="004B7D66">
        <w:rPr>
          <w:position w:val="-8"/>
          <w:sz w:val="18"/>
          <w:szCs w:val="18"/>
        </w:rPr>
        <w:t>belt</w:t>
      </w:r>
      <w:r>
        <w:t xml:space="preserve"> is giving by Equation 2.2 (with </w:t>
      </w:r>
      <w:r>
        <w:rPr>
          <w:i/>
        </w:rPr>
        <w:t>x</w:t>
      </w:r>
      <w:r w:rsidRPr="004B7D66">
        <w:rPr>
          <w:position w:val="-8"/>
          <w:sz w:val="18"/>
          <w:szCs w:val="18"/>
        </w:rPr>
        <w:t>0</w:t>
      </w:r>
      <w:r>
        <w:t xml:space="preserve"> assumed to be zero) as</w:t>
      </w:r>
    </w:p>
    <w:p w:rsidR="00E80D9D" w:rsidRDefault="00E80D9D" w:rsidP="00E80D9D">
      <w:pPr>
        <w:tabs>
          <w:tab w:val="left" w:pos="-1440"/>
          <w:tab w:val="left" w:pos="-720"/>
          <w:tab w:val="left" w:pos="440"/>
          <w:tab w:val="left" w:pos="4040"/>
        </w:tabs>
        <w:spacing w:line="240" w:lineRule="atLeast"/>
        <w:ind w:left="440" w:hanging="440"/>
      </w:pPr>
      <w:r>
        <w:tab/>
      </w:r>
    </w:p>
    <w:tbl>
      <w:tblPr>
        <w:tblW w:w="0" w:type="auto"/>
        <w:tblInd w:w="108" w:type="dxa"/>
        <w:tblLayout w:type="fixed"/>
        <w:tblLook w:val="0000"/>
      </w:tblPr>
      <w:tblGrid>
        <w:gridCol w:w="8730"/>
        <w:gridCol w:w="630"/>
      </w:tblGrid>
      <w:tr w:rsidR="00E80D9D" w:rsidTr="00C52E98">
        <w:tc>
          <w:tcPr>
            <w:tcW w:w="8730" w:type="dxa"/>
            <w:vAlign w:val="center"/>
          </w:tcPr>
          <w:p w:rsidR="00E80D9D" w:rsidRDefault="00E80D9D" w:rsidP="00C52E98">
            <w:pPr>
              <w:pStyle w:val="EquNo"/>
              <w:spacing w:line="280" w:lineRule="atLeast"/>
              <w:rPr>
                <w:sz w:val="24"/>
              </w:rPr>
            </w:pPr>
            <w:r w:rsidRPr="0085363C">
              <w:rPr>
                <w:position w:val="-14"/>
                <w:sz w:val="24"/>
              </w:rPr>
              <w:object w:dxaOrig="1160" w:dyaOrig="380">
                <v:shape id="_x0000_i1378" type="#_x0000_t75" style="width:59pt;height:18pt" o:ole="">
                  <v:imagedata r:id="rId688" o:title=""/>
                </v:shape>
                <o:OLEObject Type="Embed" ProgID="Equation.DSMT4" ShapeID="_x0000_i1378" DrawAspect="Content" ObjectID="_1377284504" r:id="rId689"/>
              </w:object>
            </w:r>
          </w:p>
        </w:tc>
        <w:tc>
          <w:tcPr>
            <w:tcW w:w="630" w:type="dxa"/>
            <w:vAlign w:val="center"/>
          </w:tcPr>
          <w:p w:rsidR="00E80D9D" w:rsidRDefault="00E80D9D" w:rsidP="00C52E98">
            <w:pPr>
              <w:pStyle w:val="EquNo"/>
              <w:spacing w:line="280" w:lineRule="atLeast"/>
              <w:jc w:val="right"/>
              <w:rPr>
                <w:sz w:val="24"/>
              </w:rPr>
            </w:pPr>
            <w:r>
              <w:rPr>
                <w:sz w:val="24"/>
              </w:rPr>
              <w:t>(1 )</w:t>
            </w:r>
          </w:p>
        </w:tc>
      </w:tr>
    </w:tbl>
    <w:p w:rsidR="00E80D9D" w:rsidRDefault="00E80D9D" w:rsidP="00E80D9D">
      <w:pPr>
        <w:tabs>
          <w:tab w:val="left" w:pos="-1440"/>
          <w:tab w:val="left" w:pos="-720"/>
          <w:tab w:val="left" w:pos="440"/>
          <w:tab w:val="left" w:pos="4040"/>
        </w:tabs>
        <w:spacing w:line="240" w:lineRule="atLeast"/>
        <w:ind w:left="440" w:hanging="440"/>
      </w:pPr>
    </w:p>
    <w:p w:rsidR="00E80D9D" w:rsidRDefault="00E80D9D" w:rsidP="00E80D9D">
      <w:r>
        <w:tab/>
        <w:t>Since Clifford moves with constant acceleration, the displacement covered by Clifford in a time</w:t>
      </w:r>
      <w:r w:rsidRPr="00FD6B69">
        <w:rPr>
          <w:i/>
        </w:rPr>
        <w:t xml:space="preserve"> </w:t>
      </w:r>
      <w:r>
        <w:rPr>
          <w:i/>
        </w:rPr>
        <w:t>t</w:t>
      </w:r>
      <w:r w:rsidRPr="004B7D66">
        <w:rPr>
          <w:position w:val="-8"/>
          <w:sz w:val="18"/>
          <w:szCs w:val="18"/>
        </w:rPr>
        <w:t>Cliff</w:t>
      </w:r>
      <w:r>
        <w:t xml:space="preserve"> is, from Equation 2.8,</w:t>
      </w:r>
    </w:p>
    <w:p w:rsidR="00E80D9D" w:rsidRDefault="00E80D9D" w:rsidP="00E80D9D">
      <w:pPr>
        <w:tabs>
          <w:tab w:val="left" w:pos="-1440"/>
          <w:tab w:val="left" w:pos="-720"/>
          <w:tab w:val="left" w:pos="440"/>
          <w:tab w:val="left" w:pos="3240"/>
        </w:tabs>
        <w:spacing w:line="240" w:lineRule="atLeast"/>
        <w:ind w:left="440" w:hanging="440"/>
      </w:pPr>
      <w:r>
        <w:tab/>
      </w:r>
    </w:p>
    <w:tbl>
      <w:tblPr>
        <w:tblW w:w="0" w:type="auto"/>
        <w:tblInd w:w="108" w:type="dxa"/>
        <w:tblLayout w:type="fixed"/>
        <w:tblLook w:val="0000"/>
      </w:tblPr>
      <w:tblGrid>
        <w:gridCol w:w="8730"/>
        <w:gridCol w:w="630"/>
      </w:tblGrid>
      <w:tr w:rsidR="00E80D9D" w:rsidTr="00C52E98">
        <w:tc>
          <w:tcPr>
            <w:tcW w:w="8730" w:type="dxa"/>
            <w:vAlign w:val="center"/>
          </w:tcPr>
          <w:p w:rsidR="00E80D9D" w:rsidRDefault="00E80D9D" w:rsidP="00C52E98">
            <w:pPr>
              <w:pStyle w:val="EquNo"/>
              <w:spacing w:line="280" w:lineRule="atLeast"/>
              <w:rPr>
                <w:sz w:val="24"/>
              </w:rPr>
            </w:pPr>
            <w:r w:rsidRPr="0085363C">
              <w:rPr>
                <w:position w:val="-14"/>
                <w:sz w:val="24"/>
              </w:rPr>
              <w:object w:dxaOrig="3000" w:dyaOrig="420">
                <v:shape id="_x0000_i1379" type="#_x0000_t75" style="width:150pt;height:21pt" o:ole="">
                  <v:imagedata r:id="rId690" o:title=""/>
                </v:shape>
                <o:OLEObject Type="Embed" ProgID="Equation.DSMT4" ShapeID="_x0000_i1379" DrawAspect="Content" ObjectID="_1377284505" r:id="rId691"/>
              </w:object>
            </w:r>
          </w:p>
        </w:tc>
        <w:tc>
          <w:tcPr>
            <w:tcW w:w="630" w:type="dxa"/>
            <w:vAlign w:val="center"/>
          </w:tcPr>
          <w:p w:rsidR="00E80D9D" w:rsidRDefault="00E80D9D" w:rsidP="00C52E98">
            <w:pPr>
              <w:pStyle w:val="EquNo"/>
              <w:spacing w:line="280" w:lineRule="atLeast"/>
              <w:jc w:val="right"/>
              <w:rPr>
                <w:sz w:val="24"/>
              </w:rPr>
            </w:pPr>
            <w:r>
              <w:rPr>
                <w:sz w:val="24"/>
              </w:rPr>
              <w:t>(2 )</w:t>
            </w:r>
          </w:p>
        </w:tc>
      </w:tr>
    </w:tbl>
    <w:p w:rsidR="00E80D9D" w:rsidRDefault="00E80D9D" w:rsidP="00E80D9D">
      <w:pPr>
        <w:tabs>
          <w:tab w:val="left" w:pos="-1440"/>
          <w:tab w:val="left" w:pos="-720"/>
          <w:tab w:val="left" w:pos="440"/>
          <w:tab w:val="left" w:pos="3240"/>
        </w:tabs>
        <w:spacing w:line="240" w:lineRule="atLeast"/>
        <w:ind w:left="440" w:hanging="440"/>
      </w:pPr>
    </w:p>
    <w:p w:rsidR="00E80D9D" w:rsidRDefault="00E80D9D" w:rsidP="005B7873">
      <w:pPr>
        <w:ind w:firstLine="0"/>
      </w:pPr>
      <w:r>
        <w:lastRenderedPageBreak/>
        <w:t xml:space="preserve">The speed </w:t>
      </w:r>
      <w:r>
        <w:rPr>
          <w:i/>
        </w:rPr>
        <w:t>v</w:t>
      </w:r>
      <w:r w:rsidRPr="004B7D66">
        <w:rPr>
          <w:position w:val="-8"/>
          <w:sz w:val="18"/>
          <w:szCs w:val="18"/>
        </w:rPr>
        <w:t>belt</w:t>
      </w:r>
      <w:r>
        <w:t xml:space="preserve"> with which the belt of the ramp is moving can be found by eliminating </w:t>
      </w:r>
      <w:r>
        <w:rPr>
          <w:i/>
        </w:rPr>
        <w:t>x</w:t>
      </w:r>
      <w:r>
        <w:t xml:space="preserve"> between Equations (1) and (2).</w:t>
      </w:r>
    </w:p>
    <w:p w:rsidR="00E80D9D" w:rsidRDefault="00E80D9D" w:rsidP="00E80D9D"/>
    <w:p w:rsidR="00E80D9D" w:rsidRDefault="00E80D9D" w:rsidP="00E80D9D">
      <w:r>
        <w:tab/>
      </w:r>
      <w:r>
        <w:rPr>
          <w:b/>
          <w:i/>
        </w:rPr>
        <w:t>SOLUTION</w:t>
      </w:r>
      <w:r>
        <w:t xml:space="preserve">   Equating the right hand sides of Equations (1) and (2), and noting </w:t>
      </w:r>
      <w:proofErr w:type="gramStart"/>
      <w:r>
        <w:t xml:space="preserve">that </w:t>
      </w:r>
      <w:proofErr w:type="gramEnd"/>
      <w:r w:rsidRPr="0085363C">
        <w:rPr>
          <w:position w:val="-14"/>
        </w:rPr>
        <w:object w:dxaOrig="1260" w:dyaOrig="420">
          <v:shape id="_x0000_i1380" type="#_x0000_t75" style="width:63pt;height:21pt" o:ole="">
            <v:imagedata r:id="rId692" o:title=""/>
          </v:shape>
          <o:OLEObject Type="Embed" ProgID="Equation.DSMT4" ShapeID="_x0000_i1380" DrawAspect="Content" ObjectID="_1377284506" r:id="rId693"/>
        </w:object>
      </w:r>
      <w:r>
        <w:t>, we have</w:t>
      </w:r>
    </w:p>
    <w:p w:rsidR="00E80D9D" w:rsidRDefault="00E80D9D" w:rsidP="00E80D9D">
      <w:pPr>
        <w:pStyle w:val="eq"/>
      </w:pPr>
      <w:r w:rsidRPr="007E6828">
        <w:rPr>
          <w:position w:val="-18"/>
        </w:rPr>
        <w:object w:dxaOrig="2200" w:dyaOrig="560">
          <v:shape id="_x0000_i1381" type="#_x0000_t75" style="width:110.5pt;height:29pt" o:ole="">
            <v:imagedata r:id="rId694" o:title=""/>
          </v:shape>
          <o:OLEObject Type="Embed" ProgID="Equation.DSMT4" ShapeID="_x0000_i1381" DrawAspect="Content" ObjectID="_1377284507" r:id="rId695"/>
        </w:object>
      </w:r>
    </w:p>
    <w:p w:rsidR="00E80D9D" w:rsidRDefault="00E80D9D" w:rsidP="00E80D9D">
      <w:pPr>
        <w:tabs>
          <w:tab w:val="left" w:pos="-1440"/>
          <w:tab w:val="left" w:pos="-720"/>
          <w:tab w:val="left" w:pos="440"/>
          <w:tab w:val="left" w:pos="4040"/>
        </w:tabs>
        <w:spacing w:line="240" w:lineRule="atLeast"/>
        <w:ind w:left="440" w:hanging="440"/>
        <w:jc w:val="center"/>
      </w:pPr>
    </w:p>
    <w:p w:rsidR="00E80D9D" w:rsidRDefault="00E80D9D" w:rsidP="00E80D9D">
      <w:pPr>
        <w:pStyle w:val="eq"/>
      </w:pPr>
      <w:r w:rsidRPr="0085363C">
        <w:rPr>
          <w:position w:val="-16"/>
        </w:rPr>
        <w:object w:dxaOrig="5040" w:dyaOrig="460">
          <v:shape id="_x0000_i1382" type="#_x0000_t75" style="width:252pt;height:23.5pt" o:ole="">
            <v:imagedata r:id="rId696" o:title=""/>
          </v:shape>
          <o:OLEObject Type="Embed" ProgID="Equation.DSMT4" ShapeID="_x0000_i1382" DrawAspect="Content" ObjectID="_1377284508" r:id="rId697"/>
        </w:object>
      </w:r>
    </w:p>
    <w:p w:rsidR="00E80D9D" w:rsidRDefault="00E80D9D" w:rsidP="00E80D9D">
      <w:r>
        <w:t>______________________________________________________________________________</w:t>
      </w:r>
    </w:p>
    <w:p w:rsidR="00E80D9D" w:rsidRDefault="00E80D9D" w:rsidP="00E80D9D"/>
    <w:p w:rsidR="00AD0C57" w:rsidRDefault="00AD0C57" w:rsidP="00AD0C57">
      <w:r>
        <w:t>76.</w:t>
      </w:r>
      <w:r>
        <w:tab/>
      </w:r>
      <w:r>
        <w:rPr>
          <w:b/>
          <w:i/>
        </w:rPr>
        <w:t>REASONING</w:t>
      </w:r>
      <w:r>
        <w:t xml:space="preserve">   The minimum time that a player must wait before touching the basketball is the time required for the ball to reach its maximum height. The initial and final velocities are known, as well as the acceleration due to gravity, so Equation 2.4 (</w:t>
      </w:r>
      <w:r w:rsidRPr="0085363C">
        <w:rPr>
          <w:position w:val="-14"/>
        </w:rPr>
        <w:object w:dxaOrig="1120" w:dyaOrig="380">
          <v:shape id="_x0000_i1383" type="#_x0000_t75" style="width:54.5pt;height:18pt" o:ole="">
            <v:imagedata r:id="rId698" o:title=""/>
          </v:shape>
          <o:OLEObject Type="Embed" ProgID="Equation.DSMT4" ShapeID="_x0000_i1383" DrawAspect="Content" ObjectID="_1377284509" r:id="rId699"/>
        </w:object>
      </w:r>
      <w:r>
        <w:t>) can be used to find the time.</w:t>
      </w:r>
    </w:p>
    <w:p w:rsidR="00AD0C57" w:rsidRDefault="00AD0C57" w:rsidP="00AD0C57"/>
    <w:p w:rsidR="00AD0C57" w:rsidRDefault="00AD0C57" w:rsidP="00AD0C57">
      <w:r>
        <w:tab/>
      </w:r>
      <w:r>
        <w:rPr>
          <w:b/>
          <w:i/>
        </w:rPr>
        <w:t>SOLUTION</w:t>
      </w:r>
      <w:r>
        <w:t xml:space="preserve">  Solving Equation 2.4 for the time yields</w:t>
      </w:r>
    </w:p>
    <w:p w:rsidR="00AD0C57" w:rsidRDefault="00AD0C57" w:rsidP="00AD0C57">
      <w:pPr>
        <w:rPr>
          <w:b/>
          <w:i/>
        </w:rPr>
      </w:pPr>
    </w:p>
    <w:p w:rsidR="00AD0C57" w:rsidRDefault="00AD0C57" w:rsidP="00AD0C57">
      <w:pPr>
        <w:pStyle w:val="eq"/>
      </w:pPr>
      <w:r w:rsidRPr="0085363C">
        <w:rPr>
          <w:position w:val="-32"/>
        </w:rPr>
        <w:object w:dxaOrig="4040" w:dyaOrig="720">
          <v:shape id="_x0000_i1384" type="#_x0000_t75" style="width:202pt;height:36pt" o:ole="">
            <v:imagedata r:id="rId700" o:title=""/>
          </v:shape>
          <o:OLEObject Type="Embed" ProgID="Equation.DSMT4" ShapeID="_x0000_i1384" DrawAspect="Content" ObjectID="_1377284510" r:id="rId701"/>
        </w:object>
      </w:r>
    </w:p>
    <w:p w:rsidR="00AD0C57" w:rsidRDefault="00AD0C57" w:rsidP="00AD0C57">
      <w:r>
        <w:t>______________________________________________________________________________</w:t>
      </w:r>
    </w:p>
    <w:p w:rsidR="00AD0C57" w:rsidRDefault="00AD0C57" w:rsidP="00AD0C57"/>
    <w:p w:rsidR="00A74BC9" w:rsidRDefault="00A74BC9" w:rsidP="00A74BC9">
      <w:pPr>
        <w:tabs>
          <w:tab w:val="left" w:pos="450"/>
        </w:tabs>
        <w:ind w:left="450" w:hanging="450"/>
      </w:pPr>
      <w:r>
        <w:t>77.</w:t>
      </w:r>
      <w:r>
        <w:tab/>
      </w:r>
      <w:r w:rsidRPr="00432404">
        <w:rPr>
          <w:b/>
          <w:i/>
        </w:rPr>
        <w:t>REASONING</w:t>
      </w:r>
      <w:r w:rsidRPr="00432404">
        <w:t xml:space="preserve">  Average speed is the ratio of distance to elapsed time (Equation 2.1), so the elapsed time is distance divided by average speed. Both the average speed and the distance are given in SI base units, so the elapsed time will come out in seconds, which can then be converted to minutes (1 min = 60 s). </w:t>
      </w:r>
    </w:p>
    <w:p w:rsidR="00A74BC9" w:rsidRPr="006A32B6" w:rsidRDefault="00A74BC9" w:rsidP="00A74BC9">
      <w:pPr>
        <w:ind w:left="450"/>
      </w:pPr>
      <w:r w:rsidRPr="006A32B6">
        <w:br/>
      </w:r>
      <w:r w:rsidRPr="006A32B6">
        <w:rPr>
          <w:b/>
          <w:i/>
        </w:rPr>
        <w:t>SOLUTION</w:t>
      </w:r>
      <w:r w:rsidRPr="006A32B6">
        <w:t xml:space="preserve">  First, calculate the elapsed time </w:t>
      </w:r>
      <w:r w:rsidRPr="006A32B6">
        <w:rPr>
          <w:rFonts w:ascii="Symbol" w:hAnsi="Symbol"/>
        </w:rPr>
        <w:sym w:font="Symbol" w:char="F044"/>
      </w:r>
      <w:r w:rsidRPr="006A32B6">
        <w:rPr>
          <w:i/>
        </w:rPr>
        <w:t>t</w:t>
      </w:r>
      <w:r w:rsidRPr="006A32B6">
        <w:t xml:space="preserve"> in seconds:</w:t>
      </w:r>
    </w:p>
    <w:p w:rsidR="00A74BC9" w:rsidRPr="006A32B6" w:rsidRDefault="00A74BC9" w:rsidP="00A74BC9">
      <w:pPr>
        <w:ind w:left="450"/>
      </w:pPr>
    </w:p>
    <w:p w:rsidR="00A74BC9" w:rsidRDefault="00A74BC9" w:rsidP="00A74BC9">
      <w:pPr>
        <w:pStyle w:val="MTDisplayEquation"/>
        <w:tabs>
          <w:tab w:val="center" w:pos="5040"/>
          <w:tab w:val="center" w:pos="5130"/>
        </w:tabs>
        <w:ind w:firstLine="10"/>
        <w:jc w:val="center"/>
      </w:pPr>
      <w:r>
        <w:tab/>
      </w:r>
      <w:r w:rsidRPr="009135D3">
        <w:rPr>
          <w:position w:val="-28"/>
        </w:rPr>
        <w:object w:dxaOrig="4300" w:dyaOrig="660">
          <v:shape id="_x0000_i1385" type="#_x0000_t75" style="width:215pt;height:33pt" o:ole="">
            <v:imagedata r:id="rId702" o:title=""/>
          </v:shape>
          <o:OLEObject Type="Embed" ProgID="Equation.DSMT4" ShapeID="_x0000_i1385" DrawAspect="Content" ObjectID="_1377284511" r:id="rId703"/>
        </w:object>
      </w:r>
      <w:r>
        <w:tab/>
      </w:r>
      <w:r w:rsidR="00AE1B27">
        <w:fldChar w:fldCharType="begin"/>
      </w:r>
      <w:r>
        <w:instrText xml:space="preserve"> MACROBUTTON MTPlaceRef \* MERGEFORMAT </w:instrText>
      </w:r>
      <w:r w:rsidR="00AE1B27">
        <w:fldChar w:fldCharType="begin"/>
      </w:r>
      <w:r>
        <w:instrText xml:space="preserve"> SEQ MTEqn \h \* MERGEFORMAT </w:instrText>
      </w:r>
      <w:r w:rsidR="00AE1B27">
        <w:fldChar w:fldCharType="end"/>
      </w:r>
      <w:r>
        <w:instrText>(2.1)</w:instrText>
      </w:r>
      <w:r w:rsidR="00AE1B27">
        <w:fldChar w:fldCharType="end"/>
      </w:r>
    </w:p>
    <w:p w:rsidR="00A74BC9" w:rsidRPr="006A32B6" w:rsidRDefault="00A74BC9" w:rsidP="00A74BC9">
      <w:pPr>
        <w:ind w:left="450"/>
      </w:pPr>
    </w:p>
    <w:p w:rsidR="00A74BC9" w:rsidRPr="006A32B6" w:rsidRDefault="00A74BC9" w:rsidP="00A74BC9">
      <w:pPr>
        <w:tabs>
          <w:tab w:val="left" w:pos="446"/>
        </w:tabs>
      </w:pPr>
      <w:r>
        <w:tab/>
        <w:t>Converting</w:t>
      </w:r>
      <w:r w:rsidRPr="006A32B6">
        <w:t xml:space="preserve"> the elapsed time</w:t>
      </w:r>
      <w:r>
        <w:t xml:space="preserve"> from seconds to minutes, we find that</w:t>
      </w:r>
    </w:p>
    <w:p w:rsidR="00A74BC9" w:rsidRPr="006A32B6" w:rsidRDefault="00A74BC9" w:rsidP="00A74BC9">
      <w:pPr>
        <w:ind w:left="450"/>
      </w:pPr>
    </w:p>
    <w:p w:rsidR="00A74BC9" w:rsidRPr="006A32B6" w:rsidRDefault="00A74BC9" w:rsidP="00A74BC9">
      <w:pPr>
        <w:ind w:left="450"/>
        <w:jc w:val="center"/>
      </w:pPr>
      <w:r w:rsidRPr="009135D3">
        <w:rPr>
          <w:position w:val="-30"/>
        </w:rPr>
        <w:object w:dxaOrig="3240" w:dyaOrig="720">
          <v:shape id="_x0000_i1386" type="#_x0000_t75" style="width:162.5pt;height:36pt" o:ole="">
            <v:imagedata r:id="rId704" o:title=""/>
          </v:shape>
          <o:OLEObject Type="Embed" ProgID="Equation.DSMT4" ShapeID="_x0000_i1386" DrawAspect="Content" ObjectID="_1377284512" r:id="rId705"/>
        </w:object>
      </w:r>
    </w:p>
    <w:p w:rsidR="00A74BC9" w:rsidRPr="006A32B6" w:rsidRDefault="00A74BC9" w:rsidP="00A74BC9">
      <w:pPr>
        <w:pBdr>
          <w:bottom w:val="single" w:sz="4" w:space="1" w:color="auto"/>
        </w:pBdr>
        <w:ind w:left="450"/>
      </w:pPr>
    </w:p>
    <w:p w:rsidR="00A74BC9" w:rsidRDefault="00A74BC9" w:rsidP="00C36793">
      <w:pPr>
        <w:pStyle w:val="Problem"/>
      </w:pPr>
    </w:p>
    <w:p w:rsidR="007E241E" w:rsidRDefault="007E241E" w:rsidP="007E241E">
      <w:r>
        <w:t>78.</w:t>
      </w:r>
      <w:r>
        <w:tab/>
      </w:r>
      <w:r>
        <w:rPr>
          <w:b/>
          <w:i/>
        </w:rPr>
        <w:t>REASONING</w:t>
      </w:r>
      <w:r>
        <w:t xml:space="preserve">   The average acceleration is defined by Equation 2.4 as the change in velocity divided by the elapsed time. We can find the elapsed time from this relation because the acceleration and the change in velocity are given. Since the acceleration of the spacecraft is constant, it is equal to the average acceleration.</w:t>
      </w:r>
    </w:p>
    <w:p w:rsidR="007E241E" w:rsidRDefault="007E241E" w:rsidP="007E241E">
      <w:pPr>
        <w:keepNext/>
        <w:keepLines/>
      </w:pPr>
    </w:p>
    <w:p w:rsidR="007E241E" w:rsidRDefault="007E241E" w:rsidP="007E241E">
      <w:pPr>
        <w:keepNext/>
        <w:keepLines/>
      </w:pPr>
      <w:r>
        <w:tab/>
      </w:r>
      <w:r>
        <w:rPr>
          <w:b/>
          <w:i/>
        </w:rPr>
        <w:t>SOLUTION</w:t>
      </w:r>
      <w:r>
        <w:t xml:space="preserve">   </w:t>
      </w:r>
    </w:p>
    <w:p w:rsidR="007E241E" w:rsidRDefault="007E241E" w:rsidP="007E241E">
      <w:pPr>
        <w:ind w:firstLine="0"/>
      </w:pPr>
      <w:r>
        <w:t xml:space="preserve">a.  The time </w:t>
      </w:r>
      <w:r>
        <w:rPr>
          <w:rFonts w:ascii="Symbol" w:hAnsi="Symbol"/>
        </w:rPr>
        <w:t></w:t>
      </w:r>
      <w:r>
        <w:rPr>
          <w:i/>
        </w:rPr>
        <w:t>t</w:t>
      </w:r>
      <w:r>
        <w:t xml:space="preserve"> that it takes for the spacecraft to change its velocity by an amount </w:t>
      </w:r>
      <w:r>
        <w:br/>
      </w:r>
      <w:r>
        <w:rPr>
          <w:rFonts w:ascii="Symbol" w:hAnsi="Symbol"/>
        </w:rPr>
        <w:t></w:t>
      </w:r>
      <w:r>
        <w:rPr>
          <w:i/>
        </w:rPr>
        <w:t>v</w:t>
      </w:r>
      <w:r>
        <w:t xml:space="preserve"> = +2700 m/s is</w:t>
      </w:r>
    </w:p>
    <w:p w:rsidR="007E241E" w:rsidRDefault="007E241E" w:rsidP="007E241E">
      <w:pPr>
        <w:pStyle w:val="eq"/>
      </w:pPr>
      <w:r w:rsidRPr="0085363C">
        <w:rPr>
          <w:position w:val="-58"/>
        </w:rPr>
        <w:object w:dxaOrig="4020" w:dyaOrig="960">
          <v:shape id="_x0000_i1387" type="#_x0000_t75" style="width:201pt;height:48pt" o:ole="">
            <v:imagedata r:id="rId706" o:title=""/>
          </v:shape>
          <o:OLEObject Type="Embed" ProgID="Equation.DSMT4" ShapeID="_x0000_i1387" DrawAspect="Content" ObjectID="_1377284513" r:id="rId707"/>
        </w:object>
      </w:r>
    </w:p>
    <w:p w:rsidR="007E241E" w:rsidRDefault="007E241E" w:rsidP="007E241E"/>
    <w:p w:rsidR="007E241E" w:rsidRDefault="007E241E" w:rsidP="007E241E">
      <w:r>
        <w:tab/>
        <w:t>b.  Since 24 hr = 1 day and 3600 s = 1 hr, the acceleration of the spacecraft (in m/s</w:t>
      </w:r>
      <w:r w:rsidRPr="00326D8B">
        <w:rPr>
          <w:rFonts w:ascii="Times New Roman" w:hAnsi="Times New Roman"/>
          <w:position w:val="10"/>
          <w:sz w:val="18"/>
          <w:szCs w:val="18"/>
        </w:rPr>
        <w:t>2</w:t>
      </w:r>
      <w:r>
        <w:t>) is</w:t>
      </w:r>
    </w:p>
    <w:p w:rsidR="007E241E" w:rsidRDefault="007E241E" w:rsidP="007E241E"/>
    <w:p w:rsidR="007E241E" w:rsidRDefault="007E241E" w:rsidP="007E241E">
      <w:pPr>
        <w:pStyle w:val="eq"/>
      </w:pPr>
      <w:r w:rsidRPr="0085363C">
        <w:rPr>
          <w:position w:val="-66"/>
        </w:rPr>
        <w:object w:dxaOrig="5840" w:dyaOrig="1040">
          <v:shape id="_x0000_i1388" type="#_x0000_t75" style="width:291.5pt;height:51.5pt" o:ole="">
            <v:imagedata r:id="rId708" o:title=""/>
          </v:shape>
          <o:OLEObject Type="Embed" ProgID="Equation.DSMT4" ShapeID="_x0000_i1388" DrawAspect="Content" ObjectID="_1377284514" r:id="rId709"/>
        </w:object>
      </w:r>
    </w:p>
    <w:p w:rsidR="007E241E" w:rsidRDefault="007E241E" w:rsidP="007E241E">
      <w:pPr>
        <w:spacing w:line="240" w:lineRule="atLeast"/>
      </w:pPr>
      <w:r>
        <w:t>______________________________________________________________________________</w:t>
      </w:r>
    </w:p>
    <w:p w:rsidR="007E241E" w:rsidRDefault="007E241E" w:rsidP="007E241E"/>
    <w:p w:rsidR="00E80D9D" w:rsidRDefault="00E80D9D" w:rsidP="00E80D9D">
      <w:pPr>
        <w:pStyle w:val="SM6e"/>
        <w:keepNext/>
        <w:keepLines/>
      </w:pPr>
      <w:r>
        <w:t>79.</w:t>
      </w:r>
      <w:r>
        <w:tab/>
      </w:r>
      <w:r>
        <w:rPr>
          <w:b/>
          <w:i/>
        </w:rPr>
        <w:t>REASONING</w:t>
      </w:r>
      <w:r>
        <w:t xml:space="preserve">  The cheetah and its prey run the same distance. The prey runs at a constant velocity, so that its distance is the magnitude of its displacement, which is given by Equation 2.2 as the product of velocity and time. The distance for the cheetah can be expressed using Equation 2.8, since the cheetah’s initial velocity (zero, since it starts from rest) and the time are given, and we wish to determine the acceleration. The two expressions for the distance can be equated and solved for the acceleration.</w:t>
      </w:r>
    </w:p>
    <w:p w:rsidR="00E80D9D" w:rsidRDefault="00E80D9D" w:rsidP="00E80D9D">
      <w:pPr>
        <w:pStyle w:val="SM6e"/>
      </w:pPr>
    </w:p>
    <w:p w:rsidR="00E80D9D" w:rsidRDefault="00E80D9D" w:rsidP="00E80D9D">
      <w:pPr>
        <w:pStyle w:val="SM6e"/>
      </w:pPr>
      <w:r>
        <w:tab/>
      </w:r>
      <w:r>
        <w:rPr>
          <w:b/>
          <w:i/>
        </w:rPr>
        <w:t>SOLUTION</w:t>
      </w:r>
      <w:r>
        <w:t xml:space="preserve">  We begin by using Equation 2.2 and assuming that the initial position of the prey is </w:t>
      </w:r>
      <w:r>
        <w:rPr>
          <w:i/>
        </w:rPr>
        <w:t>x</w:t>
      </w:r>
      <w:r w:rsidRPr="004B7D66">
        <w:rPr>
          <w:position w:val="-8"/>
          <w:sz w:val="18"/>
          <w:szCs w:val="18"/>
        </w:rPr>
        <w:t>0</w:t>
      </w:r>
      <w:r>
        <w:t xml:space="preserve"> = 0 m.  The distance run by the prey is</w:t>
      </w:r>
    </w:p>
    <w:p w:rsidR="00E80D9D" w:rsidRDefault="00E80D9D" w:rsidP="00E80D9D">
      <w:pPr>
        <w:pStyle w:val="SM6e"/>
      </w:pPr>
    </w:p>
    <w:p w:rsidR="00E80D9D" w:rsidRPr="00CE0B88" w:rsidRDefault="00E80D9D" w:rsidP="00E80D9D">
      <w:pPr>
        <w:pStyle w:val="SM6e"/>
        <w:jc w:val="center"/>
      </w:pPr>
      <w:r w:rsidRPr="0085363C">
        <w:rPr>
          <w:position w:val="-18"/>
        </w:rPr>
        <w:object w:dxaOrig="2260" w:dyaOrig="420">
          <v:shape id="_x0000_i1389" type="#_x0000_t75" style="width:113.5pt;height:21pt" o:ole="">
            <v:imagedata r:id="rId710" o:title=""/>
          </v:shape>
          <o:OLEObject Type="Embed" ProgID="Equation.DSMT4" ShapeID="_x0000_i1389" DrawAspect="Content" ObjectID="_1377284515" r:id="rId711"/>
        </w:object>
      </w:r>
    </w:p>
    <w:p w:rsidR="00E80D9D" w:rsidRDefault="00E80D9D" w:rsidP="00E80D9D">
      <w:pPr>
        <w:pStyle w:val="SM6e"/>
      </w:pPr>
    </w:p>
    <w:p w:rsidR="00E80D9D" w:rsidRDefault="00E80D9D" w:rsidP="00E80D9D">
      <w:pPr>
        <w:pStyle w:val="SM6e"/>
      </w:pPr>
      <w:r>
        <w:tab/>
        <w:t>The distance run by the cheetah is given by Equation 2.8 as</w:t>
      </w:r>
    </w:p>
    <w:p w:rsidR="00E80D9D" w:rsidRDefault="00E80D9D" w:rsidP="00E80D9D">
      <w:pPr>
        <w:pStyle w:val="SM6e"/>
      </w:pPr>
    </w:p>
    <w:p w:rsidR="00E80D9D" w:rsidRDefault="00E80D9D" w:rsidP="00E80D9D">
      <w:pPr>
        <w:pStyle w:val="SM6e"/>
        <w:jc w:val="center"/>
      </w:pPr>
      <w:r w:rsidRPr="0085363C">
        <w:rPr>
          <w:position w:val="-16"/>
        </w:rPr>
        <w:object w:dxaOrig="2680" w:dyaOrig="440">
          <v:shape id="_x0000_i1390" type="#_x0000_t75" style="width:134.5pt;height:21.5pt" o:ole="">
            <v:imagedata r:id="rId712" o:title=""/>
          </v:shape>
          <o:OLEObject Type="Embed" ProgID="Equation.DSMT4" ShapeID="_x0000_i1390" DrawAspect="Content" ObjectID="_1377284516" r:id="rId713"/>
        </w:object>
      </w:r>
    </w:p>
    <w:p w:rsidR="00E80D9D" w:rsidRDefault="00E80D9D" w:rsidP="00E80D9D">
      <w:pPr>
        <w:pStyle w:val="SM6e"/>
      </w:pPr>
    </w:p>
    <w:p w:rsidR="00E80D9D" w:rsidRDefault="00E80D9D" w:rsidP="00E80D9D">
      <w:pPr>
        <w:pStyle w:val="SM6e"/>
      </w:pPr>
      <w:r>
        <w:tab/>
        <w:t xml:space="preserve">Equating the two expressions for </w:t>
      </w:r>
      <w:r>
        <w:rPr>
          <w:i/>
        </w:rPr>
        <w:t>x</w:t>
      </w:r>
      <w:r>
        <w:t xml:space="preserve"> and using the fact that </w:t>
      </w:r>
      <w:r>
        <w:rPr>
          <w:i/>
        </w:rPr>
        <w:t>v</w:t>
      </w:r>
      <w:r w:rsidRPr="004B7D66">
        <w:rPr>
          <w:position w:val="-8"/>
          <w:sz w:val="18"/>
          <w:szCs w:val="18"/>
        </w:rPr>
        <w:t>0, Cheetah</w:t>
      </w:r>
      <w:r>
        <w:t xml:space="preserve"> = 0 m/s, we find that</w:t>
      </w:r>
    </w:p>
    <w:p w:rsidR="00E80D9D" w:rsidRDefault="00E80D9D" w:rsidP="00E80D9D">
      <w:pPr>
        <w:pStyle w:val="SM6e"/>
      </w:pPr>
    </w:p>
    <w:p w:rsidR="00E80D9D" w:rsidRDefault="00E80D9D" w:rsidP="00E80D9D">
      <w:pPr>
        <w:pStyle w:val="SM6e"/>
        <w:jc w:val="center"/>
      </w:pPr>
      <w:r w:rsidRPr="0085363C">
        <w:rPr>
          <w:position w:val="-18"/>
        </w:rPr>
        <w:object w:dxaOrig="1880" w:dyaOrig="460">
          <v:shape id="_x0000_i1391" type="#_x0000_t75" style="width:93.5pt;height:23.5pt" o:ole="">
            <v:imagedata r:id="rId714" o:title=""/>
          </v:shape>
          <o:OLEObject Type="Embed" ProgID="Equation.DSMT4" ShapeID="_x0000_i1391" DrawAspect="Content" ObjectID="_1377284517" r:id="rId715"/>
        </w:object>
      </w:r>
    </w:p>
    <w:p w:rsidR="00E80D9D" w:rsidRDefault="00E80D9D" w:rsidP="00E80D9D">
      <w:pPr>
        <w:pStyle w:val="SM6e"/>
      </w:pPr>
    </w:p>
    <w:p w:rsidR="00E80D9D" w:rsidRDefault="00E80D9D" w:rsidP="00E80D9D">
      <w:pPr>
        <w:pStyle w:val="SM6e"/>
      </w:pPr>
      <w:r>
        <w:tab/>
        <w:t>Solving for the acceleration gives</w:t>
      </w:r>
    </w:p>
    <w:p w:rsidR="00E80D9D" w:rsidRDefault="00E80D9D" w:rsidP="00E80D9D">
      <w:pPr>
        <w:pStyle w:val="SM6e"/>
      </w:pPr>
    </w:p>
    <w:p w:rsidR="00E80D9D" w:rsidRDefault="00E80D9D" w:rsidP="00E80D9D">
      <w:pPr>
        <w:pStyle w:val="SM6e"/>
        <w:jc w:val="center"/>
      </w:pPr>
      <w:r w:rsidRPr="0085363C">
        <w:rPr>
          <w:position w:val="-24"/>
        </w:rPr>
        <w:object w:dxaOrig="4440" w:dyaOrig="680">
          <v:shape id="_x0000_i1392" type="#_x0000_t75" style="width:222pt;height:33.5pt" o:ole="">
            <v:imagedata r:id="rId716" o:title=""/>
          </v:shape>
          <o:OLEObject Type="Embed" ProgID="Equation.DSMT4" ShapeID="_x0000_i1392" DrawAspect="Content" ObjectID="_1377284518" r:id="rId717"/>
        </w:object>
      </w:r>
    </w:p>
    <w:p w:rsidR="00E80D9D" w:rsidRDefault="00E80D9D" w:rsidP="00592EAA">
      <w:pPr>
        <w:pBdr>
          <w:bottom w:val="single" w:sz="4" w:space="1" w:color="auto"/>
        </w:pBdr>
      </w:pPr>
    </w:p>
    <w:p w:rsidR="00E80D9D" w:rsidRDefault="00E80D9D" w:rsidP="00592EAA">
      <w:pPr>
        <w:pStyle w:val="SM6e"/>
        <w:jc w:val="left"/>
      </w:pPr>
    </w:p>
    <w:p w:rsidR="00B94695" w:rsidRDefault="00B94695" w:rsidP="00B94695">
      <w:r>
        <w:lastRenderedPageBreak/>
        <w:t>80.</w:t>
      </w:r>
      <w:r>
        <w:tab/>
      </w:r>
      <w:r>
        <w:rPr>
          <w:b/>
          <w:i/>
        </w:rPr>
        <w:t xml:space="preserve">REASONING AND SOLUTION   </w:t>
      </w:r>
      <w:r>
        <w:t>The distance covered by the cab driver during the two phases of the trip must satisfy the relation</w:t>
      </w:r>
    </w:p>
    <w:p w:rsidR="00B94695" w:rsidRDefault="00B94695" w:rsidP="00B94695"/>
    <w:p w:rsidR="00B94695" w:rsidRDefault="00B94695" w:rsidP="00B94695">
      <w:pPr>
        <w:pStyle w:val="eq"/>
      </w:pPr>
      <w:r>
        <w:tab/>
      </w:r>
      <w:r>
        <w:tab/>
      </w:r>
      <w:r>
        <w:tab/>
      </w:r>
      <w:r>
        <w:tab/>
      </w:r>
      <w:r>
        <w:tab/>
      </w:r>
      <w:r>
        <w:tab/>
      </w:r>
      <w:r w:rsidRPr="0085363C">
        <w:rPr>
          <w:position w:val="-14"/>
        </w:rPr>
        <w:object w:dxaOrig="1760" w:dyaOrig="380">
          <v:shape id="_x0000_i1393" type="#_x0000_t75" style="width:89.5pt;height:18pt" o:ole="">
            <v:imagedata r:id="rId718" o:title=""/>
          </v:shape>
          <o:OLEObject Type="Embed" ProgID="Equation.DSMT4" ShapeID="_x0000_i1393" DrawAspect="Content" ObjectID="_1377284519" r:id="rId719"/>
        </w:object>
      </w:r>
      <w:r>
        <w:tab/>
      </w:r>
      <w:r>
        <w:tab/>
      </w:r>
      <w:r>
        <w:tab/>
      </w:r>
      <w:r>
        <w:tab/>
      </w:r>
      <w:r>
        <w:tab/>
        <w:t>(1)</w:t>
      </w:r>
    </w:p>
    <w:p w:rsidR="00B94695" w:rsidRDefault="00B94695" w:rsidP="00B94695"/>
    <w:p w:rsidR="00B94695" w:rsidRDefault="00B94695" w:rsidP="00B94695">
      <w:r>
        <w:tab/>
      </w:r>
      <w:proofErr w:type="gramStart"/>
      <w:r>
        <w:t>where</w:t>
      </w:r>
      <w:proofErr w:type="gramEnd"/>
      <w:r>
        <w:t xml:space="preserve"> </w:t>
      </w:r>
      <w:r>
        <w:rPr>
          <w:i/>
        </w:rPr>
        <w:t>x</w:t>
      </w:r>
      <w:r w:rsidRPr="004B7D66">
        <w:rPr>
          <w:position w:val="-8"/>
          <w:sz w:val="18"/>
          <w:szCs w:val="18"/>
        </w:rPr>
        <w:t>1</w:t>
      </w:r>
      <w:r>
        <w:t xml:space="preserve"> and </w:t>
      </w:r>
      <w:r>
        <w:rPr>
          <w:i/>
        </w:rPr>
        <w:t>x</w:t>
      </w:r>
      <w:r w:rsidRPr="004B7D66">
        <w:rPr>
          <w:position w:val="-8"/>
          <w:sz w:val="18"/>
          <w:szCs w:val="18"/>
        </w:rPr>
        <w:t>2</w:t>
      </w:r>
      <w:r>
        <w:t xml:space="preserve"> are the displacements of the acceleration and deceleration phases of the trip, respectively.  The quantities </w:t>
      </w:r>
      <w:r>
        <w:rPr>
          <w:i/>
        </w:rPr>
        <w:t>x</w:t>
      </w:r>
      <w:r w:rsidRPr="004B7D66">
        <w:rPr>
          <w:position w:val="-8"/>
          <w:sz w:val="18"/>
          <w:szCs w:val="18"/>
        </w:rPr>
        <w:t>1</w:t>
      </w:r>
      <w:r>
        <w:t xml:space="preserve"> and </w:t>
      </w:r>
      <w:r>
        <w:rPr>
          <w:i/>
        </w:rPr>
        <w:t>x</w:t>
      </w:r>
      <w:r w:rsidRPr="004B7D66">
        <w:rPr>
          <w:position w:val="-8"/>
          <w:sz w:val="18"/>
          <w:szCs w:val="18"/>
        </w:rPr>
        <w:t>2</w:t>
      </w:r>
      <w:r>
        <w:t xml:space="preserve"> can be calculated from Equation </w:t>
      </w:r>
      <w:proofErr w:type="gramStart"/>
      <w:r>
        <w:t xml:space="preserve">2.9 </w:t>
      </w:r>
      <w:proofErr w:type="gramEnd"/>
      <w:r w:rsidRPr="0085363C">
        <w:rPr>
          <w:position w:val="-18"/>
        </w:rPr>
        <w:object w:dxaOrig="1520" w:dyaOrig="480">
          <v:shape id="_x0000_i1394" type="#_x0000_t75" style="width:75.5pt;height:24pt" o:ole="">
            <v:imagedata r:id="rId720" o:title=""/>
          </v:shape>
          <o:OLEObject Type="Embed" ProgID="Equation.DSMT4" ShapeID="_x0000_i1394" DrawAspect="Content" ObjectID="_1377284520" r:id="rId721"/>
        </w:object>
      </w:r>
      <w:r>
        <w:t>:</w:t>
      </w:r>
    </w:p>
    <w:p w:rsidR="00B94695" w:rsidRDefault="00B94695" w:rsidP="00B94695">
      <w:pPr>
        <w:ind w:left="0" w:firstLine="0"/>
      </w:pPr>
    </w:p>
    <w:p w:rsidR="00B94695" w:rsidRDefault="00B94695" w:rsidP="00B94695">
      <w:pPr>
        <w:tabs>
          <w:tab w:val="left" w:pos="-1440"/>
          <w:tab w:val="left" w:pos="-720"/>
          <w:tab w:val="left" w:pos="440"/>
          <w:tab w:val="left" w:pos="3780"/>
        </w:tabs>
        <w:spacing w:line="240" w:lineRule="atLeast"/>
        <w:ind w:left="440" w:hanging="520"/>
        <w:jc w:val="center"/>
      </w:pPr>
      <w:r w:rsidRPr="0085363C">
        <w:rPr>
          <w:position w:val="-32"/>
        </w:rPr>
        <w:object w:dxaOrig="2420" w:dyaOrig="820">
          <v:shape id="_x0000_i1395" type="#_x0000_t75" style="width:120.5pt;height:41.5pt" o:ole="">
            <v:imagedata r:id="rId722" o:title=""/>
          </v:shape>
          <o:OLEObject Type="Embed" ProgID="Equation.DSMT4" ShapeID="_x0000_i1395" DrawAspect="Content" ObjectID="_1377284521" r:id="rId723"/>
        </w:object>
      </w:r>
      <w:r>
        <w:t xml:space="preserve">     </w:t>
      </w:r>
      <w:proofErr w:type="gramStart"/>
      <w:r>
        <w:t>and</w:t>
      </w:r>
      <w:proofErr w:type="gramEnd"/>
      <w:r>
        <w:t xml:space="preserve">     </w:t>
      </w:r>
      <w:r w:rsidRPr="0085363C">
        <w:rPr>
          <w:position w:val="-32"/>
        </w:rPr>
        <w:object w:dxaOrig="2720" w:dyaOrig="820">
          <v:shape id="_x0000_i1396" type="#_x0000_t75" style="width:135.5pt;height:41.5pt" o:ole="">
            <v:imagedata r:id="rId724" o:title=""/>
          </v:shape>
          <o:OLEObject Type="Embed" ProgID="Equation.DSMT4" ShapeID="_x0000_i1396" DrawAspect="Content" ObjectID="_1377284522" r:id="rId725"/>
        </w:object>
      </w:r>
    </w:p>
    <w:p w:rsidR="00B94695" w:rsidRDefault="00B94695" w:rsidP="00B94695"/>
    <w:p w:rsidR="00B94695" w:rsidRDefault="00B94695" w:rsidP="00B94695">
      <w:r>
        <w:tab/>
      </w:r>
      <w:proofErr w:type="gramStart"/>
      <w:r>
        <w:t>with</w:t>
      </w:r>
      <w:proofErr w:type="gramEnd"/>
      <w:r>
        <w:t xml:space="preserve"> </w:t>
      </w:r>
      <w:r w:rsidRPr="0085363C">
        <w:rPr>
          <w:position w:val="-14"/>
        </w:rPr>
        <w:object w:dxaOrig="780" w:dyaOrig="380">
          <v:shape id="_x0000_i1397" type="#_x0000_t75" style="width:39pt;height:18pt" o:ole="">
            <v:imagedata r:id="rId726" o:title=""/>
          </v:shape>
          <o:OLEObject Type="Embed" ProgID="Equation.DSMT4" ShapeID="_x0000_i1397" DrawAspect="Content" ObjectID="_1377284523" r:id="rId727"/>
        </w:object>
      </w:r>
      <w:r>
        <w:t xml:space="preserve"> </w:t>
      </w:r>
      <w:proofErr w:type="spellStart"/>
      <w:r>
        <w:t>and</w:t>
      </w:r>
      <w:proofErr w:type="spellEnd"/>
      <w:r>
        <w:t xml:space="preserve"> </w:t>
      </w:r>
      <w:r w:rsidRPr="0085363C">
        <w:rPr>
          <w:position w:val="-14"/>
        </w:rPr>
        <w:object w:dxaOrig="980" w:dyaOrig="380">
          <v:shape id="_x0000_i1398" type="#_x0000_t75" style="width:48.5pt;height:18pt" o:ole="">
            <v:imagedata r:id="rId728" o:title=""/>
          </v:shape>
          <o:OLEObject Type="Embed" ProgID="Equation.DSMT4" ShapeID="_x0000_i1398" DrawAspect="Content" ObjectID="_1377284524" r:id="rId729"/>
        </w:object>
      </w:r>
      <w:r>
        <w:t>.  Thus,</w:t>
      </w:r>
    </w:p>
    <w:p w:rsidR="00B94695" w:rsidRDefault="00B94695" w:rsidP="00B94695"/>
    <w:p w:rsidR="00B94695" w:rsidRDefault="00B94695" w:rsidP="00B94695">
      <w:pPr>
        <w:pStyle w:val="eq"/>
      </w:pPr>
      <w:r w:rsidRPr="0085363C">
        <w:rPr>
          <w:position w:val="-34"/>
        </w:rPr>
        <w:object w:dxaOrig="2060" w:dyaOrig="800">
          <v:shape id="_x0000_i1399" type="#_x0000_t75" style="width:102.5pt;height:39.5pt" o:ole="">
            <v:imagedata r:id="rId730" o:title=""/>
          </v:shape>
          <o:OLEObject Type="Embed" ProgID="Equation.DSMT4" ShapeID="_x0000_i1399" DrawAspect="Content" ObjectID="_1377284525" r:id="rId731"/>
        </w:object>
      </w:r>
    </w:p>
    <w:p w:rsidR="00B94695" w:rsidRDefault="00B94695" w:rsidP="00B94695">
      <w:pPr>
        <w:tabs>
          <w:tab w:val="left" w:pos="-1440"/>
          <w:tab w:val="left" w:pos="-720"/>
          <w:tab w:val="left" w:pos="440"/>
          <w:tab w:val="left" w:pos="3780"/>
        </w:tabs>
        <w:spacing w:line="240" w:lineRule="atLeast"/>
        <w:ind w:left="440" w:hanging="520"/>
        <w:jc w:val="left"/>
      </w:pPr>
      <w:r>
        <w:tab/>
      </w:r>
      <w:proofErr w:type="gramStart"/>
      <w:r>
        <w:t>so</w:t>
      </w:r>
      <w:proofErr w:type="gramEnd"/>
      <w:r>
        <w:t xml:space="preserve"> that</w:t>
      </w:r>
    </w:p>
    <w:p w:rsidR="00B94695" w:rsidRDefault="00B94695" w:rsidP="00B94695">
      <w:pPr>
        <w:tabs>
          <w:tab w:val="left" w:pos="-1440"/>
          <w:tab w:val="left" w:pos="-720"/>
          <w:tab w:val="left" w:pos="440"/>
          <w:tab w:val="left" w:pos="3960"/>
        </w:tabs>
        <w:spacing w:line="240" w:lineRule="atLeast"/>
        <w:ind w:left="440" w:hanging="520"/>
      </w:pPr>
      <w:r>
        <w:tab/>
      </w:r>
      <w:r>
        <w:tab/>
      </w:r>
      <w:r w:rsidRPr="0085363C">
        <w:rPr>
          <w:position w:val="-14"/>
        </w:rPr>
        <w:object w:dxaOrig="820" w:dyaOrig="380">
          <v:shape id="_x0000_i1400" type="#_x0000_t75" style="width:41.5pt;height:18pt" o:ole="">
            <v:imagedata r:id="rId732" o:title=""/>
          </v:shape>
          <o:OLEObject Type="Embed" ProgID="Equation.DSMT4" ShapeID="_x0000_i1400" DrawAspect="Content" ObjectID="_1377284526" r:id="rId733"/>
        </w:object>
      </w:r>
      <w:r>
        <w:tab/>
      </w:r>
      <w:r>
        <w:tab/>
      </w:r>
      <w:r>
        <w:tab/>
      </w:r>
      <w:r>
        <w:tab/>
      </w:r>
      <w:r>
        <w:tab/>
      </w:r>
      <w:r>
        <w:tab/>
        <w:t>(2)</w:t>
      </w:r>
    </w:p>
    <w:p w:rsidR="00B94695" w:rsidRDefault="00B94695" w:rsidP="00B94695">
      <w:pPr>
        <w:tabs>
          <w:tab w:val="left" w:pos="-1440"/>
          <w:tab w:val="left" w:pos="-720"/>
          <w:tab w:val="left" w:pos="440"/>
          <w:tab w:val="left" w:pos="3960"/>
        </w:tabs>
        <w:spacing w:line="240" w:lineRule="atLeast"/>
        <w:ind w:left="440" w:hanging="520"/>
      </w:pPr>
    </w:p>
    <w:p w:rsidR="00B94695" w:rsidRDefault="00B94695" w:rsidP="00B94695">
      <w:pPr>
        <w:tabs>
          <w:tab w:val="left" w:pos="-1440"/>
          <w:tab w:val="left" w:pos="-720"/>
          <w:tab w:val="left" w:pos="440"/>
          <w:tab w:val="left" w:pos="3960"/>
        </w:tabs>
        <w:spacing w:line="240" w:lineRule="atLeast"/>
        <w:ind w:left="440" w:hanging="520"/>
      </w:pPr>
      <w:r>
        <w:tab/>
        <w:t xml:space="preserve">Combining (1) and (2), we have, </w:t>
      </w:r>
    </w:p>
    <w:p w:rsidR="00B94695" w:rsidRDefault="00B94695" w:rsidP="00B94695">
      <w:pPr>
        <w:tabs>
          <w:tab w:val="left" w:pos="-1440"/>
          <w:tab w:val="left" w:pos="-720"/>
          <w:tab w:val="left" w:pos="440"/>
          <w:tab w:val="left" w:pos="3960"/>
        </w:tabs>
        <w:spacing w:line="240" w:lineRule="atLeast"/>
        <w:ind w:left="440" w:hanging="520"/>
      </w:pPr>
    </w:p>
    <w:p w:rsidR="00B94695" w:rsidRDefault="00B94695" w:rsidP="00B94695">
      <w:pPr>
        <w:tabs>
          <w:tab w:val="left" w:pos="-1440"/>
          <w:tab w:val="left" w:pos="-720"/>
          <w:tab w:val="left" w:pos="440"/>
          <w:tab w:val="left" w:pos="3960"/>
        </w:tabs>
        <w:spacing w:line="240" w:lineRule="atLeast"/>
        <w:ind w:left="440" w:hanging="520"/>
        <w:jc w:val="center"/>
      </w:pPr>
      <w:r w:rsidRPr="0085363C">
        <w:rPr>
          <w:position w:val="-14"/>
        </w:rPr>
        <w:object w:dxaOrig="1960" w:dyaOrig="380">
          <v:shape id="_x0000_i1401" type="#_x0000_t75" style="width:98.5pt;height:18pt" o:ole="">
            <v:imagedata r:id="rId734" o:title=""/>
          </v:shape>
          <o:OLEObject Type="Embed" ProgID="Equation.DSMT4" ShapeID="_x0000_i1401" DrawAspect="Content" ObjectID="_1377284527" r:id="rId735"/>
        </w:object>
      </w:r>
    </w:p>
    <w:p w:rsidR="00B94695" w:rsidRDefault="00B94695" w:rsidP="00B94695">
      <w:pPr>
        <w:tabs>
          <w:tab w:val="left" w:pos="-1440"/>
          <w:tab w:val="left" w:pos="-720"/>
          <w:tab w:val="left" w:pos="440"/>
          <w:tab w:val="left" w:pos="3960"/>
        </w:tabs>
        <w:spacing w:line="240" w:lineRule="atLeast"/>
        <w:ind w:left="440" w:hanging="520"/>
        <w:jc w:val="center"/>
      </w:pPr>
    </w:p>
    <w:p w:rsidR="00B94695" w:rsidRDefault="00B94695" w:rsidP="00B94695">
      <w:r>
        <w:tab/>
        <w:t>Therefore</w:t>
      </w:r>
      <w:proofErr w:type="gramStart"/>
      <w:r>
        <w:t xml:space="preserve">, </w:t>
      </w:r>
      <w:proofErr w:type="gramEnd"/>
      <w:r w:rsidRPr="0085363C">
        <w:rPr>
          <w:position w:val="-14"/>
        </w:rPr>
        <w:object w:dxaOrig="1340" w:dyaOrig="380">
          <v:shape id="_x0000_i1402" type="#_x0000_t75" style="width:66.5pt;height:18pt" o:ole="">
            <v:imagedata r:id="rId736" o:title=""/>
          </v:shape>
          <o:OLEObject Type="Embed" ProgID="Equation.DSMT4" ShapeID="_x0000_i1402" DrawAspect="Content" ObjectID="_1377284528" r:id="rId737"/>
        </w:object>
      </w:r>
      <w:r>
        <w:t xml:space="preserve">, and from Equation (1), </w:t>
      </w:r>
      <w:r w:rsidRPr="0085363C">
        <w:rPr>
          <w:position w:val="-14"/>
        </w:rPr>
        <w:object w:dxaOrig="1280" w:dyaOrig="380">
          <v:shape id="_x0000_i1403" type="#_x0000_t75" style="width:63.5pt;height:18pt" o:ole="">
            <v:imagedata r:id="rId738" o:title=""/>
          </v:shape>
          <o:OLEObject Type="Embed" ProgID="Equation.DSMT4" ShapeID="_x0000_i1403" DrawAspect="Content" ObjectID="_1377284529" r:id="rId739"/>
        </w:object>
      </w:r>
      <w:r>
        <w:t xml:space="preserve">.  Thus, the length of the acceleration phase of the trip </w:t>
      </w:r>
      <w:proofErr w:type="gramStart"/>
      <w:r>
        <w:t xml:space="preserve">is </w:t>
      </w:r>
      <w:proofErr w:type="gramEnd"/>
      <w:r w:rsidRPr="0085363C">
        <w:rPr>
          <w:position w:val="-16"/>
        </w:rPr>
        <w:object w:dxaOrig="1520" w:dyaOrig="460">
          <v:shape id="_x0000_i1404" type="#_x0000_t75" style="width:75.5pt;height:23.5pt" o:ole="">
            <v:imagedata r:id="rId740" o:title=""/>
          </v:shape>
          <o:OLEObject Type="Embed" ProgID="Equation.DSMT4" ShapeID="_x0000_i1404" DrawAspect="Content" ObjectID="_1377284530" r:id="rId741"/>
        </w:object>
      </w:r>
      <w:r>
        <w:t xml:space="preserve">, while the length of the deceleration phase is </w:t>
      </w:r>
      <w:r w:rsidRPr="0085363C">
        <w:rPr>
          <w:position w:val="-16"/>
        </w:rPr>
        <w:object w:dxaOrig="1579" w:dyaOrig="460">
          <v:shape id="_x0000_i1405" type="#_x0000_t75" style="width:78.5pt;height:23.5pt" o:ole="">
            <v:imagedata r:id="rId742" o:title=""/>
          </v:shape>
          <o:OLEObject Type="Embed" ProgID="Equation.DSMT4" ShapeID="_x0000_i1405" DrawAspect="Content" ObjectID="_1377284531" r:id="rId743"/>
        </w:object>
      </w:r>
      <w:r>
        <w:t>.</w:t>
      </w:r>
    </w:p>
    <w:p w:rsidR="00B94695" w:rsidRDefault="00B94695" w:rsidP="00B94695">
      <w:r>
        <w:t>______________________________________________________________________________</w:t>
      </w:r>
    </w:p>
    <w:p w:rsidR="00B94695" w:rsidRDefault="00B94695" w:rsidP="00B94695"/>
    <w:p w:rsidR="009E4F1C" w:rsidRDefault="009E4F1C" w:rsidP="009E4F1C">
      <w:r>
        <w:t>81.</w:t>
      </w:r>
      <w:r>
        <w:tab/>
      </w:r>
      <w:r w:rsidRPr="00225173">
        <w:rPr>
          <w:position w:val="-10"/>
        </w:rPr>
        <w:object w:dxaOrig="680" w:dyaOrig="380">
          <v:shape id="_x0000_i1406" type="#_x0000_t75" style="width:33.5pt;height:18pt" o:ole="">
            <v:imagedata r:id="rId224" o:title=""/>
          </v:shape>
          <o:OLEObject Type="Embed" ProgID="Equation.DSMT4" ShapeID="_x0000_i1406" DrawAspect="Content" ObjectID="_1377284532" r:id="rId744"/>
        </w:object>
      </w:r>
      <w:r>
        <w:rPr>
          <w:b/>
          <w:i/>
        </w:rPr>
        <w:t xml:space="preserve"> REASONING</w:t>
      </w:r>
      <w:r>
        <w:t xml:space="preserve">   Since the woman runs for a known distance at a known constant speed, we can find the time it takes for her to reach the water from Equation 2.1. We can then use Equation 2.1 to determine the total distance traveled by the dog in this time.</w:t>
      </w:r>
    </w:p>
    <w:p w:rsidR="009E4F1C" w:rsidRDefault="009E4F1C" w:rsidP="009E4F1C"/>
    <w:p w:rsidR="009E4F1C" w:rsidRDefault="009E4F1C" w:rsidP="009E4F1C">
      <w:r>
        <w:tab/>
      </w:r>
      <w:r>
        <w:rPr>
          <w:b/>
          <w:i/>
        </w:rPr>
        <w:t>SOLUTION</w:t>
      </w:r>
      <w:r>
        <w:t xml:space="preserve">   The time required for the woman to reach the water is</w:t>
      </w:r>
    </w:p>
    <w:p w:rsidR="009E4F1C" w:rsidRDefault="009E4F1C" w:rsidP="009E4F1C"/>
    <w:p w:rsidR="009E4F1C" w:rsidRDefault="009E4F1C" w:rsidP="009E4F1C">
      <w:pPr>
        <w:pStyle w:val="eq"/>
      </w:pPr>
      <w:r w:rsidRPr="0085363C">
        <w:rPr>
          <w:position w:val="-32"/>
        </w:rPr>
        <w:object w:dxaOrig="5360" w:dyaOrig="720">
          <v:shape id="_x0000_i1407" type="#_x0000_t75" style="width:267.5pt;height:36pt" o:ole="">
            <v:imagedata r:id="rId745" o:title=""/>
          </v:shape>
          <o:OLEObject Type="Embed" ProgID="Equation.DSMT4" ShapeID="_x0000_i1407" DrawAspect="Content" ObjectID="_1377284533" r:id="rId746"/>
        </w:object>
      </w:r>
    </w:p>
    <w:p w:rsidR="009E4F1C" w:rsidRDefault="009E4F1C" w:rsidP="009E4F1C"/>
    <w:p w:rsidR="009E4F1C" w:rsidRDefault="009E4F1C" w:rsidP="009E4F1C">
      <w:r>
        <w:tab/>
        <w:t xml:space="preserve">In 1600 s, the dog travels a total distance of </w:t>
      </w:r>
    </w:p>
    <w:p w:rsidR="009E4F1C" w:rsidRDefault="009E4F1C" w:rsidP="009E4F1C"/>
    <w:p w:rsidR="009E4F1C" w:rsidRDefault="009E4F1C" w:rsidP="009E4F1C">
      <w:pPr>
        <w:pStyle w:val="eq"/>
      </w:pPr>
      <w:r w:rsidRPr="0085363C">
        <w:rPr>
          <w:position w:val="-18"/>
        </w:rPr>
        <w:object w:dxaOrig="4640" w:dyaOrig="520">
          <v:shape id="_x0000_i1408" type="#_x0000_t75" style="width:232pt;height:26.5pt" o:ole="">
            <v:imagedata r:id="rId747" o:title=""/>
          </v:shape>
          <o:OLEObject Type="Embed" ProgID="Equation.DSMT4" ShapeID="_x0000_i1408" DrawAspect="Content" ObjectID="_1377284534" r:id="rId748"/>
        </w:object>
      </w:r>
    </w:p>
    <w:p w:rsidR="009E4F1C" w:rsidRDefault="009E4F1C" w:rsidP="009E4F1C">
      <w:pPr>
        <w:spacing w:line="240" w:lineRule="atLeast"/>
      </w:pPr>
      <w:r>
        <w:lastRenderedPageBreak/>
        <w:t>______________________________________________________________________________</w:t>
      </w:r>
    </w:p>
    <w:p w:rsidR="009E4F1C" w:rsidRDefault="009E4F1C" w:rsidP="009E4F1C"/>
    <w:p w:rsidR="00592EAA" w:rsidRDefault="00592EAA" w:rsidP="00592EAA">
      <w:pPr>
        <w:pStyle w:val="SM6e"/>
      </w:pPr>
      <w:r>
        <w:t>82.</w:t>
      </w:r>
      <w:r>
        <w:tab/>
      </w:r>
      <w:r>
        <w:rPr>
          <w:b/>
          <w:i/>
        </w:rPr>
        <w:t>REASONING</w:t>
      </w:r>
      <w:r>
        <w:t xml:space="preserve">  When the second-place cyclist catches the leader, the displacement </w:t>
      </w:r>
      <w:r>
        <w:rPr>
          <w:i/>
        </w:rPr>
        <w:t>x</w:t>
      </w:r>
      <w:r w:rsidRPr="00685871">
        <w:rPr>
          <w:position w:val="-8"/>
          <w:sz w:val="18"/>
        </w:rPr>
        <w:t>2nd</w:t>
      </w:r>
      <w:r>
        <w:t xml:space="preserve"> of the second-place cyclist is 10.0 m greater than the displacement </w:t>
      </w:r>
      <w:r>
        <w:rPr>
          <w:i/>
        </w:rPr>
        <w:t>x</w:t>
      </w:r>
      <w:r>
        <w:rPr>
          <w:position w:val="-8"/>
          <w:sz w:val="20"/>
        </w:rPr>
        <w:t>leader</w:t>
      </w:r>
      <w:r>
        <w:t xml:space="preserve"> of the leader, so </w:t>
      </w:r>
      <w:r>
        <w:br/>
      </w:r>
      <w:r>
        <w:rPr>
          <w:i/>
        </w:rPr>
        <w:t>x</w:t>
      </w:r>
      <w:r w:rsidRPr="00685871">
        <w:rPr>
          <w:position w:val="-8"/>
          <w:sz w:val="18"/>
        </w:rPr>
        <w:t>2nd</w:t>
      </w:r>
      <w:r>
        <w:t xml:space="preserve"> = </w:t>
      </w:r>
      <w:r>
        <w:rPr>
          <w:i/>
        </w:rPr>
        <w:t>x</w:t>
      </w:r>
      <w:r w:rsidRPr="00685871">
        <w:rPr>
          <w:position w:val="-8"/>
          <w:sz w:val="18"/>
        </w:rPr>
        <w:t>leader</w:t>
      </w:r>
      <w:r>
        <w:t xml:space="preserve"> + 10.0 m. The initial velocity and acceleration of the second-place cyclist are known (</w:t>
      </w:r>
      <w:r>
        <w:rPr>
          <w:i/>
        </w:rPr>
        <w:t>v</w:t>
      </w:r>
      <w:r w:rsidRPr="00685871">
        <w:rPr>
          <w:position w:val="-8"/>
          <w:sz w:val="18"/>
        </w:rPr>
        <w:t>0</w:t>
      </w:r>
      <w:r>
        <w:t xml:space="preserve"> = +9.50 m/s, </w:t>
      </w:r>
      <w:r>
        <w:rPr>
          <w:i/>
        </w:rPr>
        <w:t>a</w:t>
      </w:r>
      <w:r>
        <w:t xml:space="preserve"> = +1.20 m/s</w:t>
      </w:r>
      <w:r w:rsidRPr="00685871">
        <w:rPr>
          <w:position w:val="10"/>
          <w:sz w:val="18"/>
        </w:rPr>
        <w:t>2</w:t>
      </w:r>
      <w:r>
        <w:t>), as well as those of the leader (</w:t>
      </w:r>
      <w:r>
        <w:rPr>
          <w:i/>
        </w:rPr>
        <w:t>v</w:t>
      </w:r>
      <w:r w:rsidRPr="00685871">
        <w:rPr>
          <w:position w:val="-8"/>
          <w:sz w:val="18"/>
        </w:rPr>
        <w:t>0</w:t>
      </w:r>
      <w:r>
        <w:t xml:space="preserve"> = +11.10 m/s, </w:t>
      </w:r>
      <w:r>
        <w:rPr>
          <w:i/>
        </w:rPr>
        <w:t>a</w:t>
      </w:r>
      <w:r>
        <w:t> = 0.00 m/s</w:t>
      </w:r>
      <w:r w:rsidRPr="00685871">
        <w:rPr>
          <w:position w:val="10"/>
          <w:sz w:val="18"/>
        </w:rPr>
        <w:t>2</w:t>
      </w:r>
      <w:r>
        <w:t xml:space="preserve">). Note that the leader has zero acceleration, since his velocity is constant. Equation 2.8 may be used to provide a relationship between these variables and the displacement </w:t>
      </w:r>
      <w:r>
        <w:rPr>
          <w:i/>
        </w:rPr>
        <w:t>x</w:t>
      </w:r>
      <w:r>
        <w:t>.</w:t>
      </w:r>
      <w:r w:rsidRPr="00CE0C36">
        <w:t xml:space="preserve"> </w:t>
      </w:r>
    </w:p>
    <w:p w:rsidR="00592EAA" w:rsidRDefault="00592EAA" w:rsidP="00592EAA"/>
    <w:p w:rsidR="00592EAA" w:rsidRDefault="00592EAA" w:rsidP="00592EAA">
      <w:pPr>
        <w:pStyle w:val="SM6e"/>
      </w:pPr>
      <w:r>
        <w:tab/>
      </w:r>
      <w:r>
        <w:rPr>
          <w:b/>
          <w:i/>
        </w:rPr>
        <w:t>SOLUTION</w:t>
      </w:r>
      <w:r>
        <w:t xml:space="preserve">  Substituting Equation 2.8 into each side of the relation </w:t>
      </w:r>
      <w:r>
        <w:rPr>
          <w:i/>
        </w:rPr>
        <w:t>x</w:t>
      </w:r>
      <w:r w:rsidRPr="00685871">
        <w:rPr>
          <w:position w:val="-8"/>
          <w:sz w:val="18"/>
        </w:rPr>
        <w:t>2nd</w:t>
      </w:r>
      <w:r>
        <w:t xml:space="preserve"> = </w:t>
      </w:r>
      <w:r>
        <w:rPr>
          <w:i/>
        </w:rPr>
        <w:t>x</w:t>
      </w:r>
      <w:r w:rsidRPr="00685871">
        <w:rPr>
          <w:position w:val="-8"/>
          <w:sz w:val="18"/>
        </w:rPr>
        <w:t>leader</w:t>
      </w:r>
      <w:r>
        <w:t xml:space="preserve"> + 10.0 m, we have that</w:t>
      </w:r>
    </w:p>
    <w:p w:rsidR="00592EAA" w:rsidRDefault="00592EAA" w:rsidP="00592EAA">
      <w:pPr>
        <w:jc w:val="center"/>
      </w:pPr>
      <w:r w:rsidRPr="00685871">
        <w:rPr>
          <w:position w:val="-50"/>
        </w:rPr>
        <w:object w:dxaOrig="7260" w:dyaOrig="1480">
          <v:shape id="_x0000_i1409" type="#_x0000_t75" style="width:363pt;height:74pt" o:ole="" fillcolor="window">
            <v:imagedata r:id="rId749" o:title=""/>
          </v:shape>
          <o:OLEObject Type="Embed" ProgID="Equation.DSMT4" ShapeID="_x0000_i1409" DrawAspect="Content" ObjectID="_1377284535" r:id="rId750"/>
        </w:object>
      </w:r>
    </w:p>
    <w:p w:rsidR="00592EAA" w:rsidRDefault="00592EAA" w:rsidP="00592EAA"/>
    <w:p w:rsidR="00592EAA" w:rsidRDefault="00592EAA" w:rsidP="00592EAA">
      <w:pPr>
        <w:pStyle w:val="SM6e"/>
        <w:ind w:firstLine="0"/>
      </w:pPr>
      <w:r>
        <w:t>Rearranging the terms of this equation so it is in quadratic form, we have</w:t>
      </w:r>
    </w:p>
    <w:p w:rsidR="00592EAA" w:rsidRDefault="00592EAA" w:rsidP="00592EAA">
      <w:pPr>
        <w:pStyle w:val="SM6e"/>
      </w:pPr>
    </w:p>
    <w:p w:rsidR="00592EAA" w:rsidRDefault="00592EAA" w:rsidP="00592EAA">
      <w:pPr>
        <w:pStyle w:val="eq"/>
      </w:pPr>
      <w:r w:rsidRPr="00685871">
        <w:rPr>
          <w:position w:val="-18"/>
        </w:rPr>
        <w:object w:dxaOrig="4280" w:dyaOrig="480">
          <v:shape id="_x0000_i1410" type="#_x0000_t75" style="width:214pt;height:24pt" o:ole="" fillcolor="window">
            <v:imagedata r:id="rId751" o:title=""/>
          </v:shape>
          <o:OLEObject Type="Embed" ProgID="Equation.DSMT4" ShapeID="_x0000_i1410" DrawAspect="Content" ObjectID="_1377284536" r:id="rId752"/>
        </w:object>
      </w:r>
    </w:p>
    <w:p w:rsidR="00592EAA" w:rsidRDefault="00592EAA" w:rsidP="00592EAA">
      <w:r>
        <w:tab/>
      </w:r>
    </w:p>
    <w:p w:rsidR="00592EAA" w:rsidRDefault="00592EAA" w:rsidP="00592EAA">
      <w:pPr>
        <w:pStyle w:val="SM6e"/>
        <w:ind w:firstLine="0"/>
      </w:pPr>
      <w:r>
        <w:t xml:space="preserve">This equation can be solved using the quadratic formula, with the result </w:t>
      </w:r>
      <w:proofErr w:type="gramStart"/>
      <w:r>
        <w:t xml:space="preserve">that </w:t>
      </w:r>
      <w:proofErr w:type="gramEnd"/>
      <w:r w:rsidRPr="00815DCB">
        <w:rPr>
          <w:position w:val="-16"/>
        </w:rPr>
        <w:object w:dxaOrig="1040" w:dyaOrig="440">
          <v:shape id="_x0000_i1411" type="#_x0000_t75" style="width:51.5pt;height:22pt" o:ole="" fillcolor="window">
            <v:imagedata r:id="rId753" o:title=""/>
          </v:shape>
          <o:OLEObject Type="Embed" ProgID="Equation.DSMT4" ShapeID="_x0000_i1411" DrawAspect="Content" ObjectID="_1377284537" r:id="rId754"/>
        </w:object>
      </w:r>
      <w:r>
        <w:t>.</w:t>
      </w:r>
    </w:p>
    <w:p w:rsidR="00592EAA" w:rsidRDefault="00592EAA" w:rsidP="00592EAA">
      <w:pPr>
        <w:ind w:hanging="15"/>
      </w:pPr>
      <w:r>
        <w:t>__________________________________________________________________________</w:t>
      </w:r>
    </w:p>
    <w:p w:rsidR="00592EAA" w:rsidRDefault="00592EAA" w:rsidP="00592EAA"/>
    <w:p w:rsidR="00C10ADA" w:rsidRDefault="00C10ADA" w:rsidP="00C10ADA">
      <w:r>
        <w:t>83.</w:t>
      </w:r>
      <w:r>
        <w:tab/>
      </w:r>
      <w:r>
        <w:rPr>
          <w:b/>
          <w:i/>
        </w:rPr>
        <w:t>REASONING</w:t>
      </w:r>
      <w:r>
        <w:t xml:space="preserve">  The time </w:t>
      </w:r>
      <w:r>
        <w:rPr>
          <w:i/>
        </w:rPr>
        <w:t>t</w:t>
      </w:r>
      <w:r>
        <w:rPr>
          <w:rStyle w:val="Sub-12"/>
        </w:rPr>
        <w:t>trip</w:t>
      </w:r>
      <w:r>
        <w:t xml:space="preserve"> to make the entire trip is equal to the time </w:t>
      </w:r>
      <w:r>
        <w:rPr>
          <w:i/>
        </w:rPr>
        <w:t>t</w:t>
      </w:r>
      <w:r>
        <w:rPr>
          <w:rStyle w:val="Sub-12"/>
        </w:rPr>
        <w:t>cart</w:t>
      </w:r>
      <w:r>
        <w:t xml:space="preserve"> that the golfer rides in the golf cart plus the time </w:t>
      </w:r>
      <w:r>
        <w:rPr>
          <w:i/>
        </w:rPr>
        <w:t>t</w:t>
      </w:r>
      <w:r>
        <w:rPr>
          <w:rStyle w:val="Sub-12"/>
        </w:rPr>
        <w:t>walk</w:t>
      </w:r>
      <w:r>
        <w:t xml:space="preserve"> that she walks; </w:t>
      </w:r>
      <w:r>
        <w:rPr>
          <w:i/>
        </w:rPr>
        <w:t>t</w:t>
      </w:r>
      <w:r>
        <w:rPr>
          <w:rStyle w:val="Sub-12"/>
        </w:rPr>
        <w:t>trip</w:t>
      </w:r>
      <w:r>
        <w:t xml:space="preserve"> = </w:t>
      </w:r>
      <w:r>
        <w:rPr>
          <w:i/>
        </w:rPr>
        <w:t>t</w:t>
      </w:r>
      <w:r>
        <w:rPr>
          <w:rStyle w:val="Sub-12"/>
        </w:rPr>
        <w:t>cart</w:t>
      </w:r>
      <w:r>
        <w:t xml:space="preserve"> + </w:t>
      </w:r>
      <w:r>
        <w:rPr>
          <w:i/>
        </w:rPr>
        <w:t>t</w:t>
      </w:r>
      <w:r>
        <w:rPr>
          <w:rStyle w:val="Sub-12"/>
        </w:rPr>
        <w:t>walk</w:t>
      </w:r>
      <w:r>
        <w:t>. Therefore, the time that she walks is</w:t>
      </w:r>
    </w:p>
    <w:p w:rsidR="00C10ADA" w:rsidRDefault="00C10ADA" w:rsidP="00C10ADA">
      <w:pPr>
        <w:jc w:val="right"/>
      </w:pPr>
      <w:proofErr w:type="gramStart"/>
      <w:r>
        <w:rPr>
          <w:i/>
        </w:rPr>
        <w:t>t</w:t>
      </w:r>
      <w:r>
        <w:rPr>
          <w:rStyle w:val="Sub-12"/>
        </w:rPr>
        <w:t>walk</w:t>
      </w:r>
      <w:proofErr w:type="gramEnd"/>
      <w:r>
        <w:t xml:space="preserve"> =</w:t>
      </w:r>
      <w:r>
        <w:rPr>
          <w:i/>
        </w:rPr>
        <w:t xml:space="preserve"> </w:t>
      </w:r>
      <w:r>
        <w:t xml:space="preserve"> </w:t>
      </w:r>
      <w:r>
        <w:rPr>
          <w:rStyle w:val="Sub-12"/>
        </w:rPr>
        <w:t xml:space="preserve"> </w:t>
      </w:r>
      <w:r>
        <w:rPr>
          <w:i/>
        </w:rPr>
        <w:t>t</w:t>
      </w:r>
      <w:r>
        <w:rPr>
          <w:rStyle w:val="Sub-12"/>
        </w:rPr>
        <w:t>trip</w:t>
      </w:r>
      <w:r>
        <w:t xml:space="preserve"> </w:t>
      </w:r>
      <w:r>
        <w:sym w:font="Symbol" w:char="F02D"/>
      </w:r>
      <w:r>
        <w:t xml:space="preserve"> </w:t>
      </w:r>
      <w:r>
        <w:rPr>
          <w:rStyle w:val="Sub-12"/>
        </w:rPr>
        <w:t xml:space="preserve"> </w:t>
      </w:r>
      <w:r>
        <w:rPr>
          <w:i/>
        </w:rPr>
        <w:t>t</w:t>
      </w:r>
      <w:r>
        <w:rPr>
          <w:rStyle w:val="Sub-12"/>
        </w:rPr>
        <w:t xml:space="preserve">cart                                                                            </w:t>
      </w:r>
      <w:r>
        <w:t xml:space="preserve"> (1)</w:t>
      </w:r>
    </w:p>
    <w:p w:rsidR="00C10ADA" w:rsidRDefault="00C10ADA" w:rsidP="00C10ADA">
      <w:pPr>
        <w:jc w:val="right"/>
      </w:pPr>
    </w:p>
    <w:p w:rsidR="00C10ADA" w:rsidRPr="008A6765" w:rsidRDefault="00C10ADA" w:rsidP="00C10ADA">
      <w:r>
        <w:tab/>
        <w:t xml:space="preserve">The average speed </w:t>
      </w:r>
      <w:r w:rsidRPr="008A6765">
        <w:rPr>
          <w:position w:val="-18"/>
        </w:rPr>
        <w:object w:dxaOrig="440" w:dyaOrig="420">
          <v:shape id="_x0000_i1412" type="#_x0000_t75" style="width:21.5pt;height:21pt" o:ole="">
            <v:imagedata r:id="rId755" o:title=""/>
          </v:shape>
          <o:OLEObject Type="Embed" ProgID="Equation.DSMT4" ShapeID="_x0000_i1412" DrawAspect="Content" ObjectID="_1377284538" r:id="rId756"/>
        </w:object>
      </w:r>
      <w:r>
        <w:t xml:space="preserve"> for the entire trip is equal to the total distance, </w:t>
      </w:r>
      <w:r>
        <w:rPr>
          <w:i/>
        </w:rPr>
        <w:t>x</w:t>
      </w:r>
      <w:r>
        <w:rPr>
          <w:rStyle w:val="Sub-12"/>
        </w:rPr>
        <w:t>cart</w:t>
      </w:r>
      <w:r>
        <w:t xml:space="preserve"> + </w:t>
      </w:r>
      <w:r>
        <w:rPr>
          <w:i/>
        </w:rPr>
        <w:t>x</w:t>
      </w:r>
      <w:r>
        <w:rPr>
          <w:rStyle w:val="Sub-12"/>
        </w:rPr>
        <w:t>walk</w:t>
      </w:r>
      <w:r>
        <w:t xml:space="preserve">, she travels divided by the time to make the entire trip (see Equation 2.1); </w:t>
      </w:r>
    </w:p>
    <w:p w:rsidR="00C10ADA" w:rsidRDefault="00C10ADA" w:rsidP="00C10ADA">
      <w:pPr>
        <w:ind w:left="0" w:firstLine="0"/>
        <w:jc w:val="left"/>
      </w:pPr>
    </w:p>
    <w:p w:rsidR="00C10ADA" w:rsidRDefault="00C10ADA" w:rsidP="00C10ADA">
      <w:pPr>
        <w:ind w:left="0" w:firstLine="0"/>
        <w:jc w:val="center"/>
      </w:pPr>
      <w:r w:rsidRPr="007A6783">
        <w:rPr>
          <w:position w:val="-36"/>
        </w:rPr>
        <w:object w:dxaOrig="1860" w:dyaOrig="760">
          <v:shape id="_x0000_i1413" type="#_x0000_t75" style="width:93pt;height:38.5pt" o:ole="">
            <v:imagedata r:id="rId757" o:title=""/>
          </v:shape>
          <o:OLEObject Type="Embed" ProgID="Equation.DSMT4" ShapeID="_x0000_i1413" DrawAspect="Content" ObjectID="_1377284539" r:id="rId758"/>
        </w:object>
      </w:r>
    </w:p>
    <w:p w:rsidR="00C10ADA" w:rsidRDefault="00C10ADA" w:rsidP="00C10ADA">
      <w:pPr>
        <w:ind w:left="0" w:firstLine="0"/>
        <w:jc w:val="center"/>
      </w:pPr>
    </w:p>
    <w:p w:rsidR="00C10ADA" w:rsidRDefault="00C10ADA" w:rsidP="00C10ADA">
      <w:pPr>
        <w:jc w:val="left"/>
      </w:pPr>
      <w:r>
        <w:tab/>
        <w:t xml:space="preserve">Solving this equation for </w:t>
      </w:r>
      <w:r>
        <w:rPr>
          <w:i/>
        </w:rPr>
        <w:t>t</w:t>
      </w:r>
      <w:r>
        <w:rPr>
          <w:rStyle w:val="Sub-12"/>
        </w:rPr>
        <w:t>trip</w:t>
      </w:r>
      <w:r>
        <w:t xml:space="preserve"> and substituting the resulting expression into Equation 1 yields </w:t>
      </w:r>
    </w:p>
    <w:p w:rsidR="00C10ADA" w:rsidRDefault="00C10ADA" w:rsidP="00C10ADA">
      <w:pPr>
        <w:jc w:val="left"/>
      </w:pPr>
    </w:p>
    <w:p w:rsidR="00C10ADA" w:rsidRDefault="00C10ADA" w:rsidP="00C10ADA">
      <w:pPr>
        <w:jc w:val="right"/>
      </w:pPr>
      <w:r w:rsidRPr="007A6783">
        <w:rPr>
          <w:position w:val="-36"/>
        </w:rPr>
        <w:object w:dxaOrig="2640" w:dyaOrig="760">
          <v:shape id="_x0000_i1414" type="#_x0000_t75" style="width:132pt;height:38.5pt" o:ole="">
            <v:imagedata r:id="rId759" o:title=""/>
          </v:shape>
          <o:OLEObject Type="Embed" ProgID="Equation.DSMT4" ShapeID="_x0000_i1414" DrawAspect="Content" ObjectID="_1377284540" r:id="rId760"/>
        </w:object>
      </w:r>
      <w:r>
        <w:t xml:space="preserve">                                                  (2)</w:t>
      </w:r>
    </w:p>
    <w:p w:rsidR="00C10ADA" w:rsidRDefault="00C10ADA" w:rsidP="00C10ADA">
      <w:pPr>
        <w:jc w:val="right"/>
      </w:pPr>
    </w:p>
    <w:p w:rsidR="00C10ADA" w:rsidRDefault="00C10ADA" w:rsidP="00C10ADA">
      <w:pPr>
        <w:jc w:val="left"/>
      </w:pPr>
      <w:r>
        <w:tab/>
        <w:t xml:space="preserve">The distance traveled by the cart </w:t>
      </w:r>
      <w:proofErr w:type="gramStart"/>
      <w:r>
        <w:t xml:space="preserve">is </w:t>
      </w:r>
      <w:proofErr w:type="gramEnd"/>
      <w:r w:rsidRPr="007A6783">
        <w:rPr>
          <w:position w:val="-14"/>
        </w:rPr>
        <w:object w:dxaOrig="1440" w:dyaOrig="380">
          <v:shape id="_x0000_i1415" type="#_x0000_t75" style="width:1in;height:18pt" o:ole="">
            <v:imagedata r:id="rId761" o:title=""/>
          </v:shape>
          <o:OLEObject Type="Embed" ProgID="Equation.DSMT4" ShapeID="_x0000_i1415" DrawAspect="Content" ObjectID="_1377284541" r:id="rId762"/>
        </w:object>
      </w:r>
      <w:r>
        <w:t xml:space="preserve">, and the distance walked by the golfer is </w:t>
      </w:r>
      <w:r w:rsidRPr="007A6783">
        <w:rPr>
          <w:position w:val="-14"/>
        </w:rPr>
        <w:object w:dxaOrig="1700" w:dyaOrig="380">
          <v:shape id="_x0000_i1416" type="#_x0000_t75" style="width:86pt;height:18pt" o:ole="">
            <v:imagedata r:id="rId763" o:title=""/>
          </v:shape>
          <o:OLEObject Type="Embed" ProgID="Equation.DSMT4" ShapeID="_x0000_i1416" DrawAspect="Content" ObjectID="_1377284542" r:id="rId764"/>
        </w:object>
      </w:r>
      <w:r>
        <w:t xml:space="preserve">. Substituting these expressions for </w:t>
      </w:r>
      <w:r>
        <w:rPr>
          <w:i/>
        </w:rPr>
        <w:t>x</w:t>
      </w:r>
      <w:r>
        <w:rPr>
          <w:rStyle w:val="Sub-12"/>
        </w:rPr>
        <w:t>cart</w:t>
      </w:r>
      <w:r>
        <w:t xml:space="preserve"> and </w:t>
      </w:r>
      <w:r>
        <w:rPr>
          <w:i/>
        </w:rPr>
        <w:t>x</w:t>
      </w:r>
      <w:r>
        <w:rPr>
          <w:rStyle w:val="Sub-12"/>
        </w:rPr>
        <w:t>walk</w:t>
      </w:r>
      <w:r>
        <w:t xml:space="preserve"> into Equation 2 gives</w:t>
      </w:r>
    </w:p>
    <w:p w:rsidR="00C10ADA" w:rsidRDefault="00C10ADA" w:rsidP="00C10ADA">
      <w:pPr>
        <w:jc w:val="left"/>
      </w:pPr>
    </w:p>
    <w:p w:rsidR="00C10ADA" w:rsidRDefault="00C10ADA" w:rsidP="00C10ADA">
      <w:pPr>
        <w:jc w:val="center"/>
      </w:pPr>
      <w:r w:rsidRPr="007A6783">
        <w:rPr>
          <w:position w:val="-36"/>
        </w:rPr>
        <w:object w:dxaOrig="3400" w:dyaOrig="760">
          <v:shape id="_x0000_i1417" type="#_x0000_t75" style="width:169pt;height:38.5pt" o:ole="">
            <v:imagedata r:id="rId765" o:title=""/>
          </v:shape>
          <o:OLEObject Type="Embed" ProgID="Equation.DSMT4" ShapeID="_x0000_i1417" DrawAspect="Content" ObjectID="_1377284543" r:id="rId766"/>
        </w:object>
      </w:r>
    </w:p>
    <w:p w:rsidR="00C10ADA" w:rsidRDefault="00C10ADA" w:rsidP="00C10ADA">
      <w:pPr>
        <w:jc w:val="center"/>
      </w:pPr>
    </w:p>
    <w:p w:rsidR="00C10ADA" w:rsidRDefault="00C10ADA" w:rsidP="00C10ADA">
      <w:pPr>
        <w:jc w:val="left"/>
      </w:pPr>
      <w:r>
        <w:tab/>
        <w:t xml:space="preserve">The unknown variable </w:t>
      </w:r>
      <w:r>
        <w:rPr>
          <w:i/>
        </w:rPr>
        <w:t>t</w:t>
      </w:r>
      <w:r>
        <w:rPr>
          <w:rStyle w:val="Sub-12"/>
        </w:rPr>
        <w:t>walk</w:t>
      </w:r>
      <w:r>
        <w:t xml:space="preserve"> appears on both sides of this equation. Algebraically solving for this variable gives</w:t>
      </w:r>
    </w:p>
    <w:p w:rsidR="00C10ADA" w:rsidRDefault="00C10ADA" w:rsidP="00C10ADA">
      <w:pPr>
        <w:jc w:val="center"/>
      </w:pPr>
      <w:r w:rsidRPr="007A6783">
        <w:rPr>
          <w:position w:val="-36"/>
        </w:rPr>
        <w:object w:dxaOrig="2520" w:dyaOrig="800">
          <v:shape id="_x0000_i1418" type="#_x0000_t75" style="width:126pt;height:39.5pt" o:ole="">
            <v:imagedata r:id="rId767" o:title=""/>
          </v:shape>
          <o:OLEObject Type="Embed" ProgID="Equation.DSMT4" ShapeID="_x0000_i1418" DrawAspect="Content" ObjectID="_1377284544" r:id="rId768"/>
        </w:object>
      </w:r>
    </w:p>
    <w:p w:rsidR="00C10ADA" w:rsidRDefault="00C10ADA" w:rsidP="00C10ADA">
      <w:pPr>
        <w:jc w:val="center"/>
      </w:pPr>
    </w:p>
    <w:p w:rsidR="00C10ADA" w:rsidRDefault="00C10ADA" w:rsidP="00C10ADA">
      <w:pPr>
        <w:jc w:val="left"/>
      </w:pPr>
      <w:r>
        <w:tab/>
      </w:r>
      <w:r>
        <w:rPr>
          <w:b/>
          <w:i/>
        </w:rPr>
        <w:t>SOLUTION</w:t>
      </w:r>
      <w:r>
        <w:t xml:space="preserve">  The time that the golfer spends walking is</w:t>
      </w:r>
    </w:p>
    <w:p w:rsidR="00C10ADA" w:rsidRDefault="00C10ADA" w:rsidP="00C10ADA">
      <w:pPr>
        <w:jc w:val="left"/>
      </w:pPr>
    </w:p>
    <w:p w:rsidR="00C10ADA" w:rsidRPr="00563B9B" w:rsidRDefault="00C10ADA" w:rsidP="00C10ADA">
      <w:pPr>
        <w:jc w:val="center"/>
      </w:pPr>
    </w:p>
    <w:p w:rsidR="00C10ADA" w:rsidRDefault="00C10ADA" w:rsidP="00C10ADA">
      <w:pPr>
        <w:jc w:val="center"/>
      </w:pPr>
      <w:r w:rsidRPr="007A6783">
        <w:rPr>
          <w:position w:val="-36"/>
        </w:rPr>
        <w:object w:dxaOrig="7699" w:dyaOrig="800">
          <v:shape id="_x0000_i1419" type="#_x0000_t75" style="width:384.5pt;height:39.5pt" o:ole="">
            <v:imagedata r:id="rId769" o:title=""/>
          </v:shape>
          <o:OLEObject Type="Embed" ProgID="Equation.DSMT4" ShapeID="_x0000_i1419" DrawAspect="Content" ObjectID="_1377284545" r:id="rId770"/>
        </w:object>
      </w:r>
    </w:p>
    <w:p w:rsidR="00C10ADA" w:rsidRPr="007A6783" w:rsidRDefault="00C10ADA" w:rsidP="00C10ADA">
      <w:pPr>
        <w:jc w:val="left"/>
      </w:pPr>
      <w:r>
        <w:t>______________________________________________________________________________</w:t>
      </w:r>
    </w:p>
    <w:p w:rsidR="00C10ADA" w:rsidRDefault="00C10ADA" w:rsidP="00C10ADA">
      <w:pPr>
        <w:pStyle w:val="SM6e"/>
      </w:pPr>
    </w:p>
    <w:p w:rsidR="00381BF7" w:rsidRDefault="00381BF7" w:rsidP="00381BF7">
      <w:pPr>
        <w:pStyle w:val="SM6e"/>
      </w:pPr>
      <w:r>
        <w:t>84.</w:t>
      </w:r>
      <w:r>
        <w:tab/>
      </w:r>
      <w:r>
        <w:rPr>
          <w:b/>
          <w:i/>
        </w:rPr>
        <w:t>REASONING</w:t>
      </w:r>
      <w:r>
        <w:t xml:space="preserve">  The definition of average velocity is given by Equation 2.2 as the displacement divided by the elapsed time.  When the velocity is constant, as it is for car A, the average velocity is the same as the constant velocity.  We note that, since both displacement and time are the same for each car, this equation gives the same value for car B’s average velocity and car A’s constant velocity.</w:t>
      </w:r>
    </w:p>
    <w:p w:rsidR="00381BF7" w:rsidRDefault="00381BF7" w:rsidP="00381BF7">
      <w:pPr>
        <w:pStyle w:val="SM6e"/>
      </w:pPr>
    </w:p>
    <w:p w:rsidR="00381BF7" w:rsidRDefault="00381BF7" w:rsidP="00381BF7">
      <w:pPr>
        <w:pStyle w:val="SM6e"/>
      </w:pPr>
      <w:r>
        <w:tab/>
        <w:t xml:space="preserve">Since the acceleration of car B is constant, we know that its average velocity is given by Equation 2.6 </w:t>
      </w:r>
      <w:proofErr w:type="gramStart"/>
      <w:r>
        <w:t xml:space="preserve">as </w:t>
      </w:r>
      <w:proofErr w:type="gramEnd"/>
      <w:r w:rsidRPr="0085363C">
        <w:rPr>
          <w:position w:val="-16"/>
        </w:rPr>
        <w:object w:dxaOrig="1700" w:dyaOrig="440">
          <v:shape id="_x0000_i1420" type="#_x0000_t75" style="width:84.5pt;height:21.5pt" o:ole="">
            <v:imagedata r:id="rId771" o:title=""/>
          </v:shape>
          <o:OLEObject Type="Embed" ProgID="Equation.DSMT4" ShapeID="_x0000_i1420" DrawAspect="Content" ObjectID="_1377284546" r:id="rId772"/>
        </w:object>
      </w:r>
      <w:r>
        <w:t xml:space="preserve">, where </w:t>
      </w:r>
      <w:r w:rsidRPr="008E0C47">
        <w:rPr>
          <w:i/>
        </w:rPr>
        <w:t>v</w:t>
      </w:r>
      <w:r w:rsidRPr="004B7D66">
        <w:rPr>
          <w:position w:val="-8"/>
          <w:sz w:val="18"/>
          <w:szCs w:val="18"/>
        </w:rPr>
        <w:t>B</w:t>
      </w:r>
      <w:r>
        <w:t xml:space="preserve"> is the final velocity and </w:t>
      </w:r>
      <w:r w:rsidRPr="008E0C47">
        <w:rPr>
          <w:i/>
        </w:rPr>
        <w:t>v</w:t>
      </w:r>
      <w:r w:rsidRPr="004B7D66">
        <w:rPr>
          <w:position w:val="-8"/>
          <w:sz w:val="18"/>
          <w:szCs w:val="18"/>
        </w:rPr>
        <w:t>B0</w:t>
      </w:r>
      <w:r>
        <w:t> = 0 m/s is the initial velocity (car B starts from rest).  Thus, we can use Equation 2.6 to find the final velocity.</w:t>
      </w:r>
    </w:p>
    <w:p w:rsidR="00381BF7" w:rsidRDefault="00381BF7" w:rsidP="00381BF7">
      <w:pPr>
        <w:pStyle w:val="SM6e"/>
      </w:pPr>
    </w:p>
    <w:p w:rsidR="00381BF7" w:rsidRDefault="00381BF7" w:rsidP="00381BF7">
      <w:pPr>
        <w:pStyle w:val="SM6e"/>
        <w:ind w:firstLine="0"/>
      </w:pPr>
      <w:r>
        <w:t>Car B’s constant acceleration can be calculated from Equation 2.4 (</w:t>
      </w:r>
      <w:r w:rsidRPr="008E0C47">
        <w:rPr>
          <w:i/>
        </w:rPr>
        <w:t>v</w:t>
      </w:r>
      <w:r w:rsidRPr="004B7D66">
        <w:rPr>
          <w:position w:val="-8"/>
          <w:sz w:val="18"/>
          <w:szCs w:val="18"/>
        </w:rPr>
        <w:t>B</w:t>
      </w:r>
      <w:r>
        <w:t> = </w:t>
      </w:r>
      <w:r w:rsidRPr="00684E1B">
        <w:rPr>
          <w:i/>
        </w:rPr>
        <w:t>v</w:t>
      </w:r>
      <w:r w:rsidRPr="004B7D66">
        <w:rPr>
          <w:position w:val="-8"/>
          <w:sz w:val="18"/>
          <w:szCs w:val="18"/>
        </w:rPr>
        <w:t>B0</w:t>
      </w:r>
      <w:r>
        <w:t> + </w:t>
      </w:r>
      <w:r w:rsidRPr="00684E1B">
        <w:rPr>
          <w:i/>
        </w:rPr>
        <w:t>a</w:t>
      </w:r>
      <w:r w:rsidRPr="004B7D66">
        <w:rPr>
          <w:position w:val="-8"/>
          <w:sz w:val="18"/>
          <w:szCs w:val="18"/>
        </w:rPr>
        <w:t>B</w:t>
      </w:r>
      <w:r w:rsidRPr="00684E1B">
        <w:rPr>
          <w:i/>
        </w:rPr>
        <w:t>t</w:t>
      </w:r>
      <w:r>
        <w:t>), which is one of the equations of kinematics and gives the acceleration as [</w:t>
      </w:r>
      <w:r w:rsidRPr="00684E1B">
        <w:rPr>
          <w:i/>
        </w:rPr>
        <w:t>a</w:t>
      </w:r>
      <w:r w:rsidRPr="004B7D66">
        <w:rPr>
          <w:position w:val="-8"/>
          <w:sz w:val="18"/>
          <w:szCs w:val="18"/>
        </w:rPr>
        <w:t>B</w:t>
      </w:r>
      <w:r>
        <w:t> = (</w:t>
      </w:r>
      <w:r w:rsidRPr="008E0C47">
        <w:rPr>
          <w:i/>
        </w:rPr>
        <w:t>v</w:t>
      </w:r>
      <w:r w:rsidRPr="004B7D66">
        <w:rPr>
          <w:position w:val="-8"/>
          <w:sz w:val="18"/>
          <w:szCs w:val="18"/>
        </w:rPr>
        <w:t>B</w:t>
      </w:r>
      <w:r>
        <w:t> </w:t>
      </w:r>
      <w:r>
        <w:sym w:font="MT Symbol" w:char="F02D"/>
      </w:r>
      <w:r>
        <w:t> </w:t>
      </w:r>
      <w:r w:rsidRPr="00684E1B">
        <w:rPr>
          <w:i/>
        </w:rPr>
        <w:t>v</w:t>
      </w:r>
      <w:r w:rsidRPr="004B7D66">
        <w:rPr>
          <w:position w:val="-8"/>
          <w:sz w:val="18"/>
          <w:szCs w:val="18"/>
        </w:rPr>
        <w:t>B0</w:t>
      </w:r>
      <w:r>
        <w:t>)/</w:t>
      </w:r>
      <w:r w:rsidRPr="00684E1B">
        <w:rPr>
          <w:i/>
        </w:rPr>
        <w:t>t</w:t>
      </w:r>
      <w:r>
        <w:t xml:space="preserve">].  Since car B starts from rest, we know that </w:t>
      </w:r>
      <w:r>
        <w:rPr>
          <w:i/>
        </w:rPr>
        <w:t>v</w:t>
      </w:r>
      <w:r w:rsidRPr="004B7D66">
        <w:rPr>
          <w:position w:val="-8"/>
          <w:sz w:val="18"/>
          <w:szCs w:val="18"/>
        </w:rPr>
        <w:t>B0</w:t>
      </w:r>
      <w:r>
        <w:t xml:space="preserve"> = 0 m/s.  Furthermore, </w:t>
      </w:r>
      <w:r w:rsidRPr="00684E1B">
        <w:rPr>
          <w:i/>
        </w:rPr>
        <w:t>t</w:t>
      </w:r>
      <w:r>
        <w:t xml:space="preserve"> is given.  Therefore, calculation of the acceleration </w:t>
      </w:r>
      <w:r w:rsidRPr="00684E1B">
        <w:rPr>
          <w:i/>
        </w:rPr>
        <w:t>a</w:t>
      </w:r>
      <w:r w:rsidRPr="004B7D66">
        <w:rPr>
          <w:position w:val="-8"/>
          <w:sz w:val="18"/>
          <w:szCs w:val="18"/>
        </w:rPr>
        <w:t>B</w:t>
      </w:r>
      <w:r>
        <w:t xml:space="preserve"> requires that we use the value calculated for the final velocity </w:t>
      </w:r>
      <w:r>
        <w:rPr>
          <w:i/>
        </w:rPr>
        <w:t>v</w:t>
      </w:r>
      <w:r w:rsidRPr="004B7D66">
        <w:rPr>
          <w:position w:val="-8"/>
          <w:sz w:val="18"/>
          <w:szCs w:val="18"/>
        </w:rPr>
        <w:t>B</w:t>
      </w:r>
      <w:r>
        <w:t xml:space="preserve">.  </w:t>
      </w:r>
    </w:p>
    <w:p w:rsidR="00381BF7" w:rsidRDefault="00381BF7" w:rsidP="00381BF7">
      <w:pPr>
        <w:pStyle w:val="SM6e"/>
      </w:pPr>
    </w:p>
    <w:p w:rsidR="00381BF7" w:rsidRDefault="00381BF7" w:rsidP="00381BF7">
      <w:pPr>
        <w:pStyle w:val="SM6e"/>
        <w:keepNext/>
      </w:pPr>
      <w:r>
        <w:tab/>
      </w:r>
      <w:r>
        <w:rPr>
          <w:b/>
          <w:i/>
        </w:rPr>
        <w:t>SOLUTION</w:t>
      </w:r>
    </w:p>
    <w:p w:rsidR="00381BF7" w:rsidRDefault="00381BF7" w:rsidP="00381BF7">
      <w:pPr>
        <w:pStyle w:val="SM6e"/>
      </w:pPr>
      <w:r>
        <w:tab/>
        <w:t xml:space="preserve">a.  According to Equation 2.2, the velocity of car A is the displacement </w:t>
      </w:r>
      <w:r w:rsidRPr="009B6B0A">
        <w:rPr>
          <w:i/>
        </w:rPr>
        <w:t>L</w:t>
      </w:r>
      <w:r>
        <w:t xml:space="preserve"> divided by the time </w:t>
      </w:r>
      <w:r w:rsidRPr="009B6B0A">
        <w:rPr>
          <w:i/>
        </w:rPr>
        <w:t>t</w:t>
      </w:r>
      <w:r>
        <w:t>.  Thus, we obtain</w:t>
      </w:r>
    </w:p>
    <w:p w:rsidR="00381BF7" w:rsidRDefault="00381BF7" w:rsidP="00381BF7">
      <w:pPr>
        <w:pStyle w:val="MTDisplayEquation"/>
        <w:jc w:val="center"/>
      </w:pPr>
      <w:r w:rsidRPr="0085363C">
        <w:rPr>
          <w:position w:val="-24"/>
        </w:rPr>
        <w:object w:dxaOrig="2720" w:dyaOrig="620">
          <v:shape id="_x0000_i1421" type="#_x0000_t75" style="width:135.5pt;height:30.5pt" o:ole="">
            <v:imagedata r:id="rId773" o:title=""/>
          </v:shape>
          <o:OLEObject Type="Embed" ProgID="Equation.DSMT4" ShapeID="_x0000_i1421" DrawAspect="Content" ObjectID="_1377284547" r:id="rId774"/>
        </w:object>
      </w:r>
    </w:p>
    <w:p w:rsidR="00381BF7" w:rsidRDefault="00381BF7" w:rsidP="00381BF7">
      <w:pPr>
        <w:pStyle w:val="SM6e"/>
        <w:ind w:left="0" w:firstLine="0"/>
      </w:pPr>
    </w:p>
    <w:p w:rsidR="00381BF7" w:rsidRDefault="00381BF7" w:rsidP="00381BF7">
      <w:pPr>
        <w:pStyle w:val="SM6e"/>
        <w:ind w:firstLine="0"/>
      </w:pPr>
      <w:proofErr w:type="gramStart"/>
      <w:r>
        <w:lastRenderedPageBreak/>
        <w:t>b.  The</w:t>
      </w:r>
      <w:proofErr w:type="gramEnd"/>
      <w:r>
        <w:t xml:space="preserve"> average velocity of car B is given by Equation 2.6 as </w:t>
      </w:r>
      <w:r w:rsidRPr="0085363C">
        <w:rPr>
          <w:position w:val="-16"/>
        </w:rPr>
        <w:object w:dxaOrig="1700" w:dyaOrig="440">
          <v:shape id="_x0000_i1422" type="#_x0000_t75" style="width:84.5pt;height:21.5pt" o:ole="">
            <v:imagedata r:id="rId771" o:title=""/>
          </v:shape>
          <o:OLEObject Type="Embed" ProgID="Equation.DSMT4" ShapeID="_x0000_i1422" DrawAspect="Content" ObjectID="_1377284548" r:id="rId775"/>
        </w:object>
      </w:r>
      <w:r>
        <w:t xml:space="preserve">, where </w:t>
      </w:r>
      <w:r w:rsidRPr="008E0C47">
        <w:rPr>
          <w:i/>
        </w:rPr>
        <w:t>v</w:t>
      </w:r>
      <w:r w:rsidRPr="004B7D66">
        <w:rPr>
          <w:position w:val="-8"/>
          <w:sz w:val="18"/>
          <w:szCs w:val="18"/>
        </w:rPr>
        <w:t>B</w:t>
      </w:r>
      <w:r>
        <w:t xml:space="preserve"> is the final velocity and </w:t>
      </w:r>
      <w:r w:rsidRPr="008E0C47">
        <w:rPr>
          <w:i/>
        </w:rPr>
        <w:t>v</w:t>
      </w:r>
      <w:r w:rsidRPr="004B7D66">
        <w:rPr>
          <w:position w:val="-8"/>
          <w:sz w:val="18"/>
          <w:szCs w:val="18"/>
        </w:rPr>
        <w:t>B0</w:t>
      </w:r>
      <w:r>
        <w:t xml:space="preserve"> is the initial velocity.  Solving for the final velocity and using the fact that car B starts from rest (</w:t>
      </w:r>
      <w:r>
        <w:rPr>
          <w:i/>
        </w:rPr>
        <w:t>v</w:t>
      </w:r>
      <w:r w:rsidRPr="004B7D66">
        <w:rPr>
          <w:position w:val="-8"/>
          <w:sz w:val="18"/>
          <w:szCs w:val="18"/>
        </w:rPr>
        <w:t>B0</w:t>
      </w:r>
      <w:r>
        <w:t> = 0 m/s) gives</w:t>
      </w:r>
    </w:p>
    <w:p w:rsidR="00381BF7" w:rsidRDefault="00381BF7" w:rsidP="00381BF7">
      <w:pPr>
        <w:pStyle w:val="SM6e"/>
      </w:pPr>
    </w:p>
    <w:p w:rsidR="00381BF7" w:rsidRDefault="00381BF7" w:rsidP="00381BF7">
      <w:pPr>
        <w:pStyle w:val="MTDisplayEquation"/>
        <w:jc w:val="right"/>
      </w:pPr>
      <w:r w:rsidRPr="0085363C">
        <w:rPr>
          <w:position w:val="-14"/>
        </w:rPr>
        <w:object w:dxaOrig="2060" w:dyaOrig="380">
          <v:shape id="_x0000_i1423" type="#_x0000_t75" style="width:102.5pt;height:18pt" o:ole="">
            <v:imagedata r:id="rId776" o:title=""/>
          </v:shape>
          <o:OLEObject Type="Embed" ProgID="Equation.DSMT4" ShapeID="_x0000_i1423" DrawAspect="Content" ObjectID="_1377284549" r:id="rId777"/>
        </w:object>
      </w:r>
      <w:r>
        <w:t xml:space="preserve">                                                   (1)</w:t>
      </w:r>
    </w:p>
    <w:p w:rsidR="00381BF7" w:rsidRPr="009B6B0A" w:rsidRDefault="00381BF7" w:rsidP="00381BF7">
      <w:pPr>
        <w:pStyle w:val="SM6e"/>
      </w:pPr>
    </w:p>
    <w:p w:rsidR="00381BF7" w:rsidRDefault="00381BF7" w:rsidP="00381BF7">
      <w:pPr>
        <w:pStyle w:val="SM6e"/>
      </w:pPr>
      <w:r>
        <w:tab/>
        <w:t xml:space="preserve">As discussed in the </w:t>
      </w:r>
      <w:r>
        <w:rPr>
          <w:b/>
          <w:i/>
        </w:rPr>
        <w:t>REASONING</w:t>
      </w:r>
      <w:r>
        <w:t>, the average velocity of car B is equal to the constant velocity of car A.  Substituting this result into Equation (1), we find that</w:t>
      </w:r>
    </w:p>
    <w:p w:rsidR="00381BF7" w:rsidRDefault="00381BF7" w:rsidP="00381BF7">
      <w:pPr>
        <w:pStyle w:val="SM6e"/>
      </w:pPr>
    </w:p>
    <w:p w:rsidR="00381BF7" w:rsidRDefault="00381BF7" w:rsidP="00381BF7">
      <w:pPr>
        <w:pStyle w:val="SM6e"/>
        <w:jc w:val="center"/>
      </w:pPr>
      <w:r w:rsidRPr="0085363C">
        <w:rPr>
          <w:position w:val="-14"/>
        </w:rPr>
        <w:object w:dxaOrig="3900" w:dyaOrig="420">
          <v:shape id="_x0000_i1424" type="#_x0000_t75" style="width:195pt;height:21pt" o:ole="">
            <v:imagedata r:id="rId778" o:title=""/>
          </v:shape>
          <o:OLEObject Type="Embed" ProgID="Equation.DSMT4" ShapeID="_x0000_i1424" DrawAspect="Content" ObjectID="_1377284550" r:id="rId779"/>
        </w:object>
      </w:r>
    </w:p>
    <w:p w:rsidR="00381BF7" w:rsidRDefault="00381BF7" w:rsidP="00381BF7">
      <w:pPr>
        <w:pStyle w:val="SM6e"/>
      </w:pPr>
    </w:p>
    <w:p w:rsidR="00381BF7" w:rsidRDefault="00381BF7" w:rsidP="00381BF7">
      <w:pPr>
        <w:pStyle w:val="SM6e"/>
      </w:pPr>
      <w:r>
        <w:tab/>
        <w:t>c.  Solving Equation 2.4 (</w:t>
      </w:r>
      <w:r w:rsidRPr="008E0C47">
        <w:rPr>
          <w:i/>
        </w:rPr>
        <w:t>v</w:t>
      </w:r>
      <w:r w:rsidRPr="004B7D66">
        <w:rPr>
          <w:position w:val="-8"/>
          <w:sz w:val="18"/>
          <w:szCs w:val="18"/>
        </w:rPr>
        <w:t>B</w:t>
      </w:r>
      <w:r>
        <w:t> = </w:t>
      </w:r>
      <w:r w:rsidRPr="00684E1B">
        <w:rPr>
          <w:i/>
        </w:rPr>
        <w:t>v</w:t>
      </w:r>
      <w:r w:rsidRPr="004B7D66">
        <w:rPr>
          <w:position w:val="-8"/>
          <w:sz w:val="18"/>
          <w:szCs w:val="18"/>
        </w:rPr>
        <w:t>B0</w:t>
      </w:r>
      <w:r>
        <w:t> + </w:t>
      </w:r>
      <w:r w:rsidRPr="00684E1B">
        <w:rPr>
          <w:i/>
        </w:rPr>
        <w:t>a</w:t>
      </w:r>
      <w:r w:rsidRPr="004B7D66">
        <w:rPr>
          <w:position w:val="-8"/>
          <w:sz w:val="18"/>
          <w:szCs w:val="18"/>
        </w:rPr>
        <w:t>B</w:t>
      </w:r>
      <w:r w:rsidRPr="00684E1B">
        <w:rPr>
          <w:i/>
        </w:rPr>
        <w:t>t</w:t>
      </w:r>
      <w:r>
        <w:t xml:space="preserve">) for the acceleration shows that </w:t>
      </w:r>
    </w:p>
    <w:p w:rsidR="00381BF7" w:rsidRDefault="00381BF7" w:rsidP="00381BF7">
      <w:pPr>
        <w:pStyle w:val="SM6e"/>
      </w:pPr>
    </w:p>
    <w:p w:rsidR="00381BF7" w:rsidRDefault="00381BF7" w:rsidP="00381BF7">
      <w:pPr>
        <w:pStyle w:val="MTDisplayEquation"/>
        <w:pBdr>
          <w:bottom w:val="single" w:sz="4" w:space="1" w:color="auto"/>
        </w:pBdr>
        <w:jc w:val="center"/>
      </w:pPr>
      <w:r w:rsidRPr="0085363C">
        <w:rPr>
          <w:position w:val="-24"/>
        </w:rPr>
        <w:object w:dxaOrig="4540" w:dyaOrig="639">
          <v:shape id="_x0000_i1425" type="#_x0000_t75" style="width:227.5pt;height:32.5pt" o:ole="">
            <v:imagedata r:id="rId780" o:title=""/>
          </v:shape>
          <o:OLEObject Type="Embed" ProgID="Equation.DSMT4" ShapeID="_x0000_i1425" DrawAspect="Content" ObjectID="_1377284551" r:id="rId781"/>
        </w:object>
      </w:r>
    </w:p>
    <w:p w:rsidR="00381BF7" w:rsidRDefault="00381BF7" w:rsidP="00381BF7">
      <w:pPr>
        <w:pStyle w:val="MTDisplayEquation"/>
        <w:pBdr>
          <w:bottom w:val="single" w:sz="4" w:space="1" w:color="auto"/>
        </w:pBdr>
      </w:pPr>
    </w:p>
    <w:p w:rsidR="00381BF7" w:rsidRDefault="00381BF7" w:rsidP="00381BF7"/>
    <w:p w:rsidR="00AD0C57" w:rsidRPr="00682220" w:rsidRDefault="00AD0C57" w:rsidP="00AD0C57">
      <w:pPr>
        <w:pStyle w:val="SM6e"/>
      </w:pPr>
      <w:r>
        <w:t>85.</w:t>
      </w:r>
      <w:r>
        <w:tab/>
      </w:r>
      <w:r>
        <w:rPr>
          <w:b/>
          <w:i/>
        </w:rPr>
        <w:t>REASONING</w:t>
      </w:r>
      <w:r>
        <w:t xml:space="preserve">  We choose due north as the positive direction.  Our solution is based on the fact that when the police car catches up, both cars will have the same displacement, relative to the point where the speeder passed the police car.  The displacement of the speeder can be obtained from the definition of average velocity given in Equation 2.2, since the speeder is moving at a constant velocity.  During the 0.800-s reaction time of the policeman, the police car is also moving at a constant velocity.  Once the police car begins to accelerate, its displacement can be expressed as in Equation </w:t>
      </w:r>
      <w:proofErr w:type="gramStart"/>
      <w:r>
        <w:t xml:space="preserve">2.8 </w:t>
      </w:r>
      <w:proofErr w:type="gramEnd"/>
      <w:r w:rsidRPr="0085363C">
        <w:rPr>
          <w:position w:val="-18"/>
        </w:rPr>
        <w:object w:dxaOrig="1600" w:dyaOrig="480">
          <v:shape id="_x0000_i1426" type="#_x0000_t75" style="width:80.5pt;height:24pt" o:ole="">
            <v:imagedata r:id="rId782" o:title=""/>
          </v:shape>
          <o:OLEObject Type="Embed" ProgID="Equation.DSMT4" ShapeID="_x0000_i1426" DrawAspect="Content" ObjectID="_1377284552" r:id="rId783"/>
        </w:object>
      </w:r>
      <w:r>
        <w:t xml:space="preserve">, because the initial velocity </w:t>
      </w:r>
      <w:r w:rsidRPr="0083050F">
        <w:rPr>
          <w:i/>
        </w:rPr>
        <w:t>v</w:t>
      </w:r>
      <w:r w:rsidRPr="004B7D66">
        <w:rPr>
          <w:position w:val="-8"/>
          <w:sz w:val="18"/>
          <w:szCs w:val="18"/>
        </w:rPr>
        <w:t>0</w:t>
      </w:r>
      <w:r>
        <w:t xml:space="preserve"> and the acceleration </w:t>
      </w:r>
      <w:r>
        <w:rPr>
          <w:i/>
        </w:rPr>
        <w:t>a</w:t>
      </w:r>
      <w:r>
        <w:t xml:space="preserve"> are known and it is the time </w:t>
      </w:r>
      <w:r>
        <w:rPr>
          <w:i/>
        </w:rPr>
        <w:t>t</w:t>
      </w:r>
      <w:r>
        <w:t xml:space="preserve"> that we seek.  We will set the displacements of the speeder and the police car equal and solve the resulting equation for the time </w:t>
      </w:r>
      <w:r>
        <w:rPr>
          <w:i/>
        </w:rPr>
        <w:t>t</w:t>
      </w:r>
      <w:r>
        <w:t>.</w:t>
      </w:r>
    </w:p>
    <w:p w:rsidR="00AD0C57" w:rsidRDefault="00AD0C57" w:rsidP="00AD0C57">
      <w:pPr>
        <w:pStyle w:val="SM6e"/>
      </w:pPr>
    </w:p>
    <w:p w:rsidR="00AD0C57" w:rsidRDefault="00AD0C57" w:rsidP="00AD0C57">
      <w:pPr>
        <w:pStyle w:val="SM6e"/>
      </w:pPr>
      <w:r>
        <w:tab/>
      </w:r>
      <w:r>
        <w:rPr>
          <w:b/>
          <w:i/>
        </w:rPr>
        <w:t>SOLUTION</w:t>
      </w:r>
      <w:r>
        <w:t xml:space="preserve">  Let </w:t>
      </w:r>
      <w:r>
        <w:rPr>
          <w:i/>
        </w:rPr>
        <w:t>t</w:t>
      </w:r>
      <w:r>
        <w:t xml:space="preserve"> equal the time during the accelerated motion of the police car.  Relative to the point where he passed the police car, the speeder then travels a time of </w:t>
      </w:r>
      <w:r>
        <w:rPr>
          <w:i/>
        </w:rPr>
        <w:t>t</w:t>
      </w:r>
      <w:r>
        <w:t> + 0.800 s before the police car catches up.  During this time, according to the definition of average velocity given in Equation 2.2, his displacement is</w:t>
      </w:r>
    </w:p>
    <w:p w:rsidR="00AD0C57" w:rsidRDefault="00AD0C57" w:rsidP="00AD0C57">
      <w:pPr>
        <w:pStyle w:val="SM6e"/>
      </w:pPr>
    </w:p>
    <w:p w:rsidR="00AD0C57" w:rsidRDefault="00AD0C57" w:rsidP="00AD0C57">
      <w:pPr>
        <w:pStyle w:val="SM6e"/>
        <w:jc w:val="center"/>
      </w:pPr>
      <w:r w:rsidRPr="0085363C">
        <w:rPr>
          <w:position w:val="-18"/>
        </w:rPr>
        <w:object w:dxaOrig="5400" w:dyaOrig="440">
          <v:shape id="_x0000_i1427" type="#_x0000_t75" style="width:270pt;height:21.5pt" o:ole="">
            <v:imagedata r:id="rId784" o:title=""/>
          </v:shape>
          <o:OLEObject Type="Embed" ProgID="Equation.DSMT4" ShapeID="_x0000_i1427" DrawAspect="Content" ObjectID="_1377284553" r:id="rId785"/>
        </w:object>
      </w:r>
    </w:p>
    <w:p w:rsidR="00AD0C57" w:rsidRDefault="00AD0C57" w:rsidP="00AD0C57">
      <w:pPr>
        <w:pStyle w:val="SM6e"/>
      </w:pPr>
    </w:p>
    <w:p w:rsidR="00AD0C57" w:rsidRDefault="00AD0C57" w:rsidP="00AD0C57">
      <w:pPr>
        <w:pStyle w:val="SM6e"/>
      </w:pPr>
      <w:r>
        <w:tab/>
        <w:t>The displacement of the police car consists of two contributions, the part due to the constant-velocity motion during the reaction time and the part due to the accelerated motion.  Using Equation 2.2 for the contribution from the constant-velocity motion and Equation 2.9 for the contribution from the accelerated motion, we obtain</w:t>
      </w:r>
    </w:p>
    <w:p w:rsidR="00AD0C57" w:rsidRDefault="00AD0C57" w:rsidP="00AD0C57">
      <w:pPr>
        <w:pStyle w:val="SM6e"/>
      </w:pPr>
    </w:p>
    <w:p w:rsidR="00AD0C57" w:rsidRDefault="00AD0C57" w:rsidP="00AD0C57">
      <w:pPr>
        <w:pStyle w:val="SM6e"/>
        <w:jc w:val="center"/>
      </w:pPr>
      <w:r w:rsidRPr="0085363C">
        <w:rPr>
          <w:position w:val="-50"/>
        </w:rPr>
        <w:object w:dxaOrig="6100" w:dyaOrig="1600">
          <v:shape id="_x0000_i1428" type="#_x0000_t75" style="width:304.5pt;height:80.5pt" o:ole="">
            <v:imagedata r:id="rId786" o:title=""/>
          </v:shape>
          <o:OLEObject Type="Embed" ProgID="Equation.DSMT4" ShapeID="_x0000_i1428" DrawAspect="Content" ObjectID="_1377284554" r:id="rId787"/>
        </w:object>
      </w:r>
    </w:p>
    <w:p w:rsidR="00AD0C57" w:rsidRDefault="00AD0C57" w:rsidP="00AD0C57">
      <w:pPr>
        <w:pStyle w:val="SM6e"/>
      </w:pPr>
    </w:p>
    <w:p w:rsidR="00AD0C57" w:rsidRDefault="00AD0C57" w:rsidP="00AD0C57">
      <w:pPr>
        <w:pStyle w:val="SM6e"/>
      </w:pPr>
      <w:r>
        <w:tab/>
        <w:t>Setting the two displacements equal we obtain</w:t>
      </w:r>
    </w:p>
    <w:p w:rsidR="00AD0C57" w:rsidRDefault="00AD0C57" w:rsidP="00AD0C57">
      <w:pPr>
        <w:pStyle w:val="SM6e"/>
      </w:pPr>
    </w:p>
    <w:p w:rsidR="00AD0C57" w:rsidRDefault="00AD0C57" w:rsidP="00AD0C57">
      <w:pPr>
        <w:pStyle w:val="SM6e"/>
        <w:jc w:val="center"/>
      </w:pPr>
      <w:r w:rsidRPr="0085363C">
        <w:rPr>
          <w:position w:val="-52"/>
        </w:rPr>
        <w:object w:dxaOrig="7479" w:dyaOrig="820">
          <v:shape id="_x0000_i1429" type="#_x0000_t75" style="width:374pt;height:41.5pt" o:ole="">
            <v:imagedata r:id="rId788" o:title=""/>
          </v:shape>
          <o:OLEObject Type="Embed" ProgID="Equation.DSMT4" ShapeID="_x0000_i1429" DrawAspect="Content" ObjectID="_1377284555" r:id="rId789"/>
        </w:object>
      </w:r>
    </w:p>
    <w:p w:rsidR="00AD0C57" w:rsidRDefault="00AD0C57" w:rsidP="00AD0C57">
      <w:pPr>
        <w:pStyle w:val="SM6e"/>
      </w:pPr>
    </w:p>
    <w:p w:rsidR="00AD0C57" w:rsidRDefault="00AD0C57" w:rsidP="00AD0C57">
      <w:pPr>
        <w:pStyle w:val="SM6e"/>
      </w:pPr>
      <w:r>
        <w:tab/>
        <w:t>Rearranging and combining terms gives this result in the standard form of a quadratic equation:</w:t>
      </w:r>
    </w:p>
    <w:p w:rsidR="00AD0C57" w:rsidRDefault="00AD0C57" w:rsidP="00AD0C57">
      <w:pPr>
        <w:pStyle w:val="SM6e"/>
      </w:pPr>
    </w:p>
    <w:p w:rsidR="00AD0C57" w:rsidRDefault="00AD0C57" w:rsidP="00AD0C57">
      <w:pPr>
        <w:pStyle w:val="SM6e"/>
        <w:jc w:val="center"/>
      </w:pPr>
      <w:r w:rsidRPr="0085363C">
        <w:rPr>
          <w:position w:val="-18"/>
        </w:rPr>
        <w:object w:dxaOrig="4000" w:dyaOrig="480">
          <v:shape id="_x0000_i1430" type="#_x0000_t75" style="width:200pt;height:24pt" o:ole="">
            <v:imagedata r:id="rId790" o:title=""/>
          </v:shape>
          <o:OLEObject Type="Embed" ProgID="Equation.DSMT4" ShapeID="_x0000_i1430" DrawAspect="Content" ObjectID="_1377284556" r:id="rId791"/>
        </w:object>
      </w:r>
    </w:p>
    <w:p w:rsidR="00AD0C57" w:rsidRDefault="00AD0C57" w:rsidP="00AD0C57">
      <w:pPr>
        <w:pStyle w:val="SM6e"/>
      </w:pPr>
    </w:p>
    <w:p w:rsidR="00AD0C57" w:rsidRDefault="00AD0C57" w:rsidP="00AD0C57">
      <w:pPr>
        <w:pStyle w:val="SM6e"/>
      </w:pPr>
      <w:r>
        <w:tab/>
        <w:t xml:space="preserve">Solving for </w:t>
      </w:r>
      <w:r>
        <w:rPr>
          <w:i/>
        </w:rPr>
        <w:t>t</w:t>
      </w:r>
      <w:r>
        <w:t xml:space="preserve"> shows that</w:t>
      </w:r>
    </w:p>
    <w:p w:rsidR="00AD0C57" w:rsidRDefault="00AD0C57" w:rsidP="00AD0C57">
      <w:pPr>
        <w:pStyle w:val="SM6e"/>
      </w:pPr>
    </w:p>
    <w:p w:rsidR="00AD0C57" w:rsidRDefault="00AD0C57" w:rsidP="00AD0C57">
      <w:pPr>
        <w:pStyle w:val="SM6e"/>
        <w:jc w:val="center"/>
      </w:pPr>
      <w:r w:rsidRPr="0085363C">
        <w:rPr>
          <w:position w:val="-42"/>
        </w:rPr>
        <w:object w:dxaOrig="6720" w:dyaOrig="1040">
          <v:shape id="_x0000_i1431" type="#_x0000_t75" style="width:336.5pt;height:51.5pt" o:ole="">
            <v:imagedata r:id="rId792" o:title=""/>
          </v:shape>
          <o:OLEObject Type="Embed" ProgID="Equation.DSMT4" ShapeID="_x0000_i1431" DrawAspect="Content" ObjectID="_1377284557" r:id="rId793"/>
        </w:object>
      </w:r>
    </w:p>
    <w:p w:rsidR="00AD0C57" w:rsidRDefault="00AD0C57" w:rsidP="00AD0C57">
      <w:pPr>
        <w:pStyle w:val="SM6e"/>
      </w:pPr>
    </w:p>
    <w:p w:rsidR="00AD0C57" w:rsidRDefault="00AD0C57" w:rsidP="00AD0C57">
      <w:pPr>
        <w:pStyle w:val="SM6e"/>
      </w:pPr>
      <w:r>
        <w:tab/>
        <w:t>We have ignored the negative root, because it leads to a negative value for the time, which is unphysical.  The total time for the police car to catch up, including the reaction time, is</w:t>
      </w:r>
    </w:p>
    <w:p w:rsidR="00AD0C57" w:rsidRDefault="00AD0C57" w:rsidP="00AD0C57">
      <w:pPr>
        <w:pStyle w:val="SM6e"/>
      </w:pPr>
    </w:p>
    <w:p w:rsidR="00AD0C57" w:rsidRDefault="00AD0C57" w:rsidP="00AD0C57">
      <w:pPr>
        <w:pStyle w:val="SM6e"/>
        <w:jc w:val="center"/>
      </w:pPr>
      <w:r w:rsidRPr="0085363C">
        <w:rPr>
          <w:position w:val="-10"/>
        </w:rPr>
        <w:object w:dxaOrig="2420" w:dyaOrig="380">
          <v:shape id="_x0000_i1432" type="#_x0000_t75" style="width:120.5pt;height:18pt" o:ole="">
            <v:imagedata r:id="rId794" o:title=""/>
          </v:shape>
          <o:OLEObject Type="Embed" ProgID="Equation.DSMT4" ShapeID="_x0000_i1432" DrawAspect="Content" ObjectID="_1377284558" r:id="rId795"/>
        </w:object>
      </w:r>
    </w:p>
    <w:p w:rsidR="00AD0C57" w:rsidRDefault="00AD0C57" w:rsidP="00AD0C57">
      <w:pPr>
        <w:pStyle w:val="SM6e"/>
        <w:jc w:val="center"/>
      </w:pPr>
    </w:p>
    <w:p w:rsidR="00AD0C57" w:rsidRDefault="00AD0C57" w:rsidP="00AD0C57">
      <w:pPr>
        <w:pStyle w:val="SM6e"/>
        <w:pBdr>
          <w:top w:val="single" w:sz="4" w:space="1" w:color="auto"/>
        </w:pBdr>
        <w:jc w:val="center"/>
      </w:pPr>
    </w:p>
    <w:p w:rsidR="00DD325E" w:rsidRDefault="00DD325E" w:rsidP="00DD325E">
      <w:r>
        <w:t>86.</w:t>
      </w:r>
      <w:r>
        <w:tab/>
      </w:r>
      <w:r>
        <w:rPr>
          <w:b/>
          <w:i/>
        </w:rPr>
        <w:t>REASONING AND SOLUTION</w:t>
      </w:r>
      <w:r>
        <w:t xml:space="preserve">   We measure the positions of the balloon and the pellet relative to the ground and assume up to be positive. The balloon has no acceleration, since it travels at a constant velocity </w:t>
      </w:r>
      <w:r>
        <w:rPr>
          <w:i/>
        </w:rPr>
        <w:t>v</w:t>
      </w:r>
      <w:r w:rsidRPr="004B7D66">
        <w:rPr>
          <w:position w:val="-8"/>
          <w:sz w:val="18"/>
          <w:szCs w:val="18"/>
        </w:rPr>
        <w:t>B</w:t>
      </w:r>
      <w:r>
        <w:t xml:space="preserve">, so its displacement in time </w:t>
      </w:r>
      <w:r>
        <w:rPr>
          <w:i/>
        </w:rPr>
        <w:t>t</w:t>
      </w:r>
      <w:r>
        <w:t xml:space="preserve"> is </w:t>
      </w:r>
      <w:r>
        <w:rPr>
          <w:i/>
        </w:rPr>
        <w:t>v</w:t>
      </w:r>
      <w:r w:rsidRPr="004B7D66">
        <w:rPr>
          <w:position w:val="-8"/>
          <w:sz w:val="18"/>
          <w:szCs w:val="18"/>
        </w:rPr>
        <w:t>B</w:t>
      </w:r>
      <w:r>
        <w:rPr>
          <w:i/>
        </w:rPr>
        <w:t>t</w:t>
      </w:r>
      <w:r>
        <w:t xml:space="preserve">. Its position above the ground, therefore, is </w:t>
      </w:r>
    </w:p>
    <w:p w:rsidR="00DD325E" w:rsidRDefault="00DD325E" w:rsidP="00DD325E">
      <w:pPr>
        <w:pStyle w:val="eq"/>
      </w:pPr>
      <w:r w:rsidRPr="0085363C">
        <w:rPr>
          <w:position w:val="-14"/>
        </w:rPr>
        <w:object w:dxaOrig="1420" w:dyaOrig="380">
          <v:shape id="_x0000_i1433" type="#_x0000_t75" style="width:71pt;height:18pt" o:ole="">
            <v:imagedata r:id="rId796" o:title=""/>
          </v:shape>
          <o:OLEObject Type="Embed" ProgID="Equation.DSMT4" ShapeID="_x0000_i1433" DrawAspect="Content" ObjectID="_1377284559" r:id="rId797"/>
        </w:object>
      </w:r>
    </w:p>
    <w:p w:rsidR="00DD325E" w:rsidRDefault="00DD325E" w:rsidP="00DD325E"/>
    <w:p w:rsidR="00DD325E" w:rsidRDefault="00DD325E" w:rsidP="00DD325E">
      <w:r>
        <w:tab/>
      </w:r>
      <w:proofErr w:type="gramStart"/>
      <w:r>
        <w:t>where</w:t>
      </w:r>
      <w:proofErr w:type="gramEnd"/>
      <w:r>
        <w:t xml:space="preserve"> </w:t>
      </w:r>
      <w:r>
        <w:rPr>
          <w:i/>
        </w:rPr>
        <w:t>H</w:t>
      </w:r>
      <w:r w:rsidRPr="004B7D66">
        <w:rPr>
          <w:position w:val="-8"/>
          <w:sz w:val="18"/>
          <w:szCs w:val="18"/>
        </w:rPr>
        <w:t>0</w:t>
      </w:r>
      <w:r>
        <w:t xml:space="preserve"> = 12 m. The pellet moves under the influence of gravity (</w:t>
      </w:r>
      <w:r>
        <w:rPr>
          <w:i/>
        </w:rPr>
        <w:t>a</w:t>
      </w:r>
      <w:r>
        <w:t xml:space="preserve"> = –9.80 m/s</w:t>
      </w:r>
      <w:r w:rsidRPr="00326D8B">
        <w:rPr>
          <w:position w:val="10"/>
          <w:sz w:val="18"/>
          <w:szCs w:val="18"/>
        </w:rPr>
        <w:t>2</w:t>
      </w:r>
      <w:r>
        <w:t>), so its position above the ground is given by Equation 2.8 as</w:t>
      </w:r>
    </w:p>
    <w:p w:rsidR="00DD325E" w:rsidRDefault="00DD325E" w:rsidP="00DD325E"/>
    <w:p w:rsidR="00DD325E" w:rsidRDefault="00DD325E" w:rsidP="00DD325E">
      <w:pPr>
        <w:pStyle w:val="eq"/>
      </w:pPr>
      <w:r w:rsidRPr="00072D57">
        <w:rPr>
          <w:position w:val="-14"/>
        </w:rPr>
        <w:object w:dxaOrig="1520" w:dyaOrig="420">
          <v:shape id="_x0000_i1434" type="#_x0000_t75" style="width:75.5pt;height:21pt" o:ole="">
            <v:imagedata r:id="rId798" o:title=""/>
          </v:shape>
          <o:OLEObject Type="Embed" ProgID="Equation.DSMT4" ShapeID="_x0000_i1434" DrawAspect="Content" ObjectID="_1377284560" r:id="rId799"/>
        </w:object>
      </w:r>
    </w:p>
    <w:p w:rsidR="00DD325E" w:rsidRDefault="00DD325E" w:rsidP="00DD325E">
      <w:r>
        <w:tab/>
        <w:t xml:space="preserve">But </w:t>
      </w:r>
      <w:r>
        <w:rPr>
          <w:i/>
        </w:rPr>
        <w:t>y</w:t>
      </w:r>
      <w:r w:rsidRPr="004B7D66">
        <w:rPr>
          <w:position w:val="-8"/>
          <w:sz w:val="18"/>
          <w:szCs w:val="18"/>
        </w:rPr>
        <w:t>P</w:t>
      </w:r>
      <w:r>
        <w:t xml:space="preserve"> = </w:t>
      </w:r>
      <w:r>
        <w:rPr>
          <w:i/>
        </w:rPr>
        <w:t>y</w:t>
      </w:r>
      <w:r w:rsidRPr="004B7D66">
        <w:rPr>
          <w:position w:val="-8"/>
          <w:sz w:val="18"/>
          <w:szCs w:val="18"/>
        </w:rPr>
        <w:t>B</w:t>
      </w:r>
      <w:r>
        <w:t xml:space="preserve"> at time </w:t>
      </w:r>
      <w:r w:rsidRPr="00072D57">
        <w:rPr>
          <w:i/>
        </w:rPr>
        <w:t>t</w:t>
      </w:r>
      <w:r>
        <w:t>, so that</w:t>
      </w:r>
    </w:p>
    <w:p w:rsidR="00DD325E" w:rsidRDefault="00DD325E" w:rsidP="00DD325E">
      <w:pPr>
        <w:pStyle w:val="eq"/>
      </w:pPr>
      <w:r w:rsidRPr="00072D57">
        <w:rPr>
          <w:position w:val="-14"/>
        </w:rPr>
        <w:object w:dxaOrig="2120" w:dyaOrig="420">
          <v:shape id="_x0000_i1435" type="#_x0000_t75" style="width:105.5pt;height:21pt" o:ole="">
            <v:imagedata r:id="rId800" o:title=""/>
          </v:shape>
          <o:OLEObject Type="Embed" ProgID="Equation.DSMT4" ShapeID="_x0000_i1435" DrawAspect="Content" ObjectID="_1377284561" r:id="rId801"/>
        </w:object>
      </w:r>
    </w:p>
    <w:p w:rsidR="00DD325E" w:rsidRDefault="00DD325E" w:rsidP="00DD325E"/>
    <w:p w:rsidR="00DD325E" w:rsidRDefault="00DD325E" w:rsidP="00DD325E">
      <w:r>
        <w:lastRenderedPageBreak/>
        <w:tab/>
        <w:t>Rearranging this result and suppressing the units gives</w:t>
      </w:r>
    </w:p>
    <w:p w:rsidR="00DD325E" w:rsidRDefault="00DD325E" w:rsidP="00DD325E"/>
    <w:p w:rsidR="00DD325E" w:rsidRDefault="00DD325E" w:rsidP="00DD325E">
      <w:pPr>
        <w:pStyle w:val="eq"/>
      </w:pPr>
      <w:r w:rsidRPr="0085363C">
        <w:rPr>
          <w:position w:val="-110"/>
        </w:rPr>
        <w:object w:dxaOrig="6000" w:dyaOrig="1960">
          <v:shape id="_x0000_i1436" type="#_x0000_t75" style="width:300.5pt;height:98.5pt" o:ole="">
            <v:imagedata r:id="rId802" o:title=""/>
          </v:shape>
          <o:OLEObject Type="Embed" ProgID="Equation.DSMT4" ShapeID="_x0000_i1436" DrawAspect="Content" ObjectID="_1377284562" r:id="rId803"/>
        </w:object>
      </w:r>
    </w:p>
    <w:p w:rsidR="00DD325E" w:rsidRDefault="00DD325E" w:rsidP="00DD325E"/>
    <w:p w:rsidR="00DD325E" w:rsidRDefault="00DD325E" w:rsidP="00DD325E">
      <w:r>
        <w:tab/>
        <w:t xml:space="preserve">Substituting each of these values in the expression for </w:t>
      </w:r>
      <w:r>
        <w:rPr>
          <w:i/>
        </w:rPr>
        <w:t>y</w:t>
      </w:r>
      <w:r w:rsidRPr="004B7D66">
        <w:rPr>
          <w:position w:val="-8"/>
          <w:sz w:val="18"/>
          <w:szCs w:val="18"/>
        </w:rPr>
        <w:t>B</w:t>
      </w:r>
      <w:r>
        <w:t xml:space="preserve"> gives</w:t>
      </w:r>
    </w:p>
    <w:p w:rsidR="00DD325E" w:rsidRDefault="00DD325E" w:rsidP="00DD325E"/>
    <w:p w:rsidR="00DD325E" w:rsidRDefault="00DD325E" w:rsidP="00DD325E">
      <w:pPr>
        <w:pStyle w:val="eq"/>
      </w:pPr>
      <w:r w:rsidRPr="0085363C">
        <w:rPr>
          <w:position w:val="-46"/>
        </w:rPr>
        <w:object w:dxaOrig="4200" w:dyaOrig="1060">
          <v:shape id="_x0000_i1437" type="#_x0000_t75" style="width:210pt;height:53.5pt" o:ole="">
            <v:imagedata r:id="rId804" o:title=""/>
          </v:shape>
          <o:OLEObject Type="Embed" ProgID="Equation.DSMT4" ShapeID="_x0000_i1437" DrawAspect="Content" ObjectID="_1377284563" r:id="rId805"/>
        </w:object>
      </w:r>
    </w:p>
    <w:p w:rsidR="00DD325E" w:rsidRDefault="00DD325E" w:rsidP="00DD325E">
      <w:r>
        <w:t>______________________________________________________________________________</w:t>
      </w:r>
    </w:p>
    <w:p w:rsidR="00DD325E" w:rsidRDefault="00DD325E" w:rsidP="00DD325E">
      <w:pPr>
        <w:keepNext/>
      </w:pPr>
    </w:p>
    <w:p w:rsidR="00A14497" w:rsidRPr="006D4CDC" w:rsidRDefault="00A14497" w:rsidP="00A14497">
      <w:pPr>
        <w:tabs>
          <w:tab w:val="left" w:pos="450"/>
        </w:tabs>
        <w:ind w:left="450" w:hanging="450"/>
      </w:pPr>
      <w:r>
        <w:t>87.</w:t>
      </w:r>
      <w:r>
        <w:tab/>
      </w:r>
      <w:r w:rsidR="001F2D59" w:rsidRPr="00225173">
        <w:rPr>
          <w:position w:val="-10"/>
        </w:rPr>
        <w:object w:dxaOrig="680" w:dyaOrig="380">
          <v:shape id="_x0000_i1438" type="#_x0000_t75" style="width:33.5pt;height:18pt" o:ole="">
            <v:imagedata r:id="rId224" o:title=""/>
          </v:shape>
          <o:OLEObject Type="Embed" ProgID="Equation.DSMT4" ShapeID="_x0000_i1438" DrawAspect="Content" ObjectID="_1377284564" r:id="rId806"/>
        </w:object>
      </w:r>
      <w:r w:rsidR="001F2D59">
        <w:t xml:space="preserve"> </w:t>
      </w:r>
      <w:proofErr w:type="gramStart"/>
      <w:r w:rsidRPr="006D4CDC">
        <w:rPr>
          <w:b/>
          <w:i/>
        </w:rPr>
        <w:t>REASONING</w:t>
      </w:r>
      <w:r w:rsidRPr="006D4CDC">
        <w:t xml:space="preserve">  Since</w:t>
      </w:r>
      <w:proofErr w:type="gramEnd"/>
      <w:r w:rsidRPr="006D4CDC">
        <w:t xml:space="preserve"> 1 mile = 1609 m, a quarter-mile race is </w:t>
      </w:r>
      <w:r w:rsidRPr="006D4CDC">
        <w:rPr>
          <w:i/>
        </w:rPr>
        <w:t>L</w:t>
      </w:r>
      <w:r w:rsidRPr="006D4CDC">
        <w:t xml:space="preserve"> = 402 m long. </w:t>
      </w:r>
      <w:r>
        <w:t xml:space="preserve"> </w:t>
      </w:r>
      <w:r w:rsidRPr="006D4CDC">
        <w:t xml:space="preserve">If a car crosses the finish line before reaching its maximum speed, then there is only one interval of constant acceleration to consider. </w:t>
      </w:r>
      <w:r>
        <w:t xml:space="preserve"> </w:t>
      </w:r>
      <w:r w:rsidRPr="006D4CDC">
        <w:t xml:space="preserve">We will first determine whether this is true by calculating the car’s displacement </w:t>
      </w:r>
      <w:r w:rsidRPr="006D4CDC">
        <w:rPr>
          <w:i/>
        </w:rPr>
        <w:t>x</w:t>
      </w:r>
      <w:r w:rsidRPr="006D4CDC">
        <w:rPr>
          <w:vertAlign w:val="subscript"/>
        </w:rPr>
        <w:t>1</w:t>
      </w:r>
      <w:r w:rsidRPr="006D4CDC">
        <w:t xml:space="preserve"> while accelerating from rest to top speed from Equation 2.9 </w:t>
      </w:r>
      <w:r w:rsidRPr="005078D3">
        <w:rPr>
          <w:position w:val="-20"/>
        </w:rPr>
        <w:object w:dxaOrig="1520" w:dyaOrig="520">
          <v:shape id="_x0000_i1439" type="#_x0000_t75" style="width:75.5pt;height:26.5pt" o:ole="">
            <v:imagedata r:id="rId807" o:title=""/>
          </v:shape>
          <o:OLEObject Type="Embed" ProgID="Equation.DSMT4" ShapeID="_x0000_i1439" DrawAspect="Content" ObjectID="_1377284565" r:id="rId808"/>
        </w:object>
      </w:r>
      <w:r w:rsidRPr="006D4CDC">
        <w:t xml:space="preserve">, with </w:t>
      </w:r>
      <w:r w:rsidRPr="006D4CDC">
        <w:rPr>
          <w:i/>
        </w:rPr>
        <w:t>v</w:t>
      </w:r>
      <w:r w:rsidRPr="00951CE1">
        <w:rPr>
          <w:position w:val="-8"/>
          <w:sz w:val="18"/>
        </w:rPr>
        <w:t>0</w:t>
      </w:r>
      <w:r w:rsidRPr="006D4CDC">
        <w:t xml:space="preserve"> = 0 m/s and </w:t>
      </w:r>
      <w:r w:rsidRPr="006D4CDC">
        <w:rPr>
          <w:i/>
        </w:rPr>
        <w:t>v</w:t>
      </w:r>
      <w:r w:rsidRPr="006D4CDC">
        <w:t xml:space="preserve"> = </w:t>
      </w:r>
      <w:r w:rsidRPr="006D4CDC">
        <w:rPr>
          <w:i/>
        </w:rPr>
        <w:t>v</w:t>
      </w:r>
      <w:r w:rsidRPr="00951CE1">
        <w:rPr>
          <w:position w:val="-8"/>
          <w:sz w:val="18"/>
        </w:rPr>
        <w:t>max</w:t>
      </w:r>
      <w:r w:rsidRPr="006D4CDC">
        <w:t>:</w:t>
      </w:r>
    </w:p>
    <w:p w:rsidR="00A14497" w:rsidRDefault="00A14497" w:rsidP="00A14497">
      <w:pPr>
        <w:pStyle w:val="MTDisplayEquation"/>
        <w:tabs>
          <w:tab w:val="center" w:pos="5040"/>
        </w:tabs>
        <w:ind w:left="720"/>
      </w:pPr>
      <w:r>
        <w:tab/>
      </w:r>
      <w:r w:rsidRPr="00E57B67">
        <w:rPr>
          <w:position w:val="-24"/>
        </w:rPr>
        <w:object w:dxaOrig="3940" w:dyaOrig="720">
          <v:shape id="_x0000_i1440" type="#_x0000_t75" style="width:198pt;height:36pt" o:ole="">
            <v:imagedata r:id="rId809" o:title=""/>
          </v:shape>
          <o:OLEObject Type="Embed" ProgID="Equation.DSMT4" ShapeID="_x0000_i1440" DrawAspect="Content" ObjectID="_1377284566" r:id="rId810"/>
        </w:object>
      </w:r>
      <w:r>
        <w:tab/>
        <w:t>(1)</w:t>
      </w:r>
    </w:p>
    <w:p w:rsidR="00A14497" w:rsidRPr="006A32B6" w:rsidRDefault="00A14497" w:rsidP="00A14497">
      <w:pPr>
        <w:pStyle w:val="ListParagraph"/>
        <w:rPr>
          <w:sz w:val="24"/>
          <w:szCs w:val="24"/>
        </w:rPr>
      </w:pPr>
    </w:p>
    <w:p w:rsidR="00A14497" w:rsidRPr="006D4CDC" w:rsidRDefault="00A14497" w:rsidP="00A14497">
      <w:pPr>
        <w:keepNext/>
        <w:keepLines/>
        <w:tabs>
          <w:tab w:val="left" w:pos="450"/>
        </w:tabs>
        <w:ind w:left="450" w:hanging="450"/>
      </w:pPr>
      <w:r>
        <w:tab/>
      </w:r>
      <w:r w:rsidRPr="006A32B6">
        <w:t xml:space="preserve">If </w:t>
      </w:r>
      <w:r w:rsidRPr="006A32B6">
        <w:rPr>
          <w:i/>
        </w:rPr>
        <w:t xml:space="preserve"> x</w:t>
      </w:r>
      <w:r w:rsidRPr="00951CE1">
        <w:rPr>
          <w:position w:val="-8"/>
          <w:sz w:val="18"/>
        </w:rPr>
        <w:t>1</w:t>
      </w:r>
      <w:r w:rsidRPr="006A32B6">
        <w:t xml:space="preserve"> &gt; </w:t>
      </w:r>
      <w:r w:rsidRPr="006A32B6">
        <w:rPr>
          <w:i/>
        </w:rPr>
        <w:t>L</w:t>
      </w:r>
      <w:r w:rsidRPr="006A32B6">
        <w:t xml:space="preserve">, then the car crosses the finish line before reaching top speed, and the total time for its race is found from Equation 2.8 </w:t>
      </w:r>
      <w:r w:rsidRPr="005078D3">
        <w:rPr>
          <w:position w:val="-20"/>
        </w:rPr>
        <w:object w:dxaOrig="1600" w:dyaOrig="520">
          <v:shape id="_x0000_i1441" type="#_x0000_t75" style="width:80.5pt;height:26.5pt" o:ole="">
            <v:imagedata r:id="rId811" o:title=""/>
          </v:shape>
          <o:OLEObject Type="Embed" ProgID="Equation.DSMT4" ShapeID="_x0000_i1441" DrawAspect="Content" ObjectID="_1377284567" r:id="rId812"/>
        </w:object>
      </w:r>
      <w:r>
        <w:t xml:space="preserve">, with </w:t>
      </w:r>
      <w:r w:rsidRPr="008B7325">
        <w:rPr>
          <w:i/>
        </w:rPr>
        <w:t>x</w:t>
      </w:r>
      <w:r>
        <w:t xml:space="preserve"> = </w:t>
      </w:r>
      <w:r w:rsidRPr="008B7325">
        <w:rPr>
          <w:i/>
        </w:rPr>
        <w:t>L</w:t>
      </w:r>
      <w:r>
        <w:t xml:space="preserve"> and </w:t>
      </w:r>
      <w:r w:rsidRPr="008B7325">
        <w:rPr>
          <w:i/>
        </w:rPr>
        <w:t>v</w:t>
      </w:r>
      <w:r w:rsidRPr="00951CE1">
        <w:rPr>
          <w:position w:val="-8"/>
          <w:sz w:val="18"/>
        </w:rPr>
        <w:t>0</w:t>
      </w:r>
      <w:r>
        <w:t xml:space="preserve"> = 0 m/s:</w:t>
      </w:r>
      <w:r w:rsidRPr="007C1F1E">
        <w:t xml:space="preserve"> </w:t>
      </w:r>
    </w:p>
    <w:p w:rsidR="00A14497" w:rsidRDefault="00A14497" w:rsidP="00A14497">
      <w:pPr>
        <w:pStyle w:val="MTDisplayEquation"/>
        <w:keepNext/>
        <w:keepLines/>
        <w:tabs>
          <w:tab w:val="center" w:pos="5040"/>
        </w:tabs>
        <w:ind w:left="720"/>
      </w:pPr>
      <w:r>
        <w:tab/>
      </w:r>
      <w:r w:rsidRPr="00E57B67">
        <w:rPr>
          <w:position w:val="-26"/>
        </w:rPr>
        <w:object w:dxaOrig="4320" w:dyaOrig="700">
          <v:shape id="_x0000_i1442" type="#_x0000_t75" style="width:3in;height:35.5pt" o:ole="">
            <v:imagedata r:id="rId813" o:title=""/>
          </v:shape>
          <o:OLEObject Type="Embed" ProgID="Equation.DSMT4" ShapeID="_x0000_i1442" DrawAspect="Content" ObjectID="_1377284568" r:id="rId814"/>
        </w:object>
      </w:r>
      <w:r>
        <w:tab/>
        <w:t>(2)</w:t>
      </w:r>
    </w:p>
    <w:p w:rsidR="00A14497" w:rsidRPr="00E57B67" w:rsidRDefault="00A14497" w:rsidP="00A14497">
      <w:pPr>
        <w:pStyle w:val="ListParagraph"/>
        <w:rPr>
          <w:sz w:val="24"/>
        </w:rPr>
      </w:pPr>
    </w:p>
    <w:p w:rsidR="00A14497" w:rsidRPr="006D4CDC" w:rsidRDefault="00A14497" w:rsidP="00A14497">
      <w:pPr>
        <w:tabs>
          <w:tab w:val="left" w:pos="450"/>
        </w:tabs>
        <w:ind w:left="450" w:hanging="450"/>
      </w:pPr>
      <w:r>
        <w:tab/>
        <w:t>On the other hand,</w:t>
      </w:r>
      <w:r w:rsidRPr="006A32B6">
        <w:t xml:space="preserve"> if </w:t>
      </w:r>
      <w:r>
        <w:t>a</w:t>
      </w:r>
      <w:r w:rsidRPr="006A32B6">
        <w:t xml:space="preserve"> car reaches its maximum speed before crossing the finish line, the race divides into two intervals, each with a different constant acceleration. </w:t>
      </w:r>
      <w:r>
        <w:t xml:space="preserve"> </w:t>
      </w:r>
      <w:r w:rsidRPr="006A32B6">
        <w:t>The displacement</w:t>
      </w:r>
      <w:r w:rsidRPr="006A32B6">
        <w:rPr>
          <w:i/>
        </w:rPr>
        <w:t xml:space="preserve"> x</w:t>
      </w:r>
      <w:r w:rsidRPr="00951CE1">
        <w:rPr>
          <w:position w:val="-8"/>
          <w:sz w:val="18"/>
        </w:rPr>
        <w:t>1</w:t>
      </w:r>
      <w:r w:rsidRPr="006A32B6">
        <w:rPr>
          <w:vertAlign w:val="subscript"/>
        </w:rPr>
        <w:t xml:space="preserve"> </w:t>
      </w:r>
      <w:r w:rsidRPr="006A32B6">
        <w:t xml:space="preserve">is found as given </w:t>
      </w:r>
      <w:r>
        <w:t>in Equation (1)</w:t>
      </w:r>
      <w:r w:rsidRPr="006A32B6">
        <w:t xml:space="preserve">, but the time </w:t>
      </w:r>
      <w:r w:rsidRPr="008B7325">
        <w:rPr>
          <w:i/>
        </w:rPr>
        <w:t>t</w:t>
      </w:r>
      <w:r w:rsidRPr="00951CE1">
        <w:rPr>
          <w:position w:val="-8"/>
          <w:sz w:val="18"/>
        </w:rPr>
        <w:t>1</w:t>
      </w:r>
      <w:r>
        <w:t xml:space="preserve"> to reach the maximum speed </w:t>
      </w:r>
      <w:r w:rsidRPr="006A32B6">
        <w:t xml:space="preserve">is most easily found from Equation 2.4 </w:t>
      </w:r>
      <w:r w:rsidRPr="005078D3">
        <w:rPr>
          <w:position w:val="-16"/>
        </w:rPr>
        <w:object w:dxaOrig="1240" w:dyaOrig="440">
          <v:shape id="_x0000_i1443" type="#_x0000_t75" style="width:62.5pt;height:21.5pt" o:ole="">
            <v:imagedata r:id="rId815" o:title=""/>
          </v:shape>
          <o:OLEObject Type="Embed" ProgID="Equation.DSMT4" ShapeID="_x0000_i1443" DrawAspect="Content" ObjectID="_1377284569" r:id="rId816"/>
        </w:object>
      </w:r>
      <w:r w:rsidRPr="006A32B6">
        <w:t xml:space="preserve">, with </w:t>
      </w:r>
      <w:r w:rsidRPr="008B7325">
        <w:rPr>
          <w:i/>
        </w:rPr>
        <w:t>v</w:t>
      </w:r>
      <w:r w:rsidRPr="00951CE1">
        <w:rPr>
          <w:position w:val="-8"/>
          <w:sz w:val="18"/>
        </w:rPr>
        <w:t>0</w:t>
      </w:r>
      <w:r>
        <w:t xml:space="preserve"> = 0 m/s and </w:t>
      </w:r>
      <w:r w:rsidRPr="009A70F2">
        <w:rPr>
          <w:i/>
        </w:rPr>
        <w:t>v</w:t>
      </w:r>
      <w:r>
        <w:t xml:space="preserve"> = </w:t>
      </w:r>
      <w:r w:rsidRPr="009A70F2">
        <w:rPr>
          <w:i/>
        </w:rPr>
        <w:t>v</w:t>
      </w:r>
      <w:r w:rsidRPr="00951CE1">
        <w:rPr>
          <w:position w:val="-8"/>
          <w:sz w:val="18"/>
        </w:rPr>
        <w:t>max</w:t>
      </w:r>
      <w:r>
        <w:t>:</w:t>
      </w:r>
      <w:r w:rsidRPr="004C188E">
        <w:t xml:space="preserve"> </w:t>
      </w:r>
    </w:p>
    <w:p w:rsidR="00A14497" w:rsidRDefault="00A14497" w:rsidP="00A14497">
      <w:pPr>
        <w:pStyle w:val="MTDisplayEquation"/>
        <w:tabs>
          <w:tab w:val="center" w:pos="5040"/>
        </w:tabs>
        <w:ind w:left="720"/>
      </w:pPr>
      <w:r>
        <w:tab/>
      </w:r>
      <w:r w:rsidRPr="00E57B67">
        <w:rPr>
          <w:position w:val="-24"/>
        </w:rPr>
        <w:object w:dxaOrig="3460" w:dyaOrig="639">
          <v:shape id="_x0000_i1444" type="#_x0000_t75" style="width:172pt;height:32pt" o:ole="">
            <v:imagedata r:id="rId817" o:title=""/>
          </v:shape>
          <o:OLEObject Type="Embed" ProgID="Equation.DSMT4" ShapeID="_x0000_i1444" DrawAspect="Content" ObjectID="_1377284570" r:id="rId818"/>
        </w:object>
      </w:r>
      <w:r>
        <w:tab/>
        <w:t>(3)</w:t>
      </w:r>
    </w:p>
    <w:p w:rsidR="00A14497" w:rsidRDefault="00A14497" w:rsidP="00A14497">
      <w:pPr>
        <w:pStyle w:val="ListParagraph"/>
        <w:rPr>
          <w:sz w:val="24"/>
          <w:szCs w:val="24"/>
        </w:rPr>
      </w:pPr>
    </w:p>
    <w:p w:rsidR="00A14497" w:rsidRDefault="00A14497" w:rsidP="00A14497">
      <w:pPr>
        <w:pStyle w:val="ListParagraph"/>
        <w:tabs>
          <w:tab w:val="left" w:pos="450"/>
        </w:tabs>
        <w:ind w:left="450" w:hanging="450"/>
        <w:rPr>
          <w:sz w:val="24"/>
          <w:szCs w:val="24"/>
        </w:rPr>
      </w:pPr>
      <w:r>
        <w:rPr>
          <w:sz w:val="24"/>
          <w:szCs w:val="24"/>
        </w:rPr>
        <w:tab/>
      </w:r>
      <w:r w:rsidRPr="006A32B6">
        <w:rPr>
          <w:sz w:val="24"/>
          <w:szCs w:val="24"/>
        </w:rPr>
        <w:t xml:space="preserve">The time </w:t>
      </w:r>
      <w:r w:rsidRPr="008B7325">
        <w:rPr>
          <w:i/>
          <w:sz w:val="24"/>
          <w:szCs w:val="24"/>
        </w:rPr>
        <w:t>t</w:t>
      </w:r>
      <w:r w:rsidRPr="00951CE1">
        <w:rPr>
          <w:position w:val="-8"/>
          <w:sz w:val="18"/>
          <w:szCs w:val="24"/>
        </w:rPr>
        <w:t>2</w:t>
      </w:r>
      <w:r>
        <w:rPr>
          <w:sz w:val="24"/>
          <w:szCs w:val="24"/>
        </w:rPr>
        <w:t xml:space="preserve"> that elapses during</w:t>
      </w:r>
      <w:r w:rsidRPr="006A32B6">
        <w:rPr>
          <w:sz w:val="24"/>
          <w:szCs w:val="24"/>
        </w:rPr>
        <w:t xml:space="preserve"> the re</w:t>
      </w:r>
      <w:r>
        <w:rPr>
          <w:sz w:val="24"/>
          <w:szCs w:val="24"/>
        </w:rPr>
        <w:t>st</w:t>
      </w:r>
      <w:r w:rsidRPr="006A32B6">
        <w:rPr>
          <w:sz w:val="24"/>
          <w:szCs w:val="24"/>
        </w:rPr>
        <w:t xml:space="preserve"> of the race is found by solving Equation </w:t>
      </w:r>
      <w:proofErr w:type="gramStart"/>
      <w:r w:rsidRPr="006A32B6">
        <w:rPr>
          <w:sz w:val="24"/>
          <w:szCs w:val="24"/>
        </w:rPr>
        <w:t>2.8</w:t>
      </w:r>
      <w:r>
        <w:rPr>
          <w:sz w:val="24"/>
          <w:szCs w:val="24"/>
        </w:rPr>
        <w:t xml:space="preserve"> </w:t>
      </w:r>
      <w:proofErr w:type="gramEnd"/>
      <w:r w:rsidRPr="005078D3">
        <w:rPr>
          <w:position w:val="-20"/>
          <w:sz w:val="24"/>
          <w:szCs w:val="24"/>
        </w:rPr>
        <w:object w:dxaOrig="1600" w:dyaOrig="520">
          <v:shape id="_x0000_i1445" type="#_x0000_t75" style="width:80.5pt;height:26.5pt" o:ole="">
            <v:imagedata r:id="rId811" o:title=""/>
          </v:shape>
          <o:OLEObject Type="Embed" ProgID="Equation.DSMT4" ShapeID="_x0000_i1445" DrawAspect="Content" ObjectID="_1377284571" r:id="rId819"/>
        </w:object>
      </w:r>
      <w:r w:rsidRPr="006A32B6">
        <w:rPr>
          <w:sz w:val="24"/>
          <w:szCs w:val="24"/>
        </w:rPr>
        <w:t xml:space="preserve">.  Let </w:t>
      </w:r>
      <w:r w:rsidRPr="006A32B6">
        <w:rPr>
          <w:i/>
          <w:sz w:val="24"/>
          <w:szCs w:val="24"/>
        </w:rPr>
        <w:t>x</w:t>
      </w:r>
      <w:r w:rsidRPr="00951CE1">
        <w:rPr>
          <w:position w:val="-8"/>
          <w:sz w:val="18"/>
          <w:szCs w:val="24"/>
        </w:rPr>
        <w:t>2</w:t>
      </w:r>
      <w:r w:rsidRPr="006A32B6">
        <w:rPr>
          <w:sz w:val="24"/>
          <w:szCs w:val="24"/>
        </w:rPr>
        <w:t xml:space="preserve"> = </w:t>
      </w:r>
      <w:r w:rsidRPr="006A32B6">
        <w:rPr>
          <w:i/>
          <w:sz w:val="24"/>
          <w:szCs w:val="24"/>
        </w:rPr>
        <w:t>L</w:t>
      </w:r>
      <w:r w:rsidRPr="006A32B6">
        <w:rPr>
          <w:sz w:val="24"/>
          <w:szCs w:val="24"/>
        </w:rPr>
        <w:t xml:space="preserve"> − </w:t>
      </w:r>
      <w:r w:rsidRPr="006A32B6">
        <w:rPr>
          <w:i/>
          <w:sz w:val="24"/>
          <w:szCs w:val="24"/>
        </w:rPr>
        <w:t>x</w:t>
      </w:r>
      <w:r w:rsidRPr="00951CE1">
        <w:rPr>
          <w:position w:val="-8"/>
          <w:sz w:val="18"/>
          <w:szCs w:val="24"/>
        </w:rPr>
        <w:t>1</w:t>
      </w:r>
      <w:r w:rsidRPr="006A32B6">
        <w:rPr>
          <w:sz w:val="24"/>
          <w:szCs w:val="24"/>
        </w:rPr>
        <w:t xml:space="preserve"> represent the displacement </w:t>
      </w:r>
      <w:r>
        <w:rPr>
          <w:sz w:val="24"/>
          <w:szCs w:val="24"/>
        </w:rPr>
        <w:t xml:space="preserve">for this part of the race. With </w:t>
      </w:r>
      <w:r>
        <w:rPr>
          <w:sz w:val="24"/>
          <w:szCs w:val="24"/>
        </w:rPr>
        <w:lastRenderedPageBreak/>
        <w:t xml:space="preserve">the aid of Equation (1), this </w:t>
      </w:r>
      <w:proofErr w:type="gramStart"/>
      <w:r>
        <w:rPr>
          <w:sz w:val="24"/>
          <w:szCs w:val="24"/>
        </w:rPr>
        <w:t xml:space="preserve">becomes </w:t>
      </w:r>
      <w:proofErr w:type="gramEnd"/>
      <w:r w:rsidRPr="00944B6D">
        <w:rPr>
          <w:position w:val="-24"/>
          <w:sz w:val="24"/>
          <w:szCs w:val="24"/>
        </w:rPr>
        <w:object w:dxaOrig="1380" w:dyaOrig="720">
          <v:shape id="_x0000_i1446" type="#_x0000_t75" style="width:69pt;height:36pt" o:ole="">
            <v:imagedata r:id="rId820" o:title=""/>
          </v:shape>
          <o:OLEObject Type="Embed" ProgID="Equation.DSMT4" ShapeID="_x0000_i1446" DrawAspect="Content" ObjectID="_1377284572" r:id="rId821"/>
        </w:object>
      </w:r>
      <w:r>
        <w:rPr>
          <w:sz w:val="24"/>
          <w:szCs w:val="24"/>
        </w:rPr>
        <w:t xml:space="preserve">.  Then, since the car is at its maximum speed, the acceleration is </w:t>
      </w:r>
      <w:r w:rsidRPr="006A32B6">
        <w:rPr>
          <w:i/>
          <w:sz w:val="24"/>
          <w:szCs w:val="24"/>
        </w:rPr>
        <w:t>a</w:t>
      </w:r>
      <w:r w:rsidRPr="006A32B6">
        <w:rPr>
          <w:sz w:val="24"/>
          <w:szCs w:val="24"/>
        </w:rPr>
        <w:t xml:space="preserve"> = 0</w:t>
      </w:r>
      <w:r>
        <w:rPr>
          <w:sz w:val="24"/>
          <w:szCs w:val="24"/>
        </w:rPr>
        <w:t xml:space="preserve"> m/s</w:t>
      </w:r>
      <w:r w:rsidRPr="009542DD">
        <w:rPr>
          <w:position w:val="10"/>
          <w:sz w:val="18"/>
          <w:szCs w:val="24"/>
        </w:rPr>
        <w:t>2</w:t>
      </w:r>
      <w:r>
        <w:rPr>
          <w:sz w:val="24"/>
          <w:szCs w:val="24"/>
        </w:rPr>
        <w:t>, and the displacement is</w:t>
      </w:r>
    </w:p>
    <w:p w:rsidR="00A14497" w:rsidRDefault="00A14497" w:rsidP="00A14497">
      <w:pPr>
        <w:pStyle w:val="MTDisplayEquation"/>
        <w:tabs>
          <w:tab w:val="center" w:pos="5040"/>
        </w:tabs>
        <w:ind w:left="720"/>
      </w:pPr>
      <w:r>
        <w:tab/>
      </w:r>
      <w:r w:rsidRPr="00944B6D">
        <w:rPr>
          <w:position w:val="-32"/>
        </w:rPr>
        <w:object w:dxaOrig="7660" w:dyaOrig="1080">
          <v:shape id="_x0000_i1447" type="#_x0000_t75" style="width:384.5pt;height:54.5pt" o:ole="">
            <v:imagedata r:id="rId822" o:title=""/>
          </v:shape>
          <o:OLEObject Type="Embed" ProgID="Equation.DSMT4" ShapeID="_x0000_i1447" DrawAspect="Content" ObjectID="_1377284573" r:id="rId823"/>
        </w:object>
      </w:r>
      <w:r>
        <w:tab/>
        <w:t>(4)</w:t>
      </w:r>
    </w:p>
    <w:p w:rsidR="00A14497" w:rsidRPr="00944B6D" w:rsidRDefault="00A14497" w:rsidP="00A14497">
      <w:pPr>
        <w:pStyle w:val="ListParagraph"/>
        <w:rPr>
          <w:sz w:val="24"/>
        </w:rPr>
      </w:pPr>
    </w:p>
    <w:p w:rsidR="00A14497" w:rsidRPr="006A32B6" w:rsidRDefault="00A14497" w:rsidP="00A14497">
      <w:pPr>
        <w:pStyle w:val="ListParagraph"/>
        <w:tabs>
          <w:tab w:val="left" w:pos="450"/>
        </w:tabs>
        <w:ind w:left="450" w:hanging="450"/>
        <w:rPr>
          <w:sz w:val="24"/>
          <w:szCs w:val="24"/>
        </w:rPr>
      </w:pPr>
      <w:r>
        <w:rPr>
          <w:sz w:val="24"/>
          <w:szCs w:val="24"/>
        </w:rPr>
        <w:tab/>
        <w:t>Using</w:t>
      </w:r>
      <w:r w:rsidRPr="006A32B6">
        <w:rPr>
          <w:sz w:val="24"/>
          <w:szCs w:val="24"/>
        </w:rPr>
        <w:t xml:space="preserve"> this expres</w:t>
      </w:r>
      <w:r>
        <w:rPr>
          <w:sz w:val="24"/>
          <w:szCs w:val="24"/>
        </w:rPr>
        <w:t>sion</w:t>
      </w:r>
      <w:r w:rsidRPr="006A32B6">
        <w:rPr>
          <w:sz w:val="24"/>
          <w:szCs w:val="24"/>
        </w:rPr>
        <w:t xml:space="preserve"> for</w:t>
      </w:r>
      <w:r w:rsidRPr="006A32B6">
        <w:rPr>
          <w:i/>
          <w:sz w:val="24"/>
          <w:szCs w:val="24"/>
        </w:rPr>
        <w:t xml:space="preserve"> </w:t>
      </w:r>
      <w:r>
        <w:rPr>
          <w:i/>
          <w:sz w:val="24"/>
          <w:szCs w:val="24"/>
        </w:rPr>
        <w:t>t</w:t>
      </w:r>
      <w:r w:rsidRPr="009542DD">
        <w:rPr>
          <w:position w:val="-8"/>
          <w:sz w:val="18"/>
          <w:szCs w:val="24"/>
        </w:rPr>
        <w:t>2</w:t>
      </w:r>
      <w:r w:rsidRPr="006A32B6">
        <w:rPr>
          <w:sz w:val="24"/>
          <w:szCs w:val="24"/>
        </w:rPr>
        <w:t xml:space="preserve"> an</w:t>
      </w:r>
      <w:r>
        <w:rPr>
          <w:sz w:val="24"/>
          <w:szCs w:val="24"/>
        </w:rPr>
        <w:t xml:space="preserve">d Equation (3) for </w:t>
      </w:r>
      <w:r>
        <w:rPr>
          <w:i/>
          <w:sz w:val="24"/>
          <w:szCs w:val="24"/>
        </w:rPr>
        <w:t>t</w:t>
      </w:r>
      <w:r w:rsidRPr="009542DD">
        <w:rPr>
          <w:position w:val="-8"/>
          <w:sz w:val="18"/>
          <w:szCs w:val="24"/>
        </w:rPr>
        <w:t>1</w:t>
      </w:r>
      <w:r w:rsidRPr="006A32B6">
        <w:rPr>
          <w:sz w:val="24"/>
          <w:szCs w:val="24"/>
        </w:rPr>
        <w:t xml:space="preserve"> gives the total time for </w:t>
      </w:r>
      <w:r>
        <w:rPr>
          <w:sz w:val="24"/>
          <w:szCs w:val="24"/>
        </w:rPr>
        <w:t>a two-part</w:t>
      </w:r>
      <w:r w:rsidRPr="006A32B6">
        <w:rPr>
          <w:sz w:val="24"/>
          <w:szCs w:val="24"/>
        </w:rPr>
        <w:t xml:space="preserve"> race:</w:t>
      </w:r>
    </w:p>
    <w:p w:rsidR="00A14497" w:rsidRDefault="00A14497" w:rsidP="00A14497">
      <w:pPr>
        <w:pStyle w:val="MTDisplayEquation"/>
        <w:tabs>
          <w:tab w:val="center" w:pos="5040"/>
        </w:tabs>
        <w:ind w:left="720"/>
      </w:pPr>
      <w:r>
        <w:tab/>
      </w:r>
      <w:r w:rsidRPr="009F774F">
        <w:rPr>
          <w:position w:val="-34"/>
        </w:rPr>
        <w:object w:dxaOrig="4680" w:dyaOrig="800">
          <v:shape id="_x0000_i1448" type="#_x0000_t75" style="width:233pt;height:39.5pt" o:ole="">
            <v:imagedata r:id="rId824" o:title=""/>
          </v:shape>
          <o:OLEObject Type="Embed" ProgID="Equation.DSMT4" ShapeID="_x0000_i1448" DrawAspect="Content" ObjectID="_1377284574" r:id="rId825"/>
        </w:object>
      </w:r>
      <w:r>
        <w:tab/>
        <w:t>(5)</w:t>
      </w:r>
    </w:p>
    <w:p w:rsidR="00A14497" w:rsidRPr="009F774F" w:rsidRDefault="00A14497" w:rsidP="00A14497">
      <w:pPr>
        <w:pStyle w:val="ListParagraph"/>
        <w:rPr>
          <w:sz w:val="24"/>
        </w:rPr>
      </w:pPr>
    </w:p>
    <w:p w:rsidR="00A14497" w:rsidRPr="006A32B6" w:rsidRDefault="00A14497" w:rsidP="00A14497">
      <w:pPr>
        <w:pStyle w:val="ListParagraph"/>
        <w:tabs>
          <w:tab w:val="left" w:pos="450"/>
        </w:tabs>
        <w:ind w:left="450" w:hanging="450"/>
        <w:rPr>
          <w:sz w:val="24"/>
          <w:szCs w:val="24"/>
        </w:rPr>
      </w:pPr>
      <w:r>
        <w:rPr>
          <w:b/>
          <w:i/>
          <w:sz w:val="24"/>
          <w:szCs w:val="24"/>
        </w:rPr>
        <w:tab/>
      </w:r>
      <w:r w:rsidRPr="006A32B6">
        <w:rPr>
          <w:b/>
          <w:i/>
          <w:sz w:val="24"/>
          <w:szCs w:val="24"/>
        </w:rPr>
        <w:t>SOLUTION</w:t>
      </w:r>
      <w:r w:rsidRPr="006A32B6">
        <w:rPr>
          <w:sz w:val="24"/>
          <w:szCs w:val="24"/>
        </w:rPr>
        <w:t xml:space="preserve">  First, </w:t>
      </w:r>
      <w:r>
        <w:rPr>
          <w:sz w:val="24"/>
          <w:szCs w:val="24"/>
        </w:rPr>
        <w:t xml:space="preserve">we use Equation (1) to </w:t>
      </w:r>
      <w:r w:rsidRPr="006A32B6">
        <w:rPr>
          <w:sz w:val="24"/>
          <w:szCs w:val="24"/>
        </w:rPr>
        <w:t>determine whether either car finishes the race while accelerating:</w:t>
      </w:r>
    </w:p>
    <w:p w:rsidR="00A14497" w:rsidRPr="00F83671" w:rsidRDefault="00A14497" w:rsidP="00A14497">
      <w:pPr>
        <w:pStyle w:val="ListParagraph"/>
        <w:tabs>
          <w:tab w:val="left" w:pos="450"/>
          <w:tab w:val="left" w:pos="540"/>
          <w:tab w:val="center" w:pos="5040"/>
        </w:tabs>
        <w:ind w:left="450" w:hanging="450"/>
        <w:rPr>
          <w:sz w:val="24"/>
          <w:szCs w:val="24"/>
        </w:rPr>
      </w:pPr>
      <w:r>
        <w:rPr>
          <w:b/>
          <w:sz w:val="24"/>
          <w:szCs w:val="24"/>
        </w:rPr>
        <w:tab/>
      </w:r>
      <w:r w:rsidRPr="00F83671">
        <w:rPr>
          <w:b/>
          <w:sz w:val="24"/>
          <w:szCs w:val="24"/>
        </w:rPr>
        <w:t>Car A</w:t>
      </w:r>
      <w:r w:rsidRPr="00F83671">
        <w:rPr>
          <w:sz w:val="24"/>
          <w:szCs w:val="24"/>
        </w:rPr>
        <w:tab/>
      </w:r>
      <w:r w:rsidRPr="00F83671">
        <w:rPr>
          <w:position w:val="-46"/>
          <w:sz w:val="24"/>
          <w:szCs w:val="24"/>
        </w:rPr>
        <w:object w:dxaOrig="3360" w:dyaOrig="960">
          <v:shape id="_x0000_i1449" type="#_x0000_t75" style="width:168pt;height:48pt" o:ole="">
            <v:imagedata r:id="rId826" o:title=""/>
          </v:shape>
          <o:OLEObject Type="Embed" ProgID="Equation.DSMT4" ShapeID="_x0000_i1449" DrawAspect="Content" ObjectID="_1377284575" r:id="rId827"/>
        </w:object>
      </w:r>
    </w:p>
    <w:p w:rsidR="00A14497" w:rsidRPr="00F83671" w:rsidRDefault="00A14497" w:rsidP="00A14497">
      <w:pPr>
        <w:pStyle w:val="ListParagraph"/>
        <w:tabs>
          <w:tab w:val="left" w:pos="450"/>
          <w:tab w:val="center" w:pos="5040"/>
        </w:tabs>
        <w:ind w:left="450" w:hanging="450"/>
        <w:rPr>
          <w:sz w:val="24"/>
          <w:szCs w:val="24"/>
        </w:rPr>
      </w:pPr>
      <w:r>
        <w:rPr>
          <w:b/>
          <w:sz w:val="24"/>
          <w:szCs w:val="24"/>
        </w:rPr>
        <w:tab/>
      </w:r>
      <w:r w:rsidRPr="00F83671">
        <w:rPr>
          <w:b/>
          <w:sz w:val="24"/>
          <w:szCs w:val="24"/>
        </w:rPr>
        <w:t>Car B</w:t>
      </w:r>
      <w:r w:rsidRPr="00F83671">
        <w:rPr>
          <w:sz w:val="24"/>
          <w:szCs w:val="24"/>
        </w:rPr>
        <w:tab/>
      </w:r>
      <w:r w:rsidRPr="00F83671">
        <w:rPr>
          <w:position w:val="-46"/>
          <w:sz w:val="24"/>
          <w:szCs w:val="24"/>
        </w:rPr>
        <w:object w:dxaOrig="3379" w:dyaOrig="960">
          <v:shape id="_x0000_i1450" type="#_x0000_t75" style="width:168.5pt;height:48pt" o:ole="">
            <v:imagedata r:id="rId828" o:title=""/>
          </v:shape>
          <o:OLEObject Type="Embed" ProgID="Equation.DSMT4" ShapeID="_x0000_i1450" DrawAspect="Content" ObjectID="_1377284576" r:id="rId829"/>
        </w:object>
      </w:r>
    </w:p>
    <w:p w:rsidR="00A14497" w:rsidRPr="00F83671" w:rsidRDefault="00A14497" w:rsidP="00A14497">
      <w:pPr>
        <w:pStyle w:val="ListParagraph"/>
        <w:ind w:left="1440"/>
        <w:rPr>
          <w:sz w:val="24"/>
          <w:szCs w:val="24"/>
        </w:rPr>
      </w:pPr>
    </w:p>
    <w:p w:rsidR="00A14497" w:rsidRPr="006A32B6" w:rsidRDefault="00A14497" w:rsidP="00A14497">
      <w:pPr>
        <w:pStyle w:val="ListParagraph"/>
        <w:tabs>
          <w:tab w:val="left" w:pos="450"/>
        </w:tabs>
        <w:ind w:left="450" w:hanging="450"/>
        <w:rPr>
          <w:sz w:val="24"/>
          <w:szCs w:val="24"/>
        </w:rPr>
      </w:pPr>
      <w:r>
        <w:rPr>
          <w:sz w:val="24"/>
          <w:szCs w:val="24"/>
        </w:rPr>
        <w:tab/>
      </w:r>
      <w:r w:rsidRPr="00F83671">
        <w:rPr>
          <w:sz w:val="24"/>
          <w:szCs w:val="24"/>
        </w:rPr>
        <w:t xml:space="preserve">Therefore, car A finishes the race before reaching its maximum speed, but car B has </w:t>
      </w:r>
      <w:r>
        <w:rPr>
          <w:sz w:val="24"/>
          <w:szCs w:val="24"/>
        </w:rPr>
        <w:br/>
      </w:r>
      <w:r w:rsidRPr="00F83671">
        <w:rPr>
          <w:sz w:val="24"/>
          <w:szCs w:val="24"/>
        </w:rPr>
        <w:t xml:space="preserve">402 m − 368 m = 34 m to travel at its maximum speed. </w:t>
      </w:r>
      <w:r>
        <w:rPr>
          <w:sz w:val="24"/>
          <w:szCs w:val="24"/>
        </w:rPr>
        <w:t xml:space="preserve"> </w:t>
      </w:r>
      <w:r w:rsidRPr="00F83671">
        <w:rPr>
          <w:sz w:val="24"/>
          <w:szCs w:val="24"/>
        </w:rPr>
        <w:t xml:space="preserve">Equation </w:t>
      </w:r>
      <w:r>
        <w:rPr>
          <w:sz w:val="24"/>
          <w:szCs w:val="24"/>
        </w:rPr>
        <w:t>(2)</w:t>
      </w:r>
      <w:r w:rsidRPr="00F83671">
        <w:rPr>
          <w:sz w:val="24"/>
          <w:szCs w:val="24"/>
        </w:rPr>
        <w:t xml:space="preserve"> gives the time for car A to reach the finish line as</w:t>
      </w:r>
    </w:p>
    <w:p w:rsidR="00A14497" w:rsidRPr="00F83671" w:rsidRDefault="00A14497" w:rsidP="00A14497">
      <w:pPr>
        <w:pStyle w:val="ListParagraph"/>
        <w:rPr>
          <w:sz w:val="24"/>
          <w:szCs w:val="24"/>
        </w:rPr>
      </w:pPr>
    </w:p>
    <w:p w:rsidR="00A14497" w:rsidRPr="006A32B6" w:rsidRDefault="00A14497" w:rsidP="00A14497">
      <w:pPr>
        <w:pStyle w:val="ListParagraph"/>
        <w:tabs>
          <w:tab w:val="left" w:pos="450"/>
        </w:tabs>
        <w:ind w:left="450" w:hanging="450"/>
        <w:rPr>
          <w:sz w:val="24"/>
          <w:szCs w:val="24"/>
        </w:rPr>
      </w:pPr>
      <w:r>
        <w:rPr>
          <w:b/>
          <w:sz w:val="24"/>
          <w:szCs w:val="24"/>
        </w:rPr>
        <w:tab/>
      </w:r>
      <w:r w:rsidRPr="00F83671">
        <w:rPr>
          <w:b/>
          <w:sz w:val="24"/>
          <w:szCs w:val="24"/>
        </w:rPr>
        <w:t>Car A</w:t>
      </w:r>
      <w:r w:rsidRPr="00F83671">
        <w:rPr>
          <w:sz w:val="24"/>
          <w:szCs w:val="24"/>
        </w:rPr>
        <w:tab/>
      </w:r>
      <w:r>
        <w:rPr>
          <w:sz w:val="24"/>
          <w:szCs w:val="24"/>
        </w:rPr>
        <w:tab/>
      </w:r>
      <w:r>
        <w:rPr>
          <w:sz w:val="24"/>
          <w:szCs w:val="24"/>
        </w:rPr>
        <w:tab/>
      </w:r>
      <w:r>
        <w:rPr>
          <w:sz w:val="24"/>
          <w:szCs w:val="24"/>
        </w:rPr>
        <w:tab/>
      </w:r>
      <w:r w:rsidRPr="00F83671">
        <w:rPr>
          <w:position w:val="-30"/>
          <w:sz w:val="24"/>
          <w:szCs w:val="24"/>
        </w:rPr>
        <w:object w:dxaOrig="3100" w:dyaOrig="780">
          <v:shape id="_x0000_i1451" type="#_x0000_t75" style="width:155.5pt;height:39pt" o:ole="">
            <v:imagedata r:id="rId830" o:title=""/>
          </v:shape>
          <o:OLEObject Type="Embed" ProgID="Equation.DSMT4" ShapeID="_x0000_i1451" DrawAspect="Content" ObjectID="_1377284577" r:id="rId831"/>
        </w:object>
      </w:r>
    </w:p>
    <w:p w:rsidR="00A14497" w:rsidRPr="00F83671" w:rsidRDefault="00A14497" w:rsidP="00A14497">
      <w:pPr>
        <w:pStyle w:val="ListParagraph"/>
        <w:tabs>
          <w:tab w:val="center" w:pos="5040"/>
        </w:tabs>
        <w:rPr>
          <w:sz w:val="24"/>
          <w:szCs w:val="24"/>
        </w:rPr>
      </w:pPr>
    </w:p>
    <w:p w:rsidR="00A14497" w:rsidRPr="006A32B6" w:rsidRDefault="00A14497" w:rsidP="00A14497">
      <w:pPr>
        <w:pStyle w:val="ListParagraph"/>
        <w:tabs>
          <w:tab w:val="left" w:pos="450"/>
        </w:tabs>
        <w:ind w:left="450" w:hanging="450"/>
        <w:rPr>
          <w:sz w:val="24"/>
          <w:szCs w:val="24"/>
        </w:rPr>
      </w:pPr>
      <w:r>
        <w:rPr>
          <w:sz w:val="24"/>
          <w:szCs w:val="24"/>
        </w:rPr>
        <w:tab/>
      </w:r>
      <w:r w:rsidRPr="00F83671">
        <w:rPr>
          <w:sz w:val="24"/>
          <w:szCs w:val="24"/>
        </w:rPr>
        <w:t xml:space="preserve">Equation </w:t>
      </w:r>
      <w:r>
        <w:rPr>
          <w:sz w:val="24"/>
          <w:szCs w:val="24"/>
        </w:rPr>
        <w:t>(5)</w:t>
      </w:r>
      <w:r w:rsidRPr="00F83671">
        <w:rPr>
          <w:sz w:val="24"/>
          <w:szCs w:val="24"/>
        </w:rPr>
        <w:t xml:space="preserve"> gives the time for car B to reach the finish line as</w:t>
      </w:r>
    </w:p>
    <w:p w:rsidR="00A14497" w:rsidRPr="00F83671" w:rsidRDefault="00A14497" w:rsidP="00A14497">
      <w:pPr>
        <w:pStyle w:val="ListParagraph"/>
        <w:rPr>
          <w:sz w:val="24"/>
          <w:szCs w:val="24"/>
        </w:rPr>
      </w:pPr>
    </w:p>
    <w:p w:rsidR="00A14497" w:rsidRPr="006A32B6" w:rsidRDefault="00A14497" w:rsidP="00A14497">
      <w:pPr>
        <w:pStyle w:val="ListParagraph"/>
        <w:tabs>
          <w:tab w:val="left" w:pos="450"/>
        </w:tabs>
        <w:ind w:left="450" w:hanging="450"/>
        <w:rPr>
          <w:sz w:val="24"/>
          <w:szCs w:val="24"/>
        </w:rPr>
      </w:pPr>
      <w:r>
        <w:rPr>
          <w:b/>
          <w:sz w:val="24"/>
          <w:szCs w:val="24"/>
        </w:rPr>
        <w:tab/>
      </w:r>
      <w:r w:rsidRPr="00F83671">
        <w:rPr>
          <w:b/>
          <w:sz w:val="24"/>
          <w:szCs w:val="24"/>
        </w:rPr>
        <w:t>Car B</w:t>
      </w:r>
      <w:r w:rsidRPr="00F83671">
        <w:rPr>
          <w:sz w:val="24"/>
          <w:szCs w:val="24"/>
        </w:rPr>
        <w:tab/>
      </w:r>
      <w:r>
        <w:rPr>
          <w:sz w:val="24"/>
          <w:szCs w:val="24"/>
        </w:rPr>
        <w:tab/>
      </w:r>
      <w:r>
        <w:rPr>
          <w:sz w:val="24"/>
          <w:szCs w:val="24"/>
        </w:rPr>
        <w:tab/>
      </w:r>
      <w:r w:rsidRPr="00F83671">
        <w:rPr>
          <w:position w:val="-46"/>
          <w:sz w:val="24"/>
          <w:szCs w:val="24"/>
        </w:rPr>
        <w:object w:dxaOrig="4980" w:dyaOrig="859">
          <v:shape id="_x0000_i1452" type="#_x0000_t75" style="width:248.5pt;height:44pt" o:ole="">
            <v:imagedata r:id="rId832" o:title=""/>
          </v:shape>
          <o:OLEObject Type="Embed" ProgID="Equation.DSMT4" ShapeID="_x0000_i1452" DrawAspect="Content" ObjectID="_1377284578" r:id="rId833"/>
        </w:object>
      </w:r>
    </w:p>
    <w:p w:rsidR="00A14497" w:rsidRPr="00F83671" w:rsidRDefault="00A14497" w:rsidP="00A14497">
      <w:pPr>
        <w:pStyle w:val="ListParagraph"/>
        <w:tabs>
          <w:tab w:val="center" w:pos="5040"/>
        </w:tabs>
        <w:rPr>
          <w:sz w:val="24"/>
          <w:szCs w:val="24"/>
        </w:rPr>
      </w:pPr>
    </w:p>
    <w:p w:rsidR="00A14497" w:rsidRPr="00F83671" w:rsidRDefault="00A14497" w:rsidP="00A14497">
      <w:pPr>
        <w:pStyle w:val="ListParagraph"/>
        <w:tabs>
          <w:tab w:val="left" w:pos="450"/>
        </w:tabs>
        <w:ind w:left="450" w:hanging="450"/>
        <w:rPr>
          <w:sz w:val="24"/>
          <w:szCs w:val="24"/>
        </w:rPr>
      </w:pPr>
      <w:r>
        <w:rPr>
          <w:sz w:val="24"/>
          <w:szCs w:val="24"/>
        </w:rPr>
        <w:tab/>
      </w:r>
      <w:r w:rsidRPr="00D854A8">
        <w:rPr>
          <w:sz w:val="24"/>
          <w:szCs w:val="24"/>
          <w:bdr w:val="single" w:sz="4" w:space="0" w:color="auto"/>
        </w:rPr>
        <w:t> Car B wins the race </w:t>
      </w:r>
      <w:r w:rsidRPr="00F83671">
        <w:rPr>
          <w:sz w:val="24"/>
          <w:szCs w:val="24"/>
        </w:rPr>
        <w:t xml:space="preserve"> by 8.55 s − 8.33 s = </w:t>
      </w:r>
      <w:r w:rsidRPr="00F83671">
        <w:rPr>
          <w:sz w:val="24"/>
          <w:szCs w:val="24"/>
          <w:bdr w:val="single" w:sz="4" w:space="0" w:color="auto"/>
        </w:rPr>
        <w:t xml:space="preserve">0.22 s </w:t>
      </w:r>
      <w:r w:rsidRPr="00F83671">
        <w:rPr>
          <w:sz w:val="24"/>
          <w:szCs w:val="24"/>
        </w:rPr>
        <w:t>.</w:t>
      </w:r>
    </w:p>
    <w:p w:rsidR="00A14497" w:rsidRPr="006A32B6" w:rsidRDefault="00A14497" w:rsidP="00A14497">
      <w:pPr>
        <w:pBdr>
          <w:bottom w:val="single" w:sz="4" w:space="1" w:color="auto"/>
        </w:pBdr>
      </w:pPr>
    </w:p>
    <w:p w:rsidR="00A14497" w:rsidRDefault="00A14497" w:rsidP="00A14497">
      <w:pPr>
        <w:ind w:left="0" w:firstLine="0"/>
        <w:jc w:val="left"/>
      </w:pPr>
    </w:p>
    <w:p w:rsidR="00A14497" w:rsidRDefault="00A14497" w:rsidP="008119EA">
      <w:pPr>
        <w:pageBreakBefore/>
      </w:pPr>
      <w:r>
        <w:lastRenderedPageBreak/>
        <w:t>88.</w:t>
      </w:r>
      <w:r>
        <w:tab/>
      </w:r>
      <w:r>
        <w:rPr>
          <w:b/>
          <w:i/>
        </w:rPr>
        <w:t xml:space="preserve">REASONING </w:t>
      </w:r>
      <w:r w:rsidRPr="008726CA">
        <w:rPr>
          <w:b/>
          <w:i/>
          <w:szCs w:val="24"/>
        </w:rPr>
        <w:t>AND</w:t>
      </w:r>
      <w:r>
        <w:rPr>
          <w:b/>
          <w:i/>
        </w:rPr>
        <w:t xml:space="preserve"> SOLUTION</w:t>
      </w:r>
      <w:r>
        <w:t xml:space="preserve">   During the first phase of the acceleration,</w:t>
      </w:r>
    </w:p>
    <w:p w:rsidR="00A14497" w:rsidRDefault="00A14497" w:rsidP="00A14497"/>
    <w:p w:rsidR="00A14497" w:rsidRPr="00377136" w:rsidRDefault="00A14497" w:rsidP="00A14497">
      <w:pPr>
        <w:pStyle w:val="eq"/>
      </w:pPr>
      <w:r w:rsidRPr="00377136">
        <w:rPr>
          <w:position w:val="-32"/>
        </w:rPr>
        <w:object w:dxaOrig="700" w:dyaOrig="700">
          <v:shape id="_x0000_i1453" type="#_x0000_t75" style="width:35.5pt;height:35.5pt" o:ole="">
            <v:imagedata r:id="rId834" o:title=""/>
          </v:shape>
          <o:OLEObject Type="Embed" ProgID="Equation.DSMT4" ShapeID="_x0000_i1453" DrawAspect="Content" ObjectID="_1377284579" r:id="rId835"/>
        </w:object>
      </w:r>
    </w:p>
    <w:p w:rsidR="00A14497" w:rsidRDefault="00A14497" w:rsidP="00A14497"/>
    <w:p w:rsidR="00A14497" w:rsidRDefault="00A14497" w:rsidP="00A14497">
      <w:r>
        <w:tab/>
        <w:t>During the second phase of the acceleration,</w:t>
      </w:r>
    </w:p>
    <w:p w:rsidR="00A14497" w:rsidRDefault="00A14497" w:rsidP="00A14497"/>
    <w:p w:rsidR="00A14497" w:rsidRDefault="00A14497" w:rsidP="00A14497">
      <w:pPr>
        <w:pStyle w:val="eq"/>
      </w:pPr>
      <w:r w:rsidRPr="00377136">
        <w:rPr>
          <w:i/>
        </w:rPr>
        <w:t>v</w:t>
      </w:r>
      <w:r>
        <w:t xml:space="preserve"> = (3.4 m/s) – (1.1 m/s</w:t>
      </w:r>
      <w:r w:rsidRPr="00326D8B">
        <w:rPr>
          <w:position w:val="10"/>
          <w:sz w:val="18"/>
          <w:szCs w:val="18"/>
        </w:rPr>
        <w:t>2</w:t>
      </w:r>
      <w:r>
        <w:t>)(1.2 s) = 2.1 m/s</w:t>
      </w:r>
    </w:p>
    <w:p w:rsidR="00A14497" w:rsidRDefault="00A14497" w:rsidP="00A14497">
      <w:r>
        <w:tab/>
        <w:t>Then</w:t>
      </w:r>
    </w:p>
    <w:p w:rsidR="00A14497" w:rsidRDefault="00A14497" w:rsidP="00A14497">
      <w:pPr>
        <w:pStyle w:val="eq"/>
      </w:pPr>
      <w:r w:rsidRPr="00377136">
        <w:rPr>
          <w:position w:val="-24"/>
        </w:rPr>
        <w:object w:dxaOrig="2400" w:dyaOrig="620">
          <v:shape id="_x0000_i1454" type="#_x0000_t75" style="width:120pt;height:30.5pt" o:ole="">
            <v:imagedata r:id="rId836" o:title=""/>
          </v:shape>
          <o:OLEObject Type="Embed" ProgID="Equation.DSMT4" ShapeID="_x0000_i1454" DrawAspect="Content" ObjectID="_1377284580" r:id="rId837"/>
        </w:object>
      </w:r>
    </w:p>
    <w:p w:rsidR="00A14497" w:rsidRDefault="00A14497">
      <w:r>
        <w:t>______________________________________________________________________________</w:t>
      </w:r>
    </w:p>
    <w:p w:rsidR="00A14497" w:rsidRDefault="00A14497" w:rsidP="00A14497"/>
    <w:sectPr w:rsidR="00A14497" w:rsidSect="00907656">
      <w:headerReference w:type="default" r:id="rId838"/>
      <w:headerReference w:type="first" r:id="rId839"/>
      <w:footnotePr>
        <w:numRestart w:val="eachPage"/>
      </w:footnotePr>
      <w:pgSz w:w="12240" w:h="15840" w:code="1"/>
      <w:pgMar w:top="1440" w:right="1440" w:bottom="1440" w:left="1440" w:header="720" w:footer="720" w:gutter="0"/>
      <w:pgNumType w:start="4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A06" w:rsidRDefault="00B42A06">
      <w:r>
        <w:separator/>
      </w:r>
    </w:p>
  </w:endnote>
  <w:endnote w:type="continuationSeparator" w:id="0">
    <w:p w:rsidR="00B42A06" w:rsidRDefault="00B42A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T 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A06" w:rsidRDefault="00B42A06">
      <w:r>
        <w:separator/>
      </w:r>
    </w:p>
  </w:footnote>
  <w:footnote w:type="continuationSeparator" w:id="0">
    <w:p w:rsidR="00B42A06" w:rsidRDefault="00B42A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B8" w:rsidRDefault="00AE1B27">
    <w:pPr>
      <w:widowControl w:val="0"/>
      <w:tabs>
        <w:tab w:val="left" w:pos="-1440"/>
        <w:tab w:val="left" w:pos="-720"/>
      </w:tabs>
      <w:spacing w:line="240" w:lineRule="atLeast"/>
      <w:rPr>
        <w:rFonts w:ascii="Helvetica" w:hAnsi="Helvetica"/>
        <w:b/>
        <w:sz w:val="20"/>
      </w:rPr>
    </w:pPr>
    <w:r>
      <w:rPr>
        <w:rStyle w:val="PageNumber"/>
        <w:sz w:val="20"/>
      </w:rPr>
      <w:fldChar w:fldCharType="begin"/>
    </w:r>
    <w:r w:rsidR="001D7FB8">
      <w:rPr>
        <w:rStyle w:val="PageNumber"/>
        <w:sz w:val="20"/>
      </w:rPr>
      <w:instrText xml:space="preserve"> PAGE </w:instrText>
    </w:r>
    <w:r>
      <w:rPr>
        <w:rStyle w:val="PageNumber"/>
        <w:sz w:val="20"/>
      </w:rPr>
      <w:fldChar w:fldCharType="separate"/>
    </w:r>
    <w:r w:rsidR="006C59C4">
      <w:rPr>
        <w:rStyle w:val="PageNumber"/>
        <w:noProof/>
        <w:sz w:val="20"/>
      </w:rPr>
      <w:t>70</w:t>
    </w:r>
    <w:r>
      <w:rPr>
        <w:rStyle w:val="PageNumber"/>
        <w:sz w:val="20"/>
      </w:rPr>
      <w:fldChar w:fldCharType="end"/>
    </w:r>
    <w:r w:rsidR="001D7FB8">
      <w:rPr>
        <w:rFonts w:ascii="Helvetica" w:hAnsi="Helvetica"/>
        <w:sz w:val="20"/>
      </w:rPr>
      <w:tab/>
    </w:r>
    <w:r w:rsidR="001D7FB8">
      <w:rPr>
        <w:rFonts w:ascii="Helvetica" w:hAnsi="Helvetica"/>
        <w:b/>
        <w:sz w:val="20"/>
      </w:rPr>
      <w:t>KINEMATICS IN ONE DIMENSION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B8" w:rsidRDefault="001D7FB8">
    <w:pPr>
      <w:widowControl w:val="0"/>
      <w:tabs>
        <w:tab w:val="left" w:pos="-1440"/>
        <w:tab w:val="left" w:pos="-720"/>
      </w:tabs>
      <w:spacing w:line="240" w:lineRule="atLeast"/>
      <w:jc w:val="right"/>
      <w:rPr>
        <w:rFonts w:ascii="Helvetica" w:hAnsi="Helvetica"/>
        <w:b/>
        <w:sz w:val="20"/>
      </w:rPr>
    </w:pPr>
    <w:r>
      <w:rPr>
        <w:rFonts w:ascii="Helvetica" w:hAnsi="Helvetica"/>
        <w:b/>
        <w:sz w:val="20"/>
      </w:rPr>
      <w:t xml:space="preserve">Chapter 2   Answers to Focus on Concepts Questions     </w:t>
    </w:r>
    <w:r w:rsidR="00AE1B27">
      <w:rPr>
        <w:rStyle w:val="PageNumber"/>
        <w:sz w:val="20"/>
      </w:rPr>
      <w:fldChar w:fldCharType="begin"/>
    </w:r>
    <w:r>
      <w:rPr>
        <w:rStyle w:val="PageNumber"/>
        <w:sz w:val="20"/>
      </w:rPr>
      <w:instrText xml:space="preserve"> PAGE </w:instrText>
    </w:r>
    <w:r w:rsidR="00AE1B27">
      <w:rPr>
        <w:rStyle w:val="PageNumber"/>
        <w:sz w:val="20"/>
      </w:rPr>
      <w:fldChar w:fldCharType="separate"/>
    </w:r>
    <w:r w:rsidR="006C59C4">
      <w:rPr>
        <w:rStyle w:val="PageNumber"/>
        <w:noProof/>
        <w:sz w:val="20"/>
      </w:rPr>
      <w:t>43</w:t>
    </w:r>
    <w:r w:rsidR="00AE1B27">
      <w:rPr>
        <w:rStyle w:val="PageNumber"/>
        <w:sz w:val="20"/>
      </w:rPr>
      <w:fldChar w:fldCharType="end"/>
    </w:r>
    <w:r>
      <w:rPr>
        <w:rFonts w:ascii="Helvetica" w:hAnsi="Helvetica"/>
        <w:b/>
        <w:sz w:val="2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B8" w:rsidRDefault="001D7FB8">
    <w:pPr>
      <w:widowControl w:val="0"/>
      <w:tabs>
        <w:tab w:val="left" w:pos="-1440"/>
        <w:tab w:val="left" w:pos="-720"/>
      </w:tabs>
      <w:spacing w:line="240" w:lineRule="atLeast"/>
      <w:jc w:val="right"/>
      <w:rPr>
        <w:rFonts w:ascii="Helvetica" w:hAnsi="Helvetica"/>
        <w:b/>
        <w:sz w:val="20"/>
      </w:rPr>
    </w:pPr>
    <w:r>
      <w:rPr>
        <w:rFonts w:ascii="Helvetica" w:hAnsi="Helvetica"/>
        <w:b/>
        <w:sz w:val="20"/>
      </w:rPr>
      <w:t xml:space="preserve">Chapter 2   Problems     </w:t>
    </w:r>
    <w:r w:rsidR="00AE1B27">
      <w:rPr>
        <w:rStyle w:val="PageNumber"/>
        <w:sz w:val="20"/>
      </w:rPr>
      <w:fldChar w:fldCharType="begin"/>
    </w:r>
    <w:r>
      <w:rPr>
        <w:rStyle w:val="PageNumber"/>
        <w:sz w:val="20"/>
      </w:rPr>
      <w:instrText xml:space="preserve"> PAGE </w:instrText>
    </w:r>
    <w:r w:rsidR="00AE1B27">
      <w:rPr>
        <w:rStyle w:val="PageNumber"/>
        <w:sz w:val="20"/>
      </w:rPr>
      <w:fldChar w:fldCharType="separate"/>
    </w:r>
    <w:r w:rsidR="006C59C4">
      <w:rPr>
        <w:rStyle w:val="PageNumber"/>
        <w:noProof/>
        <w:sz w:val="20"/>
      </w:rPr>
      <w:t>69</w:t>
    </w:r>
    <w:r w:rsidR="00AE1B27">
      <w:rPr>
        <w:rStyle w:val="PageNumber"/>
        <w:sz w:val="20"/>
      </w:rPr>
      <w:fldChar w:fldCharType="end"/>
    </w:r>
    <w:r>
      <w:rPr>
        <w:rFonts w:ascii="Helvetica" w:hAnsi="Helvetica"/>
        <w:b/>
        <w:sz w:val="20"/>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FB8" w:rsidRDefault="001D7FB8" w:rsidP="00EB2058">
    <w:pPr>
      <w:widowControl w:val="0"/>
      <w:tabs>
        <w:tab w:val="left" w:pos="-1440"/>
        <w:tab w:val="left" w:pos="-720"/>
      </w:tabs>
      <w:spacing w:line="240" w:lineRule="atLeast"/>
      <w:jc w:val="right"/>
      <w:rPr>
        <w:rFonts w:ascii="Helvetica" w:hAnsi="Helvetica"/>
        <w:b/>
        <w:sz w:val="20"/>
      </w:rPr>
    </w:pPr>
    <w:r>
      <w:rPr>
        <w:rFonts w:ascii="Helvetica" w:hAnsi="Helvetica"/>
        <w:b/>
        <w:sz w:val="20"/>
      </w:rPr>
      <w:t xml:space="preserve">Chapter 2   Problems     </w:t>
    </w:r>
    <w:r w:rsidR="00AE1B27">
      <w:rPr>
        <w:rStyle w:val="PageNumber"/>
        <w:sz w:val="20"/>
      </w:rPr>
      <w:fldChar w:fldCharType="begin"/>
    </w:r>
    <w:r>
      <w:rPr>
        <w:rStyle w:val="PageNumber"/>
        <w:sz w:val="20"/>
      </w:rPr>
      <w:instrText xml:space="preserve"> PAGE </w:instrText>
    </w:r>
    <w:r w:rsidR="00AE1B27">
      <w:rPr>
        <w:rStyle w:val="PageNumber"/>
        <w:sz w:val="20"/>
      </w:rPr>
      <w:fldChar w:fldCharType="separate"/>
    </w:r>
    <w:r w:rsidR="006C59C4">
      <w:rPr>
        <w:rStyle w:val="PageNumber"/>
        <w:noProof/>
        <w:sz w:val="20"/>
      </w:rPr>
      <w:t>45</w:t>
    </w:r>
    <w:r w:rsidR="00AE1B27">
      <w:rPr>
        <w:rStyle w:val="PageNumber"/>
        <w:sz w:val="20"/>
      </w:rPr>
      <w:fldChar w:fldCharType="end"/>
    </w:r>
  </w:p>
  <w:p w:rsidR="001D7FB8" w:rsidRDefault="001D7F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A2849C0"/>
    <w:lvl w:ilvl="0">
      <w:start w:val="1"/>
      <w:numFmt w:val="decimal"/>
      <w:lvlText w:val="%1."/>
      <w:lvlJc w:val="left"/>
      <w:pPr>
        <w:tabs>
          <w:tab w:val="num" w:pos="1800"/>
        </w:tabs>
        <w:ind w:left="1800" w:hanging="360"/>
      </w:pPr>
    </w:lvl>
  </w:abstractNum>
  <w:abstractNum w:abstractNumId="1">
    <w:nsid w:val="FFFFFF7D"/>
    <w:multiLevelType w:val="singleLevel"/>
    <w:tmpl w:val="25324FEE"/>
    <w:lvl w:ilvl="0">
      <w:start w:val="1"/>
      <w:numFmt w:val="decimal"/>
      <w:lvlText w:val="%1."/>
      <w:lvlJc w:val="left"/>
      <w:pPr>
        <w:tabs>
          <w:tab w:val="num" w:pos="1440"/>
        </w:tabs>
        <w:ind w:left="1440" w:hanging="360"/>
      </w:pPr>
    </w:lvl>
  </w:abstractNum>
  <w:abstractNum w:abstractNumId="2">
    <w:nsid w:val="FFFFFF7E"/>
    <w:multiLevelType w:val="singleLevel"/>
    <w:tmpl w:val="41769F6A"/>
    <w:lvl w:ilvl="0">
      <w:start w:val="1"/>
      <w:numFmt w:val="decimal"/>
      <w:lvlText w:val="%1."/>
      <w:lvlJc w:val="left"/>
      <w:pPr>
        <w:tabs>
          <w:tab w:val="num" w:pos="1080"/>
        </w:tabs>
        <w:ind w:left="1080" w:hanging="360"/>
      </w:pPr>
    </w:lvl>
  </w:abstractNum>
  <w:abstractNum w:abstractNumId="3">
    <w:nsid w:val="FFFFFF7F"/>
    <w:multiLevelType w:val="singleLevel"/>
    <w:tmpl w:val="B9429F22"/>
    <w:lvl w:ilvl="0">
      <w:start w:val="1"/>
      <w:numFmt w:val="decimal"/>
      <w:lvlText w:val="%1."/>
      <w:lvlJc w:val="left"/>
      <w:pPr>
        <w:tabs>
          <w:tab w:val="num" w:pos="720"/>
        </w:tabs>
        <w:ind w:left="720" w:hanging="360"/>
      </w:pPr>
    </w:lvl>
  </w:abstractNum>
  <w:abstractNum w:abstractNumId="4">
    <w:nsid w:val="FFFFFF80"/>
    <w:multiLevelType w:val="singleLevel"/>
    <w:tmpl w:val="0C0EC89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17448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E6EB22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E741E4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3E6002"/>
    <w:lvl w:ilvl="0">
      <w:start w:val="1"/>
      <w:numFmt w:val="decimal"/>
      <w:lvlText w:val="%1."/>
      <w:lvlJc w:val="left"/>
      <w:pPr>
        <w:tabs>
          <w:tab w:val="num" w:pos="360"/>
        </w:tabs>
        <w:ind w:left="360" w:hanging="360"/>
      </w:pPr>
    </w:lvl>
  </w:abstractNum>
  <w:abstractNum w:abstractNumId="9">
    <w:nsid w:val="FFFFFF89"/>
    <w:multiLevelType w:val="singleLevel"/>
    <w:tmpl w:val="BC3E1144"/>
    <w:lvl w:ilvl="0">
      <w:start w:val="1"/>
      <w:numFmt w:val="bullet"/>
      <w:lvlText w:val=""/>
      <w:lvlJc w:val="left"/>
      <w:pPr>
        <w:tabs>
          <w:tab w:val="num" w:pos="360"/>
        </w:tabs>
        <w:ind w:left="360" w:hanging="360"/>
      </w:pPr>
      <w:rPr>
        <w:rFonts w:ascii="Symbol" w:hAnsi="Symbol" w:hint="default"/>
      </w:rPr>
    </w:lvl>
  </w:abstractNum>
  <w:abstractNum w:abstractNumId="10">
    <w:nsid w:val="04666BE1"/>
    <w:multiLevelType w:val="singleLevel"/>
    <w:tmpl w:val="A78AECE0"/>
    <w:lvl w:ilvl="0">
      <w:start w:val="1"/>
      <w:numFmt w:val="lowerLetter"/>
      <w:lvlText w:val="(%1)"/>
      <w:lvlJc w:val="left"/>
      <w:pPr>
        <w:tabs>
          <w:tab w:val="num" w:pos="375"/>
        </w:tabs>
        <w:ind w:left="375" w:hanging="375"/>
      </w:pPr>
      <w:rPr>
        <w:rFonts w:hint="default"/>
      </w:rPr>
    </w:lvl>
  </w:abstractNum>
  <w:abstractNum w:abstractNumId="11">
    <w:nsid w:val="1A671402"/>
    <w:multiLevelType w:val="hybridMultilevel"/>
    <w:tmpl w:val="1F822B08"/>
    <w:lvl w:ilvl="0" w:tplc="E9AE3B16">
      <w:start w:val="69"/>
      <w:numFmt w:val="decimal"/>
      <w:lvlText w:val="%1."/>
      <w:lvlJc w:val="righ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694111"/>
    <w:multiLevelType w:val="singleLevel"/>
    <w:tmpl w:val="E8D84F50"/>
    <w:lvl w:ilvl="0">
      <w:start w:val="1"/>
      <w:numFmt w:val="lowerLetter"/>
      <w:lvlText w:val="(%1)"/>
      <w:lvlJc w:val="left"/>
      <w:pPr>
        <w:tabs>
          <w:tab w:val="num" w:pos="375"/>
        </w:tabs>
        <w:ind w:left="375" w:hanging="375"/>
      </w:pPr>
      <w:rPr>
        <w:rFonts w:hint="default"/>
      </w:rPr>
    </w:lvl>
  </w:abstractNum>
  <w:abstractNum w:abstractNumId="13">
    <w:nsid w:val="3D355C60"/>
    <w:multiLevelType w:val="singleLevel"/>
    <w:tmpl w:val="04090019"/>
    <w:lvl w:ilvl="0">
      <w:start w:val="1"/>
      <w:numFmt w:val="lowerLetter"/>
      <w:lvlText w:val="(%1)"/>
      <w:lvlJc w:val="left"/>
      <w:pPr>
        <w:tabs>
          <w:tab w:val="num" w:pos="360"/>
        </w:tabs>
        <w:ind w:left="360" w:hanging="360"/>
      </w:pPr>
      <w:rPr>
        <w:rFonts w:hint="default"/>
      </w:rPr>
    </w:lvl>
  </w:abstractNum>
  <w:abstractNum w:abstractNumId="14">
    <w:nsid w:val="57912784"/>
    <w:multiLevelType w:val="hybridMultilevel"/>
    <w:tmpl w:val="3BF6CC02"/>
    <w:lvl w:ilvl="0" w:tplc="048CAD1C">
      <w:start w:val="39"/>
      <w:numFmt w:val="decimal"/>
      <w:lvlText w:val="%1."/>
      <w:lvlJc w:val="righ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B43D6A"/>
    <w:multiLevelType w:val="singleLevel"/>
    <w:tmpl w:val="A73C1BE2"/>
    <w:lvl w:ilvl="0">
      <w:start w:val="1"/>
      <w:numFmt w:val="lowerLetter"/>
      <w:lvlText w:val="(%1)"/>
      <w:lvlJc w:val="left"/>
      <w:pPr>
        <w:tabs>
          <w:tab w:val="num" w:pos="450"/>
        </w:tabs>
        <w:ind w:left="450" w:hanging="450"/>
      </w:pPr>
      <w:rPr>
        <w:rFonts w:hint="default"/>
      </w:rPr>
    </w:lvl>
  </w:abstractNum>
  <w:abstractNum w:abstractNumId="16">
    <w:nsid w:val="747F7906"/>
    <w:multiLevelType w:val="singleLevel"/>
    <w:tmpl w:val="45A41C8E"/>
    <w:lvl w:ilvl="0">
      <w:start w:val="1"/>
      <w:numFmt w:val="lowerLetter"/>
      <w:lvlText w:val="(%1)"/>
      <w:lvlJc w:val="left"/>
      <w:pPr>
        <w:tabs>
          <w:tab w:val="num" w:pos="450"/>
        </w:tabs>
        <w:ind w:left="450" w:hanging="450"/>
      </w:pPr>
      <w:rPr>
        <w:rFonts w:hint="default"/>
      </w:rPr>
    </w:lvl>
  </w:abstractNum>
  <w:abstractNum w:abstractNumId="17">
    <w:nsid w:val="77292065"/>
    <w:multiLevelType w:val="singleLevel"/>
    <w:tmpl w:val="1652B3CA"/>
    <w:lvl w:ilvl="0">
      <w:start w:val="1"/>
      <w:numFmt w:val="lowerLetter"/>
      <w:lvlText w:val="(%1)"/>
      <w:lvlJc w:val="left"/>
      <w:pPr>
        <w:tabs>
          <w:tab w:val="num" w:pos="450"/>
        </w:tabs>
        <w:ind w:left="450" w:hanging="450"/>
      </w:pPr>
      <w:rPr>
        <w:rFonts w:hint="default"/>
      </w:rPr>
    </w:lvl>
  </w:abstractNum>
  <w:abstractNum w:abstractNumId="18">
    <w:nsid w:val="79D06500"/>
    <w:multiLevelType w:val="hybridMultilevel"/>
    <w:tmpl w:val="A1D024BE"/>
    <w:lvl w:ilvl="0" w:tplc="459CD8D8">
      <w:start w:val="1"/>
      <w:numFmt w:val="decimal"/>
      <w:lvlText w:val="N%1."/>
      <w:lvlJc w:val="right"/>
      <w:pPr>
        <w:ind w:left="360" w:hanging="360"/>
      </w:pPr>
      <w:rPr>
        <w:rFonts w:hint="default"/>
      </w:rPr>
    </w:lvl>
    <w:lvl w:ilvl="1" w:tplc="1ACEBAE4">
      <w:start w:val="1"/>
      <w:numFmt w:val="decimal"/>
      <w:lvlText w:val="N%2."/>
      <w:lvlJc w:val="righ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6"/>
  </w:num>
  <w:num w:numId="14">
    <w:abstractNumId w:val="17"/>
  </w:num>
  <w:num w:numId="15">
    <w:abstractNumId w:val="15"/>
  </w:num>
  <w:num w:numId="16">
    <w:abstractNumId w:val="13"/>
  </w:num>
  <w:num w:numId="17">
    <w:abstractNumId w:val="18"/>
  </w:num>
  <w:num w:numId="18">
    <w:abstractNumId w:val="11"/>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grammar="clean"/>
  <w:attachedTemplate r:id="rId1"/>
  <w:linkStyles/>
  <w:stylePaneFormatFilter w:val="1F08"/>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rsids>
    <w:rsidRoot w:val="00AE65BA"/>
    <w:rsid w:val="00000D99"/>
    <w:rsid w:val="00007074"/>
    <w:rsid w:val="00013A73"/>
    <w:rsid w:val="000155DA"/>
    <w:rsid w:val="000275EF"/>
    <w:rsid w:val="0002798E"/>
    <w:rsid w:val="00031B5A"/>
    <w:rsid w:val="00041B93"/>
    <w:rsid w:val="000562A0"/>
    <w:rsid w:val="00057654"/>
    <w:rsid w:val="00060D75"/>
    <w:rsid w:val="00072D57"/>
    <w:rsid w:val="00075A48"/>
    <w:rsid w:val="00080931"/>
    <w:rsid w:val="00081900"/>
    <w:rsid w:val="00082092"/>
    <w:rsid w:val="000849FF"/>
    <w:rsid w:val="00087B76"/>
    <w:rsid w:val="00097A49"/>
    <w:rsid w:val="000A5BAD"/>
    <w:rsid w:val="000A5DA4"/>
    <w:rsid w:val="000A6E89"/>
    <w:rsid w:val="000C32AD"/>
    <w:rsid w:val="000E1511"/>
    <w:rsid w:val="000E33E3"/>
    <w:rsid w:val="000F64B4"/>
    <w:rsid w:val="000F7C19"/>
    <w:rsid w:val="001175F3"/>
    <w:rsid w:val="0013096B"/>
    <w:rsid w:val="0014269B"/>
    <w:rsid w:val="00146B92"/>
    <w:rsid w:val="00147D98"/>
    <w:rsid w:val="00152615"/>
    <w:rsid w:val="001537DF"/>
    <w:rsid w:val="001561C9"/>
    <w:rsid w:val="001574A0"/>
    <w:rsid w:val="00175CF4"/>
    <w:rsid w:val="00187963"/>
    <w:rsid w:val="001B0158"/>
    <w:rsid w:val="001D7FB8"/>
    <w:rsid w:val="001E1A3B"/>
    <w:rsid w:val="001F13CC"/>
    <w:rsid w:val="001F2B52"/>
    <w:rsid w:val="001F2D59"/>
    <w:rsid w:val="002024C4"/>
    <w:rsid w:val="00205515"/>
    <w:rsid w:val="00225173"/>
    <w:rsid w:val="002410FB"/>
    <w:rsid w:val="00244AFC"/>
    <w:rsid w:val="00257E34"/>
    <w:rsid w:val="00277ED7"/>
    <w:rsid w:val="00282662"/>
    <w:rsid w:val="002A2253"/>
    <w:rsid w:val="002C22D6"/>
    <w:rsid w:val="002D1043"/>
    <w:rsid w:val="002E50C3"/>
    <w:rsid w:val="00300C22"/>
    <w:rsid w:val="003044CC"/>
    <w:rsid w:val="00321890"/>
    <w:rsid w:val="003238AD"/>
    <w:rsid w:val="00326D8B"/>
    <w:rsid w:val="003305CA"/>
    <w:rsid w:val="00333C1F"/>
    <w:rsid w:val="0033500D"/>
    <w:rsid w:val="00344254"/>
    <w:rsid w:val="00356FBA"/>
    <w:rsid w:val="00365899"/>
    <w:rsid w:val="00367FC5"/>
    <w:rsid w:val="00377136"/>
    <w:rsid w:val="00381BF7"/>
    <w:rsid w:val="00384638"/>
    <w:rsid w:val="003A2330"/>
    <w:rsid w:val="003D2113"/>
    <w:rsid w:val="003D716B"/>
    <w:rsid w:val="003F1301"/>
    <w:rsid w:val="003F78DE"/>
    <w:rsid w:val="0040511A"/>
    <w:rsid w:val="0041334C"/>
    <w:rsid w:val="00413CB9"/>
    <w:rsid w:val="00422DC6"/>
    <w:rsid w:val="004231E9"/>
    <w:rsid w:val="00424ACC"/>
    <w:rsid w:val="004326B3"/>
    <w:rsid w:val="00437EB7"/>
    <w:rsid w:val="00444BC7"/>
    <w:rsid w:val="00452D6A"/>
    <w:rsid w:val="00454535"/>
    <w:rsid w:val="004571E2"/>
    <w:rsid w:val="004B070B"/>
    <w:rsid w:val="004B1148"/>
    <w:rsid w:val="004B6484"/>
    <w:rsid w:val="004B6F20"/>
    <w:rsid w:val="004B7D66"/>
    <w:rsid w:val="004C486B"/>
    <w:rsid w:val="004C4BEE"/>
    <w:rsid w:val="004C5F3D"/>
    <w:rsid w:val="004D384B"/>
    <w:rsid w:val="004F7C12"/>
    <w:rsid w:val="00502052"/>
    <w:rsid w:val="00504095"/>
    <w:rsid w:val="00507C38"/>
    <w:rsid w:val="00515A13"/>
    <w:rsid w:val="00521F56"/>
    <w:rsid w:val="005229D6"/>
    <w:rsid w:val="0052475A"/>
    <w:rsid w:val="00524E34"/>
    <w:rsid w:val="00532684"/>
    <w:rsid w:val="00553019"/>
    <w:rsid w:val="00563B9B"/>
    <w:rsid w:val="00592EAA"/>
    <w:rsid w:val="00594939"/>
    <w:rsid w:val="0059737F"/>
    <w:rsid w:val="005A0FE1"/>
    <w:rsid w:val="005A511D"/>
    <w:rsid w:val="005B4854"/>
    <w:rsid w:val="005B49E5"/>
    <w:rsid w:val="005B7873"/>
    <w:rsid w:val="005C6D57"/>
    <w:rsid w:val="005D17A1"/>
    <w:rsid w:val="005E3748"/>
    <w:rsid w:val="005E5A63"/>
    <w:rsid w:val="005E783A"/>
    <w:rsid w:val="005F1384"/>
    <w:rsid w:val="005F1B22"/>
    <w:rsid w:val="006002F9"/>
    <w:rsid w:val="0063018C"/>
    <w:rsid w:val="00654098"/>
    <w:rsid w:val="00660B4D"/>
    <w:rsid w:val="00691824"/>
    <w:rsid w:val="006C1CD2"/>
    <w:rsid w:val="006C59C4"/>
    <w:rsid w:val="006D71E3"/>
    <w:rsid w:val="006E299E"/>
    <w:rsid w:val="006E4571"/>
    <w:rsid w:val="006E6F09"/>
    <w:rsid w:val="00711CD4"/>
    <w:rsid w:val="00714605"/>
    <w:rsid w:val="00715737"/>
    <w:rsid w:val="00715E0A"/>
    <w:rsid w:val="00723DDF"/>
    <w:rsid w:val="007301FF"/>
    <w:rsid w:val="007377B9"/>
    <w:rsid w:val="00744F4A"/>
    <w:rsid w:val="00752BF5"/>
    <w:rsid w:val="00753A30"/>
    <w:rsid w:val="00764FD8"/>
    <w:rsid w:val="00772E4F"/>
    <w:rsid w:val="00783272"/>
    <w:rsid w:val="00784790"/>
    <w:rsid w:val="00796C9C"/>
    <w:rsid w:val="007A1C29"/>
    <w:rsid w:val="007A4BE2"/>
    <w:rsid w:val="007A6783"/>
    <w:rsid w:val="007A765C"/>
    <w:rsid w:val="007B229E"/>
    <w:rsid w:val="007B2CF5"/>
    <w:rsid w:val="007B2F35"/>
    <w:rsid w:val="007E03FD"/>
    <w:rsid w:val="007E241E"/>
    <w:rsid w:val="007E6828"/>
    <w:rsid w:val="0080094C"/>
    <w:rsid w:val="00800C29"/>
    <w:rsid w:val="008024FD"/>
    <w:rsid w:val="00810D0C"/>
    <w:rsid w:val="008119EA"/>
    <w:rsid w:val="00817BD5"/>
    <w:rsid w:val="00826530"/>
    <w:rsid w:val="00833A1C"/>
    <w:rsid w:val="008353AC"/>
    <w:rsid w:val="0085363C"/>
    <w:rsid w:val="008603BD"/>
    <w:rsid w:val="00863BC2"/>
    <w:rsid w:val="00864541"/>
    <w:rsid w:val="00864C25"/>
    <w:rsid w:val="008726CA"/>
    <w:rsid w:val="008751AD"/>
    <w:rsid w:val="008757D0"/>
    <w:rsid w:val="008807C5"/>
    <w:rsid w:val="00891278"/>
    <w:rsid w:val="008A5E95"/>
    <w:rsid w:val="008A6765"/>
    <w:rsid w:val="008B1D3C"/>
    <w:rsid w:val="008B7AE4"/>
    <w:rsid w:val="008C1F4B"/>
    <w:rsid w:val="008C3446"/>
    <w:rsid w:val="008D1E49"/>
    <w:rsid w:val="008E79BD"/>
    <w:rsid w:val="008F1AA2"/>
    <w:rsid w:val="008F4387"/>
    <w:rsid w:val="00905A40"/>
    <w:rsid w:val="009061D0"/>
    <w:rsid w:val="00907656"/>
    <w:rsid w:val="0091771C"/>
    <w:rsid w:val="00930804"/>
    <w:rsid w:val="009324E5"/>
    <w:rsid w:val="0097262D"/>
    <w:rsid w:val="0097267B"/>
    <w:rsid w:val="009735BA"/>
    <w:rsid w:val="00983695"/>
    <w:rsid w:val="009905B7"/>
    <w:rsid w:val="009A2F25"/>
    <w:rsid w:val="009A624B"/>
    <w:rsid w:val="009C56C3"/>
    <w:rsid w:val="009E20BB"/>
    <w:rsid w:val="009E3EFA"/>
    <w:rsid w:val="009E4F1C"/>
    <w:rsid w:val="009E70EF"/>
    <w:rsid w:val="009F436A"/>
    <w:rsid w:val="00A13EFC"/>
    <w:rsid w:val="00A14497"/>
    <w:rsid w:val="00A61D5A"/>
    <w:rsid w:val="00A74BC9"/>
    <w:rsid w:val="00A84600"/>
    <w:rsid w:val="00A87231"/>
    <w:rsid w:val="00A8790B"/>
    <w:rsid w:val="00A96895"/>
    <w:rsid w:val="00A97029"/>
    <w:rsid w:val="00AA058D"/>
    <w:rsid w:val="00AA17AA"/>
    <w:rsid w:val="00AA5166"/>
    <w:rsid w:val="00AA691B"/>
    <w:rsid w:val="00AB40F6"/>
    <w:rsid w:val="00AC177C"/>
    <w:rsid w:val="00AC542C"/>
    <w:rsid w:val="00AD0C57"/>
    <w:rsid w:val="00AE1B27"/>
    <w:rsid w:val="00AE65BA"/>
    <w:rsid w:val="00AF781A"/>
    <w:rsid w:val="00B04EFE"/>
    <w:rsid w:val="00B10DEE"/>
    <w:rsid w:val="00B136EB"/>
    <w:rsid w:val="00B14AE0"/>
    <w:rsid w:val="00B31F4B"/>
    <w:rsid w:val="00B42A06"/>
    <w:rsid w:val="00B470B3"/>
    <w:rsid w:val="00B54F04"/>
    <w:rsid w:val="00B60199"/>
    <w:rsid w:val="00B60C6F"/>
    <w:rsid w:val="00B73591"/>
    <w:rsid w:val="00B86855"/>
    <w:rsid w:val="00B87AEE"/>
    <w:rsid w:val="00B94695"/>
    <w:rsid w:val="00B97FFE"/>
    <w:rsid w:val="00BA7321"/>
    <w:rsid w:val="00BB4520"/>
    <w:rsid w:val="00BC3D1B"/>
    <w:rsid w:val="00BC5D8B"/>
    <w:rsid w:val="00BD1596"/>
    <w:rsid w:val="00BD53C9"/>
    <w:rsid w:val="00BD56F0"/>
    <w:rsid w:val="00BD7257"/>
    <w:rsid w:val="00BF11E5"/>
    <w:rsid w:val="00C10ADA"/>
    <w:rsid w:val="00C11449"/>
    <w:rsid w:val="00C2144B"/>
    <w:rsid w:val="00C23555"/>
    <w:rsid w:val="00C3047F"/>
    <w:rsid w:val="00C3255C"/>
    <w:rsid w:val="00C36793"/>
    <w:rsid w:val="00C36FA7"/>
    <w:rsid w:val="00C42C49"/>
    <w:rsid w:val="00C4566F"/>
    <w:rsid w:val="00C52E98"/>
    <w:rsid w:val="00C65757"/>
    <w:rsid w:val="00C750A1"/>
    <w:rsid w:val="00C7699A"/>
    <w:rsid w:val="00CB31CD"/>
    <w:rsid w:val="00CC520D"/>
    <w:rsid w:val="00CD18D3"/>
    <w:rsid w:val="00CD1F87"/>
    <w:rsid w:val="00CE1057"/>
    <w:rsid w:val="00CE2B0B"/>
    <w:rsid w:val="00CF4932"/>
    <w:rsid w:val="00D0411C"/>
    <w:rsid w:val="00D107D6"/>
    <w:rsid w:val="00D10B8C"/>
    <w:rsid w:val="00D25806"/>
    <w:rsid w:val="00D31C7D"/>
    <w:rsid w:val="00D34722"/>
    <w:rsid w:val="00D36640"/>
    <w:rsid w:val="00D62F8E"/>
    <w:rsid w:val="00D80820"/>
    <w:rsid w:val="00D827F2"/>
    <w:rsid w:val="00D82A8E"/>
    <w:rsid w:val="00D901BD"/>
    <w:rsid w:val="00D97DA5"/>
    <w:rsid w:val="00DA1C0D"/>
    <w:rsid w:val="00DD2B52"/>
    <w:rsid w:val="00DD325E"/>
    <w:rsid w:val="00DF19EF"/>
    <w:rsid w:val="00DF3048"/>
    <w:rsid w:val="00DF725D"/>
    <w:rsid w:val="00E05C28"/>
    <w:rsid w:val="00E1788B"/>
    <w:rsid w:val="00E504A5"/>
    <w:rsid w:val="00E6770A"/>
    <w:rsid w:val="00E77AF8"/>
    <w:rsid w:val="00E80D9D"/>
    <w:rsid w:val="00E93F11"/>
    <w:rsid w:val="00E96D48"/>
    <w:rsid w:val="00EA6000"/>
    <w:rsid w:val="00EA71E5"/>
    <w:rsid w:val="00EB2058"/>
    <w:rsid w:val="00EB30EA"/>
    <w:rsid w:val="00EC4C3E"/>
    <w:rsid w:val="00F006FC"/>
    <w:rsid w:val="00F124B5"/>
    <w:rsid w:val="00F219DD"/>
    <w:rsid w:val="00F34CBE"/>
    <w:rsid w:val="00F43BCA"/>
    <w:rsid w:val="00F4508F"/>
    <w:rsid w:val="00F46FF1"/>
    <w:rsid w:val="00F470F4"/>
    <w:rsid w:val="00F47DD2"/>
    <w:rsid w:val="00F51B32"/>
    <w:rsid w:val="00F53725"/>
    <w:rsid w:val="00F57289"/>
    <w:rsid w:val="00F651B8"/>
    <w:rsid w:val="00F708F7"/>
    <w:rsid w:val="00F77180"/>
    <w:rsid w:val="00F86002"/>
    <w:rsid w:val="00F907D3"/>
    <w:rsid w:val="00F922DC"/>
    <w:rsid w:val="00F929A7"/>
    <w:rsid w:val="00FA1AF7"/>
    <w:rsid w:val="00FB30BE"/>
    <w:rsid w:val="00FC6023"/>
    <w:rsid w:val="00FD126C"/>
    <w:rsid w:val="00FD21EC"/>
    <w:rsid w:val="00FD6B69"/>
    <w:rsid w:val="00FE2574"/>
    <w:rsid w:val="00FE49F4"/>
    <w:rsid w:val="00FF25B0"/>
    <w:rsid w:val="00FF4515"/>
    <w:rsid w:val="00FF47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colormenu v:ext="edit" strokecolor="none"/>
    </o:shapedefaults>
    <o:shapelayout v:ext="edit">
      <o:idmap v:ext="edit" data="1,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699A"/>
    <w:pPr>
      <w:ind w:left="461" w:hanging="461"/>
      <w:jc w:val="both"/>
    </w:pPr>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7699A"/>
    <w:pPr>
      <w:tabs>
        <w:tab w:val="center" w:pos="4320"/>
        <w:tab w:val="right" w:pos="8640"/>
      </w:tabs>
    </w:pPr>
  </w:style>
  <w:style w:type="paragraph" w:styleId="Footer">
    <w:name w:val="footer"/>
    <w:basedOn w:val="Normal"/>
    <w:rsid w:val="00C7699A"/>
    <w:pPr>
      <w:tabs>
        <w:tab w:val="center" w:pos="4320"/>
        <w:tab w:val="right" w:pos="8640"/>
      </w:tabs>
    </w:pPr>
  </w:style>
  <w:style w:type="character" w:customStyle="1" w:styleId="MTEquationSection">
    <w:name w:val="MTEquationSection"/>
    <w:basedOn w:val="DefaultParagraphFont"/>
    <w:rsid w:val="00C7699A"/>
    <w:rPr>
      <w:b/>
      <w:vanish/>
      <w:color w:val="FF0000"/>
      <w:sz w:val="36"/>
    </w:rPr>
  </w:style>
  <w:style w:type="paragraph" w:customStyle="1" w:styleId="equation">
    <w:name w:val="equation"/>
    <w:basedOn w:val="Normal"/>
    <w:next w:val="Normal"/>
    <w:rsid w:val="00C7699A"/>
    <w:pPr>
      <w:jc w:val="center"/>
    </w:pPr>
  </w:style>
  <w:style w:type="paragraph" w:customStyle="1" w:styleId="EquNo">
    <w:name w:val="EquNo."/>
    <w:basedOn w:val="Normal"/>
    <w:rsid w:val="00C7699A"/>
    <w:pPr>
      <w:spacing w:line="600" w:lineRule="atLeast"/>
      <w:ind w:left="0" w:firstLine="0"/>
      <w:jc w:val="center"/>
    </w:pPr>
    <w:rPr>
      <w:rFonts w:ascii="Times New Roman" w:hAnsi="Times New Roman"/>
      <w:sz w:val="28"/>
    </w:rPr>
  </w:style>
  <w:style w:type="paragraph" w:customStyle="1" w:styleId="eq">
    <w:name w:val="eq"/>
    <w:basedOn w:val="Normal"/>
    <w:next w:val="Normal"/>
    <w:rsid w:val="00C7699A"/>
    <w:pPr>
      <w:jc w:val="center"/>
    </w:pPr>
  </w:style>
  <w:style w:type="paragraph" w:customStyle="1" w:styleId="KeepTogether">
    <w:name w:val="KeepTogether"/>
    <w:basedOn w:val="eq"/>
    <w:rsid w:val="00C7699A"/>
    <w:pPr>
      <w:keepNext/>
      <w:keepLines/>
      <w:jc w:val="both"/>
    </w:pPr>
  </w:style>
  <w:style w:type="character" w:styleId="PageNumber">
    <w:name w:val="page number"/>
    <w:basedOn w:val="DefaultParagraphFont"/>
    <w:rsid w:val="00C7699A"/>
  </w:style>
  <w:style w:type="paragraph" w:customStyle="1" w:styleId="SM6e">
    <w:name w:val="SM6e"/>
    <w:basedOn w:val="Normal"/>
    <w:rsid w:val="003044CC"/>
    <w:rPr>
      <w:rFonts w:ascii="Times New Roman" w:hAnsi="Times New Roman"/>
      <w:szCs w:val="24"/>
    </w:rPr>
  </w:style>
  <w:style w:type="table" w:styleId="TableGrid">
    <w:name w:val="Table Grid"/>
    <w:basedOn w:val="TableNormal"/>
    <w:rsid w:val="00AC177C"/>
    <w:pPr>
      <w:spacing w:line="48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link w:val="MTDisplayEquationChar"/>
    <w:rsid w:val="00D827F2"/>
    <w:pPr>
      <w:tabs>
        <w:tab w:val="center" w:pos="4320"/>
        <w:tab w:val="right" w:pos="8640"/>
      </w:tabs>
      <w:ind w:left="0" w:firstLine="0"/>
      <w:jc w:val="left"/>
    </w:pPr>
    <w:rPr>
      <w:rFonts w:ascii="Times New Roman" w:hAnsi="Times New Roman"/>
      <w:szCs w:val="24"/>
    </w:rPr>
  </w:style>
  <w:style w:type="character" w:customStyle="1" w:styleId="MTDisplayEquationChar">
    <w:name w:val="MTDisplayEquation Char"/>
    <w:basedOn w:val="DefaultParagraphFont"/>
    <w:link w:val="MTDisplayEquation"/>
    <w:rsid w:val="00504095"/>
    <w:rPr>
      <w:rFonts w:ascii="Times New Roman" w:hAnsi="Times New Roman"/>
      <w:sz w:val="24"/>
      <w:szCs w:val="24"/>
    </w:rPr>
  </w:style>
  <w:style w:type="character" w:customStyle="1" w:styleId="Super-12">
    <w:name w:val="Super-12"/>
    <w:basedOn w:val="DefaultParagraphFont"/>
    <w:rsid w:val="00C4566F"/>
    <w:rPr>
      <w:position w:val="12"/>
      <w:sz w:val="18"/>
      <w:szCs w:val="18"/>
    </w:rPr>
  </w:style>
  <w:style w:type="character" w:customStyle="1" w:styleId="Sub-12">
    <w:name w:val="Sub-12"/>
    <w:basedOn w:val="DefaultParagraphFont"/>
    <w:rsid w:val="00F929A7"/>
    <w:rPr>
      <w:position w:val="-8"/>
      <w:sz w:val="18"/>
      <w:szCs w:val="18"/>
    </w:rPr>
  </w:style>
  <w:style w:type="paragraph" w:customStyle="1" w:styleId="Equ">
    <w:name w:val="Equ"/>
    <w:basedOn w:val="Normal"/>
    <w:next w:val="Normal"/>
    <w:rsid w:val="00504095"/>
    <w:pPr>
      <w:ind w:left="446" w:hanging="446"/>
      <w:jc w:val="center"/>
    </w:pPr>
    <w:rPr>
      <w:rFonts w:ascii="Times New Roman" w:hAnsi="Times New Roman"/>
      <w:szCs w:val="24"/>
    </w:rPr>
  </w:style>
  <w:style w:type="character" w:customStyle="1" w:styleId="Sub-14">
    <w:name w:val="Sub-14"/>
    <w:basedOn w:val="DefaultParagraphFont"/>
    <w:rsid w:val="00504095"/>
    <w:rPr>
      <w:position w:val="-8"/>
      <w:sz w:val="20"/>
      <w:szCs w:val="20"/>
    </w:rPr>
  </w:style>
  <w:style w:type="character" w:customStyle="1" w:styleId="Super-14">
    <w:name w:val="Super-14"/>
    <w:basedOn w:val="DefaultParagraphFont"/>
    <w:rsid w:val="00504095"/>
    <w:rPr>
      <w:position w:val="14"/>
      <w:sz w:val="20"/>
      <w:szCs w:val="20"/>
    </w:rPr>
  </w:style>
  <w:style w:type="paragraph" w:customStyle="1" w:styleId="HMWK">
    <w:name w:val="HMWK"/>
    <w:basedOn w:val="Normal"/>
    <w:rsid w:val="00504095"/>
    <w:pPr>
      <w:ind w:left="446" w:hanging="446"/>
    </w:pPr>
    <w:rPr>
      <w:rFonts w:ascii="Times New Roman" w:hAnsi="Times New Roman"/>
      <w:szCs w:val="24"/>
    </w:rPr>
  </w:style>
  <w:style w:type="character" w:styleId="Hyperlink">
    <w:name w:val="Hyperlink"/>
    <w:basedOn w:val="DefaultParagraphFont"/>
    <w:rsid w:val="00504095"/>
    <w:rPr>
      <w:color w:val="0000FF"/>
      <w:u w:val="single"/>
    </w:rPr>
  </w:style>
  <w:style w:type="paragraph" w:customStyle="1" w:styleId="Problem">
    <w:name w:val="Problem"/>
    <w:basedOn w:val="Normal"/>
    <w:autoRedefine/>
    <w:qFormat/>
    <w:rsid w:val="00C36793"/>
    <w:pPr>
      <w:ind w:left="0" w:firstLine="0"/>
      <w:jc w:val="left"/>
    </w:pPr>
    <w:rPr>
      <w:rFonts w:ascii="Times New Roman" w:hAnsi="Times New Roman"/>
    </w:rPr>
  </w:style>
  <w:style w:type="paragraph" w:customStyle="1" w:styleId="Reasoning">
    <w:name w:val="Reasoning"/>
    <w:basedOn w:val="Normal"/>
    <w:rsid w:val="00504095"/>
    <w:pPr>
      <w:ind w:left="446" w:hanging="446"/>
    </w:pPr>
    <w:rPr>
      <w:rFonts w:ascii="Times New Roman" w:hAnsi="Times New Roman"/>
    </w:rPr>
  </w:style>
  <w:style w:type="paragraph" w:customStyle="1" w:styleId="HWTitle">
    <w:name w:val="HWTitle"/>
    <w:basedOn w:val="Normal"/>
    <w:next w:val="Problem"/>
    <w:autoRedefine/>
    <w:qFormat/>
    <w:rsid w:val="00504095"/>
    <w:pPr>
      <w:spacing w:line="480" w:lineRule="auto"/>
      <w:ind w:left="446" w:hanging="446"/>
      <w:jc w:val="center"/>
    </w:pPr>
    <w:rPr>
      <w:rFonts w:ascii="Times New Roman" w:hAnsi="Times New Roman"/>
      <w:sz w:val="32"/>
      <w:szCs w:val="32"/>
    </w:rPr>
  </w:style>
  <w:style w:type="paragraph" w:styleId="ListParagraph">
    <w:name w:val="List Paragraph"/>
    <w:basedOn w:val="Normal"/>
    <w:link w:val="ListParagraphChar"/>
    <w:uiPriority w:val="34"/>
    <w:qFormat/>
    <w:rsid w:val="00504095"/>
    <w:pPr>
      <w:ind w:left="720" w:hanging="446"/>
      <w:contextualSpacing/>
    </w:pPr>
    <w:rPr>
      <w:rFonts w:ascii="Times New Roman" w:eastAsia="Calibri" w:hAnsi="Times New Roman"/>
      <w:sz w:val="20"/>
    </w:rPr>
  </w:style>
  <w:style w:type="character" w:customStyle="1" w:styleId="ListParagraphChar">
    <w:name w:val="List Paragraph Char"/>
    <w:basedOn w:val="DefaultParagraphFont"/>
    <w:link w:val="ListParagraph"/>
    <w:uiPriority w:val="34"/>
    <w:rsid w:val="00504095"/>
    <w:rPr>
      <w:rFonts w:ascii="Times New Roman" w:eastAsia="Calibri" w:hAnsi="Times New Roman"/>
    </w:rPr>
  </w:style>
  <w:style w:type="character" w:customStyle="1" w:styleId="MathematicaFormatTextForm">
    <w:name w:val="MathematicaFormatTextForm"/>
    <w:uiPriority w:val="99"/>
    <w:rsid w:val="00504095"/>
  </w:style>
  <w:style w:type="paragraph" w:styleId="BalloonText">
    <w:name w:val="Balloon Text"/>
    <w:basedOn w:val="Normal"/>
    <w:link w:val="BalloonTextChar"/>
    <w:rsid w:val="0014269B"/>
    <w:rPr>
      <w:rFonts w:ascii="Tahoma" w:hAnsi="Tahoma" w:cs="Tahoma"/>
      <w:sz w:val="16"/>
      <w:szCs w:val="16"/>
    </w:rPr>
  </w:style>
  <w:style w:type="character" w:customStyle="1" w:styleId="BalloonTextChar">
    <w:name w:val="Balloon Text Char"/>
    <w:basedOn w:val="DefaultParagraphFont"/>
    <w:link w:val="BalloonText"/>
    <w:rsid w:val="001426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671" Type="http://schemas.openxmlformats.org/officeDocument/2006/relationships/oleObject" Target="embeddings/oleObject344.bin"/><Relationship Id="rId769" Type="http://schemas.openxmlformats.org/officeDocument/2006/relationships/image" Target="media/image367.wmf"/><Relationship Id="rId21" Type="http://schemas.openxmlformats.org/officeDocument/2006/relationships/header" Target="header2.xml"/><Relationship Id="rId324" Type="http://schemas.openxmlformats.org/officeDocument/2006/relationships/oleObject" Target="embeddings/oleObject160.bin"/><Relationship Id="rId531" Type="http://schemas.openxmlformats.org/officeDocument/2006/relationships/image" Target="media/image255.wmf"/><Relationship Id="rId629" Type="http://schemas.openxmlformats.org/officeDocument/2006/relationships/oleObject" Target="embeddings/oleObject319.bin"/><Relationship Id="rId170" Type="http://schemas.openxmlformats.org/officeDocument/2006/relationships/oleObject" Target="embeddings/oleObject82.bin"/><Relationship Id="rId836" Type="http://schemas.openxmlformats.org/officeDocument/2006/relationships/image" Target="media/image399.wmf"/><Relationship Id="rId268" Type="http://schemas.openxmlformats.org/officeDocument/2006/relationships/oleObject" Target="embeddings/oleObject132.bin"/><Relationship Id="rId475" Type="http://schemas.openxmlformats.org/officeDocument/2006/relationships/image" Target="media/image229.wmf"/><Relationship Id="rId682" Type="http://schemas.openxmlformats.org/officeDocument/2006/relationships/oleObject" Target="embeddings/oleObject350.bin"/><Relationship Id="rId32" Type="http://schemas.openxmlformats.org/officeDocument/2006/relationships/image" Target="media/image12.wmf"/><Relationship Id="rId128" Type="http://schemas.openxmlformats.org/officeDocument/2006/relationships/image" Target="media/image60.wmf"/><Relationship Id="rId335" Type="http://schemas.openxmlformats.org/officeDocument/2006/relationships/image" Target="media/image162.wmf"/><Relationship Id="rId542" Type="http://schemas.openxmlformats.org/officeDocument/2006/relationships/image" Target="media/image260.wmf"/><Relationship Id="rId181" Type="http://schemas.openxmlformats.org/officeDocument/2006/relationships/oleObject" Target="embeddings/oleObject88.bin"/><Relationship Id="rId402" Type="http://schemas.openxmlformats.org/officeDocument/2006/relationships/oleObject" Target="embeddings/oleObject201.bin"/><Relationship Id="rId279" Type="http://schemas.openxmlformats.org/officeDocument/2006/relationships/oleObject" Target="embeddings/oleObject137.bin"/><Relationship Id="rId486" Type="http://schemas.openxmlformats.org/officeDocument/2006/relationships/image" Target="media/image233.wmf"/><Relationship Id="rId693" Type="http://schemas.openxmlformats.org/officeDocument/2006/relationships/oleObject" Target="embeddings/oleObject356.bin"/><Relationship Id="rId707" Type="http://schemas.openxmlformats.org/officeDocument/2006/relationships/oleObject" Target="embeddings/oleObject363.bin"/><Relationship Id="rId43" Type="http://schemas.openxmlformats.org/officeDocument/2006/relationships/oleObject" Target="embeddings/oleObject18.bin"/><Relationship Id="rId139" Type="http://schemas.openxmlformats.org/officeDocument/2006/relationships/image" Target="media/image65.wmf"/><Relationship Id="rId346" Type="http://schemas.openxmlformats.org/officeDocument/2006/relationships/oleObject" Target="embeddings/oleObject171.bin"/><Relationship Id="rId553" Type="http://schemas.openxmlformats.org/officeDocument/2006/relationships/oleObject" Target="embeddings/oleObject280.bin"/><Relationship Id="rId760" Type="http://schemas.openxmlformats.org/officeDocument/2006/relationships/oleObject" Target="embeddings/oleObject390.bin"/><Relationship Id="rId192" Type="http://schemas.openxmlformats.org/officeDocument/2006/relationships/image" Target="media/image91.wmf"/><Relationship Id="rId206" Type="http://schemas.openxmlformats.org/officeDocument/2006/relationships/image" Target="media/image98.wmf"/><Relationship Id="rId413" Type="http://schemas.openxmlformats.org/officeDocument/2006/relationships/oleObject" Target="embeddings/oleObject207.bin"/><Relationship Id="rId497" Type="http://schemas.openxmlformats.org/officeDocument/2006/relationships/oleObject" Target="embeddings/oleObject251.bin"/><Relationship Id="rId620" Type="http://schemas.openxmlformats.org/officeDocument/2006/relationships/oleObject" Target="embeddings/oleObject314.bin"/><Relationship Id="rId718" Type="http://schemas.openxmlformats.org/officeDocument/2006/relationships/image" Target="media/image342.wmf"/><Relationship Id="rId357" Type="http://schemas.openxmlformats.org/officeDocument/2006/relationships/image" Target="media/image173.wmf"/><Relationship Id="rId54" Type="http://schemas.openxmlformats.org/officeDocument/2006/relationships/image" Target="media/image23.wmf"/><Relationship Id="rId217" Type="http://schemas.openxmlformats.org/officeDocument/2006/relationships/oleObject" Target="embeddings/oleObject106.bin"/><Relationship Id="rId564" Type="http://schemas.openxmlformats.org/officeDocument/2006/relationships/oleObject" Target="embeddings/oleObject286.bin"/><Relationship Id="rId771" Type="http://schemas.openxmlformats.org/officeDocument/2006/relationships/image" Target="media/image368.wmf"/><Relationship Id="rId424" Type="http://schemas.openxmlformats.org/officeDocument/2006/relationships/image" Target="media/image204.wmf"/><Relationship Id="rId631" Type="http://schemas.openxmlformats.org/officeDocument/2006/relationships/oleObject" Target="embeddings/oleObject320.bin"/><Relationship Id="rId729" Type="http://schemas.openxmlformats.org/officeDocument/2006/relationships/oleObject" Target="embeddings/oleObject374.bin"/><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oleObject" Target="embeddings/oleObject133.bin"/><Relationship Id="rId326" Type="http://schemas.openxmlformats.org/officeDocument/2006/relationships/oleObject" Target="embeddings/oleObject161.bin"/><Relationship Id="rId533" Type="http://schemas.openxmlformats.org/officeDocument/2006/relationships/image" Target="media/image256.wmf"/><Relationship Id="rId65" Type="http://schemas.openxmlformats.org/officeDocument/2006/relationships/image" Target="media/image29.wmf"/><Relationship Id="rId130" Type="http://schemas.openxmlformats.org/officeDocument/2006/relationships/image" Target="media/image61.wmf"/><Relationship Id="rId368" Type="http://schemas.openxmlformats.org/officeDocument/2006/relationships/oleObject" Target="embeddings/oleObject182.bin"/><Relationship Id="rId575" Type="http://schemas.openxmlformats.org/officeDocument/2006/relationships/image" Target="media/image276.wmf"/><Relationship Id="rId740" Type="http://schemas.openxmlformats.org/officeDocument/2006/relationships/image" Target="media/image353.wmf"/><Relationship Id="rId782" Type="http://schemas.openxmlformats.org/officeDocument/2006/relationships/image" Target="media/image373.wmf"/><Relationship Id="rId838" Type="http://schemas.openxmlformats.org/officeDocument/2006/relationships/header" Target="header3.xml"/><Relationship Id="rId172" Type="http://schemas.openxmlformats.org/officeDocument/2006/relationships/image" Target="media/image81.wmf"/><Relationship Id="rId228" Type="http://schemas.openxmlformats.org/officeDocument/2006/relationships/image" Target="media/image109.wmf"/><Relationship Id="rId435" Type="http://schemas.openxmlformats.org/officeDocument/2006/relationships/oleObject" Target="embeddings/oleObject218.bin"/><Relationship Id="rId477" Type="http://schemas.openxmlformats.org/officeDocument/2006/relationships/oleObject" Target="embeddings/oleObject240.bin"/><Relationship Id="rId600" Type="http://schemas.openxmlformats.org/officeDocument/2006/relationships/oleObject" Target="embeddings/oleObject304.bin"/><Relationship Id="rId642" Type="http://schemas.openxmlformats.org/officeDocument/2006/relationships/image" Target="media/image309.wmf"/><Relationship Id="rId684" Type="http://schemas.openxmlformats.org/officeDocument/2006/relationships/oleObject" Target="embeddings/oleObject351.bin"/><Relationship Id="rId281" Type="http://schemas.openxmlformats.org/officeDocument/2006/relationships/oleObject" Target="embeddings/oleObject138.bin"/><Relationship Id="rId337" Type="http://schemas.openxmlformats.org/officeDocument/2006/relationships/image" Target="media/image163.wmf"/><Relationship Id="rId502" Type="http://schemas.openxmlformats.org/officeDocument/2006/relationships/image" Target="media/image241.wmf"/><Relationship Id="rId34" Type="http://schemas.openxmlformats.org/officeDocument/2006/relationships/image" Target="media/image13.wmf"/><Relationship Id="rId76" Type="http://schemas.openxmlformats.org/officeDocument/2006/relationships/oleObject" Target="embeddings/oleObject34.bin"/><Relationship Id="rId141" Type="http://schemas.openxmlformats.org/officeDocument/2006/relationships/image" Target="media/image66.wmf"/><Relationship Id="rId379" Type="http://schemas.openxmlformats.org/officeDocument/2006/relationships/oleObject" Target="embeddings/oleObject188.bin"/><Relationship Id="rId544" Type="http://schemas.openxmlformats.org/officeDocument/2006/relationships/image" Target="media/image261.wmf"/><Relationship Id="rId586" Type="http://schemas.openxmlformats.org/officeDocument/2006/relationships/oleObject" Target="embeddings/oleObject297.bin"/><Relationship Id="rId751" Type="http://schemas.openxmlformats.org/officeDocument/2006/relationships/image" Target="media/image358.wmf"/><Relationship Id="rId793" Type="http://schemas.openxmlformats.org/officeDocument/2006/relationships/oleObject" Target="embeddings/oleObject407.bin"/><Relationship Id="rId807" Type="http://schemas.openxmlformats.org/officeDocument/2006/relationships/image" Target="media/image385.wmf"/><Relationship Id="rId7" Type="http://schemas.openxmlformats.org/officeDocument/2006/relationships/image" Target="media/image1.wmf"/><Relationship Id="rId183" Type="http://schemas.openxmlformats.org/officeDocument/2006/relationships/oleObject" Target="embeddings/oleObject89.bin"/><Relationship Id="rId239" Type="http://schemas.openxmlformats.org/officeDocument/2006/relationships/image" Target="media/image114.wmf"/><Relationship Id="rId390" Type="http://schemas.openxmlformats.org/officeDocument/2006/relationships/oleObject" Target="embeddings/oleObject194.bin"/><Relationship Id="rId404" Type="http://schemas.openxmlformats.org/officeDocument/2006/relationships/oleObject" Target="embeddings/oleObject202.bin"/><Relationship Id="rId446" Type="http://schemas.openxmlformats.org/officeDocument/2006/relationships/oleObject" Target="embeddings/oleObject224.bin"/><Relationship Id="rId611" Type="http://schemas.openxmlformats.org/officeDocument/2006/relationships/image" Target="media/image294.wmf"/><Relationship Id="rId653" Type="http://schemas.openxmlformats.org/officeDocument/2006/relationships/image" Target="media/image315.wmf"/><Relationship Id="rId250" Type="http://schemas.openxmlformats.org/officeDocument/2006/relationships/oleObject" Target="embeddings/oleObject123.bin"/><Relationship Id="rId292" Type="http://schemas.openxmlformats.org/officeDocument/2006/relationships/image" Target="media/image141.wmf"/><Relationship Id="rId306" Type="http://schemas.openxmlformats.org/officeDocument/2006/relationships/oleObject" Target="embeddings/oleObject151.bin"/><Relationship Id="rId488" Type="http://schemas.openxmlformats.org/officeDocument/2006/relationships/image" Target="media/image234.wmf"/><Relationship Id="rId695" Type="http://schemas.openxmlformats.org/officeDocument/2006/relationships/oleObject" Target="embeddings/oleObject357.bin"/><Relationship Id="rId709" Type="http://schemas.openxmlformats.org/officeDocument/2006/relationships/oleObject" Target="embeddings/oleObject364.bin"/><Relationship Id="rId45" Type="http://schemas.openxmlformats.org/officeDocument/2006/relationships/oleObject" Target="embeddings/oleObject19.bin"/><Relationship Id="rId87" Type="http://schemas.openxmlformats.org/officeDocument/2006/relationships/image" Target="media/image40.wmf"/><Relationship Id="rId110" Type="http://schemas.openxmlformats.org/officeDocument/2006/relationships/image" Target="media/image51.wmf"/><Relationship Id="rId348" Type="http://schemas.openxmlformats.org/officeDocument/2006/relationships/oleObject" Target="embeddings/oleObject172.bin"/><Relationship Id="rId513" Type="http://schemas.openxmlformats.org/officeDocument/2006/relationships/oleObject" Target="embeddings/oleObject259.bin"/><Relationship Id="rId555" Type="http://schemas.openxmlformats.org/officeDocument/2006/relationships/oleObject" Target="embeddings/oleObject281.bin"/><Relationship Id="rId597" Type="http://schemas.openxmlformats.org/officeDocument/2006/relationships/image" Target="media/image287.wmf"/><Relationship Id="rId720" Type="http://schemas.openxmlformats.org/officeDocument/2006/relationships/image" Target="media/image343.wmf"/><Relationship Id="rId762" Type="http://schemas.openxmlformats.org/officeDocument/2006/relationships/oleObject" Target="embeddings/oleObject391.bin"/><Relationship Id="rId818" Type="http://schemas.openxmlformats.org/officeDocument/2006/relationships/oleObject" Target="embeddings/oleObject420.bin"/><Relationship Id="rId152" Type="http://schemas.openxmlformats.org/officeDocument/2006/relationships/oleObject" Target="embeddings/oleObject73.bin"/><Relationship Id="rId194" Type="http://schemas.openxmlformats.org/officeDocument/2006/relationships/image" Target="media/image92.wmf"/><Relationship Id="rId208" Type="http://schemas.openxmlformats.org/officeDocument/2006/relationships/image" Target="media/image99.wmf"/><Relationship Id="rId415" Type="http://schemas.openxmlformats.org/officeDocument/2006/relationships/oleObject" Target="embeddings/oleObject208.bin"/><Relationship Id="rId457" Type="http://schemas.openxmlformats.org/officeDocument/2006/relationships/image" Target="media/image220.wmf"/><Relationship Id="rId622" Type="http://schemas.openxmlformats.org/officeDocument/2006/relationships/oleObject" Target="embeddings/oleObject315.bin"/><Relationship Id="rId261" Type="http://schemas.openxmlformats.org/officeDocument/2006/relationships/image" Target="media/image125.wmf"/><Relationship Id="rId499" Type="http://schemas.openxmlformats.org/officeDocument/2006/relationships/oleObject" Target="embeddings/oleObject252.bin"/><Relationship Id="rId664" Type="http://schemas.openxmlformats.org/officeDocument/2006/relationships/image" Target="media/image318.wmf"/><Relationship Id="rId14" Type="http://schemas.openxmlformats.org/officeDocument/2006/relationships/oleObject" Target="embeddings/oleObject4.bin"/><Relationship Id="rId56" Type="http://schemas.openxmlformats.org/officeDocument/2006/relationships/image" Target="media/image24.wmf"/><Relationship Id="rId317" Type="http://schemas.openxmlformats.org/officeDocument/2006/relationships/image" Target="media/image153.wmf"/><Relationship Id="rId359" Type="http://schemas.openxmlformats.org/officeDocument/2006/relationships/image" Target="media/image174.wmf"/><Relationship Id="rId524" Type="http://schemas.openxmlformats.org/officeDocument/2006/relationships/oleObject" Target="embeddings/oleObject265.bin"/><Relationship Id="rId566" Type="http://schemas.openxmlformats.org/officeDocument/2006/relationships/oleObject" Target="embeddings/oleObject287.bin"/><Relationship Id="rId731" Type="http://schemas.openxmlformats.org/officeDocument/2006/relationships/oleObject" Target="embeddings/oleObject375.bin"/><Relationship Id="rId773" Type="http://schemas.openxmlformats.org/officeDocument/2006/relationships/image" Target="media/image369.wmf"/><Relationship Id="rId98" Type="http://schemas.openxmlformats.org/officeDocument/2006/relationships/image" Target="media/image45.wmf"/><Relationship Id="rId121" Type="http://schemas.openxmlformats.org/officeDocument/2006/relationships/oleObject" Target="embeddings/oleObject57.bin"/><Relationship Id="rId163" Type="http://schemas.openxmlformats.org/officeDocument/2006/relationships/image" Target="media/image77.wmf"/><Relationship Id="rId219" Type="http://schemas.openxmlformats.org/officeDocument/2006/relationships/oleObject" Target="embeddings/oleObject107.bin"/><Relationship Id="rId370" Type="http://schemas.openxmlformats.org/officeDocument/2006/relationships/oleObject" Target="embeddings/oleObject183.bin"/><Relationship Id="rId426" Type="http://schemas.openxmlformats.org/officeDocument/2006/relationships/oleObject" Target="embeddings/oleObject214.bin"/><Relationship Id="rId633" Type="http://schemas.openxmlformats.org/officeDocument/2006/relationships/oleObject" Target="embeddings/oleObject321.bin"/><Relationship Id="rId829" Type="http://schemas.openxmlformats.org/officeDocument/2006/relationships/oleObject" Target="embeddings/oleObject426.bin"/><Relationship Id="rId230" Type="http://schemas.openxmlformats.org/officeDocument/2006/relationships/image" Target="media/image110.wmf"/><Relationship Id="rId468" Type="http://schemas.openxmlformats.org/officeDocument/2006/relationships/oleObject" Target="embeddings/oleObject235.bin"/><Relationship Id="rId675" Type="http://schemas.openxmlformats.org/officeDocument/2006/relationships/image" Target="media/image321.wmf"/><Relationship Id="rId840" Type="http://schemas.openxmlformats.org/officeDocument/2006/relationships/fontTable" Target="fontTable.xml"/><Relationship Id="rId25" Type="http://schemas.openxmlformats.org/officeDocument/2006/relationships/oleObject" Target="embeddings/oleObject9.bin"/><Relationship Id="rId67" Type="http://schemas.openxmlformats.org/officeDocument/2006/relationships/image" Target="media/image30.wmf"/><Relationship Id="rId272" Type="http://schemas.openxmlformats.org/officeDocument/2006/relationships/oleObject" Target="embeddings/oleObject134.bin"/><Relationship Id="rId328" Type="http://schemas.openxmlformats.org/officeDocument/2006/relationships/oleObject" Target="embeddings/oleObject162.bin"/><Relationship Id="rId535" Type="http://schemas.openxmlformats.org/officeDocument/2006/relationships/image" Target="media/image257.wmf"/><Relationship Id="rId577" Type="http://schemas.openxmlformats.org/officeDocument/2006/relationships/image" Target="media/image277.wmf"/><Relationship Id="rId700" Type="http://schemas.openxmlformats.org/officeDocument/2006/relationships/image" Target="media/image333.wmf"/><Relationship Id="rId742" Type="http://schemas.openxmlformats.org/officeDocument/2006/relationships/image" Target="media/image354.wmf"/><Relationship Id="rId132" Type="http://schemas.openxmlformats.org/officeDocument/2006/relationships/image" Target="media/image62.wmf"/><Relationship Id="rId174" Type="http://schemas.openxmlformats.org/officeDocument/2006/relationships/image" Target="media/image82.wmf"/><Relationship Id="rId381" Type="http://schemas.openxmlformats.org/officeDocument/2006/relationships/oleObject" Target="embeddings/oleObject189.bin"/><Relationship Id="rId602" Type="http://schemas.openxmlformats.org/officeDocument/2006/relationships/oleObject" Target="embeddings/oleObject305.bin"/><Relationship Id="rId784" Type="http://schemas.openxmlformats.org/officeDocument/2006/relationships/image" Target="media/image374.wmf"/><Relationship Id="rId241" Type="http://schemas.openxmlformats.org/officeDocument/2006/relationships/image" Target="media/image115.wmf"/><Relationship Id="rId437" Type="http://schemas.openxmlformats.org/officeDocument/2006/relationships/oleObject" Target="embeddings/oleObject219.bin"/><Relationship Id="rId479" Type="http://schemas.openxmlformats.org/officeDocument/2006/relationships/image" Target="media/image230.wmf"/><Relationship Id="rId644" Type="http://schemas.openxmlformats.org/officeDocument/2006/relationships/image" Target="media/image310.wmf"/><Relationship Id="rId686" Type="http://schemas.openxmlformats.org/officeDocument/2006/relationships/oleObject" Target="embeddings/oleObject352.bin"/><Relationship Id="rId36" Type="http://schemas.openxmlformats.org/officeDocument/2006/relationships/image" Target="media/image14.wmf"/><Relationship Id="rId283" Type="http://schemas.openxmlformats.org/officeDocument/2006/relationships/oleObject" Target="embeddings/oleObject139.bin"/><Relationship Id="rId339" Type="http://schemas.openxmlformats.org/officeDocument/2006/relationships/image" Target="media/image164.wmf"/><Relationship Id="rId490" Type="http://schemas.openxmlformats.org/officeDocument/2006/relationships/image" Target="media/image235.wmf"/><Relationship Id="rId504" Type="http://schemas.openxmlformats.org/officeDocument/2006/relationships/image" Target="media/image242.wmf"/><Relationship Id="rId546" Type="http://schemas.openxmlformats.org/officeDocument/2006/relationships/image" Target="media/image262.wmf"/><Relationship Id="rId711" Type="http://schemas.openxmlformats.org/officeDocument/2006/relationships/oleObject" Target="embeddings/oleObject365.bin"/><Relationship Id="rId753" Type="http://schemas.openxmlformats.org/officeDocument/2006/relationships/image" Target="media/image359.wmf"/><Relationship Id="rId78" Type="http://schemas.openxmlformats.org/officeDocument/2006/relationships/oleObject" Target="embeddings/oleObject35.bin"/><Relationship Id="rId101" Type="http://schemas.openxmlformats.org/officeDocument/2006/relationships/oleObject" Target="embeddings/oleObject47.bin"/><Relationship Id="rId143" Type="http://schemas.openxmlformats.org/officeDocument/2006/relationships/image" Target="media/image67.wmf"/><Relationship Id="rId185" Type="http://schemas.openxmlformats.org/officeDocument/2006/relationships/oleObject" Target="embeddings/oleObject90.bin"/><Relationship Id="rId350" Type="http://schemas.openxmlformats.org/officeDocument/2006/relationships/oleObject" Target="embeddings/oleObject173.bin"/><Relationship Id="rId406" Type="http://schemas.openxmlformats.org/officeDocument/2006/relationships/oleObject" Target="embeddings/oleObject203.bin"/><Relationship Id="rId588" Type="http://schemas.openxmlformats.org/officeDocument/2006/relationships/oleObject" Target="embeddings/oleObject298.bin"/><Relationship Id="rId795" Type="http://schemas.openxmlformats.org/officeDocument/2006/relationships/oleObject" Target="embeddings/oleObject408.bin"/><Relationship Id="rId809" Type="http://schemas.openxmlformats.org/officeDocument/2006/relationships/image" Target="media/image386.wmf"/><Relationship Id="rId9" Type="http://schemas.openxmlformats.org/officeDocument/2006/relationships/image" Target="media/image2.wmf"/><Relationship Id="rId210" Type="http://schemas.openxmlformats.org/officeDocument/2006/relationships/image" Target="media/image100.wmf"/><Relationship Id="rId392" Type="http://schemas.openxmlformats.org/officeDocument/2006/relationships/image" Target="media/image189.wmf"/><Relationship Id="rId448" Type="http://schemas.openxmlformats.org/officeDocument/2006/relationships/oleObject" Target="embeddings/oleObject225.bin"/><Relationship Id="rId613" Type="http://schemas.openxmlformats.org/officeDocument/2006/relationships/image" Target="media/image295.wmf"/><Relationship Id="rId655" Type="http://schemas.openxmlformats.org/officeDocument/2006/relationships/image" Target="media/image316.wmf"/><Relationship Id="rId697" Type="http://schemas.openxmlformats.org/officeDocument/2006/relationships/oleObject" Target="embeddings/oleObject358.bin"/><Relationship Id="rId820" Type="http://schemas.openxmlformats.org/officeDocument/2006/relationships/image" Target="media/image391.wmf"/><Relationship Id="rId252" Type="http://schemas.openxmlformats.org/officeDocument/2006/relationships/oleObject" Target="embeddings/oleObject124.bin"/><Relationship Id="rId294" Type="http://schemas.openxmlformats.org/officeDocument/2006/relationships/image" Target="media/image142.wmf"/><Relationship Id="rId308" Type="http://schemas.openxmlformats.org/officeDocument/2006/relationships/oleObject" Target="embeddings/oleObject152.bin"/><Relationship Id="rId515" Type="http://schemas.openxmlformats.org/officeDocument/2006/relationships/image" Target="media/image247.wmf"/><Relationship Id="rId722" Type="http://schemas.openxmlformats.org/officeDocument/2006/relationships/image" Target="media/image344.wmf"/><Relationship Id="rId47" Type="http://schemas.openxmlformats.org/officeDocument/2006/relationships/oleObject" Target="embeddings/oleObject20.bin"/><Relationship Id="rId89" Type="http://schemas.openxmlformats.org/officeDocument/2006/relationships/oleObject" Target="embeddings/oleObject41.bin"/><Relationship Id="rId112" Type="http://schemas.openxmlformats.org/officeDocument/2006/relationships/image" Target="media/image52.wmf"/><Relationship Id="rId154" Type="http://schemas.openxmlformats.org/officeDocument/2006/relationships/oleObject" Target="embeddings/oleObject74.bin"/><Relationship Id="rId361" Type="http://schemas.openxmlformats.org/officeDocument/2006/relationships/image" Target="media/image175.wmf"/><Relationship Id="rId557" Type="http://schemas.openxmlformats.org/officeDocument/2006/relationships/oleObject" Target="embeddings/oleObject282.bin"/><Relationship Id="rId599" Type="http://schemas.openxmlformats.org/officeDocument/2006/relationships/image" Target="media/image288.wmf"/><Relationship Id="rId764" Type="http://schemas.openxmlformats.org/officeDocument/2006/relationships/oleObject" Target="embeddings/oleObject392.bin"/><Relationship Id="rId196" Type="http://schemas.openxmlformats.org/officeDocument/2006/relationships/image" Target="media/image93.wmf"/><Relationship Id="rId417" Type="http://schemas.openxmlformats.org/officeDocument/2006/relationships/oleObject" Target="embeddings/oleObject209.bin"/><Relationship Id="rId459" Type="http://schemas.openxmlformats.org/officeDocument/2006/relationships/image" Target="media/image221.wmf"/><Relationship Id="rId624" Type="http://schemas.openxmlformats.org/officeDocument/2006/relationships/image" Target="media/image300.wmf"/><Relationship Id="rId666" Type="http://schemas.openxmlformats.org/officeDocument/2006/relationships/oleObject" Target="embeddings/oleObject340.bin"/><Relationship Id="rId831" Type="http://schemas.openxmlformats.org/officeDocument/2006/relationships/oleObject" Target="embeddings/oleObject427.bin"/><Relationship Id="rId16" Type="http://schemas.openxmlformats.org/officeDocument/2006/relationships/oleObject" Target="embeddings/oleObject5.bin"/><Relationship Id="rId221" Type="http://schemas.openxmlformats.org/officeDocument/2006/relationships/oleObject" Target="embeddings/oleObject108.bin"/><Relationship Id="rId263" Type="http://schemas.openxmlformats.org/officeDocument/2006/relationships/image" Target="media/image126.wmf"/><Relationship Id="rId319" Type="http://schemas.openxmlformats.org/officeDocument/2006/relationships/image" Target="media/image154.wmf"/><Relationship Id="rId470" Type="http://schemas.openxmlformats.org/officeDocument/2006/relationships/oleObject" Target="embeddings/oleObject236.bin"/><Relationship Id="rId526" Type="http://schemas.openxmlformats.org/officeDocument/2006/relationships/oleObject" Target="embeddings/oleObject266.bin"/><Relationship Id="rId58" Type="http://schemas.openxmlformats.org/officeDocument/2006/relationships/image" Target="media/image25.wmf"/><Relationship Id="rId123" Type="http://schemas.openxmlformats.org/officeDocument/2006/relationships/oleObject" Target="embeddings/oleObject58.bin"/><Relationship Id="rId330" Type="http://schemas.openxmlformats.org/officeDocument/2006/relationships/oleObject" Target="embeddings/oleObject163.bin"/><Relationship Id="rId568" Type="http://schemas.openxmlformats.org/officeDocument/2006/relationships/oleObject" Target="embeddings/oleObject288.bin"/><Relationship Id="rId733" Type="http://schemas.openxmlformats.org/officeDocument/2006/relationships/oleObject" Target="embeddings/oleObject376.bin"/><Relationship Id="rId775" Type="http://schemas.openxmlformats.org/officeDocument/2006/relationships/oleObject" Target="embeddings/oleObject398.bin"/><Relationship Id="rId165" Type="http://schemas.openxmlformats.org/officeDocument/2006/relationships/image" Target="media/image78.wmf"/><Relationship Id="rId372" Type="http://schemas.openxmlformats.org/officeDocument/2006/relationships/oleObject" Target="embeddings/oleObject184.bin"/><Relationship Id="rId428" Type="http://schemas.openxmlformats.org/officeDocument/2006/relationships/oleObject" Target="embeddings/oleObject215.bin"/><Relationship Id="rId635" Type="http://schemas.openxmlformats.org/officeDocument/2006/relationships/oleObject" Target="embeddings/oleObject322.bin"/><Relationship Id="rId677" Type="http://schemas.openxmlformats.org/officeDocument/2006/relationships/image" Target="media/image322.wmf"/><Relationship Id="rId800" Type="http://schemas.openxmlformats.org/officeDocument/2006/relationships/image" Target="media/image382.wmf"/><Relationship Id="rId232" Type="http://schemas.openxmlformats.org/officeDocument/2006/relationships/image" Target="media/image111.wmf"/><Relationship Id="rId274" Type="http://schemas.openxmlformats.org/officeDocument/2006/relationships/image" Target="media/image132.wmf"/><Relationship Id="rId481" Type="http://schemas.openxmlformats.org/officeDocument/2006/relationships/image" Target="media/image231.wmf"/><Relationship Id="rId702" Type="http://schemas.openxmlformats.org/officeDocument/2006/relationships/image" Target="media/image334.wmf"/><Relationship Id="rId27" Type="http://schemas.openxmlformats.org/officeDocument/2006/relationships/oleObject" Target="embeddings/oleObject10.bin"/><Relationship Id="rId69" Type="http://schemas.openxmlformats.org/officeDocument/2006/relationships/image" Target="media/image31.wmf"/><Relationship Id="rId134" Type="http://schemas.openxmlformats.org/officeDocument/2006/relationships/oleObject" Target="embeddings/oleObject64.bin"/><Relationship Id="rId537" Type="http://schemas.openxmlformats.org/officeDocument/2006/relationships/image" Target="media/image258.wmf"/><Relationship Id="rId579" Type="http://schemas.openxmlformats.org/officeDocument/2006/relationships/image" Target="media/image278.wmf"/><Relationship Id="rId744" Type="http://schemas.openxmlformats.org/officeDocument/2006/relationships/oleObject" Target="embeddings/oleObject382.bin"/><Relationship Id="rId786" Type="http://schemas.openxmlformats.org/officeDocument/2006/relationships/image" Target="media/image375.wmf"/><Relationship Id="rId80" Type="http://schemas.openxmlformats.org/officeDocument/2006/relationships/oleObject" Target="embeddings/oleObject36.bin"/><Relationship Id="rId176" Type="http://schemas.openxmlformats.org/officeDocument/2006/relationships/image" Target="media/image83.wmf"/><Relationship Id="rId341" Type="http://schemas.openxmlformats.org/officeDocument/2006/relationships/image" Target="media/image165.wmf"/><Relationship Id="rId383" Type="http://schemas.openxmlformats.org/officeDocument/2006/relationships/oleObject" Target="embeddings/oleObject190.bin"/><Relationship Id="rId439" Type="http://schemas.openxmlformats.org/officeDocument/2006/relationships/oleObject" Target="embeddings/oleObject220.bin"/><Relationship Id="rId590" Type="http://schemas.openxmlformats.org/officeDocument/2006/relationships/oleObject" Target="embeddings/oleObject299.bin"/><Relationship Id="rId604" Type="http://schemas.openxmlformats.org/officeDocument/2006/relationships/oleObject" Target="embeddings/oleObject306.bin"/><Relationship Id="rId646" Type="http://schemas.openxmlformats.org/officeDocument/2006/relationships/oleObject" Target="embeddings/oleObject327.bin"/><Relationship Id="rId811" Type="http://schemas.openxmlformats.org/officeDocument/2006/relationships/image" Target="media/image387.wmf"/><Relationship Id="rId201" Type="http://schemas.openxmlformats.org/officeDocument/2006/relationships/oleObject" Target="embeddings/oleObject98.bin"/><Relationship Id="rId243" Type="http://schemas.openxmlformats.org/officeDocument/2006/relationships/image" Target="media/image116.wmf"/><Relationship Id="rId285" Type="http://schemas.openxmlformats.org/officeDocument/2006/relationships/oleObject" Target="embeddings/oleObject140.bin"/><Relationship Id="rId450" Type="http://schemas.openxmlformats.org/officeDocument/2006/relationships/oleObject" Target="embeddings/oleObject226.bin"/><Relationship Id="rId506" Type="http://schemas.openxmlformats.org/officeDocument/2006/relationships/image" Target="media/image243.wmf"/><Relationship Id="rId688" Type="http://schemas.openxmlformats.org/officeDocument/2006/relationships/image" Target="media/image327.wmf"/><Relationship Id="rId38" Type="http://schemas.openxmlformats.org/officeDocument/2006/relationships/image" Target="media/image15.wmf"/><Relationship Id="rId103" Type="http://schemas.openxmlformats.org/officeDocument/2006/relationships/oleObject" Target="embeddings/oleObject48.bin"/><Relationship Id="rId310" Type="http://schemas.openxmlformats.org/officeDocument/2006/relationships/oleObject" Target="embeddings/oleObject153.bin"/><Relationship Id="rId492" Type="http://schemas.openxmlformats.org/officeDocument/2006/relationships/image" Target="media/image236.wmf"/><Relationship Id="rId548" Type="http://schemas.openxmlformats.org/officeDocument/2006/relationships/image" Target="media/image263.wmf"/><Relationship Id="rId713" Type="http://schemas.openxmlformats.org/officeDocument/2006/relationships/oleObject" Target="embeddings/oleObject366.bin"/><Relationship Id="rId755" Type="http://schemas.openxmlformats.org/officeDocument/2006/relationships/image" Target="media/image360.wmf"/><Relationship Id="rId797" Type="http://schemas.openxmlformats.org/officeDocument/2006/relationships/oleObject" Target="embeddings/oleObject409.bin"/><Relationship Id="rId91" Type="http://schemas.openxmlformats.org/officeDocument/2006/relationships/oleObject" Target="embeddings/oleObject42.bin"/><Relationship Id="rId145" Type="http://schemas.openxmlformats.org/officeDocument/2006/relationships/image" Target="media/image68.wmf"/><Relationship Id="rId187" Type="http://schemas.openxmlformats.org/officeDocument/2006/relationships/oleObject" Target="embeddings/oleObject91.bin"/><Relationship Id="rId352" Type="http://schemas.openxmlformats.org/officeDocument/2006/relationships/oleObject" Target="embeddings/oleObject174.bin"/><Relationship Id="rId394" Type="http://schemas.openxmlformats.org/officeDocument/2006/relationships/image" Target="media/image190.wmf"/><Relationship Id="rId408" Type="http://schemas.openxmlformats.org/officeDocument/2006/relationships/image" Target="media/image196.wmf"/><Relationship Id="rId615" Type="http://schemas.openxmlformats.org/officeDocument/2006/relationships/image" Target="media/image296.wmf"/><Relationship Id="rId822" Type="http://schemas.openxmlformats.org/officeDocument/2006/relationships/image" Target="media/image392.wmf"/><Relationship Id="rId212" Type="http://schemas.openxmlformats.org/officeDocument/2006/relationships/image" Target="media/image101.wmf"/><Relationship Id="rId254" Type="http://schemas.openxmlformats.org/officeDocument/2006/relationships/oleObject" Target="embeddings/oleObject125.bin"/><Relationship Id="rId657" Type="http://schemas.openxmlformats.org/officeDocument/2006/relationships/oleObject" Target="embeddings/oleObject333.bin"/><Relationship Id="rId699" Type="http://schemas.openxmlformats.org/officeDocument/2006/relationships/oleObject" Target="embeddings/oleObject359.bin"/><Relationship Id="rId49" Type="http://schemas.openxmlformats.org/officeDocument/2006/relationships/oleObject" Target="embeddings/oleObject21.bin"/><Relationship Id="rId114" Type="http://schemas.openxmlformats.org/officeDocument/2006/relationships/image" Target="media/image53.wmf"/><Relationship Id="rId296" Type="http://schemas.openxmlformats.org/officeDocument/2006/relationships/image" Target="media/image143.wmf"/><Relationship Id="rId461" Type="http://schemas.openxmlformats.org/officeDocument/2006/relationships/image" Target="media/image222.wmf"/><Relationship Id="rId517" Type="http://schemas.openxmlformats.org/officeDocument/2006/relationships/image" Target="media/image248.wmf"/><Relationship Id="rId559" Type="http://schemas.openxmlformats.org/officeDocument/2006/relationships/oleObject" Target="embeddings/oleObject283.bin"/><Relationship Id="rId724" Type="http://schemas.openxmlformats.org/officeDocument/2006/relationships/image" Target="media/image345.wmf"/><Relationship Id="rId766" Type="http://schemas.openxmlformats.org/officeDocument/2006/relationships/oleObject" Target="embeddings/oleObject393.bin"/><Relationship Id="rId60" Type="http://schemas.openxmlformats.org/officeDocument/2006/relationships/oleObject" Target="embeddings/oleObject26.bin"/><Relationship Id="rId156" Type="http://schemas.openxmlformats.org/officeDocument/2006/relationships/oleObject" Target="embeddings/oleObject75.bin"/><Relationship Id="rId198" Type="http://schemas.openxmlformats.org/officeDocument/2006/relationships/image" Target="media/image94.wmf"/><Relationship Id="rId321" Type="http://schemas.openxmlformats.org/officeDocument/2006/relationships/image" Target="media/image155.wmf"/><Relationship Id="rId363" Type="http://schemas.openxmlformats.org/officeDocument/2006/relationships/image" Target="media/image176.wmf"/><Relationship Id="rId419" Type="http://schemas.openxmlformats.org/officeDocument/2006/relationships/oleObject" Target="embeddings/oleObject210.bin"/><Relationship Id="rId570" Type="http://schemas.openxmlformats.org/officeDocument/2006/relationships/oleObject" Target="embeddings/oleObject289.bin"/><Relationship Id="rId626" Type="http://schemas.openxmlformats.org/officeDocument/2006/relationships/image" Target="media/image301.wmf"/><Relationship Id="rId223" Type="http://schemas.openxmlformats.org/officeDocument/2006/relationships/oleObject" Target="embeddings/oleObject109.bin"/><Relationship Id="rId430" Type="http://schemas.openxmlformats.org/officeDocument/2006/relationships/image" Target="media/image207.wmf"/><Relationship Id="rId668" Type="http://schemas.openxmlformats.org/officeDocument/2006/relationships/oleObject" Target="embeddings/oleObject341.bin"/><Relationship Id="rId833" Type="http://schemas.openxmlformats.org/officeDocument/2006/relationships/oleObject" Target="embeddings/oleObject428.bin"/><Relationship Id="rId18" Type="http://schemas.openxmlformats.org/officeDocument/2006/relationships/oleObject" Target="embeddings/oleObject6.bin"/><Relationship Id="rId265" Type="http://schemas.openxmlformats.org/officeDocument/2006/relationships/image" Target="media/image127.wmf"/><Relationship Id="rId472" Type="http://schemas.openxmlformats.org/officeDocument/2006/relationships/oleObject" Target="embeddings/oleObject237.bin"/><Relationship Id="rId528" Type="http://schemas.openxmlformats.org/officeDocument/2006/relationships/oleObject" Target="embeddings/oleObject267.bin"/><Relationship Id="rId735" Type="http://schemas.openxmlformats.org/officeDocument/2006/relationships/oleObject" Target="embeddings/oleObject377.bin"/><Relationship Id="rId125" Type="http://schemas.openxmlformats.org/officeDocument/2006/relationships/oleObject" Target="embeddings/oleObject59.bin"/><Relationship Id="rId167" Type="http://schemas.openxmlformats.org/officeDocument/2006/relationships/image" Target="media/image79.wmf"/><Relationship Id="rId332" Type="http://schemas.openxmlformats.org/officeDocument/2006/relationships/oleObject" Target="embeddings/oleObject164.bin"/><Relationship Id="rId374" Type="http://schemas.openxmlformats.org/officeDocument/2006/relationships/oleObject" Target="embeddings/oleObject185.bin"/><Relationship Id="rId581" Type="http://schemas.openxmlformats.org/officeDocument/2006/relationships/image" Target="media/image279.wmf"/><Relationship Id="rId777" Type="http://schemas.openxmlformats.org/officeDocument/2006/relationships/oleObject" Target="embeddings/oleObject399.bin"/><Relationship Id="rId71" Type="http://schemas.openxmlformats.org/officeDocument/2006/relationships/image" Target="media/image32.wmf"/><Relationship Id="rId234" Type="http://schemas.openxmlformats.org/officeDocument/2006/relationships/image" Target="media/image112.wmf"/><Relationship Id="rId637" Type="http://schemas.openxmlformats.org/officeDocument/2006/relationships/oleObject" Target="embeddings/oleObject323.bin"/><Relationship Id="rId679" Type="http://schemas.openxmlformats.org/officeDocument/2006/relationships/image" Target="media/image323.wmf"/><Relationship Id="rId802" Type="http://schemas.openxmlformats.org/officeDocument/2006/relationships/image" Target="media/image383.wmf"/><Relationship Id="rId2" Type="http://schemas.openxmlformats.org/officeDocument/2006/relationships/styles" Target="styles.xml"/><Relationship Id="rId29" Type="http://schemas.openxmlformats.org/officeDocument/2006/relationships/oleObject" Target="embeddings/oleObject11.bin"/><Relationship Id="rId276" Type="http://schemas.openxmlformats.org/officeDocument/2006/relationships/image" Target="media/image133.wmf"/><Relationship Id="rId441" Type="http://schemas.openxmlformats.org/officeDocument/2006/relationships/image" Target="media/image212.wmf"/><Relationship Id="rId483" Type="http://schemas.openxmlformats.org/officeDocument/2006/relationships/oleObject" Target="embeddings/oleObject244.bin"/><Relationship Id="rId539" Type="http://schemas.openxmlformats.org/officeDocument/2006/relationships/image" Target="media/image259.wmf"/><Relationship Id="rId690" Type="http://schemas.openxmlformats.org/officeDocument/2006/relationships/image" Target="media/image328.wmf"/><Relationship Id="rId704" Type="http://schemas.openxmlformats.org/officeDocument/2006/relationships/image" Target="media/image335.wmf"/><Relationship Id="rId746" Type="http://schemas.openxmlformats.org/officeDocument/2006/relationships/oleObject" Target="embeddings/oleObject383.bin"/><Relationship Id="rId40" Type="http://schemas.openxmlformats.org/officeDocument/2006/relationships/image" Target="media/image16.wmf"/><Relationship Id="rId136" Type="http://schemas.openxmlformats.org/officeDocument/2006/relationships/oleObject" Target="embeddings/oleObject65.bin"/><Relationship Id="rId178" Type="http://schemas.openxmlformats.org/officeDocument/2006/relationships/image" Target="media/image84.wmf"/><Relationship Id="rId301" Type="http://schemas.openxmlformats.org/officeDocument/2006/relationships/image" Target="media/image145.wmf"/><Relationship Id="rId343" Type="http://schemas.openxmlformats.org/officeDocument/2006/relationships/image" Target="media/image166.wmf"/><Relationship Id="rId550" Type="http://schemas.openxmlformats.org/officeDocument/2006/relationships/image" Target="media/image264.wmf"/><Relationship Id="rId788" Type="http://schemas.openxmlformats.org/officeDocument/2006/relationships/image" Target="media/image376.wmf"/><Relationship Id="rId82" Type="http://schemas.openxmlformats.org/officeDocument/2006/relationships/oleObject" Target="embeddings/oleObject37.bin"/><Relationship Id="rId203" Type="http://schemas.openxmlformats.org/officeDocument/2006/relationships/oleObject" Target="embeddings/oleObject99.bin"/><Relationship Id="rId385" Type="http://schemas.openxmlformats.org/officeDocument/2006/relationships/oleObject" Target="embeddings/oleObject191.bin"/><Relationship Id="rId592" Type="http://schemas.openxmlformats.org/officeDocument/2006/relationships/oleObject" Target="embeddings/oleObject300.bin"/><Relationship Id="rId606" Type="http://schemas.openxmlformats.org/officeDocument/2006/relationships/oleObject" Target="embeddings/oleObject307.bin"/><Relationship Id="rId648" Type="http://schemas.openxmlformats.org/officeDocument/2006/relationships/oleObject" Target="embeddings/oleObject328.bin"/><Relationship Id="rId813" Type="http://schemas.openxmlformats.org/officeDocument/2006/relationships/image" Target="media/image388.wmf"/><Relationship Id="rId245" Type="http://schemas.openxmlformats.org/officeDocument/2006/relationships/image" Target="media/image117.wmf"/><Relationship Id="rId287" Type="http://schemas.openxmlformats.org/officeDocument/2006/relationships/oleObject" Target="embeddings/oleObject141.bin"/><Relationship Id="rId410" Type="http://schemas.openxmlformats.org/officeDocument/2006/relationships/image" Target="media/image197.wmf"/><Relationship Id="rId452" Type="http://schemas.openxmlformats.org/officeDocument/2006/relationships/oleObject" Target="embeddings/oleObject227.bin"/><Relationship Id="rId494" Type="http://schemas.openxmlformats.org/officeDocument/2006/relationships/image" Target="media/image237.wmf"/><Relationship Id="rId508" Type="http://schemas.openxmlformats.org/officeDocument/2006/relationships/image" Target="media/image244.wmf"/><Relationship Id="rId715" Type="http://schemas.openxmlformats.org/officeDocument/2006/relationships/oleObject" Target="embeddings/oleObject367.bin"/><Relationship Id="rId105" Type="http://schemas.openxmlformats.org/officeDocument/2006/relationships/oleObject" Target="embeddings/oleObject49.bin"/><Relationship Id="rId147" Type="http://schemas.openxmlformats.org/officeDocument/2006/relationships/image" Target="media/image69.wmf"/><Relationship Id="rId312" Type="http://schemas.openxmlformats.org/officeDocument/2006/relationships/oleObject" Target="embeddings/oleObject154.bin"/><Relationship Id="rId354" Type="http://schemas.openxmlformats.org/officeDocument/2006/relationships/oleObject" Target="embeddings/oleObject175.bin"/><Relationship Id="rId757" Type="http://schemas.openxmlformats.org/officeDocument/2006/relationships/image" Target="media/image361.wmf"/><Relationship Id="rId799" Type="http://schemas.openxmlformats.org/officeDocument/2006/relationships/oleObject" Target="embeddings/oleObject410.bin"/><Relationship Id="rId51" Type="http://schemas.openxmlformats.org/officeDocument/2006/relationships/oleObject" Target="embeddings/oleObject22.bin"/><Relationship Id="rId93" Type="http://schemas.openxmlformats.org/officeDocument/2006/relationships/oleObject" Target="embeddings/oleObject43.bin"/><Relationship Id="rId189" Type="http://schemas.openxmlformats.org/officeDocument/2006/relationships/oleObject" Target="embeddings/oleObject92.bin"/><Relationship Id="rId396" Type="http://schemas.openxmlformats.org/officeDocument/2006/relationships/image" Target="media/image191.wmf"/><Relationship Id="rId561" Type="http://schemas.openxmlformats.org/officeDocument/2006/relationships/image" Target="media/image269.wmf"/><Relationship Id="rId617" Type="http://schemas.openxmlformats.org/officeDocument/2006/relationships/image" Target="media/image297.wmf"/><Relationship Id="rId659" Type="http://schemas.openxmlformats.org/officeDocument/2006/relationships/oleObject" Target="embeddings/oleObject335.bin"/><Relationship Id="rId824" Type="http://schemas.openxmlformats.org/officeDocument/2006/relationships/image" Target="media/image393.wmf"/><Relationship Id="rId214" Type="http://schemas.openxmlformats.org/officeDocument/2006/relationships/image" Target="media/image102.wmf"/><Relationship Id="rId256" Type="http://schemas.openxmlformats.org/officeDocument/2006/relationships/oleObject" Target="embeddings/oleObject126.bin"/><Relationship Id="rId298" Type="http://schemas.openxmlformats.org/officeDocument/2006/relationships/image" Target="media/image144.wmf"/><Relationship Id="rId421" Type="http://schemas.openxmlformats.org/officeDocument/2006/relationships/oleObject" Target="embeddings/oleObject211.bin"/><Relationship Id="rId463" Type="http://schemas.openxmlformats.org/officeDocument/2006/relationships/image" Target="media/image223.wmf"/><Relationship Id="rId519" Type="http://schemas.openxmlformats.org/officeDocument/2006/relationships/image" Target="media/image249.wmf"/><Relationship Id="rId670" Type="http://schemas.openxmlformats.org/officeDocument/2006/relationships/oleObject" Target="embeddings/oleObject343.bin"/><Relationship Id="rId116" Type="http://schemas.openxmlformats.org/officeDocument/2006/relationships/image" Target="media/image54.wmf"/><Relationship Id="rId158" Type="http://schemas.openxmlformats.org/officeDocument/2006/relationships/oleObject" Target="embeddings/oleObject76.bin"/><Relationship Id="rId323" Type="http://schemas.openxmlformats.org/officeDocument/2006/relationships/image" Target="media/image156.wmf"/><Relationship Id="rId530" Type="http://schemas.openxmlformats.org/officeDocument/2006/relationships/oleObject" Target="embeddings/oleObject268.bin"/><Relationship Id="rId726" Type="http://schemas.openxmlformats.org/officeDocument/2006/relationships/image" Target="media/image346.wmf"/><Relationship Id="rId768" Type="http://schemas.openxmlformats.org/officeDocument/2006/relationships/oleObject" Target="embeddings/oleObject394.bin"/><Relationship Id="rId20" Type="http://schemas.openxmlformats.org/officeDocument/2006/relationships/header" Target="header1.xml"/><Relationship Id="rId62" Type="http://schemas.openxmlformats.org/officeDocument/2006/relationships/oleObject" Target="embeddings/oleObject27.bin"/><Relationship Id="rId365" Type="http://schemas.openxmlformats.org/officeDocument/2006/relationships/image" Target="media/image177.wmf"/><Relationship Id="rId572" Type="http://schemas.openxmlformats.org/officeDocument/2006/relationships/oleObject" Target="embeddings/oleObject290.bin"/><Relationship Id="rId628" Type="http://schemas.openxmlformats.org/officeDocument/2006/relationships/image" Target="media/image302.wmf"/><Relationship Id="rId835" Type="http://schemas.openxmlformats.org/officeDocument/2006/relationships/oleObject" Target="embeddings/oleObject429.bin"/><Relationship Id="rId225" Type="http://schemas.openxmlformats.org/officeDocument/2006/relationships/oleObject" Target="embeddings/oleObject110.bin"/><Relationship Id="rId267" Type="http://schemas.openxmlformats.org/officeDocument/2006/relationships/image" Target="media/image128.wmf"/><Relationship Id="rId432" Type="http://schemas.openxmlformats.org/officeDocument/2006/relationships/image" Target="media/image208.wmf"/><Relationship Id="rId474" Type="http://schemas.openxmlformats.org/officeDocument/2006/relationships/oleObject" Target="embeddings/oleObject238.bin"/><Relationship Id="rId127" Type="http://schemas.openxmlformats.org/officeDocument/2006/relationships/oleObject" Target="embeddings/oleObject60.bin"/><Relationship Id="rId681" Type="http://schemas.openxmlformats.org/officeDocument/2006/relationships/image" Target="media/image324.wmf"/><Relationship Id="rId737" Type="http://schemas.openxmlformats.org/officeDocument/2006/relationships/oleObject" Target="embeddings/oleObject378.bin"/><Relationship Id="rId779" Type="http://schemas.openxmlformats.org/officeDocument/2006/relationships/oleObject" Target="embeddings/oleObject400.bin"/><Relationship Id="rId31" Type="http://schemas.openxmlformats.org/officeDocument/2006/relationships/oleObject" Target="embeddings/oleObject12.bin"/><Relationship Id="rId73" Type="http://schemas.openxmlformats.org/officeDocument/2006/relationships/image" Target="media/image33.wmf"/><Relationship Id="rId169" Type="http://schemas.openxmlformats.org/officeDocument/2006/relationships/image" Target="media/image80.wmf"/><Relationship Id="rId334" Type="http://schemas.openxmlformats.org/officeDocument/2006/relationships/oleObject" Target="embeddings/oleObject165.bin"/><Relationship Id="rId376" Type="http://schemas.openxmlformats.org/officeDocument/2006/relationships/oleObject" Target="embeddings/oleObject186.bin"/><Relationship Id="rId541" Type="http://schemas.openxmlformats.org/officeDocument/2006/relationships/oleObject" Target="embeddings/oleObject274.bin"/><Relationship Id="rId583" Type="http://schemas.openxmlformats.org/officeDocument/2006/relationships/image" Target="media/image280.wmf"/><Relationship Id="rId639" Type="http://schemas.openxmlformats.org/officeDocument/2006/relationships/oleObject" Target="embeddings/oleObject324.bin"/><Relationship Id="rId790" Type="http://schemas.openxmlformats.org/officeDocument/2006/relationships/image" Target="media/image377.wmf"/><Relationship Id="rId804" Type="http://schemas.openxmlformats.org/officeDocument/2006/relationships/image" Target="media/image384.wmf"/><Relationship Id="rId4" Type="http://schemas.openxmlformats.org/officeDocument/2006/relationships/webSettings" Target="webSettings.xml"/><Relationship Id="rId180" Type="http://schemas.openxmlformats.org/officeDocument/2006/relationships/image" Target="media/image85.wmf"/><Relationship Id="rId236" Type="http://schemas.openxmlformats.org/officeDocument/2006/relationships/image" Target="media/image113.wmf"/><Relationship Id="rId278" Type="http://schemas.openxmlformats.org/officeDocument/2006/relationships/image" Target="media/image134.wmf"/><Relationship Id="rId401" Type="http://schemas.openxmlformats.org/officeDocument/2006/relationships/image" Target="media/image193.wmf"/><Relationship Id="rId443" Type="http://schemas.openxmlformats.org/officeDocument/2006/relationships/image" Target="media/image213.wmf"/><Relationship Id="rId650" Type="http://schemas.openxmlformats.org/officeDocument/2006/relationships/image" Target="media/image313.wmf"/><Relationship Id="rId303" Type="http://schemas.openxmlformats.org/officeDocument/2006/relationships/image" Target="media/image146.wmf"/><Relationship Id="rId485" Type="http://schemas.openxmlformats.org/officeDocument/2006/relationships/oleObject" Target="embeddings/oleObject245.bin"/><Relationship Id="rId692" Type="http://schemas.openxmlformats.org/officeDocument/2006/relationships/image" Target="media/image329.wmf"/><Relationship Id="rId706" Type="http://schemas.openxmlformats.org/officeDocument/2006/relationships/image" Target="media/image336.wmf"/><Relationship Id="rId748" Type="http://schemas.openxmlformats.org/officeDocument/2006/relationships/oleObject" Target="embeddings/oleObject384.bin"/><Relationship Id="rId42" Type="http://schemas.openxmlformats.org/officeDocument/2006/relationships/image" Target="media/image17.wmf"/><Relationship Id="rId84" Type="http://schemas.openxmlformats.org/officeDocument/2006/relationships/oleObject" Target="embeddings/oleObject38.bin"/><Relationship Id="rId138" Type="http://schemas.openxmlformats.org/officeDocument/2006/relationships/oleObject" Target="embeddings/oleObject66.bin"/><Relationship Id="rId345" Type="http://schemas.openxmlformats.org/officeDocument/2006/relationships/image" Target="media/image167.wmf"/><Relationship Id="rId387" Type="http://schemas.openxmlformats.org/officeDocument/2006/relationships/oleObject" Target="embeddings/oleObject192.bin"/><Relationship Id="rId510" Type="http://schemas.openxmlformats.org/officeDocument/2006/relationships/image" Target="media/image245.wmf"/><Relationship Id="rId552" Type="http://schemas.openxmlformats.org/officeDocument/2006/relationships/image" Target="media/image265.wmf"/><Relationship Id="rId594" Type="http://schemas.openxmlformats.org/officeDocument/2006/relationships/oleObject" Target="embeddings/oleObject301.bin"/><Relationship Id="rId608" Type="http://schemas.openxmlformats.org/officeDocument/2006/relationships/oleObject" Target="embeddings/oleObject308.bin"/><Relationship Id="rId815" Type="http://schemas.openxmlformats.org/officeDocument/2006/relationships/image" Target="media/image389.wmf"/><Relationship Id="rId191" Type="http://schemas.openxmlformats.org/officeDocument/2006/relationships/oleObject" Target="embeddings/oleObject93.bin"/><Relationship Id="rId205" Type="http://schemas.openxmlformats.org/officeDocument/2006/relationships/oleObject" Target="embeddings/oleObject100.bin"/><Relationship Id="rId247" Type="http://schemas.openxmlformats.org/officeDocument/2006/relationships/image" Target="media/image118.wmf"/><Relationship Id="rId412" Type="http://schemas.openxmlformats.org/officeDocument/2006/relationships/image" Target="media/image198.wmf"/><Relationship Id="rId107" Type="http://schemas.openxmlformats.org/officeDocument/2006/relationships/oleObject" Target="embeddings/oleObject50.bin"/><Relationship Id="rId289" Type="http://schemas.openxmlformats.org/officeDocument/2006/relationships/oleObject" Target="embeddings/oleObject142.bin"/><Relationship Id="rId454" Type="http://schemas.openxmlformats.org/officeDocument/2006/relationships/oleObject" Target="embeddings/oleObject228.bin"/><Relationship Id="rId496" Type="http://schemas.openxmlformats.org/officeDocument/2006/relationships/image" Target="media/image238.wmf"/><Relationship Id="rId661" Type="http://schemas.openxmlformats.org/officeDocument/2006/relationships/image" Target="media/image317.wmf"/><Relationship Id="rId717" Type="http://schemas.openxmlformats.org/officeDocument/2006/relationships/oleObject" Target="embeddings/oleObject368.bin"/><Relationship Id="rId759" Type="http://schemas.openxmlformats.org/officeDocument/2006/relationships/image" Target="media/image362.wmf"/><Relationship Id="rId11" Type="http://schemas.openxmlformats.org/officeDocument/2006/relationships/image" Target="media/image3.wmf"/><Relationship Id="rId53" Type="http://schemas.openxmlformats.org/officeDocument/2006/relationships/oleObject" Target="embeddings/oleObject23.bin"/><Relationship Id="rId149" Type="http://schemas.openxmlformats.org/officeDocument/2006/relationships/image" Target="media/image70.wmf"/><Relationship Id="rId314" Type="http://schemas.openxmlformats.org/officeDocument/2006/relationships/oleObject" Target="embeddings/oleObject155.bin"/><Relationship Id="rId356" Type="http://schemas.openxmlformats.org/officeDocument/2006/relationships/oleObject" Target="embeddings/oleObject176.bin"/><Relationship Id="rId398" Type="http://schemas.openxmlformats.org/officeDocument/2006/relationships/oleObject" Target="embeddings/oleObject199.bin"/><Relationship Id="rId521" Type="http://schemas.openxmlformats.org/officeDocument/2006/relationships/image" Target="media/image250.wmf"/><Relationship Id="rId563" Type="http://schemas.openxmlformats.org/officeDocument/2006/relationships/image" Target="media/image270.wmf"/><Relationship Id="rId619" Type="http://schemas.openxmlformats.org/officeDocument/2006/relationships/image" Target="media/image298.wmf"/><Relationship Id="rId770" Type="http://schemas.openxmlformats.org/officeDocument/2006/relationships/oleObject" Target="embeddings/oleObject395.bin"/><Relationship Id="rId95" Type="http://schemas.openxmlformats.org/officeDocument/2006/relationships/oleObject" Target="embeddings/oleObject44.bin"/><Relationship Id="rId160" Type="http://schemas.openxmlformats.org/officeDocument/2006/relationships/oleObject" Target="embeddings/oleObject77.bin"/><Relationship Id="rId216" Type="http://schemas.openxmlformats.org/officeDocument/2006/relationships/image" Target="media/image103.wmf"/><Relationship Id="rId423" Type="http://schemas.openxmlformats.org/officeDocument/2006/relationships/oleObject" Target="embeddings/oleObject212.bin"/><Relationship Id="rId826" Type="http://schemas.openxmlformats.org/officeDocument/2006/relationships/image" Target="media/image394.wmf"/><Relationship Id="rId258" Type="http://schemas.openxmlformats.org/officeDocument/2006/relationships/oleObject" Target="embeddings/oleObject127.bin"/><Relationship Id="rId465" Type="http://schemas.openxmlformats.org/officeDocument/2006/relationships/image" Target="media/image224.wmf"/><Relationship Id="rId630" Type="http://schemas.openxmlformats.org/officeDocument/2006/relationships/image" Target="media/image303.wmf"/><Relationship Id="rId672" Type="http://schemas.openxmlformats.org/officeDocument/2006/relationships/image" Target="media/image320.wmf"/><Relationship Id="rId728" Type="http://schemas.openxmlformats.org/officeDocument/2006/relationships/image" Target="media/image347.wmf"/><Relationship Id="rId22" Type="http://schemas.openxmlformats.org/officeDocument/2006/relationships/image" Target="media/image7.wmf"/><Relationship Id="rId64" Type="http://schemas.openxmlformats.org/officeDocument/2006/relationships/oleObject" Target="embeddings/oleObject28.bin"/><Relationship Id="rId118" Type="http://schemas.openxmlformats.org/officeDocument/2006/relationships/image" Target="media/image55.wmf"/><Relationship Id="rId325" Type="http://schemas.openxmlformats.org/officeDocument/2006/relationships/image" Target="media/image157.wmf"/><Relationship Id="rId367" Type="http://schemas.openxmlformats.org/officeDocument/2006/relationships/image" Target="media/image178.wmf"/><Relationship Id="rId532" Type="http://schemas.openxmlformats.org/officeDocument/2006/relationships/oleObject" Target="embeddings/oleObject269.bin"/><Relationship Id="rId574" Type="http://schemas.openxmlformats.org/officeDocument/2006/relationships/oleObject" Target="embeddings/oleObject291.bin"/><Relationship Id="rId171" Type="http://schemas.openxmlformats.org/officeDocument/2006/relationships/oleObject" Target="embeddings/oleObject83.bin"/><Relationship Id="rId227" Type="http://schemas.openxmlformats.org/officeDocument/2006/relationships/oleObject" Target="embeddings/oleObject111.bin"/><Relationship Id="rId781" Type="http://schemas.openxmlformats.org/officeDocument/2006/relationships/oleObject" Target="embeddings/oleObject401.bin"/><Relationship Id="rId837" Type="http://schemas.openxmlformats.org/officeDocument/2006/relationships/oleObject" Target="embeddings/oleObject430.bin"/><Relationship Id="rId269" Type="http://schemas.openxmlformats.org/officeDocument/2006/relationships/image" Target="media/image129.wmf"/><Relationship Id="rId434" Type="http://schemas.openxmlformats.org/officeDocument/2006/relationships/image" Target="media/image209.wmf"/><Relationship Id="rId476" Type="http://schemas.openxmlformats.org/officeDocument/2006/relationships/oleObject" Target="embeddings/oleObject239.bin"/><Relationship Id="rId641" Type="http://schemas.openxmlformats.org/officeDocument/2006/relationships/oleObject" Target="embeddings/oleObject325.bin"/><Relationship Id="rId683" Type="http://schemas.openxmlformats.org/officeDocument/2006/relationships/image" Target="media/image325.wmf"/><Relationship Id="rId739" Type="http://schemas.openxmlformats.org/officeDocument/2006/relationships/oleObject" Target="embeddings/oleObject379.bin"/><Relationship Id="rId33" Type="http://schemas.openxmlformats.org/officeDocument/2006/relationships/oleObject" Target="embeddings/oleObject13.bin"/><Relationship Id="rId129" Type="http://schemas.openxmlformats.org/officeDocument/2006/relationships/oleObject" Target="embeddings/oleObject61.bin"/><Relationship Id="rId280" Type="http://schemas.openxmlformats.org/officeDocument/2006/relationships/image" Target="media/image135.wmf"/><Relationship Id="rId336" Type="http://schemas.openxmlformats.org/officeDocument/2006/relationships/oleObject" Target="embeddings/oleObject166.bin"/><Relationship Id="rId501" Type="http://schemas.openxmlformats.org/officeDocument/2006/relationships/oleObject" Target="embeddings/oleObject253.bin"/><Relationship Id="rId543" Type="http://schemas.openxmlformats.org/officeDocument/2006/relationships/oleObject" Target="embeddings/oleObject275.bin"/><Relationship Id="rId75" Type="http://schemas.openxmlformats.org/officeDocument/2006/relationships/image" Target="media/image34.wmf"/><Relationship Id="rId140" Type="http://schemas.openxmlformats.org/officeDocument/2006/relationships/oleObject" Target="embeddings/oleObject67.bin"/><Relationship Id="rId182" Type="http://schemas.openxmlformats.org/officeDocument/2006/relationships/image" Target="media/image86.wmf"/><Relationship Id="rId378" Type="http://schemas.openxmlformats.org/officeDocument/2006/relationships/image" Target="media/image183.wmf"/><Relationship Id="rId403" Type="http://schemas.openxmlformats.org/officeDocument/2006/relationships/image" Target="media/image194.wmf"/><Relationship Id="rId585" Type="http://schemas.openxmlformats.org/officeDocument/2006/relationships/image" Target="media/image281.wmf"/><Relationship Id="rId750" Type="http://schemas.openxmlformats.org/officeDocument/2006/relationships/oleObject" Target="embeddings/oleObject385.bin"/><Relationship Id="rId792" Type="http://schemas.openxmlformats.org/officeDocument/2006/relationships/image" Target="media/image378.wmf"/><Relationship Id="rId806" Type="http://schemas.openxmlformats.org/officeDocument/2006/relationships/oleObject" Target="embeddings/oleObject414.bin"/><Relationship Id="rId6" Type="http://schemas.openxmlformats.org/officeDocument/2006/relationships/endnotes" Target="endnotes.xml"/><Relationship Id="rId238" Type="http://schemas.openxmlformats.org/officeDocument/2006/relationships/oleObject" Target="embeddings/oleObject117.bin"/><Relationship Id="rId445" Type="http://schemas.openxmlformats.org/officeDocument/2006/relationships/image" Target="media/image214.wmf"/><Relationship Id="rId487" Type="http://schemas.openxmlformats.org/officeDocument/2006/relationships/oleObject" Target="embeddings/oleObject246.bin"/><Relationship Id="rId610" Type="http://schemas.openxmlformats.org/officeDocument/2006/relationships/oleObject" Target="embeddings/oleObject309.bin"/><Relationship Id="rId652" Type="http://schemas.openxmlformats.org/officeDocument/2006/relationships/oleObject" Target="embeddings/oleObject330.bin"/><Relationship Id="rId694" Type="http://schemas.openxmlformats.org/officeDocument/2006/relationships/image" Target="media/image330.wmf"/><Relationship Id="rId708" Type="http://schemas.openxmlformats.org/officeDocument/2006/relationships/image" Target="media/image337.wmf"/><Relationship Id="rId291" Type="http://schemas.openxmlformats.org/officeDocument/2006/relationships/oleObject" Target="embeddings/oleObject143.bin"/><Relationship Id="rId305" Type="http://schemas.openxmlformats.org/officeDocument/2006/relationships/image" Target="media/image147.wmf"/><Relationship Id="rId347" Type="http://schemas.openxmlformats.org/officeDocument/2006/relationships/image" Target="media/image168.wmf"/><Relationship Id="rId512" Type="http://schemas.openxmlformats.org/officeDocument/2006/relationships/image" Target="media/image246.wmf"/><Relationship Id="rId44" Type="http://schemas.openxmlformats.org/officeDocument/2006/relationships/image" Target="media/image18.wmf"/><Relationship Id="rId86" Type="http://schemas.openxmlformats.org/officeDocument/2006/relationships/oleObject" Target="embeddings/oleObject39.bin"/><Relationship Id="rId151" Type="http://schemas.openxmlformats.org/officeDocument/2006/relationships/image" Target="media/image71.wmf"/><Relationship Id="rId389" Type="http://schemas.openxmlformats.org/officeDocument/2006/relationships/image" Target="media/image188.wmf"/><Relationship Id="rId554" Type="http://schemas.openxmlformats.org/officeDocument/2006/relationships/image" Target="media/image266.wmf"/><Relationship Id="rId596" Type="http://schemas.openxmlformats.org/officeDocument/2006/relationships/oleObject" Target="embeddings/oleObject302.bin"/><Relationship Id="rId761" Type="http://schemas.openxmlformats.org/officeDocument/2006/relationships/image" Target="media/image363.wmf"/><Relationship Id="rId817" Type="http://schemas.openxmlformats.org/officeDocument/2006/relationships/image" Target="media/image390.wmf"/><Relationship Id="rId193" Type="http://schemas.openxmlformats.org/officeDocument/2006/relationships/oleObject" Target="embeddings/oleObject94.bin"/><Relationship Id="rId207" Type="http://schemas.openxmlformats.org/officeDocument/2006/relationships/oleObject" Target="embeddings/oleObject101.bin"/><Relationship Id="rId249" Type="http://schemas.openxmlformats.org/officeDocument/2006/relationships/image" Target="media/image119.wmf"/><Relationship Id="rId414" Type="http://schemas.openxmlformats.org/officeDocument/2006/relationships/image" Target="media/image199.wmf"/><Relationship Id="rId456" Type="http://schemas.openxmlformats.org/officeDocument/2006/relationships/oleObject" Target="embeddings/oleObject229.bin"/><Relationship Id="rId498" Type="http://schemas.openxmlformats.org/officeDocument/2006/relationships/image" Target="media/image239.wmf"/><Relationship Id="rId621" Type="http://schemas.openxmlformats.org/officeDocument/2006/relationships/image" Target="media/image299.wmf"/><Relationship Id="rId663" Type="http://schemas.openxmlformats.org/officeDocument/2006/relationships/oleObject" Target="embeddings/oleObject338.bin"/><Relationship Id="rId13" Type="http://schemas.openxmlformats.org/officeDocument/2006/relationships/image" Target="media/image4.wmf"/><Relationship Id="rId109" Type="http://schemas.openxmlformats.org/officeDocument/2006/relationships/oleObject" Target="embeddings/oleObject51.bin"/><Relationship Id="rId260" Type="http://schemas.openxmlformats.org/officeDocument/2006/relationships/oleObject" Target="embeddings/oleObject128.bin"/><Relationship Id="rId316" Type="http://schemas.openxmlformats.org/officeDocument/2006/relationships/oleObject" Target="embeddings/oleObject156.bin"/><Relationship Id="rId523" Type="http://schemas.openxmlformats.org/officeDocument/2006/relationships/image" Target="media/image251.wmf"/><Relationship Id="rId719" Type="http://schemas.openxmlformats.org/officeDocument/2006/relationships/oleObject" Target="embeddings/oleObject369.bin"/><Relationship Id="rId55" Type="http://schemas.openxmlformats.org/officeDocument/2006/relationships/oleObject" Target="embeddings/oleObject24.bin"/><Relationship Id="rId97" Type="http://schemas.openxmlformats.org/officeDocument/2006/relationships/oleObject" Target="embeddings/oleObject45.bin"/><Relationship Id="rId120" Type="http://schemas.openxmlformats.org/officeDocument/2006/relationships/image" Target="media/image56.wmf"/><Relationship Id="rId358" Type="http://schemas.openxmlformats.org/officeDocument/2006/relationships/oleObject" Target="embeddings/oleObject177.bin"/><Relationship Id="rId565" Type="http://schemas.openxmlformats.org/officeDocument/2006/relationships/image" Target="media/image271.wmf"/><Relationship Id="rId730" Type="http://schemas.openxmlformats.org/officeDocument/2006/relationships/image" Target="media/image348.wmf"/><Relationship Id="rId772" Type="http://schemas.openxmlformats.org/officeDocument/2006/relationships/oleObject" Target="embeddings/oleObject396.bin"/><Relationship Id="rId828" Type="http://schemas.openxmlformats.org/officeDocument/2006/relationships/image" Target="media/image395.wmf"/><Relationship Id="rId162" Type="http://schemas.openxmlformats.org/officeDocument/2006/relationships/oleObject" Target="embeddings/oleObject78.bin"/><Relationship Id="rId218" Type="http://schemas.openxmlformats.org/officeDocument/2006/relationships/image" Target="media/image104.wmf"/><Relationship Id="rId425" Type="http://schemas.openxmlformats.org/officeDocument/2006/relationships/oleObject" Target="embeddings/oleObject213.bin"/><Relationship Id="rId467" Type="http://schemas.openxmlformats.org/officeDocument/2006/relationships/image" Target="media/image225.wmf"/><Relationship Id="rId632" Type="http://schemas.openxmlformats.org/officeDocument/2006/relationships/image" Target="media/image304.wmf"/><Relationship Id="rId271" Type="http://schemas.openxmlformats.org/officeDocument/2006/relationships/image" Target="media/image130.wmf"/><Relationship Id="rId674" Type="http://schemas.openxmlformats.org/officeDocument/2006/relationships/oleObject" Target="embeddings/oleObject346.bin"/><Relationship Id="rId24" Type="http://schemas.openxmlformats.org/officeDocument/2006/relationships/image" Target="media/image8.wmf"/><Relationship Id="rId66" Type="http://schemas.openxmlformats.org/officeDocument/2006/relationships/oleObject" Target="embeddings/oleObject29.bin"/><Relationship Id="rId131" Type="http://schemas.openxmlformats.org/officeDocument/2006/relationships/oleObject" Target="embeddings/oleObject62.bin"/><Relationship Id="rId327" Type="http://schemas.openxmlformats.org/officeDocument/2006/relationships/image" Target="media/image158.wmf"/><Relationship Id="rId369" Type="http://schemas.openxmlformats.org/officeDocument/2006/relationships/image" Target="media/image179.wmf"/><Relationship Id="rId534" Type="http://schemas.openxmlformats.org/officeDocument/2006/relationships/oleObject" Target="embeddings/oleObject270.bin"/><Relationship Id="rId576" Type="http://schemas.openxmlformats.org/officeDocument/2006/relationships/oleObject" Target="embeddings/oleObject292.bin"/><Relationship Id="rId741" Type="http://schemas.openxmlformats.org/officeDocument/2006/relationships/oleObject" Target="embeddings/oleObject380.bin"/><Relationship Id="rId783" Type="http://schemas.openxmlformats.org/officeDocument/2006/relationships/oleObject" Target="embeddings/oleObject402.bin"/><Relationship Id="rId839" Type="http://schemas.openxmlformats.org/officeDocument/2006/relationships/header" Target="header4.xml"/><Relationship Id="rId173" Type="http://schemas.openxmlformats.org/officeDocument/2006/relationships/oleObject" Target="embeddings/oleObject84.bin"/><Relationship Id="rId229" Type="http://schemas.openxmlformats.org/officeDocument/2006/relationships/oleObject" Target="embeddings/oleObject112.bin"/><Relationship Id="rId380" Type="http://schemas.openxmlformats.org/officeDocument/2006/relationships/image" Target="media/image184.wmf"/><Relationship Id="rId436" Type="http://schemas.openxmlformats.org/officeDocument/2006/relationships/image" Target="media/image210.wmf"/><Relationship Id="rId601" Type="http://schemas.openxmlformats.org/officeDocument/2006/relationships/image" Target="media/image289.wmf"/><Relationship Id="rId643" Type="http://schemas.openxmlformats.org/officeDocument/2006/relationships/oleObject" Target="embeddings/oleObject326.bin"/><Relationship Id="rId240" Type="http://schemas.openxmlformats.org/officeDocument/2006/relationships/oleObject" Target="embeddings/oleObject118.bin"/><Relationship Id="rId478" Type="http://schemas.openxmlformats.org/officeDocument/2006/relationships/oleObject" Target="embeddings/oleObject241.bin"/><Relationship Id="rId685" Type="http://schemas.openxmlformats.org/officeDocument/2006/relationships/image" Target="media/image326.wmf"/><Relationship Id="rId35" Type="http://schemas.openxmlformats.org/officeDocument/2006/relationships/oleObject" Target="embeddings/oleObject14.bin"/><Relationship Id="rId77" Type="http://schemas.openxmlformats.org/officeDocument/2006/relationships/image" Target="media/image35.wmf"/><Relationship Id="rId100" Type="http://schemas.openxmlformats.org/officeDocument/2006/relationships/image" Target="media/image46.wmf"/><Relationship Id="rId282" Type="http://schemas.openxmlformats.org/officeDocument/2006/relationships/image" Target="media/image136.wmf"/><Relationship Id="rId338" Type="http://schemas.openxmlformats.org/officeDocument/2006/relationships/oleObject" Target="embeddings/oleObject167.bin"/><Relationship Id="rId503" Type="http://schemas.openxmlformats.org/officeDocument/2006/relationships/oleObject" Target="embeddings/oleObject254.bin"/><Relationship Id="rId545" Type="http://schemas.openxmlformats.org/officeDocument/2006/relationships/oleObject" Target="embeddings/oleObject276.bin"/><Relationship Id="rId587" Type="http://schemas.openxmlformats.org/officeDocument/2006/relationships/image" Target="media/image282.wmf"/><Relationship Id="rId710" Type="http://schemas.openxmlformats.org/officeDocument/2006/relationships/image" Target="media/image338.wmf"/><Relationship Id="rId752" Type="http://schemas.openxmlformats.org/officeDocument/2006/relationships/oleObject" Target="embeddings/oleObject386.bin"/><Relationship Id="rId808" Type="http://schemas.openxmlformats.org/officeDocument/2006/relationships/oleObject" Target="embeddings/oleObject415.bin"/><Relationship Id="rId8" Type="http://schemas.openxmlformats.org/officeDocument/2006/relationships/oleObject" Target="embeddings/oleObject1.bin"/><Relationship Id="rId142" Type="http://schemas.openxmlformats.org/officeDocument/2006/relationships/oleObject" Target="embeddings/oleObject68.bin"/><Relationship Id="rId184" Type="http://schemas.openxmlformats.org/officeDocument/2006/relationships/image" Target="media/image87.wmf"/><Relationship Id="rId391" Type="http://schemas.openxmlformats.org/officeDocument/2006/relationships/oleObject" Target="embeddings/oleObject195.bin"/><Relationship Id="rId405" Type="http://schemas.openxmlformats.org/officeDocument/2006/relationships/image" Target="media/image195.wmf"/><Relationship Id="rId447" Type="http://schemas.openxmlformats.org/officeDocument/2006/relationships/image" Target="media/image215.wmf"/><Relationship Id="rId612" Type="http://schemas.openxmlformats.org/officeDocument/2006/relationships/oleObject" Target="embeddings/oleObject310.bin"/><Relationship Id="rId794" Type="http://schemas.openxmlformats.org/officeDocument/2006/relationships/image" Target="media/image379.wmf"/><Relationship Id="rId251" Type="http://schemas.openxmlformats.org/officeDocument/2006/relationships/image" Target="media/image120.wmf"/><Relationship Id="rId489" Type="http://schemas.openxmlformats.org/officeDocument/2006/relationships/oleObject" Target="embeddings/oleObject247.bin"/><Relationship Id="rId654" Type="http://schemas.openxmlformats.org/officeDocument/2006/relationships/oleObject" Target="embeddings/oleObject331.bin"/><Relationship Id="rId696" Type="http://schemas.openxmlformats.org/officeDocument/2006/relationships/image" Target="media/image331.wmf"/><Relationship Id="rId46" Type="http://schemas.openxmlformats.org/officeDocument/2006/relationships/image" Target="media/image19.wmf"/><Relationship Id="rId293" Type="http://schemas.openxmlformats.org/officeDocument/2006/relationships/oleObject" Target="embeddings/oleObject144.bin"/><Relationship Id="rId307" Type="http://schemas.openxmlformats.org/officeDocument/2006/relationships/image" Target="media/image148.wmf"/><Relationship Id="rId349" Type="http://schemas.openxmlformats.org/officeDocument/2006/relationships/image" Target="media/image169.wmf"/><Relationship Id="rId514" Type="http://schemas.openxmlformats.org/officeDocument/2006/relationships/oleObject" Target="embeddings/oleObject260.bin"/><Relationship Id="rId556" Type="http://schemas.openxmlformats.org/officeDocument/2006/relationships/image" Target="media/image267.wmf"/><Relationship Id="rId721" Type="http://schemas.openxmlformats.org/officeDocument/2006/relationships/oleObject" Target="embeddings/oleObject370.bin"/><Relationship Id="rId763" Type="http://schemas.openxmlformats.org/officeDocument/2006/relationships/image" Target="media/image364.wmf"/><Relationship Id="rId88" Type="http://schemas.openxmlformats.org/officeDocument/2006/relationships/oleObject" Target="embeddings/oleObject40.bin"/><Relationship Id="rId111" Type="http://schemas.openxmlformats.org/officeDocument/2006/relationships/oleObject" Target="embeddings/oleObject52.bin"/><Relationship Id="rId153" Type="http://schemas.openxmlformats.org/officeDocument/2006/relationships/image" Target="media/image72.wmf"/><Relationship Id="rId195" Type="http://schemas.openxmlformats.org/officeDocument/2006/relationships/oleObject" Target="embeddings/oleObject95.bin"/><Relationship Id="rId209" Type="http://schemas.openxmlformats.org/officeDocument/2006/relationships/oleObject" Target="embeddings/oleObject102.bin"/><Relationship Id="rId360" Type="http://schemas.openxmlformats.org/officeDocument/2006/relationships/oleObject" Target="embeddings/oleObject178.bin"/><Relationship Id="rId416" Type="http://schemas.openxmlformats.org/officeDocument/2006/relationships/image" Target="media/image200.wmf"/><Relationship Id="rId598" Type="http://schemas.openxmlformats.org/officeDocument/2006/relationships/oleObject" Target="embeddings/oleObject303.bin"/><Relationship Id="rId819" Type="http://schemas.openxmlformats.org/officeDocument/2006/relationships/oleObject" Target="embeddings/oleObject421.bin"/><Relationship Id="rId220" Type="http://schemas.openxmlformats.org/officeDocument/2006/relationships/image" Target="media/image105.wmf"/><Relationship Id="rId458" Type="http://schemas.openxmlformats.org/officeDocument/2006/relationships/oleObject" Target="embeddings/oleObject230.bin"/><Relationship Id="rId623" Type="http://schemas.openxmlformats.org/officeDocument/2006/relationships/oleObject" Target="embeddings/oleObject316.bin"/><Relationship Id="rId665" Type="http://schemas.openxmlformats.org/officeDocument/2006/relationships/oleObject" Target="embeddings/oleObject339.bin"/><Relationship Id="rId830" Type="http://schemas.openxmlformats.org/officeDocument/2006/relationships/image" Target="media/image396.wmf"/><Relationship Id="rId15" Type="http://schemas.openxmlformats.org/officeDocument/2006/relationships/image" Target="media/image5.wmf"/><Relationship Id="rId57" Type="http://schemas.openxmlformats.org/officeDocument/2006/relationships/oleObject" Target="embeddings/oleObject25.bin"/><Relationship Id="rId262" Type="http://schemas.openxmlformats.org/officeDocument/2006/relationships/oleObject" Target="embeddings/oleObject129.bin"/><Relationship Id="rId318" Type="http://schemas.openxmlformats.org/officeDocument/2006/relationships/oleObject" Target="embeddings/oleObject157.bin"/><Relationship Id="rId525" Type="http://schemas.openxmlformats.org/officeDocument/2006/relationships/image" Target="media/image252.wmf"/><Relationship Id="rId567" Type="http://schemas.openxmlformats.org/officeDocument/2006/relationships/image" Target="media/image272.wmf"/><Relationship Id="rId732" Type="http://schemas.openxmlformats.org/officeDocument/2006/relationships/image" Target="media/image349.wmf"/><Relationship Id="rId99" Type="http://schemas.openxmlformats.org/officeDocument/2006/relationships/oleObject" Target="embeddings/oleObject46.bin"/><Relationship Id="rId122" Type="http://schemas.openxmlformats.org/officeDocument/2006/relationships/image" Target="media/image57.wmf"/><Relationship Id="rId164" Type="http://schemas.openxmlformats.org/officeDocument/2006/relationships/oleObject" Target="embeddings/oleObject79.bin"/><Relationship Id="rId371" Type="http://schemas.openxmlformats.org/officeDocument/2006/relationships/image" Target="media/image180.wmf"/><Relationship Id="rId774" Type="http://schemas.openxmlformats.org/officeDocument/2006/relationships/oleObject" Target="embeddings/oleObject397.bin"/><Relationship Id="rId427" Type="http://schemas.openxmlformats.org/officeDocument/2006/relationships/image" Target="media/image205.wmf"/><Relationship Id="rId469" Type="http://schemas.openxmlformats.org/officeDocument/2006/relationships/image" Target="media/image226.wmf"/><Relationship Id="rId634" Type="http://schemas.openxmlformats.org/officeDocument/2006/relationships/image" Target="media/image305.wmf"/><Relationship Id="rId676" Type="http://schemas.openxmlformats.org/officeDocument/2006/relationships/oleObject" Target="embeddings/oleObject347.bin"/><Relationship Id="rId841" Type="http://schemas.openxmlformats.org/officeDocument/2006/relationships/theme" Target="theme/theme1.xml"/><Relationship Id="rId26" Type="http://schemas.openxmlformats.org/officeDocument/2006/relationships/image" Target="media/image9.wmf"/><Relationship Id="rId231" Type="http://schemas.openxmlformats.org/officeDocument/2006/relationships/oleObject" Target="embeddings/oleObject113.bin"/><Relationship Id="rId273" Type="http://schemas.openxmlformats.org/officeDocument/2006/relationships/image" Target="media/image131.gif"/><Relationship Id="rId329" Type="http://schemas.openxmlformats.org/officeDocument/2006/relationships/image" Target="media/image159.wmf"/><Relationship Id="rId480" Type="http://schemas.openxmlformats.org/officeDocument/2006/relationships/oleObject" Target="embeddings/oleObject242.bin"/><Relationship Id="rId536" Type="http://schemas.openxmlformats.org/officeDocument/2006/relationships/oleObject" Target="embeddings/oleObject271.bin"/><Relationship Id="rId701" Type="http://schemas.openxmlformats.org/officeDocument/2006/relationships/oleObject" Target="embeddings/oleObject360.bin"/><Relationship Id="rId68" Type="http://schemas.openxmlformats.org/officeDocument/2006/relationships/oleObject" Target="embeddings/oleObject30.bin"/><Relationship Id="rId133" Type="http://schemas.openxmlformats.org/officeDocument/2006/relationships/oleObject" Target="embeddings/oleObject63.bin"/><Relationship Id="rId175" Type="http://schemas.openxmlformats.org/officeDocument/2006/relationships/oleObject" Target="embeddings/oleObject85.bin"/><Relationship Id="rId340" Type="http://schemas.openxmlformats.org/officeDocument/2006/relationships/oleObject" Target="embeddings/oleObject168.bin"/><Relationship Id="rId578" Type="http://schemas.openxmlformats.org/officeDocument/2006/relationships/oleObject" Target="embeddings/oleObject293.bin"/><Relationship Id="rId743" Type="http://schemas.openxmlformats.org/officeDocument/2006/relationships/oleObject" Target="embeddings/oleObject381.bin"/><Relationship Id="rId785" Type="http://schemas.openxmlformats.org/officeDocument/2006/relationships/oleObject" Target="embeddings/oleObject403.bin"/><Relationship Id="rId200" Type="http://schemas.openxmlformats.org/officeDocument/2006/relationships/image" Target="media/image95.wmf"/><Relationship Id="rId382" Type="http://schemas.openxmlformats.org/officeDocument/2006/relationships/image" Target="media/image185.wmf"/><Relationship Id="rId438" Type="http://schemas.openxmlformats.org/officeDocument/2006/relationships/image" Target="media/image211.wmf"/><Relationship Id="rId603" Type="http://schemas.openxmlformats.org/officeDocument/2006/relationships/image" Target="media/image290.wmf"/><Relationship Id="rId645" Type="http://schemas.openxmlformats.org/officeDocument/2006/relationships/image" Target="media/image311.wmf"/><Relationship Id="rId687" Type="http://schemas.openxmlformats.org/officeDocument/2006/relationships/oleObject" Target="embeddings/oleObject353.bin"/><Relationship Id="rId810" Type="http://schemas.openxmlformats.org/officeDocument/2006/relationships/oleObject" Target="embeddings/oleObject416.bin"/><Relationship Id="rId242" Type="http://schemas.openxmlformats.org/officeDocument/2006/relationships/oleObject" Target="embeddings/oleObject119.bin"/><Relationship Id="rId284" Type="http://schemas.openxmlformats.org/officeDocument/2006/relationships/image" Target="media/image137.wmf"/><Relationship Id="rId491" Type="http://schemas.openxmlformats.org/officeDocument/2006/relationships/oleObject" Target="embeddings/oleObject248.bin"/><Relationship Id="rId505" Type="http://schemas.openxmlformats.org/officeDocument/2006/relationships/oleObject" Target="embeddings/oleObject255.bin"/><Relationship Id="rId712" Type="http://schemas.openxmlformats.org/officeDocument/2006/relationships/image" Target="media/image339.wmf"/><Relationship Id="rId37" Type="http://schemas.openxmlformats.org/officeDocument/2006/relationships/oleObject" Target="embeddings/oleObject15.bin"/><Relationship Id="rId79" Type="http://schemas.openxmlformats.org/officeDocument/2006/relationships/image" Target="media/image36.wmf"/><Relationship Id="rId102" Type="http://schemas.openxmlformats.org/officeDocument/2006/relationships/image" Target="media/image47.wmf"/><Relationship Id="rId144" Type="http://schemas.openxmlformats.org/officeDocument/2006/relationships/oleObject" Target="embeddings/oleObject69.bin"/><Relationship Id="rId547" Type="http://schemas.openxmlformats.org/officeDocument/2006/relationships/oleObject" Target="embeddings/oleObject277.bin"/><Relationship Id="rId589" Type="http://schemas.openxmlformats.org/officeDocument/2006/relationships/image" Target="media/image283.wmf"/><Relationship Id="rId754" Type="http://schemas.openxmlformats.org/officeDocument/2006/relationships/oleObject" Target="embeddings/oleObject387.bin"/><Relationship Id="rId796" Type="http://schemas.openxmlformats.org/officeDocument/2006/relationships/image" Target="media/image380.wmf"/><Relationship Id="rId90" Type="http://schemas.openxmlformats.org/officeDocument/2006/relationships/image" Target="media/image41.wmf"/><Relationship Id="rId186" Type="http://schemas.openxmlformats.org/officeDocument/2006/relationships/image" Target="media/image88.wmf"/><Relationship Id="rId351" Type="http://schemas.openxmlformats.org/officeDocument/2006/relationships/image" Target="media/image170.wmf"/><Relationship Id="rId393" Type="http://schemas.openxmlformats.org/officeDocument/2006/relationships/oleObject" Target="embeddings/oleObject196.bin"/><Relationship Id="rId407" Type="http://schemas.openxmlformats.org/officeDocument/2006/relationships/oleObject" Target="embeddings/oleObject204.bin"/><Relationship Id="rId449" Type="http://schemas.openxmlformats.org/officeDocument/2006/relationships/image" Target="media/image216.wmf"/><Relationship Id="rId614" Type="http://schemas.openxmlformats.org/officeDocument/2006/relationships/oleObject" Target="embeddings/oleObject311.bin"/><Relationship Id="rId656" Type="http://schemas.openxmlformats.org/officeDocument/2006/relationships/oleObject" Target="embeddings/oleObject332.bin"/><Relationship Id="rId821" Type="http://schemas.openxmlformats.org/officeDocument/2006/relationships/oleObject" Target="embeddings/oleObject422.bin"/><Relationship Id="rId211" Type="http://schemas.openxmlformats.org/officeDocument/2006/relationships/oleObject" Target="embeddings/oleObject103.bin"/><Relationship Id="rId253" Type="http://schemas.openxmlformats.org/officeDocument/2006/relationships/image" Target="media/image121.wmf"/><Relationship Id="rId295" Type="http://schemas.openxmlformats.org/officeDocument/2006/relationships/oleObject" Target="embeddings/oleObject145.bin"/><Relationship Id="rId309" Type="http://schemas.openxmlformats.org/officeDocument/2006/relationships/image" Target="media/image149.wmf"/><Relationship Id="rId460" Type="http://schemas.openxmlformats.org/officeDocument/2006/relationships/oleObject" Target="embeddings/oleObject231.bin"/><Relationship Id="rId516" Type="http://schemas.openxmlformats.org/officeDocument/2006/relationships/oleObject" Target="embeddings/oleObject261.bin"/><Relationship Id="rId698" Type="http://schemas.openxmlformats.org/officeDocument/2006/relationships/image" Target="media/image332.wmf"/><Relationship Id="rId48" Type="http://schemas.openxmlformats.org/officeDocument/2006/relationships/image" Target="media/image20.wmf"/><Relationship Id="rId113" Type="http://schemas.openxmlformats.org/officeDocument/2006/relationships/oleObject" Target="embeddings/oleObject53.bin"/><Relationship Id="rId320" Type="http://schemas.openxmlformats.org/officeDocument/2006/relationships/oleObject" Target="embeddings/oleObject158.bin"/><Relationship Id="rId558" Type="http://schemas.openxmlformats.org/officeDocument/2006/relationships/image" Target="media/image268.wmf"/><Relationship Id="rId723" Type="http://schemas.openxmlformats.org/officeDocument/2006/relationships/oleObject" Target="embeddings/oleObject371.bin"/><Relationship Id="rId765" Type="http://schemas.openxmlformats.org/officeDocument/2006/relationships/image" Target="media/image365.wmf"/><Relationship Id="rId155" Type="http://schemas.openxmlformats.org/officeDocument/2006/relationships/image" Target="media/image73.wmf"/><Relationship Id="rId197" Type="http://schemas.openxmlformats.org/officeDocument/2006/relationships/oleObject" Target="embeddings/oleObject96.bin"/><Relationship Id="rId362" Type="http://schemas.openxmlformats.org/officeDocument/2006/relationships/oleObject" Target="embeddings/oleObject179.bin"/><Relationship Id="rId418" Type="http://schemas.openxmlformats.org/officeDocument/2006/relationships/image" Target="media/image201.wmf"/><Relationship Id="rId625" Type="http://schemas.openxmlformats.org/officeDocument/2006/relationships/oleObject" Target="embeddings/oleObject317.bin"/><Relationship Id="rId832" Type="http://schemas.openxmlformats.org/officeDocument/2006/relationships/image" Target="media/image397.wmf"/><Relationship Id="rId222" Type="http://schemas.openxmlformats.org/officeDocument/2006/relationships/image" Target="media/image106.wmf"/><Relationship Id="rId264" Type="http://schemas.openxmlformats.org/officeDocument/2006/relationships/oleObject" Target="embeddings/oleObject130.bin"/><Relationship Id="rId471" Type="http://schemas.openxmlformats.org/officeDocument/2006/relationships/image" Target="media/image227.wmf"/><Relationship Id="rId667" Type="http://schemas.openxmlformats.org/officeDocument/2006/relationships/image" Target="media/image319.wmf"/><Relationship Id="rId17" Type="http://schemas.openxmlformats.org/officeDocument/2006/relationships/image" Target="media/image6.wmf"/><Relationship Id="rId59" Type="http://schemas.openxmlformats.org/officeDocument/2006/relationships/image" Target="media/image26.wmf"/><Relationship Id="rId124" Type="http://schemas.openxmlformats.org/officeDocument/2006/relationships/image" Target="media/image58.wmf"/><Relationship Id="rId527" Type="http://schemas.openxmlformats.org/officeDocument/2006/relationships/image" Target="media/image253.wmf"/><Relationship Id="rId569" Type="http://schemas.openxmlformats.org/officeDocument/2006/relationships/image" Target="media/image273.wmf"/><Relationship Id="rId734" Type="http://schemas.openxmlformats.org/officeDocument/2006/relationships/image" Target="media/image350.wmf"/><Relationship Id="rId776" Type="http://schemas.openxmlformats.org/officeDocument/2006/relationships/image" Target="media/image370.wmf"/><Relationship Id="rId70" Type="http://schemas.openxmlformats.org/officeDocument/2006/relationships/oleObject" Target="embeddings/oleObject31.bin"/><Relationship Id="rId166" Type="http://schemas.openxmlformats.org/officeDocument/2006/relationships/oleObject" Target="embeddings/oleObject80.bin"/><Relationship Id="rId331" Type="http://schemas.openxmlformats.org/officeDocument/2006/relationships/image" Target="media/image160.wmf"/><Relationship Id="rId373" Type="http://schemas.openxmlformats.org/officeDocument/2006/relationships/image" Target="media/image181.wmf"/><Relationship Id="rId429" Type="http://schemas.openxmlformats.org/officeDocument/2006/relationships/image" Target="media/image206.wmf"/><Relationship Id="rId580" Type="http://schemas.openxmlformats.org/officeDocument/2006/relationships/oleObject" Target="embeddings/oleObject294.bin"/><Relationship Id="rId636" Type="http://schemas.openxmlformats.org/officeDocument/2006/relationships/image" Target="media/image306.wmf"/><Relationship Id="rId801" Type="http://schemas.openxmlformats.org/officeDocument/2006/relationships/oleObject" Target="embeddings/oleObject411.bin"/><Relationship Id="rId1" Type="http://schemas.openxmlformats.org/officeDocument/2006/relationships/numbering" Target="numbering.xml"/><Relationship Id="rId233" Type="http://schemas.openxmlformats.org/officeDocument/2006/relationships/oleObject" Target="embeddings/oleObject114.bin"/><Relationship Id="rId440" Type="http://schemas.openxmlformats.org/officeDocument/2006/relationships/oleObject" Target="embeddings/oleObject221.bin"/><Relationship Id="rId678" Type="http://schemas.openxmlformats.org/officeDocument/2006/relationships/oleObject" Target="embeddings/oleObject348.bin"/><Relationship Id="rId28" Type="http://schemas.openxmlformats.org/officeDocument/2006/relationships/image" Target="media/image10.wmf"/><Relationship Id="rId275" Type="http://schemas.openxmlformats.org/officeDocument/2006/relationships/oleObject" Target="embeddings/oleObject135.bin"/><Relationship Id="rId300" Type="http://schemas.openxmlformats.org/officeDocument/2006/relationships/oleObject" Target="embeddings/oleObject148.bin"/><Relationship Id="rId482" Type="http://schemas.openxmlformats.org/officeDocument/2006/relationships/oleObject" Target="embeddings/oleObject243.bin"/><Relationship Id="rId538" Type="http://schemas.openxmlformats.org/officeDocument/2006/relationships/oleObject" Target="embeddings/oleObject272.bin"/><Relationship Id="rId703" Type="http://schemas.openxmlformats.org/officeDocument/2006/relationships/oleObject" Target="embeddings/oleObject361.bin"/><Relationship Id="rId745" Type="http://schemas.openxmlformats.org/officeDocument/2006/relationships/image" Target="media/image355.wmf"/><Relationship Id="rId81" Type="http://schemas.openxmlformats.org/officeDocument/2006/relationships/image" Target="media/image37.wmf"/><Relationship Id="rId135" Type="http://schemas.openxmlformats.org/officeDocument/2006/relationships/image" Target="media/image63.wmf"/><Relationship Id="rId177" Type="http://schemas.openxmlformats.org/officeDocument/2006/relationships/oleObject" Target="embeddings/oleObject86.bin"/><Relationship Id="rId342" Type="http://schemas.openxmlformats.org/officeDocument/2006/relationships/oleObject" Target="embeddings/oleObject169.bin"/><Relationship Id="rId384" Type="http://schemas.openxmlformats.org/officeDocument/2006/relationships/image" Target="media/image186.wmf"/><Relationship Id="rId591" Type="http://schemas.openxmlformats.org/officeDocument/2006/relationships/image" Target="media/image284.wmf"/><Relationship Id="rId605" Type="http://schemas.openxmlformats.org/officeDocument/2006/relationships/image" Target="media/image291.wmf"/><Relationship Id="rId787" Type="http://schemas.openxmlformats.org/officeDocument/2006/relationships/oleObject" Target="embeddings/oleObject404.bin"/><Relationship Id="rId812" Type="http://schemas.openxmlformats.org/officeDocument/2006/relationships/oleObject" Target="embeddings/oleObject417.bin"/><Relationship Id="rId202" Type="http://schemas.openxmlformats.org/officeDocument/2006/relationships/image" Target="media/image96.wmf"/><Relationship Id="rId244" Type="http://schemas.openxmlformats.org/officeDocument/2006/relationships/oleObject" Target="embeddings/oleObject120.bin"/><Relationship Id="rId647" Type="http://schemas.openxmlformats.org/officeDocument/2006/relationships/image" Target="media/image312.wmf"/><Relationship Id="rId689" Type="http://schemas.openxmlformats.org/officeDocument/2006/relationships/oleObject" Target="embeddings/oleObject354.bin"/><Relationship Id="rId39" Type="http://schemas.openxmlformats.org/officeDocument/2006/relationships/oleObject" Target="embeddings/oleObject16.bin"/><Relationship Id="rId286" Type="http://schemas.openxmlformats.org/officeDocument/2006/relationships/image" Target="media/image138.wmf"/><Relationship Id="rId451" Type="http://schemas.openxmlformats.org/officeDocument/2006/relationships/image" Target="media/image217.wmf"/><Relationship Id="rId493" Type="http://schemas.openxmlformats.org/officeDocument/2006/relationships/oleObject" Target="embeddings/oleObject249.bin"/><Relationship Id="rId507" Type="http://schemas.openxmlformats.org/officeDocument/2006/relationships/oleObject" Target="embeddings/oleObject256.bin"/><Relationship Id="rId549" Type="http://schemas.openxmlformats.org/officeDocument/2006/relationships/oleObject" Target="embeddings/oleObject278.bin"/><Relationship Id="rId714" Type="http://schemas.openxmlformats.org/officeDocument/2006/relationships/image" Target="media/image340.wmf"/><Relationship Id="rId756" Type="http://schemas.openxmlformats.org/officeDocument/2006/relationships/oleObject" Target="embeddings/oleObject388.bin"/><Relationship Id="rId50" Type="http://schemas.openxmlformats.org/officeDocument/2006/relationships/image" Target="media/image21.wmf"/><Relationship Id="rId104" Type="http://schemas.openxmlformats.org/officeDocument/2006/relationships/image" Target="media/image48.wmf"/><Relationship Id="rId146" Type="http://schemas.openxmlformats.org/officeDocument/2006/relationships/oleObject" Target="embeddings/oleObject70.bin"/><Relationship Id="rId188" Type="http://schemas.openxmlformats.org/officeDocument/2006/relationships/image" Target="media/image89.wmf"/><Relationship Id="rId311" Type="http://schemas.openxmlformats.org/officeDocument/2006/relationships/image" Target="media/image150.wmf"/><Relationship Id="rId353" Type="http://schemas.openxmlformats.org/officeDocument/2006/relationships/image" Target="media/image171.wmf"/><Relationship Id="rId395" Type="http://schemas.openxmlformats.org/officeDocument/2006/relationships/oleObject" Target="embeddings/oleObject197.bin"/><Relationship Id="rId409" Type="http://schemas.openxmlformats.org/officeDocument/2006/relationships/oleObject" Target="embeddings/oleObject205.bin"/><Relationship Id="rId560" Type="http://schemas.openxmlformats.org/officeDocument/2006/relationships/oleObject" Target="embeddings/oleObject284.bin"/><Relationship Id="rId798" Type="http://schemas.openxmlformats.org/officeDocument/2006/relationships/image" Target="media/image381.wmf"/><Relationship Id="rId92" Type="http://schemas.openxmlformats.org/officeDocument/2006/relationships/image" Target="media/image42.wmf"/><Relationship Id="rId213" Type="http://schemas.openxmlformats.org/officeDocument/2006/relationships/oleObject" Target="embeddings/oleObject104.bin"/><Relationship Id="rId420" Type="http://schemas.openxmlformats.org/officeDocument/2006/relationships/image" Target="media/image202.wmf"/><Relationship Id="rId616" Type="http://schemas.openxmlformats.org/officeDocument/2006/relationships/oleObject" Target="embeddings/oleObject312.bin"/><Relationship Id="rId658" Type="http://schemas.openxmlformats.org/officeDocument/2006/relationships/oleObject" Target="embeddings/oleObject334.bin"/><Relationship Id="rId823" Type="http://schemas.openxmlformats.org/officeDocument/2006/relationships/oleObject" Target="embeddings/oleObject423.bin"/><Relationship Id="rId255" Type="http://schemas.openxmlformats.org/officeDocument/2006/relationships/image" Target="media/image122.wmf"/><Relationship Id="rId297" Type="http://schemas.openxmlformats.org/officeDocument/2006/relationships/oleObject" Target="embeddings/oleObject146.bin"/><Relationship Id="rId462" Type="http://schemas.openxmlformats.org/officeDocument/2006/relationships/oleObject" Target="embeddings/oleObject232.bin"/><Relationship Id="rId518" Type="http://schemas.openxmlformats.org/officeDocument/2006/relationships/oleObject" Target="embeddings/oleObject262.bin"/><Relationship Id="rId725" Type="http://schemas.openxmlformats.org/officeDocument/2006/relationships/oleObject" Target="embeddings/oleObject372.bin"/><Relationship Id="rId115" Type="http://schemas.openxmlformats.org/officeDocument/2006/relationships/oleObject" Target="embeddings/oleObject54.bin"/><Relationship Id="rId157" Type="http://schemas.openxmlformats.org/officeDocument/2006/relationships/image" Target="media/image74.wmf"/><Relationship Id="rId322" Type="http://schemas.openxmlformats.org/officeDocument/2006/relationships/oleObject" Target="embeddings/oleObject159.bin"/><Relationship Id="rId364" Type="http://schemas.openxmlformats.org/officeDocument/2006/relationships/oleObject" Target="embeddings/oleObject180.bin"/><Relationship Id="rId767" Type="http://schemas.openxmlformats.org/officeDocument/2006/relationships/image" Target="media/image366.wmf"/><Relationship Id="rId61" Type="http://schemas.openxmlformats.org/officeDocument/2006/relationships/image" Target="media/image27.wmf"/><Relationship Id="rId199" Type="http://schemas.openxmlformats.org/officeDocument/2006/relationships/oleObject" Target="embeddings/oleObject97.bin"/><Relationship Id="rId571" Type="http://schemas.openxmlformats.org/officeDocument/2006/relationships/image" Target="media/image274.wmf"/><Relationship Id="rId627" Type="http://schemas.openxmlformats.org/officeDocument/2006/relationships/oleObject" Target="embeddings/oleObject318.bin"/><Relationship Id="rId669" Type="http://schemas.openxmlformats.org/officeDocument/2006/relationships/oleObject" Target="embeddings/oleObject342.bin"/><Relationship Id="rId834" Type="http://schemas.openxmlformats.org/officeDocument/2006/relationships/image" Target="media/image398.wmf"/><Relationship Id="rId19" Type="http://schemas.openxmlformats.org/officeDocument/2006/relationships/oleObject" Target="embeddings/oleObject7.bin"/><Relationship Id="rId224" Type="http://schemas.openxmlformats.org/officeDocument/2006/relationships/image" Target="media/image107.wmf"/><Relationship Id="rId266" Type="http://schemas.openxmlformats.org/officeDocument/2006/relationships/oleObject" Target="embeddings/oleObject131.bin"/><Relationship Id="rId431" Type="http://schemas.openxmlformats.org/officeDocument/2006/relationships/oleObject" Target="embeddings/oleObject216.bin"/><Relationship Id="rId473" Type="http://schemas.openxmlformats.org/officeDocument/2006/relationships/image" Target="media/image228.wmf"/><Relationship Id="rId529" Type="http://schemas.openxmlformats.org/officeDocument/2006/relationships/image" Target="media/image254.wmf"/><Relationship Id="rId680" Type="http://schemas.openxmlformats.org/officeDocument/2006/relationships/oleObject" Target="embeddings/oleObject349.bin"/><Relationship Id="rId736" Type="http://schemas.openxmlformats.org/officeDocument/2006/relationships/image" Target="media/image351.wmf"/><Relationship Id="rId30" Type="http://schemas.openxmlformats.org/officeDocument/2006/relationships/image" Target="media/image11.wmf"/><Relationship Id="rId126" Type="http://schemas.openxmlformats.org/officeDocument/2006/relationships/image" Target="media/image59.wmf"/><Relationship Id="rId168" Type="http://schemas.openxmlformats.org/officeDocument/2006/relationships/oleObject" Target="embeddings/oleObject81.bin"/><Relationship Id="rId333" Type="http://schemas.openxmlformats.org/officeDocument/2006/relationships/image" Target="media/image161.wmf"/><Relationship Id="rId540" Type="http://schemas.openxmlformats.org/officeDocument/2006/relationships/oleObject" Target="embeddings/oleObject273.bin"/><Relationship Id="rId778" Type="http://schemas.openxmlformats.org/officeDocument/2006/relationships/image" Target="media/image371.wmf"/><Relationship Id="rId72" Type="http://schemas.openxmlformats.org/officeDocument/2006/relationships/oleObject" Target="embeddings/oleObject32.bin"/><Relationship Id="rId375" Type="http://schemas.openxmlformats.org/officeDocument/2006/relationships/image" Target="media/image182.wmf"/><Relationship Id="rId582" Type="http://schemas.openxmlformats.org/officeDocument/2006/relationships/oleObject" Target="embeddings/oleObject295.bin"/><Relationship Id="rId638" Type="http://schemas.openxmlformats.org/officeDocument/2006/relationships/image" Target="media/image307.wmf"/><Relationship Id="rId803" Type="http://schemas.openxmlformats.org/officeDocument/2006/relationships/oleObject" Target="embeddings/oleObject412.bin"/><Relationship Id="rId3" Type="http://schemas.openxmlformats.org/officeDocument/2006/relationships/settings" Target="settings.xml"/><Relationship Id="rId235" Type="http://schemas.openxmlformats.org/officeDocument/2006/relationships/oleObject" Target="embeddings/oleObject115.bin"/><Relationship Id="rId277" Type="http://schemas.openxmlformats.org/officeDocument/2006/relationships/oleObject" Target="embeddings/oleObject136.bin"/><Relationship Id="rId400" Type="http://schemas.openxmlformats.org/officeDocument/2006/relationships/oleObject" Target="embeddings/oleObject200.bin"/><Relationship Id="rId442" Type="http://schemas.openxmlformats.org/officeDocument/2006/relationships/oleObject" Target="embeddings/oleObject222.bin"/><Relationship Id="rId484" Type="http://schemas.openxmlformats.org/officeDocument/2006/relationships/image" Target="media/image232.wmf"/><Relationship Id="rId705" Type="http://schemas.openxmlformats.org/officeDocument/2006/relationships/oleObject" Target="embeddings/oleObject362.bin"/><Relationship Id="rId137" Type="http://schemas.openxmlformats.org/officeDocument/2006/relationships/image" Target="media/image64.wmf"/><Relationship Id="rId302" Type="http://schemas.openxmlformats.org/officeDocument/2006/relationships/oleObject" Target="embeddings/oleObject149.bin"/><Relationship Id="rId344" Type="http://schemas.openxmlformats.org/officeDocument/2006/relationships/oleObject" Target="embeddings/oleObject170.bin"/><Relationship Id="rId691" Type="http://schemas.openxmlformats.org/officeDocument/2006/relationships/oleObject" Target="embeddings/oleObject355.bin"/><Relationship Id="rId747" Type="http://schemas.openxmlformats.org/officeDocument/2006/relationships/image" Target="media/image356.wmf"/><Relationship Id="rId789" Type="http://schemas.openxmlformats.org/officeDocument/2006/relationships/oleObject" Target="embeddings/oleObject405.bin"/><Relationship Id="rId41" Type="http://schemas.openxmlformats.org/officeDocument/2006/relationships/oleObject" Target="embeddings/oleObject17.bin"/><Relationship Id="rId83" Type="http://schemas.openxmlformats.org/officeDocument/2006/relationships/image" Target="media/image38.wmf"/><Relationship Id="rId179" Type="http://schemas.openxmlformats.org/officeDocument/2006/relationships/oleObject" Target="embeddings/oleObject87.bin"/><Relationship Id="rId386" Type="http://schemas.openxmlformats.org/officeDocument/2006/relationships/image" Target="media/image187.wmf"/><Relationship Id="rId551" Type="http://schemas.openxmlformats.org/officeDocument/2006/relationships/oleObject" Target="embeddings/oleObject279.bin"/><Relationship Id="rId593" Type="http://schemas.openxmlformats.org/officeDocument/2006/relationships/image" Target="media/image285.wmf"/><Relationship Id="rId607" Type="http://schemas.openxmlformats.org/officeDocument/2006/relationships/image" Target="media/image292.wmf"/><Relationship Id="rId649" Type="http://schemas.openxmlformats.org/officeDocument/2006/relationships/oleObject" Target="embeddings/oleObject329.bin"/><Relationship Id="rId814" Type="http://schemas.openxmlformats.org/officeDocument/2006/relationships/oleObject" Target="embeddings/oleObject418.bin"/><Relationship Id="rId190" Type="http://schemas.openxmlformats.org/officeDocument/2006/relationships/image" Target="media/image90.wmf"/><Relationship Id="rId204" Type="http://schemas.openxmlformats.org/officeDocument/2006/relationships/image" Target="media/image97.wmf"/><Relationship Id="rId246" Type="http://schemas.openxmlformats.org/officeDocument/2006/relationships/oleObject" Target="embeddings/oleObject121.bin"/><Relationship Id="rId288" Type="http://schemas.openxmlformats.org/officeDocument/2006/relationships/image" Target="media/image139.wmf"/><Relationship Id="rId411" Type="http://schemas.openxmlformats.org/officeDocument/2006/relationships/oleObject" Target="embeddings/oleObject206.bin"/><Relationship Id="rId453" Type="http://schemas.openxmlformats.org/officeDocument/2006/relationships/image" Target="media/image218.wmf"/><Relationship Id="rId509" Type="http://schemas.openxmlformats.org/officeDocument/2006/relationships/oleObject" Target="embeddings/oleObject257.bin"/><Relationship Id="rId660" Type="http://schemas.openxmlformats.org/officeDocument/2006/relationships/oleObject" Target="embeddings/oleObject336.bin"/><Relationship Id="rId106" Type="http://schemas.openxmlformats.org/officeDocument/2006/relationships/image" Target="media/image49.wmf"/><Relationship Id="rId313" Type="http://schemas.openxmlformats.org/officeDocument/2006/relationships/image" Target="media/image151.wmf"/><Relationship Id="rId495" Type="http://schemas.openxmlformats.org/officeDocument/2006/relationships/oleObject" Target="embeddings/oleObject250.bin"/><Relationship Id="rId716" Type="http://schemas.openxmlformats.org/officeDocument/2006/relationships/image" Target="media/image341.wmf"/><Relationship Id="rId758" Type="http://schemas.openxmlformats.org/officeDocument/2006/relationships/oleObject" Target="embeddings/oleObject389.bin"/><Relationship Id="rId10" Type="http://schemas.openxmlformats.org/officeDocument/2006/relationships/oleObject" Target="embeddings/oleObject2.bin"/><Relationship Id="rId52" Type="http://schemas.openxmlformats.org/officeDocument/2006/relationships/image" Target="media/image22.wmf"/><Relationship Id="rId94" Type="http://schemas.openxmlformats.org/officeDocument/2006/relationships/image" Target="media/image43.wmf"/><Relationship Id="rId148" Type="http://schemas.openxmlformats.org/officeDocument/2006/relationships/oleObject" Target="embeddings/oleObject71.bin"/><Relationship Id="rId355" Type="http://schemas.openxmlformats.org/officeDocument/2006/relationships/image" Target="media/image172.wmf"/><Relationship Id="rId397" Type="http://schemas.openxmlformats.org/officeDocument/2006/relationships/oleObject" Target="embeddings/oleObject198.bin"/><Relationship Id="rId520" Type="http://schemas.openxmlformats.org/officeDocument/2006/relationships/oleObject" Target="embeddings/oleObject263.bin"/><Relationship Id="rId562" Type="http://schemas.openxmlformats.org/officeDocument/2006/relationships/oleObject" Target="embeddings/oleObject285.bin"/><Relationship Id="rId618" Type="http://schemas.openxmlformats.org/officeDocument/2006/relationships/oleObject" Target="embeddings/oleObject313.bin"/><Relationship Id="rId825" Type="http://schemas.openxmlformats.org/officeDocument/2006/relationships/oleObject" Target="embeddings/oleObject424.bin"/><Relationship Id="rId215" Type="http://schemas.openxmlformats.org/officeDocument/2006/relationships/oleObject" Target="embeddings/oleObject105.bin"/><Relationship Id="rId257" Type="http://schemas.openxmlformats.org/officeDocument/2006/relationships/image" Target="media/image123.wmf"/><Relationship Id="rId422" Type="http://schemas.openxmlformats.org/officeDocument/2006/relationships/image" Target="media/image203.wmf"/><Relationship Id="rId464" Type="http://schemas.openxmlformats.org/officeDocument/2006/relationships/oleObject" Target="embeddings/oleObject233.bin"/><Relationship Id="rId299" Type="http://schemas.openxmlformats.org/officeDocument/2006/relationships/oleObject" Target="embeddings/oleObject147.bin"/><Relationship Id="rId727" Type="http://schemas.openxmlformats.org/officeDocument/2006/relationships/oleObject" Target="embeddings/oleObject373.bin"/><Relationship Id="rId63" Type="http://schemas.openxmlformats.org/officeDocument/2006/relationships/image" Target="media/image28.wmf"/><Relationship Id="rId159" Type="http://schemas.openxmlformats.org/officeDocument/2006/relationships/image" Target="media/image75.wmf"/><Relationship Id="rId366" Type="http://schemas.openxmlformats.org/officeDocument/2006/relationships/oleObject" Target="embeddings/oleObject181.bin"/><Relationship Id="rId573" Type="http://schemas.openxmlformats.org/officeDocument/2006/relationships/image" Target="media/image275.wmf"/><Relationship Id="rId780" Type="http://schemas.openxmlformats.org/officeDocument/2006/relationships/image" Target="media/image372.wmf"/><Relationship Id="rId226" Type="http://schemas.openxmlformats.org/officeDocument/2006/relationships/image" Target="media/image108.wmf"/><Relationship Id="rId433" Type="http://schemas.openxmlformats.org/officeDocument/2006/relationships/oleObject" Target="embeddings/oleObject217.bin"/><Relationship Id="rId640" Type="http://schemas.openxmlformats.org/officeDocument/2006/relationships/image" Target="media/image308.wmf"/><Relationship Id="rId738" Type="http://schemas.openxmlformats.org/officeDocument/2006/relationships/image" Target="media/image352.wmf"/><Relationship Id="rId74" Type="http://schemas.openxmlformats.org/officeDocument/2006/relationships/oleObject" Target="embeddings/oleObject33.bin"/><Relationship Id="rId377" Type="http://schemas.openxmlformats.org/officeDocument/2006/relationships/oleObject" Target="embeddings/oleObject187.bin"/><Relationship Id="rId500" Type="http://schemas.openxmlformats.org/officeDocument/2006/relationships/image" Target="media/image240.wmf"/><Relationship Id="rId584" Type="http://schemas.openxmlformats.org/officeDocument/2006/relationships/oleObject" Target="embeddings/oleObject296.bin"/><Relationship Id="rId805" Type="http://schemas.openxmlformats.org/officeDocument/2006/relationships/oleObject" Target="embeddings/oleObject413.bin"/><Relationship Id="rId5" Type="http://schemas.openxmlformats.org/officeDocument/2006/relationships/footnotes" Target="footnotes.xml"/><Relationship Id="rId237" Type="http://schemas.openxmlformats.org/officeDocument/2006/relationships/oleObject" Target="embeddings/oleObject116.bin"/><Relationship Id="rId791" Type="http://schemas.openxmlformats.org/officeDocument/2006/relationships/oleObject" Target="embeddings/oleObject406.bin"/><Relationship Id="rId444" Type="http://schemas.openxmlformats.org/officeDocument/2006/relationships/oleObject" Target="embeddings/oleObject223.bin"/><Relationship Id="rId651" Type="http://schemas.openxmlformats.org/officeDocument/2006/relationships/image" Target="media/image314.wmf"/><Relationship Id="rId749" Type="http://schemas.openxmlformats.org/officeDocument/2006/relationships/image" Target="media/image357.wmf"/><Relationship Id="rId290" Type="http://schemas.openxmlformats.org/officeDocument/2006/relationships/image" Target="media/image140.wmf"/><Relationship Id="rId304" Type="http://schemas.openxmlformats.org/officeDocument/2006/relationships/oleObject" Target="embeddings/oleObject150.bin"/><Relationship Id="rId388" Type="http://schemas.openxmlformats.org/officeDocument/2006/relationships/oleObject" Target="embeddings/oleObject193.bin"/><Relationship Id="rId511" Type="http://schemas.openxmlformats.org/officeDocument/2006/relationships/oleObject" Target="embeddings/oleObject258.bin"/><Relationship Id="rId609" Type="http://schemas.openxmlformats.org/officeDocument/2006/relationships/image" Target="media/image293.wmf"/><Relationship Id="rId85" Type="http://schemas.openxmlformats.org/officeDocument/2006/relationships/image" Target="media/image39.wmf"/><Relationship Id="rId150" Type="http://schemas.openxmlformats.org/officeDocument/2006/relationships/oleObject" Target="embeddings/oleObject72.bin"/><Relationship Id="rId595" Type="http://schemas.openxmlformats.org/officeDocument/2006/relationships/image" Target="media/image286.wmf"/><Relationship Id="rId816" Type="http://schemas.openxmlformats.org/officeDocument/2006/relationships/oleObject" Target="embeddings/oleObject419.bin"/><Relationship Id="rId248" Type="http://schemas.openxmlformats.org/officeDocument/2006/relationships/oleObject" Target="embeddings/oleObject122.bin"/><Relationship Id="rId455" Type="http://schemas.openxmlformats.org/officeDocument/2006/relationships/image" Target="media/image219.wmf"/><Relationship Id="rId662" Type="http://schemas.openxmlformats.org/officeDocument/2006/relationships/oleObject" Target="embeddings/oleObject337.bin"/><Relationship Id="rId12" Type="http://schemas.openxmlformats.org/officeDocument/2006/relationships/oleObject" Target="embeddings/oleObject3.bin"/><Relationship Id="rId108" Type="http://schemas.openxmlformats.org/officeDocument/2006/relationships/image" Target="media/image50.wmf"/><Relationship Id="rId315" Type="http://schemas.openxmlformats.org/officeDocument/2006/relationships/image" Target="media/image152.wmf"/><Relationship Id="rId522" Type="http://schemas.openxmlformats.org/officeDocument/2006/relationships/oleObject" Target="embeddings/oleObject264.bin"/><Relationship Id="rId96" Type="http://schemas.openxmlformats.org/officeDocument/2006/relationships/image" Target="media/image44.wmf"/><Relationship Id="rId161" Type="http://schemas.openxmlformats.org/officeDocument/2006/relationships/image" Target="media/image76.wmf"/><Relationship Id="rId399" Type="http://schemas.openxmlformats.org/officeDocument/2006/relationships/image" Target="media/image192.wmf"/><Relationship Id="rId827" Type="http://schemas.openxmlformats.org/officeDocument/2006/relationships/oleObject" Target="embeddings/oleObject425.bin"/><Relationship Id="rId259" Type="http://schemas.openxmlformats.org/officeDocument/2006/relationships/image" Target="media/image124.wmf"/><Relationship Id="rId466" Type="http://schemas.openxmlformats.org/officeDocument/2006/relationships/oleObject" Target="embeddings/oleObject234.bin"/><Relationship Id="rId673" Type="http://schemas.openxmlformats.org/officeDocument/2006/relationships/oleObject" Target="embeddings/oleObject345.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5%20e%20Solutions%20Manu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 e Solutions Manual</Template>
  <TotalTime>903</TotalTime>
  <Pages>55</Pages>
  <Words>12845</Words>
  <Characters>73223</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Ch 02</vt:lpstr>
    </vt:vector>
  </TitlesOfParts>
  <Company/>
  <LinksUpToDate>false</LinksUpToDate>
  <CharactersWithSpaces>85897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02</dc:title>
  <dc:creator>J. Cutnell</dc:creator>
  <cp:lastModifiedBy>John Cutnell</cp:lastModifiedBy>
  <cp:revision>90</cp:revision>
  <cp:lastPrinted>2011-02-07T22:13:00Z</cp:lastPrinted>
  <dcterms:created xsi:type="dcterms:W3CDTF">2008-09-01T20:29:00Z</dcterms:created>
  <dcterms:modified xsi:type="dcterms:W3CDTF">2011-09-12T02:02:00Z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
Text=Times New Roman_x000d_
Function=Times New Roman_x000d_
Variable=Times New Roman,I_x000d_
LCGreek=Symbol,I_x000d_
UCGreek=Symbol_x000d_
Symbol=Symbol_x000d_
Vector=Times New Roman,B_x000d_
Number=Times New Roman_x000d_
User1=Times New Roman_x000d_
User2=Times New Roman_x000d_
MTExtra=MT Extra_x000d_
_x000d_
[Siz</vt:lpwstr>
  </property>
  <property fmtid="{D5CDD505-2E9C-101B-9397-08002B2CF9AE}" pid="3" name="MTPreferences 1">
    <vt:lpwstr>es]_x000d_
Full=12 pt_x000d_
Script=9 pt_x000d_
ScriptScript=5 pt_x000d_
Symbol=12 pt_x000d_
SubSymbol=10 pt_x000d_
User1=10 pt_x000d_
User2=20 pt_x000d_
SmallLargeIncr=1 pt_x000d_
_x000d_
[Spacing]_x000d_
LineSpacing=100 %_x000d_
MatrixRowSpacing=150 %_x000d_
MatrixColSpacing=100 %_x000d_
SuperscriptHeight=5 pt_x000d_
SubscriptDepth=4 pt_x000d_
Sub</vt:lpwstr>
  </property>
  <property fmtid="{D5CDD505-2E9C-101B-9397-08002B2CF9AE}" pid="4" name="MTPreferences 2">
    <vt:lpwstr>SupGap=8 %_x000d_
LimHeight=25 %_x000d_
LimDepth=100 %_x000d_
LimLineSpacing=100 %_x000d_
NumerHeight=35 %_x000d_
DenomDepth=100 %_x000d_
FractBarOver=1 pt_x000d_
FractBarThick=0.5 pt_x000d_
SubFractBarThick=0.25 pt_x000d_
FractGap=8 %_x000d_
FenceOver=1 pt_x000d_
OperSpacing=100 %_x000d_
NonOperSpacing=100 %_x000d_
CharWidth=0 %_x000d_
</vt:lpwstr>
  </property>
  <property fmtid="{D5CDD505-2E9C-101B-9397-08002B2CF9AE}" pid="5" name="MTPreferences 3">
    <vt:lpwstr>MinGap=8 %_x000d_
VertRadGap=17 %_x000d_
HorizRadGap=8 %_x000d_
RadWidth=100 %_x000d_
EmbellGap=1.5 pt_x000d_
PrimeHeight=45 %_x000d_
BoxStrokeThick=5 %_x000d_
StikeThruThick=5 %_x000d_
MatrixLineThick=5 %_x000d_
RadStrokeThick=5 %_x000d_
HorizFenceGap=10 %_x000d_
_x000d_
</vt:lpwstr>
  </property>
  <property fmtid="{D5CDD505-2E9C-101B-9397-08002B2CF9AE}" pid="6" name="MTPreferenceSource">
    <vt:lpwstr>ISM PREFERENCE FILE.EQP</vt:lpwstr>
  </property>
  <property fmtid="{D5CDD505-2E9C-101B-9397-08002B2CF9AE}" pid="7" name="MTWinEqns">
    <vt:bool>true</vt:bool>
  </property>
</Properties>
</file>