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FABAA" w14:textId="6A4C6A40" w:rsidR="0021430B" w:rsidRDefault="00F53F47" w:rsidP="00643A94">
      <w:pPr>
        <w:pStyle w:val="Address"/>
      </w:pPr>
      <w:bookmarkStart w:id="0" w:name="_GoBack"/>
      <w:bookmarkEnd w:id="0"/>
      <w:r>
        <w:t>[Your Name]</w:t>
      </w:r>
    </w:p>
    <w:p w14:paraId="40697A04" w14:textId="36D8E1F0" w:rsidR="00FD5F91" w:rsidRDefault="00F53F47" w:rsidP="00643A94">
      <w:pPr>
        <w:pStyle w:val="Address"/>
      </w:pPr>
      <w:r>
        <w:t>[Street Address]</w:t>
      </w:r>
    </w:p>
    <w:p w14:paraId="297ABC74" w14:textId="6E6E33F2" w:rsidR="00FD5F91" w:rsidRDefault="003F7873" w:rsidP="00F53F47">
      <w:pPr>
        <w:pStyle w:val="Address"/>
        <w:spacing w:after="120"/>
      </w:pPr>
      <w:r>
        <w:t>[</w:t>
      </w:r>
      <w:r w:rsidR="00F53F47">
        <w:t>City, ST Zip</w:t>
      </w:r>
      <w:r>
        <w:t>]</w:t>
      </w:r>
    </w:p>
    <w:p w14:paraId="649C6F2D" w14:textId="68087D5D" w:rsidR="00BD0BBB" w:rsidRPr="00BD0BBB" w:rsidRDefault="00F53F47" w:rsidP="00BD0BBB">
      <w:pPr>
        <w:pStyle w:val="Date"/>
      </w:pPr>
      <w:r>
        <w:t>[Date]</w:t>
      </w:r>
    </w:p>
    <w:p w14:paraId="606204A9" w14:textId="3E08C472" w:rsidR="00FD5F91" w:rsidRDefault="00F53F47" w:rsidP="007C0C69">
      <w:pPr>
        <w:pStyle w:val="Address"/>
      </w:pPr>
      <w:r>
        <w:t>[Recipient Name]</w:t>
      </w:r>
    </w:p>
    <w:p w14:paraId="2B59B624" w14:textId="483C66F0" w:rsidR="00FD5F91" w:rsidRDefault="00F53F47" w:rsidP="007C0C69">
      <w:pPr>
        <w:pStyle w:val="Address"/>
      </w:pPr>
      <w:r>
        <w:t>[Title]</w:t>
      </w:r>
    </w:p>
    <w:p w14:paraId="2BAD4863" w14:textId="3D526C7E" w:rsidR="009A462A" w:rsidRPr="00D67217" w:rsidRDefault="00F53F47" w:rsidP="007C0C69">
      <w:pPr>
        <w:pStyle w:val="Address"/>
      </w:pPr>
      <w:r>
        <w:t>[Company Name]</w:t>
      </w:r>
    </w:p>
    <w:p w14:paraId="31BED87B" w14:textId="73BF0898" w:rsidR="007C0C69" w:rsidRDefault="00F53F47" w:rsidP="007C0C69">
      <w:pPr>
        <w:pStyle w:val="Address"/>
      </w:pPr>
      <w:r>
        <w:t>[Street Address]</w:t>
      </w:r>
    </w:p>
    <w:p w14:paraId="0183AA59" w14:textId="7D526908" w:rsidR="007C0C69" w:rsidRDefault="00F53F47" w:rsidP="007C0C69">
      <w:pPr>
        <w:pStyle w:val="Address"/>
      </w:pPr>
      <w:r>
        <w:t>[City, ST Z</w:t>
      </w:r>
      <w:r w:rsidR="003F7873">
        <w:t>ip]</w:t>
      </w:r>
    </w:p>
    <w:p w14:paraId="1D2E24C6" w14:textId="77777777" w:rsidR="00F53F47" w:rsidRDefault="00F53F47" w:rsidP="001E0D4C"/>
    <w:p w14:paraId="0BF93474" w14:textId="6A87DEF4" w:rsidR="00850570" w:rsidRDefault="00850570" w:rsidP="001E0D4C">
      <w:r w:rsidRPr="001E0D4C">
        <w:t xml:space="preserve">Thank you for choosing </w:t>
      </w:r>
      <w:r w:rsidR="002A5582">
        <w:t>New Castle County Technical Services</w:t>
      </w:r>
      <w:r w:rsidRPr="001E0D4C">
        <w:t xml:space="preserve"> for your </w:t>
      </w:r>
      <w:r w:rsidR="00F53F47">
        <w:t>[Business Type]</w:t>
      </w:r>
      <w:r w:rsidRPr="001E0D4C">
        <w:t xml:space="preserve"> needs. We are confident that you will be very satisfied with the services that we offer.</w:t>
      </w:r>
      <w:r w:rsidR="00B63AE6">
        <w:t xml:space="preserve"> We are proud to include the following new services, added to our inventory this past March.</w:t>
      </w:r>
    </w:p>
    <w:p w14:paraId="725DFDB2" w14:textId="77777777" w:rsidR="00B63AE6" w:rsidRPr="001E0D4C" w:rsidRDefault="00B63AE6" w:rsidP="001E0D4C">
      <w:r>
        <w:t>Desktop troubleshooting</w:t>
      </w:r>
      <w:r>
        <w:br/>
        <w:t>Software training support</w:t>
      </w:r>
    </w:p>
    <w:p w14:paraId="466BAC7D" w14:textId="71CE655A" w:rsidR="002A5582" w:rsidRDefault="002A5582" w:rsidP="001E0D4C">
      <w:r>
        <w:t xml:space="preserve">In addition, we continue to support the following services, shown in the table below. The table illustrates our continued growth in those areas in terms of the past two years. </w:t>
      </w:r>
    </w:p>
    <w:p w14:paraId="161321D6" w14:textId="77777777" w:rsidR="002E36B8" w:rsidRDefault="002E36B8" w:rsidP="001E0D4C"/>
    <w:p w14:paraId="1ADA9D06" w14:textId="58111DB2" w:rsidR="00850570" w:rsidRPr="001E0D4C" w:rsidRDefault="00850570" w:rsidP="001E0D4C">
      <w:r w:rsidRPr="001E0D4C">
        <w:t xml:space="preserve">The information enclosed will help you make the most of our services. If you have questions, please contact us. Your account manager, </w:t>
      </w:r>
      <w:r w:rsidR="00F53F47">
        <w:t>[Account Manager]</w:t>
      </w:r>
      <w:r w:rsidRPr="001E0D4C">
        <w:t>, can be reached at</w:t>
      </w:r>
      <w:r w:rsidR="007C0C69" w:rsidRPr="001E0D4C">
        <w:t xml:space="preserve"> </w:t>
      </w:r>
      <w:r w:rsidR="008B2B6B">
        <w:t>256-555-7100</w:t>
      </w:r>
      <w:r w:rsidRPr="001E0D4C">
        <w:t>. Your account number is</w:t>
      </w:r>
      <w:r w:rsidR="007C0C69" w:rsidRPr="001E0D4C">
        <w:t xml:space="preserve"> </w:t>
      </w:r>
      <w:r w:rsidR="00F53F47">
        <w:t>[Account No]</w:t>
      </w:r>
      <w:r w:rsidRPr="001E0D4C">
        <w:t>. When you call, please have it handy so that we can expedite your requests.</w:t>
      </w:r>
    </w:p>
    <w:p w14:paraId="4FC6BB15" w14:textId="47A53EA2" w:rsidR="00272AE7" w:rsidRDefault="00850570" w:rsidP="007C0C69">
      <w:r>
        <w:lastRenderedPageBreak/>
        <w:t>As your needs change, we will be happy to help you evaluate those needs and offer you the services that will help you achieve your new goals. Again, thank you for choosing</w:t>
      </w:r>
      <w:r w:rsidR="007C0C69" w:rsidRPr="007C0C69">
        <w:t xml:space="preserve"> </w:t>
      </w:r>
      <w:sdt>
        <w:sdtPr>
          <w:alias w:val="Company"/>
          <w:tag w:val="Company"/>
          <w:id w:val="1743499078"/>
          <w:placeholder>
            <w:docPart w:val="F4F3AB52637545E39F3501C46FB32EFA"/>
          </w:placeholder>
          <w:dataBinding w:prefixMappings="xmlns:ns0='http://schemas.microsoft.com/office/2006/coverPageProps' " w:xpath="/ns0:CoverPageProperties[1]/ns0:CompanyEmail[1]" w:storeItemID="{55AF091B-3C7A-41E3-B477-F2FDAA23CFDA}"/>
          <w:text/>
        </w:sdtPr>
        <w:sdtEndPr/>
        <w:sdtContent>
          <w:r w:rsidR="002A5582">
            <w:t>New Castle County Technical Services</w:t>
          </w:r>
        </w:sdtContent>
      </w:sdt>
      <w:r>
        <w:t>.</w:t>
      </w:r>
    </w:p>
    <w:p w14:paraId="1603EE8C" w14:textId="77777777" w:rsidR="00FD5F91" w:rsidRDefault="00D27A70" w:rsidP="00FD5F91">
      <w:pPr>
        <w:pStyle w:val="Closing"/>
      </w:pPr>
      <w:r>
        <w:t>Sincerely,</w:t>
      </w:r>
    </w:p>
    <w:p w14:paraId="2FE32323" w14:textId="2C713323" w:rsidR="007C0C69" w:rsidRDefault="00F53F47" w:rsidP="007C0C69">
      <w:pPr>
        <w:pStyle w:val="Signature"/>
      </w:pPr>
      <w:r>
        <w:t>[Your Name]</w:t>
      </w:r>
    </w:p>
    <w:p w14:paraId="06C2F427" w14:textId="77777777" w:rsidR="00693A45" w:rsidRDefault="00D27A70" w:rsidP="007C0C69">
      <w:pPr>
        <w:pStyle w:val="ccEnclosure"/>
      </w:pPr>
      <w:r>
        <w:t>Enclosure</w:t>
      </w:r>
    </w:p>
    <w:p w14:paraId="001D1E0A" w14:textId="77777777" w:rsidR="00693A45" w:rsidRDefault="00693A45">
      <w:pPr>
        <w:spacing w:after="0" w:line="240" w:lineRule="auto"/>
      </w:pPr>
      <w:r>
        <w:br w:type="page"/>
      </w:r>
    </w:p>
    <w:p w14:paraId="03639220" w14:textId="53DE547B" w:rsidR="00693A45" w:rsidRDefault="004D4AF0" w:rsidP="00C848EC">
      <w:pPr>
        <w:shd w:val="clear" w:color="auto" w:fill="FFFFFF" w:themeFill="background1"/>
        <w:rPr>
          <w:rFonts w:ascii="News Gothic MT" w:hAnsi="News Gothic MT"/>
        </w:rPr>
      </w:pPr>
      <w:r>
        <w:rPr>
          <w:noProof/>
        </w:rPr>
        <w:lastRenderedPageBreak/>
        <mc:AlternateContent>
          <mc:Choice Requires="wps">
            <w:drawing>
              <wp:anchor distT="0" distB="0" distL="114300" distR="114300" simplePos="0" relativeHeight="251659264" behindDoc="0" locked="0" layoutInCell="1" allowOverlap="1" wp14:anchorId="769E9B57" wp14:editId="448033C3">
                <wp:simplePos x="0" y="0"/>
                <wp:positionH relativeFrom="column">
                  <wp:posOffset>704850</wp:posOffset>
                </wp:positionH>
                <wp:positionV relativeFrom="paragraph">
                  <wp:posOffset>0</wp:posOffset>
                </wp:positionV>
                <wp:extent cx="1828800" cy="1828800"/>
                <wp:effectExtent l="0" t="0" r="10795" b="24765"/>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671FEC1C" w14:textId="77777777" w:rsidR="004D4AF0" w:rsidRPr="004D4AF0" w:rsidRDefault="004D4AF0"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69E9B57" id="_x0000_t202" coordsize="21600,21600" o:spt="202" path="m,l,21600r21600,l21600,xe">
                <v:stroke joinstyle="miter"/>
                <v:path gradientshapeok="t" o:connecttype="rect"/>
              </v:shapetype>
              <v:shape id="Text Box 1" o:spid="_x0000_s1026" type="#_x0000_t202" style="position:absolute;margin-left:55.5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" fillcolor="#cdcdcd [2101]" strokecolor="#b2b2b2 [3205]" strokeweight="1pt">
                <v:fill color2="#b9b9b9 [2901]" rotate="t" colors="0 #e6e6e6;57672f #bcbcbc" focus="100%" type="gradient">
                  <o:fill v:ext="view" type="gradientUnscaled"/>
                </v:fill>
                <v:stroke endcap="round"/>
                <v:textbox style="mso-fit-shape-to-text:t">
                  <w:txbxContent>
                    <w:p w14:paraId="671FEC1C" w14:textId="77777777" w:rsidR="004D4AF0" w:rsidRPr="004D4AF0" w:rsidRDefault="004D4AF0"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v:textbox>
                <w10:wrap type="topAndBottom"/>
              </v:shape>
            </w:pict>
          </mc:Fallback>
        </mc:AlternateContent>
      </w:r>
      <w:r w:rsidR="00693A45" w:rsidRPr="0025563B">
        <w:rPr>
          <w:rFonts w:ascii="News Gothic MT" w:hAnsi="News Gothic MT"/>
        </w:rPr>
        <w:t>New Castle County Technical Services (NCCTS)</w:t>
      </w:r>
      <w:r w:rsidR="00693A45">
        <w:rPr>
          <w:rFonts w:ascii="News Gothic MT" w:hAnsi="News Gothic MT"/>
        </w:rPr>
        <w:t xml:space="preserve"> is an ISO9001:2012 small business, established in 2011 and located in New Castle County, Delaware. NCCTS provides various forms of technical support, including technical security systems, utility monitoring and control, network infrastructure cabling, and basic computer system setup and troubleshooting. We maintain a team of engineers and technicians certified by leading manufacturers, including Software Staff, TP Electronics, Panda, WattStarter, and more. NCCTS specializes in the engineering, design, and installation of unique solutions to help our clients meet or exceed their goals while simultaneously reducing the initial installation and ongoing maintenance cost. We specialize in service to the New Castle County, Delaware, area and are proud to call it home.</w:t>
      </w:r>
    </w:p>
    <w:p w14:paraId="1DE98090" w14:textId="77777777" w:rsidR="00693A45" w:rsidRPr="003A627D" w:rsidRDefault="00693A45" w:rsidP="003A627D">
      <w:pPr>
        <w:pStyle w:val="Heading1"/>
      </w:pPr>
      <w:r w:rsidRPr="003A627D">
        <w:t>COMPANY BACKGROUND</w:t>
      </w:r>
    </w:p>
    <w:p w14:paraId="21F5CADD" w14:textId="77777777" w:rsidR="00693A45" w:rsidRDefault="00693A45" w:rsidP="00FA0283">
      <w:pPr>
        <w:rPr>
          <w:rFonts w:ascii="News Gothic MT" w:hAnsi="News Gothic MT"/>
        </w:rPr>
      </w:pPr>
      <w:r>
        <w:rPr>
          <w:rFonts w:ascii="News Gothic MT" w:hAnsi="News Gothic MT"/>
        </w:rPr>
        <w:t>NCCTS began as a commercial endeavor in 2011 when a group of engineers who were civil servants and missile defense contractors determined that a need existed for the development of network infrastructure and other technical services. The company quickly grew as it provided even more services related to the utilization of security software solutions, desktop troubleshooting, and basic cabling. Those solutions were and are provided in practical, money-saving ways, that are very attractive to our growing set of clients.</w:t>
      </w:r>
    </w:p>
    <w:p w14:paraId="6D743CC0" w14:textId="77777777" w:rsidR="00693A45" w:rsidRDefault="00693A45" w:rsidP="00FA0283">
      <w:pPr>
        <w:rPr>
          <w:rFonts w:ascii="News Gothic MT" w:hAnsi="News Gothic MT"/>
        </w:rPr>
      </w:pPr>
      <w:r>
        <w:rPr>
          <w:rFonts w:ascii="News Gothic MT" w:hAnsi="News Gothic MT"/>
        </w:rPr>
        <w:t>With respect for customer satisfaction, NCCTS uses selected commercial off</w:t>
      </w:r>
      <w:r w:rsidR="00B63AE6">
        <w:rPr>
          <w:rFonts w:ascii="News Gothic MT" w:hAnsi="News Gothic MT"/>
        </w:rPr>
        <w:noBreakHyphen/>
      </w:r>
      <w:r>
        <w:rPr>
          <w:rFonts w:ascii="News Gothic MT" w:hAnsi="News Gothic MT"/>
        </w:rPr>
        <w:t>the</w:t>
      </w:r>
      <w:r w:rsidR="00B63AE6">
        <w:rPr>
          <w:rFonts w:ascii="News Gothic MT" w:hAnsi="News Gothic MT"/>
        </w:rPr>
        <w:noBreakHyphen/>
      </w:r>
      <w:r>
        <w:rPr>
          <w:rFonts w:ascii="News Gothic MT" w:hAnsi="News Gothic MT"/>
        </w:rPr>
        <w:t>shelf (COTS) products developed by leading manufacturers in the information technology industry. Employees at NCCTS are provided with ongoing training in products and skills so that our clients are assured of receiving the right solution at the right time. NCCTS prides itself on having a very high level of customer satisfaction, as evidenced by random surveys completed at the conclusion of our service calls or projects.</w:t>
      </w:r>
    </w:p>
    <w:p w14:paraId="1F4B81FF" w14:textId="77777777" w:rsidR="00693A45" w:rsidRDefault="00693A45" w:rsidP="00FA0283">
      <w:pPr>
        <w:rPr>
          <w:rFonts w:ascii="News Gothic MT" w:hAnsi="News Gothic MT"/>
        </w:rPr>
      </w:pPr>
      <w:r>
        <w:rPr>
          <w:rFonts w:ascii="News Gothic MT" w:hAnsi="News Gothic MT"/>
        </w:rPr>
        <w:lastRenderedPageBreak/>
        <w:t>Upon receiving a request for assistance, engineers at NCCTS evaluate a customer’s need as well as equipment involved to determine the best solution. With several years of experience in successfully solving problems related to hardware, software, and networking, our team’s problem-solving skills are second to none.</w:t>
      </w:r>
    </w:p>
    <w:p w14:paraId="2EC6CB03" w14:textId="77777777" w:rsidR="00693A45" w:rsidRDefault="00693A45" w:rsidP="00FA0283">
      <w:pPr>
        <w:rPr>
          <w:rFonts w:ascii="News Gothic MT" w:hAnsi="News Gothic MT"/>
        </w:rPr>
      </w:pPr>
      <w:r>
        <w:rPr>
          <w:rFonts w:ascii="News Gothic MT" w:hAnsi="News Gothic MT"/>
        </w:rPr>
        <w:t xml:space="preserve">We begin with a site survey that is accurate and detailed. The information gleaned is used for general cost analysis. If necessary, drawings are provided so that customers have a record of work performed. Industry standards are followed for network design by professionals who are trained and certified. NCCTS maintains service trucks and vans </w:t>
      </w:r>
      <w:r w:rsidR="00B63AE6">
        <w:rPr>
          <w:rFonts w:ascii="News Gothic MT" w:hAnsi="News Gothic MT"/>
        </w:rPr>
        <w:t>equipped</w:t>
      </w:r>
      <w:r>
        <w:rPr>
          <w:rFonts w:ascii="News Gothic MT" w:hAnsi="News Gothic MT"/>
        </w:rPr>
        <w:t xml:space="preserve"> with tools needed for our team of technicians to provide the best service possible.</w:t>
      </w:r>
    </w:p>
    <w:p w14:paraId="1B66EE7C" w14:textId="77777777" w:rsidR="00693A45" w:rsidRPr="003A627D" w:rsidRDefault="00693A45" w:rsidP="003A627D">
      <w:pPr>
        <w:pStyle w:val="Heading1"/>
      </w:pPr>
      <w:r w:rsidRPr="003A627D">
        <w:t>EXPERIENCE AND CERTIFICATIONS</w:t>
      </w:r>
    </w:p>
    <w:p w14:paraId="56D7CDF5" w14:textId="13AFDE7C" w:rsidR="00693A45" w:rsidRDefault="00BD7778" w:rsidP="003A627D">
      <w:pPr>
        <w:rPr>
          <w:rFonts w:ascii="News Gothic MT" w:hAnsi="News Gothic MT"/>
        </w:rPr>
      </w:pPr>
      <w:r>
        <w:rPr>
          <w:rFonts w:ascii="News Gothic MT" w:hAnsi="News Gothic MT"/>
          <w:noProof/>
        </w:rPr>
        <w:drawing>
          <wp:anchor distT="0" distB="0" distL="114300" distR="114300" simplePos="0" relativeHeight="251660288" behindDoc="0" locked="0" layoutInCell="1" allowOverlap="1" wp14:anchorId="5CF6EFB8" wp14:editId="60F34E54">
            <wp:simplePos x="0" y="0"/>
            <wp:positionH relativeFrom="column">
              <wp:posOffset>0</wp:posOffset>
            </wp:positionH>
            <wp:positionV relativeFrom="paragraph">
              <wp:posOffset>635</wp:posOffset>
            </wp:positionV>
            <wp:extent cx="2441590" cy="1828800"/>
            <wp:effectExtent l="19050" t="0" r="15875" b="552450"/>
            <wp:wrapTopAndBottom/>
            <wp:docPr id="2" name="Picture 2" descr="This is a picture of cyber security that you inserted from your student data files folder, and the filename is w02m3Dig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BEBA8EAE-BF5A-486C-A8C5-ECC9F3942E4B}">
                          <a14:imgProps xmlns:a14="http://schemas.microsoft.com/office/drawing/2010/main">
                            <a14:imgLayer r:embed="rId10">
                              <a14:imgEffect>
                                <a14:artisticCement/>
                              </a14:imgEffect>
                            </a14:imgLayer>
                          </a14:imgProps>
                        </a:ext>
                        <a:ext uri="{28A0092B-C50C-407E-A947-70E740481C1C}">
                          <a14:useLocalDpi xmlns:a14="http://schemas.microsoft.com/office/drawing/2010/main" val="0"/>
                        </a:ext>
                      </a:extLst>
                    </a:blip>
                    <a:stretch>
                      <a:fillRect/>
                    </a:stretch>
                  </pic:blipFill>
                  <pic:spPr>
                    <a:xfrm>
                      <a:off x="0" y="0"/>
                      <a:ext cx="2441590"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693A45">
        <w:rPr>
          <w:rFonts w:ascii="News Gothic MT" w:hAnsi="News Gothic MT"/>
        </w:rPr>
        <w:t xml:space="preserve">NCCTS engineering, design, build, and integration experience aligns with the DPT Master format to include pathways, electrical, </w:t>
      </w:r>
      <w:r w:rsidR="003F61D7">
        <w:rPr>
          <w:rFonts w:ascii="News Gothic MT" w:hAnsi="News Gothic MT"/>
        </w:rPr>
        <w:t>telecommunication</w:t>
      </w:r>
      <w:r w:rsidR="00693A45">
        <w:rPr>
          <w:rFonts w:ascii="News Gothic MT" w:hAnsi="News Gothic MT"/>
        </w:rPr>
        <w:t>, electronic security, and facilities management systems services. We are always seeking 100% American-made “green” manufactured equipment and products to support U.S. standards and specifications. Our experience insures efficient and effective systems and operations, life-cycle cost benefits, and compliance with industry and government standards.</w:t>
      </w:r>
    </w:p>
    <w:p w14:paraId="300511B6" w14:textId="55473E73" w:rsidR="00693A45" w:rsidRPr="00D128F2" w:rsidRDefault="00693A45" w:rsidP="003A627D">
      <w:pPr>
        <w:pStyle w:val="Heading1"/>
      </w:pPr>
      <w:r w:rsidRPr="003A627D">
        <w:lastRenderedPageBreak/>
        <w:t>ON STAFF PERSONNEL EXPERIENCE AND CERTIFICATIONS</w:t>
      </w:r>
    </w:p>
    <w:p w14:paraId="7DAEEFD7" w14:textId="77777777" w:rsidR="009B15DF" w:rsidRDefault="009B15DF" w:rsidP="000B643E">
      <w:pPr>
        <w:numPr>
          <w:ilvl w:val="0"/>
          <w:numId w:val="18"/>
        </w:numPr>
        <w:spacing w:after="0" w:line="347" w:lineRule="atLeast"/>
        <w:textAlignment w:val="baseline"/>
        <w:rPr>
          <w:rFonts w:ascii="Verdana" w:hAnsi="Verdana"/>
          <w:bdr w:val="none" w:sz="0" w:space="0" w:color="auto" w:frame="1"/>
        </w:rPr>
        <w:sectPr w:rsidR="009B15DF" w:rsidSect="003F61D7">
          <w:footerReference w:type="default" r:id="rId11"/>
          <w:pgSz w:w="15840" w:h="12240" w:orient="landscape" w:code="1"/>
          <w:pgMar w:top="1440" w:right="2160" w:bottom="1440" w:left="1440" w:header="720" w:footer="720" w:gutter="0"/>
          <w:cols w:space="720"/>
          <w:titlePg/>
          <w:docGrid w:linePitch="360"/>
        </w:sectPr>
      </w:pPr>
    </w:p>
    <w:p w14:paraId="4D854790" w14:textId="3E2A73F2" w:rsidR="00693A45" w:rsidRPr="009B15DF" w:rsidRDefault="00693A45" w:rsidP="008C45F7">
      <w:pPr>
        <w:pStyle w:val="GrayDiamond"/>
      </w:pPr>
      <w:r w:rsidRPr="009B15DF">
        <w:t>Electrical, Mechanical and Communication Systems Engineers</w:t>
      </w:r>
    </w:p>
    <w:p w14:paraId="0D172DFE"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Systems and Business Analysts</w:t>
      </w:r>
    </w:p>
    <w:p w14:paraId="4D4C121C"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Network Architects, Engineers, Designers, Developers and Analysts</w:t>
      </w:r>
    </w:p>
    <w:p w14:paraId="7A5F95C8"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bdr w:val="none" w:sz="0" w:space="0" w:color="auto" w:frame="1"/>
        </w:rPr>
        <w:t>Software Application Developers</w:t>
      </w:r>
    </w:p>
    <w:p w14:paraId="40022326"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Master and Journeymen Electricians</w:t>
      </w:r>
    </w:p>
    <w:p w14:paraId="2D0B4EA2"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Building Industry Consulting Services International (BICSI)</w:t>
      </w:r>
    </w:p>
    <w:p w14:paraId="25D470EC"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Registered Communications Distribution Designers (RCDD)</w:t>
      </w:r>
    </w:p>
    <w:p w14:paraId="61FCDFEE"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BICSI Certified Technicians</w:t>
      </w:r>
    </w:p>
    <w:p w14:paraId="3D279144"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Institute for Certification in Engineering Technologies (NICET) level 1, 2, &amp; 3 Technicians</w:t>
      </w:r>
    </w:p>
    <w:p w14:paraId="31FCB572"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Certified Energy Manager (CEM)</w:t>
      </w:r>
    </w:p>
    <w:p w14:paraId="46C9A4CA"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Manufacturer Certified Data Communications Systems Designers and Technicians</w:t>
      </w:r>
    </w:p>
    <w:p w14:paraId="40C3B312"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Fiber Optic: Corning, Siemons and Sumitomo</w:t>
      </w:r>
    </w:p>
    <w:p w14:paraId="2EB9A3A4"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Industry Certified Network and Security Engineers and Technicians</w:t>
      </w:r>
    </w:p>
    <w:p w14:paraId="22C785D9"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Training School (NTS) certified technicians</w:t>
      </w:r>
    </w:p>
    <w:p w14:paraId="5B66A34E" w14:textId="77777777" w:rsidR="00693A45" w:rsidRPr="009B15DF" w:rsidRDefault="00693A45"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Cisco: CCNA</w:t>
      </w:r>
    </w:p>
    <w:p w14:paraId="0B93E080" w14:textId="77777777" w:rsidR="00693A45" w:rsidRPr="009B15DF" w:rsidRDefault="00693A45"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Microsoft: MCSE, MCSA, MCP</w:t>
      </w:r>
    </w:p>
    <w:p w14:paraId="431836F6" w14:textId="77777777" w:rsidR="00693A45" w:rsidRPr="009B15DF" w:rsidRDefault="00693A45" w:rsidP="000B643E">
      <w:pPr>
        <w:numPr>
          <w:ilvl w:val="0"/>
          <w:numId w:val="16"/>
        </w:numPr>
        <w:spacing w:after="0" w:line="347" w:lineRule="atLeast"/>
        <w:textAlignment w:val="baseline"/>
        <w:rPr>
          <w:rFonts w:ascii="Century Schoolbook" w:hAnsi="Century Schoolbook"/>
          <w:sz w:val="21"/>
          <w:szCs w:val="21"/>
        </w:rPr>
      </w:pPr>
      <w:bookmarkStart w:id="1" w:name="_Hlk510385019"/>
      <w:r w:rsidRPr="009B15DF">
        <w:rPr>
          <w:rFonts w:ascii="Century Schoolbook" w:hAnsi="Century Schoolbook"/>
          <w:sz w:val="21"/>
          <w:szCs w:val="21"/>
        </w:rPr>
        <w:t>CompTIA Security+, A+, Server+, Network+</w:t>
      </w:r>
    </w:p>
    <w:bookmarkEnd w:id="1"/>
    <w:p w14:paraId="54BCDD60" w14:textId="77777777" w:rsidR="009B15DF" w:rsidRDefault="009B15DF" w:rsidP="003A627D">
      <w:pPr>
        <w:pStyle w:val="Heading1"/>
        <w:sectPr w:rsidR="009B15DF" w:rsidSect="009B15DF">
          <w:type w:val="continuous"/>
          <w:pgSz w:w="15840" w:h="12240" w:orient="landscape" w:code="1"/>
          <w:pgMar w:top="1440" w:right="2160" w:bottom="1440" w:left="1440" w:header="720" w:footer="720" w:gutter="0"/>
          <w:cols w:num="2" w:sep="1" w:space="720"/>
          <w:titlePg/>
          <w:docGrid w:linePitch="360"/>
        </w:sectPr>
      </w:pPr>
    </w:p>
    <w:p w14:paraId="13015882" w14:textId="3B33FEA5" w:rsidR="00693A45" w:rsidRDefault="00693A45" w:rsidP="003A627D">
      <w:pPr>
        <w:pStyle w:val="Heading1"/>
      </w:pPr>
      <w:r>
        <w:t>A FEW OF OUR CUSTOMERS</w:t>
      </w:r>
    </w:p>
    <w:p w14:paraId="35AD1E3D" w14:textId="77777777" w:rsidR="00693A45" w:rsidRDefault="003F61D7" w:rsidP="00773F0D">
      <w:pPr>
        <w:rPr>
          <w:rFonts w:ascii="News Gothic MT" w:hAnsi="News Gothic MT"/>
        </w:rPr>
      </w:pPr>
      <w:r>
        <w:rPr>
          <w:rFonts w:ascii="News Gothic MT" w:hAnsi="News Gothic MT"/>
        </w:rPr>
        <w:t>At New Castle County Technical Services, w</w:t>
      </w:r>
      <w:r w:rsidR="00693A45">
        <w:rPr>
          <w:rFonts w:ascii="News Gothic MT" w:hAnsi="News Gothic MT"/>
        </w:rPr>
        <w:t>e believe you should always know exactly what you are getting. We strive to eliminate the guesswork by providing detailed proposals and scopes of work that leave no stone unturned. You will be apprised of the exact quantity and type of materials for every link of your network or computer project from the incoming service demarcation to each outlet and every cross connect in between. The following list gives you an idea of a few of our current clients.</w:t>
      </w:r>
    </w:p>
    <w:p w14:paraId="4D6DC7AD" w14:textId="77CF4562" w:rsidR="00693A45" w:rsidRPr="00B75DE0" w:rsidRDefault="000B643E" w:rsidP="00B75DE0">
      <w:pPr>
        <w:tabs>
          <w:tab w:val="left" w:pos="1440"/>
          <w:tab w:val="right" w:leader="dot" w:pos="7200"/>
        </w:tabs>
        <w:ind w:left="360"/>
        <w:rPr>
          <w:rFonts w:ascii="News Gothic MT" w:hAnsi="News Gothic MT"/>
        </w:rPr>
      </w:pPr>
      <w:bookmarkStart w:id="2" w:name="_Hlk510382950"/>
      <w:r>
        <w:rPr>
          <w:rFonts w:ascii="News Gothic MT" w:hAnsi="News Gothic MT"/>
        </w:rPr>
        <w:tab/>
      </w:r>
      <w:r w:rsidR="00693A45" w:rsidRPr="00B75DE0">
        <w:rPr>
          <w:rFonts w:ascii="News Gothic MT" w:hAnsi="News Gothic MT"/>
        </w:rPr>
        <w:t>McIntyre’s</w:t>
      </w:r>
      <w:r w:rsidR="007F0CD0" w:rsidRPr="00B75DE0">
        <w:rPr>
          <w:rFonts w:ascii="News Gothic MT" w:hAnsi="News Gothic MT"/>
        </w:rPr>
        <w:tab/>
        <w:t>Since 2010</w:t>
      </w:r>
    </w:p>
    <w:p w14:paraId="07921690" w14:textId="65A5C838"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Yang, Inc.</w:t>
      </w:r>
      <w:r w:rsidR="007F0CD0" w:rsidRPr="00B75DE0">
        <w:rPr>
          <w:rFonts w:ascii="News Gothic MT" w:hAnsi="News Gothic MT"/>
        </w:rPr>
        <w:t xml:space="preserve"> </w:t>
      </w:r>
      <w:r w:rsidR="007F0CD0" w:rsidRPr="00B75DE0">
        <w:rPr>
          <w:rFonts w:ascii="News Gothic MT" w:hAnsi="News Gothic MT"/>
        </w:rPr>
        <w:tab/>
        <w:t>Since 2000</w:t>
      </w:r>
    </w:p>
    <w:p w14:paraId="0A783635" w14:textId="23FF03DB"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lastRenderedPageBreak/>
        <w:tab/>
      </w:r>
      <w:r w:rsidR="00693A45" w:rsidRPr="00B75DE0">
        <w:rPr>
          <w:rFonts w:ascii="News Gothic MT" w:hAnsi="News Gothic MT"/>
        </w:rPr>
        <w:t>Hillsboro Community College</w:t>
      </w:r>
      <w:r w:rsidR="007F0CD0" w:rsidRPr="00B75DE0">
        <w:rPr>
          <w:rFonts w:ascii="News Gothic MT" w:hAnsi="News Gothic MT"/>
        </w:rPr>
        <w:t xml:space="preserve"> </w:t>
      </w:r>
      <w:r w:rsidR="007F0CD0" w:rsidRPr="00B75DE0">
        <w:rPr>
          <w:rFonts w:ascii="News Gothic MT" w:hAnsi="News Gothic MT"/>
        </w:rPr>
        <w:tab/>
        <w:t>Our latest client</w:t>
      </w:r>
    </w:p>
    <w:p w14:paraId="40C442F4" w14:textId="0943B789"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Maker and Schonoughessy</w:t>
      </w:r>
      <w:r w:rsidR="007F0CD0" w:rsidRPr="00B75DE0">
        <w:rPr>
          <w:rFonts w:ascii="News Gothic MT" w:hAnsi="News Gothic MT"/>
        </w:rPr>
        <w:tab/>
        <w:t>Since 2015</w:t>
      </w:r>
    </w:p>
    <w:p w14:paraId="44497138" w14:textId="05E4C77C"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Building Our Future</w:t>
      </w:r>
      <w:r w:rsidR="007F0CD0" w:rsidRPr="00B75DE0">
        <w:rPr>
          <w:rFonts w:ascii="News Gothic MT" w:hAnsi="News Gothic MT"/>
        </w:rPr>
        <w:tab/>
        <w:t>Since 2012</w:t>
      </w:r>
    </w:p>
    <w:p w14:paraId="482A8C79" w14:textId="67188EAC" w:rsidR="00FD5F91" w:rsidRDefault="000B643E" w:rsidP="000B643E">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Turnit, Inc.</w:t>
      </w:r>
      <w:r w:rsidR="007F0CD0" w:rsidRPr="00B75DE0">
        <w:rPr>
          <w:rFonts w:ascii="News Gothic MT" w:hAnsi="News Gothic MT"/>
        </w:rPr>
        <w:tab/>
        <w:t>Since 1999</w:t>
      </w:r>
      <w:bookmarkEnd w:id="2"/>
    </w:p>
    <w:p w14:paraId="34264576" w14:textId="79FD6C2D" w:rsidR="009B15DF" w:rsidRDefault="009B15DF" w:rsidP="000B643E">
      <w:pPr>
        <w:tabs>
          <w:tab w:val="left" w:pos="1440"/>
          <w:tab w:val="right" w:leader="dot" w:pos="7200"/>
        </w:tabs>
        <w:ind w:left="360"/>
        <w:rPr>
          <w:rFonts w:ascii="News Gothic MT" w:hAnsi="News Gothic MT"/>
        </w:rPr>
      </w:pPr>
    </w:p>
    <w:p w14:paraId="0A2BFE00" w14:textId="77777777" w:rsidR="009B15DF" w:rsidRPr="000B643E" w:rsidRDefault="009B15DF" w:rsidP="000B643E">
      <w:pPr>
        <w:tabs>
          <w:tab w:val="left" w:pos="1440"/>
          <w:tab w:val="right" w:leader="dot" w:pos="7200"/>
        </w:tabs>
        <w:ind w:left="360"/>
        <w:rPr>
          <w:rFonts w:ascii="News Gothic MT" w:hAnsi="News Gothic MT"/>
        </w:rPr>
      </w:pPr>
    </w:p>
    <w:sectPr w:rsidR="009B15DF" w:rsidRPr="000B643E" w:rsidSect="009B15DF">
      <w:type w:val="continuous"/>
      <w:pgSz w:w="15840" w:h="12240" w:orient="landscape" w:code="1"/>
      <w:pgMar w:top="1440" w:right="216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125E1" w14:textId="77777777" w:rsidR="00A910C5" w:rsidRDefault="00A910C5">
      <w:r>
        <w:separator/>
      </w:r>
    </w:p>
  </w:endnote>
  <w:endnote w:type="continuationSeparator" w:id="0">
    <w:p w14:paraId="0BA61DF8" w14:textId="77777777" w:rsidR="00A910C5" w:rsidRDefault="00A9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A9811" w14:textId="377F0A0A" w:rsidR="00693A45" w:rsidRDefault="00693A45">
    <w:pPr>
      <w:pStyle w:val="Footer"/>
    </w:pPr>
    <w:r>
      <w:t>New Castle County Technical Services</w:t>
    </w:r>
    <w:r>
      <w:ptab w:relativeTo="margin" w:alignment="right" w:leader="none"/>
    </w:r>
    <w:r w:rsidR="001F18B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0B696" w14:textId="77777777" w:rsidR="00A910C5" w:rsidRDefault="00A910C5">
      <w:r>
        <w:separator/>
      </w:r>
    </w:p>
  </w:footnote>
  <w:footnote w:type="continuationSeparator" w:id="0">
    <w:p w14:paraId="5B258CE5" w14:textId="77777777" w:rsidR="00A910C5" w:rsidRDefault="00A91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41019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DE3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D0FE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EA834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334A6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3EEE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1C12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654D1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E8D9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B201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840E17"/>
    <w:multiLevelType w:val="multilevel"/>
    <w:tmpl w:val="5186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8C7624"/>
    <w:multiLevelType w:val="hybridMultilevel"/>
    <w:tmpl w:val="8CD8B944"/>
    <w:lvl w:ilvl="0" w:tplc="09508C56">
      <w:start w:val="1"/>
      <w:numFmt w:val="bullet"/>
      <w:pStyle w:val="GrayDiamond"/>
      <w:lvlText w:val=""/>
      <w:lvlJc w:val="left"/>
      <w:pPr>
        <w:ind w:left="1080" w:hanging="360"/>
      </w:pPr>
      <w:rPr>
        <w:rFonts w:ascii="Wingdings" w:hAnsi="Wingdings" w:hint="default"/>
        <w:color w:val="6E6E6E"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541F1A"/>
    <w:multiLevelType w:val="multilevel"/>
    <w:tmpl w:val="E100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636FBE"/>
    <w:multiLevelType w:val="hybridMultilevel"/>
    <w:tmpl w:val="1C58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B24668"/>
    <w:multiLevelType w:val="multilevel"/>
    <w:tmpl w:val="AA16A4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6883D2F"/>
    <w:multiLevelType w:val="hybridMultilevel"/>
    <w:tmpl w:val="D96ECAAC"/>
    <w:lvl w:ilvl="0" w:tplc="D01C7AA0">
      <w:start w:val="1"/>
      <w:numFmt w:val="bullet"/>
      <w:lvlText w:val=""/>
      <w:lvlJc w:val="left"/>
      <w:pPr>
        <w:ind w:left="1080" w:hanging="360"/>
      </w:pPr>
      <w:rPr>
        <w:rFonts w:ascii="Wingdings" w:hAnsi="Wingdings" w:hint="default"/>
        <w:color w:val="6E6E6E"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A58EC"/>
    <w:multiLevelType w:val="multilevel"/>
    <w:tmpl w:val="42AAC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D9D7CB3"/>
    <w:multiLevelType w:val="multilevel"/>
    <w:tmpl w:val="5F0485A4"/>
    <w:lvl w:ilvl="0">
      <w:start w:val="1"/>
      <w:numFmt w:val="bullet"/>
      <w:lvlText w:val=""/>
      <w:lvlJc w:val="left"/>
      <w:pPr>
        <w:tabs>
          <w:tab w:val="num" w:pos="2160"/>
        </w:tabs>
        <w:ind w:left="2160" w:hanging="360"/>
      </w:pPr>
      <w:rPr>
        <w:rFonts w:ascii="Wingdings" w:hAnsi="Wingdings"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4"/>
  </w:num>
  <w:num w:numId="15">
    <w:abstractNumId w:val="16"/>
  </w:num>
  <w:num w:numId="16">
    <w:abstractNumId w:val="17"/>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434"/>
    <w:rsid w:val="000B643E"/>
    <w:rsid w:val="000B7DA8"/>
    <w:rsid w:val="000F2F1D"/>
    <w:rsid w:val="00124BC4"/>
    <w:rsid w:val="0013733D"/>
    <w:rsid w:val="00155D55"/>
    <w:rsid w:val="00165240"/>
    <w:rsid w:val="001B0261"/>
    <w:rsid w:val="001B0EB0"/>
    <w:rsid w:val="001C39C4"/>
    <w:rsid w:val="001C3B37"/>
    <w:rsid w:val="001D185A"/>
    <w:rsid w:val="001E0D4C"/>
    <w:rsid w:val="001F18BF"/>
    <w:rsid w:val="00204EBD"/>
    <w:rsid w:val="0021430B"/>
    <w:rsid w:val="00221F65"/>
    <w:rsid w:val="00235A26"/>
    <w:rsid w:val="00255735"/>
    <w:rsid w:val="00267CC0"/>
    <w:rsid w:val="00272AE7"/>
    <w:rsid w:val="002A5582"/>
    <w:rsid w:val="002E36B8"/>
    <w:rsid w:val="002F341B"/>
    <w:rsid w:val="00311E99"/>
    <w:rsid w:val="00333A3F"/>
    <w:rsid w:val="003A65CF"/>
    <w:rsid w:val="003E0EF7"/>
    <w:rsid w:val="003F61D7"/>
    <w:rsid w:val="003F7873"/>
    <w:rsid w:val="004029BF"/>
    <w:rsid w:val="00422D2C"/>
    <w:rsid w:val="004330EA"/>
    <w:rsid w:val="00452DEA"/>
    <w:rsid w:val="00474434"/>
    <w:rsid w:val="004B5B67"/>
    <w:rsid w:val="004D11DB"/>
    <w:rsid w:val="004D4AF0"/>
    <w:rsid w:val="00517A98"/>
    <w:rsid w:val="005222AB"/>
    <w:rsid w:val="00530AAD"/>
    <w:rsid w:val="0056120D"/>
    <w:rsid w:val="00575B10"/>
    <w:rsid w:val="005B2344"/>
    <w:rsid w:val="005C4550"/>
    <w:rsid w:val="005F4F00"/>
    <w:rsid w:val="0061751D"/>
    <w:rsid w:val="006308D8"/>
    <w:rsid w:val="00643A94"/>
    <w:rsid w:val="00650B2F"/>
    <w:rsid w:val="00693A45"/>
    <w:rsid w:val="006C2ED5"/>
    <w:rsid w:val="006F02C2"/>
    <w:rsid w:val="00730654"/>
    <w:rsid w:val="007334AD"/>
    <w:rsid w:val="007347D7"/>
    <w:rsid w:val="007353CB"/>
    <w:rsid w:val="00744147"/>
    <w:rsid w:val="00767097"/>
    <w:rsid w:val="00782BE6"/>
    <w:rsid w:val="007834BF"/>
    <w:rsid w:val="007C0C69"/>
    <w:rsid w:val="007C2960"/>
    <w:rsid w:val="007D03C5"/>
    <w:rsid w:val="007F0CD0"/>
    <w:rsid w:val="007F303E"/>
    <w:rsid w:val="00850570"/>
    <w:rsid w:val="00852CDA"/>
    <w:rsid w:val="00876FF3"/>
    <w:rsid w:val="00897C5D"/>
    <w:rsid w:val="008B2B6B"/>
    <w:rsid w:val="008C0A78"/>
    <w:rsid w:val="008C45F7"/>
    <w:rsid w:val="009321DF"/>
    <w:rsid w:val="00956F81"/>
    <w:rsid w:val="00976013"/>
    <w:rsid w:val="00981E11"/>
    <w:rsid w:val="00984729"/>
    <w:rsid w:val="009A462A"/>
    <w:rsid w:val="009B15DF"/>
    <w:rsid w:val="009E1724"/>
    <w:rsid w:val="009F2F6E"/>
    <w:rsid w:val="009F34DD"/>
    <w:rsid w:val="00A438D3"/>
    <w:rsid w:val="00A46190"/>
    <w:rsid w:val="00A910C5"/>
    <w:rsid w:val="00AE27A5"/>
    <w:rsid w:val="00B26817"/>
    <w:rsid w:val="00B528A1"/>
    <w:rsid w:val="00B63AE6"/>
    <w:rsid w:val="00B75DE0"/>
    <w:rsid w:val="00B76823"/>
    <w:rsid w:val="00BB5A2F"/>
    <w:rsid w:val="00BD0BBB"/>
    <w:rsid w:val="00BD7778"/>
    <w:rsid w:val="00BE1170"/>
    <w:rsid w:val="00C833FF"/>
    <w:rsid w:val="00C848EC"/>
    <w:rsid w:val="00CC2ADC"/>
    <w:rsid w:val="00CE2C65"/>
    <w:rsid w:val="00CF13D7"/>
    <w:rsid w:val="00D12684"/>
    <w:rsid w:val="00D27A70"/>
    <w:rsid w:val="00E34CBD"/>
    <w:rsid w:val="00E36818"/>
    <w:rsid w:val="00EA5EAF"/>
    <w:rsid w:val="00EE35D6"/>
    <w:rsid w:val="00F07C74"/>
    <w:rsid w:val="00F53F47"/>
    <w:rsid w:val="00FA4C86"/>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6C688"/>
  <w15:docId w15:val="{4F48847D-3057-4892-9CDC-A1510292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0D4C"/>
    <w:pPr>
      <w:spacing w:after="240" w:line="276" w:lineRule="auto"/>
    </w:pPr>
    <w:rPr>
      <w:rFonts w:asciiTheme="minorHAnsi" w:hAnsiTheme="minorHAnsi"/>
      <w:sz w:val="24"/>
      <w:szCs w:val="24"/>
    </w:rPr>
  </w:style>
  <w:style w:type="paragraph" w:styleId="Heading1">
    <w:name w:val="heading 1"/>
    <w:basedOn w:val="Normal"/>
    <w:next w:val="Normal"/>
    <w:link w:val="Heading1Char"/>
    <w:uiPriority w:val="9"/>
    <w:qFormat/>
    <w:rsid w:val="007C0C6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7C0C6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7C0C6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Signature">
    <w:name w:val="Signature"/>
    <w:basedOn w:val="Normal"/>
    <w:qFormat/>
    <w:rsid w:val="007C0C69"/>
    <w:pPr>
      <w:spacing w:after="0"/>
    </w:pPr>
  </w:style>
  <w:style w:type="paragraph" w:customStyle="1" w:styleId="ccEnclosure">
    <w:name w:val="cc:/Enclosure"/>
    <w:basedOn w:val="Normal"/>
    <w:qFormat/>
    <w:rsid w:val="00CF13D7"/>
    <w:pPr>
      <w:tabs>
        <w:tab w:val="left" w:pos="1440"/>
      </w:tabs>
      <w:spacing w:before="240"/>
      <w:ind w:left="1440" w:hanging="14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7C0C69"/>
    <w:pPr>
      <w:tabs>
        <w:tab w:val="center" w:pos="4320"/>
        <w:tab w:val="right" w:pos="8640"/>
      </w:tabs>
      <w:spacing w:after="480"/>
      <w:contextualSpacing/>
    </w:pPr>
  </w:style>
  <w:style w:type="paragraph" w:styleId="Footer">
    <w:name w:val="footer"/>
    <w:basedOn w:val="Normal"/>
    <w:unhideWhenUsed/>
    <w:rsid w:val="00CF13D7"/>
    <w:pPr>
      <w:tabs>
        <w:tab w:val="center" w:pos="4320"/>
        <w:tab w:val="right" w:pos="8640"/>
      </w:tabs>
    </w:pPr>
  </w:style>
  <w:style w:type="character" w:styleId="PageNumber">
    <w:name w:val="page number"/>
    <w:basedOn w:val="DefaultParagraphFont"/>
    <w:rsid w:val="000B7DA8"/>
  </w:style>
  <w:style w:type="character" w:customStyle="1" w:styleId="Heading1Char">
    <w:name w:val="Heading 1 Char"/>
    <w:basedOn w:val="DefaultParagraphFont"/>
    <w:link w:val="Heading1"/>
    <w:uiPriority w:val="9"/>
    <w:rsid w:val="00693A45"/>
    <w:rPr>
      <w:rFonts w:asciiTheme="majorHAnsi" w:hAnsiTheme="majorHAnsi" w:cs="Arial"/>
      <w:b/>
      <w:bCs/>
      <w:kern w:val="32"/>
      <w:sz w:val="32"/>
      <w:szCs w:val="32"/>
    </w:rPr>
  </w:style>
  <w:style w:type="paragraph" w:styleId="ListParagraph">
    <w:name w:val="List Paragraph"/>
    <w:basedOn w:val="Normal"/>
    <w:uiPriority w:val="34"/>
    <w:qFormat/>
    <w:rsid w:val="00693A45"/>
    <w:pPr>
      <w:spacing w:after="160" w:line="259" w:lineRule="auto"/>
      <w:ind w:left="720"/>
      <w:contextualSpacing/>
    </w:pPr>
    <w:rPr>
      <w:rFonts w:eastAsiaTheme="minorHAnsi" w:cstheme="minorBidi"/>
      <w:sz w:val="22"/>
      <w:szCs w:val="22"/>
    </w:rPr>
  </w:style>
  <w:style w:type="paragraph" w:customStyle="1" w:styleId="GrayDiamond">
    <w:name w:val="GrayDiamond"/>
    <w:basedOn w:val="Normal"/>
    <w:qFormat/>
    <w:rsid w:val="008C45F7"/>
    <w:pPr>
      <w:numPr>
        <w:numId w:val="18"/>
      </w:numPr>
      <w:spacing w:after="0" w:line="347" w:lineRule="atLeast"/>
      <w:textAlignment w:val="baseline"/>
    </w:pPr>
    <w:rPr>
      <w:rFonts w:ascii="Century Schoolbook" w:hAnsi="Century Schoolbook"/>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h\AppData\Roaming\Microsoft\Templates\Introductory%20letter%20to%20new%20cli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4F3AB52637545E39F3501C46FB32EFA"/>
        <w:category>
          <w:name w:val="General"/>
          <w:gallery w:val="placeholder"/>
        </w:category>
        <w:types>
          <w:type w:val="bbPlcHdr"/>
        </w:types>
        <w:behaviors>
          <w:behavior w:val="content"/>
        </w:behaviors>
        <w:guid w:val="{80C20B86-E56C-4C3C-8576-62A8D71797D4}"/>
      </w:docPartPr>
      <w:docPartBody>
        <w:p w:rsidR="00412EAB" w:rsidRDefault="00513AA9">
          <w:pPr>
            <w:pStyle w:val="F4F3AB52637545E39F3501C46FB32EFA"/>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A9"/>
    <w:rsid w:val="0002146D"/>
    <w:rsid w:val="002D1D02"/>
    <w:rsid w:val="003C25A5"/>
    <w:rsid w:val="00412EAB"/>
    <w:rsid w:val="00437483"/>
    <w:rsid w:val="00513AA9"/>
    <w:rsid w:val="006B4569"/>
    <w:rsid w:val="006D4284"/>
    <w:rsid w:val="007000E9"/>
    <w:rsid w:val="007C2794"/>
    <w:rsid w:val="008949F5"/>
    <w:rsid w:val="00A96487"/>
    <w:rsid w:val="00F93687"/>
    <w:rsid w:val="00FD5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F223E15AC94479ADDEF3D15BF55B3A">
    <w:name w:val="93F223E15AC94479ADDEF3D15BF55B3A"/>
  </w:style>
  <w:style w:type="paragraph" w:customStyle="1" w:styleId="725273CC09B54D3CB723AB3FAE767797">
    <w:name w:val="725273CC09B54D3CB723AB3FAE767797"/>
  </w:style>
  <w:style w:type="paragraph" w:customStyle="1" w:styleId="E40E71B4F8244E709F2B9F5E786C9E47">
    <w:name w:val="E40E71B4F8244E709F2B9F5E786C9E47"/>
  </w:style>
  <w:style w:type="paragraph" w:customStyle="1" w:styleId="C007630A3BBE4D9BA6B0DA7FE63E6336">
    <w:name w:val="C007630A3BBE4D9BA6B0DA7FE63E6336"/>
  </w:style>
  <w:style w:type="paragraph" w:customStyle="1" w:styleId="A4350ADBF54047828AD6161B4388748C">
    <w:name w:val="A4350ADBF54047828AD6161B4388748C"/>
  </w:style>
  <w:style w:type="paragraph" w:customStyle="1" w:styleId="B155C5D51960475182A1DBDC1E5B145D">
    <w:name w:val="B155C5D51960475182A1DBDC1E5B145D"/>
  </w:style>
  <w:style w:type="paragraph" w:customStyle="1" w:styleId="02D4E753DB4A463DB32A1B6A273229F1">
    <w:name w:val="02D4E753DB4A463DB32A1B6A273229F1"/>
  </w:style>
  <w:style w:type="paragraph" w:customStyle="1" w:styleId="3883437203014B8985486CA752D0DEE8">
    <w:name w:val="3883437203014B8985486CA752D0DEE8"/>
  </w:style>
  <w:style w:type="paragraph" w:customStyle="1" w:styleId="50AC37980FDC412ABBA5623DA378CAFF">
    <w:name w:val="50AC37980FDC412ABBA5623DA378CAFF"/>
  </w:style>
  <w:style w:type="paragraph" w:customStyle="1" w:styleId="A1D312B6681F480D96C35AAD9B7DD7DA">
    <w:name w:val="A1D312B6681F480D96C35AAD9B7DD7DA"/>
  </w:style>
  <w:style w:type="character" w:styleId="PlaceholderText">
    <w:name w:val="Placeholder Text"/>
    <w:basedOn w:val="DefaultParagraphFont"/>
    <w:uiPriority w:val="99"/>
    <w:semiHidden/>
    <w:rPr>
      <w:color w:val="808080"/>
    </w:rPr>
  </w:style>
  <w:style w:type="paragraph" w:customStyle="1" w:styleId="F2F176C7775648A9B01B0F5A9DE640D5">
    <w:name w:val="F2F176C7775648A9B01B0F5A9DE640D5"/>
  </w:style>
  <w:style w:type="paragraph" w:customStyle="1" w:styleId="9B3FC0DE52F344A49B4BA25E289EA67A">
    <w:name w:val="9B3FC0DE52F344A49B4BA25E289EA67A"/>
  </w:style>
  <w:style w:type="paragraph" w:customStyle="1" w:styleId="EC4766D5D37542589DF1A4CB107EC217">
    <w:name w:val="EC4766D5D37542589DF1A4CB107EC217"/>
  </w:style>
  <w:style w:type="paragraph" w:customStyle="1" w:styleId="BC9A561BC1314E309366F73C244A6120">
    <w:name w:val="BC9A561BC1314E309366F73C244A6120"/>
  </w:style>
  <w:style w:type="paragraph" w:customStyle="1" w:styleId="FF8698D9EB764D66B2319BB1251EFE85">
    <w:name w:val="FF8698D9EB764D66B2319BB1251EFE85"/>
  </w:style>
  <w:style w:type="paragraph" w:customStyle="1" w:styleId="F4F3AB52637545E39F3501C46FB32EFA">
    <w:name w:val="F4F3AB52637545E39F3501C46FB32EFA"/>
  </w:style>
  <w:style w:type="paragraph" w:customStyle="1" w:styleId="80018971E2064578AED9DD584874DE50">
    <w:name w:val="80018971E2064578AED9DD584874DE50"/>
  </w:style>
  <w:style w:type="paragraph" w:customStyle="1" w:styleId="03C20DF4D87442039E0FA7DD4CD20C08">
    <w:name w:val="03C20DF4D87442039E0FA7DD4CD20C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F13B3E-5740-4580-8D51-05D06B8C47DD}">
  <we:reference id="wa104178141" version="3.10.0.19" store="en-US" storeType="OMEX"/>
  <we:alternateReferences>
    <we:reference id="wa104178141" version="3.10.0.19"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New Castle County Technical Services</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84D313-E4A3-46A1-B239-1A2EDA457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Introductory letter to new client.dotx</Template>
  <TotalTime>1</TotalTime>
  <Pages>6</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New Castle County Technical Services</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keywords/>
  <cp:lastModifiedBy>Exploring Series</cp:lastModifiedBy>
  <cp:revision>2</cp:revision>
  <cp:lastPrinted>2002-01-25T00:21:00Z</cp:lastPrinted>
  <dcterms:created xsi:type="dcterms:W3CDTF">2018-10-26T02:36:00Z</dcterms:created>
  <dcterms:modified xsi:type="dcterms:W3CDTF">2018-10-26T02:36:00Z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TC060860341033</vt:lpwstr>
  </property>
</Properties>
</file>