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00" w:firstRow="0" w:lastRow="0" w:firstColumn="0" w:lastColumn="0" w:noHBand="0" w:noVBand="0"/>
      </w:tblPr>
      <w:tblGrid>
        <w:gridCol w:w="4297"/>
        <w:gridCol w:w="4343"/>
      </w:tblGrid>
      <w:tr w:rsidR="00A15210" w14:paraId="786605D4" w14:textId="77777777">
        <w:trPr>
          <w:cantSplit/>
          <w:trHeight w:val="1150"/>
        </w:trPr>
        <w:tc>
          <w:tcPr>
            <w:tcW w:w="4428" w:type="dxa"/>
          </w:tcPr>
          <w:p w14:paraId="050CEB04" w14:textId="77777777" w:rsidR="00A15210" w:rsidRDefault="00A15210">
            <w:r>
              <w:t xml:space="preserve">The </w:t>
            </w:r>
            <w:proofErr w:type="spellStart"/>
            <w:r w:rsidR="00561471">
              <w:t>Mulbery</w:t>
            </w:r>
            <w:proofErr w:type="spellEnd"/>
            <w:r>
              <w:t xml:space="preserve"> Group</w:t>
            </w:r>
          </w:p>
          <w:p w14:paraId="5BA0A2C9" w14:textId="77777777" w:rsidR="00A15210" w:rsidRDefault="00A15210">
            <w:r>
              <w:t>36345 Elm</w:t>
            </w:r>
            <w:r w:rsidR="00063DAB">
              <w:t xml:space="preserve"> Street</w:t>
            </w:r>
          </w:p>
          <w:p w14:paraId="3C91EAE9" w14:textId="77777777" w:rsidR="00A15210" w:rsidRDefault="00A15210">
            <w:smartTag w:uri="urn:schemas-microsoft-com:office:smarttags" w:element="place">
              <w:smartTag w:uri="urn:schemas-microsoft-com:office:smarttags" w:element="City">
                <w:r>
                  <w:t>Wilford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DE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19887</w:t>
                </w:r>
              </w:smartTag>
            </w:smartTag>
          </w:p>
          <w:p w14:paraId="44EDCA15" w14:textId="77777777" w:rsidR="00A15210" w:rsidRDefault="00A15210">
            <w:r>
              <w:t>345-993-8920</w:t>
            </w:r>
          </w:p>
        </w:tc>
        <w:tc>
          <w:tcPr>
            <w:tcW w:w="4428" w:type="dxa"/>
          </w:tcPr>
          <w:p w14:paraId="716E4E82" w14:textId="77777777" w:rsidR="00A15210" w:rsidRDefault="00A15210">
            <w:pPr>
              <w:jc w:val="right"/>
              <w:rPr>
                <w:rFonts w:ascii="Arial" w:hAnsi="Arial" w:cs="Arial"/>
                <w:color w:val="000080"/>
                <w:sz w:val="48"/>
              </w:rPr>
            </w:pPr>
            <w:r>
              <w:rPr>
                <w:rFonts w:ascii="Arial" w:hAnsi="Arial" w:cs="Arial"/>
                <w:color w:val="000080"/>
                <w:sz w:val="48"/>
              </w:rPr>
              <w:t>Purchase</w:t>
            </w:r>
          </w:p>
          <w:p w14:paraId="2FC6CAFD" w14:textId="77777777" w:rsidR="00A15210" w:rsidRDefault="00A15210">
            <w:pPr>
              <w:jc w:val="right"/>
              <w:rPr>
                <w:rFonts w:ascii="Arial" w:hAnsi="Arial" w:cs="Arial"/>
                <w:color w:val="000080"/>
                <w:sz w:val="48"/>
              </w:rPr>
            </w:pPr>
            <w:r>
              <w:rPr>
                <w:rFonts w:ascii="Arial" w:hAnsi="Arial" w:cs="Arial"/>
                <w:color w:val="000080"/>
                <w:sz w:val="48"/>
              </w:rPr>
              <w:t>Order</w:t>
            </w:r>
          </w:p>
        </w:tc>
      </w:tr>
    </w:tbl>
    <w:p w14:paraId="7CFA7F83" w14:textId="77777777" w:rsidR="00A15210" w:rsidRDefault="00A15210"/>
    <w:p w14:paraId="30FABB34" w14:textId="6761EE9E" w:rsidR="001F4029" w:rsidRDefault="00561471">
      <w:r>
        <w:t>3/18/20</w:t>
      </w:r>
      <w:r w:rsidR="005A7FCE">
        <w:t>21</w:t>
      </w:r>
    </w:p>
    <w:p w14:paraId="1DEC820D" w14:textId="11BF59D5" w:rsidR="00561471" w:rsidRDefault="00561471">
      <w:bookmarkStart w:id="0" w:name="Text2"/>
      <w:r>
        <w:t>Type Customer Name Here</w:t>
      </w:r>
      <w:r w:rsidR="007931CF">
        <w:t xml:space="preserve">: </w:t>
      </w:r>
      <w:sdt>
        <w:sdtPr>
          <w:id w:val="171073572"/>
          <w:placeholder>
            <w:docPart w:val="DefaultPlaceholder_-1854013440"/>
          </w:placeholder>
          <w:showingPlcHdr/>
        </w:sdtPr>
        <w:sdtEndPr/>
        <w:sdtContent>
          <w:bookmarkStart w:id="1" w:name="_GoBack"/>
          <w:r w:rsidR="007931CF" w:rsidRPr="00195083">
            <w:rPr>
              <w:rStyle w:val="PlaceholderText"/>
            </w:rPr>
            <w:t>Click or tap here to enter text.</w:t>
          </w:r>
          <w:bookmarkEnd w:id="1"/>
        </w:sdtContent>
      </w:sdt>
    </w:p>
    <w:p w14:paraId="1545DD21" w14:textId="2CBD0C87" w:rsidR="00561471" w:rsidRDefault="00561471">
      <w:r>
        <w:t>Type Customer Address Here</w:t>
      </w:r>
      <w:r w:rsidR="007931CF">
        <w:t xml:space="preserve">: </w:t>
      </w:r>
      <w:sdt>
        <w:sdtPr>
          <w:id w:val="-1555611503"/>
          <w:placeholder>
            <w:docPart w:val="DefaultPlaceholder_-1854013440"/>
          </w:placeholder>
          <w:showingPlcHdr/>
        </w:sdtPr>
        <w:sdtEndPr/>
        <w:sdtContent>
          <w:r w:rsidR="007931CF" w:rsidRPr="00195083">
            <w:rPr>
              <w:rStyle w:val="PlaceholderText"/>
            </w:rPr>
            <w:t>Click or tap here to enter text.</w:t>
          </w:r>
        </w:sdtContent>
      </w:sdt>
    </w:p>
    <w:p w14:paraId="3440FB81" w14:textId="7B22B6E9" w:rsidR="00561471" w:rsidRDefault="00561471">
      <w:r>
        <w:t>Type Customer Address Here</w:t>
      </w:r>
      <w:r w:rsidR="007931CF">
        <w:t xml:space="preserve">: </w:t>
      </w:r>
      <w:sdt>
        <w:sdtPr>
          <w:id w:val="-170031723"/>
          <w:placeholder>
            <w:docPart w:val="DefaultPlaceholder_-1854013440"/>
          </w:placeholder>
          <w:showingPlcHdr/>
        </w:sdtPr>
        <w:sdtEndPr/>
        <w:sdtContent>
          <w:r w:rsidR="007931CF" w:rsidRPr="00195083">
            <w:rPr>
              <w:rStyle w:val="PlaceholderText"/>
            </w:rPr>
            <w:t>Click or tap here to enter text.</w:t>
          </w:r>
        </w:sdtContent>
      </w:sdt>
    </w:p>
    <w:p w14:paraId="3BFD4666" w14:textId="438816A4" w:rsidR="00561471" w:rsidRDefault="00561471">
      <w:r>
        <w:t>Type Customer City, State, Zip Code Here</w:t>
      </w:r>
      <w:r w:rsidR="007931CF">
        <w:t xml:space="preserve">: </w:t>
      </w:r>
      <w:sdt>
        <w:sdtPr>
          <w:id w:val="-212817092"/>
          <w:placeholder>
            <w:docPart w:val="DefaultPlaceholder_-1854013440"/>
          </w:placeholder>
          <w:showingPlcHdr/>
        </w:sdtPr>
        <w:sdtEndPr/>
        <w:sdtContent>
          <w:r w:rsidR="007931CF" w:rsidRPr="00195083">
            <w:rPr>
              <w:rStyle w:val="PlaceholderText"/>
            </w:rPr>
            <w:t>Click or tap here to enter text.</w:t>
          </w:r>
        </w:sdtContent>
      </w:sdt>
    </w:p>
    <w:bookmarkEnd w:id="0"/>
    <w:p w14:paraId="7E829C48" w14:textId="77777777" w:rsidR="001F4029" w:rsidRDefault="001F4029"/>
    <w:p w14:paraId="73B25F34" w14:textId="7E0E72CD" w:rsidR="00A15210" w:rsidRDefault="00A15210">
      <w:r>
        <w:t>INVOICE NO:</w:t>
      </w:r>
      <w:r w:rsidR="007931CF">
        <w:t xml:space="preserve"> </w:t>
      </w:r>
      <w:sdt>
        <w:sdtPr>
          <w:id w:val="1769116311"/>
          <w:placeholder>
            <w:docPart w:val="DefaultPlaceholder_-1854013440"/>
          </w:placeholder>
          <w:showingPlcHdr/>
        </w:sdtPr>
        <w:sdtEndPr/>
        <w:sdtContent>
          <w:r w:rsidR="007931CF" w:rsidRPr="00195083">
            <w:rPr>
              <w:rStyle w:val="PlaceholderText"/>
            </w:rPr>
            <w:t>Click or tap here to enter text.</w:t>
          </w:r>
        </w:sdtContent>
      </w:sdt>
    </w:p>
    <w:p w14:paraId="1CFB4135" w14:textId="77777777" w:rsidR="001F4029" w:rsidRDefault="001F4029"/>
    <w:p w14:paraId="6E0156B5" w14:textId="77777777" w:rsidR="00A15210" w:rsidRDefault="00A15210"/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8"/>
        <w:gridCol w:w="3060"/>
        <w:gridCol w:w="1620"/>
        <w:gridCol w:w="2430"/>
      </w:tblGrid>
      <w:tr w:rsidR="00A15210" w14:paraId="7F5CB113" w14:textId="77777777">
        <w:tc>
          <w:tcPr>
            <w:tcW w:w="1638" w:type="dxa"/>
          </w:tcPr>
          <w:p w14:paraId="44685065" w14:textId="77777777" w:rsidR="00A15210" w:rsidRDefault="00A15210">
            <w:pPr>
              <w:jc w:val="center"/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Quantity</w:t>
            </w:r>
          </w:p>
        </w:tc>
        <w:tc>
          <w:tcPr>
            <w:tcW w:w="3060" w:type="dxa"/>
          </w:tcPr>
          <w:p w14:paraId="70E1093B" w14:textId="77777777" w:rsidR="00A15210" w:rsidRDefault="00A15210">
            <w:pPr>
              <w:jc w:val="center"/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Part Number</w:t>
            </w:r>
          </w:p>
        </w:tc>
        <w:tc>
          <w:tcPr>
            <w:tcW w:w="1620" w:type="dxa"/>
          </w:tcPr>
          <w:p w14:paraId="042C14C6" w14:textId="77777777" w:rsidR="00A15210" w:rsidRDefault="00A15210">
            <w:pPr>
              <w:jc w:val="center"/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Price</w:t>
            </w:r>
          </w:p>
        </w:tc>
        <w:tc>
          <w:tcPr>
            <w:tcW w:w="2430" w:type="dxa"/>
          </w:tcPr>
          <w:p w14:paraId="2A25989E" w14:textId="77777777" w:rsidR="00A15210" w:rsidRDefault="00A15210">
            <w:pPr>
              <w:jc w:val="center"/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Extended Price</w:t>
            </w:r>
          </w:p>
        </w:tc>
      </w:tr>
      <w:tr w:rsidR="00A15210" w14:paraId="6AECB75C" w14:textId="77777777">
        <w:trPr>
          <w:trHeight w:val="431"/>
        </w:trPr>
        <w:tc>
          <w:tcPr>
            <w:tcW w:w="1638" w:type="dxa"/>
          </w:tcPr>
          <w:p w14:paraId="22021147" w14:textId="6BDE5201" w:rsidR="00A15210" w:rsidRDefault="007931CF">
            <w:r>
              <w:fldChar w:fldCharType="begin">
                <w:ffData>
                  <w:name w:val="Quantity1"/>
                  <w:enabled/>
                  <w:calcOnExit/>
                  <w:textInput>
                    <w:type w:val="number"/>
                    <w:default w:val="0"/>
                    <w:format w:val="#,##0"/>
                  </w:textInput>
                </w:ffData>
              </w:fldChar>
            </w:r>
            <w:bookmarkStart w:id="2" w:name="Quantity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2"/>
          </w:p>
        </w:tc>
        <w:tc>
          <w:tcPr>
            <w:tcW w:w="3060" w:type="dxa"/>
          </w:tcPr>
          <w:p w14:paraId="445D8F82" w14:textId="77777777" w:rsidR="00A15210" w:rsidRDefault="000F4849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620" w:type="dxa"/>
          </w:tcPr>
          <w:p w14:paraId="54574957" w14:textId="2F71F537" w:rsidR="00A15210" w:rsidRDefault="007931CF">
            <w:r>
              <w:fldChar w:fldCharType="begin">
                <w:ffData>
                  <w:name w:val="Price1"/>
                  <w:enabled/>
                  <w:calcOnExit/>
                  <w:textInput>
                    <w:type w:val="number"/>
                    <w:default w:val="0"/>
                    <w:format w:val="0"/>
                  </w:textInput>
                </w:ffData>
              </w:fldChar>
            </w:r>
            <w:bookmarkStart w:id="4" w:name="Pri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4"/>
          </w:p>
        </w:tc>
        <w:tc>
          <w:tcPr>
            <w:tcW w:w="2430" w:type="dxa"/>
          </w:tcPr>
          <w:p w14:paraId="33A563A6" w14:textId="0273F839" w:rsidR="00A15210" w:rsidRDefault="007931CF">
            <w: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Quantity1*Price1"/>
                    <w:format w:val="$#,##0.00;($#,##0.00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=Quantity1*Price1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$0.00</w:t>
            </w:r>
            <w:r>
              <w:fldChar w:fldCharType="end"/>
            </w:r>
          </w:p>
        </w:tc>
      </w:tr>
      <w:tr w:rsidR="00A15210" w14:paraId="752D21B1" w14:textId="77777777">
        <w:trPr>
          <w:trHeight w:val="422"/>
        </w:trPr>
        <w:tc>
          <w:tcPr>
            <w:tcW w:w="1638" w:type="dxa"/>
          </w:tcPr>
          <w:p w14:paraId="16433F62" w14:textId="34912E9C" w:rsidR="00A15210" w:rsidRDefault="007931CF">
            <w:r>
              <w:fldChar w:fldCharType="begin">
                <w:ffData>
                  <w:name w:val="Quantity2"/>
                  <w:enabled/>
                  <w:calcOnExit/>
                  <w:textInput>
                    <w:type w:val="number"/>
                    <w:default w:val="0"/>
                    <w:format w:val="#,##0"/>
                  </w:textInput>
                </w:ffData>
              </w:fldChar>
            </w:r>
            <w:bookmarkStart w:id="5" w:name="Quantity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5"/>
          </w:p>
        </w:tc>
        <w:tc>
          <w:tcPr>
            <w:tcW w:w="3060" w:type="dxa"/>
          </w:tcPr>
          <w:p w14:paraId="2CE348ED" w14:textId="4EC16865" w:rsidR="00A15210" w:rsidRDefault="007931CF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</w:tcPr>
          <w:p w14:paraId="26717A06" w14:textId="1C6EF120" w:rsidR="00A15210" w:rsidRDefault="007931CF">
            <w:r>
              <w:fldChar w:fldCharType="begin">
                <w:ffData>
                  <w:name w:val="Price2"/>
                  <w:enabled/>
                  <w:calcOnExit/>
                  <w:textInput>
                    <w:type w:val="number"/>
                    <w:default w:val="0"/>
                    <w:format w:val="0"/>
                  </w:textInput>
                </w:ffData>
              </w:fldChar>
            </w:r>
            <w:bookmarkStart w:id="6" w:name="Pri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6"/>
          </w:p>
        </w:tc>
        <w:tc>
          <w:tcPr>
            <w:tcW w:w="2430" w:type="dxa"/>
          </w:tcPr>
          <w:p w14:paraId="6A630E6B" w14:textId="44E5E967" w:rsidR="00A15210" w:rsidRDefault="007931CF">
            <w: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Quantity2*Price2"/>
                    <w:format w:val="$#,##0.00;($#,##0.00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=Quantity2*Price2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$0.00</w:t>
            </w:r>
            <w:r>
              <w:fldChar w:fldCharType="end"/>
            </w:r>
          </w:p>
        </w:tc>
      </w:tr>
      <w:tr w:rsidR="00A15210" w14:paraId="56252386" w14:textId="77777777">
        <w:trPr>
          <w:trHeight w:val="422"/>
        </w:trPr>
        <w:tc>
          <w:tcPr>
            <w:tcW w:w="1638" w:type="dxa"/>
          </w:tcPr>
          <w:p w14:paraId="5F72890C" w14:textId="2350970F" w:rsidR="00A15210" w:rsidRDefault="007931CF">
            <w:r>
              <w:fldChar w:fldCharType="begin">
                <w:ffData>
                  <w:name w:val="Quantity3"/>
                  <w:enabled/>
                  <w:calcOnExit/>
                  <w:textInput>
                    <w:type w:val="number"/>
                    <w:default w:val="0"/>
                    <w:format w:val="#,##0"/>
                  </w:textInput>
                </w:ffData>
              </w:fldChar>
            </w:r>
            <w:bookmarkStart w:id="7" w:name="Quantity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7"/>
          </w:p>
        </w:tc>
        <w:tc>
          <w:tcPr>
            <w:tcW w:w="3060" w:type="dxa"/>
          </w:tcPr>
          <w:p w14:paraId="4800740A" w14:textId="7BEBBAE0" w:rsidR="00A15210" w:rsidRDefault="007931CF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</w:tcPr>
          <w:p w14:paraId="547085F0" w14:textId="1937839A" w:rsidR="00A15210" w:rsidRDefault="007931CF">
            <w:r>
              <w:fldChar w:fldCharType="begin">
                <w:ffData>
                  <w:name w:val="Price3"/>
                  <w:enabled/>
                  <w:calcOnExit/>
                  <w:textInput>
                    <w:type w:val="number"/>
                    <w:default w:val="0"/>
                    <w:format w:val="0"/>
                  </w:textInput>
                </w:ffData>
              </w:fldChar>
            </w:r>
            <w:bookmarkStart w:id="8" w:name="Price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8"/>
          </w:p>
        </w:tc>
        <w:tc>
          <w:tcPr>
            <w:tcW w:w="2430" w:type="dxa"/>
          </w:tcPr>
          <w:p w14:paraId="7BCF2E03" w14:textId="29E30A7C" w:rsidR="00A15210" w:rsidRDefault="007931CF">
            <w: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Quantity3*Price3"/>
                    <w:format w:val="$#,##0.00;($#,##0.00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=Quantity3*Price3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$0.00</w:t>
            </w:r>
            <w:r>
              <w:fldChar w:fldCharType="end"/>
            </w:r>
          </w:p>
        </w:tc>
      </w:tr>
      <w:tr w:rsidR="00A15210" w14:paraId="4A8FE975" w14:textId="77777777">
        <w:trPr>
          <w:trHeight w:val="422"/>
        </w:trPr>
        <w:tc>
          <w:tcPr>
            <w:tcW w:w="1638" w:type="dxa"/>
          </w:tcPr>
          <w:p w14:paraId="69D09E06" w14:textId="16F4A135" w:rsidR="00A15210" w:rsidRDefault="007931CF">
            <w:r>
              <w:fldChar w:fldCharType="begin">
                <w:ffData>
                  <w:name w:val="Quantity4"/>
                  <w:enabled/>
                  <w:calcOnExit/>
                  <w:textInput>
                    <w:type w:val="number"/>
                    <w:default w:val="0"/>
                    <w:format w:val="#,##0"/>
                  </w:textInput>
                </w:ffData>
              </w:fldChar>
            </w:r>
            <w:bookmarkStart w:id="9" w:name="Quantity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9"/>
          </w:p>
        </w:tc>
        <w:tc>
          <w:tcPr>
            <w:tcW w:w="3060" w:type="dxa"/>
          </w:tcPr>
          <w:p w14:paraId="034B3DED" w14:textId="7E73C89C" w:rsidR="00A15210" w:rsidRDefault="007931CF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</w:tcPr>
          <w:p w14:paraId="7893563B" w14:textId="4C016B78" w:rsidR="00A15210" w:rsidRDefault="007931CF">
            <w:r>
              <w:fldChar w:fldCharType="begin">
                <w:ffData>
                  <w:name w:val="Price4"/>
                  <w:enabled/>
                  <w:calcOnExit/>
                  <w:textInput>
                    <w:type w:val="number"/>
                    <w:default w:val="0"/>
                    <w:format w:val="0"/>
                  </w:textInput>
                </w:ffData>
              </w:fldChar>
            </w:r>
            <w:bookmarkStart w:id="10" w:name="Price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10"/>
          </w:p>
        </w:tc>
        <w:tc>
          <w:tcPr>
            <w:tcW w:w="2430" w:type="dxa"/>
          </w:tcPr>
          <w:p w14:paraId="47600AEC" w14:textId="647C794F" w:rsidR="00A15210" w:rsidRDefault="007931CF">
            <w: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Quantity4*Price4"/>
                    <w:format w:val="$#,##0.00;($#,##0.00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=Quantity4*Price4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$0.00</w:t>
            </w:r>
            <w:r>
              <w:fldChar w:fldCharType="end"/>
            </w:r>
          </w:p>
        </w:tc>
      </w:tr>
      <w:tr w:rsidR="00A15210" w14:paraId="31E9BE43" w14:textId="77777777">
        <w:trPr>
          <w:trHeight w:val="422"/>
        </w:trPr>
        <w:tc>
          <w:tcPr>
            <w:tcW w:w="1638" w:type="dxa"/>
            <w:tcBorders>
              <w:bottom w:val="single" w:sz="4" w:space="0" w:color="auto"/>
            </w:tcBorders>
          </w:tcPr>
          <w:p w14:paraId="0DFC12A9" w14:textId="0055AC72" w:rsidR="00A15210" w:rsidRDefault="007931CF">
            <w:r>
              <w:fldChar w:fldCharType="begin">
                <w:ffData>
                  <w:name w:val="Quantity5"/>
                  <w:enabled/>
                  <w:calcOnExit/>
                  <w:textInput>
                    <w:type w:val="number"/>
                    <w:default w:val="0"/>
                    <w:format w:val="#,##0"/>
                  </w:textInput>
                </w:ffData>
              </w:fldChar>
            </w:r>
            <w:bookmarkStart w:id="11" w:name="Quantity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11"/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1A64991D" w14:textId="4FEC765F" w:rsidR="00A15210" w:rsidRDefault="007931CF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052BE76" w14:textId="5BE81C67" w:rsidR="00A15210" w:rsidRDefault="007931CF">
            <w:r>
              <w:fldChar w:fldCharType="begin">
                <w:ffData>
                  <w:name w:val="Price5"/>
                  <w:enabled/>
                  <w:calcOnExit/>
                  <w:textInput>
                    <w:type w:val="number"/>
                    <w:default w:val="0"/>
                    <w:format w:val="0"/>
                  </w:textInput>
                </w:ffData>
              </w:fldChar>
            </w:r>
            <w:bookmarkStart w:id="12" w:name="Price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12"/>
          </w:p>
        </w:tc>
        <w:tc>
          <w:tcPr>
            <w:tcW w:w="2430" w:type="dxa"/>
          </w:tcPr>
          <w:p w14:paraId="21616EF0" w14:textId="5C7A8F4F" w:rsidR="00A15210" w:rsidRDefault="007931CF">
            <w: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Quantity5*Price5"/>
                    <w:format w:val="$#,##0.00;($#,##0.00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=Quantity5*Price5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$0.00</w:t>
            </w:r>
            <w:r>
              <w:fldChar w:fldCharType="end"/>
            </w:r>
          </w:p>
        </w:tc>
      </w:tr>
      <w:tr w:rsidR="00A15210" w14:paraId="37F7C66F" w14:textId="77777777">
        <w:trPr>
          <w:trHeight w:val="422"/>
        </w:trPr>
        <w:tc>
          <w:tcPr>
            <w:tcW w:w="1638" w:type="dxa"/>
            <w:tcBorders>
              <w:bottom w:val="single" w:sz="4" w:space="0" w:color="auto"/>
            </w:tcBorders>
          </w:tcPr>
          <w:p w14:paraId="6F34D858" w14:textId="708EB1AB" w:rsidR="00A15210" w:rsidRDefault="007931CF">
            <w:r>
              <w:fldChar w:fldCharType="begin">
                <w:ffData>
                  <w:name w:val="Quantity6"/>
                  <w:enabled/>
                  <w:calcOnExit/>
                  <w:textInput>
                    <w:type w:val="number"/>
                    <w:default w:val="0"/>
                    <w:format w:val="#,##0"/>
                  </w:textInput>
                </w:ffData>
              </w:fldChar>
            </w:r>
            <w:bookmarkStart w:id="13" w:name="Quantity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13"/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595C9729" w14:textId="7F061B63" w:rsidR="00A15210" w:rsidRDefault="007931CF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01FEF03" w14:textId="18505769" w:rsidR="00A15210" w:rsidRDefault="007931CF">
            <w:r>
              <w:fldChar w:fldCharType="begin">
                <w:ffData>
                  <w:name w:val="Price6"/>
                  <w:enabled/>
                  <w:calcOnExit/>
                  <w:textInput>
                    <w:type w:val="number"/>
                    <w:default w:val="0"/>
                    <w:format w:val="0"/>
                  </w:textInput>
                </w:ffData>
              </w:fldChar>
            </w:r>
            <w:bookmarkStart w:id="14" w:name="Price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14"/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4212E3D" w14:textId="781D886F" w:rsidR="00A15210" w:rsidRDefault="007931CF">
            <w: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Quantity6*Price6"/>
                    <w:format w:val="$#,##0.00;($#,##0.00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=Quantity6*Price6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$0.00</w:t>
            </w:r>
            <w:r>
              <w:fldChar w:fldCharType="end"/>
            </w:r>
          </w:p>
        </w:tc>
      </w:tr>
      <w:tr w:rsidR="00A15210" w14:paraId="28B1911B" w14:textId="77777777">
        <w:trPr>
          <w:trHeight w:val="422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564B2D69" w14:textId="77777777" w:rsidR="00A15210" w:rsidRDefault="00A15210"/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D19FEB9" w14:textId="77777777" w:rsidR="00A15210" w:rsidRDefault="00A15210"/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4DB010" w14:textId="77777777" w:rsidR="00A15210" w:rsidRDefault="00A15210">
            <w:pPr>
              <w:pStyle w:val="Heading1"/>
            </w:pPr>
            <w:r>
              <w:t>TOTAL</w:t>
            </w:r>
          </w:p>
        </w:tc>
        <w:tc>
          <w:tcPr>
            <w:tcW w:w="2430" w:type="dxa"/>
            <w:tcBorders>
              <w:left w:val="single" w:sz="4" w:space="0" w:color="auto"/>
            </w:tcBorders>
          </w:tcPr>
          <w:p w14:paraId="046819C7" w14:textId="19364C0C" w:rsidR="00A15210" w:rsidRDefault="007931CF">
            <w: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ABOVE)"/>
                    <w:format w:val="$#,##0.00;($#,##0.00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instrText>$0.00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$0.00</w:t>
            </w:r>
            <w:r>
              <w:fldChar w:fldCharType="end"/>
            </w:r>
          </w:p>
        </w:tc>
      </w:tr>
    </w:tbl>
    <w:p w14:paraId="3F1879EC" w14:textId="77777777" w:rsidR="00A15210" w:rsidRDefault="00A15210"/>
    <w:p w14:paraId="290A26A8" w14:textId="77777777" w:rsidR="00A15210" w:rsidRDefault="00A15210"/>
    <w:p w14:paraId="0579BF4B" w14:textId="77777777" w:rsidR="00A15210" w:rsidRDefault="00A15210"/>
    <w:p w14:paraId="2AAC65EE" w14:textId="77777777" w:rsidR="00A15210" w:rsidRDefault="00A15210"/>
    <w:p w14:paraId="32CF3274" w14:textId="77777777" w:rsidR="00A15210" w:rsidRDefault="00A15210"/>
    <w:p w14:paraId="51CF618F" w14:textId="77777777" w:rsidR="00A15210" w:rsidRDefault="00A15210"/>
    <w:p w14:paraId="1BDE877D" w14:textId="77777777" w:rsidR="00A15210" w:rsidRDefault="00A15210"/>
    <w:sectPr w:rsidR="00A152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5B"/>
    <w:rsid w:val="000549F7"/>
    <w:rsid w:val="00063DAB"/>
    <w:rsid w:val="000E7790"/>
    <w:rsid w:val="000F4849"/>
    <w:rsid w:val="0014671C"/>
    <w:rsid w:val="001A5A3E"/>
    <w:rsid w:val="001D6B91"/>
    <w:rsid w:val="001F4029"/>
    <w:rsid w:val="00561471"/>
    <w:rsid w:val="005A7FCE"/>
    <w:rsid w:val="0061095B"/>
    <w:rsid w:val="006524FA"/>
    <w:rsid w:val="007931CF"/>
    <w:rsid w:val="009248F4"/>
    <w:rsid w:val="00990FF4"/>
    <w:rsid w:val="009C64AF"/>
    <w:rsid w:val="00A15210"/>
    <w:rsid w:val="00B474C4"/>
    <w:rsid w:val="00D46BBB"/>
    <w:rsid w:val="00EB7445"/>
    <w:rsid w:val="00F23875"/>
    <w:rsid w:val="00F632A5"/>
    <w:rsid w:val="00FC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A7CEAD9"/>
  <w15:docId w15:val="{BD0B5913-64AA-4A3E-9D39-EA04A2F8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bidi="he-IL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C1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1563"/>
    <w:rPr>
      <w:rFonts w:ascii="Tahoma" w:hAnsi="Tahoma" w:cs="Tahoma"/>
      <w:sz w:val="16"/>
      <w:szCs w:val="16"/>
      <w:lang w:bidi="he-IL"/>
    </w:rPr>
  </w:style>
  <w:style w:type="character" w:styleId="PlaceholderText">
    <w:name w:val="Placeholder Text"/>
    <w:basedOn w:val="DefaultParagraphFont"/>
    <w:uiPriority w:val="99"/>
    <w:semiHidden/>
    <w:rsid w:val="007931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h\Documents\Pearson\2019\2019%20Text\Chapter%207\Second%20Draft\Starting%20Files\EOC%20Data\w07d1Proble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C7C8C-A1F3-4982-8B9A-B1CF2CF80A74}"/>
      </w:docPartPr>
      <w:docPartBody>
        <w:p w:rsidR="00151C84" w:rsidRDefault="0010123E">
          <w:r w:rsidRPr="0019508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3E"/>
    <w:rsid w:val="0010123E"/>
    <w:rsid w:val="00151C84"/>
    <w:rsid w:val="001E362A"/>
    <w:rsid w:val="00DC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123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w07d1Problem.dotx</Template>
  <TotalTime>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Mulbery Group</vt:lpstr>
    </vt:vector>
  </TitlesOfParts>
  <Company>Hewlett-Packard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Mulbery Group</dc:title>
  <dc:creator>Exploring Series</dc:creator>
  <cp:lastModifiedBy>Exploring Series</cp:lastModifiedBy>
  <cp:revision>4</cp:revision>
  <cp:lastPrinted>2007-03-18T20:15:00Z</cp:lastPrinted>
  <dcterms:created xsi:type="dcterms:W3CDTF">2018-07-23T22:18:00Z</dcterms:created>
  <dcterms:modified xsi:type="dcterms:W3CDTF">2018-08-07T12:42:00Z</dcterms:modified>
</cp:coreProperties>
</file>