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B806D0" w14:textId="77777777" w:rsidR="00F51F12" w:rsidRPr="008618A3" w:rsidRDefault="00207FFC" w:rsidP="00334E27">
      <w:pPr>
        <w:jc w:val="center"/>
        <w:rPr>
          <w:b/>
          <w:color w:val="333399"/>
          <w:sz w:val="48"/>
          <w:szCs w:val="48"/>
        </w:rPr>
      </w:pPr>
      <w:r w:rsidRPr="008618A3">
        <w:rPr>
          <w:b/>
          <w:color w:val="333399"/>
          <w:sz w:val="48"/>
          <w:szCs w:val="48"/>
        </w:rPr>
        <w:t xml:space="preserve">Real Estate </w:t>
      </w:r>
      <w:r w:rsidR="00230F6B">
        <w:rPr>
          <w:b/>
          <w:color w:val="333399"/>
          <w:sz w:val="48"/>
          <w:szCs w:val="48"/>
        </w:rPr>
        <w:t>Appraisal</w:t>
      </w:r>
      <w:r w:rsidRPr="008618A3">
        <w:rPr>
          <w:b/>
          <w:color w:val="333399"/>
          <w:sz w:val="48"/>
          <w:szCs w:val="48"/>
        </w:rPr>
        <w:t xml:space="preserve"> </w:t>
      </w:r>
    </w:p>
    <w:p w14:paraId="0BE9FE48" w14:textId="77777777" w:rsidR="00C326D8" w:rsidRPr="00230F6B" w:rsidRDefault="00207FFC" w:rsidP="00230F6B">
      <w:pPr>
        <w:jc w:val="center"/>
        <w:rPr>
          <w:b/>
          <w:color w:val="333399"/>
          <w:sz w:val="48"/>
          <w:szCs w:val="48"/>
        </w:rPr>
      </w:pPr>
      <w:r w:rsidRPr="008618A3">
        <w:rPr>
          <w:b/>
          <w:color w:val="333399"/>
          <w:sz w:val="48"/>
          <w:szCs w:val="48"/>
        </w:rPr>
        <w:t>Track</w:t>
      </w:r>
      <w:r w:rsidR="00CE2F16" w:rsidRPr="008618A3">
        <w:rPr>
          <w:b/>
          <w:color w:val="333399"/>
          <w:sz w:val="48"/>
          <w:szCs w:val="48"/>
        </w:rPr>
        <w:t>ing</w:t>
      </w:r>
      <w:r w:rsidRPr="008618A3">
        <w:rPr>
          <w:b/>
          <w:color w:val="333399"/>
          <w:sz w:val="48"/>
          <w:szCs w:val="48"/>
        </w:rPr>
        <w:t xml:space="preserve"> Report</w:t>
      </w:r>
    </w:p>
    <w:p w14:paraId="2ACCC3C9" w14:textId="77777777" w:rsidR="00AA7295" w:rsidRPr="00AA7295" w:rsidRDefault="00C26501" w:rsidP="00334E27">
      <w:pPr>
        <w:jc w:val="center"/>
        <w:rPr>
          <w:b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AA86CDE" wp14:editId="0A656F05">
                <wp:simplePos x="0" y="0"/>
                <wp:positionH relativeFrom="column">
                  <wp:posOffset>0</wp:posOffset>
                </wp:positionH>
                <wp:positionV relativeFrom="paragraph">
                  <wp:posOffset>62230</wp:posOffset>
                </wp:positionV>
                <wp:extent cx="5600700" cy="114300"/>
                <wp:effectExtent l="9525" t="5080" r="9525" b="1397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00700" cy="1143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181847"/>
                            </a:gs>
                            <a:gs pos="50000">
                              <a:srgbClr val="333399"/>
                            </a:gs>
                            <a:gs pos="100000">
                              <a:srgbClr val="181847"/>
                            </a:gs>
                          </a:gsLst>
                          <a:lin ang="5400000" scaled="1"/>
                        </a:gra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396869" id="Rectangle 2" o:spid="_x0000_s1026" style="position:absolute;margin-left:0;margin-top:4.9pt;width:441pt;height: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" fillcolor="#181847">
                <v:fill color2="#339" rotate="t" focus="50%" type="gradient"/>
              </v:rect>
            </w:pict>
          </mc:Fallback>
        </mc:AlternateContent>
      </w:r>
    </w:p>
    <w:p w14:paraId="0C7FC643" w14:textId="77777777" w:rsidR="00C326D8" w:rsidRPr="00F51F12" w:rsidRDefault="00C326D8" w:rsidP="00334E27">
      <w:pPr>
        <w:rPr>
          <w:sz w:val="24"/>
          <w:szCs w:val="24"/>
        </w:rPr>
      </w:pPr>
    </w:p>
    <w:p w14:paraId="1CE5B12D" w14:textId="62E487E2" w:rsidR="00230F6B" w:rsidRDefault="00C40E0E" w:rsidP="00F51F12">
      <w:pPr>
        <w:tabs>
          <w:tab w:val="left" w:pos="2880"/>
          <w:tab w:val="left" w:pos="6120"/>
        </w:tabs>
        <w:spacing w:after="120"/>
        <w:rPr>
          <w:b/>
          <w:sz w:val="24"/>
          <w:szCs w:val="24"/>
        </w:rPr>
      </w:pPr>
      <w:r>
        <w:rPr>
          <w:b/>
          <w:sz w:val="24"/>
          <w:szCs w:val="24"/>
        </w:rPr>
        <w:t>Completed</w:t>
      </w:r>
      <w:r w:rsidR="000B0BC1" w:rsidRPr="00F51F12">
        <w:rPr>
          <w:b/>
          <w:sz w:val="24"/>
          <w:szCs w:val="24"/>
        </w:rPr>
        <w:t xml:space="preserve"> </w:t>
      </w:r>
      <w:r w:rsidR="00A4185A">
        <w:rPr>
          <w:b/>
          <w:sz w:val="24"/>
          <w:szCs w:val="24"/>
        </w:rPr>
        <w:t>b</w:t>
      </w:r>
      <w:r w:rsidR="000B0BC1" w:rsidRPr="00F51F12">
        <w:rPr>
          <w:b/>
          <w:sz w:val="24"/>
          <w:szCs w:val="24"/>
        </w:rPr>
        <w:t>y:</w:t>
      </w:r>
      <w:r w:rsidR="00C418AB">
        <w:rPr>
          <w:b/>
          <w:sz w:val="24"/>
          <w:szCs w:val="24"/>
        </w:rPr>
        <w:t xml:space="preserve">  </w:t>
      </w:r>
      <w:sdt>
        <w:sdtPr>
          <w:rPr>
            <w:b/>
            <w:sz w:val="24"/>
            <w:szCs w:val="24"/>
          </w:rPr>
          <w:id w:val="1184089902"/>
          <w:placeholder>
            <w:docPart w:val="DefaultPlaceholder_-1854013440"/>
          </w:placeholder>
        </w:sdtPr>
        <w:sdtContent>
          <w:r w:rsidR="00577A42">
            <w:rPr>
              <w:b/>
              <w:sz w:val="24"/>
              <w:szCs w:val="24"/>
            </w:rPr>
            <w:t>Student Name</w:t>
          </w:r>
        </w:sdtContent>
      </w:sdt>
    </w:p>
    <w:p w14:paraId="32CAC95A" w14:textId="1FA0798F" w:rsidR="000B0BC1" w:rsidRPr="00F51F12" w:rsidRDefault="00230F6B" w:rsidP="00F51F12">
      <w:pPr>
        <w:tabs>
          <w:tab w:val="left" w:pos="2880"/>
          <w:tab w:val="left" w:pos="6120"/>
        </w:tabs>
        <w:spacing w:after="120"/>
        <w:rPr>
          <w:sz w:val="24"/>
          <w:szCs w:val="24"/>
        </w:rPr>
      </w:pPr>
      <w:r>
        <w:rPr>
          <w:b/>
          <w:sz w:val="24"/>
          <w:szCs w:val="24"/>
        </w:rPr>
        <w:t>Week ending:</w:t>
      </w:r>
      <w:r w:rsidR="00C418AB">
        <w:rPr>
          <w:b/>
          <w:sz w:val="24"/>
          <w:szCs w:val="24"/>
        </w:rPr>
        <w:t xml:space="preserve">  </w:t>
      </w:r>
      <w:sdt>
        <w:sdtPr>
          <w:rPr>
            <w:b/>
            <w:sz w:val="24"/>
            <w:szCs w:val="24"/>
          </w:rPr>
          <w:id w:val="1985894341"/>
          <w:placeholder>
            <w:docPart w:val="DefaultPlaceholder_-1854013437"/>
          </w:placeholder>
          <w:date w:fullDate="2021-08-07T00:00:00Z">
            <w:dateFormat w:val="M/d/yyyy"/>
            <w:lid w:val="en-US"/>
            <w:storeMappedDataAs w:val="dateTime"/>
            <w:calendar w:val="gregorian"/>
          </w:date>
        </w:sdtPr>
        <w:sdtContent>
          <w:r w:rsidR="00577A42">
            <w:rPr>
              <w:b/>
              <w:sz w:val="24"/>
              <w:szCs w:val="24"/>
            </w:rPr>
            <w:t>8/7/2021</w:t>
          </w:r>
        </w:sdtContent>
      </w:sdt>
    </w:p>
    <w:p w14:paraId="289B5428" w14:textId="77777777" w:rsidR="000B0BC1" w:rsidRPr="00F51F12" w:rsidRDefault="00315538" w:rsidP="00F51F12">
      <w:pPr>
        <w:tabs>
          <w:tab w:val="left" w:pos="2880"/>
        </w:tabs>
        <w:spacing w:after="120"/>
        <w:rPr>
          <w:rFonts w:cs="Arial"/>
          <w:sz w:val="24"/>
          <w:szCs w:val="24"/>
        </w:rPr>
      </w:pPr>
      <w:r w:rsidRPr="00F51F12">
        <w:rPr>
          <w:rFonts w:cs="Arial"/>
          <w:sz w:val="24"/>
          <w:szCs w:val="24"/>
        </w:rPr>
        <w:tab/>
      </w:r>
    </w:p>
    <w:tbl>
      <w:tblPr>
        <w:tblStyle w:val="TableGrid"/>
        <w:tblW w:w="10189" w:type="dxa"/>
        <w:tblInd w:w="-252" w:type="dxa"/>
        <w:tblLook w:val="04A0" w:firstRow="1" w:lastRow="0" w:firstColumn="1" w:lastColumn="0" w:noHBand="0" w:noVBand="1"/>
      </w:tblPr>
      <w:tblGrid>
        <w:gridCol w:w="3078"/>
        <w:gridCol w:w="1512"/>
        <w:gridCol w:w="925"/>
        <w:gridCol w:w="1074"/>
        <w:gridCol w:w="2250"/>
        <w:gridCol w:w="1350"/>
      </w:tblGrid>
      <w:tr w:rsidR="00A25E09" w:rsidRPr="00230F6B" w14:paraId="37365967" w14:textId="77777777" w:rsidTr="00C40E0E">
        <w:trPr>
          <w:tblHeader/>
        </w:trPr>
        <w:tc>
          <w:tcPr>
            <w:tcW w:w="3078" w:type="dxa"/>
            <w:shd w:val="pct20" w:color="auto" w:fill="auto"/>
            <w:vAlign w:val="center"/>
          </w:tcPr>
          <w:p w14:paraId="69F8452D" w14:textId="77777777" w:rsidR="00A25E09" w:rsidRPr="00230F6B" w:rsidRDefault="00A25E09" w:rsidP="00011584">
            <w:pPr>
              <w:jc w:val="center"/>
              <w:rPr>
                <w:b/>
                <w:sz w:val="24"/>
                <w:szCs w:val="24"/>
              </w:rPr>
            </w:pPr>
            <w:r w:rsidRPr="00230F6B">
              <w:rPr>
                <w:b/>
                <w:sz w:val="24"/>
                <w:szCs w:val="24"/>
              </w:rPr>
              <w:t>Address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14:paraId="7482D235" w14:textId="77777777" w:rsidR="00A25E09" w:rsidRPr="00230F6B" w:rsidRDefault="00A25E09" w:rsidP="00A25E09">
            <w:pPr>
              <w:tabs>
                <w:tab w:val="left" w:pos="612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City</w:t>
            </w:r>
            <w:r w:rsidRPr="00230F6B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925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14:paraId="59C73157" w14:textId="77777777" w:rsidR="00A25E09" w:rsidRPr="00230F6B" w:rsidRDefault="00A25E09" w:rsidP="00011584">
            <w:pPr>
              <w:tabs>
                <w:tab w:val="left" w:pos="6120"/>
              </w:tabs>
              <w:jc w:val="center"/>
              <w:rPr>
                <w:b/>
                <w:sz w:val="24"/>
                <w:szCs w:val="24"/>
              </w:rPr>
            </w:pPr>
            <w:r w:rsidRPr="00230F6B">
              <w:rPr>
                <w:b/>
                <w:sz w:val="24"/>
                <w:szCs w:val="24"/>
              </w:rPr>
              <w:t>State</w:t>
            </w:r>
          </w:p>
        </w:tc>
        <w:tc>
          <w:tcPr>
            <w:tcW w:w="1074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14:paraId="49BCBAA2" w14:textId="77777777" w:rsidR="00A25E09" w:rsidRPr="00230F6B" w:rsidRDefault="00A25E09" w:rsidP="00011584">
            <w:pPr>
              <w:tabs>
                <w:tab w:val="left" w:pos="6120"/>
              </w:tabs>
              <w:jc w:val="center"/>
              <w:rPr>
                <w:b/>
                <w:sz w:val="24"/>
                <w:szCs w:val="24"/>
              </w:rPr>
            </w:pPr>
            <w:r w:rsidRPr="00230F6B">
              <w:rPr>
                <w:b/>
                <w:sz w:val="24"/>
                <w:szCs w:val="24"/>
              </w:rPr>
              <w:t>Zip</w:t>
            </w:r>
          </w:p>
        </w:tc>
        <w:tc>
          <w:tcPr>
            <w:tcW w:w="2250" w:type="dxa"/>
            <w:shd w:val="pct20" w:color="auto" w:fill="auto"/>
            <w:vAlign w:val="center"/>
          </w:tcPr>
          <w:p w14:paraId="6850C57F" w14:textId="77777777" w:rsidR="00A25E09" w:rsidRPr="00230F6B" w:rsidRDefault="00A25E09" w:rsidP="00011584">
            <w:pPr>
              <w:tabs>
                <w:tab w:val="left" w:pos="6120"/>
              </w:tabs>
              <w:jc w:val="center"/>
              <w:rPr>
                <w:b/>
                <w:sz w:val="24"/>
                <w:szCs w:val="24"/>
              </w:rPr>
            </w:pPr>
            <w:r w:rsidRPr="00230F6B">
              <w:rPr>
                <w:b/>
                <w:sz w:val="24"/>
                <w:szCs w:val="24"/>
              </w:rPr>
              <w:t>Appraised Value</w:t>
            </w:r>
          </w:p>
        </w:tc>
        <w:tc>
          <w:tcPr>
            <w:tcW w:w="1350" w:type="dxa"/>
            <w:shd w:val="pct20" w:color="auto" w:fill="auto"/>
            <w:vAlign w:val="center"/>
          </w:tcPr>
          <w:p w14:paraId="7DB58182" w14:textId="77777777" w:rsidR="00A25E09" w:rsidRPr="00230F6B" w:rsidRDefault="00A25E09" w:rsidP="00011584">
            <w:pPr>
              <w:tabs>
                <w:tab w:val="left" w:pos="6120"/>
              </w:tabs>
              <w:jc w:val="center"/>
              <w:rPr>
                <w:b/>
                <w:sz w:val="24"/>
                <w:szCs w:val="24"/>
              </w:rPr>
            </w:pPr>
            <w:r w:rsidRPr="00230F6B">
              <w:rPr>
                <w:b/>
                <w:sz w:val="24"/>
                <w:szCs w:val="24"/>
              </w:rPr>
              <w:t>Date</w:t>
            </w:r>
          </w:p>
        </w:tc>
      </w:tr>
      <w:tr w:rsidR="00A25E09" w14:paraId="4B7E084D" w14:textId="77777777" w:rsidTr="00A25E09">
        <w:sdt>
          <w:sdtPr>
            <w:rPr>
              <w:sz w:val="24"/>
              <w:szCs w:val="24"/>
            </w:rPr>
            <w:id w:val="438964754"/>
            <w:placeholder>
              <w:docPart w:val="DefaultPlaceholder_-1854013440"/>
            </w:placeholder>
          </w:sdtPr>
          <w:sdtContent>
            <w:tc>
              <w:tcPr>
                <w:tcW w:w="3078" w:type="dxa"/>
              </w:tcPr>
              <w:p w14:paraId="3B10A3F4" w14:textId="2EF20308" w:rsidR="00A25E09" w:rsidRPr="00A25E09" w:rsidRDefault="00577A42" w:rsidP="000B0BC1">
                <w:pPr>
                  <w:tabs>
                    <w:tab w:val="left" w:pos="6120"/>
                  </w:tabs>
                  <w:rPr>
                    <w:sz w:val="24"/>
                    <w:szCs w:val="24"/>
                  </w:rPr>
                </w:pPr>
                <w:r>
                  <w:rPr>
                    <w:sz w:val="24"/>
                    <w:szCs w:val="24"/>
                  </w:rPr>
                  <w:t>1387 E. Main Street</w:t>
                </w:r>
              </w:p>
            </w:tc>
          </w:sdtContent>
        </w:sdt>
        <w:sdt>
          <w:sdtPr>
            <w:rPr>
              <w:sz w:val="24"/>
              <w:szCs w:val="24"/>
            </w:rPr>
            <w:id w:val="1649870674"/>
            <w:placeholder>
              <w:docPart w:val="DefaultPlaceholder_-1854013438"/>
            </w:placeholder>
            <w:dropDownList>
              <w:listItem w:value="Choose an item."/>
              <w:listItem w:displayText="Ava" w:value="Ava"/>
              <w:listItem w:displayText="Salem" w:value="Salem"/>
              <w:listItem w:displayText="Ozark" w:value="Ozark"/>
              <w:listItem w:displayText="Nixa" w:value="Nixa"/>
            </w:dropDownList>
          </w:sdtPr>
          <w:sdtContent>
            <w:tc>
              <w:tcPr>
                <w:tcW w:w="1512" w:type="dxa"/>
                <w:shd w:val="clear" w:color="auto" w:fill="auto"/>
              </w:tcPr>
              <w:p w14:paraId="086E91D3" w14:textId="494A3370" w:rsidR="00A25E09" w:rsidRPr="00A25E09" w:rsidRDefault="00577A42" w:rsidP="000B0BC1">
                <w:pPr>
                  <w:tabs>
                    <w:tab w:val="left" w:pos="6120"/>
                  </w:tabs>
                  <w:rPr>
                    <w:sz w:val="24"/>
                    <w:szCs w:val="24"/>
                  </w:rPr>
                </w:pPr>
                <w:r>
                  <w:rPr>
                    <w:sz w:val="24"/>
                    <w:szCs w:val="24"/>
                  </w:rPr>
                  <w:t>Ava</w:t>
                </w:r>
              </w:p>
            </w:tc>
          </w:sdtContent>
        </w:sdt>
        <w:tc>
          <w:tcPr>
            <w:tcW w:w="925" w:type="dxa"/>
            <w:shd w:val="clear" w:color="auto" w:fill="auto"/>
          </w:tcPr>
          <w:p w14:paraId="14DCF863" w14:textId="433847CF" w:rsidR="00A25E09" w:rsidRPr="00A25E09" w:rsidRDefault="00577A42" w:rsidP="000B0BC1">
            <w:pPr>
              <w:tabs>
                <w:tab w:val="left" w:pos="61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</w:t>
            </w:r>
          </w:p>
        </w:tc>
        <w:sdt>
          <w:sdtPr>
            <w:rPr>
              <w:sz w:val="24"/>
              <w:szCs w:val="24"/>
            </w:rPr>
            <w:id w:val="-1796440847"/>
            <w:placeholder>
              <w:docPart w:val="DefaultPlaceholder_-1854013438"/>
            </w:placeholder>
            <w:dropDownList>
              <w:listItem w:value="Choose an item."/>
              <w:listItem w:displayText="65800" w:value="65800"/>
              <w:listItem w:displayText="65801" w:value="65801"/>
              <w:listItem w:displayText="65802" w:value="65802"/>
              <w:listItem w:displayText="65803" w:value="65803"/>
            </w:dropDownList>
          </w:sdtPr>
          <w:sdtContent>
            <w:tc>
              <w:tcPr>
                <w:tcW w:w="1074" w:type="dxa"/>
                <w:shd w:val="clear" w:color="auto" w:fill="auto"/>
              </w:tcPr>
              <w:p w14:paraId="7C31B24C" w14:textId="3D63947D" w:rsidR="00A25E09" w:rsidRPr="00A25E09" w:rsidRDefault="00577A42" w:rsidP="000B0BC1">
                <w:pPr>
                  <w:tabs>
                    <w:tab w:val="left" w:pos="6120"/>
                  </w:tabs>
                  <w:rPr>
                    <w:sz w:val="24"/>
                    <w:szCs w:val="24"/>
                  </w:rPr>
                </w:pPr>
                <w:r>
                  <w:rPr>
                    <w:sz w:val="24"/>
                    <w:szCs w:val="24"/>
                  </w:rPr>
                  <w:t>65803</w:t>
                </w:r>
              </w:p>
            </w:tc>
          </w:sdtContent>
        </w:sdt>
        <w:tc>
          <w:tcPr>
            <w:tcW w:w="2250" w:type="dxa"/>
          </w:tcPr>
          <w:p w14:paraId="199200A1" w14:textId="620C06C7" w:rsidR="00A25E09" w:rsidRPr="00A25E09" w:rsidRDefault="00577A42" w:rsidP="000B0BC1">
            <w:pPr>
              <w:tabs>
                <w:tab w:val="left" w:pos="61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>
                <w:ffData>
                  <w:name w:val="Text1"/>
                  <w:enabled/>
                  <w:calcOnExit/>
                  <w:textInput>
                    <w:type w:val="number"/>
                    <w:format w:val="#,##0.00"/>
                  </w:textInput>
                </w:ffData>
              </w:fldChar>
            </w:r>
            <w:bookmarkStart w:id="0" w:name="Text1"/>
            <w:r>
              <w:rPr>
                <w:sz w:val="24"/>
                <w:szCs w:val="24"/>
              </w:rPr>
              <w:instrText xml:space="preserve"> FORMTEXT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noProof/>
                <w:sz w:val="24"/>
                <w:szCs w:val="24"/>
              </w:rPr>
              <w:t>129,900</w:t>
            </w:r>
            <w:r>
              <w:rPr>
                <w:sz w:val="24"/>
                <w:szCs w:val="24"/>
              </w:rPr>
              <w:fldChar w:fldCharType="end"/>
            </w:r>
            <w:bookmarkEnd w:id="0"/>
          </w:p>
        </w:tc>
        <w:sdt>
          <w:sdtPr>
            <w:rPr>
              <w:sz w:val="24"/>
              <w:szCs w:val="24"/>
            </w:rPr>
            <w:id w:val="526447131"/>
            <w:placeholder>
              <w:docPart w:val="DefaultPlaceholder_-1854013437"/>
            </w:placeholder>
            <w:date w:fullDate="2021-08-07T00:00:00Z">
              <w:dateFormat w:val="M/d/yyyy"/>
              <w:lid w:val="en-US"/>
              <w:storeMappedDataAs w:val="dateTime"/>
              <w:calendar w:val="gregorian"/>
            </w:date>
          </w:sdtPr>
          <w:sdtContent>
            <w:tc>
              <w:tcPr>
                <w:tcW w:w="1350" w:type="dxa"/>
              </w:tcPr>
              <w:p w14:paraId="112ECD13" w14:textId="4E4833C1" w:rsidR="00A25E09" w:rsidRPr="00A25E09" w:rsidRDefault="00577A42" w:rsidP="000B0BC1">
                <w:pPr>
                  <w:tabs>
                    <w:tab w:val="left" w:pos="6120"/>
                  </w:tabs>
                  <w:rPr>
                    <w:sz w:val="24"/>
                    <w:szCs w:val="24"/>
                  </w:rPr>
                </w:pPr>
                <w:r>
                  <w:rPr>
                    <w:sz w:val="24"/>
                    <w:szCs w:val="24"/>
                  </w:rPr>
                  <w:t>8/7/2021</w:t>
                </w:r>
              </w:p>
            </w:tc>
          </w:sdtContent>
        </w:sdt>
      </w:tr>
      <w:tr w:rsidR="00A25E09" w14:paraId="17D5C53D" w14:textId="77777777" w:rsidTr="00A25E09">
        <w:sdt>
          <w:sdtPr>
            <w:rPr>
              <w:sz w:val="24"/>
              <w:szCs w:val="24"/>
            </w:rPr>
            <w:id w:val="-1136784103"/>
            <w:placeholder>
              <w:docPart w:val="DefaultPlaceholder_-1854013440"/>
            </w:placeholder>
          </w:sdtPr>
          <w:sdtContent>
            <w:tc>
              <w:tcPr>
                <w:tcW w:w="3078" w:type="dxa"/>
              </w:tcPr>
              <w:p w14:paraId="3D1146DE" w14:textId="75003AD7" w:rsidR="00A25E09" w:rsidRPr="00A25E09" w:rsidRDefault="00577A42" w:rsidP="000B0BC1">
                <w:pPr>
                  <w:tabs>
                    <w:tab w:val="left" w:pos="6120"/>
                  </w:tabs>
                  <w:rPr>
                    <w:sz w:val="24"/>
                    <w:szCs w:val="24"/>
                  </w:rPr>
                </w:pPr>
                <w:r>
                  <w:rPr>
                    <w:sz w:val="24"/>
                    <w:szCs w:val="24"/>
                  </w:rPr>
                  <w:t>8977 N. Fremont Ave.</w:t>
                </w:r>
              </w:p>
            </w:tc>
          </w:sdtContent>
        </w:sdt>
        <w:sdt>
          <w:sdtPr>
            <w:rPr>
              <w:sz w:val="24"/>
              <w:szCs w:val="24"/>
            </w:rPr>
            <w:id w:val="696131177"/>
            <w:placeholder>
              <w:docPart w:val="DefaultPlaceholder_-1854013438"/>
            </w:placeholder>
            <w:dropDownList>
              <w:listItem w:value="Choose an item."/>
              <w:listItem w:displayText="Ava" w:value="Ava"/>
              <w:listItem w:displayText="Salem" w:value="Salem"/>
              <w:listItem w:displayText="Ozark" w:value="Ozark"/>
              <w:listItem w:displayText="Nixa" w:value="Nixa"/>
            </w:dropDownList>
          </w:sdtPr>
          <w:sdtContent>
            <w:tc>
              <w:tcPr>
                <w:tcW w:w="1512" w:type="dxa"/>
                <w:shd w:val="clear" w:color="auto" w:fill="auto"/>
              </w:tcPr>
              <w:p w14:paraId="5AD884C5" w14:textId="7B745172" w:rsidR="00A25E09" w:rsidRPr="00A25E09" w:rsidRDefault="00577A42" w:rsidP="000B0BC1">
                <w:pPr>
                  <w:tabs>
                    <w:tab w:val="left" w:pos="6120"/>
                  </w:tabs>
                  <w:rPr>
                    <w:sz w:val="24"/>
                    <w:szCs w:val="24"/>
                  </w:rPr>
                </w:pPr>
                <w:r>
                  <w:rPr>
                    <w:sz w:val="24"/>
                    <w:szCs w:val="24"/>
                  </w:rPr>
                  <w:t>Ozark</w:t>
                </w:r>
              </w:p>
            </w:tc>
          </w:sdtContent>
        </w:sdt>
        <w:tc>
          <w:tcPr>
            <w:tcW w:w="925" w:type="dxa"/>
            <w:shd w:val="clear" w:color="auto" w:fill="auto"/>
          </w:tcPr>
          <w:p w14:paraId="3F6A5667" w14:textId="4820A569" w:rsidR="00A25E09" w:rsidRPr="00A25E09" w:rsidRDefault="00577A42" w:rsidP="000B0BC1">
            <w:pPr>
              <w:tabs>
                <w:tab w:val="left" w:pos="61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</w:t>
            </w:r>
          </w:p>
        </w:tc>
        <w:sdt>
          <w:sdtPr>
            <w:rPr>
              <w:sz w:val="24"/>
              <w:szCs w:val="24"/>
            </w:rPr>
            <w:id w:val="-769393843"/>
            <w:placeholder>
              <w:docPart w:val="DefaultPlaceholder_-1854013438"/>
            </w:placeholder>
            <w:dropDownList>
              <w:listItem w:value="Choose an item."/>
              <w:listItem w:displayText="65800" w:value="65800"/>
              <w:listItem w:displayText="65801" w:value="65801"/>
              <w:listItem w:displayText="65802" w:value="65802"/>
              <w:listItem w:displayText="65803" w:value="65803"/>
            </w:dropDownList>
          </w:sdtPr>
          <w:sdtContent>
            <w:tc>
              <w:tcPr>
                <w:tcW w:w="1074" w:type="dxa"/>
                <w:shd w:val="clear" w:color="auto" w:fill="auto"/>
              </w:tcPr>
              <w:p w14:paraId="6D818947" w14:textId="2781EE0B" w:rsidR="00A25E09" w:rsidRPr="00A25E09" w:rsidRDefault="00577A42" w:rsidP="000B0BC1">
                <w:pPr>
                  <w:tabs>
                    <w:tab w:val="left" w:pos="6120"/>
                  </w:tabs>
                  <w:rPr>
                    <w:sz w:val="24"/>
                    <w:szCs w:val="24"/>
                  </w:rPr>
                </w:pPr>
                <w:r>
                  <w:rPr>
                    <w:sz w:val="24"/>
                    <w:szCs w:val="24"/>
                  </w:rPr>
                  <w:t>65801</w:t>
                </w:r>
              </w:p>
            </w:tc>
          </w:sdtContent>
        </w:sdt>
        <w:tc>
          <w:tcPr>
            <w:tcW w:w="2250" w:type="dxa"/>
          </w:tcPr>
          <w:p w14:paraId="1D7C5D29" w14:textId="1A415393" w:rsidR="00A25E09" w:rsidRPr="00A25E09" w:rsidRDefault="00577A42" w:rsidP="000B0BC1">
            <w:pPr>
              <w:tabs>
                <w:tab w:val="left" w:pos="61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>
                <w:ffData>
                  <w:name w:val="Text2"/>
                  <w:enabled/>
                  <w:calcOnExit/>
                  <w:textInput>
                    <w:type w:val="number"/>
                    <w:format w:val="#,##0.00"/>
                  </w:textInput>
                </w:ffData>
              </w:fldChar>
            </w:r>
            <w:bookmarkStart w:id="1" w:name="Text2"/>
            <w:r>
              <w:rPr>
                <w:sz w:val="24"/>
                <w:szCs w:val="24"/>
              </w:rPr>
              <w:instrText xml:space="preserve"> FORMTEXT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noProof/>
                <w:sz w:val="24"/>
                <w:szCs w:val="24"/>
              </w:rPr>
              <w:t>225,000.00</w:t>
            </w:r>
            <w:r>
              <w:rPr>
                <w:sz w:val="24"/>
                <w:szCs w:val="24"/>
              </w:rPr>
              <w:fldChar w:fldCharType="end"/>
            </w:r>
            <w:bookmarkEnd w:id="1"/>
          </w:p>
        </w:tc>
        <w:sdt>
          <w:sdtPr>
            <w:rPr>
              <w:sz w:val="24"/>
              <w:szCs w:val="24"/>
            </w:rPr>
            <w:id w:val="455063308"/>
            <w:placeholder>
              <w:docPart w:val="DefaultPlaceholder_-1854013437"/>
            </w:placeholder>
            <w:date w:fullDate="2021-08-06T00:00:00Z">
              <w:dateFormat w:val="M/d/yyyy"/>
              <w:lid w:val="en-US"/>
              <w:storeMappedDataAs w:val="dateTime"/>
              <w:calendar w:val="gregorian"/>
            </w:date>
          </w:sdtPr>
          <w:sdtContent>
            <w:tc>
              <w:tcPr>
                <w:tcW w:w="1350" w:type="dxa"/>
              </w:tcPr>
              <w:p w14:paraId="470EA4D1" w14:textId="28D40158" w:rsidR="00A25E09" w:rsidRPr="00A25E09" w:rsidRDefault="00577A42" w:rsidP="000B0BC1">
                <w:pPr>
                  <w:tabs>
                    <w:tab w:val="left" w:pos="6120"/>
                  </w:tabs>
                  <w:rPr>
                    <w:sz w:val="24"/>
                    <w:szCs w:val="24"/>
                  </w:rPr>
                </w:pPr>
                <w:r>
                  <w:rPr>
                    <w:sz w:val="24"/>
                    <w:szCs w:val="24"/>
                  </w:rPr>
                  <w:t>8/6/2021</w:t>
                </w:r>
              </w:p>
            </w:tc>
          </w:sdtContent>
        </w:sdt>
      </w:tr>
      <w:tr w:rsidR="00A25E09" w14:paraId="5BED3663" w14:textId="77777777" w:rsidTr="00A25E09">
        <w:sdt>
          <w:sdtPr>
            <w:rPr>
              <w:sz w:val="24"/>
              <w:szCs w:val="24"/>
            </w:rPr>
            <w:id w:val="-461122343"/>
            <w:placeholder>
              <w:docPart w:val="DefaultPlaceholder_-1854013440"/>
            </w:placeholder>
            <w:showingPlcHdr/>
          </w:sdtPr>
          <w:sdtContent>
            <w:tc>
              <w:tcPr>
                <w:tcW w:w="3078" w:type="dxa"/>
              </w:tcPr>
              <w:p w14:paraId="7EFC6A6E" w14:textId="715AA3CB" w:rsidR="00A25E09" w:rsidRPr="00A25E09" w:rsidRDefault="00577A42" w:rsidP="000B0BC1">
                <w:pPr>
                  <w:tabs>
                    <w:tab w:val="left" w:pos="6120"/>
                  </w:tabs>
                  <w:rPr>
                    <w:sz w:val="24"/>
                    <w:szCs w:val="24"/>
                  </w:rPr>
                </w:pPr>
                <w:r w:rsidRPr="00996FAB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sz w:val="24"/>
              <w:szCs w:val="24"/>
            </w:rPr>
            <w:id w:val="105326623"/>
            <w:placeholder>
              <w:docPart w:val="DefaultPlaceholder_-1854013438"/>
            </w:placeholder>
            <w:showingPlcHdr/>
            <w:dropDownList>
              <w:listItem w:value="Choose an item."/>
              <w:listItem w:displayText="Ava" w:value="Ava"/>
              <w:listItem w:displayText="Salem" w:value="Salem"/>
              <w:listItem w:displayText="Ozark" w:value="Ozark"/>
              <w:listItem w:displayText="Nixa" w:value="Nixa"/>
            </w:dropDownList>
          </w:sdtPr>
          <w:sdtContent>
            <w:tc>
              <w:tcPr>
                <w:tcW w:w="1512" w:type="dxa"/>
                <w:shd w:val="clear" w:color="auto" w:fill="auto"/>
              </w:tcPr>
              <w:p w14:paraId="348C03C9" w14:textId="417E6BBC" w:rsidR="00A25E09" w:rsidRPr="00A25E09" w:rsidRDefault="00577A42" w:rsidP="000B0BC1">
                <w:pPr>
                  <w:tabs>
                    <w:tab w:val="left" w:pos="6120"/>
                  </w:tabs>
                  <w:rPr>
                    <w:sz w:val="24"/>
                    <w:szCs w:val="24"/>
                  </w:rPr>
                </w:pPr>
                <w:r w:rsidRPr="00996FAB">
                  <w:rPr>
                    <w:rStyle w:val="PlaceholderText"/>
                  </w:rPr>
                  <w:t>Choose an item.</w:t>
                </w:r>
              </w:p>
            </w:tc>
          </w:sdtContent>
        </w:sdt>
        <w:tc>
          <w:tcPr>
            <w:tcW w:w="925" w:type="dxa"/>
            <w:shd w:val="clear" w:color="auto" w:fill="auto"/>
          </w:tcPr>
          <w:p w14:paraId="7A79F960" w14:textId="094D8169" w:rsidR="00A25E09" w:rsidRPr="00A25E09" w:rsidRDefault="00577A42" w:rsidP="000B0BC1">
            <w:pPr>
              <w:tabs>
                <w:tab w:val="left" w:pos="61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</w:t>
            </w:r>
          </w:p>
        </w:tc>
        <w:sdt>
          <w:sdtPr>
            <w:rPr>
              <w:sz w:val="24"/>
              <w:szCs w:val="24"/>
            </w:rPr>
            <w:id w:val="1531848342"/>
            <w:placeholder>
              <w:docPart w:val="DefaultPlaceholder_-1854013438"/>
            </w:placeholder>
            <w:showingPlcHdr/>
            <w:dropDownList>
              <w:listItem w:value="Choose an item."/>
              <w:listItem w:displayText="65800" w:value="65800"/>
              <w:listItem w:displayText="65801" w:value="65801"/>
              <w:listItem w:displayText="65802" w:value="65802"/>
              <w:listItem w:displayText="65803" w:value="65803"/>
            </w:dropDownList>
          </w:sdtPr>
          <w:sdtContent>
            <w:tc>
              <w:tcPr>
                <w:tcW w:w="1074" w:type="dxa"/>
                <w:shd w:val="clear" w:color="auto" w:fill="auto"/>
              </w:tcPr>
              <w:p w14:paraId="3460E364" w14:textId="524865AE" w:rsidR="00A25E09" w:rsidRPr="00A25E09" w:rsidRDefault="00577A42" w:rsidP="000B0BC1">
                <w:pPr>
                  <w:tabs>
                    <w:tab w:val="left" w:pos="6120"/>
                  </w:tabs>
                  <w:rPr>
                    <w:sz w:val="24"/>
                    <w:szCs w:val="24"/>
                  </w:rPr>
                </w:pPr>
                <w:r w:rsidRPr="00996FAB">
                  <w:rPr>
                    <w:rStyle w:val="PlaceholderText"/>
                  </w:rPr>
                  <w:t>Choose an item.</w:t>
                </w:r>
              </w:p>
            </w:tc>
          </w:sdtContent>
        </w:sdt>
        <w:tc>
          <w:tcPr>
            <w:tcW w:w="2250" w:type="dxa"/>
          </w:tcPr>
          <w:p w14:paraId="04005590" w14:textId="2347267A" w:rsidR="00A25E09" w:rsidRPr="00A25E09" w:rsidRDefault="00577A42" w:rsidP="000B0BC1">
            <w:pPr>
              <w:tabs>
                <w:tab w:val="left" w:pos="61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>
                <w:ffData>
                  <w:name w:val="Text3"/>
                  <w:enabled/>
                  <w:calcOnExit/>
                  <w:textInput>
                    <w:type w:val="number"/>
                    <w:format w:val="#,##0.00"/>
                  </w:textInput>
                </w:ffData>
              </w:fldChar>
            </w:r>
            <w:bookmarkStart w:id="2" w:name="Text3"/>
            <w:r>
              <w:rPr>
                <w:sz w:val="24"/>
                <w:szCs w:val="24"/>
              </w:rPr>
              <w:instrText xml:space="preserve"> FORMTEXT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noProof/>
                <w:sz w:val="24"/>
                <w:szCs w:val="24"/>
              </w:rPr>
              <w:t> </w:t>
            </w:r>
            <w:r>
              <w:rPr>
                <w:noProof/>
                <w:sz w:val="24"/>
                <w:szCs w:val="24"/>
              </w:rPr>
              <w:t> </w:t>
            </w:r>
            <w:r>
              <w:rPr>
                <w:noProof/>
                <w:sz w:val="24"/>
                <w:szCs w:val="24"/>
              </w:rPr>
              <w:t> </w:t>
            </w:r>
            <w:r>
              <w:rPr>
                <w:noProof/>
                <w:sz w:val="24"/>
                <w:szCs w:val="24"/>
              </w:rPr>
              <w:t> </w:t>
            </w:r>
            <w:r>
              <w:rPr>
                <w:noProof/>
                <w:sz w:val="24"/>
                <w:szCs w:val="24"/>
              </w:rPr>
              <w:t> </w:t>
            </w:r>
            <w:r>
              <w:rPr>
                <w:sz w:val="24"/>
                <w:szCs w:val="24"/>
              </w:rPr>
              <w:fldChar w:fldCharType="end"/>
            </w:r>
            <w:bookmarkEnd w:id="2"/>
          </w:p>
        </w:tc>
        <w:sdt>
          <w:sdtPr>
            <w:rPr>
              <w:sz w:val="24"/>
              <w:szCs w:val="24"/>
            </w:rPr>
            <w:id w:val="-1302454462"/>
            <w:placeholder>
              <w:docPart w:val="DefaultPlaceholder_-1854013437"/>
            </w:placeholder>
            <w:showingPlcHdr/>
            <w:date>
              <w:dateFormat w:val="M/d/yyyy"/>
              <w:lid w:val="en-US"/>
              <w:storeMappedDataAs w:val="dateTime"/>
              <w:calendar w:val="gregorian"/>
            </w:date>
          </w:sdtPr>
          <w:sdtContent>
            <w:tc>
              <w:tcPr>
                <w:tcW w:w="1350" w:type="dxa"/>
              </w:tcPr>
              <w:p w14:paraId="1BDF2DD0" w14:textId="379DD481" w:rsidR="00A25E09" w:rsidRPr="00A25E09" w:rsidRDefault="00577A42" w:rsidP="000B0BC1">
                <w:pPr>
                  <w:tabs>
                    <w:tab w:val="left" w:pos="6120"/>
                  </w:tabs>
                  <w:rPr>
                    <w:sz w:val="24"/>
                    <w:szCs w:val="24"/>
                  </w:rPr>
                </w:pPr>
                <w:r w:rsidRPr="00996FAB">
                  <w:rPr>
                    <w:rStyle w:val="PlaceholderText"/>
                  </w:rPr>
                  <w:t>Click or tap to enter a date.</w:t>
                </w:r>
              </w:p>
            </w:tc>
          </w:sdtContent>
        </w:sdt>
      </w:tr>
      <w:tr w:rsidR="00A25E09" w14:paraId="445816EC" w14:textId="77777777" w:rsidTr="00A25E09">
        <w:sdt>
          <w:sdtPr>
            <w:rPr>
              <w:sz w:val="24"/>
              <w:szCs w:val="24"/>
            </w:rPr>
            <w:id w:val="-521389821"/>
            <w:placeholder>
              <w:docPart w:val="DefaultPlaceholder_-1854013440"/>
            </w:placeholder>
            <w:showingPlcHdr/>
          </w:sdtPr>
          <w:sdtContent>
            <w:tc>
              <w:tcPr>
                <w:tcW w:w="3078" w:type="dxa"/>
              </w:tcPr>
              <w:p w14:paraId="364C6C27" w14:textId="3919566E" w:rsidR="00A25E09" w:rsidRPr="00A25E09" w:rsidRDefault="00577A42" w:rsidP="000B0BC1">
                <w:pPr>
                  <w:tabs>
                    <w:tab w:val="left" w:pos="6120"/>
                  </w:tabs>
                  <w:rPr>
                    <w:sz w:val="24"/>
                    <w:szCs w:val="24"/>
                  </w:rPr>
                </w:pPr>
                <w:r w:rsidRPr="00996FAB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sz w:val="24"/>
              <w:szCs w:val="24"/>
            </w:rPr>
            <w:id w:val="1968622612"/>
            <w:placeholder>
              <w:docPart w:val="DefaultPlaceholder_-1854013438"/>
            </w:placeholder>
            <w:showingPlcHdr/>
            <w:dropDownList>
              <w:listItem w:value="Choose an item."/>
              <w:listItem w:displayText="Ava" w:value="Ava"/>
              <w:listItem w:displayText="Salem" w:value="Salem"/>
              <w:listItem w:displayText="Ozark" w:value="Ozark"/>
              <w:listItem w:displayText="Nixa" w:value="Nixa"/>
            </w:dropDownList>
          </w:sdtPr>
          <w:sdtContent>
            <w:tc>
              <w:tcPr>
                <w:tcW w:w="1512" w:type="dxa"/>
                <w:shd w:val="clear" w:color="auto" w:fill="auto"/>
              </w:tcPr>
              <w:p w14:paraId="2CDDD522" w14:textId="440BB218" w:rsidR="00A25E09" w:rsidRPr="00A25E09" w:rsidRDefault="00577A42" w:rsidP="000B0BC1">
                <w:pPr>
                  <w:tabs>
                    <w:tab w:val="left" w:pos="6120"/>
                  </w:tabs>
                  <w:rPr>
                    <w:sz w:val="24"/>
                    <w:szCs w:val="24"/>
                  </w:rPr>
                </w:pPr>
                <w:r w:rsidRPr="00996FAB">
                  <w:rPr>
                    <w:rStyle w:val="PlaceholderText"/>
                  </w:rPr>
                  <w:t>Choose an item.</w:t>
                </w:r>
              </w:p>
            </w:tc>
          </w:sdtContent>
        </w:sdt>
        <w:tc>
          <w:tcPr>
            <w:tcW w:w="925" w:type="dxa"/>
            <w:shd w:val="clear" w:color="auto" w:fill="auto"/>
          </w:tcPr>
          <w:p w14:paraId="55463F55" w14:textId="74D3215C" w:rsidR="00A25E09" w:rsidRPr="00A25E09" w:rsidRDefault="00577A42" w:rsidP="000B0BC1">
            <w:pPr>
              <w:tabs>
                <w:tab w:val="left" w:pos="61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</w:t>
            </w:r>
          </w:p>
        </w:tc>
        <w:sdt>
          <w:sdtPr>
            <w:rPr>
              <w:sz w:val="24"/>
              <w:szCs w:val="24"/>
            </w:rPr>
            <w:id w:val="-1213268039"/>
            <w:placeholder>
              <w:docPart w:val="DefaultPlaceholder_-1854013438"/>
            </w:placeholder>
            <w:showingPlcHdr/>
            <w:dropDownList>
              <w:listItem w:value="Choose an item."/>
              <w:listItem w:displayText="65800" w:value="65800"/>
              <w:listItem w:displayText="65801" w:value="65801"/>
              <w:listItem w:displayText="65802" w:value="65802"/>
              <w:listItem w:displayText="65803" w:value="65803"/>
            </w:dropDownList>
          </w:sdtPr>
          <w:sdtContent>
            <w:tc>
              <w:tcPr>
                <w:tcW w:w="1074" w:type="dxa"/>
                <w:shd w:val="clear" w:color="auto" w:fill="auto"/>
              </w:tcPr>
              <w:p w14:paraId="02F892BF" w14:textId="695F54FE" w:rsidR="00A25E09" w:rsidRPr="00A25E09" w:rsidRDefault="00577A42" w:rsidP="000B0BC1">
                <w:pPr>
                  <w:tabs>
                    <w:tab w:val="left" w:pos="6120"/>
                  </w:tabs>
                  <w:rPr>
                    <w:sz w:val="24"/>
                    <w:szCs w:val="24"/>
                  </w:rPr>
                </w:pPr>
                <w:r w:rsidRPr="00996FAB">
                  <w:rPr>
                    <w:rStyle w:val="PlaceholderText"/>
                  </w:rPr>
                  <w:t>Choose an item.</w:t>
                </w:r>
              </w:p>
            </w:tc>
          </w:sdtContent>
        </w:sdt>
        <w:tc>
          <w:tcPr>
            <w:tcW w:w="2250" w:type="dxa"/>
          </w:tcPr>
          <w:p w14:paraId="15226E53" w14:textId="71C464A0" w:rsidR="00A25E09" w:rsidRPr="00A25E09" w:rsidRDefault="00577A42" w:rsidP="000B0BC1">
            <w:pPr>
              <w:tabs>
                <w:tab w:val="left" w:pos="61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>
                <w:ffData>
                  <w:name w:val="Text4"/>
                  <w:enabled/>
                  <w:calcOnExit/>
                  <w:textInput>
                    <w:type w:val="number"/>
                    <w:format w:val="#,##0.00"/>
                  </w:textInput>
                </w:ffData>
              </w:fldChar>
            </w:r>
            <w:bookmarkStart w:id="3" w:name="Text4"/>
            <w:r>
              <w:rPr>
                <w:sz w:val="24"/>
                <w:szCs w:val="24"/>
              </w:rPr>
              <w:instrText xml:space="preserve"> FORMTEXT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noProof/>
                <w:sz w:val="24"/>
                <w:szCs w:val="24"/>
              </w:rPr>
              <w:t> </w:t>
            </w:r>
            <w:r>
              <w:rPr>
                <w:noProof/>
                <w:sz w:val="24"/>
                <w:szCs w:val="24"/>
              </w:rPr>
              <w:t> </w:t>
            </w:r>
            <w:r>
              <w:rPr>
                <w:noProof/>
                <w:sz w:val="24"/>
                <w:szCs w:val="24"/>
              </w:rPr>
              <w:t> </w:t>
            </w:r>
            <w:r>
              <w:rPr>
                <w:noProof/>
                <w:sz w:val="24"/>
                <w:szCs w:val="24"/>
              </w:rPr>
              <w:t> </w:t>
            </w:r>
            <w:r>
              <w:rPr>
                <w:noProof/>
                <w:sz w:val="24"/>
                <w:szCs w:val="24"/>
              </w:rPr>
              <w:t> </w:t>
            </w:r>
            <w:r>
              <w:rPr>
                <w:sz w:val="24"/>
                <w:szCs w:val="24"/>
              </w:rPr>
              <w:fldChar w:fldCharType="end"/>
            </w:r>
            <w:bookmarkEnd w:id="3"/>
          </w:p>
        </w:tc>
        <w:sdt>
          <w:sdtPr>
            <w:rPr>
              <w:sz w:val="24"/>
              <w:szCs w:val="24"/>
            </w:rPr>
            <w:id w:val="466633078"/>
            <w:placeholder>
              <w:docPart w:val="DefaultPlaceholder_-1854013437"/>
            </w:placeholder>
            <w:showingPlcHdr/>
            <w:date>
              <w:dateFormat w:val="M/d/yyyy"/>
              <w:lid w:val="en-US"/>
              <w:storeMappedDataAs w:val="dateTime"/>
              <w:calendar w:val="gregorian"/>
            </w:date>
          </w:sdtPr>
          <w:sdtContent>
            <w:tc>
              <w:tcPr>
                <w:tcW w:w="1350" w:type="dxa"/>
              </w:tcPr>
              <w:p w14:paraId="64EF1DD3" w14:textId="5503D261" w:rsidR="00A25E09" w:rsidRPr="00A25E09" w:rsidRDefault="00577A42" w:rsidP="000B0BC1">
                <w:pPr>
                  <w:tabs>
                    <w:tab w:val="left" w:pos="6120"/>
                  </w:tabs>
                  <w:rPr>
                    <w:sz w:val="24"/>
                    <w:szCs w:val="24"/>
                  </w:rPr>
                </w:pPr>
                <w:r w:rsidRPr="00996FAB">
                  <w:rPr>
                    <w:rStyle w:val="PlaceholderText"/>
                  </w:rPr>
                  <w:t>Click or tap to enter a date.</w:t>
                </w:r>
              </w:p>
            </w:tc>
          </w:sdtContent>
        </w:sdt>
      </w:tr>
      <w:tr w:rsidR="00907B77" w14:paraId="7B37EB19" w14:textId="77777777" w:rsidTr="00C7168C">
        <w:tc>
          <w:tcPr>
            <w:tcW w:w="6589" w:type="dxa"/>
            <w:gridSpan w:val="4"/>
          </w:tcPr>
          <w:p w14:paraId="02742B76" w14:textId="77777777" w:rsidR="00907B77" w:rsidRPr="00A25E09" w:rsidRDefault="00907B77" w:rsidP="00C418AB">
            <w:pPr>
              <w:tabs>
                <w:tab w:val="left" w:pos="6120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Total Value of Appraisals</w:t>
            </w:r>
          </w:p>
        </w:tc>
        <w:tc>
          <w:tcPr>
            <w:tcW w:w="2250" w:type="dxa"/>
          </w:tcPr>
          <w:p w14:paraId="3DB40B89" w14:textId="0E9C2B2B" w:rsidR="00907B77" w:rsidRPr="00A25E09" w:rsidRDefault="00577A42" w:rsidP="000B0BC1">
            <w:pPr>
              <w:tabs>
                <w:tab w:val="left" w:pos="61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>
                <w:ffData>
                  <w:name w:val="Text5"/>
                  <w:enabled w:val="0"/>
                  <w:calcOnExit/>
                  <w:textInput>
                    <w:type w:val="calculated"/>
                    <w:default w:val="=sum(above)"/>
                    <w:format w:val="#,##0.00"/>
                  </w:textInput>
                </w:ffData>
              </w:fldChar>
            </w:r>
            <w:bookmarkStart w:id="4" w:name="Text5"/>
            <w:r>
              <w:rPr>
                <w:sz w:val="24"/>
                <w:szCs w:val="24"/>
              </w:rPr>
              <w:instrText xml:space="preserve"> FORMTEXT </w:instrText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=sum(above) </w:instrText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noProof/>
                <w:sz w:val="24"/>
                <w:szCs w:val="24"/>
              </w:rPr>
              <w:instrText>354,900</w:instrText>
            </w:r>
            <w:r>
              <w:rPr>
                <w:sz w:val="24"/>
                <w:szCs w:val="24"/>
              </w:rPr>
              <w:fldChar w:fldCharType="end"/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noProof/>
                <w:sz w:val="24"/>
                <w:szCs w:val="24"/>
              </w:rPr>
              <w:t>354,900.00</w:t>
            </w:r>
            <w:r>
              <w:rPr>
                <w:sz w:val="24"/>
                <w:szCs w:val="24"/>
              </w:rPr>
              <w:fldChar w:fldCharType="end"/>
            </w:r>
            <w:bookmarkEnd w:id="4"/>
          </w:p>
        </w:tc>
        <w:tc>
          <w:tcPr>
            <w:tcW w:w="1350" w:type="dxa"/>
          </w:tcPr>
          <w:p w14:paraId="3F2B4D0E" w14:textId="77777777" w:rsidR="00907B77" w:rsidRPr="00A25E09" w:rsidRDefault="00907B77" w:rsidP="000B0BC1">
            <w:pPr>
              <w:tabs>
                <w:tab w:val="left" w:pos="6120"/>
              </w:tabs>
              <w:rPr>
                <w:sz w:val="24"/>
                <w:szCs w:val="24"/>
              </w:rPr>
            </w:pPr>
          </w:p>
        </w:tc>
      </w:tr>
    </w:tbl>
    <w:p w14:paraId="2B431632" w14:textId="77777777" w:rsidR="000B0BC1" w:rsidRPr="00F51F12" w:rsidRDefault="000B0BC1" w:rsidP="000B0BC1">
      <w:pPr>
        <w:tabs>
          <w:tab w:val="left" w:pos="6120"/>
        </w:tabs>
        <w:rPr>
          <w:sz w:val="24"/>
          <w:szCs w:val="24"/>
        </w:rPr>
      </w:pPr>
    </w:p>
    <w:p w14:paraId="47B7363C" w14:textId="5EFE5846" w:rsidR="000B0BC1" w:rsidRPr="00F51F12" w:rsidRDefault="00577A42" w:rsidP="000B0BC1">
      <w:pPr>
        <w:rPr>
          <w:sz w:val="24"/>
          <w:szCs w:val="24"/>
        </w:rPr>
      </w:pPr>
      <w:r>
        <w:rPr>
          <w:sz w:val="24"/>
          <w:szCs w:val="24"/>
        </w:rPr>
        <w:pict w14:anchorId="5E8D4C1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2pt;height:96pt">
            <v:imagedata r:id="rId8" o:title=""/>
            <o:lock v:ext="edit" ungrouping="t" rotation="t" cropping="t" verticies="t" text="t" grouping="t"/>
            <o:signatureline v:ext="edit" id="{B9A8DF4F-E1F7-4B5B-AD0F-4E594E91382F}" provid="{00000000-0000-0000-0000-000000000000}" issignatureline="t"/>
          </v:shape>
        </w:pict>
      </w:r>
      <w:bookmarkStart w:id="5" w:name="_GoBack"/>
      <w:bookmarkEnd w:id="5"/>
    </w:p>
    <w:sectPr w:rsidR="000B0BC1" w:rsidRPr="00F51F12" w:rsidSect="00C40E0E">
      <w:footerReference w:type="default" r:id="rId9"/>
      <w:footerReference w:type="first" r:id="rId10"/>
      <w:pgSz w:w="12240" w:h="15840" w:code="1"/>
      <w:pgMar w:top="1008" w:right="1440" w:bottom="1008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D225CC" w14:textId="77777777" w:rsidR="00CA34C5" w:rsidRDefault="00CA34C5">
      <w:r>
        <w:separator/>
      </w:r>
    </w:p>
  </w:endnote>
  <w:endnote w:type="continuationSeparator" w:id="0">
    <w:p w14:paraId="20B658A2" w14:textId="77777777" w:rsidR="00CA34C5" w:rsidRDefault="00CA34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CA5620" w14:textId="77777777" w:rsidR="00C74801" w:rsidRPr="00C40E0E" w:rsidRDefault="00C40E0E" w:rsidP="00C40E0E">
    <w:pPr>
      <w:pStyle w:val="Footer"/>
      <w:rPr>
        <w:szCs w:val="16"/>
      </w:rPr>
    </w:pPr>
    <w:r>
      <w:rPr>
        <w:szCs w:val="16"/>
      </w:rPr>
      <w:tab/>
    </w:r>
    <w:r>
      <w:rPr>
        <w:szCs w:val="16"/>
      </w:rPr>
      <w:tab/>
      <w:t xml:space="preserve">Page </w:t>
    </w:r>
    <w:r w:rsidR="00634C23">
      <w:rPr>
        <w:szCs w:val="16"/>
      </w:rPr>
      <w:fldChar w:fldCharType="begin"/>
    </w:r>
    <w:r>
      <w:rPr>
        <w:szCs w:val="16"/>
      </w:rPr>
      <w:instrText xml:space="preserve"> PAGE  \* Arabic  \* MERGEFORMAT </w:instrText>
    </w:r>
    <w:r w:rsidR="00634C23">
      <w:rPr>
        <w:szCs w:val="16"/>
      </w:rPr>
      <w:fldChar w:fldCharType="separate"/>
    </w:r>
    <w:r w:rsidR="00F665C6">
      <w:rPr>
        <w:noProof/>
        <w:szCs w:val="16"/>
      </w:rPr>
      <w:t>1</w:t>
    </w:r>
    <w:r w:rsidR="00634C23">
      <w:rPr>
        <w:szCs w:val="16"/>
      </w:rPr>
      <w:fldChar w:fldCharType="end"/>
    </w:r>
    <w:r>
      <w:rPr>
        <w:szCs w:val="16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9FAD04" w14:textId="77777777" w:rsidR="00C40E0E" w:rsidRDefault="00C40E0E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 xml:space="preserve">Angela Marti Appraisals as of 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Page </w:t>
    </w:r>
    <w:r w:rsidR="00532424">
      <w:fldChar w:fldCharType="begin"/>
    </w:r>
    <w:r w:rsidR="00532424">
      <w:instrText xml:space="preserve"> PAGE   \* MERGEFORMAT </w:instrText>
    </w:r>
    <w:r w:rsidR="00532424">
      <w:fldChar w:fldCharType="separate"/>
    </w:r>
    <w:r w:rsidRPr="00C40E0E">
      <w:rPr>
        <w:rFonts w:asciiTheme="majorHAnsi" w:hAnsiTheme="majorHAnsi"/>
        <w:noProof/>
      </w:rPr>
      <w:t>1</w:t>
    </w:r>
    <w:r w:rsidR="00532424">
      <w:rPr>
        <w:rFonts w:asciiTheme="majorHAnsi" w:hAnsiTheme="majorHAnsi"/>
        <w:noProof/>
      </w:rPr>
      <w:fldChar w:fldCharType="end"/>
    </w:r>
  </w:p>
  <w:p w14:paraId="16BD5AFB" w14:textId="77777777" w:rsidR="00C40E0E" w:rsidRDefault="00C40E0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8C71AB" w14:textId="77777777" w:rsidR="00CA34C5" w:rsidRDefault="00CA34C5">
      <w:r>
        <w:separator/>
      </w:r>
    </w:p>
  </w:footnote>
  <w:footnote w:type="continuationSeparator" w:id="0">
    <w:p w14:paraId="11EB358F" w14:textId="77777777" w:rsidR="00CA34C5" w:rsidRDefault="00CA34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91634"/>
    <w:multiLevelType w:val="hybridMultilevel"/>
    <w:tmpl w:val="E0DABA3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4A54ED"/>
    <w:multiLevelType w:val="multilevel"/>
    <w:tmpl w:val="A9802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06D6018"/>
    <w:multiLevelType w:val="hybridMultilevel"/>
    <w:tmpl w:val="779645B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22C4676"/>
    <w:multiLevelType w:val="hybridMultilevel"/>
    <w:tmpl w:val="DCC4DE2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9D0D1E"/>
    <w:multiLevelType w:val="hybridMultilevel"/>
    <w:tmpl w:val="CE145D2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592674"/>
    <w:multiLevelType w:val="hybridMultilevel"/>
    <w:tmpl w:val="061A724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9A636CC"/>
    <w:multiLevelType w:val="hybridMultilevel"/>
    <w:tmpl w:val="DB4C95E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CFC2B80"/>
    <w:multiLevelType w:val="hybridMultilevel"/>
    <w:tmpl w:val="1C7C1C3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6925AD"/>
    <w:multiLevelType w:val="hybridMultilevel"/>
    <w:tmpl w:val="AFE2F0D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03016E"/>
    <w:multiLevelType w:val="singleLevel"/>
    <w:tmpl w:val="88BCFB9C"/>
    <w:lvl w:ilvl="0">
      <w:start w:val="1"/>
      <w:numFmt w:val="bullet"/>
      <w:lvlText w:val=""/>
      <w:lvlJc w:val="left"/>
      <w:pPr>
        <w:tabs>
          <w:tab w:val="num" w:pos="330"/>
        </w:tabs>
        <w:ind w:left="33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36E11F48"/>
    <w:multiLevelType w:val="singleLevel"/>
    <w:tmpl w:val="0868CF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3E2E2EA4"/>
    <w:multiLevelType w:val="hybridMultilevel"/>
    <w:tmpl w:val="0A8A97B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E11E8B"/>
    <w:multiLevelType w:val="hybridMultilevel"/>
    <w:tmpl w:val="BE044890"/>
    <w:lvl w:ilvl="0" w:tplc="88BCFB9C">
      <w:start w:val="1"/>
      <w:numFmt w:val="bullet"/>
      <w:lvlText w:val=""/>
      <w:lvlJc w:val="left"/>
      <w:pPr>
        <w:tabs>
          <w:tab w:val="num" w:pos="330"/>
        </w:tabs>
        <w:ind w:left="33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BD1567"/>
    <w:multiLevelType w:val="hybridMultilevel"/>
    <w:tmpl w:val="7496F94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736339C"/>
    <w:multiLevelType w:val="multilevel"/>
    <w:tmpl w:val="436CFC3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ascii="Arial" w:hAnsi="Arial" w:hint="default"/>
        <w:b/>
        <w:i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BC75FC9"/>
    <w:multiLevelType w:val="singleLevel"/>
    <w:tmpl w:val="0868CF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546D1F48"/>
    <w:multiLevelType w:val="hybridMultilevel"/>
    <w:tmpl w:val="535413C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5B43487"/>
    <w:multiLevelType w:val="multilevel"/>
    <w:tmpl w:val="436CFC34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ascii="Arial" w:hAnsi="Arial" w:hint="default"/>
        <w:b/>
        <w:i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6CBF29F0"/>
    <w:multiLevelType w:val="hybridMultilevel"/>
    <w:tmpl w:val="13B8F35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6B54167"/>
    <w:multiLevelType w:val="hybridMultilevel"/>
    <w:tmpl w:val="8D86CB9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A8B765A"/>
    <w:multiLevelType w:val="hybridMultilevel"/>
    <w:tmpl w:val="4DECAB12"/>
    <w:lvl w:ilvl="0" w:tplc="88BCFB9C">
      <w:start w:val="1"/>
      <w:numFmt w:val="bullet"/>
      <w:lvlText w:val=""/>
      <w:lvlJc w:val="left"/>
      <w:pPr>
        <w:tabs>
          <w:tab w:val="num" w:pos="330"/>
        </w:tabs>
        <w:ind w:left="33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2A5077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8"/>
  </w:num>
  <w:num w:numId="3">
    <w:abstractNumId w:val="9"/>
  </w:num>
  <w:num w:numId="4">
    <w:abstractNumId w:val="10"/>
  </w:num>
  <w:num w:numId="5">
    <w:abstractNumId w:val="15"/>
  </w:num>
  <w:num w:numId="6">
    <w:abstractNumId w:val="20"/>
  </w:num>
  <w:num w:numId="7">
    <w:abstractNumId w:val="12"/>
  </w:num>
  <w:num w:numId="8">
    <w:abstractNumId w:val="6"/>
  </w:num>
  <w:num w:numId="9">
    <w:abstractNumId w:val="5"/>
  </w:num>
  <w:num w:numId="10">
    <w:abstractNumId w:val="2"/>
  </w:num>
  <w:num w:numId="11">
    <w:abstractNumId w:val="13"/>
  </w:num>
  <w:num w:numId="12">
    <w:abstractNumId w:val="7"/>
  </w:num>
  <w:num w:numId="13">
    <w:abstractNumId w:val="4"/>
  </w:num>
  <w:num w:numId="14">
    <w:abstractNumId w:val="19"/>
  </w:num>
  <w:num w:numId="15">
    <w:abstractNumId w:val="18"/>
  </w:num>
  <w:num w:numId="16">
    <w:abstractNumId w:val="1"/>
  </w:num>
  <w:num w:numId="17">
    <w:abstractNumId w:val="16"/>
  </w:num>
  <w:num w:numId="18">
    <w:abstractNumId w:val="3"/>
  </w:num>
  <w:num w:numId="19">
    <w:abstractNumId w:val="11"/>
  </w:num>
  <w:num w:numId="20">
    <w:abstractNumId w:val="0"/>
  </w:num>
  <w:num w:numId="21">
    <w:abstractNumId w:val="14"/>
  </w:num>
  <w:num w:numId="2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US" w:vendorID="64" w:dllVersion="6" w:nlCheck="1" w:checkStyle="1"/>
  <w:activeWritingStyle w:appName="MSWord" w:lang="en-US" w:vendorID="64" w:dllVersion="0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20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5F30"/>
    <w:rsid w:val="00011584"/>
    <w:rsid w:val="0001482C"/>
    <w:rsid w:val="00020230"/>
    <w:rsid w:val="000259BC"/>
    <w:rsid w:val="0003500B"/>
    <w:rsid w:val="000360DC"/>
    <w:rsid w:val="00042400"/>
    <w:rsid w:val="00043668"/>
    <w:rsid w:val="00044A08"/>
    <w:rsid w:val="0006715B"/>
    <w:rsid w:val="00071408"/>
    <w:rsid w:val="00071EA4"/>
    <w:rsid w:val="000763FC"/>
    <w:rsid w:val="0008375E"/>
    <w:rsid w:val="00083CAE"/>
    <w:rsid w:val="00095C88"/>
    <w:rsid w:val="0009771F"/>
    <w:rsid w:val="000A717C"/>
    <w:rsid w:val="000B0BC1"/>
    <w:rsid w:val="000E126B"/>
    <w:rsid w:val="000E1C8C"/>
    <w:rsid w:val="000E2228"/>
    <w:rsid w:val="000E4C46"/>
    <w:rsid w:val="000E6730"/>
    <w:rsid w:val="00100ABB"/>
    <w:rsid w:val="00103E53"/>
    <w:rsid w:val="0010679C"/>
    <w:rsid w:val="00112A92"/>
    <w:rsid w:val="00112F47"/>
    <w:rsid w:val="00113A5E"/>
    <w:rsid w:val="0011683A"/>
    <w:rsid w:val="00123F8A"/>
    <w:rsid w:val="001308B0"/>
    <w:rsid w:val="001468FE"/>
    <w:rsid w:val="00146FFB"/>
    <w:rsid w:val="00152BF8"/>
    <w:rsid w:val="00161DF2"/>
    <w:rsid w:val="00165831"/>
    <w:rsid w:val="00166F76"/>
    <w:rsid w:val="00170549"/>
    <w:rsid w:val="001753AD"/>
    <w:rsid w:val="0017722C"/>
    <w:rsid w:val="00184D6D"/>
    <w:rsid w:val="001863BA"/>
    <w:rsid w:val="00187384"/>
    <w:rsid w:val="0019409D"/>
    <w:rsid w:val="00196BF9"/>
    <w:rsid w:val="001A29E9"/>
    <w:rsid w:val="001B2976"/>
    <w:rsid w:val="001D1527"/>
    <w:rsid w:val="001D5C91"/>
    <w:rsid w:val="001D6167"/>
    <w:rsid w:val="001E49EA"/>
    <w:rsid w:val="001F04D3"/>
    <w:rsid w:val="001F0D32"/>
    <w:rsid w:val="001F19D1"/>
    <w:rsid w:val="00202918"/>
    <w:rsid w:val="00203048"/>
    <w:rsid w:val="0020635E"/>
    <w:rsid w:val="002063FB"/>
    <w:rsid w:val="00206B5D"/>
    <w:rsid w:val="0020764C"/>
    <w:rsid w:val="00207FFC"/>
    <w:rsid w:val="00213304"/>
    <w:rsid w:val="00214480"/>
    <w:rsid w:val="00230F6B"/>
    <w:rsid w:val="00236286"/>
    <w:rsid w:val="00241996"/>
    <w:rsid w:val="0024667E"/>
    <w:rsid w:val="002536DA"/>
    <w:rsid w:val="00253F79"/>
    <w:rsid w:val="00257F4C"/>
    <w:rsid w:val="002619EC"/>
    <w:rsid w:val="0026752C"/>
    <w:rsid w:val="00272FAB"/>
    <w:rsid w:val="00282A9F"/>
    <w:rsid w:val="002907BB"/>
    <w:rsid w:val="002A0093"/>
    <w:rsid w:val="002A2CE0"/>
    <w:rsid w:val="002A5C85"/>
    <w:rsid w:val="002A66E2"/>
    <w:rsid w:val="002B05CC"/>
    <w:rsid w:val="002B47F3"/>
    <w:rsid w:val="002B7E25"/>
    <w:rsid w:val="002C012E"/>
    <w:rsid w:val="002C317A"/>
    <w:rsid w:val="002C37C0"/>
    <w:rsid w:val="002C7684"/>
    <w:rsid w:val="002D0064"/>
    <w:rsid w:val="002D1CF8"/>
    <w:rsid w:val="002D551F"/>
    <w:rsid w:val="002E253D"/>
    <w:rsid w:val="002E4B3F"/>
    <w:rsid w:val="002F5AEA"/>
    <w:rsid w:val="00305533"/>
    <w:rsid w:val="00311FDC"/>
    <w:rsid w:val="00313CAB"/>
    <w:rsid w:val="00315538"/>
    <w:rsid w:val="00315AAD"/>
    <w:rsid w:val="00321083"/>
    <w:rsid w:val="00321416"/>
    <w:rsid w:val="00334E27"/>
    <w:rsid w:val="003453A2"/>
    <w:rsid w:val="00346F6E"/>
    <w:rsid w:val="00352681"/>
    <w:rsid w:val="00353061"/>
    <w:rsid w:val="00372D50"/>
    <w:rsid w:val="003762B1"/>
    <w:rsid w:val="00395890"/>
    <w:rsid w:val="003A5A0D"/>
    <w:rsid w:val="003D146F"/>
    <w:rsid w:val="003D562E"/>
    <w:rsid w:val="003D5A43"/>
    <w:rsid w:val="003E0310"/>
    <w:rsid w:val="003F7476"/>
    <w:rsid w:val="004007F4"/>
    <w:rsid w:val="00411570"/>
    <w:rsid w:val="00416ABF"/>
    <w:rsid w:val="00416CD6"/>
    <w:rsid w:val="00426189"/>
    <w:rsid w:val="00433636"/>
    <w:rsid w:val="004367C9"/>
    <w:rsid w:val="0043719D"/>
    <w:rsid w:val="0045091A"/>
    <w:rsid w:val="004541B2"/>
    <w:rsid w:val="00467CEC"/>
    <w:rsid w:val="00472AC0"/>
    <w:rsid w:val="004776C7"/>
    <w:rsid w:val="0048581E"/>
    <w:rsid w:val="0048621B"/>
    <w:rsid w:val="0049384D"/>
    <w:rsid w:val="004A0055"/>
    <w:rsid w:val="004B2BF4"/>
    <w:rsid w:val="004B6222"/>
    <w:rsid w:val="004C1AF4"/>
    <w:rsid w:val="004C3290"/>
    <w:rsid w:val="004C4827"/>
    <w:rsid w:val="004D3CBF"/>
    <w:rsid w:val="004D6C5C"/>
    <w:rsid w:val="004E2EBE"/>
    <w:rsid w:val="004F27B7"/>
    <w:rsid w:val="004F3319"/>
    <w:rsid w:val="004F53A5"/>
    <w:rsid w:val="00500B49"/>
    <w:rsid w:val="00510771"/>
    <w:rsid w:val="00511F07"/>
    <w:rsid w:val="00513B64"/>
    <w:rsid w:val="005225DA"/>
    <w:rsid w:val="00530EEF"/>
    <w:rsid w:val="005318F8"/>
    <w:rsid w:val="00532424"/>
    <w:rsid w:val="00537483"/>
    <w:rsid w:val="005378E0"/>
    <w:rsid w:val="005510F9"/>
    <w:rsid w:val="0055238C"/>
    <w:rsid w:val="00552888"/>
    <w:rsid w:val="0056154C"/>
    <w:rsid w:val="00566320"/>
    <w:rsid w:val="00567B5D"/>
    <w:rsid w:val="00571832"/>
    <w:rsid w:val="00571B5F"/>
    <w:rsid w:val="00577A42"/>
    <w:rsid w:val="0058263D"/>
    <w:rsid w:val="00590051"/>
    <w:rsid w:val="005906C8"/>
    <w:rsid w:val="005957A5"/>
    <w:rsid w:val="005A0DB9"/>
    <w:rsid w:val="005A62E3"/>
    <w:rsid w:val="005A7FDE"/>
    <w:rsid w:val="005B5B4A"/>
    <w:rsid w:val="005B650B"/>
    <w:rsid w:val="005B74F2"/>
    <w:rsid w:val="005C6972"/>
    <w:rsid w:val="005D10A1"/>
    <w:rsid w:val="005D1833"/>
    <w:rsid w:val="005D1F0D"/>
    <w:rsid w:val="005E2FCF"/>
    <w:rsid w:val="005E602A"/>
    <w:rsid w:val="006211E9"/>
    <w:rsid w:val="00622C01"/>
    <w:rsid w:val="00624DCB"/>
    <w:rsid w:val="00634C23"/>
    <w:rsid w:val="0064369A"/>
    <w:rsid w:val="006478B9"/>
    <w:rsid w:val="00655493"/>
    <w:rsid w:val="00656CFF"/>
    <w:rsid w:val="0066520B"/>
    <w:rsid w:val="006842B2"/>
    <w:rsid w:val="0069023D"/>
    <w:rsid w:val="006A04C1"/>
    <w:rsid w:val="006A512A"/>
    <w:rsid w:val="006A6294"/>
    <w:rsid w:val="006B1584"/>
    <w:rsid w:val="006B5088"/>
    <w:rsid w:val="006C4C76"/>
    <w:rsid w:val="006C56A9"/>
    <w:rsid w:val="006C75CB"/>
    <w:rsid w:val="006D34FD"/>
    <w:rsid w:val="006E0790"/>
    <w:rsid w:val="006E224D"/>
    <w:rsid w:val="006F5790"/>
    <w:rsid w:val="00702AFB"/>
    <w:rsid w:val="00706A70"/>
    <w:rsid w:val="007167BD"/>
    <w:rsid w:val="0071787B"/>
    <w:rsid w:val="00730516"/>
    <w:rsid w:val="00730C20"/>
    <w:rsid w:val="00741A3C"/>
    <w:rsid w:val="007433E1"/>
    <w:rsid w:val="00752A17"/>
    <w:rsid w:val="00753F4A"/>
    <w:rsid w:val="007562BD"/>
    <w:rsid w:val="0076734B"/>
    <w:rsid w:val="00777524"/>
    <w:rsid w:val="007831CC"/>
    <w:rsid w:val="007939C2"/>
    <w:rsid w:val="007A3386"/>
    <w:rsid w:val="007B027B"/>
    <w:rsid w:val="007B4729"/>
    <w:rsid w:val="007C3EFE"/>
    <w:rsid w:val="007C6703"/>
    <w:rsid w:val="007D6B69"/>
    <w:rsid w:val="007E02F4"/>
    <w:rsid w:val="007E2AC0"/>
    <w:rsid w:val="007E6D8A"/>
    <w:rsid w:val="0080149F"/>
    <w:rsid w:val="00801955"/>
    <w:rsid w:val="008030CB"/>
    <w:rsid w:val="00803F83"/>
    <w:rsid w:val="00804D4F"/>
    <w:rsid w:val="00807189"/>
    <w:rsid w:val="00811EFD"/>
    <w:rsid w:val="0081291F"/>
    <w:rsid w:val="0081380F"/>
    <w:rsid w:val="00834549"/>
    <w:rsid w:val="00845322"/>
    <w:rsid w:val="00861422"/>
    <w:rsid w:val="008618A3"/>
    <w:rsid w:val="008664F8"/>
    <w:rsid w:val="008714EF"/>
    <w:rsid w:val="00875662"/>
    <w:rsid w:val="0087641E"/>
    <w:rsid w:val="00877831"/>
    <w:rsid w:val="00880054"/>
    <w:rsid w:val="0088789F"/>
    <w:rsid w:val="00895A0F"/>
    <w:rsid w:val="008A2E17"/>
    <w:rsid w:val="008A5029"/>
    <w:rsid w:val="008A55C0"/>
    <w:rsid w:val="008B418A"/>
    <w:rsid w:val="008C1FB3"/>
    <w:rsid w:val="008C206D"/>
    <w:rsid w:val="008C4284"/>
    <w:rsid w:val="008C59B1"/>
    <w:rsid w:val="008D1EF8"/>
    <w:rsid w:val="008D4A55"/>
    <w:rsid w:val="008D59E1"/>
    <w:rsid w:val="008E57DF"/>
    <w:rsid w:val="008F3075"/>
    <w:rsid w:val="0090174F"/>
    <w:rsid w:val="00904486"/>
    <w:rsid w:val="00907B77"/>
    <w:rsid w:val="009116ED"/>
    <w:rsid w:val="009122FF"/>
    <w:rsid w:val="00912B1D"/>
    <w:rsid w:val="00917DE8"/>
    <w:rsid w:val="00917FBD"/>
    <w:rsid w:val="0092138F"/>
    <w:rsid w:val="00922C27"/>
    <w:rsid w:val="009322D7"/>
    <w:rsid w:val="0093530B"/>
    <w:rsid w:val="00940F8E"/>
    <w:rsid w:val="009649BB"/>
    <w:rsid w:val="00967E32"/>
    <w:rsid w:val="00974CAB"/>
    <w:rsid w:val="00977C63"/>
    <w:rsid w:val="00980E93"/>
    <w:rsid w:val="009828B4"/>
    <w:rsid w:val="00995708"/>
    <w:rsid w:val="00997CDE"/>
    <w:rsid w:val="009A6C54"/>
    <w:rsid w:val="009B5BCD"/>
    <w:rsid w:val="009C6E31"/>
    <w:rsid w:val="009D6C38"/>
    <w:rsid w:val="009E1B21"/>
    <w:rsid w:val="009E25FA"/>
    <w:rsid w:val="009F074C"/>
    <w:rsid w:val="009F381E"/>
    <w:rsid w:val="00A0207E"/>
    <w:rsid w:val="00A12968"/>
    <w:rsid w:val="00A135B8"/>
    <w:rsid w:val="00A16F20"/>
    <w:rsid w:val="00A17DBF"/>
    <w:rsid w:val="00A208EC"/>
    <w:rsid w:val="00A215C4"/>
    <w:rsid w:val="00A25E09"/>
    <w:rsid w:val="00A27516"/>
    <w:rsid w:val="00A34519"/>
    <w:rsid w:val="00A4185A"/>
    <w:rsid w:val="00A41B4A"/>
    <w:rsid w:val="00A43387"/>
    <w:rsid w:val="00A50944"/>
    <w:rsid w:val="00A55CAC"/>
    <w:rsid w:val="00A6678E"/>
    <w:rsid w:val="00A70C84"/>
    <w:rsid w:val="00A73DF8"/>
    <w:rsid w:val="00A8313D"/>
    <w:rsid w:val="00A86D48"/>
    <w:rsid w:val="00A905C1"/>
    <w:rsid w:val="00A93A91"/>
    <w:rsid w:val="00AA1BD4"/>
    <w:rsid w:val="00AA38BD"/>
    <w:rsid w:val="00AA7295"/>
    <w:rsid w:val="00AB0D11"/>
    <w:rsid w:val="00AB4043"/>
    <w:rsid w:val="00AC14D2"/>
    <w:rsid w:val="00AD21D0"/>
    <w:rsid w:val="00AE026B"/>
    <w:rsid w:val="00AE5454"/>
    <w:rsid w:val="00AF662A"/>
    <w:rsid w:val="00AF7BD0"/>
    <w:rsid w:val="00B07B92"/>
    <w:rsid w:val="00B14140"/>
    <w:rsid w:val="00B163D5"/>
    <w:rsid w:val="00B16AA4"/>
    <w:rsid w:val="00B34352"/>
    <w:rsid w:val="00B34FAF"/>
    <w:rsid w:val="00B41805"/>
    <w:rsid w:val="00B42496"/>
    <w:rsid w:val="00B46619"/>
    <w:rsid w:val="00B51F15"/>
    <w:rsid w:val="00B602A3"/>
    <w:rsid w:val="00B655E3"/>
    <w:rsid w:val="00B773B1"/>
    <w:rsid w:val="00B82B92"/>
    <w:rsid w:val="00B847DD"/>
    <w:rsid w:val="00B85ABC"/>
    <w:rsid w:val="00B91DC7"/>
    <w:rsid w:val="00BB0254"/>
    <w:rsid w:val="00BB4C44"/>
    <w:rsid w:val="00BC093F"/>
    <w:rsid w:val="00BC2B45"/>
    <w:rsid w:val="00BC4975"/>
    <w:rsid w:val="00BC6536"/>
    <w:rsid w:val="00BC6783"/>
    <w:rsid w:val="00BC6AA7"/>
    <w:rsid w:val="00BD24AD"/>
    <w:rsid w:val="00BD2931"/>
    <w:rsid w:val="00BE2F02"/>
    <w:rsid w:val="00BF1736"/>
    <w:rsid w:val="00BF2D97"/>
    <w:rsid w:val="00BF7D4C"/>
    <w:rsid w:val="00C006FF"/>
    <w:rsid w:val="00C12FD0"/>
    <w:rsid w:val="00C13F8B"/>
    <w:rsid w:val="00C22E62"/>
    <w:rsid w:val="00C2428A"/>
    <w:rsid w:val="00C24491"/>
    <w:rsid w:val="00C259C6"/>
    <w:rsid w:val="00C26501"/>
    <w:rsid w:val="00C326D8"/>
    <w:rsid w:val="00C32E74"/>
    <w:rsid w:val="00C40E0E"/>
    <w:rsid w:val="00C418AB"/>
    <w:rsid w:val="00C52822"/>
    <w:rsid w:val="00C625DF"/>
    <w:rsid w:val="00C638A6"/>
    <w:rsid w:val="00C66E59"/>
    <w:rsid w:val="00C717C4"/>
    <w:rsid w:val="00C74801"/>
    <w:rsid w:val="00CA05BD"/>
    <w:rsid w:val="00CA104E"/>
    <w:rsid w:val="00CA2735"/>
    <w:rsid w:val="00CA34C5"/>
    <w:rsid w:val="00CB74CB"/>
    <w:rsid w:val="00CC6573"/>
    <w:rsid w:val="00CD31DE"/>
    <w:rsid w:val="00CD6B37"/>
    <w:rsid w:val="00CE2F16"/>
    <w:rsid w:val="00CE69BB"/>
    <w:rsid w:val="00CF0981"/>
    <w:rsid w:val="00CF5B97"/>
    <w:rsid w:val="00D05E82"/>
    <w:rsid w:val="00D126B1"/>
    <w:rsid w:val="00D1499E"/>
    <w:rsid w:val="00D153C0"/>
    <w:rsid w:val="00D240BC"/>
    <w:rsid w:val="00D35CFC"/>
    <w:rsid w:val="00D41061"/>
    <w:rsid w:val="00D4747D"/>
    <w:rsid w:val="00D55F3C"/>
    <w:rsid w:val="00D578B8"/>
    <w:rsid w:val="00D63FA5"/>
    <w:rsid w:val="00D6492B"/>
    <w:rsid w:val="00D65B7D"/>
    <w:rsid w:val="00D74663"/>
    <w:rsid w:val="00D8432A"/>
    <w:rsid w:val="00D858EA"/>
    <w:rsid w:val="00D8615A"/>
    <w:rsid w:val="00D905F9"/>
    <w:rsid w:val="00D92F89"/>
    <w:rsid w:val="00DA478F"/>
    <w:rsid w:val="00DB41C6"/>
    <w:rsid w:val="00DB54D2"/>
    <w:rsid w:val="00DB7ADE"/>
    <w:rsid w:val="00DC30FE"/>
    <w:rsid w:val="00DC3445"/>
    <w:rsid w:val="00DD5F30"/>
    <w:rsid w:val="00DD69AD"/>
    <w:rsid w:val="00DD7C71"/>
    <w:rsid w:val="00DE063D"/>
    <w:rsid w:val="00DE4F9A"/>
    <w:rsid w:val="00DF208B"/>
    <w:rsid w:val="00DF3DC4"/>
    <w:rsid w:val="00DF511C"/>
    <w:rsid w:val="00E06100"/>
    <w:rsid w:val="00E079CF"/>
    <w:rsid w:val="00E21574"/>
    <w:rsid w:val="00E27058"/>
    <w:rsid w:val="00E42089"/>
    <w:rsid w:val="00E4471A"/>
    <w:rsid w:val="00E4553C"/>
    <w:rsid w:val="00E46A11"/>
    <w:rsid w:val="00E515CA"/>
    <w:rsid w:val="00E819A7"/>
    <w:rsid w:val="00E91A0B"/>
    <w:rsid w:val="00E95882"/>
    <w:rsid w:val="00EA00B9"/>
    <w:rsid w:val="00EA58AC"/>
    <w:rsid w:val="00EC4671"/>
    <w:rsid w:val="00EC716E"/>
    <w:rsid w:val="00ED1143"/>
    <w:rsid w:val="00ED2B07"/>
    <w:rsid w:val="00EE1199"/>
    <w:rsid w:val="00EE21AA"/>
    <w:rsid w:val="00EE3DE0"/>
    <w:rsid w:val="00F0433B"/>
    <w:rsid w:val="00F046C4"/>
    <w:rsid w:val="00F11423"/>
    <w:rsid w:val="00F12055"/>
    <w:rsid w:val="00F140FD"/>
    <w:rsid w:val="00F155B0"/>
    <w:rsid w:val="00F24AAC"/>
    <w:rsid w:val="00F25A83"/>
    <w:rsid w:val="00F26AC5"/>
    <w:rsid w:val="00F32E6C"/>
    <w:rsid w:val="00F32F98"/>
    <w:rsid w:val="00F375B5"/>
    <w:rsid w:val="00F420B1"/>
    <w:rsid w:val="00F47F6E"/>
    <w:rsid w:val="00F51F12"/>
    <w:rsid w:val="00F62B27"/>
    <w:rsid w:val="00F63814"/>
    <w:rsid w:val="00F665C6"/>
    <w:rsid w:val="00F73378"/>
    <w:rsid w:val="00F90733"/>
    <w:rsid w:val="00F96356"/>
    <w:rsid w:val="00F97AA6"/>
    <w:rsid w:val="00FA2169"/>
    <w:rsid w:val="00FB03E9"/>
    <w:rsid w:val="00FC05FC"/>
    <w:rsid w:val="00FC5D88"/>
    <w:rsid w:val="00FC7D1D"/>
    <w:rsid w:val="00FD2CA0"/>
    <w:rsid w:val="00FD439C"/>
    <w:rsid w:val="00FF27EA"/>
    <w:rsid w:val="00FF5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4998920"/>
  <w15:docId w15:val="{7EBE014B-E86A-4C33-8183-48E7B8AA3F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2A0093"/>
    <w:rPr>
      <w:rFonts w:ascii="Verdana" w:hAnsi="Verdana"/>
    </w:rPr>
  </w:style>
  <w:style w:type="paragraph" w:styleId="Heading1">
    <w:name w:val="heading 1"/>
    <w:basedOn w:val="Normal"/>
    <w:next w:val="Normal"/>
    <w:qFormat/>
    <w:rsid w:val="00334E27"/>
    <w:pPr>
      <w:keepNext/>
      <w:numPr>
        <w:numId w:val="1"/>
      </w:numPr>
      <w:spacing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334E27"/>
    <w:pPr>
      <w:keepNext/>
      <w:numPr>
        <w:ilvl w:val="1"/>
        <w:numId w:val="1"/>
      </w:numPr>
      <w:spacing w:before="240" w:after="60"/>
      <w:outlineLvl w:val="1"/>
    </w:pPr>
    <w:rPr>
      <w:rFonts w:cs="Arial"/>
      <w:b/>
      <w:bCs/>
      <w:iCs/>
      <w:sz w:val="24"/>
    </w:rPr>
  </w:style>
  <w:style w:type="paragraph" w:styleId="Heading3">
    <w:name w:val="heading 3"/>
    <w:aliases w:val="Heading 3 Char"/>
    <w:basedOn w:val="Normal"/>
    <w:next w:val="Normal"/>
    <w:qFormat/>
    <w:rsid w:val="00334E27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 w:val="22"/>
      <w:szCs w:val="26"/>
    </w:rPr>
  </w:style>
  <w:style w:type="paragraph" w:styleId="Heading4">
    <w:name w:val="heading 4"/>
    <w:basedOn w:val="Normal"/>
    <w:next w:val="Normal"/>
    <w:qFormat/>
    <w:rsid w:val="00334E27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334E27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334E27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334E27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Heading8">
    <w:name w:val="heading 8"/>
    <w:basedOn w:val="Normal"/>
    <w:next w:val="Normal"/>
    <w:qFormat/>
    <w:rsid w:val="00334E27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Heading9">
    <w:name w:val="heading 9"/>
    <w:basedOn w:val="Normal"/>
    <w:next w:val="Normal"/>
    <w:qFormat/>
    <w:rsid w:val="00334E27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3Deffects2">
    <w:name w:val="Table 3D effects 2"/>
    <w:basedOn w:val="TableNormal"/>
    <w:rsid w:val="00C717C4"/>
    <w:tblPr>
      <w:tblStyleRowBandSize w:val="1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tblBorders>
    </w:tblPr>
    <w:tcPr>
      <w:shd w:val="clear" w:color="auto" w:fill="FFFFCC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C1">
    <w:name w:val="toc 1"/>
    <w:basedOn w:val="Normal"/>
    <w:next w:val="Normal"/>
    <w:autoRedefine/>
    <w:semiHidden/>
    <w:rsid w:val="00F51F12"/>
    <w:pPr>
      <w:tabs>
        <w:tab w:val="left" w:pos="400"/>
        <w:tab w:val="right" w:leader="dot" w:pos="8630"/>
      </w:tabs>
      <w:spacing w:before="120"/>
    </w:pPr>
    <w:rPr>
      <w:rFonts w:cs="Arial"/>
      <w:b/>
      <w:bCs/>
      <w:caps/>
      <w:noProof/>
      <w:sz w:val="24"/>
      <w:szCs w:val="24"/>
    </w:rPr>
  </w:style>
  <w:style w:type="paragraph" w:styleId="TOC2">
    <w:name w:val="toc 2"/>
    <w:basedOn w:val="Normal"/>
    <w:next w:val="Normal"/>
    <w:autoRedefine/>
    <w:semiHidden/>
    <w:rsid w:val="00334E27"/>
    <w:pPr>
      <w:spacing w:before="240"/>
    </w:pPr>
    <w:rPr>
      <w:b/>
      <w:bCs/>
    </w:rPr>
  </w:style>
  <w:style w:type="character" w:styleId="Hyperlink">
    <w:name w:val="Hyperlink"/>
    <w:basedOn w:val="DefaultParagraphFont"/>
    <w:rsid w:val="00334E27"/>
    <w:rPr>
      <w:color w:val="0000FF"/>
      <w:u w:val="single"/>
    </w:rPr>
  </w:style>
  <w:style w:type="table" w:styleId="TableGrid">
    <w:name w:val="Table Grid"/>
    <w:basedOn w:val="TableNormal"/>
    <w:rsid w:val="00334E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334E27"/>
    <w:pPr>
      <w:spacing w:after="120" w:line="0" w:lineRule="atLeast"/>
      <w:ind w:left="360"/>
    </w:pPr>
    <w:rPr>
      <w:spacing w:val="-5"/>
    </w:rPr>
  </w:style>
  <w:style w:type="paragraph" w:customStyle="1" w:styleId="TableText">
    <w:name w:val="Table Text"/>
    <w:basedOn w:val="Normal"/>
    <w:rsid w:val="00334E27"/>
    <w:pPr>
      <w:ind w:left="14"/>
    </w:pPr>
    <w:rPr>
      <w:spacing w:val="-5"/>
      <w:sz w:val="16"/>
    </w:rPr>
  </w:style>
  <w:style w:type="paragraph" w:styleId="Header">
    <w:name w:val="header"/>
    <w:basedOn w:val="Normal"/>
    <w:rsid w:val="00F51F1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334E27"/>
    <w:pPr>
      <w:tabs>
        <w:tab w:val="center" w:pos="4320"/>
        <w:tab w:val="right" w:pos="8640"/>
      </w:tabs>
    </w:pPr>
  </w:style>
  <w:style w:type="paragraph" w:customStyle="1" w:styleId="StyleTableHeader10pt">
    <w:name w:val="Style Table Header + 10 pt"/>
    <w:basedOn w:val="Normal"/>
    <w:rsid w:val="00334E27"/>
    <w:pPr>
      <w:spacing w:before="60"/>
      <w:jc w:val="center"/>
    </w:pPr>
    <w:rPr>
      <w:b/>
      <w:bCs/>
      <w:spacing w:val="-5"/>
    </w:rPr>
  </w:style>
  <w:style w:type="paragraph" w:customStyle="1" w:styleId="FieldText">
    <w:name w:val="FieldText"/>
    <w:basedOn w:val="Normal"/>
    <w:rsid w:val="00334E27"/>
    <w:pPr>
      <w:widowControl w:val="0"/>
    </w:pPr>
  </w:style>
  <w:style w:type="table" w:styleId="TableWeb1">
    <w:name w:val="Table Web 1"/>
    <w:basedOn w:val="TableNormal"/>
    <w:rsid w:val="00334E27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334E27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guide">
    <w:name w:val="guide"/>
    <w:basedOn w:val="Normal"/>
    <w:rsid w:val="00A43387"/>
    <w:pPr>
      <w:jc w:val="both"/>
    </w:pPr>
    <w:rPr>
      <w:rFonts w:ascii="Times New Roman" w:hAnsi="Times New Roman"/>
      <w:i/>
      <w:iCs/>
      <w:lang w:val="en-GB"/>
    </w:rPr>
  </w:style>
  <w:style w:type="paragraph" w:styleId="TOC3">
    <w:name w:val="toc 3"/>
    <w:basedOn w:val="Normal"/>
    <w:next w:val="Normal"/>
    <w:autoRedefine/>
    <w:semiHidden/>
    <w:rsid w:val="005A0DB9"/>
    <w:pPr>
      <w:ind w:left="400"/>
    </w:pPr>
  </w:style>
  <w:style w:type="character" w:styleId="FollowedHyperlink">
    <w:name w:val="FollowedHyperlink"/>
    <w:basedOn w:val="DefaultParagraphFont"/>
    <w:rsid w:val="00152BF8"/>
    <w:rPr>
      <w:color w:val="800080"/>
      <w:u w:val="single"/>
    </w:rPr>
  </w:style>
  <w:style w:type="paragraph" w:customStyle="1" w:styleId="RecipientAddress">
    <w:name w:val="Recipient Address"/>
    <w:basedOn w:val="Normal"/>
    <w:rsid w:val="000B0BC1"/>
    <w:rPr>
      <w:rFonts w:ascii="Times New Roman" w:hAnsi="Times New Roman"/>
      <w:sz w:val="24"/>
      <w:szCs w:val="24"/>
    </w:rPr>
  </w:style>
  <w:style w:type="paragraph" w:customStyle="1" w:styleId="StyleHeading1IndigoLeft0Firstline0">
    <w:name w:val="Style Heading 1 + Indigo Left:  0&quot; First line:  0&quot;"/>
    <w:basedOn w:val="Heading1"/>
    <w:rsid w:val="0006715B"/>
    <w:pPr>
      <w:numPr>
        <w:numId w:val="0"/>
      </w:numPr>
      <w:shd w:val="clear" w:color="auto" w:fill="D9D9D9"/>
    </w:pPr>
    <w:rPr>
      <w:rFonts w:cs="Times New Roman"/>
      <w:color w:val="333399"/>
      <w:szCs w:val="20"/>
    </w:rPr>
  </w:style>
  <w:style w:type="paragraph" w:customStyle="1" w:styleId="StyleHeading1Indigo">
    <w:name w:val="Style Heading 1 + Indigo"/>
    <w:basedOn w:val="Heading1"/>
    <w:autoRedefine/>
    <w:rsid w:val="00C12FD0"/>
    <w:pPr>
      <w:numPr>
        <w:numId w:val="0"/>
      </w:numPr>
    </w:pPr>
    <w:rPr>
      <w:color w:val="333399"/>
    </w:rPr>
  </w:style>
  <w:style w:type="paragraph" w:customStyle="1" w:styleId="TOCbody">
    <w:name w:val="TOC body"/>
    <w:basedOn w:val="Normal"/>
    <w:rsid w:val="00B34352"/>
    <w:pPr>
      <w:tabs>
        <w:tab w:val="left" w:pos="180"/>
        <w:tab w:val="left" w:leader="dot" w:pos="8280"/>
      </w:tabs>
      <w:spacing w:after="120"/>
    </w:pPr>
    <w:rPr>
      <w:sz w:val="24"/>
      <w:szCs w:val="24"/>
    </w:rPr>
  </w:style>
  <w:style w:type="paragraph" w:customStyle="1" w:styleId="StyleStyleHeading1IndigoLeft0Firstline012ptN">
    <w:name w:val="Style Style Heading 1 + Indigo Left:  0&quot; First line:  0&quot; + 12 pt N..."/>
    <w:basedOn w:val="BodyText"/>
    <w:link w:val="StyleStyleHeading1IndigoLeft0Firstline012ptNChar"/>
    <w:rsid w:val="00B16AA4"/>
    <w:pPr>
      <w:shd w:val="clear" w:color="auto" w:fill="FFFFFF"/>
    </w:pPr>
    <w:rPr>
      <w:b/>
      <w:bCs/>
      <w:sz w:val="24"/>
    </w:rPr>
  </w:style>
  <w:style w:type="character" w:customStyle="1" w:styleId="BodyTextChar">
    <w:name w:val="Body Text Char"/>
    <w:basedOn w:val="DefaultParagraphFont"/>
    <w:link w:val="BodyText"/>
    <w:rsid w:val="00B16AA4"/>
    <w:rPr>
      <w:rFonts w:ascii="Verdana" w:hAnsi="Verdana"/>
      <w:spacing w:val="-5"/>
      <w:lang w:val="en-US" w:eastAsia="en-US" w:bidi="ar-SA"/>
    </w:rPr>
  </w:style>
  <w:style w:type="character" w:customStyle="1" w:styleId="StyleStyleHeading1IndigoLeft0Firstline012ptNChar">
    <w:name w:val="Style Style Heading 1 + Indigo Left:  0&quot; First line:  0&quot; + 12 pt N... Char"/>
    <w:basedOn w:val="BodyTextChar"/>
    <w:link w:val="StyleStyleHeading1IndigoLeft0Firstline012ptN"/>
    <w:rsid w:val="00B16AA4"/>
    <w:rPr>
      <w:rFonts w:ascii="Verdana" w:hAnsi="Verdana"/>
      <w:b/>
      <w:bCs/>
      <w:spacing w:val="-5"/>
      <w:sz w:val="24"/>
      <w:lang w:val="en-US" w:eastAsia="en-US" w:bidi="ar-SA"/>
    </w:rPr>
  </w:style>
  <w:style w:type="paragraph" w:customStyle="1" w:styleId="StyleStyleHeading1IndigoLeft0Firstline0Left-">
    <w:name w:val="Style Style Heading 1 + Indigo Left:  0&quot; First line:  0&quot; + Left:  -..."/>
    <w:basedOn w:val="StyleHeading1IndigoLeft0Firstline0"/>
    <w:rsid w:val="002063FB"/>
    <w:pPr>
      <w:ind w:left="-180" w:right="-180"/>
    </w:pPr>
  </w:style>
  <w:style w:type="paragraph" w:styleId="BalloonText">
    <w:name w:val="Balloon Text"/>
    <w:basedOn w:val="Normal"/>
    <w:semiHidden/>
    <w:rsid w:val="00ED1143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rsid w:val="00ED1143"/>
    <w:rPr>
      <w:sz w:val="16"/>
      <w:szCs w:val="16"/>
    </w:rPr>
  </w:style>
  <w:style w:type="paragraph" w:styleId="CommentText">
    <w:name w:val="annotation text"/>
    <w:basedOn w:val="Normal"/>
    <w:semiHidden/>
    <w:rsid w:val="00ED1143"/>
  </w:style>
  <w:style w:type="paragraph" w:styleId="CommentSubject">
    <w:name w:val="annotation subject"/>
    <w:basedOn w:val="CommentText"/>
    <w:next w:val="CommentText"/>
    <w:semiHidden/>
    <w:rsid w:val="00ED1143"/>
    <w:rPr>
      <w:b/>
      <w:bCs/>
    </w:rPr>
  </w:style>
  <w:style w:type="character" w:customStyle="1" w:styleId="FooterChar">
    <w:name w:val="Footer Char"/>
    <w:basedOn w:val="DefaultParagraphFont"/>
    <w:link w:val="Footer"/>
    <w:uiPriority w:val="99"/>
    <w:rsid w:val="00C40E0E"/>
    <w:rPr>
      <w:rFonts w:ascii="Verdana" w:hAnsi="Verdana"/>
    </w:rPr>
  </w:style>
  <w:style w:type="character" w:styleId="PlaceholderText">
    <w:name w:val="Placeholder Text"/>
    <w:basedOn w:val="DefaultParagraphFont"/>
    <w:uiPriority w:val="99"/>
    <w:semiHidden/>
    <w:rsid w:val="00577A4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ynnh\Documents\Pearson\2019\2019%20Text\Chapter%207\Second%20Draft\Starting%20Files\EOC%20Data\w07m1Appraisal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77B92D-1094-4D71-8C2B-C6BAE6B4E61D}"/>
      </w:docPartPr>
      <w:docPartBody>
        <w:p w:rsidR="00000000" w:rsidRDefault="00DD3CA2">
          <w:r w:rsidRPr="00996FA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efaultPlaceholder_-18540134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E74833-FBFD-432E-89D1-CB1484B45B40}"/>
      </w:docPartPr>
      <w:docPartBody>
        <w:p w:rsidR="00000000" w:rsidRDefault="00DD3CA2">
          <w:r w:rsidRPr="00996FAB">
            <w:rPr>
              <w:rStyle w:val="PlaceholderText"/>
            </w:rPr>
            <w:t>Click or tap to enter a date.</w:t>
          </w:r>
        </w:p>
      </w:docPartBody>
    </w:docPart>
    <w:docPart>
      <w:docPartPr>
        <w:name w:val="DefaultPlaceholder_-18540134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2F63099-29CA-4A9B-9EAE-9E359F57C912}"/>
      </w:docPartPr>
      <w:docPartBody>
        <w:p w:rsidR="00000000" w:rsidRDefault="00DD3CA2">
          <w:r w:rsidRPr="00996FAB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comments="0" w:insDel="0"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CA2"/>
    <w:rsid w:val="00726FA3"/>
    <w:rsid w:val="00DD3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D3CA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outs:outSpaceData xmlns:outs="http://schemas.microsoft.com/office/2009/outspace/metadata">
  <outs:relatedDates>
    <outs:relatedDate>
      <outs:type>3</outs:type>
      <outs:displayName>Last Modified</outs:displayName>
      <outs:dateTime>2009-10-28T05:09:00Z</outs:dateTime>
      <outs:isPinned>true</outs:isPinned>
    </outs:relatedDate>
    <outs:relatedDate>
      <outs:type>2</outs:type>
      <outs:displayName>Created</outs:displayName>
      <outs:dateTime>2009-10-28T05:07:00Z</outs:dateTime>
      <outs:isPinned>true</outs:isPinned>
    </outs:relatedDate>
    <outs:relatedDate>
      <outs:type>4</outs:type>
      <outs:displayName>Last Printed</outs:displayName>
      <outs:dateTime>2004-11-17T16:37:00Z</outs:dateTime>
      <outs:isPinned>true</outs:isPinned>
    </outs:relatedDate>
  </outs:relatedDates>
  <outs:relatedDocuments>
    <outs:relatedDocument>
      <outs:type>2</outs:type>
      <outs:displayName>Other documents in current folder</outs:displayName>
      <outs:uri/>
      <outs:isPinned>true</outs:isPinned>
    </outs:relatedDocument>
  </outs:relatedDocuments>
  <outs:relatedPeople>
    <outs:relatedPeopleItem>
      <outs:category>Author</outs:category>
      <outs:people>
        <outs:relatedPerson>
          <outs:displayName>Michelle</outs:displayName>
          <outs:accountName/>
        </outs:relatedPerson>
      </outs:people>
      <outs:source>0</outs:source>
      <outs:isPinned>true</outs:isPinned>
    </outs:relatedPeopleItem>
    <outs:relatedPeopleItem>
      <outs:category>Last modified by</outs:category>
      <outs:people>
        <outs:relatedPerson>
          <outs:displayName>Michelle</outs:displayName>
          <outs:accountName/>
        </outs:relatedPerson>
      </outs:people>
      <outs:source>0</outs:source>
      <outs:isPinned>true</outs:isPinned>
    </outs:relatedPeopleItem>
    <outs:relatedPeopleItem>
      <outs:category>Manager</outs:category>
      <outs:people/>
      <outs:source>0</outs:source>
      <outs:isPinned>false</outs:isPinned>
    </outs:relatedPeopleItem>
  </outs:relatedPeople>
  <propertyMetadataList xmlns="http://schemas.microsoft.com/office/2009/outspace/metadata">
    <propertyMetadata>
      <type>0</type>
      <propertyId>2228224</propertyId>
      <propertyName/>
      <isPinned>true</isPinned>
    </propertyMetadata>
    <propertyMetadata>
      <type>0</type>
      <propertyId>589824</propertyId>
      <propertyName/>
      <isPinned>true</isPinned>
    </propertyMetadata>
    <propertyMetadata>
      <type>0</type>
      <propertyId>589825</propertyId>
      <propertyName/>
      <isPinned>true</isPinned>
    </propertyMetadata>
    <propertyMetadata>
      <type>0</type>
      <propertyId>786432</propertyId>
      <propertyName/>
      <isPinned>true</isPinned>
    </propertyMetadata>
    <propertyMetadata>
      <type>0</type>
      <propertyId>14</propertyId>
      <propertyName/>
      <isPinned>true</isPinned>
    </propertyMetadata>
    <propertyMetadata>
      <type>0</type>
      <propertyId>8</propertyId>
      <propertyName/>
      <isPinned>true</isPinned>
    </propertyMetadata>
    <propertyMetadata>
      <type>0</type>
      <propertyId>6</propertyId>
      <propertyName/>
      <isPinned>true</isPinned>
    </propertyMetadata>
    <propertyMetadata>
      <type>0</type>
      <propertyId>655365</propertyId>
      <propertyName/>
      <isPinned>false</isPinned>
    </propertyMetadata>
    <propertyMetadata>
      <type>0</type>
      <propertyId>1</propertyId>
      <propertyName/>
      <isPinned>false</isPinned>
    </propertyMetadata>
    <propertyMetadata>
      <type>0</type>
      <propertyId>0</propertyId>
      <propertyName/>
      <isPinned>false</isPinned>
    </propertyMetadata>
    <propertyMetadata>
      <type>0</type>
      <propertyId>13</propertyId>
      <propertyName/>
      <isPinned>false</isPinned>
    </propertyMetadata>
    <propertyMetadata>
      <type>0</type>
      <propertyId>1179653</propertyId>
      <propertyName/>
      <isPinned>false</isPinned>
    </propertyMetadata>
    <propertyMetadata>
      <type>0</type>
      <propertyId>22</propertyId>
      <propertyName/>
      <isPinned>false</isPinned>
    </propertyMetadata>
  </propertyMetadataList>
  <outs:corruptMetadataWasLost/>
</outs:outSpaceData>
</file>

<file path=customXml/itemProps1.xml><?xml version="1.0" encoding="utf-8"?>
<ds:datastoreItem xmlns:ds="http://schemas.openxmlformats.org/officeDocument/2006/customXml" ds:itemID="{8F39FF07-B579-4E6C-80A0-29FCF6CB94F7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w07m1Appraisal.dotx</Template>
  <TotalTime>1</TotalTime>
  <Pages>1</Pages>
  <Words>94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Exploring Series</dc:creator>
  <cp:lastModifiedBy>Exploring Series</cp:lastModifiedBy>
  <cp:revision>2</cp:revision>
  <cp:lastPrinted>2004-11-17T16:37:00Z</cp:lastPrinted>
  <dcterms:created xsi:type="dcterms:W3CDTF">2018-08-07T05:14:00Z</dcterms:created>
  <dcterms:modified xsi:type="dcterms:W3CDTF">2018-08-07T05:14:00Z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TC011602101033</vt:lpwstr>
  </property>
</Properties>
</file>