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A85AD" w14:textId="2DD1AEF1" w:rsidR="00C067C5" w:rsidRPr="008740EA" w:rsidRDefault="003B5802" w:rsidP="00D71B23">
      <w:pPr>
        <w:pStyle w:val="Title"/>
        <w:jc w:val="center"/>
        <w:rPr>
          <w:color w:val="auto"/>
        </w:rPr>
      </w:pPr>
      <w:r>
        <w:rPr>
          <w:color w:val="auto"/>
        </w:rPr>
        <w:t>Student Name</w:t>
      </w:r>
    </w:p>
    <w:p w14:paraId="548E58B2" w14:textId="2EE4E716" w:rsidR="00D71B23" w:rsidRDefault="003B5802" w:rsidP="00D71B23">
      <w:pPr>
        <w:pStyle w:val="ContactInfo"/>
        <w:jc w:val="center"/>
      </w:pPr>
      <w:r>
        <w:t>Student Address</w:t>
      </w:r>
    </w:p>
    <w:p w14:paraId="7AC44E17" w14:textId="6825468D" w:rsidR="008740EA" w:rsidRPr="00843164" w:rsidRDefault="003B5802" w:rsidP="00D71B23">
      <w:pPr>
        <w:pStyle w:val="ContactInfo"/>
        <w:jc w:val="center"/>
      </w:pPr>
      <w:r>
        <w:t>Student Phone and Email</w:t>
      </w:r>
    </w:p>
    <w:p w14:paraId="76BDE4CF" w14:textId="763C6960" w:rsidR="00126049" w:rsidRPr="00843164" w:rsidRDefault="00126049" w:rsidP="00414463">
      <w:pPr>
        <w:pStyle w:val="Heading1"/>
      </w:pPr>
      <w:r w:rsidRPr="00843164">
        <w:t>Skills &amp; Abilities</w:t>
      </w:r>
    </w:p>
    <w:p w14:paraId="5C1E867D" w14:textId="46BE8B83" w:rsidR="007B0D47" w:rsidRDefault="00F7537E" w:rsidP="00843164">
      <w:r>
        <w:t xml:space="preserve">Proficient in C, Python, and Java. </w:t>
      </w:r>
    </w:p>
    <w:p w14:paraId="586AC9EB" w14:textId="68F1DDF6" w:rsidR="00F7537E" w:rsidRDefault="00F7537E" w:rsidP="00843164">
      <w:r>
        <w:t xml:space="preserve">Familiar with Android App </w:t>
      </w:r>
      <w:r w:rsidR="00F474E5">
        <w:t>Development</w:t>
      </w:r>
      <w:r>
        <w:t>, C#, and Swift</w:t>
      </w:r>
    </w:p>
    <w:p w14:paraId="3FF823E9" w14:textId="1DFB444A" w:rsidR="00F7537E" w:rsidRDefault="00F7537E" w:rsidP="00843164">
      <w:r>
        <w:t>Agile/Scrum Methodology</w:t>
      </w:r>
    </w:p>
    <w:p w14:paraId="4B7792E3" w14:textId="6F22DEA2" w:rsidR="00F7537E" w:rsidRDefault="00F7537E" w:rsidP="00843164">
      <w:r>
        <w:t>Strong decision</w:t>
      </w:r>
      <w:r w:rsidR="00414463">
        <w:t xml:space="preserve"> </w:t>
      </w:r>
      <w:r>
        <w:t>maker</w:t>
      </w:r>
    </w:p>
    <w:p w14:paraId="19F4D81B" w14:textId="6F7A56C1" w:rsidR="00F7537E" w:rsidRPr="00843164" w:rsidRDefault="00F7537E" w:rsidP="00843164">
      <w:r>
        <w:t>Data warehousing and analytics</w:t>
      </w:r>
    </w:p>
    <w:sdt>
      <w:sdtPr>
        <w:alias w:val="Experience heading:"/>
        <w:tag w:val="Experience heading:"/>
        <w:id w:val="899876606"/>
        <w:placeholder>
          <w:docPart w:val="A1D528A183CA4C598AC45122D038F8AA"/>
        </w:placeholder>
        <w:temporary/>
        <w:showingPlcHdr/>
        <w15:appearance w15:val="hidden"/>
      </w:sdtPr>
      <w:sdtEndPr/>
      <w:sdtContent>
        <w:p w14:paraId="254B8879" w14:textId="77777777" w:rsidR="00843164" w:rsidRPr="00843164" w:rsidRDefault="00843164" w:rsidP="00414463">
          <w:pPr>
            <w:pStyle w:val="Heading1"/>
          </w:pPr>
          <w:r w:rsidRPr="00843164">
            <w:t>Experience</w:t>
          </w:r>
        </w:p>
      </w:sdtContent>
    </w:sdt>
    <w:p w14:paraId="7B82A471" w14:textId="2348EABB" w:rsidR="00DD7AD6" w:rsidRPr="003B5802" w:rsidRDefault="00DD7AD6" w:rsidP="00DD7AD6">
      <w:pPr>
        <w:tabs>
          <w:tab w:val="right" w:pos="8460"/>
        </w:tabs>
        <w:rPr>
          <w:b/>
        </w:rPr>
      </w:pPr>
      <w:r w:rsidRPr="003B5802">
        <w:rPr>
          <w:b/>
        </w:rPr>
        <w:t>Software Intern</w:t>
      </w:r>
      <w:r w:rsidRPr="003B5802">
        <w:rPr>
          <w:b/>
        </w:rPr>
        <w:tab/>
        <w:t>May 2016 – October 2016</w:t>
      </w:r>
    </w:p>
    <w:p w14:paraId="0AC8A3E6" w14:textId="7564AE87" w:rsidR="007B0D47" w:rsidRPr="003B5802" w:rsidRDefault="00DD7AD6" w:rsidP="00DD7AD6">
      <w:pPr>
        <w:tabs>
          <w:tab w:val="right" w:pos="8460"/>
        </w:tabs>
      </w:pPr>
      <w:r w:rsidRPr="003B5802">
        <w:rPr>
          <w:rStyle w:val="Emphasis"/>
        </w:rPr>
        <w:t>Software Pro</w:t>
      </w:r>
      <w:r w:rsidR="00F7537E" w:rsidRPr="003B5802">
        <w:tab/>
      </w:r>
      <w:r w:rsidR="00F7537E" w:rsidRPr="003B5802">
        <w:rPr>
          <w:rStyle w:val="Emphasis"/>
        </w:rPr>
        <w:t xml:space="preserve"> Austin, Texas</w:t>
      </w:r>
    </w:p>
    <w:p w14:paraId="4E4460C2" w14:textId="3A0EB365" w:rsidR="007B0D47" w:rsidRDefault="00F7537E" w:rsidP="00DD7AD6">
      <w:pPr>
        <w:pStyle w:val="ListBullet"/>
        <w:tabs>
          <w:tab w:val="num" w:pos="1657"/>
          <w:tab w:val="right" w:pos="8460"/>
        </w:tabs>
      </w:pPr>
      <w:r>
        <w:t xml:space="preserve">Consulted regularly with customers on project status, proposals, and technical issues. </w:t>
      </w:r>
    </w:p>
    <w:p w14:paraId="1821FB19" w14:textId="435F1F14" w:rsidR="00F7537E" w:rsidRDefault="00F7537E" w:rsidP="00DD7AD6">
      <w:pPr>
        <w:pStyle w:val="ListBullet"/>
        <w:tabs>
          <w:tab w:val="num" w:pos="1657"/>
          <w:tab w:val="right" w:pos="8460"/>
        </w:tabs>
      </w:pPr>
      <w:r>
        <w:t>Prepared detailed reports on project specifications and activities</w:t>
      </w:r>
    </w:p>
    <w:p w14:paraId="33380A93" w14:textId="5CD1AC07" w:rsidR="00F7537E" w:rsidRPr="00843164" w:rsidRDefault="00F7537E" w:rsidP="00DD7AD6">
      <w:pPr>
        <w:pStyle w:val="ListBullet"/>
        <w:tabs>
          <w:tab w:val="num" w:pos="1657"/>
          <w:tab w:val="right" w:pos="8460"/>
        </w:tabs>
      </w:pPr>
      <w:r>
        <w:t xml:space="preserve">Stored, retrieved, and manipulated data for close analysis of system </w:t>
      </w:r>
      <w:r w:rsidR="00F474E5">
        <w:t>capabilities</w:t>
      </w:r>
    </w:p>
    <w:p w14:paraId="1417FDF5" w14:textId="44E0BDC5" w:rsidR="00DD7AD6" w:rsidRPr="003B5802" w:rsidRDefault="00DD7AD6" w:rsidP="00DD7AD6">
      <w:pPr>
        <w:tabs>
          <w:tab w:val="right" w:pos="8460"/>
        </w:tabs>
        <w:rPr>
          <w:b/>
        </w:rPr>
      </w:pPr>
      <w:r w:rsidRPr="003B5802">
        <w:rPr>
          <w:b/>
        </w:rPr>
        <w:t>Software Engineer</w:t>
      </w:r>
      <w:r w:rsidRPr="003B5802">
        <w:rPr>
          <w:b/>
        </w:rPr>
        <w:tab/>
        <w:t xml:space="preserve"> September 2017 – </w:t>
      </w:r>
      <w:r w:rsidR="00414463" w:rsidRPr="003B5802">
        <w:rPr>
          <w:b/>
        </w:rPr>
        <w:t>Current</w:t>
      </w:r>
    </w:p>
    <w:p w14:paraId="77764C49" w14:textId="740AD90A" w:rsidR="00DD7AD6" w:rsidRPr="003B5802" w:rsidRDefault="00DD7AD6" w:rsidP="00DD7AD6">
      <w:pPr>
        <w:tabs>
          <w:tab w:val="right" w:pos="8460"/>
        </w:tabs>
        <w:rPr>
          <w:rStyle w:val="Emphasis"/>
        </w:rPr>
      </w:pPr>
      <w:r w:rsidRPr="003B5802">
        <w:rPr>
          <w:rStyle w:val="Emphasis"/>
        </w:rPr>
        <w:t>Fitness Solutions</w:t>
      </w:r>
      <w:r w:rsidRPr="003B5802">
        <w:tab/>
      </w:r>
      <w:r w:rsidRPr="003B5802">
        <w:rPr>
          <w:rStyle w:val="Emphasis"/>
        </w:rPr>
        <w:t xml:space="preserve"> Baltimore, </w:t>
      </w:r>
      <w:r w:rsidR="00414463" w:rsidRPr="003B5802">
        <w:rPr>
          <w:rStyle w:val="Emphasis"/>
        </w:rPr>
        <w:t>MD</w:t>
      </w:r>
    </w:p>
    <w:p w14:paraId="7F4B513A" w14:textId="4E57BE8E" w:rsidR="00DD7AD6" w:rsidRDefault="00DD7AD6" w:rsidP="003B5802">
      <w:pPr>
        <w:pStyle w:val="ListBullet"/>
        <w:tabs>
          <w:tab w:val="num" w:pos="1657"/>
          <w:tab w:val="right" w:pos="8460"/>
        </w:tabs>
      </w:pPr>
      <w:r>
        <w:t xml:space="preserve">Direct software design and </w:t>
      </w:r>
      <w:r w:rsidR="00F474E5">
        <w:t>development</w:t>
      </w:r>
      <w:r>
        <w:t xml:space="preserve"> while remaining focused on client needs. </w:t>
      </w:r>
    </w:p>
    <w:p w14:paraId="30391FA7" w14:textId="166195EE" w:rsidR="00DD7AD6" w:rsidRDefault="00DD7AD6" w:rsidP="003B5802">
      <w:pPr>
        <w:pStyle w:val="ListBullet"/>
        <w:tabs>
          <w:tab w:val="num" w:pos="1657"/>
          <w:tab w:val="right" w:pos="8460"/>
        </w:tabs>
      </w:pPr>
      <w:r>
        <w:t xml:space="preserve">Collaborate closely with other team members to plan, design, and </w:t>
      </w:r>
      <w:r w:rsidR="00F474E5">
        <w:t>develop</w:t>
      </w:r>
      <w:r>
        <w:t xml:space="preserve"> robust solutions. </w:t>
      </w:r>
    </w:p>
    <w:p w14:paraId="318A869E" w14:textId="0496FCBC" w:rsidR="00DD7AD6" w:rsidRDefault="00DD7AD6" w:rsidP="003B5802">
      <w:pPr>
        <w:pStyle w:val="ListBullet"/>
        <w:tabs>
          <w:tab w:val="num" w:pos="1657"/>
          <w:tab w:val="right" w:pos="8460"/>
        </w:tabs>
      </w:pPr>
      <w:r>
        <w:t>Interface with business analysts, developers, and technical support to determine optimal specifications</w:t>
      </w:r>
    </w:p>
    <w:p w14:paraId="3F306504" w14:textId="14B2428A" w:rsidR="007B0D47" w:rsidRDefault="00DD7AD6" w:rsidP="003B5802">
      <w:pPr>
        <w:pStyle w:val="ListBullet"/>
        <w:tabs>
          <w:tab w:val="num" w:pos="1657"/>
          <w:tab w:val="right" w:pos="8460"/>
        </w:tabs>
      </w:pPr>
      <w:r>
        <w:t xml:space="preserve">Wrote maintainable and extensible code in a team environment. </w:t>
      </w:r>
    </w:p>
    <w:p w14:paraId="71824059" w14:textId="77777777" w:rsidR="008740EA" w:rsidRPr="00414463" w:rsidRDefault="008740EA" w:rsidP="008740EA">
      <w:pPr>
        <w:pStyle w:val="Heading1"/>
      </w:pPr>
      <w:r w:rsidRPr="00414463">
        <w:t>Objective</w:t>
      </w:r>
    </w:p>
    <w:p w14:paraId="15AF5E75" w14:textId="2F840744" w:rsidR="008740EA" w:rsidRPr="00843164" w:rsidRDefault="008740EA" w:rsidP="008740EA">
      <w:r>
        <w:t xml:space="preserve">To obtain a position that will allow me to use my programing, </w:t>
      </w:r>
      <w:r w:rsidR="00F474E5">
        <w:t>communication</w:t>
      </w:r>
      <w:r>
        <w:t xml:space="preserve">, and teamwork skills. I also seek a position with an opportunity to learn and </w:t>
      </w:r>
      <w:r w:rsidR="00F474E5">
        <w:t>develop</w:t>
      </w:r>
      <w:r>
        <w:t xml:space="preserve"> new skills. </w:t>
      </w:r>
    </w:p>
    <w:sdt>
      <w:sdtPr>
        <w:alias w:val="Education heading:"/>
        <w:tag w:val="Education heading:"/>
        <w:id w:val="989682148"/>
        <w:placeholder>
          <w:docPart w:val="D25C57C75EBF4CC393DB1B132CAA92EE"/>
        </w:placeholder>
        <w:temporary/>
        <w:showingPlcHdr/>
        <w15:appearance w15:val="hidden"/>
      </w:sdtPr>
      <w:sdtEndPr/>
      <w:sdtContent>
        <w:p w14:paraId="6101CD77" w14:textId="77777777" w:rsidR="00843164" w:rsidRPr="00DD7AD6" w:rsidRDefault="00843164" w:rsidP="00414463">
          <w:pPr>
            <w:pStyle w:val="Heading1"/>
          </w:pPr>
          <w:r w:rsidRPr="00DD7AD6">
            <w:t>Education</w:t>
          </w:r>
        </w:p>
      </w:sdtContent>
    </w:sdt>
    <w:p w14:paraId="271EED53" w14:textId="21180F24" w:rsidR="00414463" w:rsidRPr="003B5802" w:rsidRDefault="00414463" w:rsidP="00DD7AD6">
      <w:pPr>
        <w:tabs>
          <w:tab w:val="left" w:pos="1657"/>
          <w:tab w:val="right" w:pos="8460"/>
        </w:tabs>
        <w:rPr>
          <w:b/>
          <w:color w:val="auto"/>
        </w:rPr>
      </w:pPr>
      <w:r w:rsidRPr="003B5802">
        <w:rPr>
          <w:rStyle w:val="Emphasis"/>
          <w:b/>
          <w:i w:val="0"/>
        </w:rPr>
        <w:t>Temple University</w:t>
      </w:r>
      <w:r w:rsidRPr="003B5802">
        <w:rPr>
          <w:b/>
        </w:rPr>
        <w:t xml:space="preserve"> </w:t>
      </w:r>
      <w:r w:rsidRPr="003B5802">
        <w:rPr>
          <w:b/>
        </w:rPr>
        <w:tab/>
        <w:t>Philadelphia</w:t>
      </w:r>
      <w:r w:rsidR="00404EBF" w:rsidRPr="003B5802">
        <w:rPr>
          <w:b/>
        </w:rPr>
        <w:t>, PA</w:t>
      </w:r>
    </w:p>
    <w:p w14:paraId="63B9150F" w14:textId="77179757" w:rsidR="00F7537E" w:rsidRPr="003B5802" w:rsidRDefault="00F7537E" w:rsidP="00DD7AD6">
      <w:pPr>
        <w:tabs>
          <w:tab w:val="left" w:pos="1657"/>
          <w:tab w:val="right" w:pos="8460"/>
        </w:tabs>
        <w:rPr>
          <w:rStyle w:val="Emphasis"/>
          <w:i w:val="0"/>
        </w:rPr>
      </w:pPr>
      <w:r w:rsidRPr="003B5802">
        <w:rPr>
          <w:i/>
        </w:rPr>
        <w:t>B.S. Computer Science</w:t>
      </w:r>
      <w:r w:rsidR="00414463" w:rsidRPr="003B5802">
        <w:rPr>
          <w:i/>
        </w:rPr>
        <w:tab/>
      </w:r>
      <w:r w:rsidR="00404EBF" w:rsidRPr="003B5802">
        <w:rPr>
          <w:i/>
        </w:rPr>
        <w:t xml:space="preserve">May </w:t>
      </w:r>
      <w:r w:rsidR="00414463" w:rsidRPr="003B5802">
        <w:rPr>
          <w:i/>
        </w:rPr>
        <w:t>2017</w:t>
      </w:r>
    </w:p>
    <w:p w14:paraId="55ACB360" w14:textId="5606EBF1" w:rsidR="00F7537E" w:rsidRPr="003B5802" w:rsidRDefault="00F7537E" w:rsidP="00AA3CCB">
      <w:pPr>
        <w:pStyle w:val="ListParagraph"/>
        <w:numPr>
          <w:ilvl w:val="0"/>
          <w:numId w:val="18"/>
        </w:numPr>
        <w:tabs>
          <w:tab w:val="left" w:pos="1657"/>
          <w:tab w:val="right" w:pos="8460"/>
        </w:tabs>
      </w:pPr>
      <w:bookmarkStart w:id="0" w:name="_GoBack"/>
      <w:bookmarkEnd w:id="0"/>
      <w:r w:rsidRPr="003B5802">
        <w:t>GPA 3.74, Honors</w:t>
      </w:r>
    </w:p>
    <w:sdt>
      <w:sdtPr>
        <w:alias w:val="Communication heading:"/>
        <w:tag w:val="Communication heading:"/>
        <w:id w:val="1856458219"/>
        <w:placeholder>
          <w:docPart w:val="282D768810A749CE98431346DA8DCBC6"/>
        </w:placeholder>
        <w:temporary/>
        <w:showingPlcHdr/>
        <w15:appearance w15:val="hidden"/>
      </w:sdtPr>
      <w:sdtEndPr/>
      <w:sdtContent>
        <w:p w14:paraId="21CDCCCE" w14:textId="77777777" w:rsidR="00126049" w:rsidRPr="00DD7AD6" w:rsidRDefault="00126049" w:rsidP="00414463">
          <w:pPr>
            <w:pStyle w:val="Heading1"/>
          </w:pPr>
          <w:r w:rsidRPr="00DD7AD6">
            <w:t>Communication</w:t>
          </w:r>
        </w:p>
      </w:sdtContent>
    </w:sdt>
    <w:p w14:paraId="50650A86" w14:textId="3D1E7C3F" w:rsidR="007B0D47" w:rsidRDefault="00414463" w:rsidP="00DD7AD6">
      <w:pPr>
        <w:tabs>
          <w:tab w:val="right" w:pos="8460"/>
        </w:tabs>
      </w:pPr>
      <w:r>
        <w:t xml:space="preserve">Represented and spoke on behalf of Fitness Solutions at several conferences. </w:t>
      </w:r>
    </w:p>
    <w:p w14:paraId="31D20D88" w14:textId="7372C7CE" w:rsidR="00126049" w:rsidRPr="00843164" w:rsidRDefault="00126049" w:rsidP="00414463">
      <w:pPr>
        <w:pStyle w:val="Heading1"/>
      </w:pPr>
      <w:r w:rsidRPr="00843164">
        <w:t>Leadership</w:t>
      </w:r>
    </w:p>
    <w:p w14:paraId="5017CFBB" w14:textId="54F6649B" w:rsidR="007B0D47" w:rsidRPr="00843164" w:rsidRDefault="00414463" w:rsidP="00DD7AD6">
      <w:pPr>
        <w:tabs>
          <w:tab w:val="right" w:pos="8460"/>
        </w:tabs>
      </w:pPr>
      <w:r>
        <w:t xml:space="preserve">Chaired the Phi Gamma annual fundraiser event. Raised record-breaking amount. </w:t>
      </w:r>
    </w:p>
    <w:p w14:paraId="676F4AEF" w14:textId="77777777" w:rsidR="00260D3F" w:rsidRPr="00843164" w:rsidRDefault="00260D3F" w:rsidP="00F25533"/>
    <w:sectPr w:rsidR="00260D3F" w:rsidRPr="00843164" w:rsidSect="00F474E5"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80B69" w14:textId="77777777" w:rsidR="009E798B" w:rsidRDefault="009E798B">
      <w:pPr>
        <w:spacing w:after="0"/>
      </w:pPr>
      <w:r>
        <w:separator/>
      </w:r>
    </w:p>
    <w:p w14:paraId="345A92BD" w14:textId="77777777" w:rsidR="009E798B" w:rsidRDefault="009E798B"/>
  </w:endnote>
  <w:endnote w:type="continuationSeparator" w:id="0">
    <w:p w14:paraId="78B52A03" w14:textId="77777777" w:rsidR="009E798B" w:rsidRDefault="009E798B">
      <w:pPr>
        <w:spacing w:after="0"/>
      </w:pPr>
      <w:r>
        <w:continuationSeparator/>
      </w:r>
    </w:p>
    <w:p w14:paraId="59199E70" w14:textId="77777777" w:rsidR="009E798B" w:rsidRDefault="009E7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62FCD" w14:textId="77777777" w:rsidR="00C067C5" w:rsidRDefault="00F6077F">
    <w:pPr>
      <w:pStyle w:val="Footer"/>
    </w:pPr>
    <w:r>
      <w:t xml:space="preserve">Page </w:t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797C46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406F4" w14:textId="77777777" w:rsidR="009E798B" w:rsidRDefault="009E798B">
      <w:pPr>
        <w:spacing w:after="0"/>
      </w:pPr>
      <w:r>
        <w:separator/>
      </w:r>
    </w:p>
    <w:p w14:paraId="11BB74D1" w14:textId="77777777" w:rsidR="009E798B" w:rsidRDefault="009E798B"/>
  </w:footnote>
  <w:footnote w:type="continuationSeparator" w:id="0">
    <w:p w14:paraId="618A307E" w14:textId="77777777" w:rsidR="009E798B" w:rsidRDefault="009E798B">
      <w:pPr>
        <w:spacing w:after="0"/>
      </w:pPr>
      <w:r>
        <w:continuationSeparator/>
      </w:r>
    </w:p>
    <w:p w14:paraId="0D732D7D" w14:textId="77777777" w:rsidR="009E798B" w:rsidRDefault="009E79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0892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B81AE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ED0E95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58AA4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AF2F37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D6EF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2BF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BE2CC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AE84C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6A0A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7740D85"/>
    <w:multiLevelType w:val="hybridMultilevel"/>
    <w:tmpl w:val="AB020ADE"/>
    <w:lvl w:ilvl="0" w:tplc="8506A0AC">
      <w:start w:val="1"/>
      <w:numFmt w:val="bullet"/>
      <w:lvlText w:val="·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12B60"/>
    <w:multiLevelType w:val="hybridMultilevel"/>
    <w:tmpl w:val="2B388EBE"/>
    <w:lvl w:ilvl="0" w:tplc="64267D52">
      <w:start w:val="20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30CA5"/>
    <w:multiLevelType w:val="hybridMultilevel"/>
    <w:tmpl w:val="25385616"/>
    <w:lvl w:ilvl="0" w:tplc="27240B3A">
      <w:start w:val="20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34FC1"/>
    <w:multiLevelType w:val="hybridMultilevel"/>
    <w:tmpl w:val="97B2F7D0"/>
    <w:lvl w:ilvl="0" w:tplc="6C72EB14">
      <w:start w:val="1"/>
      <w:numFmt w:val="bullet"/>
      <w:pStyle w:val="ListBullet"/>
      <w:lvlText w:val="·"/>
      <w:lvlJc w:val="left"/>
      <w:pPr>
        <w:tabs>
          <w:tab w:val="num" w:pos="404"/>
        </w:tabs>
        <w:ind w:left="404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13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2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47"/>
    <w:rsid w:val="000C0CA7"/>
    <w:rsid w:val="000F2762"/>
    <w:rsid w:val="00126049"/>
    <w:rsid w:val="0014523F"/>
    <w:rsid w:val="00254924"/>
    <w:rsid w:val="002563E8"/>
    <w:rsid w:val="00260D3F"/>
    <w:rsid w:val="002A2A27"/>
    <w:rsid w:val="003B5802"/>
    <w:rsid w:val="00404EBF"/>
    <w:rsid w:val="00414463"/>
    <w:rsid w:val="004827F9"/>
    <w:rsid w:val="005F31EC"/>
    <w:rsid w:val="00650306"/>
    <w:rsid w:val="00693B17"/>
    <w:rsid w:val="006E74E8"/>
    <w:rsid w:val="00762CE4"/>
    <w:rsid w:val="00797C46"/>
    <w:rsid w:val="007B0D47"/>
    <w:rsid w:val="00843164"/>
    <w:rsid w:val="00854E7D"/>
    <w:rsid w:val="008551F7"/>
    <w:rsid w:val="008740EA"/>
    <w:rsid w:val="008B5DC0"/>
    <w:rsid w:val="008C4233"/>
    <w:rsid w:val="00931654"/>
    <w:rsid w:val="009648DC"/>
    <w:rsid w:val="009E798B"/>
    <w:rsid w:val="00A82DCC"/>
    <w:rsid w:val="00AA3CCB"/>
    <w:rsid w:val="00B1114B"/>
    <w:rsid w:val="00B24E5D"/>
    <w:rsid w:val="00B854FF"/>
    <w:rsid w:val="00C02E26"/>
    <w:rsid w:val="00C067C5"/>
    <w:rsid w:val="00C154FA"/>
    <w:rsid w:val="00CC05D9"/>
    <w:rsid w:val="00CD7582"/>
    <w:rsid w:val="00D0020C"/>
    <w:rsid w:val="00D06E8C"/>
    <w:rsid w:val="00D65641"/>
    <w:rsid w:val="00D71B23"/>
    <w:rsid w:val="00D81F4E"/>
    <w:rsid w:val="00DD7AD6"/>
    <w:rsid w:val="00E722A2"/>
    <w:rsid w:val="00E76367"/>
    <w:rsid w:val="00F25533"/>
    <w:rsid w:val="00F474E5"/>
    <w:rsid w:val="00F6077F"/>
    <w:rsid w:val="00F63B5F"/>
    <w:rsid w:val="00F7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DAFB1"/>
  <w15:chartTrackingRefBased/>
  <w15:docId w15:val="{A259FCAE-C46C-4CEE-9017-EEE5817D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8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7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7AD6"/>
  </w:style>
  <w:style w:type="paragraph" w:styleId="Heading1">
    <w:name w:val="heading 1"/>
    <w:basedOn w:val="Normal"/>
    <w:link w:val="Heading1Char"/>
    <w:uiPriority w:val="3"/>
    <w:qFormat/>
    <w:rsid w:val="00414463"/>
    <w:pPr>
      <w:keepNext/>
      <w:keepLines/>
      <w:pBdr>
        <w:bottom w:val="double" w:sz="2" w:space="1" w:color="595959" w:themeColor="text1" w:themeTint="A6"/>
      </w:pBdr>
      <w:spacing w:before="360" w:after="0" w:line="216" w:lineRule="auto"/>
      <w:ind w:right="0"/>
      <w:outlineLvl w:val="0"/>
    </w:pPr>
    <w:rPr>
      <w:rFonts w:asciiTheme="majorHAnsi" w:eastAsiaTheme="majorEastAsia" w:hAnsiTheme="majorHAnsi" w:cstheme="majorBidi"/>
      <w:caps/>
      <w:sz w:val="26"/>
      <w:szCs w:val="3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8B5DC0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color w:val="auto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CC05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0C0C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0C0C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C05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C05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C05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C05D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843164"/>
    <w:pPr>
      <w:pBdr>
        <w:bottom w:val="double" w:sz="2" w:space="1" w:color="595959" w:themeColor="text1" w:themeTint="A6"/>
      </w:pBdr>
      <w:spacing w:after="0" w:line="204" w:lineRule="auto"/>
      <w:ind w:right="0"/>
    </w:pPr>
    <w:rPr>
      <w:rFonts w:asciiTheme="majorHAnsi" w:eastAsiaTheme="majorEastAsia" w:hAnsiTheme="majorHAnsi" w:cstheme="majorBidi"/>
      <w:caps/>
      <w:color w:val="833C0B" w:themeColor="accent2" w:themeShade="80"/>
      <w:kern w:val="28"/>
      <w:sz w:val="64"/>
    </w:rPr>
  </w:style>
  <w:style w:type="character" w:customStyle="1" w:styleId="TitleChar">
    <w:name w:val="Title Char"/>
    <w:basedOn w:val="DefaultParagraphFont"/>
    <w:link w:val="Title"/>
    <w:uiPriority w:val="1"/>
    <w:rsid w:val="00843164"/>
    <w:rPr>
      <w:rFonts w:asciiTheme="majorHAnsi" w:eastAsiaTheme="majorEastAsia" w:hAnsiTheme="majorHAnsi" w:cstheme="majorBidi"/>
      <w:caps/>
      <w:color w:val="833C0B" w:themeColor="accent2" w:themeShade="80"/>
      <w:kern w:val="28"/>
      <w:sz w:val="6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3"/>
    <w:rsid w:val="008B5DC0"/>
    <w:rPr>
      <w:rFonts w:asciiTheme="majorHAnsi" w:eastAsiaTheme="majorEastAsia" w:hAnsiTheme="majorHAnsi" w:cstheme="majorBidi"/>
      <w:color w:val="auto"/>
      <w:szCs w:val="26"/>
    </w:rPr>
  </w:style>
  <w:style w:type="paragraph" w:styleId="ListBullet">
    <w:name w:val="List Bullet"/>
    <w:basedOn w:val="Normal"/>
    <w:uiPriority w:val="8"/>
    <w:unhideWhenUsed/>
    <w:qFormat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8B5DC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5DC0"/>
  </w:style>
  <w:style w:type="paragraph" w:styleId="Footer">
    <w:name w:val="footer"/>
    <w:basedOn w:val="Normal"/>
    <w:link w:val="FooterChar"/>
    <w:uiPriority w:val="99"/>
    <w:unhideWhenUsed/>
    <w:qFormat/>
    <w:pPr>
      <w:spacing w:after="0"/>
      <w:ind w:right="0"/>
      <w:jc w:val="right"/>
    </w:pPr>
    <w:rPr>
      <w:noProof/>
    </w:rPr>
  </w:style>
  <w:style w:type="character" w:customStyle="1" w:styleId="FooterChar">
    <w:name w:val="Footer Char"/>
    <w:basedOn w:val="DefaultParagraphFont"/>
    <w:link w:val="Footer"/>
    <w:uiPriority w:val="99"/>
    <w:rPr>
      <w:noProof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sumeTable">
    <w:name w:val="Resume Table"/>
    <w:basedOn w:val="TableNormal"/>
    <w:uiPriority w:val="99"/>
    <w:rsid w:val="00843164"/>
    <w:tblPr>
      <w:tblCellMar>
        <w:top w:w="144" w:type="dxa"/>
        <w:left w:w="0" w:type="dxa"/>
        <w:right w:w="0" w:type="dxa"/>
      </w:tblCellMar>
    </w:tblPr>
    <w:tblStylePr w:type="firstRow">
      <w:pPr>
        <w:wordWrap/>
        <w:spacing w:line="60" w:lineRule="exact"/>
      </w:pPr>
      <w:rPr>
        <w:sz w:val="22"/>
      </w:rPr>
      <w:tblPr/>
      <w:tcPr>
        <w:tcBorders>
          <w:top w:val="single" w:sz="2" w:space="0" w:color="BFBFBF" w:themeColor="background1" w:themeShade="BF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ate">
    <w:name w:val="Date"/>
    <w:basedOn w:val="Normal"/>
    <w:next w:val="Normal"/>
    <w:link w:val="DateChar"/>
    <w:uiPriority w:val="6"/>
    <w:unhideWhenUsed/>
    <w:qFormat/>
    <w:rsid w:val="008B5DC0"/>
    <w:pPr>
      <w:spacing w:after="120"/>
      <w:ind w:right="144"/>
    </w:pPr>
    <w:rPr>
      <w:color w:val="auto"/>
    </w:rPr>
  </w:style>
  <w:style w:type="character" w:customStyle="1" w:styleId="DateChar">
    <w:name w:val="Date Char"/>
    <w:basedOn w:val="DefaultParagraphFont"/>
    <w:link w:val="Date"/>
    <w:uiPriority w:val="6"/>
    <w:rsid w:val="008B5DC0"/>
    <w:rPr>
      <w:color w:val="auto"/>
    </w:rPr>
  </w:style>
  <w:style w:type="character" w:styleId="Emphasis">
    <w:name w:val="Emphasis"/>
    <w:basedOn w:val="DefaultParagraphFont"/>
    <w:uiPriority w:val="7"/>
    <w:unhideWhenUsed/>
    <w:qFormat/>
    <w:rPr>
      <w:i/>
      <w:iCs/>
      <w:color w:val="404040" w:themeColor="text1" w:themeTint="BF"/>
    </w:rPr>
  </w:style>
  <w:style w:type="paragraph" w:customStyle="1" w:styleId="ContactInfo">
    <w:name w:val="Contact Info"/>
    <w:basedOn w:val="Normal"/>
    <w:uiPriority w:val="2"/>
    <w:qFormat/>
    <w:pPr>
      <w:spacing w:after="360"/>
      <w:contextualSpacing/>
    </w:pPr>
  </w:style>
  <w:style w:type="character" w:customStyle="1" w:styleId="Heading1Char">
    <w:name w:val="Heading 1 Char"/>
    <w:basedOn w:val="DefaultParagraphFont"/>
    <w:link w:val="Heading1"/>
    <w:uiPriority w:val="3"/>
    <w:rsid w:val="00414463"/>
    <w:rPr>
      <w:rFonts w:asciiTheme="majorHAnsi" w:eastAsiaTheme="majorEastAsia" w:hAnsiTheme="majorHAnsi" w:cstheme="majorBidi"/>
      <w:caps/>
      <w:sz w:val="26"/>
      <w:szCs w:val="3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5D9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5D9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05D9"/>
  </w:style>
  <w:style w:type="paragraph" w:styleId="BlockText">
    <w:name w:val="Block Text"/>
    <w:basedOn w:val="Normal"/>
    <w:uiPriority w:val="99"/>
    <w:semiHidden/>
    <w:unhideWhenUsed/>
    <w:rsid w:val="000C0CA7"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rFonts w:eastAsiaTheme="minorEastAsia"/>
      <w:i/>
      <w:iCs/>
      <w:color w:val="1F3864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CC05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05D9"/>
  </w:style>
  <w:style w:type="paragraph" w:styleId="BodyText2">
    <w:name w:val="Body Text 2"/>
    <w:basedOn w:val="Normal"/>
    <w:link w:val="BodyText2Char"/>
    <w:uiPriority w:val="99"/>
    <w:semiHidden/>
    <w:unhideWhenUsed/>
    <w:rsid w:val="00CC05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05D9"/>
  </w:style>
  <w:style w:type="paragraph" w:styleId="BodyText3">
    <w:name w:val="Body Text 3"/>
    <w:basedOn w:val="Normal"/>
    <w:link w:val="BodyText3Char"/>
    <w:uiPriority w:val="99"/>
    <w:semiHidden/>
    <w:unhideWhenUsed/>
    <w:rsid w:val="00CC05D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05D9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05D9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05D9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5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5D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05D9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05D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5D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5D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5D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5D9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C05D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05D9"/>
    <w:pPr>
      <w:spacing w:after="200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CC05D9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C05D9"/>
  </w:style>
  <w:style w:type="table" w:styleId="ColorfulGrid">
    <w:name w:val="Colorful Grid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C05D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5D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5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5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5D9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C05D9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05D9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05D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05D9"/>
  </w:style>
  <w:style w:type="character" w:styleId="EndnoteReference">
    <w:name w:val="endnote reference"/>
    <w:basedOn w:val="DefaultParagraphFont"/>
    <w:uiPriority w:val="99"/>
    <w:semiHidden/>
    <w:unhideWhenUsed/>
    <w:rsid w:val="00CC05D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5D9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05D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C0CA7"/>
    <w:rPr>
      <w:color w:val="1F3864" w:themeColor="accent1" w:themeShade="8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05D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05D9"/>
    <w:rPr>
      <w:szCs w:val="20"/>
    </w:rPr>
  </w:style>
  <w:style w:type="table" w:styleId="GridTable1Light">
    <w:name w:val="Grid Table 1 Light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05D9"/>
    <w:pPr>
      <w:spacing w:after="0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05D9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05D9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05D9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05D9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05D9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05D9"/>
    <w:pPr>
      <w:spacing w:after="0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05D9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05D9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05D9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05D9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05D9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3"/>
    <w:semiHidden/>
    <w:rsid w:val="002549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0C0CA7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0C0CA7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2549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25492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25492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25492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CC05D9"/>
  </w:style>
  <w:style w:type="paragraph" w:styleId="HTMLAddress">
    <w:name w:val="HTML Address"/>
    <w:basedOn w:val="Normal"/>
    <w:link w:val="HTMLAddressChar"/>
    <w:uiPriority w:val="99"/>
    <w:semiHidden/>
    <w:unhideWhenUsed/>
    <w:rsid w:val="00CC05D9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05D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05D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05D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05D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05D9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05D9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05D9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05D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C05D9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05D9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05D9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05D9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05D9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05D9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05D9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05D9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05D9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05D9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05D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C0CA7"/>
    <w:rPr>
      <w:i/>
      <w:iCs/>
      <w:color w:val="1F3864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C0CA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1F3864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C0CA7"/>
    <w:rPr>
      <w:i/>
      <w:iCs/>
      <w:color w:val="1F3864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C0CA7"/>
    <w:rPr>
      <w:b/>
      <w:bCs/>
      <w:caps w:val="0"/>
      <w:smallCaps/>
      <w:color w:val="1F3864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05D9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05D9"/>
    <w:pPr>
      <w:spacing w:after="0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05D9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05D9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05D9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05D9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05D9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CC05D9"/>
  </w:style>
  <w:style w:type="paragraph" w:styleId="List">
    <w:name w:val="List"/>
    <w:basedOn w:val="Normal"/>
    <w:uiPriority w:val="99"/>
    <w:semiHidden/>
    <w:unhideWhenUsed/>
    <w:rsid w:val="00CC05D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CC05D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CC05D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CC05D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CC05D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CC05D9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C05D9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05D9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05D9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05D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05D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05D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05D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05D9"/>
    <w:pPr>
      <w:spacing w:after="120"/>
      <w:ind w:left="1800"/>
      <w:contextualSpacing/>
    </w:pPr>
  </w:style>
  <w:style w:type="paragraph" w:styleId="ListNumber">
    <w:name w:val="List Number"/>
    <w:basedOn w:val="Normal"/>
    <w:uiPriority w:val="8"/>
    <w:rsid w:val="00CC05D9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05D9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05D9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05D9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05D9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CC05D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05D9"/>
    <w:pPr>
      <w:spacing w:after="0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05D9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05D9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05D9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05D9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05D9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05D9"/>
    <w:pPr>
      <w:spacing w:after="0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05D9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05D9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05D9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05D9"/>
    <w:pPr>
      <w:spacing w:after="0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05D9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05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05D9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C0C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C0CA7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CC05D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05D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05D9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05D9"/>
  </w:style>
  <w:style w:type="character" w:styleId="PageNumber">
    <w:name w:val="page number"/>
    <w:basedOn w:val="DefaultParagraphFont"/>
    <w:uiPriority w:val="99"/>
    <w:semiHidden/>
    <w:unhideWhenUsed/>
    <w:rsid w:val="00CC05D9"/>
  </w:style>
  <w:style w:type="table" w:styleId="PlainTable1">
    <w:name w:val="Plain Table 1"/>
    <w:basedOn w:val="TableNormal"/>
    <w:uiPriority w:val="41"/>
    <w:rsid w:val="00CC05D9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05D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05D9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05D9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05D9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C05D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C05D9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C05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C05D9"/>
  </w:style>
  <w:style w:type="paragraph" w:styleId="Signature">
    <w:name w:val="Signature"/>
    <w:basedOn w:val="Normal"/>
    <w:link w:val="SignatureChar"/>
    <w:uiPriority w:val="99"/>
    <w:semiHidden/>
    <w:unhideWhenUsed/>
    <w:rsid w:val="00CC05D9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C05D9"/>
  </w:style>
  <w:style w:type="character" w:styleId="Strong">
    <w:name w:val="Strong"/>
    <w:basedOn w:val="DefaultParagraphFont"/>
    <w:uiPriority w:val="22"/>
    <w:semiHidden/>
    <w:unhideWhenUsed/>
    <w:qFormat/>
    <w:rsid w:val="00CC05D9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semiHidden/>
    <w:unhideWhenUsed/>
    <w:qFormat/>
    <w:rsid w:val="00CC05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3"/>
    <w:semiHidden/>
    <w:rsid w:val="00CC05D9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C05D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C05D9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05D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05D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05D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05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05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05D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05D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05D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05D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05D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05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05D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05D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05D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05D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05D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05D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05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05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05D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05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05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05D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05D9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05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05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C05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05D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CC05D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05D9"/>
  </w:style>
  <w:style w:type="paragraph" w:styleId="TOC2">
    <w:name w:val="toc 2"/>
    <w:basedOn w:val="Normal"/>
    <w:next w:val="Normal"/>
    <w:autoRedefine/>
    <w:uiPriority w:val="39"/>
    <w:semiHidden/>
    <w:unhideWhenUsed/>
    <w:rsid w:val="00CC05D9"/>
    <w:pPr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05D9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05D9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05D9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05D9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05D9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05D9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05D9"/>
    <w:pPr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0CA7"/>
    <w:pPr>
      <w:spacing w:before="240" w:line="240" w:lineRule="auto"/>
      <w:outlineLvl w:val="9"/>
    </w:pPr>
    <w:rPr>
      <w:caps w:val="0"/>
      <w:color w:val="1F3864" w:themeColor="accent1" w:themeShade="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oat\AppData\Roaming\Microsoft\Templates\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1D528A183CA4C598AC45122D038F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2D135-5644-4B66-84BF-F625BF84CF96}"/>
      </w:docPartPr>
      <w:docPartBody>
        <w:p w:rsidR="002E67F8" w:rsidRDefault="00686FF4">
          <w:pPr>
            <w:pStyle w:val="A1D528A183CA4C598AC45122D038F8AA"/>
          </w:pPr>
          <w:r w:rsidRPr="00843164">
            <w:t>Experience</w:t>
          </w:r>
        </w:p>
      </w:docPartBody>
    </w:docPart>
    <w:docPart>
      <w:docPartPr>
        <w:name w:val="D25C57C75EBF4CC393DB1B132CAA9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2027-B018-4001-838A-E616F14C5468}"/>
      </w:docPartPr>
      <w:docPartBody>
        <w:p w:rsidR="002E67F8" w:rsidRDefault="00686FF4">
          <w:pPr>
            <w:pStyle w:val="D25C57C75EBF4CC393DB1B132CAA92EE"/>
          </w:pPr>
          <w:r w:rsidRPr="00843164">
            <w:t>Education</w:t>
          </w:r>
        </w:p>
      </w:docPartBody>
    </w:docPart>
    <w:docPart>
      <w:docPartPr>
        <w:name w:val="282D768810A749CE98431346DA8DC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5D861-FC2C-45F3-A426-A00C62D61DE9}"/>
      </w:docPartPr>
      <w:docPartBody>
        <w:p w:rsidR="002E67F8" w:rsidRDefault="00686FF4">
          <w:pPr>
            <w:pStyle w:val="282D768810A749CE98431346DA8DCBC6"/>
          </w:pPr>
          <w:r w:rsidRPr="00843164">
            <w:t>Communication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13"/>
    <w:rsid w:val="002E67F8"/>
    <w:rsid w:val="004D2513"/>
    <w:rsid w:val="00686FF4"/>
    <w:rsid w:val="006A5508"/>
    <w:rsid w:val="00DF1DF2"/>
    <w:rsid w:val="00E4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6A1BDEC1FF49E1882FA80C2F92C551">
    <w:name w:val="286A1BDEC1FF49E1882FA80C2F92C551"/>
  </w:style>
  <w:style w:type="paragraph" w:customStyle="1" w:styleId="18417D8EDFD043AC93A51E5BC80A25BC">
    <w:name w:val="18417D8EDFD043AC93A51E5BC80A25BC"/>
  </w:style>
  <w:style w:type="paragraph" w:customStyle="1" w:styleId="367B850D4860441DAFEC182E185576D3">
    <w:name w:val="367B850D4860441DAFEC182E185576D3"/>
  </w:style>
  <w:style w:type="paragraph" w:customStyle="1" w:styleId="1D9E1D2A35DA4B929587F149B88486F3">
    <w:name w:val="1D9E1D2A35DA4B929587F149B88486F3"/>
  </w:style>
  <w:style w:type="paragraph" w:customStyle="1" w:styleId="9A4A5F3027E34E02853C7728D467D844">
    <w:name w:val="9A4A5F3027E34E02853C7728D467D844"/>
  </w:style>
  <w:style w:type="paragraph" w:customStyle="1" w:styleId="4222446E86D24158BA24E448743CFFC4">
    <w:name w:val="4222446E86D24158BA24E448743CFFC4"/>
  </w:style>
  <w:style w:type="paragraph" w:customStyle="1" w:styleId="DAC02F82944141B4A72CF4B5576B69EA">
    <w:name w:val="DAC02F82944141B4A72CF4B5576B69EA"/>
  </w:style>
  <w:style w:type="paragraph" w:customStyle="1" w:styleId="280B4B87F4764272A2B731259CB0C57E">
    <w:name w:val="280B4B87F4764272A2B731259CB0C57E"/>
  </w:style>
  <w:style w:type="paragraph" w:customStyle="1" w:styleId="A1D528A183CA4C598AC45122D038F8AA">
    <w:name w:val="A1D528A183CA4C598AC45122D038F8AA"/>
  </w:style>
  <w:style w:type="paragraph" w:customStyle="1" w:styleId="AD14679384BC497F80D9D77310B2CB58">
    <w:name w:val="AD14679384BC497F80D9D77310B2CB58"/>
  </w:style>
  <w:style w:type="paragraph" w:customStyle="1" w:styleId="82AFA04CE79E410CBE2FF2B90BBC41B3">
    <w:name w:val="82AFA04CE79E410CBE2FF2B90BBC41B3"/>
  </w:style>
  <w:style w:type="paragraph" w:customStyle="1" w:styleId="3076A1CDBD0242EB989CB5227C836F1A">
    <w:name w:val="3076A1CDBD0242EB989CB5227C836F1A"/>
  </w:style>
  <w:style w:type="character" w:styleId="Emphasis">
    <w:name w:val="Emphasis"/>
    <w:basedOn w:val="DefaultParagraphFont"/>
    <w:uiPriority w:val="7"/>
    <w:unhideWhenUsed/>
    <w:qFormat/>
    <w:rsid w:val="004D2513"/>
    <w:rPr>
      <w:i/>
      <w:iCs/>
      <w:color w:val="404040" w:themeColor="text1" w:themeTint="BF"/>
    </w:rPr>
  </w:style>
  <w:style w:type="paragraph" w:customStyle="1" w:styleId="EF8CB01F85B542C788E42ED1C9779316">
    <w:name w:val="EF8CB01F85B542C788E42ED1C9779316"/>
  </w:style>
  <w:style w:type="paragraph" w:customStyle="1" w:styleId="608ACAA318B948DD801F0D319138F1C1">
    <w:name w:val="608ACAA318B948DD801F0D319138F1C1"/>
  </w:style>
  <w:style w:type="paragraph" w:customStyle="1" w:styleId="1A436201B5C54ECAAD9F7E6E580ABE34">
    <w:name w:val="1A436201B5C54ECAAD9F7E6E580ABE34"/>
  </w:style>
  <w:style w:type="paragraph" w:customStyle="1" w:styleId="23233A4EFBE84678B6F3E1ADA8C05444">
    <w:name w:val="23233A4EFBE84678B6F3E1ADA8C05444"/>
  </w:style>
  <w:style w:type="paragraph" w:customStyle="1" w:styleId="7F192DDEF13145D4A0B4B0CDF9179631">
    <w:name w:val="7F192DDEF13145D4A0B4B0CDF9179631"/>
  </w:style>
  <w:style w:type="paragraph" w:customStyle="1" w:styleId="364B7D0F8DD04F05B56ACCC7F7DF0E43">
    <w:name w:val="364B7D0F8DD04F05B56ACCC7F7DF0E43"/>
  </w:style>
  <w:style w:type="paragraph" w:customStyle="1" w:styleId="F5DBCD481B7A4EE28730D466C543F889">
    <w:name w:val="F5DBCD481B7A4EE28730D466C543F889"/>
  </w:style>
  <w:style w:type="paragraph" w:customStyle="1" w:styleId="D25C57C75EBF4CC393DB1B132CAA92EE">
    <w:name w:val="D25C57C75EBF4CC393DB1B132CAA92EE"/>
  </w:style>
  <w:style w:type="paragraph" w:customStyle="1" w:styleId="2AE4189408424880802FFBEE364373F5">
    <w:name w:val="2AE4189408424880802FFBEE364373F5"/>
  </w:style>
  <w:style w:type="paragraph" w:customStyle="1" w:styleId="073859F4F9084872BC3460829C67AB0E">
    <w:name w:val="073859F4F9084872BC3460829C67AB0E"/>
  </w:style>
  <w:style w:type="paragraph" w:customStyle="1" w:styleId="5DDCAB63CE054EAAB40FCA5BB3DFB3B8">
    <w:name w:val="5DDCAB63CE054EAAB40FCA5BB3DFB3B8"/>
  </w:style>
  <w:style w:type="paragraph" w:customStyle="1" w:styleId="0E930A8F94E34333B85D0A4B585CAF70">
    <w:name w:val="0E930A8F94E34333B85D0A4B585CAF70"/>
  </w:style>
  <w:style w:type="paragraph" w:customStyle="1" w:styleId="0BD710238107428880747002F06E5265">
    <w:name w:val="0BD710238107428880747002F06E5265"/>
  </w:style>
  <w:style w:type="paragraph" w:customStyle="1" w:styleId="282D768810A749CE98431346DA8DCBC6">
    <w:name w:val="282D768810A749CE98431346DA8DCBC6"/>
  </w:style>
  <w:style w:type="paragraph" w:customStyle="1" w:styleId="0274BC3E6AC1403987DC6A36D06F6CD5">
    <w:name w:val="0274BC3E6AC1403987DC6A36D06F6CD5"/>
  </w:style>
  <w:style w:type="paragraph" w:customStyle="1" w:styleId="179032AD3013490FA569170F3A2F9712">
    <w:name w:val="179032AD3013490FA569170F3A2F9712"/>
  </w:style>
  <w:style w:type="paragraph" w:customStyle="1" w:styleId="450ACD9CEA60437EB37788BC98885155">
    <w:name w:val="450ACD9CEA60437EB37788BC98885155"/>
  </w:style>
  <w:style w:type="paragraph" w:customStyle="1" w:styleId="EFC805BE1A664414A08C464D7E75E308">
    <w:name w:val="EFC805BE1A664414A08C464D7E75E308"/>
    <w:rsid w:val="004D2513"/>
  </w:style>
  <w:style w:type="paragraph" w:customStyle="1" w:styleId="2C71029F454748CF91D494EF41771F21">
    <w:name w:val="2C71029F454748CF91D494EF41771F21"/>
    <w:rsid w:val="004D2513"/>
  </w:style>
  <w:style w:type="paragraph" w:customStyle="1" w:styleId="BA0110C897A9477D8E03C2F5E9657EDF">
    <w:name w:val="BA0110C897A9477D8E03C2F5E9657EDF"/>
    <w:rsid w:val="004D2513"/>
  </w:style>
  <w:style w:type="paragraph" w:customStyle="1" w:styleId="07BDC33AD325436ABB914AF7A25DADFC">
    <w:name w:val="07BDC33AD325436ABB914AF7A25DADFC"/>
    <w:rsid w:val="004D2513"/>
  </w:style>
  <w:style w:type="paragraph" w:customStyle="1" w:styleId="77EE498B3CE647E1B3F6B77C08C9768D">
    <w:name w:val="77EE498B3CE647E1B3F6B77C08C9768D"/>
    <w:rsid w:val="004D2513"/>
  </w:style>
  <w:style w:type="paragraph" w:customStyle="1" w:styleId="E2A8654F88E546DFA2D1E73375C19722">
    <w:name w:val="E2A8654F88E546DFA2D1E73375C19722"/>
    <w:rsid w:val="004D2513"/>
  </w:style>
  <w:style w:type="paragraph" w:customStyle="1" w:styleId="93DA8D678C2649DE854B6A54B588021F">
    <w:name w:val="93DA8D678C2649DE854B6A54B588021F"/>
    <w:rsid w:val="004D2513"/>
  </w:style>
  <w:style w:type="paragraph" w:customStyle="1" w:styleId="3677AAD5C1D54AEFB5D2190BAC9BA154">
    <w:name w:val="3677AAD5C1D54AEFB5D2190BAC9BA154"/>
    <w:rsid w:val="004D2513"/>
  </w:style>
  <w:style w:type="paragraph" w:customStyle="1" w:styleId="DC925D85A89941A59AF043B1B4F8F5DF">
    <w:name w:val="DC925D85A89941A59AF043B1B4F8F5DF"/>
    <w:rsid w:val="004D2513"/>
  </w:style>
  <w:style w:type="paragraph" w:customStyle="1" w:styleId="3543FB608CB2457FA9E3FC22720E672B">
    <w:name w:val="3543FB608CB2457FA9E3FC22720E672B"/>
    <w:rsid w:val="004D2513"/>
  </w:style>
  <w:style w:type="paragraph" w:customStyle="1" w:styleId="F9027579F78745F38B8037A06A9886B8">
    <w:name w:val="F9027579F78745F38B8037A06A9886B8"/>
    <w:rsid w:val="004D2513"/>
  </w:style>
  <w:style w:type="paragraph" w:customStyle="1" w:styleId="87E34100FCEF421F872FA0B71DDC5B6D">
    <w:name w:val="87E34100FCEF421F872FA0B71DDC5B6D"/>
    <w:rsid w:val="004D2513"/>
  </w:style>
  <w:style w:type="paragraph" w:customStyle="1" w:styleId="FE8E5B130CCE4465A99CCCCC97D42B32">
    <w:name w:val="FE8E5B130CCE4465A99CCCCC97D42B32"/>
    <w:rsid w:val="004D2513"/>
  </w:style>
  <w:style w:type="paragraph" w:customStyle="1" w:styleId="4512548E7EA942C0B0C8F346B539020F">
    <w:name w:val="4512548E7EA942C0B0C8F346B539020F"/>
    <w:rsid w:val="004D2513"/>
  </w:style>
  <w:style w:type="paragraph" w:customStyle="1" w:styleId="5ADC72BB4F4B4EA087FECD95A55D5371">
    <w:name w:val="5ADC72BB4F4B4EA087FECD95A55D5371"/>
    <w:rsid w:val="004D2513"/>
  </w:style>
  <w:style w:type="paragraph" w:customStyle="1" w:styleId="98F5370FFB9846759C0A426B03F51C08">
    <w:name w:val="98F5370FFB9846759C0A426B03F51C08"/>
    <w:rsid w:val="004D2513"/>
  </w:style>
  <w:style w:type="paragraph" w:customStyle="1" w:styleId="BF7A2CCE5DB14E3E84E9F213E4283D3C">
    <w:name w:val="BF7A2CCE5DB14E3E84E9F213E4283D3C"/>
    <w:rsid w:val="004D2513"/>
  </w:style>
  <w:style w:type="paragraph" w:customStyle="1" w:styleId="C26706A16BAF43CF9CB1CEAD65B3FE44">
    <w:name w:val="C26706A16BAF43CF9CB1CEAD65B3FE44"/>
    <w:rsid w:val="004D2513"/>
  </w:style>
  <w:style w:type="paragraph" w:customStyle="1" w:styleId="E4F263A81DEE452B86FD4E62DC720C18">
    <w:name w:val="E4F263A81DEE452B86FD4E62DC720C18"/>
    <w:rsid w:val="004D2513"/>
  </w:style>
  <w:style w:type="paragraph" w:customStyle="1" w:styleId="5693BCE9F06846249F4B0FEE3F00B5ED">
    <w:name w:val="5693BCE9F06846249F4B0FEE3F00B5ED"/>
    <w:rsid w:val="004D2513"/>
  </w:style>
  <w:style w:type="paragraph" w:customStyle="1" w:styleId="A4A155A974D847A89D25483DA8CD3EE4">
    <w:name w:val="A4A155A974D847A89D25483DA8CD3EE4"/>
    <w:rsid w:val="004D2513"/>
  </w:style>
  <w:style w:type="paragraph" w:customStyle="1" w:styleId="9D5104A4511641A39ABB8A58F1135136">
    <w:name w:val="9D5104A4511641A39ABB8A58F1135136"/>
    <w:rsid w:val="004D2513"/>
  </w:style>
  <w:style w:type="paragraph" w:customStyle="1" w:styleId="FECD0FCDDC1E426488409D61FA3AA2D1">
    <w:name w:val="FECD0FCDDC1E426488409D61FA3AA2D1"/>
    <w:rsid w:val="004D2513"/>
  </w:style>
  <w:style w:type="paragraph" w:customStyle="1" w:styleId="762B6CB5F86E44D0A7047F796233BE9B">
    <w:name w:val="762B6CB5F86E44D0A7047F796233BE9B"/>
    <w:rsid w:val="004D2513"/>
  </w:style>
  <w:style w:type="paragraph" w:customStyle="1" w:styleId="55044BD530E043F28E3882C56AFF00D2">
    <w:name w:val="55044BD530E043F28E3882C56AFF00D2"/>
    <w:rsid w:val="004D2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0A99BC-CF1C-4A2A-90F1-837BE596B6DA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49AB8320-892F-4E54-AE4B-E22BD0EB0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3A5C2-F7B1-4844-B3EF-33B7D08535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>resume</cp:keywords>
  <cp:lastModifiedBy>Mary Anne Poatsy</cp:lastModifiedBy>
  <cp:revision>4</cp:revision>
  <dcterms:created xsi:type="dcterms:W3CDTF">2018-04-16T22:59:00Z</dcterms:created>
  <dcterms:modified xsi:type="dcterms:W3CDTF">2018-04-16T23:00:00Z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>21565;#Templates 15|23429aea-cf88-4627-a4f4-d1db26527ca3</vt:lpwstr>
  </property>
  <property fmtid="{D5CDD505-2E9C-101B-9397-08002B2CF9AE}" pid="4" name="FeatureTags">
    <vt:lpwstr/>
  </property>
  <property fmtid="{D5CDD505-2E9C-101B-9397-08002B2CF9AE}" pid="5" name="LocalizationTags">
    <vt:lpwstr>22519;#Templates_Release15|b1fd5811-3f3d-4639-b3ad-a29d0050f2f8</vt:lpwstr>
  </property>
  <property fmtid="{D5CDD505-2E9C-101B-9397-08002B2CF9AE}" pid="6" name="ScenarioTags">
    <vt:lpwstr/>
  </property>
  <property fmtid="{D5CDD505-2E9C-101B-9397-08002B2CF9AE}" pid="7" name="CampaignTags">
    <vt:lpwstr/>
  </property>
</Properties>
</file>