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9AE6E" w14:textId="77777777" w:rsidR="00E20A08" w:rsidRDefault="00E20A08">
      <w:pPr>
        <w:jc w:val="center"/>
        <w:rPr>
          <w:rFonts w:ascii="Arial" w:hAnsi="Arial" w:cs="Arial"/>
          <w:sz w:val="32"/>
          <w:szCs w:val="32"/>
        </w:rPr>
      </w:pPr>
    </w:p>
    <w:p w14:paraId="6E09AE6F" w14:textId="6C2FF206" w:rsidR="00E20A08" w:rsidRDefault="00C8126D">
      <w:pPr>
        <w:pStyle w:val="Heading1"/>
      </w:pPr>
      <w:r>
        <w:t>CLASS</w:t>
      </w:r>
      <w:r w:rsidR="009D07AB">
        <w:t xml:space="preserve"> ASSIGNMENTS </w:t>
      </w:r>
    </w:p>
    <w:p w14:paraId="6E09AE70" w14:textId="77777777" w:rsidR="00E20A08" w:rsidRDefault="00E20A08">
      <w:pPr>
        <w:rPr>
          <w:rFonts w:ascii="Arial" w:hAnsi="Arial" w:cs="Arial"/>
        </w:rPr>
      </w:pPr>
    </w:p>
    <w:p w14:paraId="6E09AE71" w14:textId="77777777" w:rsidR="00E20A08" w:rsidRDefault="00E20A08">
      <w:pPr>
        <w:ind w:left="-1530"/>
        <w:rPr>
          <w:rFonts w:ascii="Arial" w:hAnsi="Arial" w:cs="Arial"/>
        </w:rPr>
      </w:pPr>
    </w:p>
    <w:p w14:paraId="6E09AE72" w14:textId="77777777" w:rsidR="00E20A08" w:rsidRDefault="009D07AB">
      <w:pPr>
        <w:ind w:left="-1530"/>
        <w:rPr>
          <w:rFonts w:ascii="Arial" w:hAnsi="Arial" w:cs="Arial"/>
        </w:rPr>
      </w:pPr>
      <w:r>
        <w:rPr>
          <w:rFonts w:ascii="Arial" w:hAnsi="Arial" w:cs="Arial"/>
        </w:rPr>
        <w:t>Week of __________________</w:t>
      </w:r>
    </w:p>
    <w:p w14:paraId="6E09AE73" w14:textId="77777777" w:rsidR="00E20A08" w:rsidRDefault="00E20A08">
      <w:pPr>
        <w:jc w:val="center"/>
        <w:rPr>
          <w:sz w:val="32"/>
          <w:szCs w:val="32"/>
        </w:rPr>
      </w:pPr>
    </w:p>
    <w:tbl>
      <w:tblPr>
        <w:tblStyle w:val="TableGrid"/>
        <w:tblW w:w="8630" w:type="dxa"/>
        <w:tblBorders>
          <w:top w:val="single" w:sz="12" w:space="0" w:color="17365D" w:themeColor="text2" w:themeShade="BF"/>
          <w:left w:val="single" w:sz="12" w:space="0" w:color="17365D" w:themeColor="text2" w:themeShade="BF"/>
          <w:bottom w:val="single" w:sz="12" w:space="0" w:color="17365D" w:themeColor="text2" w:themeShade="BF"/>
          <w:right w:val="single" w:sz="12" w:space="0" w:color="17365D" w:themeColor="text2" w:themeShade="BF"/>
        </w:tblBorders>
        <w:tblLayout w:type="fixed"/>
        <w:tblLook w:val="0000" w:firstRow="0" w:lastRow="0" w:firstColumn="0" w:lastColumn="0" w:noHBand="0" w:noVBand="0"/>
      </w:tblPr>
      <w:tblGrid>
        <w:gridCol w:w="1345"/>
        <w:gridCol w:w="1420"/>
        <w:gridCol w:w="1173"/>
        <w:gridCol w:w="1173"/>
        <w:gridCol w:w="1173"/>
        <w:gridCol w:w="1173"/>
        <w:gridCol w:w="1173"/>
      </w:tblGrid>
      <w:tr w:rsidR="00820146" w:rsidRPr="00820146" w14:paraId="6E09AE79" w14:textId="6F7147E3" w:rsidTr="00820146">
        <w:trPr>
          <w:trHeight w:val="864"/>
        </w:trPr>
        <w:tc>
          <w:tcPr>
            <w:tcW w:w="1345" w:type="dxa"/>
            <w:shd w:val="clear" w:color="auto" w:fill="1F497D" w:themeFill="text2"/>
            <w:vAlign w:val="center"/>
          </w:tcPr>
          <w:p w14:paraId="6E09AE74" w14:textId="77777777" w:rsidR="00C8126D" w:rsidRPr="00820146" w:rsidRDefault="00C8126D" w:rsidP="00820146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sdt>
          <w:sdtPr>
            <w:rPr>
              <w:rFonts w:ascii="Arial" w:hAnsi="Arial" w:cs="Arial"/>
              <w:b/>
              <w:bCs/>
              <w:color w:val="FFFFFF" w:themeColor="background1"/>
              <w:sz w:val="22"/>
              <w:szCs w:val="22"/>
            </w:rPr>
            <w:id w:val="168308247"/>
            <w:placeholder>
              <w:docPart w:val="87A3FB2F72BE43BFBA42C2A252233F07"/>
            </w:placeholder>
            <w:comboBox>
              <w:listItem w:value="Choose an item."/>
            </w:comboBox>
          </w:sdtPr>
          <w:sdtEndPr/>
          <w:sdtContent>
            <w:tc>
              <w:tcPr>
                <w:tcW w:w="1420" w:type="dxa"/>
                <w:shd w:val="clear" w:color="auto" w:fill="1F497D" w:themeFill="text2"/>
                <w:vAlign w:val="center"/>
              </w:tcPr>
              <w:p w14:paraId="6E09AE75" w14:textId="0A5DF88C" w:rsidR="00C8126D" w:rsidRPr="00820146" w:rsidRDefault="00C8126D" w:rsidP="00820146">
                <w:pPr>
                  <w:jc w:val="center"/>
                  <w:rPr>
                    <w:rFonts w:ascii="Arial" w:hAnsi="Arial" w:cs="Arial"/>
                    <w:b/>
                    <w:bCs/>
                    <w:color w:val="FFFFFF" w:themeColor="background1"/>
                    <w:sz w:val="22"/>
                    <w:szCs w:val="22"/>
                  </w:rPr>
                </w:pPr>
                <w:r w:rsidRPr="00820146">
                  <w:rPr>
                    <w:rFonts w:ascii="Arial" w:hAnsi="Arial" w:cs="Arial"/>
                    <w:b/>
                    <w:bCs/>
                    <w:color w:val="FFFFFF" w:themeColor="background1"/>
                    <w:sz w:val="22"/>
                    <w:szCs w:val="22"/>
                  </w:rPr>
                  <w:t>ENG 101</w:t>
                </w:r>
              </w:p>
            </w:tc>
          </w:sdtContent>
        </w:sdt>
        <w:tc>
          <w:tcPr>
            <w:tcW w:w="1173" w:type="dxa"/>
            <w:shd w:val="clear" w:color="auto" w:fill="1F497D" w:themeFill="text2"/>
            <w:vAlign w:val="center"/>
          </w:tcPr>
          <w:sdt>
            <w:sdtP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id w:val="168308248"/>
              <w:placeholder>
                <w:docPart w:val="87A3FB2F72BE43BFBA42C2A252233F07"/>
              </w:placeholder>
              <w:comboBox>
                <w:listItem w:value="Choose an item."/>
              </w:comboBox>
            </w:sdtPr>
            <w:sdtEndPr/>
            <w:sdtContent>
              <w:p w14:paraId="6E09AE76" w14:textId="1D6BB1DD" w:rsidR="00C8126D" w:rsidRPr="00820146" w:rsidRDefault="00C8126D" w:rsidP="00820146">
                <w:pPr>
                  <w:jc w:val="center"/>
                  <w:rPr>
                    <w:rFonts w:ascii="Arial" w:hAnsi="Arial" w:cs="Arial"/>
                    <w:b/>
                    <w:bCs/>
                    <w:color w:val="FFFFFF" w:themeColor="background1"/>
                    <w:sz w:val="22"/>
                    <w:szCs w:val="22"/>
                  </w:rPr>
                </w:pPr>
                <w:r w:rsidRPr="00820146">
                  <w:rPr>
                    <w:rFonts w:ascii="Arial" w:hAnsi="Arial" w:cs="Arial"/>
                    <w:b/>
                    <w:bCs/>
                    <w:color w:val="FFFFFF" w:themeColor="background1"/>
                    <w:sz w:val="22"/>
                    <w:szCs w:val="22"/>
                  </w:rPr>
                  <w:t>CIS 125</w:t>
                </w:r>
              </w:p>
            </w:sdtContent>
          </w:sdt>
        </w:tc>
        <w:tc>
          <w:tcPr>
            <w:tcW w:w="1173" w:type="dxa"/>
            <w:shd w:val="clear" w:color="auto" w:fill="1F497D" w:themeFill="text2"/>
            <w:vAlign w:val="center"/>
          </w:tcPr>
          <w:sdt>
            <w:sdtP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id w:val="168308249"/>
              <w:placeholder>
                <w:docPart w:val="87A3FB2F72BE43BFBA42C2A252233F07"/>
              </w:placeholder>
              <w:comboBox>
                <w:listItem w:value="Choose an item."/>
              </w:comboBox>
            </w:sdtPr>
            <w:sdtEndPr/>
            <w:sdtContent>
              <w:p w14:paraId="6E09AE77" w14:textId="7CFD78A0" w:rsidR="00C8126D" w:rsidRPr="00820146" w:rsidRDefault="00C8126D" w:rsidP="00820146">
                <w:pPr>
                  <w:jc w:val="center"/>
                  <w:rPr>
                    <w:rFonts w:ascii="Arial" w:hAnsi="Arial" w:cs="Arial"/>
                    <w:b/>
                    <w:bCs/>
                    <w:color w:val="FFFFFF" w:themeColor="background1"/>
                    <w:sz w:val="22"/>
                    <w:szCs w:val="22"/>
                  </w:rPr>
                </w:pPr>
                <w:r w:rsidRPr="00820146">
                  <w:rPr>
                    <w:rFonts w:ascii="Arial" w:hAnsi="Arial" w:cs="Arial"/>
                    <w:b/>
                    <w:bCs/>
                    <w:color w:val="FFFFFF" w:themeColor="background1"/>
                    <w:sz w:val="22"/>
                    <w:szCs w:val="22"/>
                  </w:rPr>
                  <w:t>HIS 200</w:t>
                </w:r>
              </w:p>
            </w:sdtContent>
          </w:sdt>
        </w:tc>
        <w:tc>
          <w:tcPr>
            <w:tcW w:w="1173" w:type="dxa"/>
            <w:shd w:val="clear" w:color="auto" w:fill="1F497D" w:themeFill="text2"/>
            <w:vAlign w:val="center"/>
          </w:tcPr>
          <w:sdt>
            <w:sdtP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id w:val="168308251"/>
              <w:placeholder>
                <w:docPart w:val="87A3FB2F72BE43BFBA42C2A252233F07"/>
              </w:placeholder>
              <w:comboBox>
                <w:listItem w:value="Choose an item."/>
              </w:comboBox>
            </w:sdtPr>
            <w:sdtEndPr/>
            <w:sdtContent>
              <w:p w14:paraId="6E09AE78" w14:textId="55E28D7F" w:rsidR="00C8126D" w:rsidRPr="00820146" w:rsidRDefault="00C8126D" w:rsidP="00820146">
                <w:pPr>
                  <w:jc w:val="center"/>
                  <w:rPr>
                    <w:rFonts w:ascii="Arial" w:hAnsi="Arial" w:cs="Arial"/>
                    <w:b/>
                    <w:bCs/>
                    <w:color w:val="FFFFFF" w:themeColor="background1"/>
                    <w:sz w:val="22"/>
                    <w:szCs w:val="22"/>
                  </w:rPr>
                </w:pPr>
                <w:r w:rsidRPr="00820146">
                  <w:rPr>
                    <w:rFonts w:ascii="Arial" w:hAnsi="Arial" w:cs="Arial"/>
                    <w:b/>
                    <w:bCs/>
                    <w:color w:val="FFFFFF" w:themeColor="background1"/>
                    <w:sz w:val="22"/>
                    <w:szCs w:val="22"/>
                  </w:rPr>
                  <w:t>MTH 112</w:t>
                </w:r>
              </w:p>
            </w:sdtContent>
          </w:sdt>
        </w:tc>
        <w:tc>
          <w:tcPr>
            <w:tcW w:w="1173" w:type="dxa"/>
            <w:shd w:val="clear" w:color="auto" w:fill="1F497D" w:themeFill="text2"/>
            <w:vAlign w:val="center"/>
          </w:tcPr>
          <w:p w14:paraId="441777A5" w14:textId="47D0B32D" w:rsidR="00C8126D" w:rsidRPr="00820146" w:rsidRDefault="00C8126D" w:rsidP="00820146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820146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SPH 101</w:t>
            </w:r>
          </w:p>
        </w:tc>
        <w:tc>
          <w:tcPr>
            <w:tcW w:w="1173" w:type="dxa"/>
            <w:shd w:val="clear" w:color="auto" w:fill="1F497D" w:themeFill="text2"/>
            <w:vAlign w:val="center"/>
          </w:tcPr>
          <w:p w14:paraId="67DFD12A" w14:textId="1D851CD0" w:rsidR="00C8126D" w:rsidRPr="00820146" w:rsidRDefault="00C8126D" w:rsidP="00820146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820146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PSY 250</w:t>
            </w:r>
          </w:p>
        </w:tc>
      </w:tr>
      <w:tr w:rsidR="00C8126D" w14:paraId="6E09AE7F" w14:textId="10682249" w:rsidTr="00820146">
        <w:trPr>
          <w:trHeight w:val="1110"/>
        </w:trPr>
        <w:tc>
          <w:tcPr>
            <w:tcW w:w="1345" w:type="dxa"/>
            <w:shd w:val="clear" w:color="auto" w:fill="C6D9F1" w:themeFill="text2" w:themeFillTint="33"/>
            <w:vAlign w:val="center"/>
          </w:tcPr>
          <w:p w14:paraId="6E09AE7A" w14:textId="77777777" w:rsidR="00C8126D" w:rsidRDefault="00C8126D" w:rsidP="008201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Monday</w:t>
            </w:r>
          </w:p>
        </w:tc>
        <w:tc>
          <w:tcPr>
            <w:tcW w:w="1420" w:type="dxa"/>
            <w:shd w:val="clear" w:color="auto" w:fill="C6D9F1" w:themeFill="text2" w:themeFillTint="33"/>
          </w:tcPr>
          <w:p w14:paraId="6E09AE7B" w14:textId="02EFA174" w:rsidR="00C8126D" w:rsidRDefault="005A68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Lit. Review</w:t>
            </w:r>
          </w:p>
        </w:tc>
        <w:tc>
          <w:tcPr>
            <w:tcW w:w="1173" w:type="dxa"/>
            <w:shd w:val="clear" w:color="auto" w:fill="C6D9F1" w:themeFill="text2" w:themeFillTint="33"/>
          </w:tcPr>
          <w:p w14:paraId="6E09AE7C" w14:textId="77777777" w:rsidR="00C8126D" w:rsidRDefault="00C8126D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  <w:shd w:val="clear" w:color="auto" w:fill="C6D9F1" w:themeFill="text2" w:themeFillTint="33"/>
          </w:tcPr>
          <w:p w14:paraId="6E09AE7D" w14:textId="04B61D69" w:rsidR="00C8126D" w:rsidRDefault="005A68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 Pres.</w:t>
            </w:r>
          </w:p>
        </w:tc>
        <w:tc>
          <w:tcPr>
            <w:tcW w:w="1173" w:type="dxa"/>
            <w:shd w:val="clear" w:color="auto" w:fill="C6D9F1" w:themeFill="text2" w:themeFillTint="33"/>
          </w:tcPr>
          <w:p w14:paraId="6E09AE7E" w14:textId="77777777" w:rsidR="00C8126D" w:rsidRDefault="00C8126D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  <w:shd w:val="clear" w:color="auto" w:fill="C6D9F1" w:themeFill="text2" w:themeFillTint="33"/>
          </w:tcPr>
          <w:p w14:paraId="1D946436" w14:textId="77777777" w:rsidR="00C8126D" w:rsidRDefault="00C8126D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  <w:shd w:val="clear" w:color="auto" w:fill="C6D9F1" w:themeFill="text2" w:themeFillTint="33"/>
          </w:tcPr>
          <w:p w14:paraId="05F7FED3" w14:textId="77777777" w:rsidR="00C8126D" w:rsidRDefault="00C8126D">
            <w:pPr>
              <w:rPr>
                <w:rFonts w:ascii="Arial" w:hAnsi="Arial" w:cs="Arial"/>
              </w:rPr>
            </w:pPr>
          </w:p>
        </w:tc>
      </w:tr>
      <w:tr w:rsidR="00C8126D" w14:paraId="6E09AE85" w14:textId="15F78FE4" w:rsidTr="00820146">
        <w:trPr>
          <w:trHeight w:val="1245"/>
        </w:trPr>
        <w:tc>
          <w:tcPr>
            <w:tcW w:w="1345" w:type="dxa"/>
            <w:vAlign w:val="center"/>
          </w:tcPr>
          <w:p w14:paraId="6E09AE80" w14:textId="77777777" w:rsidR="00C8126D" w:rsidRDefault="00C8126D" w:rsidP="008201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Tuesday</w:t>
            </w:r>
          </w:p>
        </w:tc>
        <w:tc>
          <w:tcPr>
            <w:tcW w:w="1420" w:type="dxa"/>
          </w:tcPr>
          <w:p w14:paraId="6E09AE81" w14:textId="77777777" w:rsidR="00C8126D" w:rsidRDefault="00C8126D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</w:tcPr>
          <w:p w14:paraId="6E09AE82" w14:textId="56927994" w:rsidR="00C8126D" w:rsidRDefault="005A68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Word Ch 3 Project</w:t>
            </w:r>
          </w:p>
        </w:tc>
        <w:tc>
          <w:tcPr>
            <w:tcW w:w="1173" w:type="dxa"/>
          </w:tcPr>
          <w:p w14:paraId="6E09AE83" w14:textId="77777777" w:rsidR="00C8126D" w:rsidRDefault="00C8126D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</w:tcPr>
          <w:p w14:paraId="6E09AE84" w14:textId="7E710985" w:rsidR="00C8126D" w:rsidRDefault="005A68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Homework 1</w:t>
            </w:r>
          </w:p>
        </w:tc>
        <w:tc>
          <w:tcPr>
            <w:tcW w:w="1173" w:type="dxa"/>
          </w:tcPr>
          <w:p w14:paraId="6C4D1F6C" w14:textId="6059F5D6" w:rsidR="00C8126D" w:rsidRDefault="005A68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Notes Draft</w:t>
            </w:r>
          </w:p>
        </w:tc>
        <w:tc>
          <w:tcPr>
            <w:tcW w:w="1173" w:type="dxa"/>
          </w:tcPr>
          <w:p w14:paraId="5557C9E3" w14:textId="77777777" w:rsidR="00C8126D" w:rsidRDefault="00C8126D">
            <w:pPr>
              <w:rPr>
                <w:rFonts w:ascii="Arial" w:hAnsi="Arial" w:cs="Arial"/>
              </w:rPr>
            </w:pPr>
          </w:p>
        </w:tc>
      </w:tr>
      <w:tr w:rsidR="00C8126D" w14:paraId="6E09AE8B" w14:textId="23E8DBD0" w:rsidTr="00820146">
        <w:trPr>
          <w:trHeight w:val="1425"/>
        </w:trPr>
        <w:tc>
          <w:tcPr>
            <w:tcW w:w="1345" w:type="dxa"/>
            <w:shd w:val="clear" w:color="auto" w:fill="C6D9F1" w:themeFill="text2" w:themeFillTint="33"/>
            <w:vAlign w:val="center"/>
          </w:tcPr>
          <w:p w14:paraId="6E09AE86" w14:textId="77777777" w:rsidR="00C8126D" w:rsidRDefault="00C8126D" w:rsidP="008201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Wednesday</w:t>
            </w:r>
          </w:p>
        </w:tc>
        <w:tc>
          <w:tcPr>
            <w:tcW w:w="1420" w:type="dxa"/>
            <w:shd w:val="clear" w:color="auto" w:fill="C6D9F1" w:themeFill="text2" w:themeFillTint="33"/>
          </w:tcPr>
          <w:p w14:paraId="6E09AE87" w14:textId="4408B694" w:rsidR="00C8126D" w:rsidRDefault="005A68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 Pres.</w:t>
            </w:r>
          </w:p>
        </w:tc>
        <w:tc>
          <w:tcPr>
            <w:tcW w:w="1173" w:type="dxa"/>
            <w:shd w:val="clear" w:color="auto" w:fill="C6D9F1" w:themeFill="text2" w:themeFillTint="33"/>
          </w:tcPr>
          <w:p w14:paraId="6E09AE88" w14:textId="77777777" w:rsidR="00C8126D" w:rsidRDefault="00C8126D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  <w:shd w:val="clear" w:color="auto" w:fill="C6D9F1" w:themeFill="text2" w:themeFillTint="33"/>
          </w:tcPr>
          <w:p w14:paraId="6E09AE89" w14:textId="362F6B2C" w:rsidR="00C8126D" w:rsidRDefault="005A68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 Project</w:t>
            </w:r>
          </w:p>
        </w:tc>
        <w:tc>
          <w:tcPr>
            <w:tcW w:w="1173" w:type="dxa"/>
            <w:shd w:val="clear" w:color="auto" w:fill="C6D9F1" w:themeFill="text2" w:themeFillTint="33"/>
          </w:tcPr>
          <w:p w14:paraId="6E09AE8A" w14:textId="77777777" w:rsidR="00C8126D" w:rsidRDefault="00C8126D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  <w:shd w:val="clear" w:color="auto" w:fill="C6D9F1" w:themeFill="text2" w:themeFillTint="33"/>
          </w:tcPr>
          <w:p w14:paraId="5F9B6D0A" w14:textId="77777777" w:rsidR="00C8126D" w:rsidRDefault="00C8126D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  <w:shd w:val="clear" w:color="auto" w:fill="C6D9F1" w:themeFill="text2" w:themeFillTint="33"/>
          </w:tcPr>
          <w:p w14:paraId="374585F1" w14:textId="77777777" w:rsidR="00C8126D" w:rsidRDefault="00C8126D">
            <w:pPr>
              <w:rPr>
                <w:rFonts w:ascii="Arial" w:hAnsi="Arial" w:cs="Arial"/>
              </w:rPr>
            </w:pPr>
          </w:p>
        </w:tc>
      </w:tr>
      <w:tr w:rsidR="00C8126D" w14:paraId="6E09AE91" w14:textId="01303E0E" w:rsidTr="00820146">
        <w:trPr>
          <w:trHeight w:val="1425"/>
        </w:trPr>
        <w:tc>
          <w:tcPr>
            <w:tcW w:w="1345" w:type="dxa"/>
            <w:vAlign w:val="center"/>
          </w:tcPr>
          <w:p w14:paraId="6E09AE8C" w14:textId="77777777" w:rsidR="00C8126D" w:rsidRDefault="00C8126D" w:rsidP="008201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Thursday</w:t>
            </w:r>
          </w:p>
        </w:tc>
        <w:tc>
          <w:tcPr>
            <w:tcW w:w="1420" w:type="dxa"/>
          </w:tcPr>
          <w:p w14:paraId="6E09AE8D" w14:textId="77777777" w:rsidR="00C8126D" w:rsidRDefault="00C8126D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</w:tcPr>
          <w:p w14:paraId="6E09AE8E" w14:textId="3296F4BF" w:rsidR="00C8126D" w:rsidRDefault="005A68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Word Exam</w:t>
            </w:r>
          </w:p>
        </w:tc>
        <w:tc>
          <w:tcPr>
            <w:tcW w:w="1173" w:type="dxa"/>
          </w:tcPr>
          <w:p w14:paraId="6E09AE8F" w14:textId="77777777" w:rsidR="00C8126D" w:rsidRDefault="00C8126D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</w:tcPr>
          <w:p w14:paraId="6E09AE90" w14:textId="403403E0" w:rsidR="00C8126D" w:rsidRDefault="005A68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Homework 2</w:t>
            </w:r>
          </w:p>
        </w:tc>
        <w:tc>
          <w:tcPr>
            <w:tcW w:w="1173" w:type="dxa"/>
          </w:tcPr>
          <w:p w14:paraId="393A0203" w14:textId="77777777" w:rsidR="00C8126D" w:rsidRDefault="00C8126D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</w:tcPr>
          <w:p w14:paraId="32C947D9" w14:textId="2C3EDFBD" w:rsidR="00C8126D" w:rsidRDefault="005A68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Field Trip</w:t>
            </w:r>
            <w:bookmarkStart w:id="0" w:name="_GoBack"/>
            <w:bookmarkEnd w:id="0"/>
          </w:p>
        </w:tc>
      </w:tr>
      <w:tr w:rsidR="00C8126D" w14:paraId="6E09AE97" w14:textId="6ED6227A" w:rsidTr="00820146">
        <w:trPr>
          <w:trHeight w:val="1425"/>
        </w:trPr>
        <w:tc>
          <w:tcPr>
            <w:tcW w:w="1345" w:type="dxa"/>
            <w:shd w:val="clear" w:color="auto" w:fill="C6D9F1" w:themeFill="text2" w:themeFillTint="33"/>
            <w:vAlign w:val="center"/>
          </w:tcPr>
          <w:p w14:paraId="6E09AE92" w14:textId="77777777" w:rsidR="00C8126D" w:rsidRDefault="00C8126D" w:rsidP="008201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Friday</w:t>
            </w:r>
          </w:p>
        </w:tc>
        <w:tc>
          <w:tcPr>
            <w:tcW w:w="1420" w:type="dxa"/>
            <w:shd w:val="clear" w:color="auto" w:fill="C6D9F1" w:themeFill="text2" w:themeFillTint="33"/>
          </w:tcPr>
          <w:p w14:paraId="6E09AE93" w14:textId="37092DCA" w:rsidR="00C8126D" w:rsidRDefault="005A68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 Pres.</w:t>
            </w:r>
          </w:p>
        </w:tc>
        <w:tc>
          <w:tcPr>
            <w:tcW w:w="1173" w:type="dxa"/>
            <w:shd w:val="clear" w:color="auto" w:fill="C6D9F1" w:themeFill="text2" w:themeFillTint="33"/>
          </w:tcPr>
          <w:p w14:paraId="6E09AE94" w14:textId="77777777" w:rsidR="00C8126D" w:rsidRDefault="00C8126D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  <w:shd w:val="clear" w:color="auto" w:fill="C6D9F1" w:themeFill="text2" w:themeFillTint="33"/>
          </w:tcPr>
          <w:p w14:paraId="6E09AE95" w14:textId="540F8409" w:rsidR="00C8126D" w:rsidRDefault="005A68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 Project</w:t>
            </w:r>
          </w:p>
        </w:tc>
        <w:tc>
          <w:tcPr>
            <w:tcW w:w="1173" w:type="dxa"/>
            <w:shd w:val="clear" w:color="auto" w:fill="C6D9F1" w:themeFill="text2" w:themeFillTint="33"/>
          </w:tcPr>
          <w:p w14:paraId="6E09AE96" w14:textId="77777777" w:rsidR="00C8126D" w:rsidRDefault="00C8126D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  <w:shd w:val="clear" w:color="auto" w:fill="C6D9F1" w:themeFill="text2" w:themeFillTint="33"/>
          </w:tcPr>
          <w:p w14:paraId="2541ED71" w14:textId="77777777" w:rsidR="00C8126D" w:rsidRDefault="00C8126D">
            <w:pPr>
              <w:rPr>
                <w:rFonts w:ascii="Arial" w:hAnsi="Arial" w:cs="Arial"/>
              </w:rPr>
            </w:pPr>
          </w:p>
        </w:tc>
        <w:tc>
          <w:tcPr>
            <w:tcW w:w="1173" w:type="dxa"/>
            <w:shd w:val="clear" w:color="auto" w:fill="C6D9F1" w:themeFill="text2" w:themeFillTint="33"/>
          </w:tcPr>
          <w:p w14:paraId="27F59513" w14:textId="77777777" w:rsidR="00C8126D" w:rsidRDefault="00C8126D">
            <w:pPr>
              <w:rPr>
                <w:rFonts w:ascii="Arial" w:hAnsi="Arial" w:cs="Arial"/>
              </w:rPr>
            </w:pPr>
          </w:p>
        </w:tc>
      </w:tr>
    </w:tbl>
    <w:p w14:paraId="6E09AE98" w14:textId="77777777" w:rsidR="00E20A08" w:rsidRDefault="00E20A08">
      <w:pPr>
        <w:jc w:val="both"/>
        <w:rPr>
          <w:rFonts w:ascii="Arial" w:hAnsi="Arial" w:cs="Arial"/>
        </w:rPr>
      </w:pPr>
    </w:p>
    <w:p w14:paraId="6E09AE99" w14:textId="77777777" w:rsidR="00E20A08" w:rsidRDefault="00E20A08">
      <w:pPr>
        <w:jc w:val="both"/>
        <w:rPr>
          <w:rFonts w:ascii="Arial" w:hAnsi="Arial" w:cs="Arial"/>
        </w:rPr>
      </w:pPr>
    </w:p>
    <w:p w14:paraId="6E09AE9A" w14:textId="77777777" w:rsidR="00E20A08" w:rsidRDefault="009D07AB">
      <w:pPr>
        <w:rPr>
          <w:rFonts w:ascii="Arial" w:hAnsi="Arial" w:cs="Arial"/>
        </w:rPr>
      </w:pPr>
      <w:r>
        <w:rPr>
          <w:rFonts w:ascii="Arial" w:hAnsi="Arial" w:cs="Arial"/>
        </w:rPr>
        <w:t>Student Name: ____________________________________________________</w:t>
      </w:r>
    </w:p>
    <w:sectPr w:rsidR="00E20A0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243"/>
    <w:rsid w:val="00076AF4"/>
    <w:rsid w:val="002D2CBE"/>
    <w:rsid w:val="00491566"/>
    <w:rsid w:val="005A68BA"/>
    <w:rsid w:val="00622665"/>
    <w:rsid w:val="00820146"/>
    <w:rsid w:val="009D07AB"/>
    <w:rsid w:val="00AB0243"/>
    <w:rsid w:val="00C8126D"/>
    <w:rsid w:val="00E2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09AE6E"/>
  <w15:docId w15:val="{81E2B39D-B671-4020-AF28-27868702A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autoSpaceDE w:val="0"/>
      <w:autoSpaceDN w:val="0"/>
    </w:pPr>
    <w:rPr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07A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7AB"/>
    <w:rPr>
      <w:rFonts w:ascii="Tahoma" w:hAnsi="Tahoma" w:cs="Tahoma"/>
      <w:sz w:val="16"/>
      <w:szCs w:val="16"/>
    </w:rPr>
  </w:style>
  <w:style w:type="table" w:styleId="GridTable5Dark-Accent6">
    <w:name w:val="Grid Table 5 Dark Accent 6"/>
    <w:basedOn w:val="TableNormal"/>
    <w:uiPriority w:val="50"/>
    <w:rsid w:val="00C8126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eGrid">
    <w:name w:val="Table Grid"/>
    <w:basedOn w:val="TableNormal"/>
    <w:uiPriority w:val="59"/>
    <w:rsid w:val="00820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fer\AppData\Roaming\Microsoft\Templates\Homework%20assignments%20(secondary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7A3FB2F72BE43BFBA42C2A252233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476520-7546-40B9-A395-F970431A19D4}"/>
      </w:docPartPr>
      <w:docPartBody>
        <w:p w:rsidR="00712195" w:rsidRDefault="009C2BC2" w:rsidP="009C2BC2">
          <w:pPr>
            <w:pStyle w:val="87A3FB2F72BE43BFBA42C2A252233F07"/>
          </w:pPr>
          <w:r w:rsidRPr="001D573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306"/>
    <w:rsid w:val="001D0306"/>
    <w:rsid w:val="005B5908"/>
    <w:rsid w:val="005E063A"/>
    <w:rsid w:val="006423E7"/>
    <w:rsid w:val="006B0B5F"/>
    <w:rsid w:val="00712195"/>
    <w:rsid w:val="009C2BC2"/>
    <w:rsid w:val="00EE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2BC2"/>
    <w:rPr>
      <w:color w:val="808080"/>
    </w:rPr>
  </w:style>
  <w:style w:type="paragraph" w:customStyle="1" w:styleId="BCF396DF38134A69815F79218169611A">
    <w:name w:val="BCF396DF38134A69815F79218169611A"/>
  </w:style>
  <w:style w:type="paragraph" w:customStyle="1" w:styleId="7D5E01CBE37B4A6EB880BE4E2252C712">
    <w:name w:val="7D5E01CBE37B4A6EB880BE4E2252C712"/>
    <w:rsid w:val="001D0306"/>
  </w:style>
  <w:style w:type="paragraph" w:customStyle="1" w:styleId="9DF33914CBFA4D34971A5684583DDEC4">
    <w:name w:val="9DF33914CBFA4D34971A5684583DDEC4"/>
    <w:rsid w:val="009C2BC2"/>
  </w:style>
  <w:style w:type="paragraph" w:customStyle="1" w:styleId="87A3FB2F72BE43BFBA42C2A252233F07">
    <w:name w:val="87A3FB2F72BE43BFBA42C2A252233F07"/>
    <w:rsid w:val="009C2B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C87E89A-849E-4A72-8E34-191F7E4388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Homework assignments (secondary).dotx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OMEWORK ASSIGNMENT CHECKLIST</vt:lpstr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OMEWORK ASSIGNMENT CHECKLIST</dc:title>
  <dc:creator>Exploring Series</dc:creator>
  <cp:keywords/>
  <cp:lastModifiedBy>Exploring Series</cp:lastModifiedBy>
  <cp:revision>2</cp:revision>
  <dcterms:created xsi:type="dcterms:W3CDTF">2018-11-01T14:26:00Z</dcterms:created>
  <dcterms:modified xsi:type="dcterms:W3CDTF">2018-11-01T14:26:00Z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TC018858569991</vt:lpwstr>
  </property>
</Properties>
</file>